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F35" w:rsidRPr="00C364F2" w:rsidRDefault="00280F35" w:rsidP="00C364F2">
      <w:pPr>
        <w:jc w:val="right"/>
        <w:rPr>
          <w:rFonts w:ascii="Times New Roman" w:hAnsi="Times New Roman"/>
          <w:sz w:val="24"/>
          <w:szCs w:val="24"/>
        </w:rPr>
      </w:pPr>
      <w:r w:rsidRPr="00C364F2">
        <w:rPr>
          <w:rFonts w:ascii="Times New Roman" w:hAnsi="Times New Roman"/>
          <w:sz w:val="24"/>
          <w:szCs w:val="24"/>
        </w:rPr>
        <w:t>Приложение 2</w:t>
      </w:r>
    </w:p>
    <w:p w:rsidR="00280F35" w:rsidRPr="00C364F2" w:rsidRDefault="00280F35" w:rsidP="00C364F2">
      <w:pPr>
        <w:jc w:val="right"/>
        <w:rPr>
          <w:rFonts w:ascii="Times New Roman" w:hAnsi="Times New Roman"/>
          <w:sz w:val="24"/>
          <w:szCs w:val="24"/>
        </w:rPr>
      </w:pPr>
      <w:r w:rsidRPr="00C364F2">
        <w:rPr>
          <w:rFonts w:ascii="Times New Roman" w:hAnsi="Times New Roman"/>
          <w:sz w:val="24"/>
          <w:szCs w:val="24"/>
        </w:rPr>
        <w:t xml:space="preserve">к решению  Совета народных депутатов            </w:t>
      </w:r>
    </w:p>
    <w:p w:rsidR="00280F35" w:rsidRPr="00C364F2" w:rsidRDefault="00280F35" w:rsidP="00C364F2">
      <w:pPr>
        <w:jc w:val="right"/>
        <w:rPr>
          <w:rFonts w:ascii="Times New Roman" w:hAnsi="Times New Roman"/>
          <w:sz w:val="24"/>
          <w:szCs w:val="24"/>
        </w:rPr>
      </w:pPr>
      <w:r w:rsidRPr="00C364F2">
        <w:rPr>
          <w:rFonts w:ascii="Times New Roman" w:hAnsi="Times New Roman"/>
          <w:sz w:val="24"/>
          <w:szCs w:val="24"/>
        </w:rPr>
        <w:t xml:space="preserve">Таловского муниципального района </w:t>
      </w:r>
    </w:p>
    <w:p w:rsidR="00280F35" w:rsidRPr="00C364F2" w:rsidRDefault="00280F35" w:rsidP="00C364F2">
      <w:pPr>
        <w:jc w:val="right"/>
        <w:rPr>
          <w:rFonts w:ascii="Times New Roman" w:hAnsi="Times New Roman"/>
          <w:sz w:val="24"/>
          <w:szCs w:val="24"/>
        </w:rPr>
      </w:pPr>
      <w:r w:rsidRPr="00C364F2">
        <w:rPr>
          <w:rFonts w:ascii="Times New Roman" w:hAnsi="Times New Roman"/>
          <w:sz w:val="24"/>
          <w:szCs w:val="24"/>
        </w:rPr>
        <w:t xml:space="preserve">от  ____декабря </w:t>
      </w:r>
      <w:smartTag w:uri="urn:schemas-microsoft-com:office:smarttags" w:element="metricconverter">
        <w:smartTagPr>
          <w:attr w:name="ProductID" w:val="2018 г"/>
        </w:smartTagPr>
        <w:r w:rsidRPr="00C364F2">
          <w:rPr>
            <w:rFonts w:ascii="Times New Roman" w:hAnsi="Times New Roman"/>
            <w:sz w:val="24"/>
            <w:szCs w:val="24"/>
          </w:rPr>
          <w:t>2018 г</w:t>
        </w:r>
      </w:smartTag>
      <w:r w:rsidRPr="00C364F2">
        <w:rPr>
          <w:rFonts w:ascii="Times New Roman" w:hAnsi="Times New Roman"/>
          <w:sz w:val="24"/>
          <w:szCs w:val="24"/>
        </w:rPr>
        <w:t xml:space="preserve">. № ____ </w:t>
      </w:r>
    </w:p>
    <w:p w:rsidR="00280F35" w:rsidRPr="00C364F2" w:rsidRDefault="00280F35" w:rsidP="00C364F2">
      <w:pPr>
        <w:jc w:val="right"/>
        <w:rPr>
          <w:rFonts w:ascii="Times New Roman" w:hAnsi="Times New Roman"/>
          <w:sz w:val="24"/>
          <w:szCs w:val="24"/>
        </w:rPr>
      </w:pPr>
      <w:r w:rsidRPr="00C364F2">
        <w:rPr>
          <w:rFonts w:ascii="Times New Roman" w:hAnsi="Times New Roman"/>
          <w:sz w:val="24"/>
          <w:szCs w:val="24"/>
        </w:rPr>
        <w:t>«О внесении изменений и дополнений</w:t>
      </w:r>
    </w:p>
    <w:p w:rsidR="00280F35" w:rsidRPr="00C364F2" w:rsidRDefault="00280F35" w:rsidP="00C364F2">
      <w:pPr>
        <w:jc w:val="right"/>
        <w:rPr>
          <w:rFonts w:ascii="Times New Roman" w:hAnsi="Times New Roman"/>
          <w:sz w:val="24"/>
          <w:szCs w:val="24"/>
        </w:rPr>
      </w:pPr>
      <w:r w:rsidRPr="00C364F2">
        <w:rPr>
          <w:rFonts w:ascii="Times New Roman" w:hAnsi="Times New Roman"/>
          <w:sz w:val="24"/>
          <w:szCs w:val="24"/>
        </w:rPr>
        <w:t>в решение Совета народных депутатов</w:t>
      </w:r>
    </w:p>
    <w:p w:rsidR="00280F35" w:rsidRPr="00C364F2" w:rsidRDefault="00280F35" w:rsidP="00C364F2">
      <w:pPr>
        <w:jc w:val="right"/>
        <w:rPr>
          <w:rFonts w:ascii="Times New Roman" w:hAnsi="Times New Roman"/>
          <w:sz w:val="24"/>
          <w:szCs w:val="24"/>
        </w:rPr>
      </w:pPr>
      <w:r w:rsidRPr="00C364F2">
        <w:rPr>
          <w:rFonts w:ascii="Times New Roman" w:hAnsi="Times New Roman"/>
          <w:sz w:val="24"/>
          <w:szCs w:val="24"/>
        </w:rPr>
        <w:t>Таловского муниципального района</w:t>
      </w:r>
    </w:p>
    <w:p w:rsidR="00280F35" w:rsidRPr="00C364F2" w:rsidRDefault="00280F35" w:rsidP="00C364F2">
      <w:pPr>
        <w:jc w:val="right"/>
        <w:rPr>
          <w:rFonts w:ascii="Times New Roman" w:hAnsi="Times New Roman"/>
          <w:sz w:val="24"/>
          <w:szCs w:val="24"/>
        </w:rPr>
      </w:pPr>
      <w:r w:rsidRPr="00C364F2">
        <w:rPr>
          <w:rFonts w:ascii="Times New Roman" w:hAnsi="Times New Roman"/>
          <w:sz w:val="24"/>
          <w:szCs w:val="24"/>
        </w:rPr>
        <w:t xml:space="preserve">от   21 декабря  </w:t>
      </w:r>
      <w:smartTag w:uri="urn:schemas-microsoft-com:office:smarttags" w:element="metricconverter">
        <w:smartTagPr>
          <w:attr w:name="ProductID" w:val="2017 г"/>
        </w:smartTagPr>
        <w:r w:rsidRPr="00C364F2">
          <w:rPr>
            <w:rFonts w:ascii="Times New Roman" w:hAnsi="Times New Roman"/>
            <w:sz w:val="24"/>
            <w:szCs w:val="24"/>
          </w:rPr>
          <w:t>2017 г</w:t>
        </w:r>
      </w:smartTag>
      <w:r w:rsidRPr="00C364F2">
        <w:rPr>
          <w:rFonts w:ascii="Times New Roman" w:hAnsi="Times New Roman"/>
          <w:sz w:val="24"/>
          <w:szCs w:val="24"/>
        </w:rPr>
        <w:t xml:space="preserve">. № 224   </w:t>
      </w:r>
    </w:p>
    <w:p w:rsidR="00280F35" w:rsidRPr="00C364F2" w:rsidRDefault="00280F35" w:rsidP="00C364F2">
      <w:pPr>
        <w:jc w:val="right"/>
        <w:rPr>
          <w:rFonts w:ascii="Times New Roman" w:hAnsi="Times New Roman"/>
          <w:sz w:val="24"/>
          <w:szCs w:val="24"/>
        </w:rPr>
      </w:pPr>
      <w:r w:rsidRPr="00C364F2">
        <w:rPr>
          <w:rFonts w:ascii="Times New Roman" w:hAnsi="Times New Roman"/>
          <w:sz w:val="24"/>
          <w:szCs w:val="24"/>
        </w:rPr>
        <w:t xml:space="preserve">«О бюджете Таловского муниципального района на 2018 год </w:t>
      </w:r>
    </w:p>
    <w:p w:rsidR="00280F35" w:rsidRPr="004915FC" w:rsidRDefault="00280F35" w:rsidP="00C364F2">
      <w:pPr>
        <w:jc w:val="right"/>
      </w:pPr>
      <w:r w:rsidRPr="004915FC">
        <w:t>и на плановый период 2019 и 2020 годов»</w:t>
      </w:r>
    </w:p>
    <w:p w:rsidR="00280F35" w:rsidRDefault="00280F35" w:rsidP="00DE32AC">
      <w:pPr>
        <w:spacing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280F35" w:rsidRPr="000169D6" w:rsidRDefault="00280F35" w:rsidP="00DE32AC">
      <w:pPr>
        <w:spacing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0169D6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2</w:t>
      </w:r>
    </w:p>
    <w:p w:rsidR="00280F35" w:rsidRPr="000169D6" w:rsidRDefault="00280F35" w:rsidP="00DE32AC">
      <w:pPr>
        <w:spacing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0169D6">
        <w:rPr>
          <w:rFonts w:ascii="Times New Roman" w:hAnsi="Times New Roman"/>
          <w:sz w:val="24"/>
          <w:szCs w:val="24"/>
        </w:rPr>
        <w:t>к решению Совета народных депутатов</w:t>
      </w:r>
    </w:p>
    <w:p w:rsidR="00280F35" w:rsidRPr="000169D6" w:rsidRDefault="00280F35" w:rsidP="00DE32AC">
      <w:pPr>
        <w:spacing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0169D6">
        <w:rPr>
          <w:rFonts w:ascii="Times New Roman" w:hAnsi="Times New Roman"/>
          <w:sz w:val="24"/>
          <w:szCs w:val="24"/>
        </w:rPr>
        <w:t>Таловского муниципального района</w:t>
      </w:r>
    </w:p>
    <w:p w:rsidR="00280F35" w:rsidRPr="00FF1039" w:rsidRDefault="00280F35" w:rsidP="00DE32AC">
      <w:pPr>
        <w:spacing w:line="240" w:lineRule="auto"/>
        <w:jc w:val="right"/>
        <w:rPr>
          <w:rFonts w:ascii="Times New Roman" w:hAnsi="Times New Roman"/>
        </w:rPr>
      </w:pPr>
      <w:r w:rsidRPr="00FF1039">
        <w:rPr>
          <w:rFonts w:ascii="Times New Roman" w:hAnsi="Times New Roman"/>
        </w:rPr>
        <w:t xml:space="preserve">от   21  декабря  </w:t>
      </w:r>
      <w:smartTag w:uri="urn:schemas-microsoft-com:office:smarttags" w:element="metricconverter">
        <w:smartTagPr>
          <w:attr w:name="ProductID" w:val="2017 г"/>
        </w:smartTagPr>
        <w:r w:rsidRPr="00FF1039">
          <w:rPr>
            <w:rFonts w:ascii="Times New Roman" w:hAnsi="Times New Roman"/>
          </w:rPr>
          <w:t>2017 г</w:t>
        </w:r>
      </w:smartTag>
      <w:r w:rsidRPr="00FF1039">
        <w:rPr>
          <w:rFonts w:ascii="Times New Roman" w:hAnsi="Times New Roman"/>
        </w:rPr>
        <w:t>. № 224</w:t>
      </w:r>
    </w:p>
    <w:p w:rsidR="00280F35" w:rsidRPr="000169D6" w:rsidRDefault="00280F35" w:rsidP="00DE32AC">
      <w:pPr>
        <w:spacing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0169D6">
        <w:rPr>
          <w:rFonts w:ascii="Times New Roman" w:hAnsi="Times New Roman"/>
          <w:sz w:val="24"/>
          <w:szCs w:val="24"/>
        </w:rPr>
        <w:t xml:space="preserve"> «О бюджете Таловского      </w:t>
      </w:r>
    </w:p>
    <w:p w:rsidR="00280F35" w:rsidRPr="000169D6" w:rsidRDefault="00280F35" w:rsidP="00DE32AC">
      <w:pPr>
        <w:spacing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0169D6">
        <w:rPr>
          <w:rFonts w:ascii="Times New Roman" w:hAnsi="Times New Roman"/>
          <w:sz w:val="24"/>
          <w:szCs w:val="24"/>
        </w:rPr>
        <w:t xml:space="preserve">                      муниципального района на 201</w:t>
      </w:r>
      <w:r>
        <w:rPr>
          <w:rFonts w:ascii="Times New Roman" w:hAnsi="Times New Roman"/>
          <w:sz w:val="24"/>
          <w:szCs w:val="24"/>
        </w:rPr>
        <w:t>8</w:t>
      </w:r>
      <w:r w:rsidRPr="000169D6">
        <w:rPr>
          <w:rFonts w:ascii="Times New Roman" w:hAnsi="Times New Roman"/>
          <w:sz w:val="24"/>
          <w:szCs w:val="24"/>
        </w:rPr>
        <w:t xml:space="preserve"> год </w:t>
      </w:r>
    </w:p>
    <w:p w:rsidR="00280F35" w:rsidRPr="000169D6" w:rsidRDefault="00280F35" w:rsidP="00DE32AC">
      <w:pPr>
        <w:spacing w:line="240" w:lineRule="auto"/>
        <w:jc w:val="right"/>
        <w:outlineLvl w:val="0"/>
        <w:rPr>
          <w:sz w:val="24"/>
          <w:szCs w:val="24"/>
        </w:rPr>
      </w:pPr>
      <w:r w:rsidRPr="000169D6">
        <w:rPr>
          <w:rFonts w:ascii="Times New Roman" w:hAnsi="Times New Roman"/>
          <w:sz w:val="24"/>
          <w:szCs w:val="24"/>
        </w:rPr>
        <w:t>и на плановый период 201</w:t>
      </w:r>
      <w:r>
        <w:rPr>
          <w:rFonts w:ascii="Times New Roman" w:hAnsi="Times New Roman"/>
          <w:sz w:val="24"/>
          <w:szCs w:val="24"/>
        </w:rPr>
        <w:t>9</w:t>
      </w:r>
      <w:r w:rsidRPr="000169D6">
        <w:rPr>
          <w:rFonts w:ascii="Times New Roman" w:hAnsi="Times New Roman"/>
          <w:sz w:val="24"/>
          <w:szCs w:val="24"/>
        </w:rPr>
        <w:t xml:space="preserve"> и 20</w:t>
      </w:r>
      <w:r>
        <w:rPr>
          <w:rFonts w:ascii="Times New Roman" w:hAnsi="Times New Roman"/>
          <w:sz w:val="24"/>
          <w:szCs w:val="24"/>
        </w:rPr>
        <w:t>20</w:t>
      </w:r>
      <w:r w:rsidRPr="000169D6">
        <w:rPr>
          <w:rFonts w:ascii="Times New Roman" w:hAnsi="Times New Roman"/>
          <w:sz w:val="24"/>
          <w:szCs w:val="24"/>
        </w:rPr>
        <w:t xml:space="preserve"> годов»</w:t>
      </w:r>
    </w:p>
    <w:p w:rsidR="00280F35" w:rsidRPr="008B2098" w:rsidRDefault="00280F35" w:rsidP="00D00898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8B2098">
        <w:rPr>
          <w:rFonts w:ascii="Times New Roman" w:hAnsi="Times New Roman" w:cs="Times New Roman"/>
          <w:szCs w:val="22"/>
        </w:rPr>
        <w:t xml:space="preserve">ПОСТУПЛЕНИЕ ДОХОДОВ РАЙОННОГО БЮДЖЕТА </w:t>
      </w:r>
    </w:p>
    <w:p w:rsidR="00280F35" w:rsidRPr="008B2098" w:rsidRDefault="00280F35" w:rsidP="00D00898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8B2098">
        <w:rPr>
          <w:rFonts w:ascii="Times New Roman" w:hAnsi="Times New Roman" w:cs="Times New Roman"/>
          <w:szCs w:val="22"/>
        </w:rPr>
        <w:t xml:space="preserve">ПО КОДАМ ВИДОВ ДОХОДОВ, ПОДВИДОВ ДОХОДОВ </w:t>
      </w:r>
    </w:p>
    <w:p w:rsidR="00280F35" w:rsidRPr="008B2098" w:rsidRDefault="00280F35" w:rsidP="00D00898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8B2098">
        <w:rPr>
          <w:rFonts w:ascii="Times New Roman" w:hAnsi="Times New Roman" w:cs="Times New Roman"/>
          <w:szCs w:val="22"/>
        </w:rPr>
        <w:t>НА 2018 ГОД И НА ПЛАНОВЫЙ ПЕРИОД 2019 И 2020 ГОДОВ</w:t>
      </w:r>
    </w:p>
    <w:p w:rsidR="00280F35" w:rsidRPr="008B2098" w:rsidRDefault="00280F35" w:rsidP="007923A9">
      <w:pPr>
        <w:pStyle w:val="ConsPlusTitle"/>
        <w:jc w:val="right"/>
        <w:rPr>
          <w:rFonts w:ascii="Times New Roman" w:hAnsi="Times New Roman" w:cs="Times New Roman"/>
          <w:b w:val="0"/>
          <w:szCs w:val="22"/>
        </w:rPr>
      </w:pPr>
      <w:r w:rsidRPr="008B2098">
        <w:rPr>
          <w:rFonts w:ascii="Times New Roman" w:hAnsi="Times New Roman" w:cs="Times New Roman"/>
          <w:b w:val="0"/>
          <w:szCs w:val="22"/>
        </w:rPr>
        <w:t>(тыс. рублей)</w:t>
      </w:r>
    </w:p>
    <w:tbl>
      <w:tblPr>
        <w:tblW w:w="51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55"/>
        <w:gridCol w:w="2523"/>
        <w:gridCol w:w="1320"/>
        <w:gridCol w:w="1539"/>
        <w:gridCol w:w="1320"/>
      </w:tblGrid>
      <w:tr w:rsidR="00280F35" w:rsidRPr="008B2098" w:rsidTr="00D81D73">
        <w:trPr>
          <w:trHeight w:val="870"/>
        </w:trPr>
        <w:tc>
          <w:tcPr>
            <w:tcW w:w="1634" w:type="pct"/>
            <w:vMerge w:val="restar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80F35" w:rsidRPr="008B2098" w:rsidRDefault="00280F35" w:rsidP="00F67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8B2098">
              <w:rPr>
                <w:rFonts w:ascii="Times New Roman" w:hAnsi="Times New Roman"/>
                <w:b/>
                <w:bCs/>
                <w:lang w:eastAsia="ru-RU"/>
              </w:rPr>
              <w:t>Код показателя</w:t>
            </w:r>
          </w:p>
        </w:tc>
        <w:tc>
          <w:tcPr>
            <w:tcW w:w="1267" w:type="pct"/>
            <w:vMerge w:val="restar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80F35" w:rsidRPr="008B2098" w:rsidRDefault="00280F35" w:rsidP="00F67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8B2098">
              <w:rPr>
                <w:rFonts w:ascii="Times New Roman" w:hAnsi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2099" w:type="pct"/>
            <w:gridSpan w:val="3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80F35" w:rsidRPr="008B2098" w:rsidRDefault="00280F35" w:rsidP="00F67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8B2098">
              <w:rPr>
                <w:rFonts w:ascii="Times New Roman" w:hAnsi="Times New Roman"/>
                <w:b/>
                <w:bCs/>
                <w:lang w:eastAsia="ru-RU"/>
              </w:rPr>
              <w:t xml:space="preserve">Сумма на плановый период </w:t>
            </w:r>
          </w:p>
        </w:tc>
      </w:tr>
      <w:tr w:rsidR="00280F35" w:rsidRPr="008B2098" w:rsidTr="00D81D73">
        <w:trPr>
          <w:trHeight w:val="240"/>
        </w:trPr>
        <w:tc>
          <w:tcPr>
            <w:tcW w:w="1634" w:type="pct"/>
            <w:vMerge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80F35" w:rsidRPr="008B2098" w:rsidRDefault="00280F35" w:rsidP="00F67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67" w:type="pct"/>
            <w:vMerge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80F35" w:rsidRPr="008B2098" w:rsidRDefault="00280F35" w:rsidP="00F67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663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80F35" w:rsidRPr="008B2098" w:rsidRDefault="00280F35" w:rsidP="00F6792C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8B2098">
              <w:rPr>
                <w:rFonts w:ascii="Times New Roman" w:hAnsi="Times New Roman"/>
                <w:b/>
                <w:bCs/>
                <w:lang w:eastAsia="ru-RU"/>
              </w:rPr>
              <w:t xml:space="preserve">2018 год </w:t>
            </w:r>
          </w:p>
        </w:tc>
        <w:tc>
          <w:tcPr>
            <w:tcW w:w="773" w:type="pct"/>
            <w:vAlign w:val="center"/>
          </w:tcPr>
          <w:p w:rsidR="00280F35" w:rsidRPr="008B2098" w:rsidRDefault="00280F35" w:rsidP="00F6792C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8B2098">
              <w:rPr>
                <w:rFonts w:ascii="Times New Roman" w:hAnsi="Times New Roman"/>
                <w:b/>
                <w:bCs/>
                <w:lang w:eastAsia="ru-RU"/>
              </w:rPr>
              <w:t>2019 год</w:t>
            </w:r>
          </w:p>
        </w:tc>
        <w:tc>
          <w:tcPr>
            <w:tcW w:w="663" w:type="pct"/>
            <w:vAlign w:val="center"/>
          </w:tcPr>
          <w:p w:rsidR="00280F35" w:rsidRPr="008B2098" w:rsidRDefault="00280F35" w:rsidP="00F6792C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8B2098">
              <w:rPr>
                <w:rFonts w:ascii="Times New Roman" w:hAnsi="Times New Roman"/>
                <w:b/>
                <w:bCs/>
                <w:lang w:eastAsia="ru-RU"/>
              </w:rPr>
              <w:t xml:space="preserve">2020 год </w:t>
            </w:r>
          </w:p>
        </w:tc>
      </w:tr>
    </w:tbl>
    <w:p w:rsidR="00280F35" w:rsidRPr="008B2098" w:rsidRDefault="00280F35" w:rsidP="007923A9">
      <w:pPr>
        <w:pStyle w:val="ConsPlusTitle"/>
        <w:jc w:val="right"/>
        <w:rPr>
          <w:rFonts w:ascii="Times New Roman" w:hAnsi="Times New Roman" w:cs="Times New Roman"/>
          <w:b w:val="0"/>
          <w:szCs w:val="22"/>
        </w:rPr>
      </w:pPr>
    </w:p>
    <w:tbl>
      <w:tblPr>
        <w:tblpPr w:leftFromText="180" w:rightFromText="180" w:vertAnchor="text" w:tblpY="1"/>
        <w:tblOverlap w:val="never"/>
        <w:tblW w:w="57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43"/>
        <w:gridCol w:w="2534"/>
        <w:gridCol w:w="1320"/>
        <w:gridCol w:w="1540"/>
        <w:gridCol w:w="1227"/>
        <w:gridCol w:w="97"/>
        <w:gridCol w:w="1299"/>
      </w:tblGrid>
      <w:tr w:rsidR="00280F35" w:rsidRPr="008B2098" w:rsidTr="000A5DE3">
        <w:trPr>
          <w:gridAfter w:val="1"/>
          <w:wAfter w:w="577" w:type="pct"/>
          <w:trHeight w:val="170"/>
          <w:tblHeader/>
        </w:trPr>
        <w:tc>
          <w:tcPr>
            <w:tcW w:w="1440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bookmarkStart w:id="0" w:name="P1013"/>
            <w:bookmarkEnd w:id="0"/>
            <w:r w:rsidRPr="008B2098">
              <w:rPr>
                <w:rFonts w:ascii="Times New Roman" w:hAnsi="Times New Roman"/>
                <w:b/>
                <w:bCs/>
                <w:lang w:eastAsia="ru-RU"/>
              </w:rPr>
              <w:t>1</w:t>
            </w:r>
          </w:p>
        </w:tc>
        <w:tc>
          <w:tcPr>
            <w:tcW w:w="1125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8B2098">
              <w:rPr>
                <w:rFonts w:ascii="Times New Roman" w:hAnsi="Times New Roman"/>
                <w:b/>
                <w:bCs/>
                <w:lang w:eastAsia="ru-RU"/>
              </w:rPr>
              <w:t>2</w:t>
            </w:r>
          </w:p>
        </w:tc>
        <w:tc>
          <w:tcPr>
            <w:tcW w:w="586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684" w:type="pct"/>
            <w:vAlign w:val="center"/>
          </w:tcPr>
          <w:p w:rsidR="00280F35" w:rsidRPr="008B2098" w:rsidRDefault="00280F35" w:rsidP="000A5DE3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8B2098">
              <w:rPr>
                <w:rFonts w:ascii="Times New Roman" w:hAnsi="Times New Roman"/>
                <w:b/>
                <w:bCs/>
                <w:lang w:eastAsia="ru-RU"/>
              </w:rPr>
              <w:t>3</w:t>
            </w:r>
          </w:p>
        </w:tc>
        <w:tc>
          <w:tcPr>
            <w:tcW w:w="588" w:type="pct"/>
            <w:gridSpan w:val="2"/>
            <w:vAlign w:val="center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8B2098">
              <w:rPr>
                <w:rFonts w:ascii="Times New Roman" w:hAnsi="Times New Roman"/>
                <w:b/>
                <w:bCs/>
                <w:lang w:eastAsia="ru-RU"/>
              </w:rPr>
              <w:t>4</w:t>
            </w:r>
          </w:p>
        </w:tc>
      </w:tr>
      <w:tr w:rsidR="00280F35" w:rsidRPr="008B2098" w:rsidTr="000A5DE3">
        <w:trPr>
          <w:gridAfter w:val="1"/>
          <w:wAfter w:w="577" w:type="pct"/>
          <w:trHeight w:val="333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8B2098">
              <w:rPr>
                <w:rFonts w:ascii="Times New Roman" w:hAnsi="Times New Roman"/>
                <w:b/>
                <w:bCs/>
                <w:lang w:eastAsia="ru-RU"/>
              </w:rPr>
              <w:t>000 8 50 00000 00 0000 000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812 765,9</w:t>
            </w:r>
          </w:p>
        </w:tc>
        <w:tc>
          <w:tcPr>
            <w:tcW w:w="684" w:type="pct"/>
            <w:vAlign w:val="center"/>
          </w:tcPr>
          <w:p w:rsidR="00280F35" w:rsidRPr="008B2098" w:rsidRDefault="00280F35" w:rsidP="000A5DE3">
            <w:pPr>
              <w:rPr>
                <w:rFonts w:ascii="Times New Roman" w:hAnsi="Times New Roman"/>
                <w:b/>
                <w:bCs/>
                <w:lang w:eastAsia="ru-RU"/>
              </w:rPr>
            </w:pPr>
            <w:r w:rsidRPr="008B2098">
              <w:rPr>
                <w:rFonts w:ascii="Times New Roman" w:hAnsi="Times New Roman"/>
                <w:b/>
                <w:bCs/>
                <w:lang w:eastAsia="ru-RU"/>
              </w:rPr>
              <w:t>601 714,77</w:t>
            </w:r>
          </w:p>
        </w:tc>
        <w:tc>
          <w:tcPr>
            <w:tcW w:w="588" w:type="pct"/>
            <w:gridSpan w:val="2"/>
            <w:vAlign w:val="center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8B2098">
              <w:rPr>
                <w:rFonts w:ascii="Times New Roman" w:hAnsi="Times New Roman"/>
                <w:b/>
                <w:bCs/>
                <w:lang w:eastAsia="ru-RU"/>
              </w:rPr>
              <w:t>641676,57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000 1 00 00000 00 0000 000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285 131,4</w:t>
            </w:r>
          </w:p>
        </w:tc>
        <w:tc>
          <w:tcPr>
            <w:tcW w:w="684" w:type="pct"/>
            <w:vAlign w:val="center"/>
          </w:tcPr>
          <w:p w:rsidR="00280F35" w:rsidRPr="008B2098" w:rsidRDefault="00280F35" w:rsidP="000A5DE3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8B2098">
              <w:rPr>
                <w:rFonts w:ascii="Times New Roman" w:hAnsi="Times New Roman"/>
                <w:b/>
                <w:bCs/>
                <w:lang w:eastAsia="ru-RU"/>
              </w:rPr>
              <w:t>226 391,8</w:t>
            </w:r>
          </w:p>
        </w:tc>
        <w:tc>
          <w:tcPr>
            <w:tcW w:w="588" w:type="pct"/>
            <w:gridSpan w:val="2"/>
            <w:vAlign w:val="center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8B2098">
              <w:rPr>
                <w:rFonts w:ascii="Times New Roman" w:hAnsi="Times New Roman"/>
                <w:b/>
                <w:bCs/>
                <w:lang w:eastAsia="ru-RU"/>
              </w:rPr>
              <w:t>237996,1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000 1 01 02000 01 0000 110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122 600,0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8B2098">
              <w:rPr>
                <w:rFonts w:ascii="Times New Roman" w:hAnsi="Times New Roman"/>
                <w:b/>
                <w:bCs/>
                <w:lang w:eastAsia="ru-RU"/>
              </w:rPr>
              <w:t>121 203,0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8B2098">
              <w:rPr>
                <w:rFonts w:ascii="Times New Roman" w:hAnsi="Times New Roman"/>
                <w:b/>
                <w:bCs/>
                <w:lang w:eastAsia="ru-RU"/>
              </w:rPr>
              <w:t>131 007,0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000 1 01 02010 01 0000 110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121 437,0,0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120 233,4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129 959,0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000 1 01 02020 01 0000 110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765</w:t>
            </w:r>
            <w:r w:rsidRPr="008B2098">
              <w:rPr>
                <w:rFonts w:ascii="Times New Roman" w:hAnsi="Times New Roman"/>
                <w:bCs/>
                <w:lang w:eastAsia="ru-RU"/>
              </w:rPr>
              <w:t>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848,4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917,0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000 1 01 02030 01 0000 110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398,0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121,2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131,0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000 1 03 00000 00 0000 000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20 167,7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8B2098">
              <w:rPr>
                <w:rFonts w:ascii="Times New Roman" w:hAnsi="Times New Roman"/>
                <w:b/>
                <w:bCs/>
                <w:lang w:eastAsia="ru-RU"/>
              </w:rPr>
              <w:t>20 830,8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8B2098">
              <w:rPr>
                <w:rFonts w:ascii="Times New Roman" w:hAnsi="Times New Roman"/>
                <w:b/>
                <w:bCs/>
                <w:lang w:eastAsia="ru-RU"/>
              </w:rPr>
              <w:t>22 545,1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000 1 03 02230 01 0000 110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8 208,7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7 832,4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8 477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000 1 03 02240 01 0000 110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79,0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83,3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90,1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000 1 03 02250 01 0000 110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11 880,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12 915,1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13 978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000 1 05 00000 00 0000 000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27 441,0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8B2098">
              <w:rPr>
                <w:rFonts w:ascii="Times New Roman" w:hAnsi="Times New Roman"/>
                <w:b/>
                <w:bCs/>
                <w:lang w:eastAsia="ru-RU"/>
              </w:rPr>
              <w:t>28 450,0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8B2098">
              <w:rPr>
                <w:rFonts w:ascii="Times New Roman" w:hAnsi="Times New Roman"/>
                <w:b/>
                <w:bCs/>
                <w:lang w:eastAsia="ru-RU"/>
              </w:rPr>
              <w:t>28 450,0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000 1 05 010</w:t>
            </w:r>
            <w:r>
              <w:rPr>
                <w:rFonts w:ascii="Times New Roman" w:hAnsi="Times New Roman"/>
                <w:bCs/>
                <w:lang w:eastAsia="ru-RU"/>
              </w:rPr>
              <w:t>00</w:t>
            </w:r>
            <w:r w:rsidRPr="008B2098">
              <w:rPr>
                <w:rFonts w:ascii="Times New Roman" w:hAnsi="Times New Roman"/>
                <w:bCs/>
                <w:lang w:eastAsia="ru-RU"/>
              </w:rPr>
              <w:t xml:space="preserve"> 0</w:t>
            </w:r>
            <w:r>
              <w:rPr>
                <w:rFonts w:ascii="Times New Roman" w:hAnsi="Times New Roman"/>
                <w:bCs/>
                <w:lang w:eastAsia="ru-RU"/>
              </w:rPr>
              <w:t>0</w:t>
            </w:r>
            <w:r w:rsidRPr="008B2098"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lang w:eastAsia="ru-RU"/>
              </w:rPr>
              <w:t>0</w:t>
            </w:r>
            <w:r w:rsidRPr="008B2098">
              <w:rPr>
                <w:rFonts w:ascii="Times New Roman" w:hAnsi="Times New Roman"/>
                <w:bCs/>
                <w:lang w:eastAsia="ru-RU"/>
              </w:rPr>
              <w:t>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Налог , взимаемый в связи с применением упрощенной системы налогообложения 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404917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404917">
              <w:rPr>
                <w:rFonts w:ascii="Times New Roman" w:hAnsi="Times New Roman"/>
                <w:b/>
                <w:bCs/>
                <w:lang w:eastAsia="ru-RU"/>
              </w:rPr>
              <w:t>2 135,0</w:t>
            </w:r>
          </w:p>
        </w:tc>
        <w:tc>
          <w:tcPr>
            <w:tcW w:w="684" w:type="pct"/>
            <w:vAlign w:val="bottom"/>
          </w:tcPr>
          <w:p w:rsidR="00280F35" w:rsidRPr="00404917" w:rsidRDefault="00280F35" w:rsidP="000A5DE3">
            <w:pPr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404917">
              <w:rPr>
                <w:rFonts w:ascii="Times New Roman" w:hAnsi="Times New Roman"/>
                <w:b/>
                <w:bCs/>
                <w:lang w:eastAsia="ru-RU"/>
              </w:rPr>
              <w:t>1309,0</w:t>
            </w:r>
          </w:p>
        </w:tc>
        <w:tc>
          <w:tcPr>
            <w:tcW w:w="588" w:type="pct"/>
            <w:gridSpan w:val="2"/>
            <w:vAlign w:val="bottom"/>
          </w:tcPr>
          <w:p w:rsidR="00280F35" w:rsidRPr="00404917" w:rsidRDefault="00280F35" w:rsidP="000A5DE3">
            <w:pPr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404917">
              <w:rPr>
                <w:rFonts w:ascii="Times New Roman" w:hAnsi="Times New Roman"/>
                <w:b/>
                <w:bCs/>
                <w:lang w:eastAsia="ru-RU"/>
              </w:rPr>
              <w:t>1309,0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000 1 05 010</w:t>
            </w:r>
            <w:r>
              <w:rPr>
                <w:rFonts w:ascii="Times New Roman" w:hAnsi="Times New Roman"/>
                <w:bCs/>
                <w:lang w:eastAsia="ru-RU"/>
              </w:rPr>
              <w:t>1</w:t>
            </w:r>
            <w:r w:rsidRPr="008B2098">
              <w:rPr>
                <w:rFonts w:ascii="Times New Roman" w:hAnsi="Times New Roman"/>
                <w:bCs/>
                <w:lang w:eastAsia="ru-RU"/>
              </w:rPr>
              <w:t>1 01 1000 110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Налог взимаемый с налогоплательщиков, выбравших в качестве объекта налогообложения доходы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1 277,0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750,0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750,0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000 1 05 01021 01 1000 110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Налог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858,0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</w:pPr>
            <w:r>
              <w:rPr>
                <w:rFonts w:ascii="Times New Roman" w:hAnsi="Times New Roman"/>
                <w:bCs/>
                <w:lang w:eastAsia="ru-RU"/>
              </w:rPr>
              <w:t>55</w:t>
            </w:r>
            <w:r w:rsidRPr="008B2098">
              <w:rPr>
                <w:rFonts w:ascii="Times New Roman" w:hAnsi="Times New Roman"/>
                <w:bCs/>
                <w:lang w:eastAsia="ru-RU"/>
              </w:rPr>
              <w:t>9,0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jc w:val="right"/>
            </w:pPr>
            <w:r>
              <w:rPr>
                <w:rFonts w:ascii="Times New Roman" w:hAnsi="Times New Roman"/>
                <w:bCs/>
                <w:lang w:eastAsia="ru-RU"/>
              </w:rPr>
              <w:t>55</w:t>
            </w:r>
            <w:r w:rsidRPr="008B2098">
              <w:rPr>
                <w:rFonts w:ascii="Times New Roman" w:hAnsi="Times New Roman"/>
                <w:bCs/>
                <w:lang w:eastAsia="ru-RU"/>
              </w:rPr>
              <w:t>9,0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000 1 05 02000 02 0000 110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Единый налог на вмененный доход для отдельных видов деятельности 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404917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404917">
              <w:rPr>
                <w:rFonts w:ascii="Times New Roman" w:hAnsi="Times New Roman"/>
                <w:b/>
                <w:bCs/>
                <w:lang w:eastAsia="ru-RU"/>
              </w:rPr>
              <w:t>14 660,0</w:t>
            </w:r>
          </w:p>
        </w:tc>
        <w:tc>
          <w:tcPr>
            <w:tcW w:w="684" w:type="pct"/>
            <w:vAlign w:val="bottom"/>
          </w:tcPr>
          <w:p w:rsidR="00280F35" w:rsidRPr="00404917" w:rsidRDefault="00280F35" w:rsidP="000A5DE3">
            <w:pPr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404917">
              <w:rPr>
                <w:rFonts w:ascii="Times New Roman" w:hAnsi="Times New Roman"/>
                <w:b/>
                <w:bCs/>
                <w:lang w:eastAsia="ru-RU"/>
              </w:rPr>
              <w:t>16 300,0</w:t>
            </w:r>
          </w:p>
        </w:tc>
        <w:tc>
          <w:tcPr>
            <w:tcW w:w="588" w:type="pct"/>
            <w:gridSpan w:val="2"/>
            <w:vAlign w:val="bottom"/>
          </w:tcPr>
          <w:p w:rsidR="00280F35" w:rsidRPr="00404917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404917">
              <w:rPr>
                <w:rFonts w:ascii="Times New Roman" w:hAnsi="Times New Roman"/>
                <w:b/>
                <w:bCs/>
                <w:lang w:eastAsia="ru-RU"/>
              </w:rPr>
              <w:t>16 300,0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000 1 05 02010 02 0000 110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jc w:val="right"/>
            </w:pPr>
            <w:r>
              <w:rPr>
                <w:rFonts w:ascii="Times New Roman" w:hAnsi="Times New Roman"/>
                <w:bCs/>
                <w:lang w:eastAsia="ru-RU"/>
              </w:rPr>
              <w:t>14 660,0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</w:pPr>
            <w:r w:rsidRPr="008B2098">
              <w:rPr>
                <w:rFonts w:ascii="Times New Roman" w:hAnsi="Times New Roman"/>
                <w:bCs/>
                <w:lang w:eastAsia="ru-RU"/>
              </w:rPr>
              <w:t>16 300,0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jc w:val="right"/>
            </w:pPr>
            <w:r w:rsidRPr="008B2098">
              <w:rPr>
                <w:rFonts w:ascii="Times New Roman" w:hAnsi="Times New Roman"/>
                <w:bCs/>
                <w:lang w:eastAsia="ru-RU"/>
              </w:rPr>
              <w:t>16 300,0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000 1 05 03000 01 0000 110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404917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404917">
              <w:rPr>
                <w:rFonts w:ascii="Times New Roman" w:hAnsi="Times New Roman"/>
                <w:b/>
                <w:bCs/>
                <w:lang w:eastAsia="ru-RU"/>
              </w:rPr>
              <w:t>10 400,0</w:t>
            </w:r>
          </w:p>
        </w:tc>
        <w:tc>
          <w:tcPr>
            <w:tcW w:w="684" w:type="pct"/>
            <w:vAlign w:val="bottom"/>
          </w:tcPr>
          <w:p w:rsidR="00280F35" w:rsidRPr="00404917" w:rsidRDefault="00280F35" w:rsidP="000A5DE3">
            <w:pPr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404917">
              <w:rPr>
                <w:rFonts w:ascii="Times New Roman" w:hAnsi="Times New Roman"/>
                <w:b/>
                <w:bCs/>
                <w:lang w:eastAsia="ru-RU"/>
              </w:rPr>
              <w:t>10 706,0</w:t>
            </w:r>
          </w:p>
        </w:tc>
        <w:tc>
          <w:tcPr>
            <w:tcW w:w="588" w:type="pct"/>
            <w:gridSpan w:val="2"/>
            <w:vAlign w:val="bottom"/>
          </w:tcPr>
          <w:p w:rsidR="00280F35" w:rsidRPr="00404917" w:rsidRDefault="00280F35" w:rsidP="000A5DE3">
            <w:pPr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404917">
              <w:rPr>
                <w:rFonts w:ascii="Times New Roman" w:hAnsi="Times New Roman"/>
                <w:b/>
                <w:bCs/>
                <w:lang w:eastAsia="ru-RU"/>
              </w:rPr>
              <w:t>10 706,0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000 1 05 03010 01 0000 110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 xml:space="preserve">10 </w:t>
            </w:r>
            <w:r>
              <w:rPr>
                <w:rFonts w:ascii="Times New Roman" w:hAnsi="Times New Roman"/>
                <w:bCs/>
                <w:lang w:eastAsia="ru-RU"/>
              </w:rPr>
              <w:t>400</w:t>
            </w:r>
            <w:r w:rsidRPr="008B2098">
              <w:rPr>
                <w:rFonts w:ascii="Times New Roman" w:hAnsi="Times New Roman"/>
                <w:bCs/>
                <w:lang w:eastAsia="ru-RU"/>
              </w:rPr>
              <w:t>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10 706,0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10 706,0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000 1 05 04020 02 0000 110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E130B0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E130B0">
              <w:rPr>
                <w:rFonts w:ascii="Times New Roman" w:hAnsi="Times New Roman"/>
                <w:b/>
                <w:bCs/>
                <w:lang w:eastAsia="ru-RU"/>
              </w:rPr>
              <w:t>246,0</w:t>
            </w:r>
          </w:p>
        </w:tc>
        <w:tc>
          <w:tcPr>
            <w:tcW w:w="684" w:type="pct"/>
            <w:vAlign w:val="bottom"/>
          </w:tcPr>
          <w:p w:rsidR="00280F35" w:rsidRPr="00E130B0" w:rsidRDefault="00280F35" w:rsidP="000A5DE3">
            <w:pPr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E130B0">
              <w:rPr>
                <w:rFonts w:ascii="Times New Roman" w:hAnsi="Times New Roman"/>
                <w:b/>
                <w:bCs/>
                <w:lang w:eastAsia="ru-RU"/>
              </w:rPr>
              <w:t>135,0</w:t>
            </w:r>
          </w:p>
        </w:tc>
        <w:tc>
          <w:tcPr>
            <w:tcW w:w="588" w:type="pct"/>
            <w:gridSpan w:val="2"/>
            <w:vAlign w:val="bottom"/>
          </w:tcPr>
          <w:p w:rsidR="00280F35" w:rsidRPr="00E130B0" w:rsidRDefault="00280F35" w:rsidP="000A5DE3">
            <w:pPr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E130B0">
              <w:rPr>
                <w:rFonts w:ascii="Times New Roman" w:hAnsi="Times New Roman"/>
                <w:b/>
                <w:bCs/>
                <w:lang w:eastAsia="ru-RU"/>
              </w:rPr>
              <w:t>135,0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000 1 08 00000 00 0000 000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jc w:val="right"/>
              <w:rPr>
                <w:b/>
              </w:rPr>
            </w:pPr>
            <w:r w:rsidRPr="008B2098">
              <w:rPr>
                <w:rFonts w:ascii="Times New Roman" w:hAnsi="Times New Roman"/>
                <w:b/>
                <w:bCs/>
                <w:lang w:eastAsia="ru-RU"/>
              </w:rPr>
              <w:t xml:space="preserve">2 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4</w:t>
            </w:r>
            <w:r w:rsidRPr="008B2098">
              <w:rPr>
                <w:rFonts w:ascii="Times New Roman" w:hAnsi="Times New Roman"/>
                <w:b/>
                <w:bCs/>
                <w:lang w:eastAsia="ru-RU"/>
              </w:rPr>
              <w:t>00,0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b/>
              </w:rPr>
            </w:pPr>
            <w:r w:rsidRPr="008B2098">
              <w:rPr>
                <w:rFonts w:ascii="Times New Roman" w:hAnsi="Times New Roman"/>
                <w:b/>
                <w:bCs/>
                <w:lang w:eastAsia="ru-RU"/>
              </w:rPr>
              <w:t>2 000,0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jc w:val="right"/>
              <w:rPr>
                <w:b/>
              </w:rPr>
            </w:pPr>
            <w:r w:rsidRPr="008B2098">
              <w:rPr>
                <w:rFonts w:ascii="Times New Roman" w:hAnsi="Times New Roman"/>
                <w:b/>
                <w:bCs/>
                <w:lang w:eastAsia="ru-RU"/>
              </w:rPr>
              <w:t>2 000,0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000 1 08 03000 01 0000 110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 xml:space="preserve">2 </w:t>
            </w:r>
            <w:r>
              <w:rPr>
                <w:rFonts w:ascii="Times New Roman" w:hAnsi="Times New Roman"/>
                <w:bCs/>
                <w:lang w:eastAsia="ru-RU"/>
              </w:rPr>
              <w:t>4</w:t>
            </w:r>
            <w:r w:rsidRPr="008B2098">
              <w:rPr>
                <w:rFonts w:ascii="Times New Roman" w:hAnsi="Times New Roman"/>
                <w:bCs/>
                <w:lang w:eastAsia="ru-RU"/>
              </w:rPr>
              <w:t>00,0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</w:pPr>
            <w:r w:rsidRPr="008B2098">
              <w:rPr>
                <w:rFonts w:ascii="Times New Roman" w:hAnsi="Times New Roman"/>
                <w:bCs/>
                <w:lang w:eastAsia="ru-RU"/>
              </w:rPr>
              <w:t>2 000,0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jc w:val="right"/>
            </w:pPr>
            <w:r w:rsidRPr="008B2098">
              <w:rPr>
                <w:rFonts w:ascii="Times New Roman" w:hAnsi="Times New Roman"/>
                <w:bCs/>
                <w:lang w:eastAsia="ru-RU"/>
              </w:rPr>
              <w:t>2 000,0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000 1 08 03010 01 0000 110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jc w:val="right"/>
            </w:pPr>
            <w:r w:rsidRPr="008B2098">
              <w:rPr>
                <w:rFonts w:ascii="Times New Roman" w:hAnsi="Times New Roman"/>
                <w:bCs/>
                <w:lang w:eastAsia="ru-RU"/>
              </w:rPr>
              <w:t xml:space="preserve">2 </w:t>
            </w:r>
            <w:r>
              <w:rPr>
                <w:rFonts w:ascii="Times New Roman" w:hAnsi="Times New Roman"/>
                <w:bCs/>
                <w:lang w:eastAsia="ru-RU"/>
              </w:rPr>
              <w:t>400</w:t>
            </w:r>
            <w:r w:rsidRPr="008B2098">
              <w:rPr>
                <w:rFonts w:ascii="Times New Roman" w:hAnsi="Times New Roman"/>
                <w:bCs/>
                <w:lang w:eastAsia="ru-RU"/>
              </w:rPr>
              <w:t>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</w:pPr>
            <w:r w:rsidRPr="008B2098">
              <w:rPr>
                <w:rFonts w:ascii="Times New Roman" w:hAnsi="Times New Roman"/>
                <w:bCs/>
                <w:lang w:eastAsia="ru-RU"/>
              </w:rPr>
              <w:t>2 000,0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jc w:val="right"/>
            </w:pPr>
            <w:r w:rsidRPr="008B2098">
              <w:rPr>
                <w:rFonts w:ascii="Times New Roman" w:hAnsi="Times New Roman"/>
                <w:bCs/>
                <w:lang w:eastAsia="ru-RU"/>
              </w:rPr>
              <w:t>2 000,0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000 1 09 00000 00 0000 000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Задолженность и перерасчеты по отмененным налогам , сборам и иным обязательным платежам 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0,7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D9320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D93208">
              <w:rPr>
                <w:rFonts w:ascii="Times New Roman" w:hAnsi="Times New Roman"/>
                <w:bCs/>
                <w:lang w:eastAsia="ru-RU"/>
              </w:rPr>
              <w:t>000</w:t>
            </w:r>
            <w:r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 w:rsidRPr="00D93208">
              <w:rPr>
                <w:rFonts w:ascii="Times New Roman" w:hAnsi="Times New Roman"/>
                <w:bCs/>
                <w:lang w:eastAsia="ru-RU"/>
              </w:rPr>
              <w:t>1</w:t>
            </w:r>
            <w:r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 w:rsidRPr="00D93208">
              <w:rPr>
                <w:rFonts w:ascii="Times New Roman" w:hAnsi="Times New Roman"/>
                <w:bCs/>
                <w:lang w:eastAsia="ru-RU"/>
              </w:rPr>
              <w:t>09</w:t>
            </w:r>
            <w:r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 w:rsidRPr="00D93208">
              <w:rPr>
                <w:rFonts w:ascii="Times New Roman" w:hAnsi="Times New Roman"/>
                <w:bCs/>
                <w:lang w:eastAsia="ru-RU"/>
              </w:rPr>
              <w:t>01030</w:t>
            </w:r>
            <w:r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 w:rsidRPr="00D93208">
              <w:rPr>
                <w:rFonts w:ascii="Times New Roman" w:hAnsi="Times New Roman"/>
                <w:bCs/>
                <w:lang w:eastAsia="ru-RU"/>
              </w:rPr>
              <w:t>05</w:t>
            </w:r>
            <w:r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 w:rsidRPr="00D93208">
              <w:rPr>
                <w:rFonts w:ascii="Times New Roman" w:hAnsi="Times New Roman"/>
                <w:bCs/>
                <w:lang w:eastAsia="ru-RU"/>
              </w:rPr>
              <w:t>1000</w:t>
            </w:r>
            <w:r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 w:rsidRPr="00D93208">
              <w:rPr>
                <w:rFonts w:ascii="Times New Roman" w:hAnsi="Times New Roman"/>
                <w:bCs/>
                <w:lang w:eastAsia="ru-RU"/>
              </w:rPr>
              <w:t>110</w:t>
            </w:r>
          </w:p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9320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Налог на прибыль организаций, зачислявшийся до 1января 2005 года в местные бюджеты, мобилизуемый на территориях муниципальных районов.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D9320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D93208">
              <w:rPr>
                <w:rFonts w:ascii="Times New Roman" w:hAnsi="Times New Roman"/>
                <w:bCs/>
                <w:lang w:eastAsia="ru-RU"/>
              </w:rPr>
              <w:t>0,7</w:t>
            </w:r>
          </w:p>
        </w:tc>
        <w:tc>
          <w:tcPr>
            <w:tcW w:w="684" w:type="pct"/>
            <w:vAlign w:val="bottom"/>
          </w:tcPr>
          <w:p w:rsidR="00280F35" w:rsidRPr="00D9320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000 1 11 00000 00 0000 000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31 494,0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8B2098">
              <w:rPr>
                <w:rFonts w:ascii="Times New Roman" w:hAnsi="Times New Roman"/>
                <w:b/>
                <w:bCs/>
                <w:lang w:eastAsia="ru-RU"/>
              </w:rPr>
              <w:t>32 730,0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8B2098">
              <w:rPr>
                <w:rFonts w:ascii="Times New Roman" w:hAnsi="Times New Roman"/>
                <w:b/>
                <w:bCs/>
                <w:lang w:eastAsia="ru-RU"/>
              </w:rPr>
              <w:t>32 730,0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000 1 11 05000 00 0000 120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31 494,0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32 730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32 730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000 1 11 05010 00 0000 120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28 136,0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29 603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29 603</w:t>
            </w:r>
          </w:p>
        </w:tc>
      </w:tr>
      <w:tr w:rsidR="00280F35" w:rsidRPr="008B2098" w:rsidTr="000A5DE3">
        <w:trPr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000 1 11 05013 05 0000 120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25</w:t>
            </w:r>
            <w:r>
              <w:rPr>
                <w:rFonts w:ascii="Times New Roman" w:hAnsi="Times New Roman"/>
                <w:bCs/>
                <w:lang w:eastAsia="ru-RU"/>
              </w:rPr>
              <w:t> 000,0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25 722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25 722</w:t>
            </w:r>
          </w:p>
        </w:tc>
        <w:tc>
          <w:tcPr>
            <w:tcW w:w="577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000 1 11 05013 13 0000 120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3</w:t>
            </w:r>
            <w:r>
              <w:rPr>
                <w:rFonts w:ascii="Times New Roman" w:hAnsi="Times New Roman"/>
                <w:bCs/>
                <w:lang w:eastAsia="ru-RU"/>
              </w:rPr>
              <w:t> 136,0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3 881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3 881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000 1 11 05020 00 0000 120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2 128</w:t>
            </w:r>
            <w:r w:rsidRPr="008B2098">
              <w:rPr>
                <w:rFonts w:ascii="Times New Roman" w:hAnsi="Times New Roman"/>
                <w:bCs/>
                <w:lang w:eastAsia="ru-RU"/>
              </w:rPr>
              <w:t>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1774,0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1774,0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000 1 11 05025 05 0000 120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2 128,0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</w:pPr>
            <w:r w:rsidRPr="008B2098">
              <w:rPr>
                <w:rFonts w:ascii="Times New Roman" w:hAnsi="Times New Roman"/>
                <w:bCs/>
                <w:lang w:eastAsia="ru-RU"/>
              </w:rPr>
              <w:t>1 774,0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jc w:val="right"/>
            </w:pPr>
            <w:r w:rsidRPr="008B2098">
              <w:rPr>
                <w:rFonts w:ascii="Times New Roman" w:hAnsi="Times New Roman"/>
                <w:bCs/>
                <w:lang w:eastAsia="ru-RU"/>
              </w:rPr>
              <w:t>1 774,0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000 1 11 05030 00 0000 120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945,0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851,5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851,5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000 1 11 05035 05 0000 120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945,0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851,5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851,5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000 1 11 05070 00 0000 120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Доходы от сдачи в аренду имущества, составляющего государственную (муниципальную) казну  (за исключением земельных участков)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285,0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498,5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498,5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000 1 11 05075 05 0000 120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Доходы от сдачи в аренду имущества, составляющего государственную (муниципальную) казну  (за исключением земельных участков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285,0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498,5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498,5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000 1 12 00000 00 0000 000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227</w:t>
            </w:r>
            <w:r w:rsidRPr="008B2098">
              <w:rPr>
                <w:rFonts w:ascii="Times New Roman" w:hAnsi="Times New Roman"/>
                <w:b/>
                <w:bCs/>
                <w:lang w:eastAsia="ru-RU"/>
              </w:rPr>
              <w:t>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b/>
              </w:rPr>
            </w:pPr>
            <w:r w:rsidRPr="008B2098">
              <w:rPr>
                <w:rFonts w:ascii="Times New Roman" w:hAnsi="Times New Roman"/>
                <w:b/>
                <w:bCs/>
                <w:lang w:eastAsia="ru-RU"/>
              </w:rPr>
              <w:t>200,0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jc w:val="right"/>
              <w:rPr>
                <w:b/>
              </w:rPr>
            </w:pPr>
            <w:r w:rsidRPr="008B2098">
              <w:rPr>
                <w:rFonts w:ascii="Times New Roman" w:hAnsi="Times New Roman"/>
                <w:b/>
                <w:bCs/>
                <w:lang w:eastAsia="ru-RU"/>
              </w:rPr>
              <w:t>200,0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000 1 12 01000 01 0000 120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jc w:val="right"/>
            </w:pPr>
            <w:r>
              <w:rPr>
                <w:rFonts w:ascii="Times New Roman" w:hAnsi="Times New Roman"/>
                <w:bCs/>
                <w:lang w:eastAsia="ru-RU"/>
              </w:rPr>
              <w:t>227</w:t>
            </w:r>
            <w:r w:rsidRPr="008B2098">
              <w:rPr>
                <w:rFonts w:ascii="Times New Roman" w:hAnsi="Times New Roman"/>
                <w:bCs/>
                <w:lang w:eastAsia="ru-RU"/>
              </w:rPr>
              <w:t>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</w:pPr>
            <w:r w:rsidRPr="008B2098">
              <w:rPr>
                <w:rFonts w:ascii="Times New Roman" w:hAnsi="Times New Roman"/>
                <w:bCs/>
                <w:lang w:eastAsia="ru-RU"/>
              </w:rPr>
              <w:t>200,0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jc w:val="right"/>
            </w:pPr>
            <w:r w:rsidRPr="008B2098">
              <w:rPr>
                <w:rFonts w:ascii="Times New Roman" w:hAnsi="Times New Roman"/>
                <w:bCs/>
                <w:lang w:eastAsia="ru-RU"/>
              </w:rPr>
              <w:t>200,0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000 1 12 01010 01 0000 120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89,0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53,6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53,6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000 1 12 01030 01 0000 120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56,3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62,8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62,8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000 1 12 01040 01 0000 120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81,7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83,6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83,6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000 1 13 00000 00 0000 000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jc w:val="right"/>
              <w:rPr>
                <w:b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1 295</w:t>
            </w:r>
            <w:r w:rsidRPr="008B2098">
              <w:rPr>
                <w:rFonts w:ascii="Times New Roman" w:hAnsi="Times New Roman"/>
                <w:b/>
                <w:bCs/>
                <w:lang w:eastAsia="ru-RU"/>
              </w:rPr>
              <w:t>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b/>
              </w:rPr>
            </w:pPr>
            <w:r w:rsidRPr="008B2098">
              <w:rPr>
                <w:rFonts w:ascii="Times New Roman" w:hAnsi="Times New Roman"/>
                <w:b/>
                <w:bCs/>
                <w:lang w:eastAsia="ru-RU"/>
              </w:rPr>
              <w:t>691,0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jc w:val="right"/>
              <w:rPr>
                <w:b/>
              </w:rPr>
            </w:pPr>
            <w:r w:rsidRPr="008B2098">
              <w:rPr>
                <w:rFonts w:ascii="Times New Roman" w:hAnsi="Times New Roman"/>
                <w:b/>
                <w:bCs/>
                <w:lang w:eastAsia="ru-RU"/>
              </w:rPr>
              <w:t>691,0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000 1 13 01000 00 0000 130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494FD1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494FD1">
              <w:rPr>
                <w:rFonts w:ascii="Times New Roman" w:hAnsi="Times New Roman"/>
                <w:b/>
                <w:bCs/>
                <w:lang w:eastAsia="ru-RU"/>
              </w:rPr>
              <w:t>608,0</w:t>
            </w:r>
          </w:p>
        </w:tc>
        <w:tc>
          <w:tcPr>
            <w:tcW w:w="684" w:type="pct"/>
            <w:vAlign w:val="bottom"/>
          </w:tcPr>
          <w:p w:rsidR="00280F35" w:rsidRPr="00494FD1" w:rsidRDefault="00280F35" w:rsidP="000A5DE3">
            <w:pPr>
              <w:jc w:val="right"/>
              <w:rPr>
                <w:b/>
              </w:rPr>
            </w:pPr>
            <w:r w:rsidRPr="00494FD1">
              <w:rPr>
                <w:rFonts w:ascii="Times New Roman" w:hAnsi="Times New Roman"/>
                <w:b/>
                <w:bCs/>
                <w:lang w:eastAsia="ru-RU"/>
              </w:rPr>
              <w:t>691,0</w:t>
            </w:r>
          </w:p>
        </w:tc>
        <w:tc>
          <w:tcPr>
            <w:tcW w:w="588" w:type="pct"/>
            <w:gridSpan w:val="2"/>
            <w:vAlign w:val="bottom"/>
          </w:tcPr>
          <w:p w:rsidR="00280F35" w:rsidRPr="00494FD1" w:rsidRDefault="00280F35" w:rsidP="000A5DE3">
            <w:pPr>
              <w:jc w:val="right"/>
              <w:rPr>
                <w:b/>
              </w:rPr>
            </w:pPr>
            <w:r w:rsidRPr="00494FD1">
              <w:rPr>
                <w:rFonts w:ascii="Times New Roman" w:hAnsi="Times New Roman"/>
                <w:b/>
                <w:bCs/>
                <w:lang w:eastAsia="ru-RU"/>
              </w:rPr>
              <w:t>691,0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000 1 13 01995 05 0000 130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608,0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</w:pPr>
            <w:r w:rsidRPr="008B2098">
              <w:rPr>
                <w:rFonts w:ascii="Times New Roman" w:hAnsi="Times New Roman"/>
                <w:bCs/>
                <w:lang w:eastAsia="ru-RU"/>
              </w:rPr>
              <w:t>691,0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jc w:val="right"/>
            </w:pPr>
            <w:r w:rsidRPr="008B2098">
              <w:rPr>
                <w:rFonts w:ascii="Times New Roman" w:hAnsi="Times New Roman"/>
                <w:bCs/>
                <w:lang w:eastAsia="ru-RU"/>
              </w:rPr>
              <w:t>691,0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Default="00280F35" w:rsidP="000A5DE3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0A5DE3">
              <w:rPr>
                <w:rFonts w:ascii="Times New Roman" w:hAnsi="Times New Roman"/>
                <w:color w:val="000000"/>
              </w:rPr>
              <w:t>000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A5DE3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A5DE3">
              <w:rPr>
                <w:rFonts w:ascii="Times New Roman" w:hAnsi="Times New Roman"/>
                <w:color w:val="000000"/>
              </w:rPr>
              <w:t>13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A5DE3">
              <w:rPr>
                <w:rFonts w:ascii="Times New Roman" w:hAnsi="Times New Roman"/>
                <w:color w:val="000000"/>
              </w:rPr>
              <w:t>02995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A5DE3">
              <w:rPr>
                <w:rFonts w:ascii="Times New Roman" w:hAnsi="Times New Roman"/>
                <w:color w:val="000000"/>
              </w:rPr>
              <w:t>05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A5DE3">
              <w:rPr>
                <w:rFonts w:ascii="Times New Roman" w:hAnsi="Times New Roman"/>
                <w:color w:val="000000"/>
              </w:rPr>
              <w:t>0000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A5DE3">
              <w:rPr>
                <w:rFonts w:ascii="Times New Roman" w:hAnsi="Times New Roman"/>
                <w:color w:val="000000"/>
              </w:rPr>
              <w:t>130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Прочие затраты от компенсации затрат бюджетов муниципальных районов 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687,0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000 1 14 00000 00 0000 000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57 516,</w:t>
            </w:r>
            <w:r w:rsidRPr="008B2098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8B2098">
              <w:rPr>
                <w:rFonts w:ascii="Times New Roman" w:hAnsi="Times New Roman"/>
                <w:b/>
                <w:bCs/>
                <w:lang w:eastAsia="ru-RU"/>
              </w:rPr>
              <w:t>50,0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8B2098">
              <w:rPr>
                <w:rFonts w:ascii="Times New Roman" w:hAnsi="Times New Roman"/>
                <w:b/>
                <w:bCs/>
                <w:lang w:eastAsia="ru-RU"/>
              </w:rPr>
              <w:t>50,0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000 1 1402052 05 0000 410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787</w:t>
            </w:r>
            <w:r w:rsidRPr="008B2098">
              <w:rPr>
                <w:rFonts w:ascii="Times New Roman" w:hAnsi="Times New Roman"/>
                <w:bCs/>
                <w:lang w:eastAsia="ru-RU"/>
              </w:rPr>
              <w:t>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50,0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50,0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000 1 14 06000 00 0000 430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56 729,0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 xml:space="preserve">000 1 14 06013 </w:t>
            </w:r>
            <w:r>
              <w:rPr>
                <w:rFonts w:ascii="Times New Roman" w:hAnsi="Times New Roman"/>
                <w:bCs/>
                <w:lang w:eastAsia="ru-RU"/>
              </w:rPr>
              <w:t>05</w:t>
            </w:r>
            <w:r w:rsidRPr="008B2098">
              <w:rPr>
                <w:rFonts w:ascii="Times New Roman" w:hAnsi="Times New Roman"/>
                <w:bCs/>
                <w:lang w:eastAsia="ru-RU"/>
              </w:rPr>
              <w:t xml:space="preserve"> 0000 430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и межселенных территорий муниципальных районов 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56 337</w:t>
            </w:r>
            <w:r w:rsidRPr="008B2098">
              <w:rPr>
                <w:rFonts w:ascii="Times New Roman" w:hAnsi="Times New Roman"/>
                <w:bCs/>
                <w:lang w:eastAsia="ru-RU"/>
              </w:rPr>
              <w:t>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0</w:t>
            </w:r>
            <w:r w:rsidRPr="008B2098">
              <w:rPr>
                <w:rFonts w:ascii="Times New Roman" w:hAnsi="Times New Roman"/>
                <w:bCs/>
                <w:lang w:eastAsia="ru-RU"/>
              </w:rPr>
              <w:t>000 1 14 06013 1</w:t>
            </w:r>
            <w:r>
              <w:rPr>
                <w:rFonts w:ascii="Times New Roman" w:hAnsi="Times New Roman"/>
                <w:bCs/>
                <w:lang w:eastAsia="ru-RU"/>
              </w:rPr>
              <w:t>3</w:t>
            </w:r>
            <w:r w:rsidRPr="008B2098">
              <w:rPr>
                <w:rFonts w:ascii="Times New Roman" w:hAnsi="Times New Roman"/>
                <w:bCs/>
                <w:lang w:eastAsia="ru-RU"/>
              </w:rPr>
              <w:t xml:space="preserve"> 0000 430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городских</w:t>
            </w: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поселений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491B0F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491B0F">
              <w:rPr>
                <w:rFonts w:ascii="Times New Roman" w:hAnsi="Times New Roman"/>
                <w:bCs/>
                <w:lang w:eastAsia="ru-RU"/>
              </w:rPr>
              <w:t>392,0</w:t>
            </w:r>
          </w:p>
        </w:tc>
        <w:tc>
          <w:tcPr>
            <w:tcW w:w="684" w:type="pct"/>
            <w:vAlign w:val="bottom"/>
          </w:tcPr>
          <w:p w:rsidR="00280F35" w:rsidRPr="00491B0F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000 1 16 00000 00 0000 000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1 190</w:t>
            </w:r>
            <w:r w:rsidRPr="008B2098">
              <w:rPr>
                <w:rFonts w:ascii="Times New Roman" w:hAnsi="Times New Roman"/>
                <w:b/>
                <w:bCs/>
                <w:lang w:eastAsia="ru-RU"/>
              </w:rPr>
              <w:t>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b/>
              </w:rPr>
            </w:pPr>
            <w:r w:rsidRPr="008B2098">
              <w:rPr>
                <w:rFonts w:ascii="Times New Roman" w:hAnsi="Times New Roman"/>
                <w:b/>
                <w:bCs/>
                <w:lang w:eastAsia="ru-RU"/>
              </w:rPr>
              <w:t>1 800,0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jc w:val="right"/>
              <w:rPr>
                <w:b/>
              </w:rPr>
            </w:pPr>
            <w:r w:rsidRPr="008B2098">
              <w:rPr>
                <w:rFonts w:ascii="Times New Roman" w:hAnsi="Times New Roman"/>
                <w:b/>
                <w:bCs/>
                <w:lang w:eastAsia="ru-RU"/>
              </w:rPr>
              <w:t>1 800,0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000 1 16 03000 00 0000 140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44,8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131,4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131,4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000 1 16 03010 01 0000 140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44,8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124,2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124,2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280F35" w:rsidRPr="008B2098" w:rsidRDefault="00280F35" w:rsidP="005F0616">
            <w:pPr>
              <w:jc w:val="center"/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000 1 16 03030 01 0000 140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0,4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7,2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7,2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280F35" w:rsidRPr="008B2098" w:rsidRDefault="00280F35" w:rsidP="005F0616">
            <w:pPr>
              <w:jc w:val="center"/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000 1 16 06000 01 0000 140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20,0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20,4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20,4</w:t>
            </w:r>
          </w:p>
        </w:tc>
      </w:tr>
      <w:tr w:rsidR="00280F35" w:rsidRPr="008B2098" w:rsidTr="000A5DE3">
        <w:trPr>
          <w:gridAfter w:val="2"/>
          <w:wAfter w:w="620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000 1 16 08010 01 6000 140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 , алкогольной , спиртосодержащей продукции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128,0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545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</w:tr>
      <w:tr w:rsidR="00280F35" w:rsidRPr="008B2098" w:rsidTr="000A5DE3">
        <w:trPr>
          <w:gridAfter w:val="2"/>
          <w:wAfter w:w="620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000 1 16 08020 01 6000 140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 продукции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5,0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545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</w:tr>
      <w:tr w:rsidR="00280F35" w:rsidRPr="008B2098" w:rsidTr="000A5DE3">
        <w:trPr>
          <w:gridAfter w:val="2"/>
          <w:wAfter w:w="620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000 1 16 25000 00 0000 140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279,5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369</w:t>
            </w:r>
          </w:p>
        </w:tc>
        <w:tc>
          <w:tcPr>
            <w:tcW w:w="545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369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000 1 16 25030 01 0000 140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9,5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12,6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12,6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000 1 16 25060 01 0000 140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250,0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356,4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356,4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000 1 16 25085 05 6000 140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Денежные взыскания (штрафы) за нарушение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водного законодательства , установленное на водных объектах , находящихся в собственности муниципальных районов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20,0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000 1 16 28000 01 0000 140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269,5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387,0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387,0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000 1 16 30030 01 0000 140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Прочие денежные взыскания (штрафы) за правонарушения в области дорожного движения 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5,4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5,4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000 1 16 33050 05 6000 140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6580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14,0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000 1 16 43000 01 0000 140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31,0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30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30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000 1 16 90000 00 0000 140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398,0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856,8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856,8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000 1 16 90050 05 0000 140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398,0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856,8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856,8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000 1 17 00000 00 0000 000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20 800,0</w:t>
            </w:r>
            <w:r w:rsidRPr="008B2098">
              <w:rPr>
                <w:rFonts w:ascii="Times New Roman" w:hAnsi="Times New Roman"/>
                <w:b/>
                <w:bCs/>
                <w:lang w:eastAsia="ru-RU"/>
              </w:rPr>
              <w:t xml:space="preserve">        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8B2098">
              <w:rPr>
                <w:rFonts w:ascii="Times New Roman" w:hAnsi="Times New Roman"/>
                <w:b/>
                <w:bCs/>
                <w:lang w:eastAsia="ru-RU"/>
              </w:rPr>
              <w:t>18 437,0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8B2098">
              <w:rPr>
                <w:rFonts w:ascii="Times New Roman" w:hAnsi="Times New Roman"/>
                <w:b/>
                <w:bCs/>
                <w:lang w:eastAsia="ru-RU"/>
              </w:rPr>
              <w:t>18 523,0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000 1 17 05000 00 0000 180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20 800,0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18 437,0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18 523,0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000 1 17 05050 05 0000 180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20 800,0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18 437,0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18 523,0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000 2 00 00000 00 0000 000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527 634,5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375332,97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403 680,47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000 2 02 00000 00 0000 000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520 304,5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375</w:t>
            </w:r>
            <w:r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 w:rsidRPr="008B2098">
              <w:rPr>
                <w:rFonts w:ascii="Times New Roman" w:hAnsi="Times New Roman"/>
                <w:bCs/>
                <w:lang w:eastAsia="ru-RU"/>
              </w:rPr>
              <w:t>332,97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403</w:t>
            </w:r>
            <w:r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 w:rsidRPr="008B2098">
              <w:rPr>
                <w:rFonts w:ascii="Times New Roman" w:hAnsi="Times New Roman"/>
                <w:bCs/>
                <w:lang w:eastAsia="ru-RU"/>
              </w:rPr>
              <w:t>680,47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000 2 02 10000 00 0000 151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87 934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48 049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51 753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000 2 02 15001 00 0000 151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65 294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48 049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51 753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80F35" w:rsidRPr="008B2098" w:rsidRDefault="00280F35" w:rsidP="000A5D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2098">
              <w:rPr>
                <w:rFonts w:ascii="Times New Roman" w:hAnsi="Times New Roman" w:cs="Times New Roman"/>
                <w:szCs w:val="22"/>
              </w:rPr>
              <w:t>000 2 02 15001 05 0000 151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80F35" w:rsidRPr="008B2098" w:rsidRDefault="00280F35" w:rsidP="000A5D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B2098">
              <w:rPr>
                <w:rFonts w:ascii="Times New Roman" w:hAnsi="Times New Roman" w:cs="Times New Roman"/>
                <w:sz w:val="20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65 294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48 049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51 753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000 2 02 15002 05 0000 151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sz w:val="20"/>
                <w:szCs w:val="20"/>
              </w:rPr>
              <w:t xml:space="preserve">Дотации бюджетам муниципальных районов на поддержку мер по обеспечению сбалансированности бюджетов 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22 640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000 2 02 20000 00 0000 151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100 778,6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3478,87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3590,87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80F35" w:rsidRPr="008B2098" w:rsidRDefault="00280F35" w:rsidP="000A5D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2098">
              <w:rPr>
                <w:rFonts w:ascii="Times New Roman" w:hAnsi="Times New Roman" w:cs="Times New Roman"/>
                <w:szCs w:val="22"/>
              </w:rPr>
              <w:t>000 2 02 20077 05 0000 151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80F35" w:rsidRPr="008B2098" w:rsidRDefault="00280F35" w:rsidP="000A5DE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B2098">
              <w:rPr>
                <w:rFonts w:ascii="Times New Roman" w:hAnsi="Times New Roman" w:cs="Times New Roman"/>
                <w:sz w:val="20"/>
              </w:rPr>
              <w:t xml:space="preserve">Субсидии бюджетам на софинансирование капитальных вложений в объекты государственной ( муниципальной) собственности 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11 108,7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80F35" w:rsidRPr="008B2098" w:rsidRDefault="00280F35" w:rsidP="000A5D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2098">
              <w:rPr>
                <w:rFonts w:ascii="Times New Roman" w:hAnsi="Times New Roman" w:cs="Times New Roman"/>
                <w:szCs w:val="22"/>
              </w:rPr>
              <w:t>000 2 02 20216 05 0000 151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80F35" w:rsidRPr="008B2098" w:rsidRDefault="00280F35" w:rsidP="000A5DE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B2098">
              <w:rPr>
                <w:rFonts w:ascii="Times New Roman" w:hAnsi="Times New Roman" w:cs="Times New Roman"/>
                <w:sz w:val="20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 дворовых территорий многоквартирных домов , проездов к дворовым территориям многоквартирных домов населенных пунктов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52 491,5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80F35" w:rsidRPr="008B2098" w:rsidRDefault="00280F35" w:rsidP="000A5D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2098">
              <w:rPr>
                <w:rFonts w:ascii="Times New Roman" w:hAnsi="Times New Roman" w:cs="Times New Roman"/>
                <w:szCs w:val="22"/>
              </w:rPr>
              <w:t>000 2 02 25497 05 0000 151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80F35" w:rsidRPr="008B2098" w:rsidRDefault="00280F35" w:rsidP="000A5DE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B2098">
              <w:rPr>
                <w:rFonts w:ascii="Times New Roman" w:hAnsi="Times New Roman" w:cs="Times New Roman"/>
                <w:sz w:val="20"/>
              </w:rPr>
              <w:t xml:space="preserve">Субсидии бюджетам на реализацию мероприятий по обеспечению жильем молодых семей 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4 011,6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80F35" w:rsidRPr="008B2098" w:rsidRDefault="00280F35" w:rsidP="000A5D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2098">
              <w:rPr>
                <w:rFonts w:ascii="Times New Roman" w:hAnsi="Times New Roman" w:cs="Times New Roman"/>
                <w:szCs w:val="22"/>
              </w:rPr>
              <w:t>000 2 02 25519 05 0000 151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80F35" w:rsidRPr="008B2098" w:rsidRDefault="00280F35" w:rsidP="000A5DE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B2098">
              <w:rPr>
                <w:rFonts w:ascii="Times New Roman" w:hAnsi="Times New Roman" w:cs="Times New Roman"/>
                <w:sz w:val="20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247,2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80F35" w:rsidRPr="008B2098" w:rsidRDefault="00280F35" w:rsidP="000A5D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2098">
              <w:rPr>
                <w:rFonts w:ascii="Times New Roman" w:hAnsi="Times New Roman" w:cs="Times New Roman"/>
                <w:szCs w:val="22"/>
              </w:rPr>
              <w:t>000 2 02 25567 05 0000 151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80F35" w:rsidRPr="008B2098" w:rsidRDefault="00280F35" w:rsidP="000A5DE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B2098">
              <w:rPr>
                <w:rFonts w:ascii="Times New Roman" w:hAnsi="Times New Roman" w:cs="Times New Roman"/>
                <w:sz w:val="20"/>
              </w:rPr>
              <w:t>Субсидии бюджетам муниципальных районов на реализацию мероприятий по устойчивому развитию сельских территорий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4 526,4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80F35" w:rsidRPr="008B2098" w:rsidRDefault="00280F35" w:rsidP="000A5D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2098">
              <w:rPr>
                <w:rFonts w:ascii="Times New Roman" w:hAnsi="Times New Roman" w:cs="Times New Roman"/>
                <w:szCs w:val="22"/>
              </w:rPr>
              <w:t>000 2 02 29999 00 0000 151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80F35" w:rsidRPr="008B2098" w:rsidRDefault="00280F35" w:rsidP="000A5DE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B2098">
              <w:rPr>
                <w:rFonts w:ascii="Times New Roman" w:hAnsi="Times New Roman" w:cs="Times New Roman"/>
                <w:sz w:val="20"/>
              </w:rPr>
              <w:t>Прочие субсидии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28 393,2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3478,87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3590,87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80F35" w:rsidRPr="008B2098" w:rsidRDefault="00280F35" w:rsidP="000A5D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2098">
              <w:rPr>
                <w:rFonts w:ascii="Times New Roman" w:hAnsi="Times New Roman" w:cs="Times New Roman"/>
                <w:szCs w:val="22"/>
              </w:rPr>
              <w:t>000 2 02 29999 05 0000 151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80F35" w:rsidRPr="008B2098" w:rsidRDefault="00280F35" w:rsidP="000A5DE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B2098">
              <w:rPr>
                <w:rFonts w:ascii="Times New Roman" w:hAnsi="Times New Roman" w:cs="Times New Roman"/>
                <w:sz w:val="20"/>
              </w:rPr>
              <w:t>Прочие субсидии бюджетам муниципальных районов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28 393,2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3478,87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3590,87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000 2 02 30000 00 0000 151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311583,5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320 280,1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344 808,6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80F35" w:rsidRPr="008B2098" w:rsidRDefault="00280F35" w:rsidP="000A5D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2098">
              <w:rPr>
                <w:rFonts w:ascii="Times New Roman" w:hAnsi="Times New Roman" w:cs="Times New Roman"/>
                <w:szCs w:val="22"/>
              </w:rPr>
              <w:t>000 2 02 30024 05 0000 151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80F35" w:rsidRPr="008B2098" w:rsidRDefault="00280F35" w:rsidP="000A5DE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B2098">
              <w:rPr>
                <w:rFonts w:ascii="Times New Roman" w:hAnsi="Times New Roman" w:cs="Times New Roman"/>
                <w:sz w:val="20"/>
              </w:rPr>
              <w:t>Субвенции бюджетам муниципальных районов на выполнение передаваемых полномочий субъектов РФ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9 193,0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8 163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8481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80F35" w:rsidRPr="008B2098" w:rsidRDefault="00280F35" w:rsidP="000A5D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2098">
              <w:rPr>
                <w:rFonts w:ascii="Times New Roman" w:hAnsi="Times New Roman" w:cs="Times New Roman"/>
                <w:szCs w:val="22"/>
              </w:rPr>
              <w:t>000 2 02 30027 05 0000 151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80F35" w:rsidRPr="008B2098" w:rsidRDefault="00280F35" w:rsidP="000A5DE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B2098">
              <w:rPr>
                <w:rFonts w:ascii="Times New Roman" w:hAnsi="Times New Roman" w:cs="Times New Roman"/>
                <w:sz w:val="20"/>
              </w:rPr>
              <w:t>Субвенции бюджетам муниципальных районов на содержание ребенка в семье опекуна и приемной семье , а также вознаграждение, причитающееся приемному родителю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27 968,5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33 355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34 688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80F35" w:rsidRPr="008B2098" w:rsidRDefault="00280F35" w:rsidP="000A5D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2098">
              <w:rPr>
                <w:rFonts w:ascii="Times New Roman" w:hAnsi="Times New Roman" w:cs="Times New Roman"/>
                <w:szCs w:val="22"/>
              </w:rPr>
              <w:t>000 2 02 30029 05 0000 151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80F35" w:rsidRPr="008B2098" w:rsidRDefault="00280F35" w:rsidP="000A5DE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B2098">
              <w:rPr>
                <w:rFonts w:ascii="Times New Roman" w:hAnsi="Times New Roman" w:cs="Times New Roman"/>
                <w:sz w:val="20"/>
              </w:rPr>
              <w:t xml:space="preserve">Субвенции бюджетам муниципальных районов на компенсацию части платы , взимаемой с родителей (законных представителей) за присмотр и уход за детьми , посещающими образовательные организации, реализующие образовательные программы дошкольного образования  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260,9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546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546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80F35" w:rsidRPr="008B2098" w:rsidRDefault="00280F35" w:rsidP="000A5D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2098">
              <w:rPr>
                <w:rFonts w:ascii="Times New Roman" w:hAnsi="Times New Roman" w:cs="Times New Roman"/>
                <w:szCs w:val="22"/>
              </w:rPr>
              <w:t>000 2 02 35120 05 0000 151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80F35" w:rsidRPr="008B2098" w:rsidRDefault="00280F35" w:rsidP="000A5DE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B2098">
              <w:rPr>
                <w:rFonts w:ascii="Times New Roman" w:hAnsi="Times New Roman" w:cs="Times New Roman"/>
                <w:sz w:val="20"/>
              </w:rPr>
              <w:t xml:space="preserve">Субвенции бюджетам муниципальных районов на выплату осуществление полномочий по составлению списков кандидатов в присяжные заседатели федеральных судов общей юрисдикции в РФ 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42,0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80F35" w:rsidRPr="008B2098" w:rsidRDefault="00280F35" w:rsidP="000A5D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2098">
              <w:rPr>
                <w:rFonts w:ascii="Times New Roman" w:hAnsi="Times New Roman" w:cs="Times New Roman"/>
                <w:szCs w:val="22"/>
              </w:rPr>
              <w:t>000 2 02 35260 05 0000 151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80F35" w:rsidRPr="008B2098" w:rsidRDefault="00280F35" w:rsidP="000A5DE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B2098">
              <w:rPr>
                <w:rFonts w:ascii="Times New Roman" w:hAnsi="Times New Roman" w:cs="Times New Roman"/>
                <w:sz w:val="20"/>
              </w:rPr>
              <w:t xml:space="preserve">Субвенции бюджетам муниципальных районов на выплату единовременного пособия при всех формах устройства детей, лишенного родительского попечения, в семью 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584,3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503,5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524,3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80F35" w:rsidRPr="008B2098" w:rsidRDefault="00280F35" w:rsidP="000A5D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2098">
              <w:rPr>
                <w:rFonts w:ascii="Times New Roman" w:hAnsi="Times New Roman" w:cs="Times New Roman"/>
                <w:szCs w:val="22"/>
              </w:rPr>
              <w:t>00 2 02 39999 05 0000 151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80F35" w:rsidRPr="008B2098" w:rsidRDefault="00280F35" w:rsidP="000A5DE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B2098">
              <w:rPr>
                <w:rFonts w:ascii="Times New Roman" w:hAnsi="Times New Roman" w:cs="Times New Roman"/>
                <w:sz w:val="20"/>
              </w:rPr>
              <w:t>Прочие субвенции бюджетам муниципальных районов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273 534,8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277 629,9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300493,9</w:t>
            </w:r>
          </w:p>
        </w:tc>
      </w:tr>
      <w:tr w:rsidR="00280F35" w:rsidRPr="008B2098" w:rsidTr="003C7144">
        <w:trPr>
          <w:gridAfter w:val="1"/>
          <w:wAfter w:w="577" w:type="pct"/>
          <w:trHeight w:val="69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000 2 02 40000 00 0000 151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B209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20 008,4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3 525,0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3 528,0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80F35" w:rsidRPr="008B2098" w:rsidRDefault="00280F35" w:rsidP="000A5D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2098">
              <w:rPr>
                <w:rFonts w:ascii="Times New Roman" w:hAnsi="Times New Roman" w:cs="Times New Roman"/>
                <w:szCs w:val="22"/>
              </w:rPr>
              <w:t>000 2 02 40014 05 0000 151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80F35" w:rsidRPr="008B2098" w:rsidRDefault="00280F35" w:rsidP="000A5D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B2098">
              <w:rPr>
                <w:rFonts w:ascii="Times New Roman" w:hAnsi="Times New Roman" w:cs="Times New Roman"/>
                <w:sz w:val="20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80F35" w:rsidRPr="008B2098" w:rsidRDefault="00280F35" w:rsidP="000A5DE3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3160,1</w:t>
            </w:r>
          </w:p>
        </w:tc>
        <w:tc>
          <w:tcPr>
            <w:tcW w:w="684" w:type="pct"/>
            <w:vAlign w:val="center"/>
          </w:tcPr>
          <w:p w:rsidR="00280F35" w:rsidRPr="008B2098" w:rsidRDefault="00280F35" w:rsidP="000A5DE3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8B2098">
              <w:rPr>
                <w:rFonts w:ascii="Times New Roman" w:hAnsi="Times New Roman" w:cs="Times New Roman"/>
                <w:szCs w:val="22"/>
              </w:rPr>
              <w:t>3 449</w:t>
            </w:r>
          </w:p>
        </w:tc>
        <w:tc>
          <w:tcPr>
            <w:tcW w:w="588" w:type="pct"/>
            <w:gridSpan w:val="2"/>
            <w:vAlign w:val="center"/>
          </w:tcPr>
          <w:p w:rsidR="00280F35" w:rsidRPr="008B2098" w:rsidRDefault="00280F35" w:rsidP="000A5DE3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8B2098">
              <w:rPr>
                <w:rFonts w:ascii="Times New Roman" w:hAnsi="Times New Roman" w:cs="Times New Roman"/>
                <w:szCs w:val="22"/>
              </w:rPr>
              <w:t>3 452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80F35" w:rsidRPr="008B2098" w:rsidRDefault="00280F35" w:rsidP="000A5D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2098">
              <w:rPr>
                <w:rFonts w:ascii="Times New Roman" w:hAnsi="Times New Roman" w:cs="Times New Roman"/>
                <w:szCs w:val="22"/>
              </w:rPr>
              <w:t>000 2 02 45160 05 0000 151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80F35" w:rsidRPr="008B2098" w:rsidRDefault="00280F35" w:rsidP="000A5DE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B2098">
              <w:rPr>
                <w:rFonts w:ascii="Times New Roman" w:hAnsi="Times New Roman" w:cs="Times New Roman"/>
                <w:sz w:val="20"/>
              </w:rPr>
              <w:t>Межбюджетные трансферты, передаваемые бюджетам муниципальных районов,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5 486,3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0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80F35" w:rsidRPr="008B2098" w:rsidRDefault="00280F35" w:rsidP="000A5D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2098">
              <w:rPr>
                <w:rFonts w:ascii="Times New Roman" w:hAnsi="Times New Roman" w:cs="Times New Roman"/>
                <w:szCs w:val="22"/>
              </w:rPr>
              <w:t>000 2 02 49999 05 0000 151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80F35" w:rsidRPr="008B2098" w:rsidRDefault="00280F35" w:rsidP="000A5DE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B2098">
              <w:rPr>
                <w:rFonts w:ascii="Times New Roman" w:hAnsi="Times New Roman" w:cs="Times New Roman"/>
                <w:sz w:val="2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11 362,0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76</w:t>
            </w: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8B2098">
              <w:rPr>
                <w:rFonts w:ascii="Times New Roman" w:hAnsi="Times New Roman"/>
                <w:bCs/>
                <w:lang w:eastAsia="ru-RU"/>
              </w:rPr>
              <w:t>76</w:t>
            </w: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80F35" w:rsidRPr="008B2098" w:rsidRDefault="00280F35" w:rsidP="000A5D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2098">
              <w:rPr>
                <w:rFonts w:ascii="Times New Roman" w:hAnsi="Times New Roman" w:cs="Times New Roman"/>
                <w:szCs w:val="22"/>
              </w:rPr>
              <w:t>000 2 07 05000 05 0000 180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80F35" w:rsidRPr="008B2098" w:rsidRDefault="00280F35" w:rsidP="000A5DE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B2098">
              <w:rPr>
                <w:rFonts w:ascii="Times New Roman" w:hAnsi="Times New Roman" w:cs="Times New Roman"/>
                <w:sz w:val="20"/>
              </w:rPr>
              <w:t xml:space="preserve">Прочие безвозмездные поступления в бюджеты муниципальных районов 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7330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80F35" w:rsidRPr="008B2098" w:rsidRDefault="00280F35" w:rsidP="000A5D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2098">
              <w:rPr>
                <w:rFonts w:ascii="Times New Roman" w:hAnsi="Times New Roman" w:cs="Times New Roman"/>
                <w:szCs w:val="22"/>
              </w:rPr>
              <w:t>000 2 07 05020 05 0000 180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80F35" w:rsidRPr="008B2098" w:rsidRDefault="00280F35" w:rsidP="000A5DE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B2098">
              <w:rPr>
                <w:rFonts w:ascii="Times New Roman" w:hAnsi="Times New Roman" w:cs="Times New Roman"/>
                <w:sz w:val="20"/>
              </w:rPr>
              <w:t xml:space="preserve">Поступление от денежных пожертвований, предоставляемых физическими лицами получателям средств бюджетов муниципальных районов 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372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</w:tr>
      <w:tr w:rsidR="00280F35" w:rsidRPr="008B2098" w:rsidTr="000A5DE3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80F35" w:rsidRPr="008B2098" w:rsidRDefault="00280F35" w:rsidP="000A5D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B2098">
              <w:rPr>
                <w:rFonts w:ascii="Times New Roman" w:hAnsi="Times New Roman" w:cs="Times New Roman"/>
                <w:szCs w:val="22"/>
              </w:rPr>
              <w:t>000 2 07 05030 05 0000 180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80F35" w:rsidRPr="008B2098" w:rsidRDefault="00280F35" w:rsidP="000A5DE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B2098">
              <w:rPr>
                <w:rFonts w:ascii="Times New Roman" w:hAnsi="Times New Roman" w:cs="Times New Roman"/>
                <w:sz w:val="20"/>
              </w:rPr>
              <w:t xml:space="preserve">Прочие безвозмездные поступления в бюджеты муниципальных районов 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80F35" w:rsidRPr="008B2098" w:rsidRDefault="00280F35" w:rsidP="000A5DE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6 958,0</w:t>
            </w:r>
          </w:p>
        </w:tc>
        <w:tc>
          <w:tcPr>
            <w:tcW w:w="684" w:type="pct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588" w:type="pct"/>
            <w:gridSpan w:val="2"/>
            <w:vAlign w:val="bottom"/>
          </w:tcPr>
          <w:p w:rsidR="00280F35" w:rsidRPr="008B2098" w:rsidRDefault="00280F35" w:rsidP="000A5DE3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</w:tr>
    </w:tbl>
    <w:p w:rsidR="00280F35" w:rsidRPr="008B2098" w:rsidRDefault="00280F35" w:rsidP="007923A9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textWrapping" w:clear="all"/>
      </w:r>
    </w:p>
    <w:p w:rsidR="00280F35" w:rsidRPr="008B2098" w:rsidRDefault="00280F35" w:rsidP="007923A9">
      <w:pPr>
        <w:spacing w:after="0" w:line="240" w:lineRule="auto"/>
        <w:jc w:val="center"/>
        <w:rPr>
          <w:rFonts w:ascii="Times New Roman" w:hAnsi="Times New Roman"/>
        </w:rPr>
      </w:pPr>
    </w:p>
    <w:p w:rsidR="00280F35" w:rsidRPr="000B3F02" w:rsidRDefault="00280F35" w:rsidP="007923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280F35" w:rsidRPr="000B3F02" w:rsidSect="0084140E">
      <w:pgSz w:w="11906" w:h="16838"/>
      <w:pgMar w:top="1134" w:right="567" w:bottom="1134" w:left="1701" w:header="709" w:footer="709" w:gutter="0"/>
      <w:pgNumType w:start="3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0F35" w:rsidRDefault="00280F35" w:rsidP="00DB33C8">
      <w:pPr>
        <w:spacing w:after="0" w:line="240" w:lineRule="auto"/>
      </w:pPr>
      <w:r>
        <w:separator/>
      </w:r>
    </w:p>
  </w:endnote>
  <w:endnote w:type="continuationSeparator" w:id="0">
    <w:p w:rsidR="00280F35" w:rsidRDefault="00280F35" w:rsidP="00DB3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0F35" w:rsidRDefault="00280F35" w:rsidP="00DB33C8">
      <w:pPr>
        <w:spacing w:after="0" w:line="240" w:lineRule="auto"/>
      </w:pPr>
      <w:r>
        <w:separator/>
      </w:r>
    </w:p>
  </w:footnote>
  <w:footnote w:type="continuationSeparator" w:id="0">
    <w:p w:rsidR="00280F35" w:rsidRDefault="00280F35" w:rsidP="00DB33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08F2"/>
    <w:rsid w:val="00013DC5"/>
    <w:rsid w:val="000169D6"/>
    <w:rsid w:val="00016D3F"/>
    <w:rsid w:val="000200F4"/>
    <w:rsid w:val="00033356"/>
    <w:rsid w:val="00034782"/>
    <w:rsid w:val="0004157C"/>
    <w:rsid w:val="000433BF"/>
    <w:rsid w:val="00051FC1"/>
    <w:rsid w:val="00055229"/>
    <w:rsid w:val="0005664F"/>
    <w:rsid w:val="0008097D"/>
    <w:rsid w:val="000929F6"/>
    <w:rsid w:val="00093B11"/>
    <w:rsid w:val="000979FB"/>
    <w:rsid w:val="000A1BDE"/>
    <w:rsid w:val="000A2972"/>
    <w:rsid w:val="000A49DB"/>
    <w:rsid w:val="000A5DE3"/>
    <w:rsid w:val="000A6747"/>
    <w:rsid w:val="000A77F1"/>
    <w:rsid w:val="000B3C18"/>
    <w:rsid w:val="000B3F02"/>
    <w:rsid w:val="000D3B04"/>
    <w:rsid w:val="000D43CA"/>
    <w:rsid w:val="000E0274"/>
    <w:rsid w:val="000F0F3B"/>
    <w:rsid w:val="000F2EB5"/>
    <w:rsid w:val="001065E2"/>
    <w:rsid w:val="00113ABD"/>
    <w:rsid w:val="00117F35"/>
    <w:rsid w:val="00120EBC"/>
    <w:rsid w:val="00121535"/>
    <w:rsid w:val="0013147D"/>
    <w:rsid w:val="0014570A"/>
    <w:rsid w:val="00152A0E"/>
    <w:rsid w:val="00152D8F"/>
    <w:rsid w:val="00153027"/>
    <w:rsid w:val="00154A0F"/>
    <w:rsid w:val="00156CCA"/>
    <w:rsid w:val="0016393A"/>
    <w:rsid w:val="00194C95"/>
    <w:rsid w:val="001A0170"/>
    <w:rsid w:val="001B530A"/>
    <w:rsid w:val="001B5AF6"/>
    <w:rsid w:val="001B5D35"/>
    <w:rsid w:val="001B6152"/>
    <w:rsid w:val="001C03FB"/>
    <w:rsid w:val="001D12A6"/>
    <w:rsid w:val="001E2458"/>
    <w:rsid w:val="001F30E1"/>
    <w:rsid w:val="00200FE9"/>
    <w:rsid w:val="00202177"/>
    <w:rsid w:val="00202B8B"/>
    <w:rsid w:val="002037CE"/>
    <w:rsid w:val="0020674C"/>
    <w:rsid w:val="002119B6"/>
    <w:rsid w:val="002128BE"/>
    <w:rsid w:val="00214C9D"/>
    <w:rsid w:val="0021687E"/>
    <w:rsid w:val="00234197"/>
    <w:rsid w:val="00237071"/>
    <w:rsid w:val="00237E1F"/>
    <w:rsid w:val="0024194D"/>
    <w:rsid w:val="00241D06"/>
    <w:rsid w:val="0024719F"/>
    <w:rsid w:val="00250C55"/>
    <w:rsid w:val="00250D17"/>
    <w:rsid w:val="00252582"/>
    <w:rsid w:val="002553DB"/>
    <w:rsid w:val="00256EEB"/>
    <w:rsid w:val="00264419"/>
    <w:rsid w:val="00280F35"/>
    <w:rsid w:val="002A1CDA"/>
    <w:rsid w:val="002A5FDA"/>
    <w:rsid w:val="002A7C33"/>
    <w:rsid w:val="002B546F"/>
    <w:rsid w:val="002C2024"/>
    <w:rsid w:val="002C5BF7"/>
    <w:rsid w:val="002C6CEB"/>
    <w:rsid w:val="002D3739"/>
    <w:rsid w:val="002E1A8E"/>
    <w:rsid w:val="002E32C9"/>
    <w:rsid w:val="002E35E3"/>
    <w:rsid w:val="002E4C9D"/>
    <w:rsid w:val="002F611F"/>
    <w:rsid w:val="00304F32"/>
    <w:rsid w:val="00305BCF"/>
    <w:rsid w:val="003110DD"/>
    <w:rsid w:val="003162C2"/>
    <w:rsid w:val="003276CC"/>
    <w:rsid w:val="00330265"/>
    <w:rsid w:val="003349AB"/>
    <w:rsid w:val="00334CBB"/>
    <w:rsid w:val="0036158F"/>
    <w:rsid w:val="0038164B"/>
    <w:rsid w:val="00382DE4"/>
    <w:rsid w:val="00383B77"/>
    <w:rsid w:val="00384247"/>
    <w:rsid w:val="00385EE8"/>
    <w:rsid w:val="00390239"/>
    <w:rsid w:val="003A6AEC"/>
    <w:rsid w:val="003A7AFA"/>
    <w:rsid w:val="003C7144"/>
    <w:rsid w:val="003D54BF"/>
    <w:rsid w:val="003E2BC8"/>
    <w:rsid w:val="003E382A"/>
    <w:rsid w:val="003E6AB7"/>
    <w:rsid w:val="003F2753"/>
    <w:rsid w:val="003F483F"/>
    <w:rsid w:val="003F6732"/>
    <w:rsid w:val="003F7D38"/>
    <w:rsid w:val="003F7F02"/>
    <w:rsid w:val="004048EF"/>
    <w:rsid w:val="00404917"/>
    <w:rsid w:val="004201FD"/>
    <w:rsid w:val="004221A7"/>
    <w:rsid w:val="00424F36"/>
    <w:rsid w:val="00427BDD"/>
    <w:rsid w:val="00430707"/>
    <w:rsid w:val="004309CF"/>
    <w:rsid w:val="004359F6"/>
    <w:rsid w:val="004379F4"/>
    <w:rsid w:val="00437ACD"/>
    <w:rsid w:val="00442FFE"/>
    <w:rsid w:val="00443D4D"/>
    <w:rsid w:val="00445EA5"/>
    <w:rsid w:val="00451B84"/>
    <w:rsid w:val="00464F1B"/>
    <w:rsid w:val="00466540"/>
    <w:rsid w:val="00467E86"/>
    <w:rsid w:val="00473748"/>
    <w:rsid w:val="00480FCE"/>
    <w:rsid w:val="00484DCA"/>
    <w:rsid w:val="004915FC"/>
    <w:rsid w:val="00491B0F"/>
    <w:rsid w:val="00494FD1"/>
    <w:rsid w:val="004A3C1C"/>
    <w:rsid w:val="004A46A2"/>
    <w:rsid w:val="004B12AF"/>
    <w:rsid w:val="004B789E"/>
    <w:rsid w:val="004C2915"/>
    <w:rsid w:val="004C3F0F"/>
    <w:rsid w:val="004C7C6B"/>
    <w:rsid w:val="004D2E54"/>
    <w:rsid w:val="004D36FE"/>
    <w:rsid w:val="004D7D92"/>
    <w:rsid w:val="004E3419"/>
    <w:rsid w:val="004F47AD"/>
    <w:rsid w:val="00506D3E"/>
    <w:rsid w:val="0051495F"/>
    <w:rsid w:val="005232C1"/>
    <w:rsid w:val="00523482"/>
    <w:rsid w:val="0052743E"/>
    <w:rsid w:val="00554046"/>
    <w:rsid w:val="00554496"/>
    <w:rsid w:val="00560DB4"/>
    <w:rsid w:val="005722EA"/>
    <w:rsid w:val="00573094"/>
    <w:rsid w:val="00580F89"/>
    <w:rsid w:val="00590AD9"/>
    <w:rsid w:val="005947E1"/>
    <w:rsid w:val="005951D4"/>
    <w:rsid w:val="005B1109"/>
    <w:rsid w:val="005B613F"/>
    <w:rsid w:val="005C76DB"/>
    <w:rsid w:val="005D1C30"/>
    <w:rsid w:val="005D3122"/>
    <w:rsid w:val="005D46BC"/>
    <w:rsid w:val="005E1B74"/>
    <w:rsid w:val="005E792B"/>
    <w:rsid w:val="005F0616"/>
    <w:rsid w:val="00600744"/>
    <w:rsid w:val="00602352"/>
    <w:rsid w:val="00605C7C"/>
    <w:rsid w:val="00607E28"/>
    <w:rsid w:val="00613161"/>
    <w:rsid w:val="00640E3C"/>
    <w:rsid w:val="00641B77"/>
    <w:rsid w:val="00660014"/>
    <w:rsid w:val="00662D29"/>
    <w:rsid w:val="00665800"/>
    <w:rsid w:val="00667FF7"/>
    <w:rsid w:val="0069041B"/>
    <w:rsid w:val="006B7E22"/>
    <w:rsid w:val="006C251E"/>
    <w:rsid w:val="006C341A"/>
    <w:rsid w:val="006C3DC2"/>
    <w:rsid w:val="006C76EF"/>
    <w:rsid w:val="006D1E5F"/>
    <w:rsid w:val="006D2AF6"/>
    <w:rsid w:val="006D4C84"/>
    <w:rsid w:val="006F4584"/>
    <w:rsid w:val="006F746F"/>
    <w:rsid w:val="00713704"/>
    <w:rsid w:val="00727DDD"/>
    <w:rsid w:val="00731177"/>
    <w:rsid w:val="0073229A"/>
    <w:rsid w:val="007326F1"/>
    <w:rsid w:val="007352A7"/>
    <w:rsid w:val="0073664C"/>
    <w:rsid w:val="00736D70"/>
    <w:rsid w:val="00742F00"/>
    <w:rsid w:val="00750803"/>
    <w:rsid w:val="0075490A"/>
    <w:rsid w:val="0075625D"/>
    <w:rsid w:val="007576A8"/>
    <w:rsid w:val="00763C96"/>
    <w:rsid w:val="0077226F"/>
    <w:rsid w:val="0077517D"/>
    <w:rsid w:val="007923A9"/>
    <w:rsid w:val="007950AB"/>
    <w:rsid w:val="0079645F"/>
    <w:rsid w:val="007C40AD"/>
    <w:rsid w:val="007D21F5"/>
    <w:rsid w:val="007D47E8"/>
    <w:rsid w:val="007D4B8A"/>
    <w:rsid w:val="007E1545"/>
    <w:rsid w:val="007E3ECA"/>
    <w:rsid w:val="007E6417"/>
    <w:rsid w:val="007E6964"/>
    <w:rsid w:val="007E7DA9"/>
    <w:rsid w:val="007F463D"/>
    <w:rsid w:val="007F4E5D"/>
    <w:rsid w:val="00802192"/>
    <w:rsid w:val="0080767E"/>
    <w:rsid w:val="008239F9"/>
    <w:rsid w:val="00825144"/>
    <w:rsid w:val="00825AF8"/>
    <w:rsid w:val="008301F3"/>
    <w:rsid w:val="0083390A"/>
    <w:rsid w:val="00835786"/>
    <w:rsid w:val="00837ADB"/>
    <w:rsid w:val="0084140E"/>
    <w:rsid w:val="00855D56"/>
    <w:rsid w:val="008677EE"/>
    <w:rsid w:val="00882077"/>
    <w:rsid w:val="00885530"/>
    <w:rsid w:val="00891204"/>
    <w:rsid w:val="00891737"/>
    <w:rsid w:val="008921E8"/>
    <w:rsid w:val="008A6F16"/>
    <w:rsid w:val="008B0F3D"/>
    <w:rsid w:val="008B1BD9"/>
    <w:rsid w:val="008B201F"/>
    <w:rsid w:val="008B2098"/>
    <w:rsid w:val="008C413C"/>
    <w:rsid w:val="008D3FCB"/>
    <w:rsid w:val="008E6E32"/>
    <w:rsid w:val="008F12D6"/>
    <w:rsid w:val="008F660C"/>
    <w:rsid w:val="008F675F"/>
    <w:rsid w:val="008F6F25"/>
    <w:rsid w:val="0091297A"/>
    <w:rsid w:val="0091330D"/>
    <w:rsid w:val="00924A3B"/>
    <w:rsid w:val="00924FB4"/>
    <w:rsid w:val="00932120"/>
    <w:rsid w:val="0094514C"/>
    <w:rsid w:val="00946733"/>
    <w:rsid w:val="00950E98"/>
    <w:rsid w:val="00953AEF"/>
    <w:rsid w:val="009612E0"/>
    <w:rsid w:val="00961EDE"/>
    <w:rsid w:val="00961EF2"/>
    <w:rsid w:val="00961F7A"/>
    <w:rsid w:val="00996304"/>
    <w:rsid w:val="009A42BD"/>
    <w:rsid w:val="009A4E0D"/>
    <w:rsid w:val="009A7BAE"/>
    <w:rsid w:val="009C1529"/>
    <w:rsid w:val="009C19E3"/>
    <w:rsid w:val="009C1AA8"/>
    <w:rsid w:val="009C5FD4"/>
    <w:rsid w:val="009D27F3"/>
    <w:rsid w:val="009D2D75"/>
    <w:rsid w:val="009F3802"/>
    <w:rsid w:val="009F4B8D"/>
    <w:rsid w:val="00A07A88"/>
    <w:rsid w:val="00A12C08"/>
    <w:rsid w:val="00A20993"/>
    <w:rsid w:val="00A250F1"/>
    <w:rsid w:val="00A265CC"/>
    <w:rsid w:val="00A31FF7"/>
    <w:rsid w:val="00A32A3C"/>
    <w:rsid w:val="00A32BF6"/>
    <w:rsid w:val="00A36CEC"/>
    <w:rsid w:val="00A60880"/>
    <w:rsid w:val="00A61855"/>
    <w:rsid w:val="00A67AE2"/>
    <w:rsid w:val="00A841D1"/>
    <w:rsid w:val="00A848BE"/>
    <w:rsid w:val="00A84C94"/>
    <w:rsid w:val="00AA3021"/>
    <w:rsid w:val="00AB7346"/>
    <w:rsid w:val="00AB7A50"/>
    <w:rsid w:val="00AC5E5C"/>
    <w:rsid w:val="00AC6B44"/>
    <w:rsid w:val="00AD7AF3"/>
    <w:rsid w:val="00AD7DD9"/>
    <w:rsid w:val="00AE4403"/>
    <w:rsid w:val="00AF281E"/>
    <w:rsid w:val="00AF3BA2"/>
    <w:rsid w:val="00AF74C5"/>
    <w:rsid w:val="00B01CB4"/>
    <w:rsid w:val="00B073A1"/>
    <w:rsid w:val="00B108F6"/>
    <w:rsid w:val="00B138FE"/>
    <w:rsid w:val="00B41C46"/>
    <w:rsid w:val="00B4694F"/>
    <w:rsid w:val="00B623B2"/>
    <w:rsid w:val="00B62B47"/>
    <w:rsid w:val="00B6523A"/>
    <w:rsid w:val="00B65825"/>
    <w:rsid w:val="00B71180"/>
    <w:rsid w:val="00B7390F"/>
    <w:rsid w:val="00B75FAF"/>
    <w:rsid w:val="00B77AED"/>
    <w:rsid w:val="00B84682"/>
    <w:rsid w:val="00B85514"/>
    <w:rsid w:val="00B872EE"/>
    <w:rsid w:val="00B972D0"/>
    <w:rsid w:val="00BB081F"/>
    <w:rsid w:val="00BB54D1"/>
    <w:rsid w:val="00BC223D"/>
    <w:rsid w:val="00BD0A36"/>
    <w:rsid w:val="00BD11C2"/>
    <w:rsid w:val="00BD4127"/>
    <w:rsid w:val="00BF2E66"/>
    <w:rsid w:val="00BF6C09"/>
    <w:rsid w:val="00C01B49"/>
    <w:rsid w:val="00C0623B"/>
    <w:rsid w:val="00C22DE3"/>
    <w:rsid w:val="00C25381"/>
    <w:rsid w:val="00C276C1"/>
    <w:rsid w:val="00C364F2"/>
    <w:rsid w:val="00C37FFA"/>
    <w:rsid w:val="00C516C8"/>
    <w:rsid w:val="00C51D50"/>
    <w:rsid w:val="00C53882"/>
    <w:rsid w:val="00C54B52"/>
    <w:rsid w:val="00C62C05"/>
    <w:rsid w:val="00C6447A"/>
    <w:rsid w:val="00C70D67"/>
    <w:rsid w:val="00CA2087"/>
    <w:rsid w:val="00CA650F"/>
    <w:rsid w:val="00CB3644"/>
    <w:rsid w:val="00CB5FA8"/>
    <w:rsid w:val="00CB71FF"/>
    <w:rsid w:val="00CC2108"/>
    <w:rsid w:val="00CC27BD"/>
    <w:rsid w:val="00CC6C9C"/>
    <w:rsid w:val="00CC77AD"/>
    <w:rsid w:val="00CD0A23"/>
    <w:rsid w:val="00CD0F77"/>
    <w:rsid w:val="00CD2555"/>
    <w:rsid w:val="00CD65CF"/>
    <w:rsid w:val="00CD6A56"/>
    <w:rsid w:val="00CF7CA8"/>
    <w:rsid w:val="00D00898"/>
    <w:rsid w:val="00D02811"/>
    <w:rsid w:val="00D02C2B"/>
    <w:rsid w:val="00D12A9D"/>
    <w:rsid w:val="00D313CA"/>
    <w:rsid w:val="00D34E4C"/>
    <w:rsid w:val="00D36ED2"/>
    <w:rsid w:val="00D513CB"/>
    <w:rsid w:val="00D54F4E"/>
    <w:rsid w:val="00D56728"/>
    <w:rsid w:val="00D56E99"/>
    <w:rsid w:val="00D608F2"/>
    <w:rsid w:val="00D64EC7"/>
    <w:rsid w:val="00D740FE"/>
    <w:rsid w:val="00D77789"/>
    <w:rsid w:val="00D81D73"/>
    <w:rsid w:val="00D81F92"/>
    <w:rsid w:val="00D82DAA"/>
    <w:rsid w:val="00D919FD"/>
    <w:rsid w:val="00D93208"/>
    <w:rsid w:val="00D94208"/>
    <w:rsid w:val="00DA7984"/>
    <w:rsid w:val="00DB3365"/>
    <w:rsid w:val="00DB33C8"/>
    <w:rsid w:val="00DC3943"/>
    <w:rsid w:val="00DE32AC"/>
    <w:rsid w:val="00DE569D"/>
    <w:rsid w:val="00DE7BA8"/>
    <w:rsid w:val="00DF418D"/>
    <w:rsid w:val="00DF4551"/>
    <w:rsid w:val="00DF68D6"/>
    <w:rsid w:val="00E06D3F"/>
    <w:rsid w:val="00E07C35"/>
    <w:rsid w:val="00E130B0"/>
    <w:rsid w:val="00E278CC"/>
    <w:rsid w:val="00E53738"/>
    <w:rsid w:val="00E7218B"/>
    <w:rsid w:val="00E74A6D"/>
    <w:rsid w:val="00E74EBE"/>
    <w:rsid w:val="00E95CA8"/>
    <w:rsid w:val="00EA1271"/>
    <w:rsid w:val="00EB2099"/>
    <w:rsid w:val="00EB38F3"/>
    <w:rsid w:val="00EB5573"/>
    <w:rsid w:val="00EB614D"/>
    <w:rsid w:val="00ED0193"/>
    <w:rsid w:val="00ED2926"/>
    <w:rsid w:val="00ED3B80"/>
    <w:rsid w:val="00ED401A"/>
    <w:rsid w:val="00EE05F6"/>
    <w:rsid w:val="00EE2254"/>
    <w:rsid w:val="00EE4C31"/>
    <w:rsid w:val="00EE6989"/>
    <w:rsid w:val="00EF23CF"/>
    <w:rsid w:val="00EF435A"/>
    <w:rsid w:val="00EF5FC3"/>
    <w:rsid w:val="00F01D2D"/>
    <w:rsid w:val="00F10986"/>
    <w:rsid w:val="00F124E6"/>
    <w:rsid w:val="00F22412"/>
    <w:rsid w:val="00F23278"/>
    <w:rsid w:val="00F267D5"/>
    <w:rsid w:val="00F35D07"/>
    <w:rsid w:val="00F40C83"/>
    <w:rsid w:val="00F46EB6"/>
    <w:rsid w:val="00F63A3C"/>
    <w:rsid w:val="00F650B6"/>
    <w:rsid w:val="00F677B5"/>
    <w:rsid w:val="00F6792C"/>
    <w:rsid w:val="00F84184"/>
    <w:rsid w:val="00F87071"/>
    <w:rsid w:val="00F93FD6"/>
    <w:rsid w:val="00FA0ABA"/>
    <w:rsid w:val="00FA0CBB"/>
    <w:rsid w:val="00FA34E9"/>
    <w:rsid w:val="00FB030C"/>
    <w:rsid w:val="00FB24F8"/>
    <w:rsid w:val="00FB3785"/>
    <w:rsid w:val="00FC126A"/>
    <w:rsid w:val="00FC601B"/>
    <w:rsid w:val="00FC7AA5"/>
    <w:rsid w:val="00FE52D5"/>
    <w:rsid w:val="00FE5991"/>
    <w:rsid w:val="00FE63A1"/>
    <w:rsid w:val="00FE70D5"/>
    <w:rsid w:val="00FF0DBB"/>
    <w:rsid w:val="00FF1039"/>
    <w:rsid w:val="00FF7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4C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608F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608F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D608F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D608F2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a">
    <w:name w:val="Обычный.Название подразделения"/>
    <w:uiPriority w:val="99"/>
    <w:rsid w:val="005947E1"/>
    <w:pPr>
      <w:suppressAutoHyphens/>
    </w:pPr>
    <w:rPr>
      <w:rFonts w:ascii="SchoolBook" w:eastAsia="Times New Roman" w:hAnsi="SchoolBook" w:cs="SchoolBook"/>
      <w:sz w:val="28"/>
      <w:szCs w:val="28"/>
      <w:lang w:eastAsia="ar-SA"/>
    </w:rPr>
  </w:style>
  <w:style w:type="character" w:styleId="Hyperlink">
    <w:name w:val="Hyperlink"/>
    <w:basedOn w:val="DefaultParagraphFont"/>
    <w:uiPriority w:val="99"/>
    <w:rsid w:val="007923A9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7923A9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Normal"/>
    <w:uiPriority w:val="99"/>
    <w:rsid w:val="007923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0">
    <w:name w:val="xl70"/>
    <w:basedOn w:val="Normal"/>
    <w:uiPriority w:val="99"/>
    <w:rsid w:val="007923A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Normal"/>
    <w:uiPriority w:val="99"/>
    <w:rsid w:val="007923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DB3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B33C8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DB3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B33C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168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354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4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4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4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4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185</TotalTime>
  <Pages>12</Pages>
  <Words>2632</Words>
  <Characters>15006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bud_nmj</dc:creator>
  <cp:keywords/>
  <dc:description/>
  <cp:lastModifiedBy>buh1</cp:lastModifiedBy>
  <cp:revision>43</cp:revision>
  <cp:lastPrinted>2018-12-29T05:20:00Z</cp:lastPrinted>
  <dcterms:created xsi:type="dcterms:W3CDTF">2018-08-21T11:35:00Z</dcterms:created>
  <dcterms:modified xsi:type="dcterms:W3CDTF">2018-12-29T05:51:00Z</dcterms:modified>
</cp:coreProperties>
</file>