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8D6" w:rsidRPr="00DE32AC" w:rsidRDefault="00DF68D6" w:rsidP="00DE32AC">
      <w:pPr>
        <w:spacing w:line="240" w:lineRule="auto"/>
        <w:jc w:val="right"/>
        <w:rPr>
          <w:rFonts w:ascii="Times New Roman" w:hAnsi="Times New Roman"/>
        </w:rPr>
      </w:pPr>
      <w:r w:rsidRPr="00DE32AC">
        <w:rPr>
          <w:rFonts w:ascii="Times New Roman" w:hAnsi="Times New Roman"/>
        </w:rPr>
        <w:t>Приложение 2</w:t>
      </w:r>
    </w:p>
    <w:p w:rsidR="00DF68D6" w:rsidRPr="00DE32AC" w:rsidRDefault="00DF68D6" w:rsidP="00DE32AC">
      <w:pPr>
        <w:spacing w:line="240" w:lineRule="auto"/>
        <w:jc w:val="right"/>
        <w:rPr>
          <w:rFonts w:ascii="Times New Roman" w:hAnsi="Times New Roman"/>
        </w:rPr>
      </w:pPr>
      <w:r w:rsidRPr="00DE32AC">
        <w:rPr>
          <w:rFonts w:ascii="Times New Roman" w:hAnsi="Times New Roman"/>
        </w:rPr>
        <w:t xml:space="preserve">к решению  Совета народных депутатов            </w:t>
      </w:r>
    </w:p>
    <w:p w:rsidR="00DF68D6" w:rsidRPr="00E95CA8" w:rsidRDefault="00DF68D6" w:rsidP="00DE32AC">
      <w:pPr>
        <w:spacing w:line="240" w:lineRule="auto"/>
        <w:jc w:val="right"/>
        <w:rPr>
          <w:rFonts w:ascii="Times New Roman" w:hAnsi="Times New Roman"/>
          <w:lang w:val="en-US"/>
        </w:rPr>
      </w:pPr>
      <w:r w:rsidRPr="00E95CA8">
        <w:rPr>
          <w:rFonts w:ascii="Times New Roman" w:hAnsi="Times New Roman"/>
        </w:rPr>
        <w:t xml:space="preserve">от  25 апреля </w:t>
      </w:r>
      <w:smartTag w:uri="urn:schemas-microsoft-com:office:smarttags" w:element="metricconverter">
        <w:smartTagPr>
          <w:attr w:name="ProductID" w:val="2018 г"/>
        </w:smartTagPr>
        <w:r w:rsidRPr="00E95CA8">
          <w:rPr>
            <w:rFonts w:ascii="Times New Roman" w:hAnsi="Times New Roman"/>
          </w:rPr>
          <w:t>2018 г</w:t>
        </w:r>
      </w:smartTag>
      <w:r w:rsidRPr="00E95CA8">
        <w:rPr>
          <w:rFonts w:ascii="Times New Roman" w:hAnsi="Times New Roman"/>
        </w:rPr>
        <w:t>. № 242</w:t>
      </w:r>
    </w:p>
    <w:p w:rsidR="00DF68D6" w:rsidRPr="00DE32AC" w:rsidRDefault="00DF68D6" w:rsidP="00DE32AC">
      <w:pPr>
        <w:spacing w:line="240" w:lineRule="auto"/>
        <w:jc w:val="right"/>
        <w:rPr>
          <w:rFonts w:ascii="Times New Roman" w:hAnsi="Times New Roman"/>
        </w:rPr>
      </w:pPr>
      <w:r w:rsidRPr="00DE32AC">
        <w:rPr>
          <w:rFonts w:ascii="Times New Roman" w:hAnsi="Times New Roman"/>
        </w:rPr>
        <w:t xml:space="preserve">Таловского муниципального района </w:t>
      </w:r>
    </w:p>
    <w:p w:rsidR="00DF68D6" w:rsidRPr="00DE32AC" w:rsidRDefault="00DF68D6" w:rsidP="00DE32AC">
      <w:pPr>
        <w:spacing w:line="240" w:lineRule="auto"/>
        <w:jc w:val="right"/>
        <w:rPr>
          <w:rFonts w:ascii="Times New Roman" w:hAnsi="Times New Roman"/>
        </w:rPr>
      </w:pPr>
      <w:r w:rsidRPr="00DE32AC">
        <w:rPr>
          <w:rFonts w:ascii="Times New Roman" w:hAnsi="Times New Roman"/>
        </w:rPr>
        <w:t>Воронежской области</w:t>
      </w:r>
    </w:p>
    <w:p w:rsidR="00DF68D6" w:rsidRPr="00DE32AC" w:rsidRDefault="00DF68D6" w:rsidP="00DE32AC">
      <w:pPr>
        <w:spacing w:line="240" w:lineRule="auto"/>
        <w:jc w:val="right"/>
        <w:rPr>
          <w:rFonts w:ascii="Times New Roman" w:hAnsi="Times New Roman"/>
        </w:rPr>
      </w:pPr>
      <w:r w:rsidRPr="00DE32AC">
        <w:rPr>
          <w:rFonts w:ascii="Times New Roman" w:hAnsi="Times New Roman"/>
        </w:rPr>
        <w:t>«О внесении изменений и дополнений</w:t>
      </w:r>
    </w:p>
    <w:p w:rsidR="00DF68D6" w:rsidRPr="00DE32AC" w:rsidRDefault="00DF68D6" w:rsidP="00DE32AC">
      <w:pPr>
        <w:spacing w:line="240" w:lineRule="auto"/>
        <w:jc w:val="right"/>
        <w:rPr>
          <w:rFonts w:ascii="Times New Roman" w:hAnsi="Times New Roman"/>
        </w:rPr>
      </w:pPr>
      <w:r w:rsidRPr="00DE32AC">
        <w:rPr>
          <w:rFonts w:ascii="Times New Roman" w:hAnsi="Times New Roman"/>
        </w:rPr>
        <w:t>в решение Совета народных депутатов</w:t>
      </w:r>
    </w:p>
    <w:p w:rsidR="00DF68D6" w:rsidRPr="00DE32AC" w:rsidRDefault="00DF68D6" w:rsidP="00DE32AC">
      <w:pPr>
        <w:spacing w:line="240" w:lineRule="auto"/>
        <w:jc w:val="right"/>
        <w:rPr>
          <w:rFonts w:ascii="Times New Roman" w:hAnsi="Times New Roman"/>
        </w:rPr>
      </w:pPr>
      <w:r w:rsidRPr="00DE32AC">
        <w:rPr>
          <w:rFonts w:ascii="Times New Roman" w:hAnsi="Times New Roman"/>
        </w:rPr>
        <w:t>Таловского муниципального района</w:t>
      </w:r>
    </w:p>
    <w:p w:rsidR="00DF68D6" w:rsidRPr="00DE32AC" w:rsidRDefault="00DF68D6" w:rsidP="00DE32AC">
      <w:pPr>
        <w:spacing w:line="240" w:lineRule="auto"/>
        <w:jc w:val="right"/>
        <w:rPr>
          <w:rFonts w:ascii="Times New Roman" w:hAnsi="Times New Roman"/>
        </w:rPr>
      </w:pPr>
      <w:r w:rsidRPr="00DE32AC">
        <w:rPr>
          <w:rFonts w:ascii="Times New Roman" w:hAnsi="Times New Roman"/>
        </w:rPr>
        <w:t xml:space="preserve">от   21 декабря  </w:t>
      </w:r>
      <w:smartTag w:uri="urn:schemas-microsoft-com:office:smarttags" w:element="metricconverter">
        <w:smartTagPr>
          <w:attr w:name="ProductID" w:val="2017 г"/>
        </w:smartTagPr>
        <w:r w:rsidRPr="00DE32AC">
          <w:rPr>
            <w:rFonts w:ascii="Times New Roman" w:hAnsi="Times New Roman"/>
          </w:rPr>
          <w:t>2017 г</w:t>
        </w:r>
      </w:smartTag>
      <w:r w:rsidRPr="00DE32AC">
        <w:rPr>
          <w:rFonts w:ascii="Times New Roman" w:hAnsi="Times New Roman"/>
        </w:rPr>
        <w:t xml:space="preserve">. № 224   </w:t>
      </w:r>
    </w:p>
    <w:p w:rsidR="00DF68D6" w:rsidRPr="00DE32AC" w:rsidRDefault="00DF68D6" w:rsidP="00DE32AC">
      <w:pPr>
        <w:spacing w:line="240" w:lineRule="auto"/>
        <w:jc w:val="right"/>
        <w:rPr>
          <w:rFonts w:ascii="Times New Roman" w:hAnsi="Times New Roman"/>
        </w:rPr>
      </w:pPr>
      <w:r w:rsidRPr="00DE32AC">
        <w:rPr>
          <w:rFonts w:ascii="Times New Roman" w:hAnsi="Times New Roman"/>
        </w:rPr>
        <w:t xml:space="preserve">«О бюджете Таловского муниципального района на 2018 год </w:t>
      </w:r>
    </w:p>
    <w:p w:rsidR="00DF68D6" w:rsidRPr="00DE32AC" w:rsidRDefault="00DF68D6" w:rsidP="00DE32AC">
      <w:pPr>
        <w:spacing w:line="240" w:lineRule="auto"/>
        <w:jc w:val="right"/>
        <w:rPr>
          <w:rFonts w:ascii="Times New Roman" w:hAnsi="Times New Roman"/>
        </w:rPr>
      </w:pPr>
      <w:r w:rsidRPr="00DE32AC">
        <w:rPr>
          <w:rFonts w:ascii="Times New Roman" w:hAnsi="Times New Roman"/>
        </w:rPr>
        <w:t>и на плановый период 2019 и 2020 годов»</w:t>
      </w:r>
    </w:p>
    <w:p w:rsidR="00DF68D6" w:rsidRDefault="00DF68D6" w:rsidP="00DE32AC">
      <w:pPr>
        <w:spacing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F68D6" w:rsidRPr="000169D6" w:rsidRDefault="00DF68D6" w:rsidP="00DE32AC">
      <w:pPr>
        <w:spacing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DF68D6" w:rsidRPr="000169D6" w:rsidRDefault="00DF68D6" w:rsidP="00DE32AC">
      <w:pPr>
        <w:spacing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>к решению Совета народных депутатов</w:t>
      </w:r>
    </w:p>
    <w:p w:rsidR="00DF68D6" w:rsidRPr="000169D6" w:rsidRDefault="00DF68D6" w:rsidP="00DE32AC">
      <w:pPr>
        <w:spacing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>Таловского муниципального района</w:t>
      </w:r>
    </w:p>
    <w:p w:rsidR="00DF68D6" w:rsidRPr="00FF1039" w:rsidRDefault="00DF68D6" w:rsidP="00DE32AC">
      <w:pPr>
        <w:spacing w:line="240" w:lineRule="auto"/>
        <w:jc w:val="right"/>
        <w:rPr>
          <w:rFonts w:ascii="Times New Roman" w:hAnsi="Times New Roman"/>
        </w:rPr>
      </w:pPr>
      <w:r w:rsidRPr="00FF1039">
        <w:rPr>
          <w:rFonts w:ascii="Times New Roman" w:hAnsi="Times New Roman"/>
        </w:rPr>
        <w:t xml:space="preserve">от   21  декабря  </w:t>
      </w:r>
      <w:smartTag w:uri="urn:schemas-microsoft-com:office:smarttags" w:element="metricconverter">
        <w:smartTagPr>
          <w:attr w:name="ProductID" w:val="2017 г"/>
        </w:smartTagPr>
        <w:r w:rsidRPr="00FF1039">
          <w:rPr>
            <w:rFonts w:ascii="Times New Roman" w:hAnsi="Times New Roman"/>
          </w:rPr>
          <w:t>2017 г</w:t>
        </w:r>
      </w:smartTag>
      <w:r w:rsidRPr="00FF1039">
        <w:rPr>
          <w:rFonts w:ascii="Times New Roman" w:hAnsi="Times New Roman"/>
        </w:rPr>
        <w:t>. № 224</w:t>
      </w:r>
    </w:p>
    <w:p w:rsidR="00DF68D6" w:rsidRPr="000169D6" w:rsidRDefault="00DF68D6" w:rsidP="00DE32AC">
      <w:pPr>
        <w:spacing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 xml:space="preserve"> «О бюджете Таловского      </w:t>
      </w:r>
    </w:p>
    <w:p w:rsidR="00DF68D6" w:rsidRPr="000169D6" w:rsidRDefault="00DF68D6" w:rsidP="00DE32AC">
      <w:pPr>
        <w:spacing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 xml:space="preserve">                      муниципального района на 201</w:t>
      </w:r>
      <w:r>
        <w:rPr>
          <w:rFonts w:ascii="Times New Roman" w:hAnsi="Times New Roman"/>
          <w:sz w:val="24"/>
          <w:szCs w:val="24"/>
        </w:rPr>
        <w:t>8</w:t>
      </w:r>
      <w:r w:rsidRPr="000169D6">
        <w:rPr>
          <w:rFonts w:ascii="Times New Roman" w:hAnsi="Times New Roman"/>
          <w:sz w:val="24"/>
          <w:szCs w:val="24"/>
        </w:rPr>
        <w:t xml:space="preserve"> год </w:t>
      </w:r>
    </w:p>
    <w:p w:rsidR="00DF68D6" w:rsidRPr="000169D6" w:rsidRDefault="00DF68D6" w:rsidP="00DE32AC">
      <w:pPr>
        <w:spacing w:line="240" w:lineRule="auto"/>
        <w:jc w:val="right"/>
        <w:outlineLvl w:val="0"/>
        <w:rPr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>и на плановый период 201</w:t>
      </w:r>
      <w:r>
        <w:rPr>
          <w:rFonts w:ascii="Times New Roman" w:hAnsi="Times New Roman"/>
          <w:sz w:val="24"/>
          <w:szCs w:val="24"/>
        </w:rPr>
        <w:t>9</w:t>
      </w:r>
      <w:r w:rsidRPr="000169D6">
        <w:rPr>
          <w:rFonts w:ascii="Times New Roman" w:hAnsi="Times New Roman"/>
          <w:sz w:val="24"/>
          <w:szCs w:val="24"/>
        </w:rPr>
        <w:t xml:space="preserve"> и 20</w:t>
      </w:r>
      <w:r>
        <w:rPr>
          <w:rFonts w:ascii="Times New Roman" w:hAnsi="Times New Roman"/>
          <w:sz w:val="24"/>
          <w:szCs w:val="24"/>
        </w:rPr>
        <w:t>20</w:t>
      </w:r>
      <w:r w:rsidRPr="000169D6">
        <w:rPr>
          <w:rFonts w:ascii="Times New Roman" w:hAnsi="Times New Roman"/>
          <w:sz w:val="24"/>
          <w:szCs w:val="24"/>
        </w:rPr>
        <w:t xml:space="preserve"> годов»</w:t>
      </w:r>
    </w:p>
    <w:p w:rsidR="00DF68D6" w:rsidRDefault="00DF68D6" w:rsidP="00D00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Pr="000B3F02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</w:rPr>
        <w:t>ОВ РАЙОННОГО</w:t>
      </w:r>
      <w:r w:rsidRPr="000B3F02">
        <w:rPr>
          <w:rFonts w:ascii="Times New Roman" w:hAnsi="Times New Roman" w:cs="Times New Roman"/>
          <w:sz w:val="28"/>
          <w:szCs w:val="28"/>
        </w:rPr>
        <w:t xml:space="preserve"> БЮДЖЕТА </w:t>
      </w:r>
    </w:p>
    <w:p w:rsidR="00DF68D6" w:rsidRDefault="00DF68D6" w:rsidP="00D00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КОДАМ ВИДОВ ДОХОДОВ, ПОДВИДОВ ДОХОДОВ </w:t>
      </w:r>
    </w:p>
    <w:p w:rsidR="00DF68D6" w:rsidRPr="000B3F02" w:rsidRDefault="00DF68D6" w:rsidP="00D00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0B3F02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B3F0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2019 И 2020 ГОДОВ</w:t>
      </w:r>
    </w:p>
    <w:p w:rsidR="00DF68D6" w:rsidRDefault="00DF68D6" w:rsidP="007923A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B3F02">
        <w:rPr>
          <w:rFonts w:ascii="Times New Roman" w:hAnsi="Times New Roman" w:cs="Times New Roman"/>
          <w:b w:val="0"/>
          <w:sz w:val="28"/>
          <w:szCs w:val="28"/>
        </w:rPr>
        <w:t>(тыс. рублей)</w:t>
      </w:r>
    </w:p>
    <w:tbl>
      <w:tblPr>
        <w:tblW w:w="51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54"/>
        <w:gridCol w:w="2635"/>
        <w:gridCol w:w="1432"/>
        <w:gridCol w:w="1320"/>
        <w:gridCol w:w="1316"/>
      </w:tblGrid>
      <w:tr w:rsidR="00DF68D6" w:rsidRPr="0013147D" w:rsidTr="006D2AF6">
        <w:trPr>
          <w:trHeight w:val="870"/>
        </w:trPr>
        <w:tc>
          <w:tcPr>
            <w:tcW w:w="1634" w:type="pct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DF68D6" w:rsidRPr="00D34E4C" w:rsidRDefault="00DF68D6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E4C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Код показателя</w:t>
            </w:r>
          </w:p>
        </w:tc>
        <w:tc>
          <w:tcPr>
            <w:tcW w:w="1323" w:type="pct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DF68D6" w:rsidRPr="00D34E4C" w:rsidRDefault="00DF68D6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E4C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2044" w:type="pct"/>
            <w:gridSpan w:val="3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DF68D6" w:rsidRPr="00D34E4C" w:rsidRDefault="00DF68D6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E4C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Сумма на плановый период </w:t>
            </w:r>
          </w:p>
        </w:tc>
      </w:tr>
      <w:tr w:rsidR="00DF68D6" w:rsidRPr="0013147D" w:rsidTr="006D2AF6">
        <w:trPr>
          <w:trHeight w:val="240"/>
        </w:trPr>
        <w:tc>
          <w:tcPr>
            <w:tcW w:w="1634" w:type="pct"/>
            <w:vMerge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DF68D6" w:rsidRPr="00D34E4C" w:rsidRDefault="00DF68D6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23" w:type="pct"/>
            <w:vMerge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DF68D6" w:rsidRPr="00D34E4C" w:rsidRDefault="00DF68D6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19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DF68D6" w:rsidRPr="00D34E4C" w:rsidRDefault="00DF68D6" w:rsidP="00F6792C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E4C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2018 год </w:t>
            </w:r>
          </w:p>
        </w:tc>
        <w:tc>
          <w:tcPr>
            <w:tcW w:w="663" w:type="pct"/>
            <w:vAlign w:val="center"/>
          </w:tcPr>
          <w:p w:rsidR="00DF68D6" w:rsidRPr="00D34E4C" w:rsidRDefault="00DF68D6" w:rsidP="00F6792C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E4C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662" w:type="pct"/>
            <w:vAlign w:val="center"/>
          </w:tcPr>
          <w:p w:rsidR="00DF68D6" w:rsidRPr="00D34E4C" w:rsidRDefault="00DF68D6" w:rsidP="00F6792C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E4C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2020 год </w:t>
            </w:r>
          </w:p>
        </w:tc>
      </w:tr>
    </w:tbl>
    <w:p w:rsidR="00DF68D6" w:rsidRPr="00961EF2" w:rsidRDefault="00DF68D6" w:rsidP="007923A9">
      <w:pPr>
        <w:pStyle w:val="ConsPlusTitle"/>
        <w:jc w:val="right"/>
        <w:rPr>
          <w:rFonts w:ascii="Times New Roman" w:hAnsi="Times New Roman" w:cs="Times New Roman"/>
          <w:b w:val="0"/>
          <w:sz w:val="10"/>
          <w:szCs w:val="10"/>
        </w:rPr>
      </w:pPr>
    </w:p>
    <w:tbl>
      <w:tblPr>
        <w:tblW w:w="57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42"/>
        <w:gridCol w:w="2534"/>
        <w:gridCol w:w="1320"/>
        <w:gridCol w:w="1430"/>
        <w:gridCol w:w="1338"/>
        <w:gridCol w:w="97"/>
        <w:gridCol w:w="1299"/>
      </w:tblGrid>
      <w:tr w:rsidR="00DF68D6" w:rsidRPr="0013147D" w:rsidTr="006D2AF6">
        <w:trPr>
          <w:gridAfter w:val="1"/>
          <w:wAfter w:w="577" w:type="pct"/>
          <w:trHeight w:val="170"/>
          <w:tblHeader/>
        </w:trPr>
        <w:tc>
          <w:tcPr>
            <w:tcW w:w="1440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DF68D6" w:rsidRPr="000A6747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bookmarkStart w:id="0" w:name="P1013"/>
            <w:bookmarkEnd w:id="0"/>
            <w:r w:rsidRPr="000A6747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2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DF68D6" w:rsidRPr="000A6747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86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DF68D6" w:rsidRPr="000A6747" w:rsidRDefault="00DF68D6" w:rsidP="00D008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35" w:type="pct"/>
            <w:vAlign w:val="center"/>
          </w:tcPr>
          <w:p w:rsidR="00DF68D6" w:rsidRPr="000A6747" w:rsidRDefault="00DF68D6" w:rsidP="000B3F02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37" w:type="pct"/>
            <w:gridSpan w:val="2"/>
            <w:vAlign w:val="center"/>
          </w:tcPr>
          <w:p w:rsidR="00DF68D6" w:rsidRPr="000A6747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DF68D6" w:rsidRPr="0013147D" w:rsidTr="006D2AF6">
        <w:trPr>
          <w:gridAfter w:val="1"/>
          <w:wAfter w:w="577" w:type="pct"/>
          <w:trHeight w:val="333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000 8 50 00000 00 0000 000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6747" w:rsidRDefault="00DF68D6" w:rsidP="00305B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641 754,82</w:t>
            </w:r>
          </w:p>
        </w:tc>
        <w:tc>
          <w:tcPr>
            <w:tcW w:w="635" w:type="pct"/>
            <w:vAlign w:val="center"/>
          </w:tcPr>
          <w:p w:rsidR="00DF68D6" w:rsidRPr="000A6747" w:rsidRDefault="00DF68D6" w:rsidP="00237E1F">
            <w:pP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614 695,97</w:t>
            </w:r>
          </w:p>
        </w:tc>
        <w:tc>
          <w:tcPr>
            <w:tcW w:w="637" w:type="pct"/>
            <w:gridSpan w:val="2"/>
            <w:vAlign w:val="center"/>
          </w:tcPr>
          <w:p w:rsidR="00DF68D6" w:rsidRPr="000A6747" w:rsidRDefault="00DF68D6" w:rsidP="00305B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641676,57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000 1 00 00000 00 0000 000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B65825" w:rsidRDefault="00DF68D6" w:rsidP="00305B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51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806,4</w:t>
            </w:r>
          </w:p>
        </w:tc>
        <w:tc>
          <w:tcPr>
            <w:tcW w:w="635" w:type="pct"/>
            <w:vAlign w:val="center"/>
          </w:tcPr>
          <w:p w:rsidR="00DF68D6" w:rsidRPr="004359F6" w:rsidRDefault="00DF68D6" w:rsidP="00305BCF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239 363,0</w:t>
            </w:r>
          </w:p>
        </w:tc>
        <w:tc>
          <w:tcPr>
            <w:tcW w:w="637" w:type="pct"/>
            <w:gridSpan w:val="2"/>
            <w:vAlign w:val="center"/>
          </w:tcPr>
          <w:p w:rsidR="00DF68D6" w:rsidRPr="004359F6" w:rsidRDefault="00DF68D6" w:rsidP="00305B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4359F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237996,1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000 1 01 02000 01 0000 110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B65825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113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546,0</w:t>
            </w:r>
          </w:p>
        </w:tc>
        <w:tc>
          <w:tcPr>
            <w:tcW w:w="635" w:type="pct"/>
            <w:vAlign w:val="bottom"/>
          </w:tcPr>
          <w:p w:rsidR="00DF68D6" w:rsidRPr="00B65825" w:rsidRDefault="00DF68D6" w:rsidP="000B3F02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121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203,0</w:t>
            </w:r>
          </w:p>
        </w:tc>
        <w:tc>
          <w:tcPr>
            <w:tcW w:w="637" w:type="pct"/>
            <w:gridSpan w:val="2"/>
            <w:vAlign w:val="bottom"/>
          </w:tcPr>
          <w:p w:rsidR="00DF68D6" w:rsidRPr="00B65825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131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007,0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000 1 01 02010 01 0000 110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ED3B8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112 637,7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ED3B80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120 233,4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ED3B8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129 959,0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000 1 01 02020 01 0000 110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ED3B8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794,8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ED3B80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848,4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ED3B80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917,0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000 1 01 02030 01 0000 110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ED3B8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113,5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ED3B80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121,2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ED3B80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131,0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000 1 03 00000 00 0000 000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B65825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19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135,4</w:t>
            </w:r>
          </w:p>
        </w:tc>
        <w:tc>
          <w:tcPr>
            <w:tcW w:w="635" w:type="pct"/>
            <w:vAlign w:val="bottom"/>
          </w:tcPr>
          <w:p w:rsidR="00DF68D6" w:rsidRPr="00B65825" w:rsidRDefault="00DF68D6" w:rsidP="000B3F02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830,8</w:t>
            </w:r>
          </w:p>
        </w:tc>
        <w:tc>
          <w:tcPr>
            <w:tcW w:w="637" w:type="pct"/>
            <w:gridSpan w:val="2"/>
            <w:vAlign w:val="bottom"/>
          </w:tcPr>
          <w:p w:rsidR="00DF68D6" w:rsidRPr="00B65825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545,1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000 1 03 02230 01 0000 110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7 195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D00898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7 832,4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8 477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000 1 03 02240 01 0000 110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76,5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83,3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90,1</w:t>
            </w:r>
          </w:p>
        </w:tc>
      </w:tr>
      <w:tr w:rsidR="00DF68D6" w:rsidRPr="000A6747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000 1 03 02250 01 0000 110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11 863,9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12 915,1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13 978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000 1 05 00000 00 0000 000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E06D3F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28 424,0</w:t>
            </w:r>
          </w:p>
        </w:tc>
        <w:tc>
          <w:tcPr>
            <w:tcW w:w="635" w:type="pct"/>
            <w:vAlign w:val="bottom"/>
          </w:tcPr>
          <w:p w:rsidR="00DF68D6" w:rsidRPr="00E06D3F" w:rsidRDefault="00DF68D6" w:rsidP="000B3F02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28 450,0</w:t>
            </w:r>
          </w:p>
        </w:tc>
        <w:tc>
          <w:tcPr>
            <w:tcW w:w="637" w:type="pct"/>
            <w:gridSpan w:val="2"/>
            <w:vAlign w:val="bottom"/>
          </w:tcPr>
          <w:p w:rsidR="00DF68D6" w:rsidRPr="00E06D3F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28 450,0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000 1 05 01021 01 1000 110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Default="00DF68D6" w:rsidP="00E06D3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1 309,0</w:t>
            </w:r>
          </w:p>
        </w:tc>
        <w:tc>
          <w:tcPr>
            <w:tcW w:w="635" w:type="pct"/>
            <w:vAlign w:val="bottom"/>
          </w:tcPr>
          <w:p w:rsidR="00DF68D6" w:rsidRDefault="00DF68D6" w:rsidP="00554496">
            <w:pPr>
              <w:jc w:val="right"/>
            </w:pPr>
            <w:r w:rsidRPr="0060235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60235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309,0</w:t>
            </w:r>
          </w:p>
        </w:tc>
        <w:tc>
          <w:tcPr>
            <w:tcW w:w="637" w:type="pct"/>
            <w:gridSpan w:val="2"/>
            <w:vAlign w:val="bottom"/>
          </w:tcPr>
          <w:p w:rsidR="00DF68D6" w:rsidRDefault="00DF68D6" w:rsidP="00554496">
            <w:pPr>
              <w:jc w:val="right"/>
            </w:pPr>
            <w:r w:rsidRPr="0060235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60235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309,0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000 1 05 02000 02 0000 110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Единый налог на вмененный доход для отдельных видов деятельности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E06D3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16 300,0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E06D3F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16 300,0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E06D3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16 300,0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000 1 05 02010 02 0000 110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Default="00DF68D6" w:rsidP="00E06D3F">
            <w:pPr>
              <w:jc w:val="right"/>
            </w:pPr>
            <w:r w:rsidRPr="00D77789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16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D77789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635" w:type="pct"/>
            <w:vAlign w:val="bottom"/>
          </w:tcPr>
          <w:p w:rsidR="00DF68D6" w:rsidRDefault="00DF68D6" w:rsidP="00E06D3F">
            <w:pPr>
              <w:jc w:val="right"/>
            </w:pPr>
            <w:r w:rsidRPr="00D77789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16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D77789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637" w:type="pct"/>
            <w:gridSpan w:val="2"/>
            <w:vAlign w:val="bottom"/>
          </w:tcPr>
          <w:p w:rsidR="00DF68D6" w:rsidRDefault="00DF68D6" w:rsidP="00E06D3F">
            <w:pPr>
              <w:jc w:val="right"/>
            </w:pPr>
            <w:r w:rsidRPr="00D77789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16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D77789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300,0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000 1 05 03000 01 0000 110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10 680,0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10 706,0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10 706,0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000 1 05 03010 01 0000 110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E06D3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10 680,0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E06D3F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10 706,0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E06D3F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10 706,0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000 1 05 04020 02 0000 110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135,0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135,0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135,0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000 1 08 00000 00 0000 000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ГОСУДАРСТВЕННАЯ ПОШЛИНА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554496" w:rsidRDefault="00DF68D6" w:rsidP="00554496">
            <w:pPr>
              <w:jc w:val="right"/>
              <w:rPr>
                <w:b/>
              </w:rPr>
            </w:pPr>
            <w:r w:rsidRPr="0055449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55449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635" w:type="pct"/>
            <w:vAlign w:val="bottom"/>
          </w:tcPr>
          <w:p w:rsidR="00DF68D6" w:rsidRPr="00554496" w:rsidRDefault="00DF68D6" w:rsidP="00554496">
            <w:pPr>
              <w:jc w:val="right"/>
              <w:rPr>
                <w:b/>
              </w:rPr>
            </w:pPr>
            <w:r w:rsidRPr="0055449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55449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637" w:type="pct"/>
            <w:gridSpan w:val="2"/>
            <w:vAlign w:val="bottom"/>
          </w:tcPr>
          <w:p w:rsidR="00DF68D6" w:rsidRPr="00554496" w:rsidRDefault="00DF68D6" w:rsidP="00554496">
            <w:pPr>
              <w:jc w:val="right"/>
              <w:rPr>
                <w:b/>
              </w:rPr>
            </w:pPr>
            <w:r w:rsidRPr="0055449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55449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000,0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000 1 08 03000 01 0000 110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635" w:type="pct"/>
            <w:vAlign w:val="bottom"/>
          </w:tcPr>
          <w:p w:rsidR="00DF68D6" w:rsidRDefault="00DF68D6" w:rsidP="00554496">
            <w:pPr>
              <w:jc w:val="right"/>
            </w:pPr>
            <w:r w:rsidRPr="001065E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065E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637" w:type="pct"/>
            <w:gridSpan w:val="2"/>
            <w:vAlign w:val="bottom"/>
          </w:tcPr>
          <w:p w:rsidR="00DF68D6" w:rsidRDefault="00DF68D6" w:rsidP="00554496">
            <w:pPr>
              <w:jc w:val="right"/>
            </w:pPr>
            <w:r w:rsidRPr="001065E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065E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000 1 08 03010 01 0000 110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Default="00DF68D6" w:rsidP="00554496">
            <w:pPr>
              <w:jc w:val="right"/>
            </w:pPr>
            <w:r w:rsidRPr="00F267D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F267D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635" w:type="pct"/>
            <w:vAlign w:val="bottom"/>
          </w:tcPr>
          <w:p w:rsidR="00DF68D6" w:rsidRDefault="00DF68D6" w:rsidP="00554496">
            <w:pPr>
              <w:jc w:val="right"/>
            </w:pPr>
            <w:r w:rsidRPr="00F267D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F267D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637" w:type="pct"/>
            <w:gridSpan w:val="2"/>
            <w:vAlign w:val="bottom"/>
          </w:tcPr>
          <w:p w:rsidR="00DF68D6" w:rsidRDefault="00DF68D6" w:rsidP="00554496">
            <w:pPr>
              <w:jc w:val="right"/>
            </w:pPr>
            <w:r w:rsidRPr="00F267D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F267D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B65825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727,0</w:t>
            </w:r>
          </w:p>
        </w:tc>
        <w:tc>
          <w:tcPr>
            <w:tcW w:w="635" w:type="pct"/>
            <w:vAlign w:val="bottom"/>
          </w:tcPr>
          <w:p w:rsidR="00DF68D6" w:rsidRPr="00B65825" w:rsidRDefault="00DF68D6" w:rsidP="000B3F02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730,0</w:t>
            </w:r>
          </w:p>
        </w:tc>
        <w:tc>
          <w:tcPr>
            <w:tcW w:w="637" w:type="pct"/>
            <w:gridSpan w:val="2"/>
            <w:vAlign w:val="bottom"/>
          </w:tcPr>
          <w:p w:rsidR="00DF68D6" w:rsidRPr="00B65825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730,0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000 1 11 05000 00 0000 120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32 727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32 730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32 730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000 1 11 05010 00 0000 120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29 603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D00898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29 603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29 603</w:t>
            </w:r>
          </w:p>
        </w:tc>
      </w:tr>
      <w:tr w:rsidR="00DF68D6" w:rsidRPr="0013147D" w:rsidTr="006D2AF6">
        <w:trPr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000 1 11 05013 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05</w:t>
            </w: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25 722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D0281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25 722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D0281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25 722</w:t>
            </w:r>
          </w:p>
        </w:tc>
        <w:tc>
          <w:tcPr>
            <w:tcW w:w="577" w:type="pct"/>
            <w:vAlign w:val="bottom"/>
          </w:tcPr>
          <w:p w:rsidR="00DF68D6" w:rsidRPr="000A6747" w:rsidRDefault="00DF68D6" w:rsidP="00D02811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000 1 11 05013 13 0000 120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3 881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D00898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3 881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3 881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000 1 11 05020 00 0000 120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1774,0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1774,0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1774,0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000 1 11 05025 05 0000 120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1 774,0</w:t>
            </w:r>
          </w:p>
        </w:tc>
        <w:tc>
          <w:tcPr>
            <w:tcW w:w="635" w:type="pct"/>
            <w:vAlign w:val="bottom"/>
          </w:tcPr>
          <w:p w:rsidR="00DF68D6" w:rsidRDefault="00DF68D6" w:rsidP="00D02811">
            <w:pPr>
              <w:jc w:val="right"/>
            </w:pPr>
            <w:r w:rsidRPr="00A841D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A841D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774,0</w:t>
            </w:r>
          </w:p>
        </w:tc>
        <w:tc>
          <w:tcPr>
            <w:tcW w:w="637" w:type="pct"/>
            <w:gridSpan w:val="2"/>
            <w:vAlign w:val="bottom"/>
          </w:tcPr>
          <w:p w:rsidR="00DF68D6" w:rsidRDefault="00DF68D6" w:rsidP="00D02811">
            <w:pPr>
              <w:jc w:val="right"/>
            </w:pPr>
            <w:r w:rsidRPr="00A841D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A841D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774,0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000 1 11 05030 00 0000 120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1 353,0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1 353,0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000 1 11 05035 05 0000 120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1 353,0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1 353,0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000 1 12 00000 00 0000 000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D02811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02811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35" w:type="pct"/>
            <w:vAlign w:val="bottom"/>
          </w:tcPr>
          <w:p w:rsidR="00DF68D6" w:rsidRPr="00D02811" w:rsidRDefault="00DF68D6" w:rsidP="00D02811">
            <w:pPr>
              <w:jc w:val="right"/>
              <w:rPr>
                <w:b/>
              </w:rPr>
            </w:pPr>
            <w:r w:rsidRPr="00D02811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37" w:type="pct"/>
            <w:gridSpan w:val="2"/>
            <w:vAlign w:val="bottom"/>
          </w:tcPr>
          <w:p w:rsidR="00DF68D6" w:rsidRPr="00D02811" w:rsidRDefault="00DF68D6" w:rsidP="00D02811">
            <w:pPr>
              <w:jc w:val="right"/>
              <w:rPr>
                <w:b/>
              </w:rPr>
            </w:pPr>
            <w:r w:rsidRPr="00D02811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200,0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000 1 12 01000 01 0000 120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Default="00DF68D6" w:rsidP="00D02811">
            <w:pPr>
              <w:jc w:val="right"/>
            </w:pPr>
            <w:r w:rsidRPr="00B972D0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35" w:type="pct"/>
            <w:vAlign w:val="bottom"/>
          </w:tcPr>
          <w:p w:rsidR="00DF68D6" w:rsidRDefault="00DF68D6" w:rsidP="00D02811">
            <w:pPr>
              <w:jc w:val="right"/>
            </w:pPr>
            <w:r w:rsidRPr="00B972D0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37" w:type="pct"/>
            <w:gridSpan w:val="2"/>
            <w:vAlign w:val="bottom"/>
          </w:tcPr>
          <w:p w:rsidR="00DF68D6" w:rsidRDefault="00DF68D6" w:rsidP="00D02811">
            <w:pPr>
              <w:jc w:val="right"/>
            </w:pPr>
            <w:r w:rsidRPr="00B972D0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200,0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000 1 12 01010 01 0000 120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53,6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53,6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53,6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000 1 12 01020 01 0000 120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1,2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000 1 12 01030 01 0000 120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61,6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61,6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61,6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000 1 12 01040 01 0000 120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83,6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83,6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83,6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000 1 13 00000 00 0000 000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D02811" w:rsidRDefault="00DF68D6" w:rsidP="00D02811">
            <w:pPr>
              <w:jc w:val="right"/>
              <w:rPr>
                <w:b/>
              </w:rPr>
            </w:pPr>
            <w:r w:rsidRPr="00D02811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635" w:type="pct"/>
            <w:vAlign w:val="bottom"/>
          </w:tcPr>
          <w:p w:rsidR="00DF68D6" w:rsidRPr="00D02811" w:rsidRDefault="00DF68D6" w:rsidP="00D02811">
            <w:pPr>
              <w:jc w:val="right"/>
              <w:rPr>
                <w:b/>
              </w:rPr>
            </w:pPr>
            <w:r w:rsidRPr="00D02811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637" w:type="pct"/>
            <w:gridSpan w:val="2"/>
            <w:vAlign w:val="bottom"/>
          </w:tcPr>
          <w:p w:rsidR="00DF68D6" w:rsidRPr="00D02811" w:rsidRDefault="00DF68D6" w:rsidP="00D02811">
            <w:pPr>
              <w:jc w:val="right"/>
              <w:rPr>
                <w:b/>
              </w:rPr>
            </w:pPr>
            <w:r w:rsidRPr="00D02811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691,0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000 1 13 01000 00 0000 130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635" w:type="pct"/>
            <w:vAlign w:val="bottom"/>
          </w:tcPr>
          <w:p w:rsidR="00DF68D6" w:rsidRDefault="00DF68D6" w:rsidP="00D02811">
            <w:pPr>
              <w:jc w:val="right"/>
            </w:pPr>
            <w:r w:rsidRPr="00194C9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637" w:type="pct"/>
            <w:gridSpan w:val="2"/>
            <w:vAlign w:val="bottom"/>
          </w:tcPr>
          <w:p w:rsidR="00DF68D6" w:rsidRDefault="00DF68D6" w:rsidP="00D02811">
            <w:pPr>
              <w:jc w:val="right"/>
            </w:pPr>
            <w:r w:rsidRPr="00194C9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691,0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000 1 13 01995 05 0000 130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635" w:type="pct"/>
            <w:vAlign w:val="bottom"/>
          </w:tcPr>
          <w:p w:rsidR="00DF68D6" w:rsidRDefault="00DF68D6" w:rsidP="00D02811">
            <w:pPr>
              <w:jc w:val="right"/>
            </w:pPr>
            <w:r w:rsidRPr="00194C9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637" w:type="pct"/>
            <w:gridSpan w:val="2"/>
            <w:vAlign w:val="bottom"/>
          </w:tcPr>
          <w:p w:rsidR="00DF68D6" w:rsidRDefault="00DF68D6" w:rsidP="00D02811">
            <w:pPr>
              <w:jc w:val="right"/>
            </w:pPr>
            <w:r w:rsidRPr="00194C9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691,0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000 1 14 00000 00 0000 000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3F2753" w:rsidRDefault="00DF68D6" w:rsidP="003F27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5 </w:t>
            </w: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050,0</w:t>
            </w:r>
          </w:p>
        </w:tc>
        <w:tc>
          <w:tcPr>
            <w:tcW w:w="635" w:type="pct"/>
            <w:vAlign w:val="bottom"/>
          </w:tcPr>
          <w:p w:rsidR="00DF68D6" w:rsidRPr="003F2753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13021,2</w:t>
            </w:r>
          </w:p>
        </w:tc>
        <w:tc>
          <w:tcPr>
            <w:tcW w:w="637" w:type="pct"/>
            <w:gridSpan w:val="2"/>
            <w:vAlign w:val="bottom"/>
          </w:tcPr>
          <w:p w:rsidR="00DF68D6" w:rsidRPr="003F2753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50,0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000 1 1402052 05 0000 410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3F27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50,0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000 1 14 06000 00 0000 430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35 000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12971,2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000 1 14 06013 10 0000 430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35 000,0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12971,2</w:t>
            </w: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ШТРАФЫ, САНКЦИИ, ВОЗМЕЩЕНИЕ УЩЕРБА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B65825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635" w:type="pct"/>
            <w:vAlign w:val="bottom"/>
          </w:tcPr>
          <w:p w:rsidR="00DF68D6" w:rsidRPr="00B65825" w:rsidRDefault="00DF68D6" w:rsidP="00B65825">
            <w:pPr>
              <w:jc w:val="right"/>
              <w:rPr>
                <w:b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637" w:type="pct"/>
            <w:gridSpan w:val="2"/>
            <w:vAlign w:val="bottom"/>
          </w:tcPr>
          <w:p w:rsidR="00DF68D6" w:rsidRPr="00B65825" w:rsidRDefault="00DF68D6" w:rsidP="00B65825">
            <w:pPr>
              <w:jc w:val="right"/>
              <w:rPr>
                <w:b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800,0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000 1 16 03000 00 0000 140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131,4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131,4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131,4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000 1 16 03010 01 0000 140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124,2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124,2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124,2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DF68D6" w:rsidRPr="000A1BDE" w:rsidRDefault="00DF68D6">
            <w:pPr>
              <w:rPr>
                <w:sz w:val="26"/>
                <w:szCs w:val="26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000 1 16 03030 01 0000 140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7,2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7,2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7,2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DF68D6" w:rsidRPr="000A1BDE" w:rsidRDefault="00DF68D6">
            <w:pPr>
              <w:rPr>
                <w:sz w:val="26"/>
                <w:szCs w:val="26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000 1 16 06000 01 0000 140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20,4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20,4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7326F1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20,4</w:t>
            </w:r>
          </w:p>
        </w:tc>
      </w:tr>
      <w:tr w:rsidR="00DF68D6" w:rsidRPr="0013147D" w:rsidTr="006D2AF6">
        <w:trPr>
          <w:gridAfter w:val="2"/>
          <w:wAfter w:w="620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000 1 16 25000 00 0000 140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369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369</w:t>
            </w:r>
          </w:p>
        </w:tc>
        <w:tc>
          <w:tcPr>
            <w:tcW w:w="594" w:type="pct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369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000 1 16 25030 01 0000 140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12,6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D00898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12,6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12,6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000 1 16 25060 01 0000 140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356,4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356,4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356,4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000 1 16 28000 01 0000 140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387,0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387,0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387,0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000 1 16 30030 01 0000 140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Прочие денежные взыскания (штрафы) за правонарушения в области дорожного движения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5,4</w:t>
            </w:r>
          </w:p>
        </w:tc>
        <w:tc>
          <w:tcPr>
            <w:tcW w:w="635" w:type="pct"/>
            <w:vAlign w:val="bottom"/>
          </w:tcPr>
          <w:p w:rsidR="00DF68D6" w:rsidRDefault="00DF68D6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5,4</w:t>
            </w:r>
          </w:p>
        </w:tc>
        <w:tc>
          <w:tcPr>
            <w:tcW w:w="637" w:type="pct"/>
            <w:gridSpan w:val="2"/>
            <w:vAlign w:val="bottom"/>
          </w:tcPr>
          <w:p w:rsidR="00DF68D6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5,4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000 1 16 43000 01 0000 140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000 1 16 90000 00 0000 140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856,8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856,8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856,8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000 1 16 90050 05 0000 140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856,8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856,8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856,8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000 1 17 00000 00 0000 000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ПРОЧИЕ НЕНАЛОГОВЫЕ ДОХОДЫ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3F2753" w:rsidRDefault="00DF68D6" w:rsidP="00B658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 233,0        </w:t>
            </w:r>
          </w:p>
        </w:tc>
        <w:tc>
          <w:tcPr>
            <w:tcW w:w="635" w:type="pct"/>
            <w:vAlign w:val="bottom"/>
          </w:tcPr>
          <w:p w:rsidR="00DF68D6" w:rsidRPr="003F2753" w:rsidRDefault="00DF68D6" w:rsidP="00B65825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437,0</w:t>
            </w:r>
          </w:p>
        </w:tc>
        <w:tc>
          <w:tcPr>
            <w:tcW w:w="637" w:type="pct"/>
            <w:gridSpan w:val="2"/>
            <w:vAlign w:val="bottom"/>
          </w:tcPr>
          <w:p w:rsidR="00DF68D6" w:rsidRPr="003F2753" w:rsidRDefault="00DF68D6" w:rsidP="00B658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523,0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000 1 17 05000 00 0000 180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18 233,0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18 437,0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18 523,0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000 1 17 05050 05 0000 180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B6582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18 233,0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B65825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18 437,0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B6582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18 523,0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000 2 00 00000 00 0000 000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389 948,42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237E1F">
            <w:pP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375332,97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403 680,47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000 2 02 00000 00 0000 000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484DC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389 948,42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484DCA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375332,97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484DC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403680,47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000 2 02 10000 00 0000 151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87 934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48 049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51 753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000 2 02 15001 00 0000 151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65 294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48 049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51 753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1BDE" w:rsidRDefault="00DF68D6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000 2 02 15001 05 0000 151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6747" w:rsidRDefault="00DF68D6" w:rsidP="00EB38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65 294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D00898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48 049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51 753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000 2 02 15002 05 0000 151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sz w:val="24"/>
                <w:szCs w:val="24"/>
              </w:rPr>
              <w:t>Дотации бюджетам муниципальных районов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поддержку мер по обеспечению сбалансированности бюджетов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22 640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000 2 02 20000 00 0000 151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4024,87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3478,87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3590,87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1BDE" w:rsidRDefault="00DF68D6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000 2 02 29999 00 0000 151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6747" w:rsidRDefault="00DF68D6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4024,87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3478,87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3590,87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1BDE" w:rsidRDefault="00DF68D6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000 2 02 29999 05 0000 151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6747" w:rsidRDefault="00DF68D6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4024,87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3478,87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3590,87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000 2 02 30000 00 0000 151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291055,7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320 280,1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344 808,6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1BDE" w:rsidRDefault="00DF68D6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000 2 02 35260 05 0000 151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6747" w:rsidRDefault="00DF68D6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484,3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D00898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503,5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524,3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1BDE" w:rsidRDefault="00DF68D6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000 2 02 30024 05 0000 151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6747" w:rsidRDefault="00DF68D6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9 187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8 163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8481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1BDE" w:rsidRDefault="00DF68D6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000 2 02 30027 05 0000 151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6747" w:rsidRDefault="00DF68D6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29 176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33 355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34 688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1BDE" w:rsidRDefault="00DF68D6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000 2 02 30029 05 0000 151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6747" w:rsidRDefault="00DF68D6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504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546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546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1BDE" w:rsidRDefault="00DF68D6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00 2 02 39999 05 0000 151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6747" w:rsidRDefault="00DF68D6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251704,4</w:t>
            </w:r>
          </w:p>
        </w:tc>
        <w:tc>
          <w:tcPr>
            <w:tcW w:w="635" w:type="pct"/>
            <w:vAlign w:val="bottom"/>
          </w:tcPr>
          <w:p w:rsidR="00DF68D6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277 629,</w:t>
            </w:r>
          </w:p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300493,9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1BDE" w:rsidRDefault="00DF68D6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000 2 02 40000 00 0000 151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6 933,85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3 525,0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3 528,0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1BDE" w:rsidRDefault="00DF68D6" w:rsidP="004665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000 2 02 45144 05 0000 151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6747" w:rsidRDefault="00DF68D6" w:rsidP="00FA34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6747" w:rsidRDefault="00DF68D6" w:rsidP="0084140E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3 416</w:t>
            </w:r>
          </w:p>
        </w:tc>
        <w:tc>
          <w:tcPr>
            <w:tcW w:w="635" w:type="pct"/>
            <w:vAlign w:val="center"/>
          </w:tcPr>
          <w:p w:rsidR="00DF68D6" w:rsidRPr="000A6747" w:rsidRDefault="00DF68D6" w:rsidP="0084140E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3 449</w:t>
            </w:r>
          </w:p>
        </w:tc>
        <w:tc>
          <w:tcPr>
            <w:tcW w:w="637" w:type="pct"/>
            <w:gridSpan w:val="2"/>
            <w:vAlign w:val="center"/>
          </w:tcPr>
          <w:p w:rsidR="00DF68D6" w:rsidRPr="000A6747" w:rsidRDefault="00DF68D6" w:rsidP="00F10986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3 452</w:t>
            </w:r>
          </w:p>
        </w:tc>
      </w:tr>
      <w:tr w:rsidR="00DF68D6" w:rsidRPr="0013147D" w:rsidTr="00CA2087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1BDE" w:rsidRDefault="00DF68D6" w:rsidP="00464F1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000 2 02 45160 05 0000 151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6747" w:rsidRDefault="00DF68D6" w:rsidP="00464F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CA2087" w:rsidRDefault="00DF68D6" w:rsidP="00464F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CA208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3 422,95</w:t>
            </w:r>
          </w:p>
        </w:tc>
        <w:tc>
          <w:tcPr>
            <w:tcW w:w="635" w:type="pct"/>
            <w:vAlign w:val="bottom"/>
          </w:tcPr>
          <w:p w:rsidR="00DF68D6" w:rsidRPr="00CA2087" w:rsidRDefault="00DF68D6" w:rsidP="00464F1B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CA208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37" w:type="pct"/>
            <w:gridSpan w:val="2"/>
            <w:vAlign w:val="bottom"/>
          </w:tcPr>
          <w:p w:rsidR="00DF68D6" w:rsidRDefault="00DF68D6" w:rsidP="00464F1B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</w:t>
            </w:r>
          </w:p>
        </w:tc>
      </w:tr>
      <w:tr w:rsidR="00DF68D6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1BDE" w:rsidRDefault="00DF68D6" w:rsidP="004665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000 2 02 49999 05 0000 151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F68D6" w:rsidRPr="000A6747" w:rsidRDefault="00DF68D6" w:rsidP="004665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F68D6" w:rsidRPr="000A6747" w:rsidRDefault="00DF68D6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94,9</w:t>
            </w:r>
          </w:p>
        </w:tc>
        <w:tc>
          <w:tcPr>
            <w:tcW w:w="635" w:type="pct"/>
            <w:vAlign w:val="bottom"/>
          </w:tcPr>
          <w:p w:rsidR="00DF68D6" w:rsidRPr="000A6747" w:rsidRDefault="00DF68D6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76</w:t>
            </w:r>
          </w:p>
        </w:tc>
        <w:tc>
          <w:tcPr>
            <w:tcW w:w="637" w:type="pct"/>
            <w:gridSpan w:val="2"/>
            <w:vAlign w:val="bottom"/>
          </w:tcPr>
          <w:p w:rsidR="00DF68D6" w:rsidRPr="000A6747" w:rsidRDefault="00DF68D6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76</w:t>
            </w:r>
          </w:p>
        </w:tc>
      </w:tr>
    </w:tbl>
    <w:p w:rsidR="00DF68D6" w:rsidRDefault="00DF68D6" w:rsidP="007923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68D6" w:rsidRDefault="00DF68D6" w:rsidP="007923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68D6" w:rsidRPr="000B3F02" w:rsidRDefault="00DF68D6" w:rsidP="007923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DF68D6" w:rsidRPr="000B3F02" w:rsidSect="0084140E">
      <w:pgSz w:w="11906" w:h="16838"/>
      <w:pgMar w:top="1134" w:right="567" w:bottom="1134" w:left="1701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8D6" w:rsidRDefault="00DF68D6" w:rsidP="00DB33C8">
      <w:pPr>
        <w:spacing w:after="0" w:line="240" w:lineRule="auto"/>
      </w:pPr>
      <w:r>
        <w:separator/>
      </w:r>
    </w:p>
  </w:endnote>
  <w:endnote w:type="continuationSeparator" w:id="0">
    <w:p w:rsidR="00DF68D6" w:rsidRDefault="00DF68D6" w:rsidP="00DB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8D6" w:rsidRDefault="00DF68D6" w:rsidP="00DB33C8">
      <w:pPr>
        <w:spacing w:after="0" w:line="240" w:lineRule="auto"/>
      </w:pPr>
      <w:r>
        <w:separator/>
      </w:r>
    </w:p>
  </w:footnote>
  <w:footnote w:type="continuationSeparator" w:id="0">
    <w:p w:rsidR="00DF68D6" w:rsidRDefault="00DF68D6" w:rsidP="00DB3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F2"/>
    <w:rsid w:val="00013DC5"/>
    <w:rsid w:val="000169D6"/>
    <w:rsid w:val="00016D3F"/>
    <w:rsid w:val="00033356"/>
    <w:rsid w:val="00034782"/>
    <w:rsid w:val="0004157C"/>
    <w:rsid w:val="000433BF"/>
    <w:rsid w:val="00055229"/>
    <w:rsid w:val="0005664F"/>
    <w:rsid w:val="0008097D"/>
    <w:rsid w:val="000929F6"/>
    <w:rsid w:val="00093B11"/>
    <w:rsid w:val="000979FB"/>
    <w:rsid w:val="000A1BDE"/>
    <w:rsid w:val="000A2972"/>
    <w:rsid w:val="000A49DB"/>
    <w:rsid w:val="000A6747"/>
    <w:rsid w:val="000A77F1"/>
    <w:rsid w:val="000B3C18"/>
    <w:rsid w:val="000B3F02"/>
    <w:rsid w:val="000D43CA"/>
    <w:rsid w:val="000F0F3B"/>
    <w:rsid w:val="000F2EB5"/>
    <w:rsid w:val="001065E2"/>
    <w:rsid w:val="00113ABD"/>
    <w:rsid w:val="00117F35"/>
    <w:rsid w:val="00121535"/>
    <w:rsid w:val="0013147D"/>
    <w:rsid w:val="0014570A"/>
    <w:rsid w:val="00152D8F"/>
    <w:rsid w:val="00153027"/>
    <w:rsid w:val="00154A0F"/>
    <w:rsid w:val="00156CCA"/>
    <w:rsid w:val="00194C95"/>
    <w:rsid w:val="001A0170"/>
    <w:rsid w:val="001B530A"/>
    <w:rsid w:val="001B5AF6"/>
    <w:rsid w:val="001B5D35"/>
    <w:rsid w:val="001B6152"/>
    <w:rsid w:val="001C03FB"/>
    <w:rsid w:val="001D12A6"/>
    <w:rsid w:val="001F30E1"/>
    <w:rsid w:val="00200FE9"/>
    <w:rsid w:val="00202177"/>
    <w:rsid w:val="00202B8B"/>
    <w:rsid w:val="0020674C"/>
    <w:rsid w:val="002119B6"/>
    <w:rsid w:val="002128BE"/>
    <w:rsid w:val="00214C9D"/>
    <w:rsid w:val="00234197"/>
    <w:rsid w:val="00237E1F"/>
    <w:rsid w:val="0024194D"/>
    <w:rsid w:val="00241D06"/>
    <w:rsid w:val="00252582"/>
    <w:rsid w:val="00256EEB"/>
    <w:rsid w:val="00264419"/>
    <w:rsid w:val="002A5FDA"/>
    <w:rsid w:val="002A7C33"/>
    <w:rsid w:val="002B546F"/>
    <w:rsid w:val="002C2024"/>
    <w:rsid w:val="002C5BF7"/>
    <w:rsid w:val="002C6CEB"/>
    <w:rsid w:val="002D3739"/>
    <w:rsid w:val="002E1A8E"/>
    <w:rsid w:val="002E32C9"/>
    <w:rsid w:val="002E35E3"/>
    <w:rsid w:val="002E4C9D"/>
    <w:rsid w:val="002F611F"/>
    <w:rsid w:val="00304F32"/>
    <w:rsid w:val="00305BCF"/>
    <w:rsid w:val="003110DD"/>
    <w:rsid w:val="003162C2"/>
    <w:rsid w:val="003276CC"/>
    <w:rsid w:val="00330265"/>
    <w:rsid w:val="003349AB"/>
    <w:rsid w:val="00334CBB"/>
    <w:rsid w:val="0036158F"/>
    <w:rsid w:val="0038164B"/>
    <w:rsid w:val="00382DE4"/>
    <w:rsid w:val="00385EE8"/>
    <w:rsid w:val="003A7AFA"/>
    <w:rsid w:val="003E2BC8"/>
    <w:rsid w:val="003E382A"/>
    <w:rsid w:val="003F2753"/>
    <w:rsid w:val="003F483F"/>
    <w:rsid w:val="003F6732"/>
    <w:rsid w:val="003F7F02"/>
    <w:rsid w:val="004201FD"/>
    <w:rsid w:val="004221A7"/>
    <w:rsid w:val="00424F36"/>
    <w:rsid w:val="00427BDD"/>
    <w:rsid w:val="00430707"/>
    <w:rsid w:val="004309CF"/>
    <w:rsid w:val="004359F6"/>
    <w:rsid w:val="004379F4"/>
    <w:rsid w:val="00437ACD"/>
    <w:rsid w:val="00442FFE"/>
    <w:rsid w:val="00443D4D"/>
    <w:rsid w:val="00445EA5"/>
    <w:rsid w:val="00464F1B"/>
    <w:rsid w:val="00466540"/>
    <w:rsid w:val="00467E86"/>
    <w:rsid w:val="00473748"/>
    <w:rsid w:val="00480FCE"/>
    <w:rsid w:val="00484DCA"/>
    <w:rsid w:val="004A3C1C"/>
    <w:rsid w:val="004A46A2"/>
    <w:rsid w:val="004B12AF"/>
    <w:rsid w:val="004B789E"/>
    <w:rsid w:val="004C2915"/>
    <w:rsid w:val="004C3F0F"/>
    <w:rsid w:val="004C7C6B"/>
    <w:rsid w:val="004D2E54"/>
    <w:rsid w:val="004D36FE"/>
    <w:rsid w:val="004D7D92"/>
    <w:rsid w:val="004E3419"/>
    <w:rsid w:val="004F47AD"/>
    <w:rsid w:val="00506D3E"/>
    <w:rsid w:val="005232C1"/>
    <w:rsid w:val="00523482"/>
    <w:rsid w:val="0052743E"/>
    <w:rsid w:val="00554046"/>
    <w:rsid w:val="00554496"/>
    <w:rsid w:val="00560DB4"/>
    <w:rsid w:val="00580F89"/>
    <w:rsid w:val="00590AD9"/>
    <w:rsid w:val="005947E1"/>
    <w:rsid w:val="005951D4"/>
    <w:rsid w:val="005B1109"/>
    <w:rsid w:val="005D1C30"/>
    <w:rsid w:val="005D3122"/>
    <w:rsid w:val="005D46BC"/>
    <w:rsid w:val="005E1B74"/>
    <w:rsid w:val="005E792B"/>
    <w:rsid w:val="00600744"/>
    <w:rsid w:val="00602352"/>
    <w:rsid w:val="00605C7C"/>
    <w:rsid w:val="00607E28"/>
    <w:rsid w:val="00613161"/>
    <w:rsid w:val="00641B77"/>
    <w:rsid w:val="00660014"/>
    <w:rsid w:val="00662D29"/>
    <w:rsid w:val="00667FF7"/>
    <w:rsid w:val="0069041B"/>
    <w:rsid w:val="006B7E22"/>
    <w:rsid w:val="006C251E"/>
    <w:rsid w:val="006C3DC2"/>
    <w:rsid w:val="006D1E5F"/>
    <w:rsid w:val="006D2AF6"/>
    <w:rsid w:val="006D4C84"/>
    <w:rsid w:val="006F746F"/>
    <w:rsid w:val="00713704"/>
    <w:rsid w:val="00727DDD"/>
    <w:rsid w:val="00731177"/>
    <w:rsid w:val="0073229A"/>
    <w:rsid w:val="007326F1"/>
    <w:rsid w:val="007352A7"/>
    <w:rsid w:val="00736D70"/>
    <w:rsid w:val="00742F00"/>
    <w:rsid w:val="0075490A"/>
    <w:rsid w:val="007576A8"/>
    <w:rsid w:val="00763C96"/>
    <w:rsid w:val="0077226F"/>
    <w:rsid w:val="0077517D"/>
    <w:rsid w:val="007923A9"/>
    <w:rsid w:val="0079645F"/>
    <w:rsid w:val="007C40AD"/>
    <w:rsid w:val="007D21F5"/>
    <w:rsid w:val="007D47E8"/>
    <w:rsid w:val="007D4B8A"/>
    <w:rsid w:val="007E1545"/>
    <w:rsid w:val="007E6417"/>
    <w:rsid w:val="007E6964"/>
    <w:rsid w:val="007E7DA9"/>
    <w:rsid w:val="007F463D"/>
    <w:rsid w:val="007F4E5D"/>
    <w:rsid w:val="00802192"/>
    <w:rsid w:val="008239F9"/>
    <w:rsid w:val="00825144"/>
    <w:rsid w:val="00825AF8"/>
    <w:rsid w:val="008301F3"/>
    <w:rsid w:val="0083390A"/>
    <w:rsid w:val="00835786"/>
    <w:rsid w:val="00837ADB"/>
    <w:rsid w:val="0084140E"/>
    <w:rsid w:val="00855D56"/>
    <w:rsid w:val="008677EE"/>
    <w:rsid w:val="00882077"/>
    <w:rsid w:val="00885530"/>
    <w:rsid w:val="00891204"/>
    <w:rsid w:val="00891737"/>
    <w:rsid w:val="008921E8"/>
    <w:rsid w:val="008A6F16"/>
    <w:rsid w:val="008B0F3D"/>
    <w:rsid w:val="008B1BD9"/>
    <w:rsid w:val="008B201F"/>
    <w:rsid w:val="008C413C"/>
    <w:rsid w:val="008F12D6"/>
    <w:rsid w:val="008F660C"/>
    <w:rsid w:val="008F675F"/>
    <w:rsid w:val="008F6F25"/>
    <w:rsid w:val="0091297A"/>
    <w:rsid w:val="00924A3B"/>
    <w:rsid w:val="00924FB4"/>
    <w:rsid w:val="00932120"/>
    <w:rsid w:val="0094514C"/>
    <w:rsid w:val="00946733"/>
    <w:rsid w:val="00953AEF"/>
    <w:rsid w:val="009612E0"/>
    <w:rsid w:val="00961EDE"/>
    <w:rsid w:val="00961EF2"/>
    <w:rsid w:val="00996304"/>
    <w:rsid w:val="009A42BD"/>
    <w:rsid w:val="009A4E0D"/>
    <w:rsid w:val="009A7BAE"/>
    <w:rsid w:val="009C1529"/>
    <w:rsid w:val="009C5FD4"/>
    <w:rsid w:val="009D27F3"/>
    <w:rsid w:val="009D2D75"/>
    <w:rsid w:val="00A07A88"/>
    <w:rsid w:val="00A12C08"/>
    <w:rsid w:val="00A20993"/>
    <w:rsid w:val="00A265CC"/>
    <w:rsid w:val="00A31FF7"/>
    <w:rsid w:val="00A32A3C"/>
    <w:rsid w:val="00A32BF6"/>
    <w:rsid w:val="00A36CEC"/>
    <w:rsid w:val="00A60880"/>
    <w:rsid w:val="00A67AE2"/>
    <w:rsid w:val="00A841D1"/>
    <w:rsid w:val="00A84C94"/>
    <w:rsid w:val="00AA3021"/>
    <w:rsid w:val="00AB7346"/>
    <w:rsid w:val="00AB7A50"/>
    <w:rsid w:val="00AC6B44"/>
    <w:rsid w:val="00AD7AF3"/>
    <w:rsid w:val="00AD7DD9"/>
    <w:rsid w:val="00AE4403"/>
    <w:rsid w:val="00AF281E"/>
    <w:rsid w:val="00AF3BA2"/>
    <w:rsid w:val="00AF74C5"/>
    <w:rsid w:val="00B01CB4"/>
    <w:rsid w:val="00B073A1"/>
    <w:rsid w:val="00B108F6"/>
    <w:rsid w:val="00B138FE"/>
    <w:rsid w:val="00B4694F"/>
    <w:rsid w:val="00B623B2"/>
    <w:rsid w:val="00B62B47"/>
    <w:rsid w:val="00B6523A"/>
    <w:rsid w:val="00B65825"/>
    <w:rsid w:val="00B71180"/>
    <w:rsid w:val="00B7390F"/>
    <w:rsid w:val="00B85514"/>
    <w:rsid w:val="00B872EE"/>
    <w:rsid w:val="00B972D0"/>
    <w:rsid w:val="00BB081F"/>
    <w:rsid w:val="00BB54D1"/>
    <w:rsid w:val="00BD0A36"/>
    <w:rsid w:val="00BD11C2"/>
    <w:rsid w:val="00BD4127"/>
    <w:rsid w:val="00BF6C09"/>
    <w:rsid w:val="00C01B49"/>
    <w:rsid w:val="00C0623B"/>
    <w:rsid w:val="00C22DE3"/>
    <w:rsid w:val="00C25381"/>
    <w:rsid w:val="00C276C1"/>
    <w:rsid w:val="00C37FFA"/>
    <w:rsid w:val="00C516C8"/>
    <w:rsid w:val="00C51D50"/>
    <w:rsid w:val="00C53882"/>
    <w:rsid w:val="00C62C05"/>
    <w:rsid w:val="00C6447A"/>
    <w:rsid w:val="00CA2087"/>
    <w:rsid w:val="00CA650F"/>
    <w:rsid w:val="00CB3644"/>
    <w:rsid w:val="00CB5FA8"/>
    <w:rsid w:val="00CB71FF"/>
    <w:rsid w:val="00CC2108"/>
    <w:rsid w:val="00CC6C9C"/>
    <w:rsid w:val="00CC77AD"/>
    <w:rsid w:val="00CD0A23"/>
    <w:rsid w:val="00CD0F77"/>
    <w:rsid w:val="00CD2555"/>
    <w:rsid w:val="00CD6A56"/>
    <w:rsid w:val="00CF7CA8"/>
    <w:rsid w:val="00D00898"/>
    <w:rsid w:val="00D02811"/>
    <w:rsid w:val="00D02C2B"/>
    <w:rsid w:val="00D12A9D"/>
    <w:rsid w:val="00D313CA"/>
    <w:rsid w:val="00D34E4C"/>
    <w:rsid w:val="00D36ED2"/>
    <w:rsid w:val="00D54F4E"/>
    <w:rsid w:val="00D56728"/>
    <w:rsid w:val="00D608F2"/>
    <w:rsid w:val="00D740FE"/>
    <w:rsid w:val="00D77789"/>
    <w:rsid w:val="00D81F92"/>
    <w:rsid w:val="00D82DAA"/>
    <w:rsid w:val="00D919FD"/>
    <w:rsid w:val="00D94208"/>
    <w:rsid w:val="00DA7984"/>
    <w:rsid w:val="00DB3365"/>
    <w:rsid w:val="00DB33C8"/>
    <w:rsid w:val="00DC3943"/>
    <w:rsid w:val="00DE32AC"/>
    <w:rsid w:val="00DE569D"/>
    <w:rsid w:val="00DE7BA8"/>
    <w:rsid w:val="00DF418D"/>
    <w:rsid w:val="00DF4551"/>
    <w:rsid w:val="00DF68D6"/>
    <w:rsid w:val="00E06D3F"/>
    <w:rsid w:val="00E07C35"/>
    <w:rsid w:val="00E278CC"/>
    <w:rsid w:val="00E53738"/>
    <w:rsid w:val="00E7218B"/>
    <w:rsid w:val="00E74A6D"/>
    <w:rsid w:val="00E74EBE"/>
    <w:rsid w:val="00E95CA8"/>
    <w:rsid w:val="00EA1271"/>
    <w:rsid w:val="00EB2099"/>
    <w:rsid w:val="00EB38F3"/>
    <w:rsid w:val="00EB614D"/>
    <w:rsid w:val="00ED0193"/>
    <w:rsid w:val="00ED3B80"/>
    <w:rsid w:val="00ED401A"/>
    <w:rsid w:val="00EE05F6"/>
    <w:rsid w:val="00EE2254"/>
    <w:rsid w:val="00EF23CF"/>
    <w:rsid w:val="00EF435A"/>
    <w:rsid w:val="00F10986"/>
    <w:rsid w:val="00F124E6"/>
    <w:rsid w:val="00F22412"/>
    <w:rsid w:val="00F23278"/>
    <w:rsid w:val="00F267D5"/>
    <w:rsid w:val="00F35D07"/>
    <w:rsid w:val="00F40C83"/>
    <w:rsid w:val="00F46EB6"/>
    <w:rsid w:val="00F650B6"/>
    <w:rsid w:val="00F677B5"/>
    <w:rsid w:val="00F6792C"/>
    <w:rsid w:val="00F84184"/>
    <w:rsid w:val="00F87071"/>
    <w:rsid w:val="00F93FD6"/>
    <w:rsid w:val="00FA0ABA"/>
    <w:rsid w:val="00FA0CBB"/>
    <w:rsid w:val="00FA34E9"/>
    <w:rsid w:val="00FB030C"/>
    <w:rsid w:val="00FB24F8"/>
    <w:rsid w:val="00FC126A"/>
    <w:rsid w:val="00FC601B"/>
    <w:rsid w:val="00FE52D5"/>
    <w:rsid w:val="00FE5991"/>
    <w:rsid w:val="00FE63A1"/>
    <w:rsid w:val="00FE70D5"/>
    <w:rsid w:val="00FF1039"/>
    <w:rsid w:val="00FF7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4C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08F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608F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a">
    <w:name w:val="Обычный.Название подразделения"/>
    <w:uiPriority w:val="99"/>
    <w:rsid w:val="005947E1"/>
    <w:pPr>
      <w:suppressAutoHyphens/>
    </w:pPr>
    <w:rPr>
      <w:rFonts w:ascii="SchoolBook" w:eastAsia="Times New Roman" w:hAnsi="SchoolBook" w:cs="SchoolBook"/>
      <w:sz w:val="28"/>
      <w:szCs w:val="28"/>
      <w:lang w:eastAsia="ar-SA"/>
    </w:rPr>
  </w:style>
  <w:style w:type="character" w:styleId="Hyperlink">
    <w:name w:val="Hyperlink"/>
    <w:basedOn w:val="DefaultParagraphFont"/>
    <w:uiPriority w:val="99"/>
    <w:rsid w:val="007923A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7923A9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DB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B33C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B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B33C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42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14</Pages>
  <Words>2120</Words>
  <Characters>12086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bud_nmj</dc:creator>
  <cp:keywords/>
  <dc:description/>
  <cp:lastModifiedBy>plan1</cp:lastModifiedBy>
  <cp:revision>17</cp:revision>
  <cp:lastPrinted>2017-11-24T10:30:00Z</cp:lastPrinted>
  <dcterms:created xsi:type="dcterms:W3CDTF">2017-11-28T05:00:00Z</dcterms:created>
  <dcterms:modified xsi:type="dcterms:W3CDTF">2018-05-16T11:13:00Z</dcterms:modified>
</cp:coreProperties>
</file>