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F77" w:rsidRPr="000169D6" w:rsidRDefault="00CD0F77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CD0F77" w:rsidRPr="000169D6" w:rsidRDefault="00CD0F77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CD0F77" w:rsidRPr="000169D6" w:rsidRDefault="00CD0F77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CD0F77" w:rsidRPr="00FF1039" w:rsidRDefault="00CD0F77" w:rsidP="00B62B47">
      <w:pPr>
        <w:jc w:val="right"/>
        <w:rPr>
          <w:rFonts w:ascii="Times New Roman" w:hAnsi="Times New Roman"/>
        </w:rPr>
      </w:pPr>
      <w:r w:rsidRPr="00FF1039">
        <w:rPr>
          <w:rFonts w:ascii="Times New Roman" w:hAnsi="Times New Roman"/>
        </w:rPr>
        <w:t xml:space="preserve">от   21  декабря  </w:t>
      </w:r>
      <w:smartTag w:uri="urn:schemas-microsoft-com:office:smarttags" w:element="metricconverter">
        <w:smartTagPr>
          <w:attr w:name="ProductID" w:val="2017 г"/>
        </w:smartTagPr>
        <w:r w:rsidRPr="00FF1039">
          <w:rPr>
            <w:rFonts w:ascii="Times New Roman" w:hAnsi="Times New Roman"/>
          </w:rPr>
          <w:t>2017 г</w:t>
        </w:r>
      </w:smartTag>
      <w:r w:rsidRPr="00FF1039">
        <w:rPr>
          <w:rFonts w:ascii="Times New Roman" w:hAnsi="Times New Roman"/>
        </w:rPr>
        <w:t>. № 224</w:t>
      </w:r>
    </w:p>
    <w:p w:rsidR="00CD0F77" w:rsidRPr="000169D6" w:rsidRDefault="00CD0F77" w:rsidP="00B62B47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 «О бюджете Таловского      </w:t>
      </w:r>
    </w:p>
    <w:p w:rsidR="00CD0F77" w:rsidRPr="000169D6" w:rsidRDefault="00CD0F77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                      муниципального района на 201</w:t>
      </w:r>
      <w:r>
        <w:rPr>
          <w:rFonts w:ascii="Times New Roman" w:hAnsi="Times New Roman"/>
          <w:sz w:val="24"/>
          <w:szCs w:val="24"/>
        </w:rPr>
        <w:t>8</w:t>
      </w:r>
      <w:r w:rsidRPr="000169D6">
        <w:rPr>
          <w:rFonts w:ascii="Times New Roman" w:hAnsi="Times New Roman"/>
          <w:sz w:val="24"/>
          <w:szCs w:val="24"/>
        </w:rPr>
        <w:t xml:space="preserve"> год </w:t>
      </w:r>
    </w:p>
    <w:p w:rsidR="00CD0F77" w:rsidRPr="000169D6" w:rsidRDefault="00CD0F77" w:rsidP="00F10986">
      <w:pPr>
        <w:jc w:val="right"/>
        <w:outlineLvl w:val="0"/>
        <w:rPr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и на плановый период 201</w:t>
      </w:r>
      <w:r>
        <w:rPr>
          <w:rFonts w:ascii="Times New Roman" w:hAnsi="Times New Roman"/>
          <w:sz w:val="24"/>
          <w:szCs w:val="24"/>
        </w:rPr>
        <w:t>9</w:t>
      </w:r>
      <w:r w:rsidRPr="000169D6"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</w:rPr>
        <w:t>20</w:t>
      </w:r>
      <w:r w:rsidRPr="000169D6">
        <w:rPr>
          <w:rFonts w:ascii="Times New Roman" w:hAnsi="Times New Roman"/>
          <w:sz w:val="24"/>
          <w:szCs w:val="24"/>
        </w:rPr>
        <w:t xml:space="preserve"> годов»</w:t>
      </w:r>
    </w:p>
    <w:p w:rsidR="00CD0F77" w:rsidRDefault="00CD0F77" w:rsidP="00D0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ОВ РАЙОННОГО</w:t>
      </w:r>
      <w:r w:rsidRPr="000B3F02">
        <w:rPr>
          <w:rFonts w:ascii="Times New Roman" w:hAnsi="Times New Roman" w:cs="Times New Roman"/>
          <w:sz w:val="28"/>
          <w:szCs w:val="28"/>
        </w:rPr>
        <w:t xml:space="preserve"> БЮДЖЕТА </w:t>
      </w:r>
    </w:p>
    <w:p w:rsidR="00CD0F77" w:rsidRDefault="00CD0F77" w:rsidP="00D0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CD0F77" w:rsidRPr="000B3F02" w:rsidRDefault="00CD0F77" w:rsidP="00D0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3F0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</w:t>
      </w:r>
    </w:p>
    <w:p w:rsidR="00CD0F77" w:rsidRDefault="00CD0F77" w:rsidP="007923A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4"/>
        <w:gridCol w:w="2635"/>
        <w:gridCol w:w="1432"/>
        <w:gridCol w:w="1320"/>
        <w:gridCol w:w="1316"/>
      </w:tblGrid>
      <w:tr w:rsidR="00CD0F77" w:rsidRPr="0013147D" w:rsidTr="006D2AF6">
        <w:trPr>
          <w:trHeight w:val="870"/>
        </w:trPr>
        <w:tc>
          <w:tcPr>
            <w:tcW w:w="1634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D0F77" w:rsidRPr="00D34E4C" w:rsidRDefault="00CD0F77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Код показателя</w:t>
            </w:r>
          </w:p>
        </w:tc>
        <w:tc>
          <w:tcPr>
            <w:tcW w:w="1323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D0F77" w:rsidRPr="00D34E4C" w:rsidRDefault="00CD0F77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2044" w:type="pct"/>
            <w:gridSpan w:val="3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D0F77" w:rsidRPr="00D34E4C" w:rsidRDefault="00CD0F77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Сумма на плановый период </w:t>
            </w:r>
          </w:p>
        </w:tc>
      </w:tr>
      <w:tr w:rsidR="00CD0F77" w:rsidRPr="0013147D" w:rsidTr="006D2AF6">
        <w:trPr>
          <w:trHeight w:val="240"/>
        </w:trPr>
        <w:tc>
          <w:tcPr>
            <w:tcW w:w="1634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D0F77" w:rsidRPr="00D34E4C" w:rsidRDefault="00CD0F77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23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D0F77" w:rsidRPr="00D34E4C" w:rsidRDefault="00CD0F77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19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D0F77" w:rsidRPr="00D34E4C" w:rsidRDefault="00CD0F77" w:rsidP="00F6792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2018 год </w:t>
            </w:r>
          </w:p>
        </w:tc>
        <w:tc>
          <w:tcPr>
            <w:tcW w:w="663" w:type="pct"/>
            <w:vAlign w:val="center"/>
          </w:tcPr>
          <w:p w:rsidR="00CD0F77" w:rsidRPr="00D34E4C" w:rsidRDefault="00CD0F77" w:rsidP="00F6792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662" w:type="pct"/>
            <w:vAlign w:val="center"/>
          </w:tcPr>
          <w:p w:rsidR="00CD0F77" w:rsidRPr="00D34E4C" w:rsidRDefault="00CD0F77" w:rsidP="00F6792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2020 год </w:t>
            </w:r>
          </w:p>
        </w:tc>
      </w:tr>
    </w:tbl>
    <w:p w:rsidR="00CD0F77" w:rsidRPr="00961EF2" w:rsidRDefault="00CD0F77" w:rsidP="007923A9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5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42"/>
        <w:gridCol w:w="2534"/>
        <w:gridCol w:w="1320"/>
        <w:gridCol w:w="1430"/>
        <w:gridCol w:w="1338"/>
        <w:gridCol w:w="97"/>
        <w:gridCol w:w="1299"/>
      </w:tblGrid>
      <w:tr w:rsidR="00CD0F77" w:rsidRPr="0013147D" w:rsidTr="006D2AF6">
        <w:trPr>
          <w:gridAfter w:val="1"/>
          <w:wAfter w:w="577" w:type="pct"/>
          <w:trHeight w:val="170"/>
          <w:tblHeader/>
        </w:trPr>
        <w:tc>
          <w:tcPr>
            <w:tcW w:w="144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D0F77" w:rsidRPr="000A6747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bookmarkStart w:id="0" w:name="P1013"/>
            <w:bookmarkEnd w:id="0"/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2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D0F77" w:rsidRPr="000A6747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8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D0F77" w:rsidRPr="000A6747" w:rsidRDefault="00CD0F77" w:rsidP="00D008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5" w:type="pct"/>
            <w:vAlign w:val="center"/>
          </w:tcPr>
          <w:p w:rsidR="00CD0F77" w:rsidRPr="000A6747" w:rsidRDefault="00CD0F77" w:rsidP="000B3F02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37" w:type="pct"/>
            <w:gridSpan w:val="2"/>
            <w:vAlign w:val="center"/>
          </w:tcPr>
          <w:p w:rsidR="00CD0F77" w:rsidRPr="000A6747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CD0F77" w:rsidRPr="0013147D" w:rsidTr="006D2AF6">
        <w:trPr>
          <w:gridAfter w:val="1"/>
          <w:wAfter w:w="577" w:type="pct"/>
          <w:trHeight w:val="333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000 8 50 00000 00 0000 000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648 338,67</w:t>
            </w:r>
          </w:p>
        </w:tc>
        <w:tc>
          <w:tcPr>
            <w:tcW w:w="635" w:type="pct"/>
            <w:vAlign w:val="center"/>
          </w:tcPr>
          <w:p w:rsidR="00CD0F77" w:rsidRPr="000A6747" w:rsidRDefault="00CD0F77" w:rsidP="00237E1F">
            <w:pP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601724,77</w:t>
            </w:r>
          </w:p>
        </w:tc>
        <w:tc>
          <w:tcPr>
            <w:tcW w:w="637" w:type="pct"/>
            <w:gridSpan w:val="2"/>
            <w:vAlign w:val="center"/>
          </w:tcPr>
          <w:p w:rsidR="00CD0F77" w:rsidRPr="000A6747" w:rsidRDefault="00CD0F77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641676,57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B65825" w:rsidRDefault="00CD0F77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246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806,4</w:t>
            </w:r>
          </w:p>
        </w:tc>
        <w:tc>
          <w:tcPr>
            <w:tcW w:w="635" w:type="pct"/>
            <w:vAlign w:val="center"/>
          </w:tcPr>
          <w:p w:rsidR="00CD0F77" w:rsidRPr="004359F6" w:rsidRDefault="00CD0F77" w:rsidP="00305BCF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359F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226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4359F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391,8</w:t>
            </w:r>
          </w:p>
        </w:tc>
        <w:tc>
          <w:tcPr>
            <w:tcW w:w="637" w:type="pct"/>
            <w:gridSpan w:val="2"/>
            <w:vAlign w:val="center"/>
          </w:tcPr>
          <w:p w:rsidR="00CD0F77" w:rsidRPr="004359F6" w:rsidRDefault="00CD0F77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359F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237996,1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B65825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113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546,0</w:t>
            </w:r>
          </w:p>
        </w:tc>
        <w:tc>
          <w:tcPr>
            <w:tcW w:w="635" w:type="pct"/>
            <w:vAlign w:val="bottom"/>
          </w:tcPr>
          <w:p w:rsidR="00CD0F77" w:rsidRPr="00B65825" w:rsidRDefault="00CD0F77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121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B65825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131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007,0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112 637,7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120 233,4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129 959,0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794,8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848,4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917,0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113,5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121,2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B65825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19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135,4</w:t>
            </w:r>
          </w:p>
        </w:tc>
        <w:tc>
          <w:tcPr>
            <w:tcW w:w="635" w:type="pct"/>
            <w:vAlign w:val="bottom"/>
          </w:tcPr>
          <w:p w:rsidR="00CD0F77" w:rsidRPr="00B65825" w:rsidRDefault="00CD0F77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830,8</w:t>
            </w:r>
          </w:p>
        </w:tc>
        <w:tc>
          <w:tcPr>
            <w:tcW w:w="637" w:type="pct"/>
            <w:gridSpan w:val="2"/>
            <w:vAlign w:val="bottom"/>
          </w:tcPr>
          <w:p w:rsidR="00CD0F77" w:rsidRPr="00B65825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545,1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7 195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7 832,4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8 477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76,5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83,3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90,1</w:t>
            </w:r>
          </w:p>
        </w:tc>
      </w:tr>
      <w:tr w:rsidR="00CD0F77" w:rsidRPr="000A6747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11 863,9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12 915,1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13 978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E06D3F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28 424,0</w:t>
            </w:r>
          </w:p>
        </w:tc>
        <w:tc>
          <w:tcPr>
            <w:tcW w:w="635" w:type="pct"/>
            <w:vAlign w:val="bottom"/>
          </w:tcPr>
          <w:p w:rsidR="00CD0F77" w:rsidRPr="00E06D3F" w:rsidRDefault="00CD0F77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28 450,0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E06D3F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28 450,0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000 1 05 01021 01 1000 110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Default="00CD0F77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1 309,0</w:t>
            </w:r>
          </w:p>
        </w:tc>
        <w:tc>
          <w:tcPr>
            <w:tcW w:w="635" w:type="pct"/>
            <w:vAlign w:val="bottom"/>
          </w:tcPr>
          <w:p w:rsidR="00CD0F77" w:rsidRDefault="00CD0F77" w:rsidP="00554496">
            <w:pPr>
              <w:jc w:val="right"/>
            </w:pP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309,0</w:t>
            </w:r>
          </w:p>
        </w:tc>
        <w:tc>
          <w:tcPr>
            <w:tcW w:w="637" w:type="pct"/>
            <w:gridSpan w:val="2"/>
            <w:vAlign w:val="bottom"/>
          </w:tcPr>
          <w:p w:rsidR="00CD0F77" w:rsidRDefault="00CD0F77" w:rsidP="00554496">
            <w:pPr>
              <w:jc w:val="right"/>
            </w:pP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309,0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16 300,0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E06D3F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16 300,0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16 300,0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Default="00CD0F77" w:rsidP="00E06D3F">
            <w:pPr>
              <w:jc w:val="right"/>
            </w:pP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635" w:type="pct"/>
            <w:vAlign w:val="bottom"/>
          </w:tcPr>
          <w:p w:rsidR="00CD0F77" w:rsidRDefault="00CD0F77" w:rsidP="00E06D3F">
            <w:pPr>
              <w:jc w:val="right"/>
            </w:pP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637" w:type="pct"/>
            <w:gridSpan w:val="2"/>
            <w:vAlign w:val="bottom"/>
          </w:tcPr>
          <w:p w:rsidR="00CD0F77" w:rsidRDefault="00CD0F77" w:rsidP="00E06D3F">
            <w:pPr>
              <w:jc w:val="right"/>
            </w:pP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10 680,0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10 680,0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E06D3F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E06D3F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000 1 05 04020 02 0000 110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135,0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554496" w:rsidRDefault="00CD0F77" w:rsidP="00554496">
            <w:pPr>
              <w:jc w:val="right"/>
              <w:rPr>
                <w:b/>
              </w:rPr>
            </w:pP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5" w:type="pct"/>
            <w:vAlign w:val="bottom"/>
          </w:tcPr>
          <w:p w:rsidR="00CD0F77" w:rsidRPr="00554496" w:rsidRDefault="00CD0F77" w:rsidP="00554496">
            <w:pPr>
              <w:jc w:val="right"/>
              <w:rPr>
                <w:b/>
              </w:rPr>
            </w:pP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554496" w:rsidRDefault="00CD0F77" w:rsidP="00554496">
            <w:pPr>
              <w:jc w:val="right"/>
              <w:rPr>
                <w:b/>
              </w:rPr>
            </w:pP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635" w:type="pct"/>
            <w:vAlign w:val="bottom"/>
          </w:tcPr>
          <w:p w:rsidR="00CD0F77" w:rsidRDefault="00CD0F77" w:rsidP="00554496">
            <w:pPr>
              <w:jc w:val="right"/>
            </w:pP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7" w:type="pct"/>
            <w:gridSpan w:val="2"/>
            <w:vAlign w:val="bottom"/>
          </w:tcPr>
          <w:p w:rsidR="00CD0F77" w:rsidRDefault="00CD0F77" w:rsidP="00554496">
            <w:pPr>
              <w:jc w:val="right"/>
            </w:pP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Default="00CD0F77" w:rsidP="00554496">
            <w:pPr>
              <w:jc w:val="right"/>
            </w:pP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5" w:type="pct"/>
            <w:vAlign w:val="bottom"/>
          </w:tcPr>
          <w:p w:rsidR="00CD0F77" w:rsidRDefault="00CD0F77" w:rsidP="00554496">
            <w:pPr>
              <w:jc w:val="right"/>
            </w:pP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7" w:type="pct"/>
            <w:gridSpan w:val="2"/>
            <w:vAlign w:val="bottom"/>
          </w:tcPr>
          <w:p w:rsidR="00CD0F77" w:rsidRDefault="00CD0F77" w:rsidP="00554496">
            <w:pPr>
              <w:jc w:val="right"/>
            </w:pP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B65825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727,0</w:t>
            </w:r>
          </w:p>
        </w:tc>
        <w:tc>
          <w:tcPr>
            <w:tcW w:w="635" w:type="pct"/>
            <w:vAlign w:val="bottom"/>
          </w:tcPr>
          <w:p w:rsidR="00CD0F77" w:rsidRPr="00B65825" w:rsidRDefault="00CD0F77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730,0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B65825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730,0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32 727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32 730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32 730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29 603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29 603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29 603</w:t>
            </w:r>
          </w:p>
        </w:tc>
      </w:tr>
      <w:tr w:rsidR="00CD0F77" w:rsidRPr="0013147D" w:rsidTr="006D2AF6">
        <w:trPr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000 1 11 05013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05</w:t>
            </w: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25 722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D028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25 722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D028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25 722</w:t>
            </w:r>
          </w:p>
        </w:tc>
        <w:tc>
          <w:tcPr>
            <w:tcW w:w="577" w:type="pct"/>
            <w:vAlign w:val="bottom"/>
          </w:tcPr>
          <w:p w:rsidR="00CD0F77" w:rsidRPr="000A6747" w:rsidRDefault="00CD0F77" w:rsidP="00D02811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000 1 11 05013 13 0000 120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3 881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3 881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3 881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1774,0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1774,0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1774,0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000 1 11 05025 05 0000 120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1 774,0</w:t>
            </w:r>
          </w:p>
        </w:tc>
        <w:tc>
          <w:tcPr>
            <w:tcW w:w="635" w:type="pct"/>
            <w:vAlign w:val="bottom"/>
          </w:tcPr>
          <w:p w:rsidR="00CD0F77" w:rsidRDefault="00CD0F77" w:rsidP="00D02811">
            <w:pPr>
              <w:jc w:val="right"/>
            </w:pP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774,0</w:t>
            </w:r>
          </w:p>
        </w:tc>
        <w:tc>
          <w:tcPr>
            <w:tcW w:w="637" w:type="pct"/>
            <w:gridSpan w:val="2"/>
            <w:vAlign w:val="bottom"/>
          </w:tcPr>
          <w:p w:rsidR="00CD0F77" w:rsidRDefault="00CD0F77" w:rsidP="00D02811">
            <w:pPr>
              <w:jc w:val="right"/>
            </w:pP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774,0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000 1 11 05035 05 0000 120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D02811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5" w:type="pct"/>
            <w:vAlign w:val="bottom"/>
          </w:tcPr>
          <w:p w:rsidR="00CD0F77" w:rsidRPr="00D02811" w:rsidRDefault="00CD0F77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D02811" w:rsidRDefault="00CD0F77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000 1 12 01000 01 0000 120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Default="00CD0F77" w:rsidP="00D02811">
            <w:pPr>
              <w:jc w:val="right"/>
            </w:pPr>
            <w:r w:rsidRPr="00B972D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5" w:type="pct"/>
            <w:vAlign w:val="bottom"/>
          </w:tcPr>
          <w:p w:rsidR="00CD0F77" w:rsidRDefault="00CD0F77" w:rsidP="00D02811">
            <w:pPr>
              <w:jc w:val="right"/>
            </w:pPr>
            <w:r w:rsidRPr="00B972D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7" w:type="pct"/>
            <w:gridSpan w:val="2"/>
            <w:vAlign w:val="bottom"/>
          </w:tcPr>
          <w:p w:rsidR="00CD0F77" w:rsidRDefault="00CD0F77" w:rsidP="00D02811">
            <w:pPr>
              <w:jc w:val="right"/>
            </w:pPr>
            <w:r w:rsidRPr="00B972D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000 1 12 01010 01 0000 120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53,6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000 1 12 01020 01 0000 120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000 1 12 01030 01 0000 120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61,6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000 1 12 01040 01 0000 120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83,6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83,6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83,6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D02811" w:rsidRDefault="00CD0F77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5" w:type="pct"/>
            <w:vAlign w:val="bottom"/>
          </w:tcPr>
          <w:p w:rsidR="00CD0F77" w:rsidRPr="00D02811" w:rsidRDefault="00CD0F77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D02811" w:rsidRDefault="00CD0F77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691,0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5" w:type="pct"/>
            <w:vAlign w:val="bottom"/>
          </w:tcPr>
          <w:p w:rsidR="00CD0F77" w:rsidRDefault="00CD0F77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7" w:type="pct"/>
            <w:gridSpan w:val="2"/>
            <w:vAlign w:val="bottom"/>
          </w:tcPr>
          <w:p w:rsidR="00CD0F77" w:rsidRDefault="00CD0F77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000 1 13 01995 05 0000 130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5" w:type="pct"/>
            <w:vAlign w:val="bottom"/>
          </w:tcPr>
          <w:p w:rsidR="00CD0F77" w:rsidRDefault="00CD0F77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7" w:type="pct"/>
            <w:gridSpan w:val="2"/>
            <w:vAlign w:val="bottom"/>
          </w:tcPr>
          <w:p w:rsidR="00CD0F77" w:rsidRDefault="00CD0F77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3F2753" w:rsidRDefault="00CD0F77" w:rsidP="003F27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050,0</w:t>
            </w:r>
          </w:p>
        </w:tc>
        <w:tc>
          <w:tcPr>
            <w:tcW w:w="635" w:type="pct"/>
            <w:vAlign w:val="bottom"/>
          </w:tcPr>
          <w:p w:rsidR="00CD0F77" w:rsidRPr="003F2753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3F2753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000 1 1402052 05 0000 410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3F27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30 000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000 1 14 06013 10 0000 430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B65825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635" w:type="pct"/>
            <w:vAlign w:val="bottom"/>
          </w:tcPr>
          <w:p w:rsidR="00CD0F77" w:rsidRPr="00B65825" w:rsidRDefault="00CD0F77" w:rsidP="00B65825">
            <w:pPr>
              <w:jc w:val="right"/>
              <w:rPr>
                <w:b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B65825" w:rsidRDefault="00CD0F77" w:rsidP="00B65825">
            <w:pPr>
              <w:jc w:val="right"/>
              <w:rPr>
                <w:b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800,0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000 1 16 03000 00 0000 140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131,4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131,4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131,4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000 1 16 03010 01 0000 140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124,2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D0F77" w:rsidRPr="000A1BDE" w:rsidRDefault="00CD0F77">
            <w:pPr>
              <w:rPr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000 1 16 03030 01 0000 140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7,2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D0F77" w:rsidRPr="000A1BDE" w:rsidRDefault="00CD0F77">
            <w:pPr>
              <w:rPr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000 1 16 06000 01 0000 140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20,4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20,4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7326F1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20,4</w:t>
            </w:r>
          </w:p>
        </w:tc>
      </w:tr>
      <w:tr w:rsidR="00CD0F77" w:rsidRPr="0013147D" w:rsidTr="006D2AF6">
        <w:trPr>
          <w:gridAfter w:val="2"/>
          <w:wAfter w:w="620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000 1 16 25000 00 0000 140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369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369</w:t>
            </w:r>
          </w:p>
        </w:tc>
        <w:tc>
          <w:tcPr>
            <w:tcW w:w="594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369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000 1 16 25030 01 0000 140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12,6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000 1 16 25060 01 0000 140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356,4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000 1 16 28000 01 0000 140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387,0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387,0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387,0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000 1 16 30030 01 0000 140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Прочие денежные взыскания (штрафы) за правонарушения в области дорожного движения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635" w:type="pct"/>
            <w:vAlign w:val="bottom"/>
          </w:tcPr>
          <w:p w:rsidR="00CD0F7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637" w:type="pct"/>
            <w:gridSpan w:val="2"/>
            <w:vAlign w:val="bottom"/>
          </w:tcPr>
          <w:p w:rsidR="00CD0F7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5,4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000 1 16 43000 01 0000 140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000 1 16 90000 00 0000 140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000 1 16 90050 05 0000 140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3F2753" w:rsidRDefault="00CD0F77" w:rsidP="00B658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 233,0        </w:t>
            </w:r>
          </w:p>
        </w:tc>
        <w:tc>
          <w:tcPr>
            <w:tcW w:w="635" w:type="pct"/>
            <w:vAlign w:val="bottom"/>
          </w:tcPr>
          <w:p w:rsidR="00CD0F77" w:rsidRPr="003F2753" w:rsidRDefault="00CD0F77" w:rsidP="00B65825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437,0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3F2753" w:rsidRDefault="00CD0F77" w:rsidP="00B658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523,0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18 233,0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18 437,0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18 523,0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000 1 17 05050 05 0000 180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B6582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18 233,0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B65825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18 437,0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B6582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18 523,0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401532,27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237E1F">
            <w:pP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375332,97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403 680,47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484DC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401532,27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484DCA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375332,97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484DC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403680,47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000 2 02 10000 00 0000 151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87 934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48 049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51 753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000 2 02 15001 00 0000 151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65 294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48 049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51 753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000 2 02 15001 05 0000 151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EB3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65 294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48 049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51 753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000 2 02 15002 05 0000 151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поддержку мер по обеспечению сбалансированности бюджетов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22 640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000 2 02 20000 00 0000 151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19 031,67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3478,87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3590,87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000 2 02 29999 00 0000 151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19 031,7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3478,87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3590,87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000 2 02 29999 05 0000 151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19031,67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3478,87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3590,87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000 2 02 30000 00 0000 151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291055,7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320 280,1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344 808,6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000 2 02 35260 05 0000 151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484,3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503,5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524,3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000 2 02 30024 05 0000 151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9 187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8 163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8481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000 2 02 30027 05 0000 151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29 176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33 355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34 688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000 2 02 30029 05 0000 151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504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546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546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00 2 02 39999 05 0000 151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251704,4</w:t>
            </w:r>
          </w:p>
        </w:tc>
        <w:tc>
          <w:tcPr>
            <w:tcW w:w="635" w:type="pct"/>
            <w:vAlign w:val="bottom"/>
          </w:tcPr>
          <w:p w:rsidR="00CD0F7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277 629,</w:t>
            </w:r>
          </w:p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300493,9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1BDE" w:rsidRDefault="00CD0F77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000 2 02 40000 00 0000 151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3 510,9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3 525,0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3 528,0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000 2 02 45144 05 0000 151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84140E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3 416</w:t>
            </w:r>
          </w:p>
        </w:tc>
        <w:tc>
          <w:tcPr>
            <w:tcW w:w="635" w:type="pct"/>
            <w:vAlign w:val="center"/>
          </w:tcPr>
          <w:p w:rsidR="00CD0F77" w:rsidRPr="000A6747" w:rsidRDefault="00CD0F77" w:rsidP="0084140E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3 449</w:t>
            </w:r>
          </w:p>
        </w:tc>
        <w:tc>
          <w:tcPr>
            <w:tcW w:w="637" w:type="pct"/>
            <w:gridSpan w:val="2"/>
            <w:vAlign w:val="center"/>
          </w:tcPr>
          <w:p w:rsidR="00CD0F77" w:rsidRPr="000A6747" w:rsidRDefault="00CD0F77" w:rsidP="00F10986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3 452</w:t>
            </w:r>
          </w:p>
        </w:tc>
      </w:tr>
      <w:tr w:rsidR="00CD0F77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1BDE" w:rsidRDefault="00CD0F77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000 2 02 49999 05 0000 151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D0F77" w:rsidRPr="000A6747" w:rsidRDefault="00CD0F77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D0F77" w:rsidRPr="000A6747" w:rsidRDefault="00CD0F77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94,9</w:t>
            </w:r>
          </w:p>
        </w:tc>
        <w:tc>
          <w:tcPr>
            <w:tcW w:w="635" w:type="pct"/>
            <w:vAlign w:val="bottom"/>
          </w:tcPr>
          <w:p w:rsidR="00CD0F77" w:rsidRPr="000A6747" w:rsidRDefault="00CD0F77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637" w:type="pct"/>
            <w:gridSpan w:val="2"/>
            <w:vAlign w:val="bottom"/>
          </w:tcPr>
          <w:p w:rsidR="00CD0F77" w:rsidRPr="000A6747" w:rsidRDefault="00CD0F77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76</w:t>
            </w:r>
          </w:p>
        </w:tc>
      </w:tr>
    </w:tbl>
    <w:p w:rsidR="00CD0F77" w:rsidRDefault="00CD0F77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0F77" w:rsidRDefault="00CD0F77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0F77" w:rsidRPr="000B3F02" w:rsidRDefault="00CD0F77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CD0F77" w:rsidRPr="000B3F02" w:rsidSect="0084140E">
      <w:pgSz w:w="11906" w:h="16838"/>
      <w:pgMar w:top="1134" w:right="567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F77" w:rsidRDefault="00CD0F77" w:rsidP="00DB33C8">
      <w:pPr>
        <w:spacing w:after="0" w:line="240" w:lineRule="auto"/>
      </w:pPr>
      <w:r>
        <w:separator/>
      </w:r>
    </w:p>
  </w:endnote>
  <w:endnote w:type="continuationSeparator" w:id="0">
    <w:p w:rsidR="00CD0F77" w:rsidRDefault="00CD0F77" w:rsidP="00DB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F77" w:rsidRDefault="00CD0F77" w:rsidP="00DB33C8">
      <w:pPr>
        <w:spacing w:after="0" w:line="240" w:lineRule="auto"/>
      </w:pPr>
      <w:r>
        <w:separator/>
      </w:r>
    </w:p>
  </w:footnote>
  <w:footnote w:type="continuationSeparator" w:id="0">
    <w:p w:rsidR="00CD0F77" w:rsidRDefault="00CD0F77" w:rsidP="00DB3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9D6"/>
    <w:rsid w:val="00016D3F"/>
    <w:rsid w:val="00033356"/>
    <w:rsid w:val="0004157C"/>
    <w:rsid w:val="00055229"/>
    <w:rsid w:val="0008097D"/>
    <w:rsid w:val="000929F6"/>
    <w:rsid w:val="00093B11"/>
    <w:rsid w:val="000979FB"/>
    <w:rsid w:val="000A1BDE"/>
    <w:rsid w:val="000A2972"/>
    <w:rsid w:val="000A49DB"/>
    <w:rsid w:val="000A6747"/>
    <w:rsid w:val="000A77F1"/>
    <w:rsid w:val="000B3F02"/>
    <w:rsid w:val="000D43CA"/>
    <w:rsid w:val="000F2EB5"/>
    <w:rsid w:val="001065E2"/>
    <w:rsid w:val="00113ABD"/>
    <w:rsid w:val="00117F35"/>
    <w:rsid w:val="00121535"/>
    <w:rsid w:val="0013147D"/>
    <w:rsid w:val="0014570A"/>
    <w:rsid w:val="00152D8F"/>
    <w:rsid w:val="00153027"/>
    <w:rsid w:val="00154A0F"/>
    <w:rsid w:val="00156CCA"/>
    <w:rsid w:val="00194C95"/>
    <w:rsid w:val="001A0170"/>
    <w:rsid w:val="001B530A"/>
    <w:rsid w:val="001B5AF6"/>
    <w:rsid w:val="001B5D35"/>
    <w:rsid w:val="001B6152"/>
    <w:rsid w:val="001C03FB"/>
    <w:rsid w:val="001D12A6"/>
    <w:rsid w:val="001F30E1"/>
    <w:rsid w:val="00200FE9"/>
    <w:rsid w:val="00202177"/>
    <w:rsid w:val="0020674C"/>
    <w:rsid w:val="002119B6"/>
    <w:rsid w:val="002128BE"/>
    <w:rsid w:val="00214C9D"/>
    <w:rsid w:val="00237E1F"/>
    <w:rsid w:val="0024194D"/>
    <w:rsid w:val="00252582"/>
    <w:rsid w:val="00256EEB"/>
    <w:rsid w:val="00264419"/>
    <w:rsid w:val="002A5FDA"/>
    <w:rsid w:val="002A7C33"/>
    <w:rsid w:val="002B546F"/>
    <w:rsid w:val="002C2024"/>
    <w:rsid w:val="002C5BF7"/>
    <w:rsid w:val="002D3739"/>
    <w:rsid w:val="002E1A8E"/>
    <w:rsid w:val="002E32C9"/>
    <w:rsid w:val="002E35E3"/>
    <w:rsid w:val="002E4C9D"/>
    <w:rsid w:val="00305BCF"/>
    <w:rsid w:val="003110DD"/>
    <w:rsid w:val="003162C2"/>
    <w:rsid w:val="003276CC"/>
    <w:rsid w:val="00330265"/>
    <w:rsid w:val="003349AB"/>
    <w:rsid w:val="00334CBB"/>
    <w:rsid w:val="0036158F"/>
    <w:rsid w:val="0038164B"/>
    <w:rsid w:val="00382DE4"/>
    <w:rsid w:val="00385EE8"/>
    <w:rsid w:val="003A7AFA"/>
    <w:rsid w:val="003E2BC8"/>
    <w:rsid w:val="003E382A"/>
    <w:rsid w:val="003F2753"/>
    <w:rsid w:val="003F483F"/>
    <w:rsid w:val="003F7F02"/>
    <w:rsid w:val="004221A7"/>
    <w:rsid w:val="00424F36"/>
    <w:rsid w:val="00427BDD"/>
    <w:rsid w:val="00430707"/>
    <w:rsid w:val="004309CF"/>
    <w:rsid w:val="004359F6"/>
    <w:rsid w:val="004379F4"/>
    <w:rsid w:val="00437ACD"/>
    <w:rsid w:val="00442FFE"/>
    <w:rsid w:val="00443D4D"/>
    <w:rsid w:val="00445EA5"/>
    <w:rsid w:val="00466540"/>
    <w:rsid w:val="00467E86"/>
    <w:rsid w:val="00473748"/>
    <w:rsid w:val="00480FCE"/>
    <w:rsid w:val="00484DCA"/>
    <w:rsid w:val="004A3C1C"/>
    <w:rsid w:val="004A46A2"/>
    <w:rsid w:val="004B12AF"/>
    <w:rsid w:val="004B789E"/>
    <w:rsid w:val="004C2915"/>
    <w:rsid w:val="004C3F0F"/>
    <w:rsid w:val="004D2E54"/>
    <w:rsid w:val="004D36FE"/>
    <w:rsid w:val="004D7D92"/>
    <w:rsid w:val="004E3419"/>
    <w:rsid w:val="004F47AD"/>
    <w:rsid w:val="00506D3E"/>
    <w:rsid w:val="005232C1"/>
    <w:rsid w:val="00523482"/>
    <w:rsid w:val="00554496"/>
    <w:rsid w:val="00580F89"/>
    <w:rsid w:val="00590AD9"/>
    <w:rsid w:val="005947E1"/>
    <w:rsid w:val="005951D4"/>
    <w:rsid w:val="005B1109"/>
    <w:rsid w:val="005D3122"/>
    <w:rsid w:val="005D46BC"/>
    <w:rsid w:val="005E1B74"/>
    <w:rsid w:val="005E792B"/>
    <w:rsid w:val="00600744"/>
    <w:rsid w:val="00602352"/>
    <w:rsid w:val="00605C7C"/>
    <w:rsid w:val="00607E28"/>
    <w:rsid w:val="00613161"/>
    <w:rsid w:val="00641B77"/>
    <w:rsid w:val="00660014"/>
    <w:rsid w:val="00662D29"/>
    <w:rsid w:val="00667FF7"/>
    <w:rsid w:val="0069041B"/>
    <w:rsid w:val="006C251E"/>
    <w:rsid w:val="006C3DC2"/>
    <w:rsid w:val="006D1E5F"/>
    <w:rsid w:val="006D2AF6"/>
    <w:rsid w:val="006D4C84"/>
    <w:rsid w:val="006F746F"/>
    <w:rsid w:val="00713704"/>
    <w:rsid w:val="00727DDD"/>
    <w:rsid w:val="0073229A"/>
    <w:rsid w:val="007326F1"/>
    <w:rsid w:val="007352A7"/>
    <w:rsid w:val="00736D70"/>
    <w:rsid w:val="00742F00"/>
    <w:rsid w:val="0075490A"/>
    <w:rsid w:val="007576A8"/>
    <w:rsid w:val="00763C96"/>
    <w:rsid w:val="0077517D"/>
    <w:rsid w:val="007923A9"/>
    <w:rsid w:val="0079645F"/>
    <w:rsid w:val="007C40AD"/>
    <w:rsid w:val="007D21F5"/>
    <w:rsid w:val="007D47E8"/>
    <w:rsid w:val="007D4B8A"/>
    <w:rsid w:val="007E1545"/>
    <w:rsid w:val="007E6417"/>
    <w:rsid w:val="007E6964"/>
    <w:rsid w:val="007E7DA9"/>
    <w:rsid w:val="007F463D"/>
    <w:rsid w:val="007F4E5D"/>
    <w:rsid w:val="00802192"/>
    <w:rsid w:val="008239F9"/>
    <w:rsid w:val="00825144"/>
    <w:rsid w:val="00825AF8"/>
    <w:rsid w:val="008301F3"/>
    <w:rsid w:val="0083390A"/>
    <w:rsid w:val="00835786"/>
    <w:rsid w:val="00837ADB"/>
    <w:rsid w:val="0084140E"/>
    <w:rsid w:val="00855D56"/>
    <w:rsid w:val="008677EE"/>
    <w:rsid w:val="00882077"/>
    <w:rsid w:val="00885530"/>
    <w:rsid w:val="00891204"/>
    <w:rsid w:val="00891737"/>
    <w:rsid w:val="008921E8"/>
    <w:rsid w:val="008A6F16"/>
    <w:rsid w:val="008B0F3D"/>
    <w:rsid w:val="008B201F"/>
    <w:rsid w:val="008C413C"/>
    <w:rsid w:val="008F12D6"/>
    <w:rsid w:val="008F660C"/>
    <w:rsid w:val="008F675F"/>
    <w:rsid w:val="0091297A"/>
    <w:rsid w:val="00924A3B"/>
    <w:rsid w:val="00924FB4"/>
    <w:rsid w:val="00932120"/>
    <w:rsid w:val="0094514C"/>
    <w:rsid w:val="00946733"/>
    <w:rsid w:val="00953AEF"/>
    <w:rsid w:val="009612E0"/>
    <w:rsid w:val="00961EDE"/>
    <w:rsid w:val="00961EF2"/>
    <w:rsid w:val="00996304"/>
    <w:rsid w:val="009A42BD"/>
    <w:rsid w:val="009A4E0D"/>
    <w:rsid w:val="009A7BAE"/>
    <w:rsid w:val="009C1529"/>
    <w:rsid w:val="009C5FD4"/>
    <w:rsid w:val="009D27F3"/>
    <w:rsid w:val="00A12C08"/>
    <w:rsid w:val="00A265CC"/>
    <w:rsid w:val="00A31FF7"/>
    <w:rsid w:val="00A32A3C"/>
    <w:rsid w:val="00A36CEC"/>
    <w:rsid w:val="00A60880"/>
    <w:rsid w:val="00A67AE2"/>
    <w:rsid w:val="00A841D1"/>
    <w:rsid w:val="00A84C94"/>
    <w:rsid w:val="00AA3021"/>
    <w:rsid w:val="00AB7346"/>
    <w:rsid w:val="00AC6B44"/>
    <w:rsid w:val="00AD7AF3"/>
    <w:rsid w:val="00AD7DD9"/>
    <w:rsid w:val="00AE4403"/>
    <w:rsid w:val="00AF281E"/>
    <w:rsid w:val="00AF3BA2"/>
    <w:rsid w:val="00AF74C5"/>
    <w:rsid w:val="00B01CB4"/>
    <w:rsid w:val="00B073A1"/>
    <w:rsid w:val="00B108F6"/>
    <w:rsid w:val="00B4694F"/>
    <w:rsid w:val="00B623B2"/>
    <w:rsid w:val="00B62B47"/>
    <w:rsid w:val="00B6523A"/>
    <w:rsid w:val="00B65825"/>
    <w:rsid w:val="00B71180"/>
    <w:rsid w:val="00B7390F"/>
    <w:rsid w:val="00B85514"/>
    <w:rsid w:val="00B872EE"/>
    <w:rsid w:val="00B972D0"/>
    <w:rsid w:val="00BB081F"/>
    <w:rsid w:val="00BB54D1"/>
    <w:rsid w:val="00BD0A36"/>
    <w:rsid w:val="00BD11C2"/>
    <w:rsid w:val="00BD4127"/>
    <w:rsid w:val="00BF6C09"/>
    <w:rsid w:val="00C01B49"/>
    <w:rsid w:val="00C0623B"/>
    <w:rsid w:val="00C22DE3"/>
    <w:rsid w:val="00C25381"/>
    <w:rsid w:val="00C276C1"/>
    <w:rsid w:val="00C37FFA"/>
    <w:rsid w:val="00C516C8"/>
    <w:rsid w:val="00C53882"/>
    <w:rsid w:val="00C62C05"/>
    <w:rsid w:val="00C6447A"/>
    <w:rsid w:val="00CA650F"/>
    <w:rsid w:val="00CB3644"/>
    <w:rsid w:val="00CB5FA8"/>
    <w:rsid w:val="00CB71FF"/>
    <w:rsid w:val="00CC2108"/>
    <w:rsid w:val="00CC6C9C"/>
    <w:rsid w:val="00CD0A23"/>
    <w:rsid w:val="00CD0F77"/>
    <w:rsid w:val="00CD2555"/>
    <w:rsid w:val="00CF7CA8"/>
    <w:rsid w:val="00D00898"/>
    <w:rsid w:val="00D02811"/>
    <w:rsid w:val="00D02C2B"/>
    <w:rsid w:val="00D313CA"/>
    <w:rsid w:val="00D34E4C"/>
    <w:rsid w:val="00D36ED2"/>
    <w:rsid w:val="00D54F4E"/>
    <w:rsid w:val="00D56728"/>
    <w:rsid w:val="00D608F2"/>
    <w:rsid w:val="00D77789"/>
    <w:rsid w:val="00D81F92"/>
    <w:rsid w:val="00D82DAA"/>
    <w:rsid w:val="00D919FD"/>
    <w:rsid w:val="00D94208"/>
    <w:rsid w:val="00DA7984"/>
    <w:rsid w:val="00DB3365"/>
    <w:rsid w:val="00DB33C8"/>
    <w:rsid w:val="00DC3943"/>
    <w:rsid w:val="00DE569D"/>
    <w:rsid w:val="00DF418D"/>
    <w:rsid w:val="00DF4551"/>
    <w:rsid w:val="00E06D3F"/>
    <w:rsid w:val="00E07C35"/>
    <w:rsid w:val="00E278CC"/>
    <w:rsid w:val="00E53738"/>
    <w:rsid w:val="00E7218B"/>
    <w:rsid w:val="00E74A6D"/>
    <w:rsid w:val="00E74EBE"/>
    <w:rsid w:val="00EA1271"/>
    <w:rsid w:val="00EB2099"/>
    <w:rsid w:val="00EB38F3"/>
    <w:rsid w:val="00EB614D"/>
    <w:rsid w:val="00ED0193"/>
    <w:rsid w:val="00ED3B80"/>
    <w:rsid w:val="00ED401A"/>
    <w:rsid w:val="00EE2254"/>
    <w:rsid w:val="00EF23CF"/>
    <w:rsid w:val="00EF435A"/>
    <w:rsid w:val="00F10986"/>
    <w:rsid w:val="00F124E6"/>
    <w:rsid w:val="00F22412"/>
    <w:rsid w:val="00F23278"/>
    <w:rsid w:val="00F267D5"/>
    <w:rsid w:val="00F35D07"/>
    <w:rsid w:val="00F40C83"/>
    <w:rsid w:val="00F46EB6"/>
    <w:rsid w:val="00F677B5"/>
    <w:rsid w:val="00F6792C"/>
    <w:rsid w:val="00F84184"/>
    <w:rsid w:val="00F87071"/>
    <w:rsid w:val="00F93FD6"/>
    <w:rsid w:val="00FA0ABA"/>
    <w:rsid w:val="00FA0CBB"/>
    <w:rsid w:val="00FB030C"/>
    <w:rsid w:val="00FB24F8"/>
    <w:rsid w:val="00FC126A"/>
    <w:rsid w:val="00FC601B"/>
    <w:rsid w:val="00FE52D5"/>
    <w:rsid w:val="00FE5991"/>
    <w:rsid w:val="00FE63A1"/>
    <w:rsid w:val="00FF1039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7923A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923A9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3C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33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13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14</Pages>
  <Words>2027</Words>
  <Characters>11558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bud_nmj</dc:creator>
  <cp:keywords/>
  <dc:description/>
  <cp:lastModifiedBy>plan1</cp:lastModifiedBy>
  <cp:revision>5</cp:revision>
  <cp:lastPrinted>2017-11-24T10:30:00Z</cp:lastPrinted>
  <dcterms:created xsi:type="dcterms:W3CDTF">2017-11-28T05:00:00Z</dcterms:created>
  <dcterms:modified xsi:type="dcterms:W3CDTF">2018-01-09T09:43:00Z</dcterms:modified>
</cp:coreProperties>
</file>