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E54" w:rsidRPr="000169D6" w:rsidRDefault="004D2E54" w:rsidP="00F10986">
      <w:pPr>
        <w:jc w:val="right"/>
        <w:outlineLvl w:val="0"/>
        <w:rPr>
          <w:rFonts w:ascii="Times New Roman" w:hAnsi="Times New Roman"/>
          <w:sz w:val="24"/>
          <w:szCs w:val="24"/>
        </w:rPr>
      </w:pPr>
      <w:r w:rsidRPr="000169D6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2</w:t>
      </w:r>
    </w:p>
    <w:p w:rsidR="004D2E54" w:rsidRPr="000169D6" w:rsidRDefault="004D2E54" w:rsidP="00F10986">
      <w:pPr>
        <w:jc w:val="right"/>
        <w:outlineLvl w:val="0"/>
        <w:rPr>
          <w:rFonts w:ascii="Times New Roman" w:hAnsi="Times New Roman"/>
          <w:sz w:val="24"/>
          <w:szCs w:val="24"/>
        </w:rPr>
      </w:pPr>
      <w:r w:rsidRPr="000169D6">
        <w:rPr>
          <w:rFonts w:ascii="Times New Roman" w:hAnsi="Times New Roman"/>
          <w:sz w:val="24"/>
          <w:szCs w:val="24"/>
        </w:rPr>
        <w:t>к решению Совета народных депутатов</w:t>
      </w:r>
    </w:p>
    <w:p w:rsidR="004D2E54" w:rsidRPr="000169D6" w:rsidRDefault="004D2E54" w:rsidP="00F10986">
      <w:pPr>
        <w:jc w:val="right"/>
        <w:outlineLvl w:val="0"/>
        <w:rPr>
          <w:rFonts w:ascii="Times New Roman" w:hAnsi="Times New Roman"/>
          <w:sz w:val="24"/>
          <w:szCs w:val="24"/>
        </w:rPr>
      </w:pPr>
      <w:r w:rsidRPr="000169D6">
        <w:rPr>
          <w:rFonts w:ascii="Times New Roman" w:hAnsi="Times New Roman"/>
          <w:sz w:val="24"/>
          <w:szCs w:val="24"/>
        </w:rPr>
        <w:t>Таловского муниципального района</w:t>
      </w:r>
    </w:p>
    <w:p w:rsidR="004D2E54" w:rsidRDefault="004D2E54" w:rsidP="00F10986">
      <w:pPr>
        <w:jc w:val="right"/>
        <w:outlineLvl w:val="0"/>
        <w:rPr>
          <w:rFonts w:ascii="Times New Roman" w:hAnsi="Times New Roman"/>
          <w:sz w:val="24"/>
          <w:szCs w:val="24"/>
        </w:rPr>
      </w:pPr>
      <w:r w:rsidRPr="000169D6">
        <w:rPr>
          <w:rFonts w:ascii="Times New Roman" w:hAnsi="Times New Roman"/>
          <w:sz w:val="24"/>
          <w:szCs w:val="24"/>
        </w:rPr>
        <w:t xml:space="preserve">от   декабря  </w:t>
      </w:r>
      <w:smartTag w:uri="urn:schemas-microsoft-com:office:smarttags" w:element="metricconverter">
        <w:smartTagPr>
          <w:attr w:name="ProductID" w:val="2017 г"/>
        </w:smartTagPr>
        <w:r w:rsidRPr="000169D6">
          <w:rPr>
            <w:rFonts w:ascii="Times New Roman" w:hAnsi="Times New Roman"/>
            <w:sz w:val="24"/>
            <w:szCs w:val="24"/>
          </w:rPr>
          <w:t>201</w:t>
        </w:r>
        <w:r>
          <w:rPr>
            <w:rFonts w:ascii="Times New Roman" w:hAnsi="Times New Roman"/>
            <w:sz w:val="24"/>
            <w:szCs w:val="24"/>
          </w:rPr>
          <w:t xml:space="preserve">7 </w:t>
        </w:r>
        <w:r w:rsidRPr="000169D6">
          <w:rPr>
            <w:rFonts w:ascii="Times New Roman" w:hAnsi="Times New Roman"/>
            <w:sz w:val="24"/>
            <w:szCs w:val="24"/>
          </w:rPr>
          <w:t>г</w:t>
        </w:r>
      </w:smartTag>
      <w:r w:rsidRPr="000169D6">
        <w:rPr>
          <w:rFonts w:ascii="Times New Roman" w:hAnsi="Times New Roman"/>
          <w:sz w:val="24"/>
          <w:szCs w:val="24"/>
        </w:rPr>
        <w:t xml:space="preserve">. № </w:t>
      </w:r>
    </w:p>
    <w:p w:rsidR="004D2E54" w:rsidRPr="000169D6" w:rsidRDefault="004D2E54" w:rsidP="00F10986">
      <w:pPr>
        <w:jc w:val="right"/>
        <w:outlineLvl w:val="0"/>
        <w:rPr>
          <w:rFonts w:ascii="Times New Roman" w:hAnsi="Times New Roman"/>
          <w:sz w:val="24"/>
          <w:szCs w:val="24"/>
        </w:rPr>
      </w:pPr>
      <w:r w:rsidRPr="000169D6">
        <w:rPr>
          <w:rFonts w:ascii="Times New Roman" w:hAnsi="Times New Roman"/>
          <w:sz w:val="24"/>
          <w:szCs w:val="24"/>
        </w:rPr>
        <w:t xml:space="preserve">«О бюджете Таловского      </w:t>
      </w:r>
    </w:p>
    <w:p w:rsidR="004D2E54" w:rsidRPr="000169D6" w:rsidRDefault="004D2E54" w:rsidP="00F10986">
      <w:pPr>
        <w:jc w:val="right"/>
        <w:outlineLvl w:val="0"/>
        <w:rPr>
          <w:rFonts w:ascii="Times New Roman" w:hAnsi="Times New Roman"/>
          <w:sz w:val="24"/>
          <w:szCs w:val="24"/>
        </w:rPr>
      </w:pPr>
      <w:r w:rsidRPr="000169D6">
        <w:rPr>
          <w:rFonts w:ascii="Times New Roman" w:hAnsi="Times New Roman"/>
          <w:sz w:val="24"/>
          <w:szCs w:val="24"/>
        </w:rPr>
        <w:t xml:space="preserve">                      муниципального района на 201</w:t>
      </w:r>
      <w:r>
        <w:rPr>
          <w:rFonts w:ascii="Times New Roman" w:hAnsi="Times New Roman"/>
          <w:sz w:val="24"/>
          <w:szCs w:val="24"/>
        </w:rPr>
        <w:t>8</w:t>
      </w:r>
      <w:r w:rsidRPr="000169D6">
        <w:rPr>
          <w:rFonts w:ascii="Times New Roman" w:hAnsi="Times New Roman"/>
          <w:sz w:val="24"/>
          <w:szCs w:val="24"/>
        </w:rPr>
        <w:t xml:space="preserve"> год </w:t>
      </w:r>
    </w:p>
    <w:p w:rsidR="004D2E54" w:rsidRPr="000169D6" w:rsidRDefault="004D2E54" w:rsidP="00F10986">
      <w:pPr>
        <w:jc w:val="right"/>
        <w:outlineLvl w:val="0"/>
        <w:rPr>
          <w:sz w:val="24"/>
          <w:szCs w:val="24"/>
        </w:rPr>
      </w:pPr>
      <w:r w:rsidRPr="000169D6">
        <w:rPr>
          <w:rFonts w:ascii="Times New Roman" w:hAnsi="Times New Roman"/>
          <w:sz w:val="24"/>
          <w:szCs w:val="24"/>
        </w:rPr>
        <w:t>и на плановый период 201</w:t>
      </w:r>
      <w:r>
        <w:rPr>
          <w:rFonts w:ascii="Times New Roman" w:hAnsi="Times New Roman"/>
          <w:sz w:val="24"/>
          <w:szCs w:val="24"/>
        </w:rPr>
        <w:t>9</w:t>
      </w:r>
      <w:r w:rsidRPr="000169D6">
        <w:rPr>
          <w:rFonts w:ascii="Times New Roman" w:hAnsi="Times New Roman"/>
          <w:sz w:val="24"/>
          <w:szCs w:val="24"/>
        </w:rPr>
        <w:t xml:space="preserve"> и 20</w:t>
      </w:r>
      <w:r>
        <w:rPr>
          <w:rFonts w:ascii="Times New Roman" w:hAnsi="Times New Roman"/>
          <w:sz w:val="24"/>
          <w:szCs w:val="24"/>
        </w:rPr>
        <w:t>20</w:t>
      </w:r>
      <w:r w:rsidRPr="000169D6">
        <w:rPr>
          <w:rFonts w:ascii="Times New Roman" w:hAnsi="Times New Roman"/>
          <w:sz w:val="24"/>
          <w:szCs w:val="24"/>
        </w:rPr>
        <w:t xml:space="preserve"> годов»</w:t>
      </w:r>
    </w:p>
    <w:p w:rsidR="004D2E54" w:rsidRDefault="004D2E54" w:rsidP="00D008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ПОСТУПЛЕНИЕ </w:t>
      </w:r>
      <w:r w:rsidRPr="000B3F02">
        <w:rPr>
          <w:rFonts w:ascii="Times New Roman" w:hAnsi="Times New Roman" w:cs="Times New Roman"/>
          <w:sz w:val="28"/>
          <w:szCs w:val="28"/>
        </w:rPr>
        <w:t>ДОХОД</w:t>
      </w:r>
      <w:r>
        <w:rPr>
          <w:rFonts w:ascii="Times New Roman" w:hAnsi="Times New Roman" w:cs="Times New Roman"/>
          <w:sz w:val="28"/>
          <w:szCs w:val="28"/>
        </w:rPr>
        <w:t>ОВ РАЙОННОГО</w:t>
      </w:r>
      <w:r w:rsidRPr="000B3F02">
        <w:rPr>
          <w:rFonts w:ascii="Times New Roman" w:hAnsi="Times New Roman" w:cs="Times New Roman"/>
          <w:sz w:val="28"/>
          <w:szCs w:val="28"/>
        </w:rPr>
        <w:t xml:space="preserve"> БЮДЖЕТА </w:t>
      </w:r>
    </w:p>
    <w:p w:rsidR="004D2E54" w:rsidRDefault="004D2E54" w:rsidP="00D008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КОДАМ ВИДОВ ДОХОДОВ, ПОДВИДОВ ДОХОДОВ </w:t>
      </w:r>
    </w:p>
    <w:p w:rsidR="004D2E54" w:rsidRPr="000B3F02" w:rsidRDefault="004D2E54" w:rsidP="00D008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Pr="000B3F02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B3F02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 НА ПЛАНОВЫЙ ПЕРИОД 2019 И 2020 ГОДОВ</w:t>
      </w:r>
    </w:p>
    <w:p w:rsidR="004D2E54" w:rsidRDefault="004D2E54" w:rsidP="007923A9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B3F02">
        <w:rPr>
          <w:rFonts w:ascii="Times New Roman" w:hAnsi="Times New Roman" w:cs="Times New Roman"/>
          <w:b w:val="0"/>
          <w:sz w:val="28"/>
          <w:szCs w:val="28"/>
        </w:rPr>
        <w:t>(тыс. рублей)</w:t>
      </w:r>
    </w:p>
    <w:tbl>
      <w:tblPr>
        <w:tblW w:w="51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54"/>
        <w:gridCol w:w="2635"/>
        <w:gridCol w:w="1432"/>
        <w:gridCol w:w="1320"/>
        <w:gridCol w:w="1316"/>
      </w:tblGrid>
      <w:tr w:rsidR="004D2E54" w:rsidRPr="0013147D" w:rsidTr="006D2AF6">
        <w:trPr>
          <w:trHeight w:val="870"/>
        </w:trPr>
        <w:tc>
          <w:tcPr>
            <w:tcW w:w="1634" w:type="pct"/>
            <w:vMerge w:val="restar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4D2E54" w:rsidRPr="00D34E4C" w:rsidRDefault="004D2E54" w:rsidP="00F67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D34E4C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Код показателя</w:t>
            </w:r>
          </w:p>
        </w:tc>
        <w:tc>
          <w:tcPr>
            <w:tcW w:w="1323" w:type="pct"/>
            <w:vMerge w:val="restar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4D2E54" w:rsidRPr="00D34E4C" w:rsidRDefault="004D2E54" w:rsidP="00F67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D34E4C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2044" w:type="pct"/>
            <w:gridSpan w:val="3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4D2E54" w:rsidRPr="00D34E4C" w:rsidRDefault="004D2E54" w:rsidP="00F67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D34E4C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Сумма на плановый период </w:t>
            </w:r>
          </w:p>
        </w:tc>
      </w:tr>
      <w:tr w:rsidR="004D2E54" w:rsidRPr="0013147D" w:rsidTr="006D2AF6">
        <w:trPr>
          <w:trHeight w:val="240"/>
        </w:trPr>
        <w:tc>
          <w:tcPr>
            <w:tcW w:w="1634" w:type="pct"/>
            <w:vMerge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4D2E54" w:rsidRPr="00D34E4C" w:rsidRDefault="004D2E54" w:rsidP="00F67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323" w:type="pct"/>
            <w:vMerge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4D2E54" w:rsidRPr="00D34E4C" w:rsidRDefault="004D2E54" w:rsidP="00F67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19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4D2E54" w:rsidRPr="00D34E4C" w:rsidRDefault="004D2E54" w:rsidP="00F6792C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D34E4C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2018 год </w:t>
            </w:r>
          </w:p>
        </w:tc>
        <w:tc>
          <w:tcPr>
            <w:tcW w:w="663" w:type="pct"/>
            <w:vAlign w:val="center"/>
          </w:tcPr>
          <w:p w:rsidR="004D2E54" w:rsidRPr="00D34E4C" w:rsidRDefault="004D2E54" w:rsidP="00F6792C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D34E4C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2019 год</w:t>
            </w:r>
          </w:p>
        </w:tc>
        <w:tc>
          <w:tcPr>
            <w:tcW w:w="662" w:type="pct"/>
            <w:vAlign w:val="center"/>
          </w:tcPr>
          <w:p w:rsidR="004D2E54" w:rsidRPr="00D34E4C" w:rsidRDefault="004D2E54" w:rsidP="00F6792C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D34E4C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2020 год </w:t>
            </w:r>
          </w:p>
        </w:tc>
      </w:tr>
    </w:tbl>
    <w:p w:rsidR="004D2E54" w:rsidRPr="00961EF2" w:rsidRDefault="004D2E54" w:rsidP="007923A9">
      <w:pPr>
        <w:pStyle w:val="ConsPlusTitle"/>
        <w:jc w:val="right"/>
        <w:rPr>
          <w:rFonts w:ascii="Times New Roman" w:hAnsi="Times New Roman" w:cs="Times New Roman"/>
          <w:b w:val="0"/>
          <w:sz w:val="10"/>
          <w:szCs w:val="10"/>
        </w:rPr>
      </w:pPr>
    </w:p>
    <w:tbl>
      <w:tblPr>
        <w:tblW w:w="57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42"/>
        <w:gridCol w:w="2534"/>
        <w:gridCol w:w="1320"/>
        <w:gridCol w:w="1430"/>
        <w:gridCol w:w="1338"/>
        <w:gridCol w:w="97"/>
        <w:gridCol w:w="1299"/>
      </w:tblGrid>
      <w:tr w:rsidR="004D2E54" w:rsidRPr="0013147D" w:rsidTr="006D2AF6">
        <w:trPr>
          <w:gridAfter w:val="1"/>
          <w:wAfter w:w="577" w:type="pct"/>
          <w:trHeight w:val="170"/>
          <w:tblHeader/>
        </w:trPr>
        <w:tc>
          <w:tcPr>
            <w:tcW w:w="1440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4D2E54" w:rsidRPr="000A6747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bookmarkStart w:id="0" w:name="P1013"/>
            <w:bookmarkEnd w:id="0"/>
            <w:r w:rsidRPr="000A6747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25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4D2E54" w:rsidRPr="000A6747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A6747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86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4D2E54" w:rsidRPr="000A6747" w:rsidRDefault="004D2E54" w:rsidP="00D008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635" w:type="pct"/>
            <w:vAlign w:val="center"/>
          </w:tcPr>
          <w:p w:rsidR="004D2E54" w:rsidRPr="000A6747" w:rsidRDefault="004D2E54" w:rsidP="000B3F02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A6747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37" w:type="pct"/>
            <w:gridSpan w:val="2"/>
            <w:vAlign w:val="center"/>
          </w:tcPr>
          <w:p w:rsidR="004D2E54" w:rsidRPr="000A6747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A6747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4</w:t>
            </w:r>
          </w:p>
        </w:tc>
      </w:tr>
      <w:tr w:rsidR="004D2E54" w:rsidRPr="0013147D" w:rsidTr="006D2AF6">
        <w:trPr>
          <w:gridAfter w:val="1"/>
          <w:wAfter w:w="577" w:type="pct"/>
          <w:trHeight w:val="333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000 8 50 00000 00 0000 000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A6747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4D2E54" w:rsidRPr="000A6747" w:rsidRDefault="004D2E54" w:rsidP="00305B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648 338,67</w:t>
            </w:r>
          </w:p>
        </w:tc>
        <w:tc>
          <w:tcPr>
            <w:tcW w:w="635" w:type="pct"/>
            <w:vAlign w:val="center"/>
          </w:tcPr>
          <w:p w:rsidR="004D2E54" w:rsidRPr="000A6747" w:rsidRDefault="004D2E54" w:rsidP="00237E1F">
            <w:pP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601724,77</w:t>
            </w:r>
          </w:p>
        </w:tc>
        <w:tc>
          <w:tcPr>
            <w:tcW w:w="637" w:type="pct"/>
            <w:gridSpan w:val="2"/>
            <w:vAlign w:val="center"/>
          </w:tcPr>
          <w:p w:rsidR="004D2E54" w:rsidRPr="000A6747" w:rsidRDefault="004D2E54" w:rsidP="00305B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641676,57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000 1 00 00000 00 0000 000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4D2E54" w:rsidRPr="00B65825" w:rsidRDefault="004D2E54" w:rsidP="00305B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246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806,4</w:t>
            </w:r>
          </w:p>
        </w:tc>
        <w:tc>
          <w:tcPr>
            <w:tcW w:w="635" w:type="pct"/>
            <w:vAlign w:val="center"/>
          </w:tcPr>
          <w:p w:rsidR="004D2E54" w:rsidRPr="004359F6" w:rsidRDefault="004D2E54" w:rsidP="00305BCF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4359F6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226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4359F6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391,8</w:t>
            </w:r>
          </w:p>
        </w:tc>
        <w:tc>
          <w:tcPr>
            <w:tcW w:w="637" w:type="pct"/>
            <w:gridSpan w:val="2"/>
            <w:vAlign w:val="center"/>
          </w:tcPr>
          <w:p w:rsidR="004D2E54" w:rsidRPr="004359F6" w:rsidRDefault="004D2E54" w:rsidP="00305B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4359F6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237996,1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000 1 01 02000 01 0000 110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B65825" w:rsidRDefault="004D2E54" w:rsidP="00D008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113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546,0</w:t>
            </w:r>
          </w:p>
        </w:tc>
        <w:tc>
          <w:tcPr>
            <w:tcW w:w="635" w:type="pct"/>
            <w:vAlign w:val="bottom"/>
          </w:tcPr>
          <w:p w:rsidR="004D2E54" w:rsidRPr="00B65825" w:rsidRDefault="004D2E54" w:rsidP="000B3F02">
            <w:pPr>
              <w:jc w:val="righ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121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203,0</w:t>
            </w:r>
          </w:p>
        </w:tc>
        <w:tc>
          <w:tcPr>
            <w:tcW w:w="637" w:type="pct"/>
            <w:gridSpan w:val="2"/>
            <w:vAlign w:val="bottom"/>
          </w:tcPr>
          <w:p w:rsidR="004D2E54" w:rsidRPr="00B65825" w:rsidRDefault="004D2E54" w:rsidP="000B3F0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131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007,0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000 1 01 02010 01 0000 110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ED3B8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112 637,7</w:t>
            </w:r>
          </w:p>
        </w:tc>
        <w:tc>
          <w:tcPr>
            <w:tcW w:w="635" w:type="pct"/>
            <w:vAlign w:val="bottom"/>
          </w:tcPr>
          <w:p w:rsidR="004D2E54" w:rsidRPr="000A6747" w:rsidRDefault="004D2E54" w:rsidP="00ED3B80">
            <w:pPr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120 233,4</w:t>
            </w:r>
          </w:p>
        </w:tc>
        <w:tc>
          <w:tcPr>
            <w:tcW w:w="637" w:type="pct"/>
            <w:gridSpan w:val="2"/>
            <w:vAlign w:val="bottom"/>
          </w:tcPr>
          <w:p w:rsidR="004D2E54" w:rsidRPr="000A6747" w:rsidRDefault="004D2E54" w:rsidP="00ED3B8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129 959,0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000 1 01 02020 01 0000 110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ED3B8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794,8</w:t>
            </w:r>
          </w:p>
        </w:tc>
        <w:tc>
          <w:tcPr>
            <w:tcW w:w="635" w:type="pct"/>
            <w:vAlign w:val="bottom"/>
          </w:tcPr>
          <w:p w:rsidR="004D2E54" w:rsidRPr="000A6747" w:rsidRDefault="004D2E54" w:rsidP="00ED3B80">
            <w:pPr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848,4</w:t>
            </w:r>
          </w:p>
        </w:tc>
        <w:tc>
          <w:tcPr>
            <w:tcW w:w="637" w:type="pct"/>
            <w:gridSpan w:val="2"/>
            <w:vAlign w:val="bottom"/>
          </w:tcPr>
          <w:p w:rsidR="004D2E54" w:rsidRPr="000A6747" w:rsidRDefault="004D2E54" w:rsidP="00ED3B80">
            <w:pPr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917,0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000 1 01 02030 01 0000 110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ED3B8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113,5</w:t>
            </w:r>
          </w:p>
        </w:tc>
        <w:tc>
          <w:tcPr>
            <w:tcW w:w="635" w:type="pct"/>
            <w:vAlign w:val="bottom"/>
          </w:tcPr>
          <w:p w:rsidR="004D2E54" w:rsidRPr="000A6747" w:rsidRDefault="004D2E54" w:rsidP="00ED3B80">
            <w:pPr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121,2</w:t>
            </w:r>
          </w:p>
        </w:tc>
        <w:tc>
          <w:tcPr>
            <w:tcW w:w="637" w:type="pct"/>
            <w:gridSpan w:val="2"/>
            <w:vAlign w:val="bottom"/>
          </w:tcPr>
          <w:p w:rsidR="004D2E54" w:rsidRPr="000A6747" w:rsidRDefault="004D2E54" w:rsidP="00ED3B80">
            <w:pPr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131,0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000 1 03 00000 00 0000 000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B65825" w:rsidRDefault="004D2E54" w:rsidP="00D008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19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135,4</w:t>
            </w:r>
          </w:p>
        </w:tc>
        <w:tc>
          <w:tcPr>
            <w:tcW w:w="635" w:type="pct"/>
            <w:vAlign w:val="bottom"/>
          </w:tcPr>
          <w:p w:rsidR="004D2E54" w:rsidRPr="00B65825" w:rsidRDefault="004D2E54" w:rsidP="000B3F02">
            <w:pPr>
              <w:jc w:val="righ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830,8</w:t>
            </w:r>
          </w:p>
        </w:tc>
        <w:tc>
          <w:tcPr>
            <w:tcW w:w="637" w:type="pct"/>
            <w:gridSpan w:val="2"/>
            <w:vAlign w:val="bottom"/>
          </w:tcPr>
          <w:p w:rsidR="004D2E54" w:rsidRPr="00B65825" w:rsidRDefault="004D2E54" w:rsidP="000B3F0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22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545,1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000 1 03 02230 01 0000 110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7 195</w:t>
            </w:r>
          </w:p>
        </w:tc>
        <w:tc>
          <w:tcPr>
            <w:tcW w:w="635" w:type="pct"/>
            <w:vAlign w:val="bottom"/>
          </w:tcPr>
          <w:p w:rsidR="004D2E54" w:rsidRPr="000A6747" w:rsidRDefault="004D2E54" w:rsidP="00D00898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7 832,4</w:t>
            </w:r>
          </w:p>
        </w:tc>
        <w:tc>
          <w:tcPr>
            <w:tcW w:w="637" w:type="pct"/>
            <w:gridSpan w:val="2"/>
            <w:vAlign w:val="bottom"/>
          </w:tcPr>
          <w:p w:rsidR="004D2E54" w:rsidRPr="000A6747" w:rsidRDefault="004D2E54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8 477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000 1 03 02240 01 0000 110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76,5</w:t>
            </w:r>
          </w:p>
        </w:tc>
        <w:tc>
          <w:tcPr>
            <w:tcW w:w="635" w:type="pct"/>
            <w:vAlign w:val="bottom"/>
          </w:tcPr>
          <w:p w:rsidR="004D2E54" w:rsidRPr="000A6747" w:rsidRDefault="004D2E54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83,3</w:t>
            </w:r>
          </w:p>
        </w:tc>
        <w:tc>
          <w:tcPr>
            <w:tcW w:w="637" w:type="pct"/>
            <w:gridSpan w:val="2"/>
            <w:vAlign w:val="bottom"/>
          </w:tcPr>
          <w:p w:rsidR="004D2E54" w:rsidRPr="000A6747" w:rsidRDefault="004D2E54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90,1</w:t>
            </w:r>
          </w:p>
        </w:tc>
      </w:tr>
      <w:tr w:rsidR="004D2E54" w:rsidRPr="000A6747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000 1 03 02250 01 0000 110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11 863,9</w:t>
            </w:r>
          </w:p>
        </w:tc>
        <w:tc>
          <w:tcPr>
            <w:tcW w:w="635" w:type="pct"/>
            <w:vAlign w:val="bottom"/>
          </w:tcPr>
          <w:p w:rsidR="004D2E54" w:rsidRPr="000A6747" w:rsidRDefault="004D2E54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12 915,1</w:t>
            </w:r>
          </w:p>
        </w:tc>
        <w:tc>
          <w:tcPr>
            <w:tcW w:w="637" w:type="pct"/>
            <w:gridSpan w:val="2"/>
            <w:vAlign w:val="bottom"/>
          </w:tcPr>
          <w:p w:rsidR="004D2E54" w:rsidRPr="000A6747" w:rsidRDefault="004D2E54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13 978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000 1 05 00000 00 0000 000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НАЛОГИ НА СОВОКУПНЫЙ ДОХОД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E06D3F" w:rsidRDefault="004D2E54" w:rsidP="00D008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28 424,0</w:t>
            </w:r>
          </w:p>
        </w:tc>
        <w:tc>
          <w:tcPr>
            <w:tcW w:w="635" w:type="pct"/>
            <w:vAlign w:val="bottom"/>
          </w:tcPr>
          <w:p w:rsidR="004D2E54" w:rsidRPr="00E06D3F" w:rsidRDefault="004D2E54" w:rsidP="000B3F02">
            <w:pPr>
              <w:jc w:val="righ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28 450,0</w:t>
            </w:r>
          </w:p>
        </w:tc>
        <w:tc>
          <w:tcPr>
            <w:tcW w:w="637" w:type="pct"/>
            <w:gridSpan w:val="2"/>
            <w:vAlign w:val="bottom"/>
          </w:tcPr>
          <w:p w:rsidR="004D2E54" w:rsidRPr="00E06D3F" w:rsidRDefault="004D2E54" w:rsidP="000B3F0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28 450,0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000 1 05 01021 01 1000 110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Налог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Default="004D2E54" w:rsidP="00E06D3F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1 309,0</w:t>
            </w:r>
          </w:p>
        </w:tc>
        <w:tc>
          <w:tcPr>
            <w:tcW w:w="635" w:type="pct"/>
            <w:vAlign w:val="bottom"/>
          </w:tcPr>
          <w:p w:rsidR="004D2E54" w:rsidRDefault="004D2E54" w:rsidP="00554496">
            <w:pPr>
              <w:jc w:val="right"/>
            </w:pPr>
            <w:r w:rsidRPr="00602352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602352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309,0</w:t>
            </w:r>
          </w:p>
        </w:tc>
        <w:tc>
          <w:tcPr>
            <w:tcW w:w="637" w:type="pct"/>
            <w:gridSpan w:val="2"/>
            <w:vAlign w:val="bottom"/>
          </w:tcPr>
          <w:p w:rsidR="004D2E54" w:rsidRDefault="004D2E54" w:rsidP="00554496">
            <w:pPr>
              <w:jc w:val="right"/>
            </w:pPr>
            <w:r w:rsidRPr="00602352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602352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309,0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000 1 05 02000 02 0000 110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Единый налог на вмененный доход для отдельных видов деятельности 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E06D3F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16 300,0</w:t>
            </w:r>
          </w:p>
        </w:tc>
        <w:tc>
          <w:tcPr>
            <w:tcW w:w="635" w:type="pct"/>
            <w:vAlign w:val="bottom"/>
          </w:tcPr>
          <w:p w:rsidR="004D2E54" w:rsidRPr="000A6747" w:rsidRDefault="004D2E54" w:rsidP="00E06D3F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16 300,0</w:t>
            </w:r>
          </w:p>
        </w:tc>
        <w:tc>
          <w:tcPr>
            <w:tcW w:w="637" w:type="pct"/>
            <w:gridSpan w:val="2"/>
            <w:vAlign w:val="bottom"/>
          </w:tcPr>
          <w:p w:rsidR="004D2E54" w:rsidRPr="000A6747" w:rsidRDefault="004D2E54" w:rsidP="00E06D3F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16 300,0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000 1 05 02010 02 0000 110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Default="004D2E54" w:rsidP="00E06D3F">
            <w:pPr>
              <w:jc w:val="right"/>
            </w:pPr>
            <w:r w:rsidRPr="00D77789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16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D77789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635" w:type="pct"/>
            <w:vAlign w:val="bottom"/>
          </w:tcPr>
          <w:p w:rsidR="004D2E54" w:rsidRDefault="004D2E54" w:rsidP="00E06D3F">
            <w:pPr>
              <w:jc w:val="right"/>
            </w:pPr>
            <w:r w:rsidRPr="00D77789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16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D77789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637" w:type="pct"/>
            <w:gridSpan w:val="2"/>
            <w:vAlign w:val="bottom"/>
          </w:tcPr>
          <w:p w:rsidR="004D2E54" w:rsidRDefault="004D2E54" w:rsidP="00E06D3F">
            <w:pPr>
              <w:jc w:val="right"/>
            </w:pPr>
            <w:r w:rsidRPr="00D77789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16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D77789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300,0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000 1 05 03000 01 0000 110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10 680,0</w:t>
            </w:r>
          </w:p>
        </w:tc>
        <w:tc>
          <w:tcPr>
            <w:tcW w:w="635" w:type="pct"/>
            <w:vAlign w:val="bottom"/>
          </w:tcPr>
          <w:p w:rsidR="004D2E54" w:rsidRPr="000A6747" w:rsidRDefault="004D2E54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10 706,0</w:t>
            </w:r>
          </w:p>
        </w:tc>
        <w:tc>
          <w:tcPr>
            <w:tcW w:w="637" w:type="pct"/>
            <w:gridSpan w:val="2"/>
            <w:vAlign w:val="bottom"/>
          </w:tcPr>
          <w:p w:rsidR="004D2E54" w:rsidRPr="000A6747" w:rsidRDefault="004D2E54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10 706,0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000 1 05 03010 01 0000 110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E06D3F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10 680,0</w:t>
            </w:r>
          </w:p>
        </w:tc>
        <w:tc>
          <w:tcPr>
            <w:tcW w:w="635" w:type="pct"/>
            <w:vAlign w:val="bottom"/>
          </w:tcPr>
          <w:p w:rsidR="004D2E54" w:rsidRPr="000A6747" w:rsidRDefault="004D2E54" w:rsidP="00E06D3F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10 706,0</w:t>
            </w:r>
          </w:p>
        </w:tc>
        <w:tc>
          <w:tcPr>
            <w:tcW w:w="637" w:type="pct"/>
            <w:gridSpan w:val="2"/>
            <w:vAlign w:val="bottom"/>
          </w:tcPr>
          <w:p w:rsidR="004D2E54" w:rsidRPr="000A6747" w:rsidRDefault="004D2E54" w:rsidP="00E06D3F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10 706,0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000 1 05 04020 02 0000 110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135,0</w:t>
            </w:r>
          </w:p>
        </w:tc>
        <w:tc>
          <w:tcPr>
            <w:tcW w:w="635" w:type="pct"/>
            <w:vAlign w:val="bottom"/>
          </w:tcPr>
          <w:p w:rsidR="004D2E54" w:rsidRPr="000A6747" w:rsidRDefault="004D2E54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135,0</w:t>
            </w:r>
          </w:p>
        </w:tc>
        <w:tc>
          <w:tcPr>
            <w:tcW w:w="637" w:type="pct"/>
            <w:gridSpan w:val="2"/>
            <w:vAlign w:val="bottom"/>
          </w:tcPr>
          <w:p w:rsidR="004D2E54" w:rsidRPr="000A6747" w:rsidRDefault="004D2E54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135,0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000 1 08 00000 00 0000 000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ГОСУДАРСТВЕННАЯ ПОШЛИНА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554496" w:rsidRDefault="004D2E54" w:rsidP="00554496">
            <w:pPr>
              <w:jc w:val="right"/>
              <w:rPr>
                <w:b/>
              </w:rPr>
            </w:pPr>
            <w:r w:rsidRPr="00554496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554496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000,0</w:t>
            </w:r>
          </w:p>
        </w:tc>
        <w:tc>
          <w:tcPr>
            <w:tcW w:w="635" w:type="pct"/>
            <w:vAlign w:val="bottom"/>
          </w:tcPr>
          <w:p w:rsidR="004D2E54" w:rsidRPr="00554496" w:rsidRDefault="004D2E54" w:rsidP="00554496">
            <w:pPr>
              <w:jc w:val="right"/>
              <w:rPr>
                <w:b/>
              </w:rPr>
            </w:pPr>
            <w:r w:rsidRPr="00554496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554496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000,0</w:t>
            </w:r>
          </w:p>
        </w:tc>
        <w:tc>
          <w:tcPr>
            <w:tcW w:w="637" w:type="pct"/>
            <w:gridSpan w:val="2"/>
            <w:vAlign w:val="bottom"/>
          </w:tcPr>
          <w:p w:rsidR="004D2E54" w:rsidRPr="00554496" w:rsidRDefault="004D2E54" w:rsidP="00554496">
            <w:pPr>
              <w:jc w:val="right"/>
              <w:rPr>
                <w:b/>
              </w:rPr>
            </w:pPr>
            <w:r w:rsidRPr="00554496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554496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000,0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000 1 08 03000 01 0000 110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635" w:type="pct"/>
            <w:vAlign w:val="bottom"/>
          </w:tcPr>
          <w:p w:rsidR="004D2E54" w:rsidRDefault="004D2E54" w:rsidP="00554496">
            <w:pPr>
              <w:jc w:val="right"/>
            </w:pPr>
            <w:r w:rsidRPr="001065E2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1065E2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000,0</w:t>
            </w:r>
          </w:p>
        </w:tc>
        <w:tc>
          <w:tcPr>
            <w:tcW w:w="637" w:type="pct"/>
            <w:gridSpan w:val="2"/>
            <w:vAlign w:val="bottom"/>
          </w:tcPr>
          <w:p w:rsidR="004D2E54" w:rsidRDefault="004D2E54" w:rsidP="00554496">
            <w:pPr>
              <w:jc w:val="right"/>
            </w:pPr>
            <w:r w:rsidRPr="001065E2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1065E2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000,0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000 1 08 03010 01 0000 110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Default="004D2E54" w:rsidP="00554496">
            <w:pPr>
              <w:jc w:val="right"/>
            </w:pPr>
            <w:r w:rsidRPr="00F267D5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F267D5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000,0</w:t>
            </w:r>
          </w:p>
        </w:tc>
        <w:tc>
          <w:tcPr>
            <w:tcW w:w="635" w:type="pct"/>
            <w:vAlign w:val="bottom"/>
          </w:tcPr>
          <w:p w:rsidR="004D2E54" w:rsidRDefault="004D2E54" w:rsidP="00554496">
            <w:pPr>
              <w:jc w:val="right"/>
            </w:pPr>
            <w:r w:rsidRPr="00F267D5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F267D5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000,0</w:t>
            </w:r>
          </w:p>
        </w:tc>
        <w:tc>
          <w:tcPr>
            <w:tcW w:w="637" w:type="pct"/>
            <w:gridSpan w:val="2"/>
            <w:vAlign w:val="bottom"/>
          </w:tcPr>
          <w:p w:rsidR="004D2E54" w:rsidRDefault="004D2E54" w:rsidP="00554496">
            <w:pPr>
              <w:jc w:val="right"/>
            </w:pPr>
            <w:r w:rsidRPr="00F267D5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F267D5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000,0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000 1 11 00000 00 0000 000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B65825" w:rsidRDefault="004D2E54" w:rsidP="00D008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32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727,0</w:t>
            </w:r>
          </w:p>
        </w:tc>
        <w:tc>
          <w:tcPr>
            <w:tcW w:w="635" w:type="pct"/>
            <w:vAlign w:val="bottom"/>
          </w:tcPr>
          <w:p w:rsidR="004D2E54" w:rsidRPr="00B65825" w:rsidRDefault="004D2E54" w:rsidP="000B3F02">
            <w:pPr>
              <w:jc w:val="righ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32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730,0</w:t>
            </w:r>
          </w:p>
        </w:tc>
        <w:tc>
          <w:tcPr>
            <w:tcW w:w="637" w:type="pct"/>
            <w:gridSpan w:val="2"/>
            <w:vAlign w:val="bottom"/>
          </w:tcPr>
          <w:p w:rsidR="004D2E54" w:rsidRPr="00B65825" w:rsidRDefault="004D2E54" w:rsidP="000B3F0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32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730,0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000 1 11 05000 00 0000 120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32 727</w:t>
            </w:r>
          </w:p>
        </w:tc>
        <w:tc>
          <w:tcPr>
            <w:tcW w:w="635" w:type="pct"/>
            <w:vAlign w:val="bottom"/>
          </w:tcPr>
          <w:p w:rsidR="004D2E54" w:rsidRPr="000A6747" w:rsidRDefault="004D2E54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32 730</w:t>
            </w:r>
          </w:p>
        </w:tc>
        <w:tc>
          <w:tcPr>
            <w:tcW w:w="637" w:type="pct"/>
            <w:gridSpan w:val="2"/>
            <w:vAlign w:val="bottom"/>
          </w:tcPr>
          <w:p w:rsidR="004D2E54" w:rsidRPr="000A6747" w:rsidRDefault="004D2E54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32 730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000 1 11 05010 00 0000 120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29 603</w:t>
            </w:r>
          </w:p>
        </w:tc>
        <w:tc>
          <w:tcPr>
            <w:tcW w:w="635" w:type="pct"/>
            <w:vAlign w:val="bottom"/>
          </w:tcPr>
          <w:p w:rsidR="004D2E54" w:rsidRPr="000A6747" w:rsidRDefault="004D2E54" w:rsidP="00D00898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29 603</w:t>
            </w:r>
          </w:p>
        </w:tc>
        <w:tc>
          <w:tcPr>
            <w:tcW w:w="637" w:type="pct"/>
            <w:gridSpan w:val="2"/>
            <w:vAlign w:val="bottom"/>
          </w:tcPr>
          <w:p w:rsidR="004D2E54" w:rsidRPr="000A6747" w:rsidRDefault="004D2E54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29 603</w:t>
            </w:r>
          </w:p>
        </w:tc>
      </w:tr>
      <w:tr w:rsidR="004D2E54" w:rsidRPr="0013147D" w:rsidTr="006D2AF6">
        <w:trPr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000 1 11 05013 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05</w:t>
            </w: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0000 120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25 722</w:t>
            </w:r>
          </w:p>
        </w:tc>
        <w:tc>
          <w:tcPr>
            <w:tcW w:w="635" w:type="pct"/>
            <w:vAlign w:val="bottom"/>
          </w:tcPr>
          <w:p w:rsidR="004D2E54" w:rsidRPr="000A6747" w:rsidRDefault="004D2E54" w:rsidP="00D0281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25 722</w:t>
            </w:r>
          </w:p>
        </w:tc>
        <w:tc>
          <w:tcPr>
            <w:tcW w:w="637" w:type="pct"/>
            <w:gridSpan w:val="2"/>
            <w:vAlign w:val="bottom"/>
          </w:tcPr>
          <w:p w:rsidR="004D2E54" w:rsidRPr="000A6747" w:rsidRDefault="004D2E54" w:rsidP="00D0281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25 722</w:t>
            </w:r>
          </w:p>
        </w:tc>
        <w:tc>
          <w:tcPr>
            <w:tcW w:w="577" w:type="pct"/>
            <w:vAlign w:val="bottom"/>
          </w:tcPr>
          <w:p w:rsidR="004D2E54" w:rsidRPr="000A6747" w:rsidRDefault="004D2E54" w:rsidP="00D02811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000 1 11 05013 13 0000 120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3 881</w:t>
            </w:r>
          </w:p>
        </w:tc>
        <w:tc>
          <w:tcPr>
            <w:tcW w:w="635" w:type="pct"/>
            <w:vAlign w:val="bottom"/>
          </w:tcPr>
          <w:p w:rsidR="004D2E54" w:rsidRPr="000A6747" w:rsidRDefault="004D2E54" w:rsidP="00D00898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3 881</w:t>
            </w:r>
          </w:p>
        </w:tc>
        <w:tc>
          <w:tcPr>
            <w:tcW w:w="637" w:type="pct"/>
            <w:gridSpan w:val="2"/>
            <w:vAlign w:val="bottom"/>
          </w:tcPr>
          <w:p w:rsidR="004D2E54" w:rsidRPr="000A6747" w:rsidRDefault="004D2E54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3 881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000 1 11 05020 00 0000 120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1774,0</w:t>
            </w:r>
          </w:p>
        </w:tc>
        <w:tc>
          <w:tcPr>
            <w:tcW w:w="635" w:type="pct"/>
            <w:vAlign w:val="bottom"/>
          </w:tcPr>
          <w:p w:rsidR="004D2E54" w:rsidRPr="000A6747" w:rsidRDefault="004D2E54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1774,0</w:t>
            </w:r>
          </w:p>
        </w:tc>
        <w:tc>
          <w:tcPr>
            <w:tcW w:w="637" w:type="pct"/>
            <w:gridSpan w:val="2"/>
            <w:vAlign w:val="bottom"/>
          </w:tcPr>
          <w:p w:rsidR="004D2E54" w:rsidRPr="000A6747" w:rsidRDefault="004D2E54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1774,0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000 1 11 05025 05 0000 120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1 774,0</w:t>
            </w:r>
          </w:p>
        </w:tc>
        <w:tc>
          <w:tcPr>
            <w:tcW w:w="635" w:type="pct"/>
            <w:vAlign w:val="bottom"/>
          </w:tcPr>
          <w:p w:rsidR="004D2E54" w:rsidRDefault="004D2E54" w:rsidP="00D02811">
            <w:pPr>
              <w:jc w:val="right"/>
            </w:pPr>
            <w:r w:rsidRPr="00A841D1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A841D1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774,0</w:t>
            </w:r>
          </w:p>
        </w:tc>
        <w:tc>
          <w:tcPr>
            <w:tcW w:w="637" w:type="pct"/>
            <w:gridSpan w:val="2"/>
            <w:vAlign w:val="bottom"/>
          </w:tcPr>
          <w:p w:rsidR="004D2E54" w:rsidRDefault="004D2E54" w:rsidP="00D02811">
            <w:pPr>
              <w:jc w:val="right"/>
            </w:pPr>
            <w:r w:rsidRPr="00A841D1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A841D1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774,0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000 1 11 05030 00 0000 120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1 350,0</w:t>
            </w:r>
          </w:p>
        </w:tc>
        <w:tc>
          <w:tcPr>
            <w:tcW w:w="635" w:type="pct"/>
            <w:vAlign w:val="bottom"/>
          </w:tcPr>
          <w:p w:rsidR="004D2E54" w:rsidRPr="000A6747" w:rsidRDefault="004D2E54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1 353,0</w:t>
            </w:r>
          </w:p>
        </w:tc>
        <w:tc>
          <w:tcPr>
            <w:tcW w:w="637" w:type="pct"/>
            <w:gridSpan w:val="2"/>
            <w:vAlign w:val="bottom"/>
          </w:tcPr>
          <w:p w:rsidR="004D2E54" w:rsidRPr="000A6747" w:rsidRDefault="004D2E54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1 353,0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000 1 11 05035 05 0000 120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1 350,0</w:t>
            </w:r>
          </w:p>
        </w:tc>
        <w:tc>
          <w:tcPr>
            <w:tcW w:w="635" w:type="pct"/>
            <w:vAlign w:val="bottom"/>
          </w:tcPr>
          <w:p w:rsidR="004D2E54" w:rsidRPr="000A6747" w:rsidRDefault="004D2E54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1 353,0</w:t>
            </w:r>
          </w:p>
        </w:tc>
        <w:tc>
          <w:tcPr>
            <w:tcW w:w="637" w:type="pct"/>
            <w:gridSpan w:val="2"/>
            <w:vAlign w:val="bottom"/>
          </w:tcPr>
          <w:p w:rsidR="004D2E54" w:rsidRPr="000A6747" w:rsidRDefault="004D2E54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1 353,0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000 1 12 00000 00 0000 000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D02811" w:rsidRDefault="004D2E54" w:rsidP="00D008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D02811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635" w:type="pct"/>
            <w:vAlign w:val="bottom"/>
          </w:tcPr>
          <w:p w:rsidR="004D2E54" w:rsidRPr="00D02811" w:rsidRDefault="004D2E54" w:rsidP="00D02811">
            <w:pPr>
              <w:jc w:val="right"/>
              <w:rPr>
                <w:b/>
              </w:rPr>
            </w:pPr>
            <w:r w:rsidRPr="00D02811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637" w:type="pct"/>
            <w:gridSpan w:val="2"/>
            <w:vAlign w:val="bottom"/>
          </w:tcPr>
          <w:p w:rsidR="004D2E54" w:rsidRPr="00D02811" w:rsidRDefault="004D2E54" w:rsidP="00D02811">
            <w:pPr>
              <w:jc w:val="right"/>
              <w:rPr>
                <w:b/>
              </w:rPr>
            </w:pPr>
            <w:r w:rsidRPr="00D02811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200,0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000 1 12 01000 01 0000 120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Default="004D2E54" w:rsidP="00D02811">
            <w:pPr>
              <w:jc w:val="right"/>
            </w:pPr>
            <w:r w:rsidRPr="00B972D0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635" w:type="pct"/>
            <w:vAlign w:val="bottom"/>
          </w:tcPr>
          <w:p w:rsidR="004D2E54" w:rsidRDefault="004D2E54" w:rsidP="00D02811">
            <w:pPr>
              <w:jc w:val="right"/>
            </w:pPr>
            <w:r w:rsidRPr="00B972D0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637" w:type="pct"/>
            <w:gridSpan w:val="2"/>
            <w:vAlign w:val="bottom"/>
          </w:tcPr>
          <w:p w:rsidR="004D2E54" w:rsidRDefault="004D2E54" w:rsidP="00D02811">
            <w:pPr>
              <w:jc w:val="right"/>
            </w:pPr>
            <w:r w:rsidRPr="00B972D0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200,0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000 1 12 01010 01 0000 120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53,6</w:t>
            </w:r>
          </w:p>
        </w:tc>
        <w:tc>
          <w:tcPr>
            <w:tcW w:w="635" w:type="pct"/>
            <w:vAlign w:val="bottom"/>
          </w:tcPr>
          <w:p w:rsidR="004D2E54" w:rsidRPr="000A6747" w:rsidRDefault="004D2E54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53,6</w:t>
            </w:r>
          </w:p>
        </w:tc>
        <w:tc>
          <w:tcPr>
            <w:tcW w:w="637" w:type="pct"/>
            <w:gridSpan w:val="2"/>
            <w:vAlign w:val="bottom"/>
          </w:tcPr>
          <w:p w:rsidR="004D2E54" w:rsidRPr="000A6747" w:rsidRDefault="004D2E54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53,6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000 1 12 01020 01 0000 120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1,2</w:t>
            </w:r>
          </w:p>
        </w:tc>
        <w:tc>
          <w:tcPr>
            <w:tcW w:w="635" w:type="pct"/>
            <w:vAlign w:val="bottom"/>
          </w:tcPr>
          <w:p w:rsidR="004D2E54" w:rsidRPr="000A6747" w:rsidRDefault="004D2E54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1,2</w:t>
            </w:r>
          </w:p>
        </w:tc>
        <w:tc>
          <w:tcPr>
            <w:tcW w:w="637" w:type="pct"/>
            <w:gridSpan w:val="2"/>
            <w:vAlign w:val="bottom"/>
          </w:tcPr>
          <w:p w:rsidR="004D2E54" w:rsidRPr="000A6747" w:rsidRDefault="004D2E54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1,2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000 1 12 01030 01 0000 120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61,6</w:t>
            </w:r>
          </w:p>
        </w:tc>
        <w:tc>
          <w:tcPr>
            <w:tcW w:w="635" w:type="pct"/>
            <w:vAlign w:val="bottom"/>
          </w:tcPr>
          <w:p w:rsidR="004D2E54" w:rsidRPr="000A6747" w:rsidRDefault="004D2E54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61,6</w:t>
            </w:r>
          </w:p>
        </w:tc>
        <w:tc>
          <w:tcPr>
            <w:tcW w:w="637" w:type="pct"/>
            <w:gridSpan w:val="2"/>
            <w:vAlign w:val="bottom"/>
          </w:tcPr>
          <w:p w:rsidR="004D2E54" w:rsidRPr="000A6747" w:rsidRDefault="004D2E54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61,6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000 1 12 01040 01 0000 120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83,6</w:t>
            </w:r>
          </w:p>
        </w:tc>
        <w:tc>
          <w:tcPr>
            <w:tcW w:w="635" w:type="pct"/>
            <w:vAlign w:val="bottom"/>
          </w:tcPr>
          <w:p w:rsidR="004D2E54" w:rsidRPr="000A6747" w:rsidRDefault="004D2E54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83,6</w:t>
            </w:r>
          </w:p>
        </w:tc>
        <w:tc>
          <w:tcPr>
            <w:tcW w:w="637" w:type="pct"/>
            <w:gridSpan w:val="2"/>
            <w:vAlign w:val="bottom"/>
          </w:tcPr>
          <w:p w:rsidR="004D2E54" w:rsidRPr="000A6747" w:rsidRDefault="004D2E54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83,6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000 1 13 00000 00 0000 000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D02811" w:rsidRDefault="004D2E54" w:rsidP="00D02811">
            <w:pPr>
              <w:jc w:val="right"/>
              <w:rPr>
                <w:b/>
              </w:rPr>
            </w:pPr>
            <w:r w:rsidRPr="00D02811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691,0</w:t>
            </w:r>
          </w:p>
        </w:tc>
        <w:tc>
          <w:tcPr>
            <w:tcW w:w="635" w:type="pct"/>
            <w:vAlign w:val="bottom"/>
          </w:tcPr>
          <w:p w:rsidR="004D2E54" w:rsidRPr="00D02811" w:rsidRDefault="004D2E54" w:rsidP="00D02811">
            <w:pPr>
              <w:jc w:val="right"/>
              <w:rPr>
                <w:b/>
              </w:rPr>
            </w:pPr>
            <w:r w:rsidRPr="00D02811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691,0</w:t>
            </w:r>
          </w:p>
        </w:tc>
        <w:tc>
          <w:tcPr>
            <w:tcW w:w="637" w:type="pct"/>
            <w:gridSpan w:val="2"/>
            <w:vAlign w:val="bottom"/>
          </w:tcPr>
          <w:p w:rsidR="004D2E54" w:rsidRPr="00D02811" w:rsidRDefault="004D2E54" w:rsidP="00D02811">
            <w:pPr>
              <w:jc w:val="right"/>
              <w:rPr>
                <w:b/>
              </w:rPr>
            </w:pPr>
            <w:r w:rsidRPr="00D02811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691,0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000 1 13 01000 00 0000 130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691,0</w:t>
            </w:r>
          </w:p>
        </w:tc>
        <w:tc>
          <w:tcPr>
            <w:tcW w:w="635" w:type="pct"/>
            <w:vAlign w:val="bottom"/>
          </w:tcPr>
          <w:p w:rsidR="004D2E54" w:rsidRDefault="004D2E54" w:rsidP="00D02811">
            <w:pPr>
              <w:jc w:val="right"/>
            </w:pPr>
            <w:r w:rsidRPr="00194C95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691,0</w:t>
            </w:r>
          </w:p>
        </w:tc>
        <w:tc>
          <w:tcPr>
            <w:tcW w:w="637" w:type="pct"/>
            <w:gridSpan w:val="2"/>
            <w:vAlign w:val="bottom"/>
          </w:tcPr>
          <w:p w:rsidR="004D2E54" w:rsidRDefault="004D2E54" w:rsidP="00D02811">
            <w:pPr>
              <w:jc w:val="right"/>
            </w:pPr>
            <w:r w:rsidRPr="00194C95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691,0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000 1 13 01995 05 0000 130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691,0</w:t>
            </w:r>
          </w:p>
        </w:tc>
        <w:tc>
          <w:tcPr>
            <w:tcW w:w="635" w:type="pct"/>
            <w:vAlign w:val="bottom"/>
          </w:tcPr>
          <w:p w:rsidR="004D2E54" w:rsidRDefault="004D2E54" w:rsidP="00D02811">
            <w:pPr>
              <w:jc w:val="right"/>
            </w:pPr>
            <w:r w:rsidRPr="00194C95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691,0</w:t>
            </w:r>
          </w:p>
        </w:tc>
        <w:tc>
          <w:tcPr>
            <w:tcW w:w="637" w:type="pct"/>
            <w:gridSpan w:val="2"/>
            <w:vAlign w:val="bottom"/>
          </w:tcPr>
          <w:p w:rsidR="004D2E54" w:rsidRDefault="004D2E54" w:rsidP="00D02811">
            <w:pPr>
              <w:jc w:val="right"/>
            </w:pPr>
            <w:r w:rsidRPr="00194C95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691,0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000 1 14 00000 00 0000 000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3F2753" w:rsidRDefault="004D2E54" w:rsidP="003F27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3F2753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30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3F2753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050,0</w:t>
            </w:r>
          </w:p>
        </w:tc>
        <w:tc>
          <w:tcPr>
            <w:tcW w:w="635" w:type="pct"/>
            <w:vAlign w:val="bottom"/>
          </w:tcPr>
          <w:p w:rsidR="004D2E54" w:rsidRPr="003F2753" w:rsidRDefault="004D2E54" w:rsidP="000B3F0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3F2753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637" w:type="pct"/>
            <w:gridSpan w:val="2"/>
            <w:vAlign w:val="bottom"/>
          </w:tcPr>
          <w:p w:rsidR="004D2E54" w:rsidRPr="003F2753" w:rsidRDefault="004D2E54" w:rsidP="000B3F0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3F2753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50,0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000 1 1402052 05 0000 410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3F27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635" w:type="pct"/>
            <w:vAlign w:val="bottom"/>
          </w:tcPr>
          <w:p w:rsidR="004D2E54" w:rsidRPr="000A6747" w:rsidRDefault="004D2E54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637" w:type="pct"/>
            <w:gridSpan w:val="2"/>
            <w:vAlign w:val="bottom"/>
          </w:tcPr>
          <w:p w:rsidR="004D2E54" w:rsidRPr="000A6747" w:rsidRDefault="004D2E54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50,0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000 1 14 06000 00 0000 430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30 000</w:t>
            </w:r>
          </w:p>
        </w:tc>
        <w:tc>
          <w:tcPr>
            <w:tcW w:w="635" w:type="pct"/>
            <w:vAlign w:val="bottom"/>
          </w:tcPr>
          <w:p w:rsidR="004D2E54" w:rsidRPr="000A6747" w:rsidRDefault="004D2E54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637" w:type="pct"/>
            <w:gridSpan w:val="2"/>
            <w:vAlign w:val="bottom"/>
          </w:tcPr>
          <w:p w:rsidR="004D2E54" w:rsidRPr="000A6747" w:rsidRDefault="004D2E54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000 1 14 06013 10 0000 430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635" w:type="pct"/>
            <w:vAlign w:val="bottom"/>
          </w:tcPr>
          <w:p w:rsidR="004D2E54" w:rsidRPr="000A6747" w:rsidRDefault="004D2E54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637" w:type="pct"/>
            <w:gridSpan w:val="2"/>
            <w:vAlign w:val="bottom"/>
          </w:tcPr>
          <w:p w:rsidR="004D2E54" w:rsidRPr="000A6747" w:rsidRDefault="004D2E54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000 1 16 00000 00 0000 000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ШТРАФЫ, САНКЦИИ, ВОЗМЕЩЕНИЕ УЩЕРБА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B65825" w:rsidRDefault="004D2E54" w:rsidP="00D008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635" w:type="pct"/>
            <w:vAlign w:val="bottom"/>
          </w:tcPr>
          <w:p w:rsidR="004D2E54" w:rsidRPr="00B65825" w:rsidRDefault="004D2E54" w:rsidP="00B65825">
            <w:pPr>
              <w:jc w:val="right"/>
              <w:rPr>
                <w:b/>
              </w:rPr>
            </w:pP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637" w:type="pct"/>
            <w:gridSpan w:val="2"/>
            <w:vAlign w:val="bottom"/>
          </w:tcPr>
          <w:p w:rsidR="004D2E54" w:rsidRPr="00B65825" w:rsidRDefault="004D2E54" w:rsidP="00B65825">
            <w:pPr>
              <w:jc w:val="right"/>
              <w:rPr>
                <w:b/>
              </w:rPr>
            </w:pP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B6582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800,0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000 1 16 03000 00 0000 140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131,4</w:t>
            </w:r>
          </w:p>
        </w:tc>
        <w:tc>
          <w:tcPr>
            <w:tcW w:w="635" w:type="pct"/>
            <w:vAlign w:val="bottom"/>
          </w:tcPr>
          <w:p w:rsidR="004D2E54" w:rsidRPr="000A6747" w:rsidRDefault="004D2E54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131,4</w:t>
            </w:r>
          </w:p>
        </w:tc>
        <w:tc>
          <w:tcPr>
            <w:tcW w:w="637" w:type="pct"/>
            <w:gridSpan w:val="2"/>
            <w:vAlign w:val="bottom"/>
          </w:tcPr>
          <w:p w:rsidR="004D2E54" w:rsidRPr="000A6747" w:rsidRDefault="004D2E54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131,4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000 1 16 03010 01 0000 140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124,2</w:t>
            </w:r>
          </w:p>
        </w:tc>
        <w:tc>
          <w:tcPr>
            <w:tcW w:w="635" w:type="pct"/>
            <w:vAlign w:val="bottom"/>
          </w:tcPr>
          <w:p w:rsidR="004D2E54" w:rsidRPr="000A6747" w:rsidRDefault="004D2E54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124,2</w:t>
            </w:r>
          </w:p>
        </w:tc>
        <w:tc>
          <w:tcPr>
            <w:tcW w:w="637" w:type="pct"/>
            <w:gridSpan w:val="2"/>
            <w:vAlign w:val="bottom"/>
          </w:tcPr>
          <w:p w:rsidR="004D2E54" w:rsidRPr="000A6747" w:rsidRDefault="004D2E54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124,2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4D2E54" w:rsidRPr="000A1BDE" w:rsidRDefault="004D2E54">
            <w:pPr>
              <w:rPr>
                <w:sz w:val="26"/>
                <w:szCs w:val="26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000 1 16 03030 01 0000 140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7,2</w:t>
            </w:r>
          </w:p>
        </w:tc>
        <w:tc>
          <w:tcPr>
            <w:tcW w:w="635" w:type="pct"/>
            <w:vAlign w:val="bottom"/>
          </w:tcPr>
          <w:p w:rsidR="004D2E54" w:rsidRPr="000A6747" w:rsidRDefault="004D2E54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7,2</w:t>
            </w:r>
          </w:p>
        </w:tc>
        <w:tc>
          <w:tcPr>
            <w:tcW w:w="637" w:type="pct"/>
            <w:gridSpan w:val="2"/>
            <w:vAlign w:val="bottom"/>
          </w:tcPr>
          <w:p w:rsidR="004D2E54" w:rsidRPr="000A6747" w:rsidRDefault="004D2E54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7,2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4D2E54" w:rsidRPr="000A1BDE" w:rsidRDefault="004D2E54">
            <w:pPr>
              <w:rPr>
                <w:sz w:val="26"/>
                <w:szCs w:val="26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000 1 16 06000 01 0000 140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Денежные взыскания (штрафы) за нарушение 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20,4</w:t>
            </w:r>
          </w:p>
        </w:tc>
        <w:tc>
          <w:tcPr>
            <w:tcW w:w="635" w:type="pct"/>
            <w:vAlign w:val="bottom"/>
          </w:tcPr>
          <w:p w:rsidR="004D2E54" w:rsidRPr="000A6747" w:rsidRDefault="004D2E54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20,4</w:t>
            </w:r>
          </w:p>
        </w:tc>
        <w:tc>
          <w:tcPr>
            <w:tcW w:w="637" w:type="pct"/>
            <w:gridSpan w:val="2"/>
            <w:vAlign w:val="bottom"/>
          </w:tcPr>
          <w:p w:rsidR="004D2E54" w:rsidRPr="000A6747" w:rsidRDefault="004D2E54" w:rsidP="007326F1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20,4</w:t>
            </w:r>
          </w:p>
        </w:tc>
      </w:tr>
      <w:tr w:rsidR="004D2E54" w:rsidRPr="0013147D" w:rsidTr="006D2AF6">
        <w:trPr>
          <w:gridAfter w:val="2"/>
          <w:wAfter w:w="620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000 1 16 25000 00 0000 140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369</w:t>
            </w:r>
          </w:p>
        </w:tc>
        <w:tc>
          <w:tcPr>
            <w:tcW w:w="635" w:type="pct"/>
            <w:vAlign w:val="bottom"/>
          </w:tcPr>
          <w:p w:rsidR="004D2E54" w:rsidRPr="000A6747" w:rsidRDefault="004D2E54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369</w:t>
            </w:r>
          </w:p>
        </w:tc>
        <w:tc>
          <w:tcPr>
            <w:tcW w:w="594" w:type="pct"/>
            <w:vAlign w:val="bottom"/>
          </w:tcPr>
          <w:p w:rsidR="004D2E54" w:rsidRPr="000A6747" w:rsidRDefault="004D2E54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369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000 1 16 25030 01 0000 140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12,6</w:t>
            </w:r>
          </w:p>
        </w:tc>
        <w:tc>
          <w:tcPr>
            <w:tcW w:w="635" w:type="pct"/>
            <w:vAlign w:val="bottom"/>
          </w:tcPr>
          <w:p w:rsidR="004D2E54" w:rsidRPr="000A6747" w:rsidRDefault="004D2E54" w:rsidP="00D00898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12,6</w:t>
            </w:r>
          </w:p>
        </w:tc>
        <w:tc>
          <w:tcPr>
            <w:tcW w:w="637" w:type="pct"/>
            <w:gridSpan w:val="2"/>
            <w:vAlign w:val="bottom"/>
          </w:tcPr>
          <w:p w:rsidR="004D2E54" w:rsidRPr="000A6747" w:rsidRDefault="004D2E54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12,6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000 1 16 25060 01 0000 140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356,4</w:t>
            </w:r>
          </w:p>
        </w:tc>
        <w:tc>
          <w:tcPr>
            <w:tcW w:w="635" w:type="pct"/>
            <w:vAlign w:val="bottom"/>
          </w:tcPr>
          <w:p w:rsidR="004D2E54" w:rsidRPr="000A6747" w:rsidRDefault="004D2E54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356,4</w:t>
            </w:r>
          </w:p>
        </w:tc>
        <w:tc>
          <w:tcPr>
            <w:tcW w:w="637" w:type="pct"/>
            <w:gridSpan w:val="2"/>
            <w:vAlign w:val="bottom"/>
          </w:tcPr>
          <w:p w:rsidR="004D2E54" w:rsidRPr="000A6747" w:rsidRDefault="004D2E54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356,4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000 1 16 28000 01 0000 140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387,0</w:t>
            </w:r>
          </w:p>
        </w:tc>
        <w:tc>
          <w:tcPr>
            <w:tcW w:w="635" w:type="pct"/>
            <w:vAlign w:val="bottom"/>
          </w:tcPr>
          <w:p w:rsidR="004D2E54" w:rsidRPr="000A6747" w:rsidRDefault="004D2E54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387,0</w:t>
            </w:r>
          </w:p>
        </w:tc>
        <w:tc>
          <w:tcPr>
            <w:tcW w:w="637" w:type="pct"/>
            <w:gridSpan w:val="2"/>
            <w:vAlign w:val="bottom"/>
          </w:tcPr>
          <w:p w:rsidR="004D2E54" w:rsidRPr="000A6747" w:rsidRDefault="004D2E54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387,0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000 1 16 30030 01 0000 140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Прочие денежные взыскания (штрафы) за правонарушения в области дорожного движения 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Default="004D2E54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5,4</w:t>
            </w:r>
          </w:p>
        </w:tc>
        <w:tc>
          <w:tcPr>
            <w:tcW w:w="635" w:type="pct"/>
            <w:vAlign w:val="bottom"/>
          </w:tcPr>
          <w:p w:rsidR="004D2E54" w:rsidRDefault="004D2E54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5,4</w:t>
            </w:r>
          </w:p>
        </w:tc>
        <w:tc>
          <w:tcPr>
            <w:tcW w:w="637" w:type="pct"/>
            <w:gridSpan w:val="2"/>
            <w:vAlign w:val="bottom"/>
          </w:tcPr>
          <w:p w:rsidR="004D2E54" w:rsidRDefault="004D2E54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5,4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000 1 16 43000 01 0000 140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635" w:type="pct"/>
            <w:vAlign w:val="bottom"/>
          </w:tcPr>
          <w:p w:rsidR="004D2E54" w:rsidRPr="000A6747" w:rsidRDefault="004D2E54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637" w:type="pct"/>
            <w:gridSpan w:val="2"/>
            <w:vAlign w:val="bottom"/>
          </w:tcPr>
          <w:p w:rsidR="004D2E54" w:rsidRPr="000A6747" w:rsidRDefault="004D2E54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30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000 1 16 90000 00 0000 140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856,8</w:t>
            </w:r>
          </w:p>
        </w:tc>
        <w:tc>
          <w:tcPr>
            <w:tcW w:w="635" w:type="pct"/>
            <w:vAlign w:val="bottom"/>
          </w:tcPr>
          <w:p w:rsidR="004D2E54" w:rsidRPr="000A6747" w:rsidRDefault="004D2E54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856,8</w:t>
            </w:r>
          </w:p>
        </w:tc>
        <w:tc>
          <w:tcPr>
            <w:tcW w:w="637" w:type="pct"/>
            <w:gridSpan w:val="2"/>
            <w:vAlign w:val="bottom"/>
          </w:tcPr>
          <w:p w:rsidR="004D2E54" w:rsidRPr="000A6747" w:rsidRDefault="004D2E54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856,8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000 1 16 90050 05 0000 140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856,8</w:t>
            </w:r>
          </w:p>
        </w:tc>
        <w:tc>
          <w:tcPr>
            <w:tcW w:w="635" w:type="pct"/>
            <w:vAlign w:val="bottom"/>
          </w:tcPr>
          <w:p w:rsidR="004D2E54" w:rsidRPr="000A6747" w:rsidRDefault="004D2E54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856,8</w:t>
            </w:r>
          </w:p>
        </w:tc>
        <w:tc>
          <w:tcPr>
            <w:tcW w:w="637" w:type="pct"/>
            <w:gridSpan w:val="2"/>
            <w:vAlign w:val="bottom"/>
          </w:tcPr>
          <w:p w:rsidR="004D2E54" w:rsidRPr="000A6747" w:rsidRDefault="004D2E54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856,8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000 1 17 00000 00 0000 000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ПРОЧИЕ НЕНАЛОГОВЫЕ ДОХОДЫ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3F2753" w:rsidRDefault="004D2E54" w:rsidP="00B658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3F2753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18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 233,0        </w:t>
            </w:r>
          </w:p>
        </w:tc>
        <w:tc>
          <w:tcPr>
            <w:tcW w:w="635" w:type="pct"/>
            <w:vAlign w:val="bottom"/>
          </w:tcPr>
          <w:p w:rsidR="004D2E54" w:rsidRPr="003F2753" w:rsidRDefault="004D2E54" w:rsidP="00B65825">
            <w:pPr>
              <w:jc w:val="righ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3F2753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18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3F2753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437,0</w:t>
            </w:r>
          </w:p>
        </w:tc>
        <w:tc>
          <w:tcPr>
            <w:tcW w:w="637" w:type="pct"/>
            <w:gridSpan w:val="2"/>
            <w:vAlign w:val="bottom"/>
          </w:tcPr>
          <w:p w:rsidR="004D2E54" w:rsidRPr="003F2753" w:rsidRDefault="004D2E54" w:rsidP="00B658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3F2753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18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3F2753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523,0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000 1 17 05000 00 0000 180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18 233,0</w:t>
            </w:r>
          </w:p>
        </w:tc>
        <w:tc>
          <w:tcPr>
            <w:tcW w:w="635" w:type="pct"/>
            <w:vAlign w:val="bottom"/>
          </w:tcPr>
          <w:p w:rsidR="004D2E54" w:rsidRPr="000A6747" w:rsidRDefault="004D2E54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18 437,0</w:t>
            </w:r>
          </w:p>
        </w:tc>
        <w:tc>
          <w:tcPr>
            <w:tcW w:w="637" w:type="pct"/>
            <w:gridSpan w:val="2"/>
            <w:vAlign w:val="bottom"/>
          </w:tcPr>
          <w:p w:rsidR="004D2E54" w:rsidRPr="000A6747" w:rsidRDefault="004D2E54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18 523,0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000 1 17 05050 05 0000 180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B6582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18 233,0</w:t>
            </w:r>
          </w:p>
        </w:tc>
        <w:tc>
          <w:tcPr>
            <w:tcW w:w="635" w:type="pct"/>
            <w:vAlign w:val="bottom"/>
          </w:tcPr>
          <w:p w:rsidR="004D2E54" w:rsidRPr="000A6747" w:rsidRDefault="004D2E54" w:rsidP="00B65825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18 437,0</w:t>
            </w:r>
          </w:p>
        </w:tc>
        <w:tc>
          <w:tcPr>
            <w:tcW w:w="637" w:type="pct"/>
            <w:gridSpan w:val="2"/>
            <w:vAlign w:val="bottom"/>
          </w:tcPr>
          <w:p w:rsidR="004D2E54" w:rsidRPr="000A6747" w:rsidRDefault="004D2E54" w:rsidP="00B6582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18 523,0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000 2 00 00000 00 0000 000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БЕЗВОЗМЕЗДНЫЕ ПОСТУПЛЕНИЯ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401532,27</w:t>
            </w:r>
          </w:p>
        </w:tc>
        <w:tc>
          <w:tcPr>
            <w:tcW w:w="635" w:type="pct"/>
            <w:vAlign w:val="bottom"/>
          </w:tcPr>
          <w:p w:rsidR="004D2E54" w:rsidRPr="000A6747" w:rsidRDefault="004D2E54" w:rsidP="00237E1F">
            <w:pP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375332,97</w:t>
            </w:r>
          </w:p>
        </w:tc>
        <w:tc>
          <w:tcPr>
            <w:tcW w:w="637" w:type="pct"/>
            <w:gridSpan w:val="2"/>
            <w:vAlign w:val="bottom"/>
          </w:tcPr>
          <w:p w:rsidR="004D2E54" w:rsidRPr="000A6747" w:rsidRDefault="004D2E54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403 680,47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000 2 02 00000 00 0000 000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484DC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401532,27</w:t>
            </w:r>
          </w:p>
        </w:tc>
        <w:tc>
          <w:tcPr>
            <w:tcW w:w="635" w:type="pct"/>
            <w:vAlign w:val="bottom"/>
          </w:tcPr>
          <w:p w:rsidR="004D2E54" w:rsidRPr="000A6747" w:rsidRDefault="004D2E54" w:rsidP="00484DCA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375332,97</w:t>
            </w:r>
          </w:p>
        </w:tc>
        <w:tc>
          <w:tcPr>
            <w:tcW w:w="637" w:type="pct"/>
            <w:gridSpan w:val="2"/>
            <w:vAlign w:val="bottom"/>
          </w:tcPr>
          <w:p w:rsidR="004D2E54" w:rsidRPr="000A6747" w:rsidRDefault="004D2E54" w:rsidP="00484DC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403680,47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000 2 02 10000 00 0000 151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87 934</w:t>
            </w:r>
          </w:p>
        </w:tc>
        <w:tc>
          <w:tcPr>
            <w:tcW w:w="635" w:type="pct"/>
            <w:vAlign w:val="bottom"/>
          </w:tcPr>
          <w:p w:rsidR="004D2E54" w:rsidRPr="000A6747" w:rsidRDefault="004D2E54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48 049</w:t>
            </w:r>
          </w:p>
        </w:tc>
        <w:tc>
          <w:tcPr>
            <w:tcW w:w="637" w:type="pct"/>
            <w:gridSpan w:val="2"/>
            <w:vAlign w:val="bottom"/>
          </w:tcPr>
          <w:p w:rsidR="004D2E54" w:rsidRPr="000A6747" w:rsidRDefault="004D2E54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51 753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000 2 02 15001 00 0000 151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65 294</w:t>
            </w:r>
          </w:p>
        </w:tc>
        <w:tc>
          <w:tcPr>
            <w:tcW w:w="635" w:type="pct"/>
            <w:vAlign w:val="bottom"/>
          </w:tcPr>
          <w:p w:rsidR="004D2E54" w:rsidRPr="000A6747" w:rsidRDefault="004D2E54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48 049</w:t>
            </w:r>
          </w:p>
        </w:tc>
        <w:tc>
          <w:tcPr>
            <w:tcW w:w="637" w:type="pct"/>
            <w:gridSpan w:val="2"/>
            <w:vAlign w:val="bottom"/>
          </w:tcPr>
          <w:p w:rsidR="004D2E54" w:rsidRPr="000A6747" w:rsidRDefault="004D2E54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51 753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4D2E54" w:rsidRPr="000A1BDE" w:rsidRDefault="004D2E54" w:rsidP="004379F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1BDE">
              <w:rPr>
                <w:rFonts w:ascii="Times New Roman" w:hAnsi="Times New Roman" w:cs="Times New Roman"/>
                <w:sz w:val="26"/>
                <w:szCs w:val="26"/>
              </w:rPr>
              <w:t>000 2 02 15001 05 0000 151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4D2E54" w:rsidRPr="000A6747" w:rsidRDefault="004D2E54" w:rsidP="00EB38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6747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65 294</w:t>
            </w:r>
          </w:p>
        </w:tc>
        <w:tc>
          <w:tcPr>
            <w:tcW w:w="635" w:type="pct"/>
            <w:vAlign w:val="bottom"/>
          </w:tcPr>
          <w:p w:rsidR="004D2E54" w:rsidRPr="000A6747" w:rsidRDefault="004D2E54" w:rsidP="00D00898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48 049</w:t>
            </w:r>
          </w:p>
        </w:tc>
        <w:tc>
          <w:tcPr>
            <w:tcW w:w="637" w:type="pct"/>
            <w:gridSpan w:val="2"/>
            <w:vAlign w:val="bottom"/>
          </w:tcPr>
          <w:p w:rsidR="004D2E54" w:rsidRPr="000A6747" w:rsidRDefault="004D2E54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51 753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000 2 02 15002 05 0000 151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sz w:val="24"/>
                <w:szCs w:val="24"/>
              </w:rPr>
              <w:t>Дотации бюджетам муниципальных районов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поддержку мер по обеспечению сбалансированности бюджетов 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22 640</w:t>
            </w:r>
          </w:p>
        </w:tc>
        <w:tc>
          <w:tcPr>
            <w:tcW w:w="635" w:type="pct"/>
            <w:vAlign w:val="bottom"/>
          </w:tcPr>
          <w:p w:rsidR="004D2E54" w:rsidRPr="000A6747" w:rsidRDefault="004D2E54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637" w:type="pct"/>
            <w:gridSpan w:val="2"/>
            <w:vAlign w:val="bottom"/>
          </w:tcPr>
          <w:p w:rsidR="004D2E54" w:rsidRPr="000A6747" w:rsidRDefault="004D2E54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000 2 02 20000 00 0000 151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19 031,67</w:t>
            </w:r>
          </w:p>
        </w:tc>
        <w:tc>
          <w:tcPr>
            <w:tcW w:w="635" w:type="pct"/>
            <w:vAlign w:val="bottom"/>
          </w:tcPr>
          <w:p w:rsidR="004D2E54" w:rsidRPr="000A6747" w:rsidRDefault="004D2E54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3478,87</w:t>
            </w:r>
          </w:p>
        </w:tc>
        <w:tc>
          <w:tcPr>
            <w:tcW w:w="637" w:type="pct"/>
            <w:gridSpan w:val="2"/>
            <w:vAlign w:val="bottom"/>
          </w:tcPr>
          <w:p w:rsidR="004D2E54" w:rsidRPr="000A6747" w:rsidRDefault="004D2E54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3590,87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4D2E54" w:rsidRPr="000A1BDE" w:rsidRDefault="004D2E54" w:rsidP="004379F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1BDE">
              <w:rPr>
                <w:rFonts w:ascii="Times New Roman" w:hAnsi="Times New Roman" w:cs="Times New Roman"/>
                <w:sz w:val="26"/>
                <w:szCs w:val="26"/>
              </w:rPr>
              <w:t>000 2 02 29999 00 0000 151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4D2E54" w:rsidRPr="000A6747" w:rsidRDefault="004D2E54" w:rsidP="004379F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6747">
              <w:rPr>
                <w:rFonts w:ascii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19 031,7</w:t>
            </w:r>
          </w:p>
        </w:tc>
        <w:tc>
          <w:tcPr>
            <w:tcW w:w="635" w:type="pct"/>
            <w:vAlign w:val="bottom"/>
          </w:tcPr>
          <w:p w:rsidR="004D2E54" w:rsidRPr="000A6747" w:rsidRDefault="004D2E54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3478,87</w:t>
            </w:r>
          </w:p>
        </w:tc>
        <w:tc>
          <w:tcPr>
            <w:tcW w:w="637" w:type="pct"/>
            <w:gridSpan w:val="2"/>
            <w:vAlign w:val="bottom"/>
          </w:tcPr>
          <w:p w:rsidR="004D2E54" w:rsidRPr="000A6747" w:rsidRDefault="004D2E54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3590,87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4D2E54" w:rsidRPr="000A1BDE" w:rsidRDefault="004D2E54" w:rsidP="004379F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1BDE">
              <w:rPr>
                <w:rFonts w:ascii="Times New Roman" w:hAnsi="Times New Roman" w:cs="Times New Roman"/>
                <w:sz w:val="26"/>
                <w:szCs w:val="26"/>
              </w:rPr>
              <w:t>000 2 02 29999 05 0000 151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4D2E54" w:rsidRPr="000A6747" w:rsidRDefault="004D2E54" w:rsidP="004379F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6747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19031,67</w:t>
            </w:r>
          </w:p>
        </w:tc>
        <w:tc>
          <w:tcPr>
            <w:tcW w:w="635" w:type="pct"/>
            <w:vAlign w:val="bottom"/>
          </w:tcPr>
          <w:p w:rsidR="004D2E54" w:rsidRPr="000A6747" w:rsidRDefault="004D2E54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3478,87</w:t>
            </w:r>
          </w:p>
        </w:tc>
        <w:tc>
          <w:tcPr>
            <w:tcW w:w="637" w:type="pct"/>
            <w:gridSpan w:val="2"/>
            <w:vAlign w:val="bottom"/>
          </w:tcPr>
          <w:p w:rsidR="004D2E54" w:rsidRPr="000A6747" w:rsidRDefault="004D2E54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3590,87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000 2 02 30000 00 0000 151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291055,7</w:t>
            </w:r>
          </w:p>
        </w:tc>
        <w:tc>
          <w:tcPr>
            <w:tcW w:w="635" w:type="pct"/>
            <w:vAlign w:val="bottom"/>
          </w:tcPr>
          <w:p w:rsidR="004D2E54" w:rsidRPr="000A6747" w:rsidRDefault="004D2E54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320 280,1</w:t>
            </w:r>
          </w:p>
        </w:tc>
        <w:tc>
          <w:tcPr>
            <w:tcW w:w="637" w:type="pct"/>
            <w:gridSpan w:val="2"/>
            <w:vAlign w:val="bottom"/>
          </w:tcPr>
          <w:p w:rsidR="004D2E54" w:rsidRPr="000A6747" w:rsidRDefault="004D2E54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344 808,6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4D2E54" w:rsidRPr="000A1BDE" w:rsidRDefault="004D2E54" w:rsidP="004379F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1BDE">
              <w:rPr>
                <w:rFonts w:ascii="Times New Roman" w:hAnsi="Times New Roman" w:cs="Times New Roman"/>
                <w:sz w:val="26"/>
                <w:szCs w:val="26"/>
              </w:rPr>
              <w:t>000 2 02 35260 05 0000 151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4D2E54" w:rsidRPr="000A6747" w:rsidRDefault="004D2E54" w:rsidP="004379F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6747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484,3</w:t>
            </w:r>
          </w:p>
        </w:tc>
        <w:tc>
          <w:tcPr>
            <w:tcW w:w="635" w:type="pct"/>
            <w:vAlign w:val="bottom"/>
          </w:tcPr>
          <w:p w:rsidR="004D2E54" w:rsidRPr="000A6747" w:rsidRDefault="004D2E54" w:rsidP="00D00898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503,5</w:t>
            </w:r>
          </w:p>
        </w:tc>
        <w:tc>
          <w:tcPr>
            <w:tcW w:w="637" w:type="pct"/>
            <w:gridSpan w:val="2"/>
            <w:vAlign w:val="bottom"/>
          </w:tcPr>
          <w:p w:rsidR="004D2E54" w:rsidRPr="000A6747" w:rsidRDefault="004D2E54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524,3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4D2E54" w:rsidRPr="000A1BDE" w:rsidRDefault="004D2E54" w:rsidP="004379F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1BDE">
              <w:rPr>
                <w:rFonts w:ascii="Times New Roman" w:hAnsi="Times New Roman" w:cs="Times New Roman"/>
                <w:sz w:val="26"/>
                <w:szCs w:val="26"/>
              </w:rPr>
              <w:t>000 2 02 30024 05 0000 151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4D2E54" w:rsidRPr="000A6747" w:rsidRDefault="004D2E54" w:rsidP="004379F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6747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9 187</w:t>
            </w:r>
          </w:p>
        </w:tc>
        <w:tc>
          <w:tcPr>
            <w:tcW w:w="635" w:type="pct"/>
            <w:vAlign w:val="bottom"/>
          </w:tcPr>
          <w:p w:rsidR="004D2E54" w:rsidRPr="000A6747" w:rsidRDefault="004D2E54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8 163</w:t>
            </w:r>
          </w:p>
        </w:tc>
        <w:tc>
          <w:tcPr>
            <w:tcW w:w="637" w:type="pct"/>
            <w:gridSpan w:val="2"/>
            <w:vAlign w:val="bottom"/>
          </w:tcPr>
          <w:p w:rsidR="004D2E54" w:rsidRPr="000A6747" w:rsidRDefault="004D2E54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8481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4D2E54" w:rsidRPr="000A1BDE" w:rsidRDefault="004D2E54" w:rsidP="004379F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1BDE">
              <w:rPr>
                <w:rFonts w:ascii="Times New Roman" w:hAnsi="Times New Roman" w:cs="Times New Roman"/>
                <w:sz w:val="26"/>
                <w:szCs w:val="26"/>
              </w:rPr>
              <w:t>000 2 02 30027 05 0000 151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4D2E54" w:rsidRPr="000A6747" w:rsidRDefault="004D2E54" w:rsidP="004379F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6747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29 176</w:t>
            </w:r>
          </w:p>
        </w:tc>
        <w:tc>
          <w:tcPr>
            <w:tcW w:w="635" w:type="pct"/>
            <w:vAlign w:val="bottom"/>
          </w:tcPr>
          <w:p w:rsidR="004D2E54" w:rsidRPr="000A6747" w:rsidRDefault="004D2E54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33 355</w:t>
            </w:r>
          </w:p>
        </w:tc>
        <w:tc>
          <w:tcPr>
            <w:tcW w:w="637" w:type="pct"/>
            <w:gridSpan w:val="2"/>
            <w:vAlign w:val="bottom"/>
          </w:tcPr>
          <w:p w:rsidR="004D2E54" w:rsidRPr="000A6747" w:rsidRDefault="004D2E54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34 688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4D2E54" w:rsidRPr="000A1BDE" w:rsidRDefault="004D2E54" w:rsidP="004379F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1BDE">
              <w:rPr>
                <w:rFonts w:ascii="Times New Roman" w:hAnsi="Times New Roman" w:cs="Times New Roman"/>
                <w:sz w:val="26"/>
                <w:szCs w:val="26"/>
              </w:rPr>
              <w:t>000 2 02 30029 05 0000 151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4D2E54" w:rsidRPr="000A6747" w:rsidRDefault="004D2E54" w:rsidP="004379F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6747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504</w:t>
            </w:r>
          </w:p>
        </w:tc>
        <w:tc>
          <w:tcPr>
            <w:tcW w:w="635" w:type="pct"/>
            <w:vAlign w:val="bottom"/>
          </w:tcPr>
          <w:p w:rsidR="004D2E54" w:rsidRPr="000A6747" w:rsidRDefault="004D2E54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546</w:t>
            </w:r>
          </w:p>
        </w:tc>
        <w:tc>
          <w:tcPr>
            <w:tcW w:w="637" w:type="pct"/>
            <w:gridSpan w:val="2"/>
            <w:vAlign w:val="bottom"/>
          </w:tcPr>
          <w:p w:rsidR="004D2E54" w:rsidRPr="000A6747" w:rsidRDefault="004D2E54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546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4D2E54" w:rsidRPr="000A1BDE" w:rsidRDefault="004D2E54" w:rsidP="004379F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1BDE">
              <w:rPr>
                <w:rFonts w:ascii="Times New Roman" w:hAnsi="Times New Roman" w:cs="Times New Roman"/>
                <w:sz w:val="26"/>
                <w:szCs w:val="26"/>
              </w:rPr>
              <w:t>00 2 02 39999 05 0000 151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4D2E54" w:rsidRPr="000A6747" w:rsidRDefault="004D2E54" w:rsidP="004379F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6747">
              <w:rPr>
                <w:rFonts w:ascii="Times New Roman" w:hAnsi="Times New Roman" w:cs="Times New Roman"/>
                <w:sz w:val="24"/>
                <w:szCs w:val="24"/>
              </w:rPr>
              <w:t>Прочие субвенции бюджетам муниципальных районов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251704,4</w:t>
            </w:r>
          </w:p>
        </w:tc>
        <w:tc>
          <w:tcPr>
            <w:tcW w:w="635" w:type="pct"/>
            <w:vAlign w:val="bottom"/>
          </w:tcPr>
          <w:p w:rsidR="004D2E54" w:rsidRDefault="004D2E54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277 629,</w:t>
            </w:r>
          </w:p>
          <w:p w:rsidR="004D2E54" w:rsidRPr="000A6747" w:rsidRDefault="004D2E54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637" w:type="pct"/>
            <w:gridSpan w:val="2"/>
            <w:vAlign w:val="bottom"/>
          </w:tcPr>
          <w:p w:rsidR="004D2E54" w:rsidRPr="000A6747" w:rsidRDefault="004D2E54" w:rsidP="000B3F0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300493,9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1BDE" w:rsidRDefault="004D2E54" w:rsidP="000B3F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000 2 02 40000 00 0000 151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0B3F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A67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3 510,9</w:t>
            </w:r>
          </w:p>
        </w:tc>
        <w:tc>
          <w:tcPr>
            <w:tcW w:w="635" w:type="pct"/>
            <w:vAlign w:val="bottom"/>
          </w:tcPr>
          <w:p w:rsidR="004D2E54" w:rsidRPr="000A6747" w:rsidRDefault="004D2E54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3 525,0</w:t>
            </w:r>
          </w:p>
        </w:tc>
        <w:tc>
          <w:tcPr>
            <w:tcW w:w="637" w:type="pct"/>
            <w:gridSpan w:val="2"/>
            <w:vAlign w:val="bottom"/>
          </w:tcPr>
          <w:p w:rsidR="004D2E54" w:rsidRPr="000A6747" w:rsidRDefault="004D2E54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3 528,0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4D2E54" w:rsidRPr="000A1BDE" w:rsidRDefault="004D2E54" w:rsidP="0046654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1BDE">
              <w:rPr>
                <w:rFonts w:ascii="Times New Roman" w:hAnsi="Times New Roman" w:cs="Times New Roman"/>
                <w:sz w:val="26"/>
                <w:szCs w:val="26"/>
              </w:rPr>
              <w:t>000 2 02 45144 05 0000 151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4D2E54" w:rsidRPr="000A6747" w:rsidRDefault="004D2E54" w:rsidP="004665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674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4D2E54" w:rsidRPr="000A6747" w:rsidRDefault="004D2E54" w:rsidP="0084140E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3 416</w:t>
            </w:r>
          </w:p>
        </w:tc>
        <w:tc>
          <w:tcPr>
            <w:tcW w:w="635" w:type="pct"/>
            <w:vAlign w:val="center"/>
          </w:tcPr>
          <w:p w:rsidR="004D2E54" w:rsidRPr="000A6747" w:rsidRDefault="004D2E54" w:rsidP="0084140E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3 449</w:t>
            </w:r>
          </w:p>
        </w:tc>
        <w:tc>
          <w:tcPr>
            <w:tcW w:w="637" w:type="pct"/>
            <w:gridSpan w:val="2"/>
            <w:vAlign w:val="center"/>
          </w:tcPr>
          <w:p w:rsidR="004D2E54" w:rsidRPr="000A6747" w:rsidRDefault="004D2E54" w:rsidP="00F10986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3 452</w:t>
            </w:r>
          </w:p>
        </w:tc>
      </w:tr>
      <w:tr w:rsidR="004D2E54" w:rsidRPr="0013147D" w:rsidTr="006D2AF6">
        <w:trPr>
          <w:gridAfter w:val="1"/>
          <w:wAfter w:w="577" w:type="pct"/>
          <w:trHeight w:val="20"/>
        </w:trPr>
        <w:tc>
          <w:tcPr>
            <w:tcW w:w="144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4D2E54" w:rsidRPr="000A1BDE" w:rsidRDefault="004D2E54" w:rsidP="0046654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1BDE">
              <w:rPr>
                <w:rFonts w:ascii="Times New Roman" w:hAnsi="Times New Roman" w:cs="Times New Roman"/>
                <w:sz w:val="26"/>
                <w:szCs w:val="26"/>
              </w:rPr>
              <w:t>000 2 02 49999 05 0000 151</w:t>
            </w:r>
          </w:p>
        </w:tc>
        <w:tc>
          <w:tcPr>
            <w:tcW w:w="112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4D2E54" w:rsidRPr="000A6747" w:rsidRDefault="004D2E54" w:rsidP="004665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6747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58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D2E54" w:rsidRPr="000A6747" w:rsidRDefault="004D2E54" w:rsidP="00D0089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94,9</w:t>
            </w:r>
          </w:p>
        </w:tc>
        <w:tc>
          <w:tcPr>
            <w:tcW w:w="635" w:type="pct"/>
            <w:vAlign w:val="bottom"/>
          </w:tcPr>
          <w:p w:rsidR="004D2E54" w:rsidRPr="000A6747" w:rsidRDefault="004D2E54" w:rsidP="0084140E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76</w:t>
            </w:r>
          </w:p>
        </w:tc>
        <w:tc>
          <w:tcPr>
            <w:tcW w:w="637" w:type="pct"/>
            <w:gridSpan w:val="2"/>
            <w:vAlign w:val="bottom"/>
          </w:tcPr>
          <w:p w:rsidR="004D2E54" w:rsidRPr="000A6747" w:rsidRDefault="004D2E54" w:rsidP="000B3F02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76</w:t>
            </w:r>
          </w:p>
        </w:tc>
      </w:tr>
    </w:tbl>
    <w:p w:rsidR="004D2E54" w:rsidRDefault="004D2E54" w:rsidP="007923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D2E54" w:rsidRDefault="004D2E54" w:rsidP="007923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D2E54" w:rsidRPr="000B3F02" w:rsidRDefault="004D2E54" w:rsidP="007923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4D2E54" w:rsidRPr="000B3F02" w:rsidSect="0084140E">
      <w:pgSz w:w="11906" w:h="16838"/>
      <w:pgMar w:top="1134" w:right="567" w:bottom="1134" w:left="1701" w:header="709" w:footer="709" w:gutter="0"/>
      <w:pgNumType w:start="3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2E54" w:rsidRDefault="004D2E54" w:rsidP="00DB33C8">
      <w:pPr>
        <w:spacing w:after="0" w:line="240" w:lineRule="auto"/>
      </w:pPr>
      <w:r>
        <w:separator/>
      </w:r>
    </w:p>
  </w:endnote>
  <w:endnote w:type="continuationSeparator" w:id="0">
    <w:p w:rsidR="004D2E54" w:rsidRDefault="004D2E54" w:rsidP="00DB3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2E54" w:rsidRDefault="004D2E54" w:rsidP="00DB33C8">
      <w:pPr>
        <w:spacing w:after="0" w:line="240" w:lineRule="auto"/>
      </w:pPr>
      <w:r>
        <w:separator/>
      </w:r>
    </w:p>
  </w:footnote>
  <w:footnote w:type="continuationSeparator" w:id="0">
    <w:p w:rsidR="004D2E54" w:rsidRDefault="004D2E54" w:rsidP="00DB33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08F2"/>
    <w:rsid w:val="00013DC5"/>
    <w:rsid w:val="000169D6"/>
    <w:rsid w:val="00016D3F"/>
    <w:rsid w:val="00033356"/>
    <w:rsid w:val="0004157C"/>
    <w:rsid w:val="00055229"/>
    <w:rsid w:val="0008097D"/>
    <w:rsid w:val="000929F6"/>
    <w:rsid w:val="00093B11"/>
    <w:rsid w:val="000A1BDE"/>
    <w:rsid w:val="000A2972"/>
    <w:rsid w:val="000A49DB"/>
    <w:rsid w:val="000A6747"/>
    <w:rsid w:val="000A77F1"/>
    <w:rsid w:val="000B3F02"/>
    <w:rsid w:val="000D43CA"/>
    <w:rsid w:val="000F2EB5"/>
    <w:rsid w:val="001065E2"/>
    <w:rsid w:val="00113ABD"/>
    <w:rsid w:val="00117F35"/>
    <w:rsid w:val="00121535"/>
    <w:rsid w:val="0013147D"/>
    <w:rsid w:val="0014570A"/>
    <w:rsid w:val="00152D8F"/>
    <w:rsid w:val="00153027"/>
    <w:rsid w:val="00154A0F"/>
    <w:rsid w:val="00156CCA"/>
    <w:rsid w:val="00194C95"/>
    <w:rsid w:val="001A0170"/>
    <w:rsid w:val="001B530A"/>
    <w:rsid w:val="001B5AF6"/>
    <w:rsid w:val="001B5D35"/>
    <w:rsid w:val="001B6152"/>
    <w:rsid w:val="001C03FB"/>
    <w:rsid w:val="001D12A6"/>
    <w:rsid w:val="001F30E1"/>
    <w:rsid w:val="00200FE9"/>
    <w:rsid w:val="00202177"/>
    <w:rsid w:val="0020674C"/>
    <w:rsid w:val="002119B6"/>
    <w:rsid w:val="002128BE"/>
    <w:rsid w:val="00214C9D"/>
    <w:rsid w:val="00237E1F"/>
    <w:rsid w:val="0024194D"/>
    <w:rsid w:val="00252582"/>
    <w:rsid w:val="00256EEB"/>
    <w:rsid w:val="00264419"/>
    <w:rsid w:val="002A5FDA"/>
    <w:rsid w:val="002A7C33"/>
    <w:rsid w:val="002B546F"/>
    <w:rsid w:val="002C2024"/>
    <w:rsid w:val="002C5BF7"/>
    <w:rsid w:val="002D3739"/>
    <w:rsid w:val="002E1A8E"/>
    <w:rsid w:val="002E32C9"/>
    <w:rsid w:val="002E35E3"/>
    <w:rsid w:val="002E4C9D"/>
    <w:rsid w:val="00305BCF"/>
    <w:rsid w:val="003110DD"/>
    <w:rsid w:val="003162C2"/>
    <w:rsid w:val="00330265"/>
    <w:rsid w:val="003349AB"/>
    <w:rsid w:val="00334CBB"/>
    <w:rsid w:val="0036158F"/>
    <w:rsid w:val="0038164B"/>
    <w:rsid w:val="00382DE4"/>
    <w:rsid w:val="00385EE8"/>
    <w:rsid w:val="003A7AFA"/>
    <w:rsid w:val="003E2BC8"/>
    <w:rsid w:val="003E382A"/>
    <w:rsid w:val="003F2753"/>
    <w:rsid w:val="003F483F"/>
    <w:rsid w:val="003F7F02"/>
    <w:rsid w:val="004221A7"/>
    <w:rsid w:val="00424F36"/>
    <w:rsid w:val="00427BDD"/>
    <w:rsid w:val="00430707"/>
    <w:rsid w:val="004309CF"/>
    <w:rsid w:val="004359F6"/>
    <w:rsid w:val="004379F4"/>
    <w:rsid w:val="00437ACD"/>
    <w:rsid w:val="00442FFE"/>
    <w:rsid w:val="00443D4D"/>
    <w:rsid w:val="00445EA5"/>
    <w:rsid w:val="00466540"/>
    <w:rsid w:val="00467E86"/>
    <w:rsid w:val="00473748"/>
    <w:rsid w:val="00480FCE"/>
    <w:rsid w:val="00484DCA"/>
    <w:rsid w:val="004A3C1C"/>
    <w:rsid w:val="004A46A2"/>
    <w:rsid w:val="004B12AF"/>
    <w:rsid w:val="004B789E"/>
    <w:rsid w:val="004C2915"/>
    <w:rsid w:val="004C3F0F"/>
    <w:rsid w:val="004D2E54"/>
    <w:rsid w:val="004D36FE"/>
    <w:rsid w:val="004D7D92"/>
    <w:rsid w:val="004E3419"/>
    <w:rsid w:val="004F47AD"/>
    <w:rsid w:val="00506D3E"/>
    <w:rsid w:val="005232C1"/>
    <w:rsid w:val="00523482"/>
    <w:rsid w:val="00554496"/>
    <w:rsid w:val="00580F89"/>
    <w:rsid w:val="005947E1"/>
    <w:rsid w:val="005951D4"/>
    <w:rsid w:val="005B1109"/>
    <w:rsid w:val="005D3122"/>
    <w:rsid w:val="005D46BC"/>
    <w:rsid w:val="005E1B74"/>
    <w:rsid w:val="005E792B"/>
    <w:rsid w:val="00600744"/>
    <w:rsid w:val="00602352"/>
    <w:rsid w:val="00605C7C"/>
    <w:rsid w:val="00607E28"/>
    <w:rsid w:val="00613161"/>
    <w:rsid w:val="00641B77"/>
    <w:rsid w:val="00660014"/>
    <w:rsid w:val="00662D29"/>
    <w:rsid w:val="00667FF7"/>
    <w:rsid w:val="006C251E"/>
    <w:rsid w:val="006C3DC2"/>
    <w:rsid w:val="006D1E5F"/>
    <w:rsid w:val="006D2AF6"/>
    <w:rsid w:val="006D4C84"/>
    <w:rsid w:val="006F746F"/>
    <w:rsid w:val="00713704"/>
    <w:rsid w:val="00727DDD"/>
    <w:rsid w:val="0073229A"/>
    <w:rsid w:val="007326F1"/>
    <w:rsid w:val="007352A7"/>
    <w:rsid w:val="00736D70"/>
    <w:rsid w:val="00742F00"/>
    <w:rsid w:val="0075490A"/>
    <w:rsid w:val="007576A8"/>
    <w:rsid w:val="00763C96"/>
    <w:rsid w:val="0077517D"/>
    <w:rsid w:val="007923A9"/>
    <w:rsid w:val="0079645F"/>
    <w:rsid w:val="007C40AD"/>
    <w:rsid w:val="007D21F5"/>
    <w:rsid w:val="007D47E8"/>
    <w:rsid w:val="007D4B8A"/>
    <w:rsid w:val="007E1545"/>
    <w:rsid w:val="007E6417"/>
    <w:rsid w:val="007E6964"/>
    <w:rsid w:val="007E7DA9"/>
    <w:rsid w:val="007F463D"/>
    <w:rsid w:val="007F4E5D"/>
    <w:rsid w:val="00802192"/>
    <w:rsid w:val="008239F9"/>
    <w:rsid w:val="00825144"/>
    <w:rsid w:val="00825AF8"/>
    <w:rsid w:val="008301F3"/>
    <w:rsid w:val="0083390A"/>
    <w:rsid w:val="00835786"/>
    <w:rsid w:val="00837ADB"/>
    <w:rsid w:val="0084140E"/>
    <w:rsid w:val="00855D56"/>
    <w:rsid w:val="008677EE"/>
    <w:rsid w:val="00882077"/>
    <w:rsid w:val="00885530"/>
    <w:rsid w:val="00891204"/>
    <w:rsid w:val="00891737"/>
    <w:rsid w:val="008921E8"/>
    <w:rsid w:val="008A6F16"/>
    <w:rsid w:val="008B0F3D"/>
    <w:rsid w:val="008B201F"/>
    <w:rsid w:val="008C413C"/>
    <w:rsid w:val="008F12D6"/>
    <w:rsid w:val="008F660C"/>
    <w:rsid w:val="008F675F"/>
    <w:rsid w:val="0091297A"/>
    <w:rsid w:val="00924A3B"/>
    <w:rsid w:val="00924FB4"/>
    <w:rsid w:val="00932120"/>
    <w:rsid w:val="0094514C"/>
    <w:rsid w:val="00946733"/>
    <w:rsid w:val="00953AEF"/>
    <w:rsid w:val="009612E0"/>
    <w:rsid w:val="00961EDE"/>
    <w:rsid w:val="00961EF2"/>
    <w:rsid w:val="00996304"/>
    <w:rsid w:val="009A42BD"/>
    <w:rsid w:val="009A4E0D"/>
    <w:rsid w:val="009A7BAE"/>
    <w:rsid w:val="009C1529"/>
    <w:rsid w:val="009C5FD4"/>
    <w:rsid w:val="009D27F3"/>
    <w:rsid w:val="00A12C08"/>
    <w:rsid w:val="00A265CC"/>
    <w:rsid w:val="00A31FF7"/>
    <w:rsid w:val="00A32A3C"/>
    <w:rsid w:val="00A36CEC"/>
    <w:rsid w:val="00A60880"/>
    <w:rsid w:val="00A67AE2"/>
    <w:rsid w:val="00A841D1"/>
    <w:rsid w:val="00A84C94"/>
    <w:rsid w:val="00AA3021"/>
    <w:rsid w:val="00AB7346"/>
    <w:rsid w:val="00AC6B44"/>
    <w:rsid w:val="00AD7AF3"/>
    <w:rsid w:val="00AD7DD9"/>
    <w:rsid w:val="00AE4403"/>
    <w:rsid w:val="00AF281E"/>
    <w:rsid w:val="00AF3BA2"/>
    <w:rsid w:val="00AF74C5"/>
    <w:rsid w:val="00B01CB4"/>
    <w:rsid w:val="00B073A1"/>
    <w:rsid w:val="00B108F6"/>
    <w:rsid w:val="00B4694F"/>
    <w:rsid w:val="00B623B2"/>
    <w:rsid w:val="00B6523A"/>
    <w:rsid w:val="00B65825"/>
    <w:rsid w:val="00B71180"/>
    <w:rsid w:val="00B7390F"/>
    <w:rsid w:val="00B85514"/>
    <w:rsid w:val="00B872EE"/>
    <w:rsid w:val="00B972D0"/>
    <w:rsid w:val="00BB081F"/>
    <w:rsid w:val="00BB54D1"/>
    <w:rsid w:val="00BD0A36"/>
    <w:rsid w:val="00BD11C2"/>
    <w:rsid w:val="00BD4127"/>
    <w:rsid w:val="00BF6C09"/>
    <w:rsid w:val="00C01B49"/>
    <w:rsid w:val="00C0623B"/>
    <w:rsid w:val="00C22DE3"/>
    <w:rsid w:val="00C25381"/>
    <w:rsid w:val="00C276C1"/>
    <w:rsid w:val="00C37FFA"/>
    <w:rsid w:val="00C516C8"/>
    <w:rsid w:val="00C53882"/>
    <w:rsid w:val="00C62C05"/>
    <w:rsid w:val="00C6447A"/>
    <w:rsid w:val="00CA650F"/>
    <w:rsid w:val="00CB3644"/>
    <w:rsid w:val="00CB5FA8"/>
    <w:rsid w:val="00CB71FF"/>
    <w:rsid w:val="00CC2108"/>
    <w:rsid w:val="00CC6C9C"/>
    <w:rsid w:val="00CD0A23"/>
    <w:rsid w:val="00CD2555"/>
    <w:rsid w:val="00CF7CA8"/>
    <w:rsid w:val="00D00898"/>
    <w:rsid w:val="00D02811"/>
    <w:rsid w:val="00D02C2B"/>
    <w:rsid w:val="00D313CA"/>
    <w:rsid w:val="00D34E4C"/>
    <w:rsid w:val="00D36ED2"/>
    <w:rsid w:val="00D54F4E"/>
    <w:rsid w:val="00D56728"/>
    <w:rsid w:val="00D608F2"/>
    <w:rsid w:val="00D77789"/>
    <w:rsid w:val="00D81F92"/>
    <w:rsid w:val="00D82DAA"/>
    <w:rsid w:val="00D919FD"/>
    <w:rsid w:val="00D94208"/>
    <w:rsid w:val="00DA7984"/>
    <w:rsid w:val="00DB3365"/>
    <w:rsid w:val="00DB33C8"/>
    <w:rsid w:val="00DC3943"/>
    <w:rsid w:val="00DE569D"/>
    <w:rsid w:val="00DF418D"/>
    <w:rsid w:val="00DF4551"/>
    <w:rsid w:val="00E06D3F"/>
    <w:rsid w:val="00E07C35"/>
    <w:rsid w:val="00E278CC"/>
    <w:rsid w:val="00E7218B"/>
    <w:rsid w:val="00E74A6D"/>
    <w:rsid w:val="00E74EBE"/>
    <w:rsid w:val="00EA1271"/>
    <w:rsid w:val="00EB2099"/>
    <w:rsid w:val="00EB38F3"/>
    <w:rsid w:val="00EB614D"/>
    <w:rsid w:val="00ED0193"/>
    <w:rsid w:val="00ED3B80"/>
    <w:rsid w:val="00ED401A"/>
    <w:rsid w:val="00EE2254"/>
    <w:rsid w:val="00EF23CF"/>
    <w:rsid w:val="00EF435A"/>
    <w:rsid w:val="00F10986"/>
    <w:rsid w:val="00F124E6"/>
    <w:rsid w:val="00F22412"/>
    <w:rsid w:val="00F23278"/>
    <w:rsid w:val="00F267D5"/>
    <w:rsid w:val="00F35D07"/>
    <w:rsid w:val="00F40C83"/>
    <w:rsid w:val="00F46EB6"/>
    <w:rsid w:val="00F677B5"/>
    <w:rsid w:val="00F6792C"/>
    <w:rsid w:val="00F84184"/>
    <w:rsid w:val="00F87071"/>
    <w:rsid w:val="00F93FD6"/>
    <w:rsid w:val="00FA0ABA"/>
    <w:rsid w:val="00FA0CBB"/>
    <w:rsid w:val="00FB030C"/>
    <w:rsid w:val="00FB24F8"/>
    <w:rsid w:val="00FC126A"/>
    <w:rsid w:val="00FC601B"/>
    <w:rsid w:val="00FE52D5"/>
    <w:rsid w:val="00FE5991"/>
    <w:rsid w:val="00FE63A1"/>
    <w:rsid w:val="00FF7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4C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608F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D608F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608F2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D608F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D608F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D608F2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D608F2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a">
    <w:name w:val="Обычный.Название подразделения"/>
    <w:uiPriority w:val="99"/>
    <w:rsid w:val="005947E1"/>
    <w:pPr>
      <w:suppressAutoHyphens/>
    </w:pPr>
    <w:rPr>
      <w:rFonts w:ascii="SchoolBook" w:eastAsia="Times New Roman" w:hAnsi="SchoolBook" w:cs="SchoolBook"/>
      <w:sz w:val="28"/>
      <w:szCs w:val="28"/>
      <w:lang w:eastAsia="ar-SA"/>
    </w:rPr>
  </w:style>
  <w:style w:type="character" w:styleId="Hyperlink">
    <w:name w:val="Hyperlink"/>
    <w:basedOn w:val="DefaultParagraphFont"/>
    <w:uiPriority w:val="99"/>
    <w:rsid w:val="007923A9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7923A9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Normal"/>
    <w:uiPriority w:val="99"/>
    <w:rsid w:val="007923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0">
    <w:name w:val="xl70"/>
    <w:basedOn w:val="Normal"/>
    <w:uiPriority w:val="99"/>
    <w:rsid w:val="007923A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Normal"/>
    <w:uiPriority w:val="99"/>
    <w:rsid w:val="007923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4">
    <w:name w:val="xl74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DB3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B33C8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DB3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B33C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14</Pages>
  <Words>2026</Words>
  <Characters>11551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bud_nmj</dc:creator>
  <cp:keywords/>
  <dc:description/>
  <cp:lastModifiedBy>buh1</cp:lastModifiedBy>
  <cp:revision>3</cp:revision>
  <cp:lastPrinted>2017-11-24T10:30:00Z</cp:lastPrinted>
  <dcterms:created xsi:type="dcterms:W3CDTF">2017-11-28T05:00:00Z</dcterms:created>
  <dcterms:modified xsi:type="dcterms:W3CDTF">2017-11-28T06:07:00Z</dcterms:modified>
</cp:coreProperties>
</file>