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1A" w:rsidRPr="00B20841" w:rsidRDefault="00D84B1A" w:rsidP="00D84B1A">
      <w:pPr>
        <w:widowControl w:val="0"/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  <w:bookmarkStart w:id="0" w:name="_GoBack"/>
      <w:bookmarkEnd w:id="0"/>
      <w:r w:rsidRPr="00B20841">
        <w:rPr>
          <w:sz w:val="26"/>
          <w:szCs w:val="26"/>
        </w:rPr>
        <w:t>Приложение № 1</w:t>
      </w:r>
    </w:p>
    <w:p w:rsidR="00D84B1A" w:rsidRDefault="00D84B1A" w:rsidP="00D84B1A">
      <w:pPr>
        <w:widowControl w:val="0"/>
        <w:autoSpaceDE w:val="0"/>
        <w:autoSpaceDN w:val="0"/>
        <w:adjustRightInd w:val="0"/>
        <w:ind w:left="5580"/>
        <w:rPr>
          <w:sz w:val="26"/>
          <w:szCs w:val="26"/>
        </w:rPr>
      </w:pPr>
      <w:r w:rsidRPr="00B20841">
        <w:rPr>
          <w:sz w:val="26"/>
          <w:szCs w:val="26"/>
        </w:rPr>
        <w:t xml:space="preserve">к </w:t>
      </w:r>
      <w:r>
        <w:rPr>
          <w:sz w:val="26"/>
          <w:szCs w:val="26"/>
        </w:rPr>
        <w:t>приказу финансового отдела</w:t>
      </w:r>
    </w:p>
    <w:p w:rsidR="00D84B1A" w:rsidRDefault="00D84B1A" w:rsidP="00D84B1A">
      <w:pPr>
        <w:widowControl w:val="0"/>
        <w:autoSpaceDE w:val="0"/>
        <w:autoSpaceDN w:val="0"/>
        <w:adjustRightInd w:val="0"/>
        <w:ind w:left="5580"/>
        <w:rPr>
          <w:sz w:val="26"/>
          <w:szCs w:val="26"/>
        </w:rPr>
      </w:pPr>
      <w:r>
        <w:rPr>
          <w:sz w:val="26"/>
          <w:szCs w:val="26"/>
        </w:rPr>
        <w:t>Таловского муниципального района</w:t>
      </w:r>
    </w:p>
    <w:p w:rsidR="00D84B1A" w:rsidRPr="00B20841" w:rsidRDefault="00D84B1A" w:rsidP="00D84B1A">
      <w:pPr>
        <w:widowControl w:val="0"/>
        <w:autoSpaceDE w:val="0"/>
        <w:autoSpaceDN w:val="0"/>
        <w:adjustRightInd w:val="0"/>
        <w:ind w:left="5580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D84B1A" w:rsidRDefault="00D84B1A" w:rsidP="00D84B1A">
      <w:pPr>
        <w:widowControl w:val="0"/>
        <w:autoSpaceDE w:val="0"/>
        <w:autoSpaceDN w:val="0"/>
        <w:adjustRightInd w:val="0"/>
        <w:ind w:left="5580"/>
        <w:rPr>
          <w:sz w:val="26"/>
          <w:szCs w:val="26"/>
          <w:u w:val="single"/>
        </w:rPr>
      </w:pPr>
      <w:r w:rsidRPr="003359B4">
        <w:rPr>
          <w:sz w:val="26"/>
          <w:szCs w:val="26"/>
        </w:rPr>
        <w:t xml:space="preserve">от </w:t>
      </w:r>
      <w:r w:rsidR="008137DB">
        <w:rPr>
          <w:sz w:val="26"/>
          <w:szCs w:val="26"/>
          <w:u w:val="single"/>
        </w:rPr>
        <w:t>28.12.2023</w:t>
      </w:r>
      <w:r w:rsidRPr="003359B4">
        <w:rPr>
          <w:sz w:val="26"/>
          <w:szCs w:val="26"/>
        </w:rPr>
        <w:t xml:space="preserve"> № </w:t>
      </w:r>
      <w:r w:rsidR="008137DB">
        <w:rPr>
          <w:sz w:val="26"/>
          <w:szCs w:val="26"/>
        </w:rPr>
        <w:t>51</w:t>
      </w:r>
      <w:r w:rsidR="0097700F">
        <w:rPr>
          <w:sz w:val="26"/>
          <w:szCs w:val="26"/>
        </w:rPr>
        <w:t xml:space="preserve"> </w:t>
      </w:r>
      <w:r w:rsidR="006F6E2B">
        <w:rPr>
          <w:sz w:val="26"/>
          <w:szCs w:val="26"/>
        </w:rPr>
        <w:t>од</w:t>
      </w:r>
    </w:p>
    <w:p w:rsidR="00D84B1A" w:rsidRDefault="00D84B1A" w:rsidP="006A4EB3">
      <w:pPr>
        <w:rPr>
          <w:sz w:val="26"/>
          <w:szCs w:val="26"/>
        </w:rPr>
      </w:pPr>
    </w:p>
    <w:p w:rsidR="00963E68" w:rsidRPr="0097700F" w:rsidRDefault="00963E68" w:rsidP="000F2E34">
      <w:pPr>
        <w:pStyle w:val="1"/>
        <w:jc w:val="center"/>
        <w:rPr>
          <w:rFonts w:ascii="Times New Roman" w:hAnsi="Times New Roman" w:cs="Times New Roman"/>
          <w:caps/>
          <w:color w:val="auto"/>
          <w:sz w:val="26"/>
          <w:szCs w:val="26"/>
          <w:lang w:val="ru-RU"/>
        </w:rPr>
      </w:pPr>
      <w:r w:rsidRPr="0097700F">
        <w:rPr>
          <w:rFonts w:ascii="Times New Roman" w:hAnsi="Times New Roman" w:cs="Times New Roman"/>
          <w:caps/>
          <w:color w:val="auto"/>
          <w:sz w:val="26"/>
          <w:szCs w:val="26"/>
          <w:lang w:val="ru-RU"/>
        </w:rPr>
        <w:t>Порядок</w:t>
      </w:r>
      <w:r w:rsidRPr="0097700F">
        <w:rPr>
          <w:rFonts w:ascii="Times New Roman" w:hAnsi="Times New Roman" w:cs="Times New Roman"/>
          <w:caps/>
          <w:color w:val="auto"/>
          <w:sz w:val="26"/>
          <w:szCs w:val="26"/>
          <w:lang w:val="ru-RU"/>
        </w:rPr>
        <w:br/>
        <w:t xml:space="preserve">учета бюджетных и денежных обязательств получателей средств районного бюджета и санкционирования </w:t>
      </w:r>
      <w:proofErr w:type="gramStart"/>
      <w:r w:rsidRPr="0097700F">
        <w:rPr>
          <w:rFonts w:ascii="Times New Roman" w:hAnsi="Times New Roman" w:cs="Times New Roman"/>
          <w:caps/>
          <w:color w:val="auto"/>
          <w:sz w:val="26"/>
          <w:szCs w:val="26"/>
          <w:lang w:val="ru-RU"/>
        </w:rPr>
        <w:t>оплаты денежных обязательств получателей средств районного бюджета</w:t>
      </w:r>
      <w:proofErr w:type="gramEnd"/>
      <w:r w:rsidRPr="0097700F">
        <w:rPr>
          <w:rFonts w:ascii="Times New Roman" w:hAnsi="Times New Roman" w:cs="Times New Roman"/>
          <w:caps/>
          <w:color w:val="auto"/>
          <w:sz w:val="26"/>
          <w:szCs w:val="26"/>
          <w:lang w:val="ru-RU"/>
        </w:rPr>
        <w:t xml:space="preserve"> и администраторов источников финансирования дефицита районного бюджета</w:t>
      </w:r>
    </w:p>
    <w:p w:rsidR="00963E68" w:rsidRPr="00963E68" w:rsidRDefault="00963E68" w:rsidP="001B607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bookmarkStart w:id="1" w:name="sub_1084"/>
      <w:r w:rsidRPr="00963E68">
        <w:rPr>
          <w:rFonts w:ascii="Times New Roman" w:hAnsi="Times New Roman" w:cs="Times New Roman"/>
          <w:color w:val="auto"/>
          <w:sz w:val="26"/>
          <w:szCs w:val="26"/>
          <w:lang w:val="ru-RU"/>
        </w:rPr>
        <w:t>1. Общие положения</w:t>
      </w:r>
    </w:p>
    <w:bookmarkEnd w:id="1"/>
    <w:p w:rsidR="00963E68" w:rsidRPr="00963E68" w:rsidRDefault="00963E68" w:rsidP="001B607B">
      <w:pPr>
        <w:spacing w:line="360" w:lineRule="auto"/>
        <w:jc w:val="both"/>
        <w:rPr>
          <w:sz w:val="26"/>
          <w:szCs w:val="26"/>
        </w:rPr>
      </w:pP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2" w:name="sub_1007"/>
      <w:r w:rsidRPr="00963E68">
        <w:rPr>
          <w:sz w:val="26"/>
          <w:szCs w:val="26"/>
        </w:rPr>
        <w:t xml:space="preserve">1.1. </w:t>
      </w:r>
      <w:proofErr w:type="gramStart"/>
      <w:r w:rsidRPr="00963E68">
        <w:rPr>
          <w:sz w:val="26"/>
          <w:szCs w:val="26"/>
        </w:rPr>
        <w:t xml:space="preserve">Настоящий Порядок учета бюджетных и денежных обязательств получателей средств районного бюджета и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(далее - Порядок) разработан в соответствии со </w:t>
      </w:r>
      <w:hyperlink r:id="rId8" w:history="1">
        <w:r w:rsidRPr="00963E68">
          <w:rPr>
            <w:rStyle w:val="aa"/>
            <w:b w:val="0"/>
            <w:color w:val="auto"/>
            <w:sz w:val="26"/>
            <w:szCs w:val="26"/>
          </w:rPr>
          <w:t>статьями 219</w:t>
        </w:r>
      </w:hyperlink>
      <w:r w:rsidRPr="00963E68">
        <w:rPr>
          <w:b/>
          <w:sz w:val="26"/>
          <w:szCs w:val="26"/>
        </w:rPr>
        <w:t xml:space="preserve"> </w:t>
      </w:r>
      <w:r w:rsidRPr="00963E68">
        <w:rPr>
          <w:sz w:val="26"/>
          <w:szCs w:val="26"/>
        </w:rPr>
        <w:t>и</w:t>
      </w:r>
      <w:r w:rsidRPr="00963E68">
        <w:rPr>
          <w:b/>
          <w:sz w:val="26"/>
          <w:szCs w:val="26"/>
        </w:rPr>
        <w:t xml:space="preserve"> </w:t>
      </w:r>
      <w:hyperlink r:id="rId9" w:history="1">
        <w:r w:rsidRPr="00963E68">
          <w:rPr>
            <w:rStyle w:val="aa"/>
            <w:b w:val="0"/>
            <w:color w:val="auto"/>
            <w:sz w:val="26"/>
            <w:szCs w:val="26"/>
          </w:rPr>
          <w:t>219.2</w:t>
        </w:r>
      </w:hyperlink>
      <w:r w:rsidRPr="00963E68">
        <w:rPr>
          <w:sz w:val="26"/>
          <w:szCs w:val="26"/>
        </w:rPr>
        <w:t xml:space="preserve"> Бюджетного кодекса Российской Федерации, </w:t>
      </w:r>
      <w:hyperlink r:id="rId10" w:history="1">
        <w:r w:rsidRPr="00963E68">
          <w:rPr>
            <w:rStyle w:val="aa"/>
            <w:b w:val="0"/>
            <w:color w:val="auto"/>
            <w:sz w:val="26"/>
            <w:szCs w:val="26"/>
          </w:rPr>
          <w:t>Федеральным законом</w:t>
        </w:r>
      </w:hyperlink>
      <w:r w:rsidRPr="00963E68">
        <w:rPr>
          <w:sz w:val="26"/>
          <w:szCs w:val="26"/>
        </w:rPr>
        <w:t xml:space="preserve"> от 27.12.2019 N 479-ФЗ "О внесении изменений в Бюджетный кодекс Российской Федерации в части казначейского обслуживания и</w:t>
      </w:r>
      <w:proofErr w:type="gramEnd"/>
      <w:r w:rsidRPr="00963E68">
        <w:rPr>
          <w:sz w:val="26"/>
          <w:szCs w:val="26"/>
        </w:rPr>
        <w:t xml:space="preserve"> системы казначейских платежей" и устанавливает порядок учета финансов</w:t>
      </w:r>
      <w:r>
        <w:rPr>
          <w:sz w:val="26"/>
          <w:szCs w:val="26"/>
        </w:rPr>
        <w:t>ым отделом</w:t>
      </w:r>
      <w:r w:rsidRPr="00963E68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Талов</w:t>
      </w:r>
      <w:r w:rsidRPr="00963E68">
        <w:rPr>
          <w:sz w:val="26"/>
          <w:szCs w:val="26"/>
        </w:rPr>
        <w:t xml:space="preserve">ского </w:t>
      </w:r>
      <w:r>
        <w:rPr>
          <w:sz w:val="26"/>
          <w:szCs w:val="26"/>
        </w:rPr>
        <w:t>муниципального</w:t>
      </w:r>
      <w:r w:rsidRPr="00963E68">
        <w:rPr>
          <w:sz w:val="26"/>
          <w:szCs w:val="26"/>
        </w:rPr>
        <w:t xml:space="preserve"> района Воронежской области (далее </w:t>
      </w:r>
      <w:proofErr w:type="gramStart"/>
      <w:r w:rsidRPr="00963E68">
        <w:rPr>
          <w:sz w:val="26"/>
          <w:szCs w:val="26"/>
        </w:rPr>
        <w:t>–</w:t>
      </w:r>
      <w:r>
        <w:rPr>
          <w:sz w:val="26"/>
          <w:szCs w:val="26"/>
        </w:rPr>
        <w:t>Ф</w:t>
      </w:r>
      <w:proofErr w:type="gramEnd"/>
      <w:r w:rsidRPr="00963E68">
        <w:rPr>
          <w:sz w:val="26"/>
          <w:szCs w:val="26"/>
        </w:rPr>
        <w:t>инансов</w:t>
      </w:r>
      <w:r>
        <w:rPr>
          <w:sz w:val="26"/>
          <w:szCs w:val="26"/>
        </w:rPr>
        <w:t>ый отдел</w:t>
      </w:r>
      <w:r>
        <w:rPr>
          <w:sz w:val="26"/>
          <w:szCs w:val="26"/>
        </w:rPr>
        <w:tab/>
      </w:r>
      <w:r w:rsidRPr="00963E68">
        <w:rPr>
          <w:sz w:val="26"/>
          <w:szCs w:val="26"/>
        </w:rPr>
        <w:t xml:space="preserve">) бюджетных и денежных обязательств получателей средств районного бюджета (далее - получатели бюджетных средств) и санкционирования </w:t>
      </w:r>
      <w:r w:rsidR="00294F21">
        <w:rPr>
          <w:sz w:val="26"/>
          <w:szCs w:val="26"/>
        </w:rPr>
        <w:t>Ф</w:t>
      </w:r>
      <w:r w:rsidRPr="00963E68">
        <w:rPr>
          <w:sz w:val="26"/>
          <w:szCs w:val="26"/>
        </w:rPr>
        <w:t>инансов</w:t>
      </w:r>
      <w:r w:rsidR="00294F21">
        <w:rPr>
          <w:sz w:val="26"/>
          <w:szCs w:val="26"/>
        </w:rPr>
        <w:t>ым отделом</w:t>
      </w:r>
      <w:r w:rsidRPr="00963E68">
        <w:rPr>
          <w:sz w:val="26"/>
          <w:szCs w:val="26"/>
        </w:rPr>
        <w:t xml:space="preserve"> оплаты денежных обязательств получателей средств районного бюджета и администраторов источников финансирования дефицита районного бюджета, лицевые счета которым открыты в </w:t>
      </w:r>
      <w:r w:rsidR="00294F21">
        <w:rPr>
          <w:sz w:val="26"/>
          <w:szCs w:val="26"/>
        </w:rPr>
        <w:t>Ф</w:t>
      </w:r>
      <w:r w:rsidRPr="00963E68">
        <w:rPr>
          <w:sz w:val="26"/>
          <w:szCs w:val="26"/>
        </w:rPr>
        <w:t>инансов</w:t>
      </w:r>
      <w:r w:rsidR="00294F21">
        <w:rPr>
          <w:sz w:val="26"/>
          <w:szCs w:val="26"/>
        </w:rPr>
        <w:t>ом отделе</w:t>
      </w:r>
      <w:r w:rsidRPr="00963E68">
        <w:rPr>
          <w:sz w:val="26"/>
          <w:szCs w:val="26"/>
        </w:rPr>
        <w:t>.</w:t>
      </w: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3" w:name="sub_1008"/>
      <w:bookmarkEnd w:id="2"/>
      <w:r w:rsidRPr="00963E68">
        <w:rPr>
          <w:sz w:val="26"/>
          <w:szCs w:val="26"/>
        </w:rPr>
        <w:t>1.2. Бюджетные и денежные обязательства учитываются на</w:t>
      </w:r>
      <w:r w:rsidR="0086357E">
        <w:rPr>
          <w:sz w:val="26"/>
          <w:szCs w:val="26"/>
        </w:rPr>
        <w:t xml:space="preserve"> </w:t>
      </w:r>
      <w:r w:rsidR="0086357E" w:rsidRPr="00ED6808">
        <w:rPr>
          <w:sz w:val="26"/>
          <w:szCs w:val="26"/>
        </w:rPr>
        <w:t>внутренних</w:t>
      </w:r>
      <w:r w:rsidRPr="00963E68">
        <w:rPr>
          <w:sz w:val="26"/>
          <w:szCs w:val="26"/>
        </w:rPr>
        <w:t xml:space="preserve"> лицевых счетах получателей бюджетных средств, открытых в установленном порядке в </w:t>
      </w:r>
      <w:r w:rsidR="00CC2F57">
        <w:rPr>
          <w:sz w:val="26"/>
          <w:szCs w:val="26"/>
        </w:rPr>
        <w:t>Ф</w:t>
      </w:r>
      <w:r w:rsidRPr="00963E68">
        <w:rPr>
          <w:sz w:val="26"/>
          <w:szCs w:val="26"/>
        </w:rPr>
        <w:t>инансов</w:t>
      </w:r>
      <w:r w:rsidR="00CC2F57">
        <w:rPr>
          <w:sz w:val="26"/>
          <w:szCs w:val="26"/>
        </w:rPr>
        <w:t>ом отделе</w:t>
      </w:r>
      <w:r w:rsidRPr="00963E68">
        <w:rPr>
          <w:sz w:val="26"/>
          <w:szCs w:val="26"/>
        </w:rPr>
        <w:t xml:space="preserve"> (далее </w:t>
      </w:r>
      <w:r w:rsidR="0086357E">
        <w:rPr>
          <w:sz w:val="26"/>
          <w:szCs w:val="26"/>
        </w:rPr>
        <w:t>–</w:t>
      </w:r>
      <w:r w:rsidRPr="00963E68">
        <w:rPr>
          <w:sz w:val="26"/>
          <w:szCs w:val="26"/>
        </w:rPr>
        <w:t xml:space="preserve"> </w:t>
      </w:r>
      <w:r w:rsidR="0086357E">
        <w:rPr>
          <w:sz w:val="26"/>
          <w:szCs w:val="26"/>
        </w:rPr>
        <w:t xml:space="preserve">внутренний </w:t>
      </w:r>
      <w:r w:rsidRPr="00963E68">
        <w:rPr>
          <w:sz w:val="26"/>
          <w:szCs w:val="26"/>
        </w:rPr>
        <w:t>лицевой счет получателя бюджетных средств).</w:t>
      </w: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4" w:name="sub_1009"/>
      <w:bookmarkEnd w:id="3"/>
      <w:r w:rsidRPr="00963E68">
        <w:rPr>
          <w:sz w:val="26"/>
          <w:szCs w:val="26"/>
        </w:rPr>
        <w:t>1.3. Постановка на учет бюджетных и денежных обязательств осуществляется на основании сведений о бюджетном обязательстве, сформированных и предоставленных получателями бюджетных сре</w:t>
      </w:r>
      <w:proofErr w:type="gramStart"/>
      <w:r w:rsidRPr="00963E68">
        <w:rPr>
          <w:sz w:val="26"/>
          <w:szCs w:val="26"/>
        </w:rPr>
        <w:t>дств в пр</w:t>
      </w:r>
      <w:proofErr w:type="gramEnd"/>
      <w:r w:rsidRPr="00963E68">
        <w:rPr>
          <w:sz w:val="26"/>
          <w:szCs w:val="26"/>
        </w:rPr>
        <w:t>ограммном комплексе "Бюджет-Смарт".</w:t>
      </w: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5" w:name="sub_1012"/>
      <w:bookmarkEnd w:id="4"/>
      <w:r w:rsidRPr="00963E68">
        <w:rPr>
          <w:sz w:val="26"/>
          <w:szCs w:val="26"/>
        </w:rPr>
        <w:lastRenderedPageBreak/>
        <w:t>1.4. Бюджетные обязательства, принятые получателем бюджетных сре</w:t>
      </w:r>
      <w:proofErr w:type="gramStart"/>
      <w:r w:rsidRPr="00963E68">
        <w:rPr>
          <w:sz w:val="26"/>
          <w:szCs w:val="26"/>
        </w:rPr>
        <w:t>дств в т</w:t>
      </w:r>
      <w:proofErr w:type="gramEnd"/>
      <w:r w:rsidRPr="00963E68">
        <w:rPr>
          <w:sz w:val="26"/>
          <w:szCs w:val="26"/>
        </w:rPr>
        <w:t>екущем финансовом году, но не предусматривающие оплату до конца текущего финансового года, не подлежат учету в текущем финансовом году.</w:t>
      </w: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6" w:name="sub_1014"/>
      <w:bookmarkEnd w:id="5"/>
      <w:r w:rsidRPr="00963E68">
        <w:rPr>
          <w:sz w:val="26"/>
          <w:szCs w:val="26"/>
        </w:rPr>
        <w:t>1.5. Лица, имеющие право действовать от имени получателя бюджетных сре</w:t>
      </w:r>
      <w:proofErr w:type="gramStart"/>
      <w:r w:rsidRPr="00963E68">
        <w:rPr>
          <w:sz w:val="26"/>
          <w:szCs w:val="26"/>
        </w:rPr>
        <w:t>дств в с</w:t>
      </w:r>
      <w:proofErr w:type="gramEnd"/>
      <w:r w:rsidRPr="00963E68">
        <w:rPr>
          <w:sz w:val="26"/>
          <w:szCs w:val="26"/>
        </w:rPr>
        <w:t>оответствии с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Порядком сроков их предоставления.</w:t>
      </w:r>
    </w:p>
    <w:p w:rsidR="00963E68" w:rsidRPr="00963E68" w:rsidRDefault="00963E68" w:rsidP="001B607B">
      <w:pPr>
        <w:spacing w:line="360" w:lineRule="auto"/>
        <w:ind w:firstLine="851"/>
        <w:jc w:val="both"/>
        <w:rPr>
          <w:sz w:val="26"/>
          <w:szCs w:val="26"/>
        </w:rPr>
      </w:pPr>
      <w:bookmarkStart w:id="7" w:name="sub_1015"/>
      <w:bookmarkEnd w:id="6"/>
      <w:r w:rsidRPr="00963E68">
        <w:rPr>
          <w:sz w:val="26"/>
          <w:szCs w:val="26"/>
        </w:rPr>
        <w:t xml:space="preserve">1.6. </w:t>
      </w:r>
      <w:bookmarkEnd w:id="7"/>
      <w:r w:rsidRPr="00963E68">
        <w:rPr>
          <w:sz w:val="26"/>
          <w:szCs w:val="26"/>
        </w:rPr>
        <w:t>Все операции по исполнению районного бюджета выполняются в автоматизированной системе.</w:t>
      </w:r>
    </w:p>
    <w:p w:rsidR="00963E68" w:rsidRPr="00963E68" w:rsidRDefault="00963E68" w:rsidP="001B607B">
      <w:pPr>
        <w:spacing w:line="360" w:lineRule="auto"/>
        <w:jc w:val="both"/>
        <w:rPr>
          <w:sz w:val="26"/>
          <w:szCs w:val="26"/>
        </w:rPr>
      </w:pPr>
    </w:p>
    <w:p w:rsidR="00963E68" w:rsidRPr="00963E68" w:rsidRDefault="00963E68" w:rsidP="001B607B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E68">
        <w:rPr>
          <w:rFonts w:ascii="Times New Roman" w:hAnsi="Times New Roman" w:cs="Times New Roman"/>
          <w:b/>
          <w:sz w:val="26"/>
          <w:szCs w:val="26"/>
        </w:rPr>
        <w:t>2. Порядок учет бюджетных обязательств и денежных</w:t>
      </w:r>
    </w:p>
    <w:p w:rsidR="00963E68" w:rsidRDefault="00963E68" w:rsidP="001B607B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E68">
        <w:rPr>
          <w:rFonts w:ascii="Times New Roman" w:hAnsi="Times New Roman" w:cs="Times New Roman"/>
          <w:b/>
          <w:sz w:val="26"/>
          <w:szCs w:val="26"/>
        </w:rPr>
        <w:t>обязательств получателей средств районного бюджета</w:t>
      </w:r>
    </w:p>
    <w:p w:rsidR="000F2E34" w:rsidRPr="00963E68" w:rsidRDefault="000F2E34" w:rsidP="001B607B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3839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E2B">
        <w:rPr>
          <w:rFonts w:ascii="Times New Roman" w:hAnsi="Times New Roman" w:cs="Times New Roman"/>
          <w:sz w:val="26"/>
          <w:szCs w:val="26"/>
        </w:rPr>
        <w:t>2.1</w:t>
      </w:r>
      <w:r w:rsidRPr="00963E6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13839" w:rsidRPr="00313839">
        <w:rPr>
          <w:rFonts w:ascii="Times New Roman" w:hAnsi="Times New Roman" w:cs="Times New Roman"/>
          <w:sz w:val="26"/>
          <w:szCs w:val="26"/>
        </w:rPr>
        <w:t>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обязательстве, сформированными на основании документов, предусмотренных в графе 2 Перечня документов, на основании которых возникают бюджетные обязательства получателей средств районного бюджета, и документов, подтверждающих возникновение денежных обязательств получателей средств районного бюджета, согласно приложению  к настоящему</w:t>
      </w:r>
      <w:r w:rsidR="00313839">
        <w:rPr>
          <w:rFonts w:ascii="Times New Roman" w:hAnsi="Times New Roman" w:cs="Times New Roman"/>
          <w:sz w:val="26"/>
          <w:szCs w:val="26"/>
        </w:rPr>
        <w:t xml:space="preserve"> По</w:t>
      </w:r>
      <w:r w:rsidR="00BB2BF4">
        <w:rPr>
          <w:rFonts w:ascii="Times New Roman" w:hAnsi="Times New Roman" w:cs="Times New Roman"/>
          <w:sz w:val="26"/>
          <w:szCs w:val="26"/>
        </w:rPr>
        <w:t>рядку</w:t>
      </w:r>
      <w:r w:rsidR="00313839" w:rsidRPr="0031383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63E68" w:rsidRPr="00963E68" w:rsidRDefault="00313839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 </w:t>
      </w:r>
      <w:r w:rsidR="00963E68" w:rsidRPr="00963E68">
        <w:rPr>
          <w:rFonts w:ascii="Times New Roman" w:hAnsi="Times New Roman" w:cs="Times New Roman"/>
          <w:sz w:val="26"/>
          <w:szCs w:val="26"/>
        </w:rPr>
        <w:t>2.2. Для постановки на учет принятых бюджетных обязательств получатель средств районного бюджета в программном комплексе «Бюджет-Смарт» вводит в соответствующие поля реестровый номер (номер), дату, сумму документа, служащего основанием для возникновения обязательств, исполнителя, способ заключения, что позволяет идентифицировать бюджетное обязательство при осуществлении платежей.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2.3. После перечисления средств на частичную оплату бюджетного обязательства в автоматизированной системе отражается сумма его неисполненного остатка.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2.4. Получатель средств районного бюджета подтверждает обязанность оплатить за счет средств районного бюджета денежные обязательства в соответствии с </w:t>
      </w:r>
      <w:r w:rsidR="00BD3564">
        <w:rPr>
          <w:rFonts w:ascii="Times New Roman" w:hAnsi="Times New Roman" w:cs="Times New Roman"/>
          <w:sz w:val="26"/>
          <w:szCs w:val="26"/>
        </w:rPr>
        <w:t>расчетными</w:t>
      </w:r>
      <w:r w:rsidRPr="00963E68">
        <w:rPr>
          <w:rFonts w:ascii="Times New Roman" w:hAnsi="Times New Roman" w:cs="Times New Roman"/>
          <w:sz w:val="26"/>
          <w:szCs w:val="26"/>
        </w:rPr>
        <w:t xml:space="preserve"> и иными документами, необходимыми для санкционирования их оплаты, в пределах доведенных лимитов бюджетных обязательств и предельных объемов </w:t>
      </w:r>
      <w:r w:rsidRPr="00963E68">
        <w:rPr>
          <w:rFonts w:ascii="Times New Roman" w:hAnsi="Times New Roman" w:cs="Times New Roman"/>
          <w:sz w:val="26"/>
          <w:szCs w:val="26"/>
        </w:rPr>
        <w:lastRenderedPageBreak/>
        <w:t>финансирования.</w:t>
      </w:r>
      <w:bookmarkStart w:id="8" w:name="P65"/>
      <w:bookmarkEnd w:id="8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2.5. Для оплаты поставленных товаров, выполненных работ, оказанных услуг получателями средств районного бюджета должны быть подготовлены и представлены </w:t>
      </w:r>
      <w:r w:rsidR="00102AF5">
        <w:rPr>
          <w:rFonts w:ascii="Times New Roman" w:hAnsi="Times New Roman" w:cs="Times New Roman"/>
          <w:sz w:val="26"/>
          <w:szCs w:val="26"/>
        </w:rPr>
        <w:t>Фин</w:t>
      </w:r>
      <w:r w:rsidRPr="00963E68">
        <w:rPr>
          <w:rFonts w:ascii="Times New Roman" w:hAnsi="Times New Roman" w:cs="Times New Roman"/>
          <w:sz w:val="26"/>
          <w:szCs w:val="26"/>
        </w:rPr>
        <w:t>ансов</w:t>
      </w:r>
      <w:r w:rsidR="00102AF5">
        <w:rPr>
          <w:rFonts w:ascii="Times New Roman" w:hAnsi="Times New Roman" w:cs="Times New Roman"/>
          <w:sz w:val="26"/>
          <w:szCs w:val="26"/>
        </w:rPr>
        <w:t>ому отделу</w:t>
      </w:r>
      <w:r w:rsidRPr="00963E68">
        <w:rPr>
          <w:rFonts w:ascii="Times New Roman" w:hAnsi="Times New Roman" w:cs="Times New Roman"/>
          <w:sz w:val="26"/>
          <w:szCs w:val="26"/>
        </w:rPr>
        <w:t>:</w:t>
      </w:r>
      <w:bookmarkStart w:id="9" w:name="P66"/>
      <w:bookmarkEnd w:id="9"/>
    </w:p>
    <w:p w:rsidR="00963E68" w:rsidRPr="00ED680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6808">
        <w:rPr>
          <w:rFonts w:ascii="Times New Roman" w:hAnsi="Times New Roman" w:cs="Times New Roman"/>
          <w:sz w:val="26"/>
          <w:szCs w:val="26"/>
        </w:rPr>
        <w:t>2.5.1. оригиналы</w:t>
      </w:r>
      <w:r w:rsidR="00ED6808">
        <w:rPr>
          <w:rFonts w:ascii="Times New Roman" w:hAnsi="Times New Roman" w:cs="Times New Roman"/>
          <w:sz w:val="26"/>
          <w:szCs w:val="26"/>
        </w:rPr>
        <w:t xml:space="preserve"> или копии, заверенные руководителем учреждения,</w:t>
      </w:r>
      <w:r w:rsidRPr="00ED6808">
        <w:rPr>
          <w:rFonts w:ascii="Times New Roman" w:hAnsi="Times New Roman" w:cs="Times New Roman"/>
          <w:sz w:val="26"/>
          <w:szCs w:val="26"/>
        </w:rPr>
        <w:t xml:space="preserve"> муниципальных контрактов (договоров) на поставку товаров, выполнение работ, оказание услуг для муниципальных нужд, включая все приложения и дополнительные соглашения к ним;</w:t>
      </w:r>
    </w:p>
    <w:p w:rsidR="00963E68" w:rsidRPr="00ED680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6808">
        <w:rPr>
          <w:rFonts w:ascii="Times New Roman" w:hAnsi="Times New Roman" w:cs="Times New Roman"/>
          <w:sz w:val="26"/>
          <w:szCs w:val="26"/>
        </w:rPr>
        <w:t>2.5.2. оригиналы документов</w:t>
      </w:r>
      <w:r w:rsidR="00ED6808">
        <w:rPr>
          <w:rFonts w:ascii="Times New Roman" w:hAnsi="Times New Roman" w:cs="Times New Roman"/>
          <w:sz w:val="26"/>
          <w:szCs w:val="26"/>
        </w:rPr>
        <w:t xml:space="preserve"> или их копии, заверенные руководителем учреждения,</w:t>
      </w:r>
      <w:r w:rsidRPr="00ED6808">
        <w:rPr>
          <w:rFonts w:ascii="Times New Roman" w:hAnsi="Times New Roman" w:cs="Times New Roman"/>
          <w:sz w:val="26"/>
          <w:szCs w:val="26"/>
        </w:rPr>
        <w:t xml:space="preserve"> подтверждающих возникновение денежных обязательств у получателя средств районного бюджета: счет, счет-фактура, квитанция, соглашение и (или) иные документы, установленные нормативными правовыми актами Российской Федерации</w:t>
      </w:r>
      <w:r w:rsidR="00102AF5" w:rsidRPr="00ED6808">
        <w:rPr>
          <w:rFonts w:ascii="Times New Roman" w:hAnsi="Times New Roman" w:cs="Times New Roman"/>
          <w:sz w:val="26"/>
          <w:szCs w:val="26"/>
        </w:rPr>
        <w:t>, Воронежской области</w:t>
      </w:r>
      <w:r w:rsidRPr="00ED6808">
        <w:rPr>
          <w:rFonts w:ascii="Times New Roman" w:hAnsi="Times New Roman" w:cs="Times New Roman"/>
          <w:sz w:val="26"/>
          <w:szCs w:val="26"/>
        </w:rPr>
        <w:t xml:space="preserve"> и </w:t>
      </w:r>
      <w:r w:rsidR="00102AF5" w:rsidRPr="00ED6808">
        <w:rPr>
          <w:rFonts w:ascii="Times New Roman" w:hAnsi="Times New Roman" w:cs="Times New Roman"/>
          <w:sz w:val="26"/>
          <w:szCs w:val="26"/>
        </w:rPr>
        <w:t>Талов</w:t>
      </w:r>
      <w:r w:rsidRPr="00ED6808">
        <w:rPr>
          <w:rFonts w:ascii="Times New Roman" w:hAnsi="Times New Roman" w:cs="Times New Roman"/>
          <w:sz w:val="26"/>
          <w:szCs w:val="26"/>
        </w:rPr>
        <w:t>ского муниципального района;</w:t>
      </w:r>
      <w:bookmarkStart w:id="10" w:name="P68"/>
      <w:bookmarkEnd w:id="10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6808">
        <w:rPr>
          <w:rFonts w:ascii="Times New Roman" w:hAnsi="Times New Roman" w:cs="Times New Roman"/>
          <w:sz w:val="26"/>
          <w:szCs w:val="26"/>
        </w:rPr>
        <w:t>2.5.3. оригиналы документов</w:t>
      </w:r>
      <w:r w:rsidR="00ED6808">
        <w:rPr>
          <w:rFonts w:ascii="Times New Roman" w:hAnsi="Times New Roman" w:cs="Times New Roman"/>
          <w:sz w:val="26"/>
          <w:szCs w:val="26"/>
        </w:rPr>
        <w:t xml:space="preserve"> или их копии, заверенные руководителем учреждения</w:t>
      </w:r>
      <w:r w:rsidRPr="00ED6808">
        <w:rPr>
          <w:rFonts w:ascii="Times New Roman" w:hAnsi="Times New Roman" w:cs="Times New Roman"/>
          <w:sz w:val="26"/>
          <w:szCs w:val="26"/>
        </w:rPr>
        <w:t>, подтверждающие исполнение поставщиком (исполнителем) своих обязательств по договору: акт выполненных работ, оказанных услуг, товарная накладная, акт приема-передачи, кассовый или товарный чек, расчетная ведомость, другие документы, предусмотренные муниципальными контрактами (договорами), соглашениями</w:t>
      </w:r>
      <w:bookmarkStart w:id="11" w:name="P70"/>
      <w:bookmarkEnd w:id="11"/>
      <w:r w:rsidRPr="00ED680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1147">
        <w:rPr>
          <w:rFonts w:ascii="Times New Roman" w:hAnsi="Times New Roman" w:cs="Times New Roman"/>
          <w:sz w:val="26"/>
          <w:szCs w:val="26"/>
        </w:rPr>
        <w:t xml:space="preserve">2.5.4. реестр </w:t>
      </w:r>
      <w:r w:rsidR="00BC1147">
        <w:rPr>
          <w:rFonts w:ascii="Times New Roman" w:hAnsi="Times New Roman" w:cs="Times New Roman"/>
          <w:sz w:val="26"/>
          <w:szCs w:val="26"/>
        </w:rPr>
        <w:t xml:space="preserve">финансирования </w:t>
      </w:r>
      <w:r w:rsidRPr="00BC1147">
        <w:rPr>
          <w:rFonts w:ascii="Times New Roman" w:hAnsi="Times New Roman" w:cs="Times New Roman"/>
          <w:sz w:val="26"/>
          <w:szCs w:val="26"/>
        </w:rPr>
        <w:t xml:space="preserve"> с копиями документов, служащие основанием платежа.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2.6. Не требуется предоставление документов, указанных в </w:t>
      </w:r>
      <w:hyperlink w:anchor="P65" w:history="1">
        <w:r w:rsidRPr="00963E68">
          <w:rPr>
            <w:rFonts w:ascii="Times New Roman" w:hAnsi="Times New Roman" w:cs="Times New Roman"/>
            <w:sz w:val="26"/>
            <w:szCs w:val="26"/>
          </w:rPr>
          <w:t>пункте 2.5</w:t>
        </w:r>
      </w:hyperlink>
      <w:r w:rsidRPr="00963E68">
        <w:rPr>
          <w:rFonts w:ascii="Times New Roman" w:hAnsi="Times New Roman" w:cs="Times New Roman"/>
          <w:sz w:val="26"/>
          <w:szCs w:val="26"/>
        </w:rPr>
        <w:t xml:space="preserve"> настоящего Порядка, в следующих случаях: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2.6.1. при осуществлении в пользу граждан социальных выплат;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2.6.2. при расчетах по оплате труда и начислениям на выплаты по оплате труда;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2.6.3. при осуществлении расходов, связанных с обслуживанием районного долга.</w:t>
      </w:r>
      <w:bookmarkStart w:id="12" w:name="P76"/>
      <w:bookmarkEnd w:id="12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2.7. </w:t>
      </w:r>
      <w:r w:rsidR="00102AF5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102AF5">
        <w:rPr>
          <w:rFonts w:ascii="Times New Roman" w:hAnsi="Times New Roman" w:cs="Times New Roman"/>
          <w:sz w:val="26"/>
          <w:szCs w:val="26"/>
        </w:rPr>
        <w:t>ый отдел</w:t>
      </w:r>
      <w:r w:rsidRPr="00963E68">
        <w:rPr>
          <w:rFonts w:ascii="Times New Roman" w:hAnsi="Times New Roman" w:cs="Times New Roman"/>
          <w:sz w:val="26"/>
          <w:szCs w:val="26"/>
        </w:rPr>
        <w:t xml:space="preserve"> контролирует документы, представленные главными распорядителями средств и получателями бюджетных средств районного бюджета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2.7.1. наличие и правильность оформления;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2.7.2. соответствие Федеральному </w:t>
      </w:r>
      <w:hyperlink r:id="rId11" w:history="1">
        <w:r w:rsidRPr="00963E68">
          <w:rPr>
            <w:rFonts w:ascii="Times New Roman" w:hAnsi="Times New Roman" w:cs="Times New Roman"/>
            <w:sz w:val="26"/>
            <w:szCs w:val="26"/>
          </w:rPr>
          <w:t>закону</w:t>
        </w:r>
      </w:hyperlink>
      <w:r w:rsidRPr="00963E68">
        <w:rPr>
          <w:rFonts w:ascii="Times New Roman" w:hAnsi="Times New Roman" w:cs="Times New Roman"/>
          <w:sz w:val="26"/>
          <w:szCs w:val="26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lastRenderedPageBreak/>
        <w:t>2.7.3. достоверность указанных реквизитов;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2.7.4. целевое использование бюджетных средств.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2.8. На основании прошедших контроль документов получатели средств районного бюджета оформляют в автоматизированной системе </w:t>
      </w:r>
      <w:r w:rsidR="00BD3564">
        <w:rPr>
          <w:rFonts w:ascii="Times New Roman" w:hAnsi="Times New Roman" w:cs="Times New Roman"/>
          <w:sz w:val="26"/>
          <w:szCs w:val="26"/>
        </w:rPr>
        <w:t>расчетные</w:t>
      </w:r>
      <w:r w:rsidRPr="00963E68">
        <w:rPr>
          <w:rFonts w:ascii="Times New Roman" w:hAnsi="Times New Roman" w:cs="Times New Roman"/>
          <w:sz w:val="26"/>
          <w:szCs w:val="26"/>
        </w:rPr>
        <w:t xml:space="preserve"> документы в соответствии с нормативными документами Банка России и Министерства финансов Российской Федерации, определяющими правила оформления платежных поручений в части указания в них необходимой информации. Ответственность за неполноту и недостоверность информации, указанной в </w:t>
      </w:r>
      <w:r w:rsidR="00BC1147">
        <w:rPr>
          <w:rFonts w:ascii="Times New Roman" w:hAnsi="Times New Roman" w:cs="Times New Roman"/>
          <w:sz w:val="26"/>
          <w:szCs w:val="26"/>
        </w:rPr>
        <w:t xml:space="preserve">расчетных </w:t>
      </w:r>
      <w:r w:rsidRPr="00963E68">
        <w:rPr>
          <w:rFonts w:ascii="Times New Roman" w:hAnsi="Times New Roman" w:cs="Times New Roman"/>
          <w:sz w:val="26"/>
          <w:szCs w:val="26"/>
        </w:rPr>
        <w:t>документах, несут представившие их получатели средств районного бюджета.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2.9. Электронные </w:t>
      </w:r>
      <w:r w:rsidR="00BC1147">
        <w:rPr>
          <w:rFonts w:ascii="Times New Roman" w:hAnsi="Times New Roman" w:cs="Times New Roman"/>
          <w:sz w:val="26"/>
          <w:szCs w:val="26"/>
        </w:rPr>
        <w:t xml:space="preserve">расчетные </w:t>
      </w:r>
      <w:r w:rsidRPr="00963E68">
        <w:rPr>
          <w:rFonts w:ascii="Times New Roman" w:hAnsi="Times New Roman" w:cs="Times New Roman"/>
          <w:sz w:val="26"/>
          <w:szCs w:val="26"/>
        </w:rPr>
        <w:t xml:space="preserve">документы подлежат автоматическому контролю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2.9.1. наличие достаточного остатка лимитов бюджетных обязательств;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2.9.2. наличие неисполненного бюджетного обязательства.</w:t>
      </w:r>
      <w:bookmarkStart w:id="13" w:name="P87"/>
      <w:bookmarkEnd w:id="13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2.10. Сформированные реестры на перечисление средств передаются в </w:t>
      </w:r>
      <w:r w:rsidR="00102AF5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102AF5">
        <w:rPr>
          <w:rFonts w:ascii="Times New Roman" w:hAnsi="Times New Roman" w:cs="Times New Roman"/>
          <w:sz w:val="26"/>
          <w:szCs w:val="26"/>
        </w:rPr>
        <w:t>ый отдел</w:t>
      </w:r>
      <w:r w:rsidRPr="00963E68">
        <w:rPr>
          <w:rFonts w:ascii="Times New Roman" w:hAnsi="Times New Roman" w:cs="Times New Roman"/>
          <w:sz w:val="26"/>
          <w:szCs w:val="26"/>
        </w:rPr>
        <w:t xml:space="preserve"> на бумажном носителе с оригиналами документов, установленных подпунктами 2.5.1. – 2.5.</w:t>
      </w:r>
      <w:hyperlink w:anchor="P68" w:history="1">
        <w:r w:rsidRPr="00963E68">
          <w:rPr>
            <w:rFonts w:ascii="Times New Roman" w:hAnsi="Times New Roman" w:cs="Times New Roman"/>
            <w:sz w:val="26"/>
            <w:szCs w:val="26"/>
          </w:rPr>
          <w:t>4. пункта 2.5</w:t>
        </w:r>
      </w:hyperlink>
      <w:r w:rsidRPr="00963E68">
        <w:rPr>
          <w:rFonts w:ascii="Times New Roman" w:hAnsi="Times New Roman" w:cs="Times New Roman"/>
          <w:sz w:val="26"/>
          <w:szCs w:val="26"/>
        </w:rPr>
        <w:t xml:space="preserve"> настоящего Порядка, служащих основанием платежей.</w:t>
      </w:r>
      <w:bookmarkStart w:id="14" w:name="P88"/>
      <w:bookmarkEnd w:id="14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2.11. При предоставлении субсидий юридическим лицам, индивидуальным предпринимателям, физическим лицам - производителям товаров, работ, услуг в  </w:t>
      </w:r>
      <w:r w:rsidR="00102AF5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102AF5">
        <w:rPr>
          <w:rFonts w:ascii="Times New Roman" w:hAnsi="Times New Roman" w:cs="Times New Roman"/>
          <w:sz w:val="26"/>
          <w:szCs w:val="26"/>
        </w:rPr>
        <w:t>ый отдел</w:t>
      </w:r>
      <w:r w:rsidRPr="00963E68">
        <w:rPr>
          <w:rFonts w:ascii="Times New Roman" w:hAnsi="Times New Roman" w:cs="Times New Roman"/>
          <w:sz w:val="26"/>
          <w:szCs w:val="26"/>
        </w:rPr>
        <w:t xml:space="preserve"> представляются документы, установленные в нормативном правовом акте </w:t>
      </w:r>
      <w:r w:rsidR="00102AF5">
        <w:rPr>
          <w:rFonts w:ascii="Times New Roman" w:hAnsi="Times New Roman" w:cs="Times New Roman"/>
          <w:sz w:val="26"/>
          <w:szCs w:val="26"/>
        </w:rPr>
        <w:t xml:space="preserve">Таловского </w:t>
      </w:r>
      <w:r w:rsidRPr="00963E68">
        <w:rPr>
          <w:rFonts w:ascii="Times New Roman" w:hAnsi="Times New Roman" w:cs="Times New Roman"/>
          <w:sz w:val="26"/>
          <w:szCs w:val="26"/>
        </w:rPr>
        <w:t>муниципального района о порядке предоставления субсидий.</w:t>
      </w:r>
      <w:bookmarkStart w:id="15" w:name="P89"/>
      <w:bookmarkEnd w:id="15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2.12. При предоставлении межбюджетных трансфертов </w:t>
      </w:r>
      <w:r w:rsidR="0047418D">
        <w:rPr>
          <w:rFonts w:ascii="Times New Roman" w:hAnsi="Times New Roman" w:cs="Times New Roman"/>
          <w:sz w:val="26"/>
          <w:szCs w:val="26"/>
        </w:rPr>
        <w:t xml:space="preserve">в Финансовый отдел </w:t>
      </w:r>
      <w:r w:rsidR="00AB06D2">
        <w:rPr>
          <w:rFonts w:ascii="Times New Roman" w:hAnsi="Times New Roman" w:cs="Times New Roman"/>
          <w:sz w:val="26"/>
          <w:szCs w:val="26"/>
        </w:rPr>
        <w:t>отчетности</w:t>
      </w:r>
      <w:r w:rsidRPr="00963E68">
        <w:rPr>
          <w:rFonts w:ascii="Times New Roman" w:hAnsi="Times New Roman" w:cs="Times New Roman"/>
          <w:sz w:val="26"/>
          <w:szCs w:val="26"/>
        </w:rPr>
        <w:t xml:space="preserve"> представляются документы, установленные нормативным правовым актом </w:t>
      </w:r>
      <w:r w:rsidR="00E97DF1">
        <w:rPr>
          <w:rFonts w:ascii="Times New Roman" w:hAnsi="Times New Roman" w:cs="Times New Roman"/>
          <w:sz w:val="26"/>
          <w:szCs w:val="26"/>
        </w:rPr>
        <w:t>Талов</w:t>
      </w:r>
      <w:r w:rsidRPr="00963E68">
        <w:rPr>
          <w:rFonts w:ascii="Times New Roman" w:hAnsi="Times New Roman" w:cs="Times New Roman"/>
          <w:sz w:val="26"/>
          <w:szCs w:val="26"/>
        </w:rPr>
        <w:t>ского муниципального района о порядке предоставления межбюджетных трансфертов.</w:t>
      </w:r>
    </w:p>
    <w:p w:rsid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2.13. При предоставлении бюджетных кредитов </w:t>
      </w:r>
      <w:r w:rsidRPr="00BC1147">
        <w:rPr>
          <w:rFonts w:ascii="Times New Roman" w:hAnsi="Times New Roman" w:cs="Times New Roman"/>
          <w:sz w:val="26"/>
          <w:szCs w:val="26"/>
        </w:rPr>
        <w:t xml:space="preserve">в </w:t>
      </w:r>
      <w:r w:rsidR="0047418D">
        <w:rPr>
          <w:rFonts w:ascii="Times New Roman" w:hAnsi="Times New Roman" w:cs="Times New Roman"/>
          <w:sz w:val="26"/>
          <w:szCs w:val="26"/>
        </w:rPr>
        <w:t>Финансовый отдел</w:t>
      </w:r>
      <w:r w:rsidRPr="00963E68">
        <w:rPr>
          <w:rFonts w:ascii="Times New Roman" w:hAnsi="Times New Roman" w:cs="Times New Roman"/>
          <w:sz w:val="26"/>
          <w:szCs w:val="26"/>
        </w:rPr>
        <w:t xml:space="preserve"> представляются документы, установленные нормативным правовым актом </w:t>
      </w:r>
      <w:r w:rsidR="00E97DF1">
        <w:rPr>
          <w:rFonts w:ascii="Times New Roman" w:hAnsi="Times New Roman" w:cs="Times New Roman"/>
          <w:sz w:val="26"/>
          <w:szCs w:val="26"/>
        </w:rPr>
        <w:t>Талов</w:t>
      </w:r>
      <w:r w:rsidRPr="00963E68">
        <w:rPr>
          <w:rFonts w:ascii="Times New Roman" w:hAnsi="Times New Roman" w:cs="Times New Roman"/>
          <w:sz w:val="26"/>
          <w:szCs w:val="26"/>
        </w:rPr>
        <w:t>ского муниципального района о порядке предоставления бюджетных кредитов.</w:t>
      </w:r>
    </w:p>
    <w:p w:rsidR="00A31B37" w:rsidRPr="00963E68" w:rsidRDefault="00A31B37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3E68" w:rsidRPr="00963E68" w:rsidRDefault="00963E68" w:rsidP="001B607B">
      <w:pPr>
        <w:pStyle w:val="ConsPlusNormal"/>
        <w:numPr>
          <w:ilvl w:val="0"/>
          <w:numId w:val="4"/>
        </w:numPr>
        <w:adjustRightInd/>
        <w:spacing w:line="36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E68">
        <w:rPr>
          <w:rFonts w:ascii="Times New Roman" w:hAnsi="Times New Roman" w:cs="Times New Roman"/>
          <w:b/>
          <w:sz w:val="26"/>
          <w:szCs w:val="26"/>
        </w:rPr>
        <w:t>Санкционирование оплаты денежных обязательств получателей</w:t>
      </w:r>
    </w:p>
    <w:p w:rsidR="00963E68" w:rsidRDefault="00963E68" w:rsidP="001B607B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E68">
        <w:rPr>
          <w:rFonts w:ascii="Times New Roman" w:hAnsi="Times New Roman" w:cs="Times New Roman"/>
          <w:b/>
          <w:sz w:val="26"/>
          <w:szCs w:val="26"/>
        </w:rPr>
        <w:t>бюджетных средств районного бюджета и администраторов источников финансирования дефицита районного бюджета</w:t>
      </w:r>
    </w:p>
    <w:p w:rsidR="000F2E34" w:rsidRPr="00963E68" w:rsidRDefault="000F2E34" w:rsidP="001B607B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lastRenderedPageBreak/>
        <w:t xml:space="preserve">3.1. Для оплаты денежных обязательств получатели бюджетных средств (администраторы источников финансирования дефицита районного бюджета) представляют в </w:t>
      </w:r>
      <w:r w:rsidR="00E97DF1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E97DF1">
        <w:rPr>
          <w:rFonts w:ascii="Times New Roman" w:hAnsi="Times New Roman" w:cs="Times New Roman"/>
          <w:sz w:val="26"/>
          <w:szCs w:val="26"/>
        </w:rPr>
        <w:t>ый отдел</w:t>
      </w:r>
      <w:r w:rsidRPr="00963E68">
        <w:rPr>
          <w:rFonts w:ascii="Times New Roman" w:hAnsi="Times New Roman" w:cs="Times New Roman"/>
          <w:sz w:val="26"/>
          <w:szCs w:val="26"/>
        </w:rPr>
        <w:t xml:space="preserve"> платежные документы, оформленные в соответствии с требованиями Центрального банка Российской Федерации и Министерства финансов Российской Федерации, включенные в реестр финансирования на перечисление средств. Платежные документы и реестры финансирования на перечисление сре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 xml:space="preserve">и наличии электронного документооборота между получателем бюджетных средств (администратором источников финансирования дефицита районного бюджета) и </w:t>
      </w:r>
      <w:r w:rsidR="00E97DF1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E97DF1">
        <w:rPr>
          <w:rFonts w:ascii="Times New Roman" w:hAnsi="Times New Roman" w:cs="Times New Roman"/>
          <w:sz w:val="26"/>
          <w:szCs w:val="26"/>
        </w:rPr>
        <w:t>ым отделом</w:t>
      </w:r>
      <w:r w:rsidRPr="00963E68">
        <w:rPr>
          <w:rFonts w:ascii="Times New Roman" w:hAnsi="Times New Roman" w:cs="Times New Roman"/>
          <w:sz w:val="26"/>
          <w:szCs w:val="26"/>
        </w:rPr>
        <w:t xml:space="preserve"> представляются в электронном виде.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E68">
        <w:rPr>
          <w:rFonts w:ascii="Times New Roman" w:hAnsi="Times New Roman" w:cs="Times New Roman"/>
          <w:sz w:val="26"/>
          <w:szCs w:val="26"/>
        </w:rPr>
        <w:t xml:space="preserve">При отсутствии у получателя бюджетных средств технической возможности осуществления документооборота в электронном виде платежные документы и реестры финансирования на перечисление средств представляются </w:t>
      </w:r>
      <w:r w:rsidR="00E97DF1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E97DF1">
        <w:rPr>
          <w:rFonts w:ascii="Times New Roman" w:hAnsi="Times New Roman" w:cs="Times New Roman"/>
          <w:sz w:val="26"/>
          <w:szCs w:val="26"/>
        </w:rPr>
        <w:t>ому отделу</w:t>
      </w:r>
      <w:r w:rsidRPr="00963E68">
        <w:rPr>
          <w:rFonts w:ascii="Times New Roman" w:hAnsi="Times New Roman" w:cs="Times New Roman"/>
          <w:sz w:val="26"/>
          <w:szCs w:val="26"/>
        </w:rPr>
        <w:t xml:space="preserve"> на бумажном и машинном носителе в формате, совместимом с программным комплексом "Бюджет-Смарт", заверенные подписями должностных лиц, имеющих право первой и второй подписи и скрепленные печатью, с приложением оригиналов документов-оснований и документов, подтверждающему возникновение денежного обязательства.</w:t>
      </w:r>
      <w:proofErr w:type="gramEnd"/>
    </w:p>
    <w:p w:rsidR="00963E68" w:rsidRPr="00963E68" w:rsidRDefault="00963E68" w:rsidP="001B607B">
      <w:pPr>
        <w:pStyle w:val="ConsPlusNormal"/>
        <w:numPr>
          <w:ilvl w:val="1"/>
          <w:numId w:val="4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98"/>
      <w:bookmarkEnd w:id="16"/>
      <w:r w:rsidRPr="00963E68">
        <w:rPr>
          <w:rFonts w:ascii="Times New Roman" w:hAnsi="Times New Roman" w:cs="Times New Roman"/>
          <w:sz w:val="26"/>
          <w:szCs w:val="26"/>
        </w:rPr>
        <w:t xml:space="preserve">В </w:t>
      </w:r>
      <w:r w:rsidR="00477113">
        <w:rPr>
          <w:rFonts w:ascii="Times New Roman" w:hAnsi="Times New Roman" w:cs="Times New Roman"/>
          <w:sz w:val="26"/>
          <w:szCs w:val="26"/>
        </w:rPr>
        <w:t>Ф</w:t>
      </w:r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477113">
        <w:rPr>
          <w:rFonts w:ascii="Times New Roman" w:hAnsi="Times New Roman" w:cs="Times New Roman"/>
          <w:sz w:val="26"/>
          <w:szCs w:val="26"/>
        </w:rPr>
        <w:t>ом отделе</w:t>
      </w:r>
      <w:r w:rsidRPr="00963E68">
        <w:rPr>
          <w:rFonts w:ascii="Times New Roman" w:hAnsi="Times New Roman" w:cs="Times New Roman"/>
          <w:sz w:val="26"/>
          <w:szCs w:val="26"/>
        </w:rPr>
        <w:t xml:space="preserve"> документы, представленные в соответствии с </w:t>
      </w:r>
      <w:hyperlink w:anchor="P87" w:history="1">
        <w:r w:rsidRPr="00963E68">
          <w:rPr>
            <w:rFonts w:ascii="Times New Roman" w:hAnsi="Times New Roman" w:cs="Times New Roman"/>
            <w:sz w:val="26"/>
            <w:szCs w:val="26"/>
          </w:rPr>
          <w:t>пунктом 2.10</w:t>
        </w:r>
      </w:hyperlink>
      <w:r w:rsidRPr="00963E68">
        <w:rPr>
          <w:rFonts w:ascii="Times New Roman" w:hAnsi="Times New Roman" w:cs="Times New Roman"/>
          <w:sz w:val="26"/>
          <w:szCs w:val="26"/>
        </w:rPr>
        <w:t xml:space="preserve"> настоящего Порядка, проверяются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:</w:t>
      </w:r>
      <w:bookmarkStart w:id="17" w:name="P100"/>
      <w:bookmarkEnd w:id="17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3.2.1. наименования получателя бюджетных средств и номера соответствующего </w:t>
      </w:r>
      <w:r w:rsidR="00A31B37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963E68">
        <w:rPr>
          <w:rFonts w:ascii="Times New Roman" w:hAnsi="Times New Roman" w:cs="Times New Roman"/>
          <w:sz w:val="26"/>
          <w:szCs w:val="26"/>
        </w:rPr>
        <w:t>лицевого счета, открытого получателю бюджетных сре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 xml:space="preserve">дств в </w:t>
      </w:r>
      <w:r w:rsidR="00477113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инансов</w:t>
      </w:r>
      <w:r w:rsidR="00477113">
        <w:rPr>
          <w:rFonts w:ascii="Times New Roman" w:hAnsi="Times New Roman" w:cs="Times New Roman"/>
          <w:sz w:val="26"/>
          <w:szCs w:val="26"/>
        </w:rPr>
        <w:t>ом отделе</w:t>
      </w:r>
      <w:r w:rsidRPr="00963E68">
        <w:rPr>
          <w:rFonts w:ascii="Times New Roman" w:hAnsi="Times New Roman" w:cs="Times New Roman"/>
          <w:sz w:val="26"/>
          <w:szCs w:val="26"/>
        </w:rPr>
        <w:t>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3.2.2. коды классификации расходов районного бюджета, указанные в платежном документе, должны соответствовать кодам бюджетной классификации Российской Федерации и Воронежской области, действующим в текущем финансовом году на момент представления платежного документа;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E68">
        <w:rPr>
          <w:rFonts w:ascii="Times New Roman" w:hAnsi="Times New Roman" w:cs="Times New Roman"/>
          <w:sz w:val="26"/>
          <w:szCs w:val="26"/>
        </w:rPr>
        <w:t xml:space="preserve">3.2.3. соответствие содержания операции исходя из денежного обязательства коду вида расходов и </w:t>
      </w:r>
      <w:r w:rsidRPr="00C63120">
        <w:rPr>
          <w:rFonts w:ascii="Times New Roman" w:hAnsi="Times New Roman" w:cs="Times New Roman"/>
          <w:sz w:val="26"/>
          <w:szCs w:val="26"/>
        </w:rPr>
        <w:t>содержанию текста назначения платежа,</w:t>
      </w:r>
      <w:r w:rsidRPr="00963E68">
        <w:rPr>
          <w:rFonts w:ascii="Times New Roman" w:hAnsi="Times New Roman" w:cs="Times New Roman"/>
          <w:sz w:val="26"/>
          <w:szCs w:val="26"/>
        </w:rPr>
        <w:t xml:space="preserve"> указанном в платежном документе;</w:t>
      </w:r>
      <w:proofErr w:type="gramEnd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101"/>
      <w:bookmarkEnd w:id="18"/>
      <w:r w:rsidRPr="00963E68">
        <w:rPr>
          <w:rFonts w:ascii="Times New Roman" w:hAnsi="Times New Roman" w:cs="Times New Roman"/>
          <w:sz w:val="26"/>
          <w:szCs w:val="26"/>
        </w:rPr>
        <w:t>3.2.4. не</w:t>
      </w:r>
      <w:r w:rsidR="00477113">
        <w:rPr>
          <w:rFonts w:ascii="Times New Roman" w:hAnsi="Times New Roman" w:cs="Times New Roman"/>
          <w:sz w:val="26"/>
          <w:szCs w:val="26"/>
        </w:rPr>
        <w:t xml:space="preserve"> </w:t>
      </w:r>
      <w:r w:rsidRPr="00963E68">
        <w:rPr>
          <w:rFonts w:ascii="Times New Roman" w:hAnsi="Times New Roman" w:cs="Times New Roman"/>
          <w:sz w:val="26"/>
          <w:szCs w:val="26"/>
        </w:rPr>
        <w:t>превышение суммы платежного документа остаткам соответствующих лимитов бюджетных обязательств, объемов финансирования, учтенных на лицевом счете получателя бюджетных средств (автоматически);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3.2.5. наличие неисполненного бюджетного обязательства (в автоматическом </w:t>
      </w:r>
      <w:r w:rsidRPr="00963E68">
        <w:rPr>
          <w:rFonts w:ascii="Times New Roman" w:hAnsi="Times New Roman" w:cs="Times New Roman"/>
          <w:sz w:val="26"/>
          <w:szCs w:val="26"/>
        </w:rPr>
        <w:lastRenderedPageBreak/>
        <w:t>режиме);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3.2.6.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104"/>
      <w:bookmarkEnd w:id="19"/>
      <w:r w:rsidRPr="00963E68">
        <w:rPr>
          <w:rFonts w:ascii="Times New Roman" w:hAnsi="Times New Roman" w:cs="Times New Roman"/>
          <w:sz w:val="26"/>
          <w:szCs w:val="26"/>
        </w:rPr>
        <w:t>3.2.7. наличие и правильность оформления документов, служащих основанием платежей;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3.2.8. соответствие суммы авансовых платежей размерам авансовых платежей, предусмотренных действующим законодательством и указанных в заключенных муниципальных контрактах (договорах);</w:t>
      </w:r>
      <w:bookmarkStart w:id="20" w:name="P107"/>
      <w:bookmarkEnd w:id="20"/>
    </w:p>
    <w:p w:rsid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3.2.9. наличие информации о заключе</w:t>
      </w:r>
      <w:r w:rsidR="003F0A64">
        <w:rPr>
          <w:rFonts w:ascii="Times New Roman" w:hAnsi="Times New Roman" w:cs="Times New Roman"/>
          <w:sz w:val="26"/>
          <w:szCs w:val="26"/>
        </w:rPr>
        <w:t>нном контракте (его изменениях);</w:t>
      </w:r>
    </w:p>
    <w:p w:rsidR="003F0A64" w:rsidRPr="00963E68" w:rsidRDefault="003F0A64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3.2.10. уникального номера реестровой записи из реестра контрактов в единой информационной системе в сфере закупок (реестр контрактов), идентификатора документа о приемке или этапа (в случае авансового платежа) и на предмет их соответствия уникальному номеру реестровой записи из реестра, идентификатору документа о приемке или этапа (в случае авансового платежа), указанных в реестре.</w:t>
      </w:r>
      <w:proofErr w:type="gramEnd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3.3. При санкционировании оплаты денежных обязательств по расходам по публичным нормативным обязательствам осуществляется проверка платежного документа по следующим направлениям: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1) соответствие указанного в платежном документе кода вида расходов, относящегося к расходам бюджетов исходя из содержания текста назначения платежа коду вида расходов бюджетной классификации Российской Федерации, действующей в текущем финансовом году на момент представления платежного документа;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2) не</w:t>
      </w:r>
      <w:r w:rsidR="00477113">
        <w:rPr>
          <w:rFonts w:ascii="Times New Roman" w:hAnsi="Times New Roman" w:cs="Times New Roman"/>
          <w:sz w:val="26"/>
          <w:szCs w:val="26"/>
        </w:rPr>
        <w:t xml:space="preserve"> </w:t>
      </w:r>
      <w:r w:rsidRPr="00963E68">
        <w:rPr>
          <w:rFonts w:ascii="Times New Roman" w:hAnsi="Times New Roman" w:cs="Times New Roman"/>
          <w:sz w:val="26"/>
          <w:szCs w:val="26"/>
        </w:rPr>
        <w:t>превышение сумм, указанных в платежном документе, остаткам соответствующих бюджетных ассигнований, учтенных на</w:t>
      </w:r>
      <w:r w:rsidR="00A31B37">
        <w:rPr>
          <w:rFonts w:ascii="Times New Roman" w:hAnsi="Times New Roman" w:cs="Times New Roman"/>
          <w:sz w:val="26"/>
          <w:szCs w:val="26"/>
        </w:rPr>
        <w:t xml:space="preserve"> </w:t>
      </w:r>
      <w:r w:rsidR="00A31B37" w:rsidRPr="00ED6808">
        <w:rPr>
          <w:rFonts w:ascii="Times New Roman" w:hAnsi="Times New Roman" w:cs="Times New Roman"/>
          <w:sz w:val="26"/>
          <w:szCs w:val="26"/>
        </w:rPr>
        <w:t>внутреннем</w:t>
      </w:r>
      <w:r w:rsidRPr="00963E68">
        <w:rPr>
          <w:rFonts w:ascii="Times New Roman" w:hAnsi="Times New Roman" w:cs="Times New Roman"/>
          <w:sz w:val="26"/>
          <w:szCs w:val="26"/>
        </w:rPr>
        <w:t xml:space="preserve"> лицевом счете получателя бюджетных средств.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3.4. При санкционировании оплаты денежных обязательств по выплатам по источникам финансирования дефицита районного бюджета осуществляется проверка платежного документа по следующим направлениям: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1) соответствие указанного в платежном документе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кода классификации источников финансирования дефицита районного бюджета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 xml:space="preserve"> кодам бюджетной классификации Российской Федерации, действующим в текущем финансовом году на момент представления платежного документа;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2) не</w:t>
      </w:r>
      <w:r w:rsidR="00CA3CAF">
        <w:rPr>
          <w:rFonts w:ascii="Times New Roman" w:hAnsi="Times New Roman" w:cs="Times New Roman"/>
          <w:sz w:val="26"/>
          <w:szCs w:val="26"/>
        </w:rPr>
        <w:t xml:space="preserve"> </w:t>
      </w:r>
      <w:r w:rsidRPr="00963E68">
        <w:rPr>
          <w:rFonts w:ascii="Times New Roman" w:hAnsi="Times New Roman" w:cs="Times New Roman"/>
          <w:sz w:val="26"/>
          <w:szCs w:val="26"/>
        </w:rPr>
        <w:t xml:space="preserve">превышение сумм, указанных в платежном документе, остаткам </w:t>
      </w:r>
      <w:r w:rsidRPr="00963E68">
        <w:rPr>
          <w:rFonts w:ascii="Times New Roman" w:hAnsi="Times New Roman" w:cs="Times New Roman"/>
          <w:sz w:val="26"/>
          <w:szCs w:val="26"/>
        </w:rPr>
        <w:lastRenderedPageBreak/>
        <w:t>соответствующих бюджетных ассигнований, учтенных на</w:t>
      </w:r>
      <w:r w:rsidR="00A31B37">
        <w:rPr>
          <w:rFonts w:ascii="Times New Roman" w:hAnsi="Times New Roman" w:cs="Times New Roman"/>
          <w:sz w:val="26"/>
          <w:szCs w:val="26"/>
        </w:rPr>
        <w:t xml:space="preserve"> </w:t>
      </w:r>
      <w:r w:rsidR="00A31B37" w:rsidRPr="00ED6808">
        <w:rPr>
          <w:rFonts w:ascii="Times New Roman" w:hAnsi="Times New Roman" w:cs="Times New Roman"/>
          <w:sz w:val="26"/>
          <w:szCs w:val="26"/>
        </w:rPr>
        <w:t>внутреннем</w:t>
      </w:r>
      <w:r w:rsidRPr="00963E68">
        <w:rPr>
          <w:rFonts w:ascii="Times New Roman" w:hAnsi="Times New Roman" w:cs="Times New Roman"/>
          <w:sz w:val="26"/>
          <w:szCs w:val="26"/>
        </w:rPr>
        <w:t xml:space="preserve"> лицевом счете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администратора источников внутреннего финансирования дефицита бюджета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3.5. Проверка и исполнение 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платежных документов, представленных получателям средств районного бюджета осуществляется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 xml:space="preserve"> в течение 3 рабочих дней со дня представления документов в электронном виде.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При представлении документов с 9.00 до 15.00 днем их приема считается текущий день представления документов получателям средств районного бюджета.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Электронный платежный документ может не отклоняться в течение трех рабочих дней в случае необходимости доработки документов получателем средств районного бюджета.</w:t>
      </w:r>
      <w:bookmarkStart w:id="21" w:name="P113"/>
      <w:bookmarkEnd w:id="21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 Санкционирование оплаты денежных обязатель</w:t>
      </w:r>
      <w:proofErr w:type="gramStart"/>
      <w:r w:rsidRPr="00963E68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963E68">
        <w:rPr>
          <w:rFonts w:ascii="Times New Roman" w:hAnsi="Times New Roman" w:cs="Times New Roman"/>
          <w:sz w:val="26"/>
          <w:szCs w:val="26"/>
        </w:rPr>
        <w:t>иостанавливается и платежные документы подлежат отклонению в случаях: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3.6.1. превышения суммы платежного документа над остатком лимитов бюджетных обязательств;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3.6.2. несоответствия содержания производимой операции коду бюджетной классификации Российской Федерации, указанному в платежном документе;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3.6.3. отсутствия или неправильного оформления документов, предусмотренных </w:t>
      </w:r>
      <w:hyperlink w:anchor="P87" w:history="1">
        <w:r w:rsidRPr="00963E68">
          <w:rPr>
            <w:rFonts w:ascii="Times New Roman" w:hAnsi="Times New Roman" w:cs="Times New Roman"/>
            <w:sz w:val="26"/>
            <w:szCs w:val="26"/>
          </w:rPr>
          <w:t>пунктом 2.10</w:t>
        </w:r>
      </w:hyperlink>
      <w:r w:rsidRPr="00963E68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3.6.4. отсутствия в поле "Назначение платежа" платежного документа ссылки на документы, служащие основанием платежа;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3.6.5. неправильного указания в платежном документе реквизитов получателя средств районного бюджета;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3.6.6. превышения суммы платежного поручения над остатком неисполненного бюджетного обязательства;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3.6.7. несоответствия суммы авансовых платежей размерам авансовых платежей, предусмотренных действующим законодательством и указанных в заключенных в муниципальных контрактах (договорах);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3.6.8. несоответствия подписей и оттиска печати образцам, имеющимся в карточке с образцами подписей и оттиска печати получателя средств районного бюджета;</w:t>
      </w:r>
    </w:p>
    <w:p w:rsid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3.6.9. приостановления операций на</w:t>
      </w:r>
      <w:r w:rsidR="00A31B37">
        <w:rPr>
          <w:rFonts w:ascii="Times New Roman" w:hAnsi="Times New Roman" w:cs="Times New Roman"/>
          <w:sz w:val="26"/>
          <w:szCs w:val="26"/>
        </w:rPr>
        <w:t xml:space="preserve"> </w:t>
      </w:r>
      <w:r w:rsidR="00A31B37" w:rsidRPr="00ED6808">
        <w:rPr>
          <w:rFonts w:ascii="Times New Roman" w:hAnsi="Times New Roman" w:cs="Times New Roman"/>
          <w:sz w:val="26"/>
          <w:szCs w:val="26"/>
        </w:rPr>
        <w:t>внутренних</w:t>
      </w:r>
      <w:r w:rsidRPr="00963E68">
        <w:rPr>
          <w:rFonts w:ascii="Times New Roman" w:hAnsi="Times New Roman" w:cs="Times New Roman"/>
          <w:sz w:val="26"/>
          <w:szCs w:val="26"/>
        </w:rPr>
        <w:t xml:space="preserve"> лицевых счетах получателей средств районного бюджета в случаях, установленных Бюджетным </w:t>
      </w:r>
      <w:hyperlink r:id="rId12" w:history="1">
        <w:r w:rsidRPr="00963E68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B128C">
        <w:rPr>
          <w:rFonts w:ascii="Times New Roman" w:hAnsi="Times New Roman" w:cs="Times New Roman"/>
          <w:sz w:val="26"/>
          <w:szCs w:val="26"/>
        </w:rPr>
        <w:t xml:space="preserve"> </w:t>
      </w:r>
      <w:r w:rsidR="009B128C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Федерации;</w:t>
      </w:r>
    </w:p>
    <w:p w:rsidR="009B128C" w:rsidRPr="00963E68" w:rsidRDefault="009B128C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3.6.10 несоответствия уникального номера реестровой записи из реестра контрактов в единой информационной системе в сфере закупок (реестр контрактов), идентификатора документа о приемке или этапа (в случае авансового платежа) и на предмет их соответствия уникальному номеру реестровой записи из реестра, идентификатору документа о приемке или этапа (в случае авансового платежа), указанных в реестре.</w:t>
      </w:r>
      <w:proofErr w:type="gramEnd"/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>3.7. Документы, не принятые к исполнению, возвращаются получателю средств районного бюджета с отражением причины возврата в автоматизированной системе и при необходимости с сопроводительным письмом.</w:t>
      </w:r>
    </w:p>
    <w:p w:rsidR="00963E68" w:rsidRPr="00963E68" w:rsidRDefault="00963E68" w:rsidP="001B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E68">
        <w:rPr>
          <w:rFonts w:ascii="Times New Roman" w:hAnsi="Times New Roman" w:cs="Times New Roman"/>
          <w:sz w:val="26"/>
          <w:szCs w:val="26"/>
        </w:rPr>
        <w:t xml:space="preserve">3.8. Главные распорядители средств районного бюджета оформляют реестр на перечисление дотаций, субсидий, межбюджетных трансфертов поселениям и для оплаты расходов, возникающих в рамках бюджетных полномочий районного </w:t>
      </w:r>
      <w:r w:rsidR="005F03A8">
        <w:rPr>
          <w:rFonts w:ascii="Times New Roman" w:hAnsi="Times New Roman" w:cs="Times New Roman"/>
          <w:sz w:val="26"/>
          <w:szCs w:val="26"/>
        </w:rPr>
        <w:t>бюджета</w:t>
      </w:r>
      <w:r w:rsidRPr="00963E68">
        <w:rPr>
          <w:rFonts w:ascii="Times New Roman" w:hAnsi="Times New Roman" w:cs="Times New Roman"/>
          <w:sz w:val="26"/>
          <w:szCs w:val="26"/>
        </w:rPr>
        <w:t xml:space="preserve">, согласно сводной бюджетной росписи районного бюджета и кассового плана исполнения районного бюджета и </w:t>
      </w:r>
      <w:r w:rsidRPr="00BC1147">
        <w:rPr>
          <w:rFonts w:ascii="Times New Roman" w:hAnsi="Times New Roman" w:cs="Times New Roman"/>
          <w:sz w:val="26"/>
          <w:szCs w:val="26"/>
        </w:rPr>
        <w:t xml:space="preserve">передают </w:t>
      </w:r>
      <w:r w:rsidR="00AB06D2" w:rsidRPr="00BC1147">
        <w:rPr>
          <w:rFonts w:ascii="Times New Roman" w:hAnsi="Times New Roman" w:cs="Times New Roman"/>
          <w:sz w:val="26"/>
          <w:szCs w:val="26"/>
        </w:rPr>
        <w:t xml:space="preserve">в сектор </w:t>
      </w:r>
      <w:r w:rsidR="00AB06D2">
        <w:rPr>
          <w:rFonts w:ascii="Times New Roman" w:hAnsi="Times New Roman" w:cs="Times New Roman"/>
          <w:sz w:val="26"/>
          <w:szCs w:val="26"/>
        </w:rPr>
        <w:t>учета и отчетности</w:t>
      </w:r>
      <w:r w:rsidRPr="00963E68">
        <w:rPr>
          <w:rFonts w:ascii="Times New Roman" w:hAnsi="Times New Roman" w:cs="Times New Roman"/>
          <w:sz w:val="26"/>
          <w:szCs w:val="26"/>
        </w:rPr>
        <w:t xml:space="preserve"> для проверки и исполнения.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 xml:space="preserve">3.9. По разрешительной надписи руководителя </w:t>
      </w:r>
      <w:r w:rsidR="00CA3CAF">
        <w:rPr>
          <w:b w:val="0"/>
          <w:sz w:val="26"/>
          <w:szCs w:val="26"/>
        </w:rPr>
        <w:t>Ф</w:t>
      </w:r>
      <w:r w:rsidRPr="00963E68">
        <w:rPr>
          <w:b w:val="0"/>
          <w:sz w:val="26"/>
          <w:szCs w:val="26"/>
        </w:rPr>
        <w:t>инансов</w:t>
      </w:r>
      <w:r w:rsidR="00CA3CAF">
        <w:rPr>
          <w:b w:val="0"/>
          <w:sz w:val="26"/>
          <w:szCs w:val="26"/>
        </w:rPr>
        <w:t>ого отдела</w:t>
      </w:r>
      <w:r w:rsidRPr="00963E68">
        <w:rPr>
          <w:b w:val="0"/>
          <w:sz w:val="26"/>
          <w:szCs w:val="26"/>
        </w:rPr>
        <w:t xml:space="preserve"> уполномоченный специалист сектора по казначейскому исполнению через свое автоматизированное рабочее место заверяет усиленной квалифицированной электронной подписью и отправляет в УФК по Воронежской области платежные поручения, входящие в состав реестра расходных платежных документов.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>Электронные платежные поручения формируются в автоматизированной системе.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 xml:space="preserve">3.10. Электронный обмен с органом Федерального казначейства осуществляется в течение операционного дня в соответствии с Регламентом о порядке и условиях обмена информацией между Отделением по </w:t>
      </w:r>
      <w:proofErr w:type="spellStart"/>
      <w:r w:rsidR="00CA3CAF">
        <w:rPr>
          <w:b w:val="0"/>
          <w:sz w:val="26"/>
          <w:szCs w:val="26"/>
        </w:rPr>
        <w:t>Таловс</w:t>
      </w:r>
      <w:r w:rsidRPr="00963E68">
        <w:rPr>
          <w:b w:val="0"/>
          <w:sz w:val="26"/>
          <w:szCs w:val="26"/>
        </w:rPr>
        <w:t>кому</w:t>
      </w:r>
      <w:proofErr w:type="spellEnd"/>
      <w:r w:rsidRPr="00963E68">
        <w:rPr>
          <w:b w:val="0"/>
          <w:sz w:val="26"/>
          <w:szCs w:val="26"/>
        </w:rPr>
        <w:t xml:space="preserve"> району Управления Федерального казначейства и </w:t>
      </w:r>
      <w:r w:rsidR="00CA3CAF">
        <w:rPr>
          <w:b w:val="0"/>
          <w:sz w:val="26"/>
          <w:szCs w:val="26"/>
        </w:rPr>
        <w:t>Ф</w:t>
      </w:r>
      <w:r w:rsidRPr="00963E68">
        <w:rPr>
          <w:b w:val="0"/>
          <w:sz w:val="26"/>
          <w:szCs w:val="26"/>
        </w:rPr>
        <w:t>инансов</w:t>
      </w:r>
      <w:r w:rsidR="00CA3CAF">
        <w:rPr>
          <w:b w:val="0"/>
          <w:sz w:val="26"/>
          <w:szCs w:val="26"/>
        </w:rPr>
        <w:t>ым отделом</w:t>
      </w:r>
      <w:r w:rsidRPr="00963E68">
        <w:rPr>
          <w:b w:val="0"/>
          <w:sz w:val="26"/>
          <w:szCs w:val="26"/>
        </w:rPr>
        <w:t xml:space="preserve"> при кассовом обслуживании исполнения бюджета </w:t>
      </w:r>
      <w:r w:rsidR="00CA3CAF">
        <w:rPr>
          <w:b w:val="0"/>
          <w:sz w:val="26"/>
          <w:szCs w:val="26"/>
        </w:rPr>
        <w:t>Талов</w:t>
      </w:r>
      <w:r w:rsidRPr="00963E68">
        <w:rPr>
          <w:b w:val="0"/>
          <w:sz w:val="26"/>
          <w:szCs w:val="26"/>
        </w:rPr>
        <w:t>ского муниципального района.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 xml:space="preserve">3.11. После отправки в орган Федерального казначейства платежных поручений, входящих в состав реестра расходных платежных документов хранится в </w:t>
      </w:r>
      <w:r w:rsidR="00CA3CAF">
        <w:rPr>
          <w:b w:val="0"/>
          <w:sz w:val="26"/>
          <w:szCs w:val="26"/>
        </w:rPr>
        <w:t>Ф</w:t>
      </w:r>
      <w:r w:rsidRPr="00963E68">
        <w:rPr>
          <w:b w:val="0"/>
          <w:sz w:val="26"/>
          <w:szCs w:val="26"/>
        </w:rPr>
        <w:t>инансов</w:t>
      </w:r>
      <w:r w:rsidR="00CA3CAF">
        <w:rPr>
          <w:b w:val="0"/>
          <w:sz w:val="26"/>
          <w:szCs w:val="26"/>
        </w:rPr>
        <w:t>ом отделе</w:t>
      </w:r>
      <w:r w:rsidRPr="00963E68">
        <w:rPr>
          <w:b w:val="0"/>
          <w:sz w:val="26"/>
          <w:szCs w:val="26"/>
        </w:rPr>
        <w:t>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>3.12. Получатели средств районного бюджета через автоматизированные удаленные рабочие места получают оперативную информацию о результатах рассмотрения представленных ими документов.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lastRenderedPageBreak/>
        <w:t>3.13.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казначейского счета.</w:t>
      </w:r>
    </w:p>
    <w:p w:rsidR="00963E68" w:rsidRPr="00963E68" w:rsidRDefault="00963E68" w:rsidP="001B607B">
      <w:pPr>
        <w:pStyle w:val="ConsPlusTitle"/>
        <w:widowControl/>
        <w:spacing w:line="360" w:lineRule="auto"/>
        <w:ind w:firstLine="709"/>
        <w:jc w:val="both"/>
        <w:rPr>
          <w:b w:val="0"/>
          <w:sz w:val="26"/>
          <w:szCs w:val="26"/>
        </w:rPr>
      </w:pPr>
      <w:r w:rsidRPr="00963E68">
        <w:rPr>
          <w:b w:val="0"/>
          <w:sz w:val="26"/>
          <w:szCs w:val="26"/>
        </w:rPr>
        <w:t>3.14. Информация о проведенных операциях получателей средств районного бюджета автоматически отражается на их</w:t>
      </w:r>
      <w:r w:rsidR="005F03A8">
        <w:rPr>
          <w:b w:val="0"/>
          <w:sz w:val="26"/>
          <w:szCs w:val="26"/>
        </w:rPr>
        <w:t xml:space="preserve"> </w:t>
      </w:r>
      <w:r w:rsidR="005F03A8" w:rsidRPr="00ED6808">
        <w:rPr>
          <w:b w:val="0"/>
          <w:sz w:val="26"/>
          <w:szCs w:val="26"/>
        </w:rPr>
        <w:t>внутренних</w:t>
      </w:r>
      <w:r w:rsidRPr="00963E68">
        <w:rPr>
          <w:b w:val="0"/>
          <w:sz w:val="26"/>
          <w:szCs w:val="26"/>
        </w:rPr>
        <w:t xml:space="preserve"> лицевых счетах.</w:t>
      </w:r>
    </w:p>
    <w:p w:rsidR="00C1057E" w:rsidRDefault="00963E68" w:rsidP="001B607B">
      <w:pPr>
        <w:spacing w:line="360" w:lineRule="auto"/>
        <w:ind w:firstLine="709"/>
        <w:jc w:val="both"/>
        <w:rPr>
          <w:sz w:val="26"/>
          <w:szCs w:val="26"/>
        </w:rPr>
      </w:pPr>
      <w:r w:rsidRPr="00963E68">
        <w:rPr>
          <w:sz w:val="26"/>
          <w:szCs w:val="26"/>
        </w:rPr>
        <w:t>3.15. Получение выписок из</w:t>
      </w:r>
      <w:r w:rsidR="005F03A8">
        <w:rPr>
          <w:sz w:val="26"/>
          <w:szCs w:val="26"/>
        </w:rPr>
        <w:t xml:space="preserve"> </w:t>
      </w:r>
      <w:r w:rsidR="005F03A8" w:rsidRPr="00ED6808">
        <w:rPr>
          <w:sz w:val="26"/>
          <w:szCs w:val="26"/>
        </w:rPr>
        <w:t>внутренних</w:t>
      </w:r>
      <w:r w:rsidRPr="00963E68">
        <w:rPr>
          <w:sz w:val="26"/>
          <w:szCs w:val="26"/>
        </w:rPr>
        <w:t xml:space="preserve"> лицевых счетов осуществляется получателями средств районного бюджета самостоятельно через удаленные рабочие места.</w:t>
      </w:r>
    </w:p>
    <w:p w:rsidR="00C1057E" w:rsidRDefault="00C1057E" w:rsidP="001B607B">
      <w:pPr>
        <w:spacing w:line="360" w:lineRule="auto"/>
        <w:ind w:firstLine="709"/>
        <w:jc w:val="both"/>
        <w:rPr>
          <w:sz w:val="26"/>
          <w:szCs w:val="26"/>
        </w:rPr>
      </w:pPr>
    </w:p>
    <w:p w:rsidR="00C1057E" w:rsidRDefault="00C1057E" w:rsidP="001B607B">
      <w:pPr>
        <w:spacing w:line="360" w:lineRule="auto"/>
        <w:ind w:firstLine="709"/>
        <w:jc w:val="both"/>
        <w:rPr>
          <w:sz w:val="26"/>
          <w:szCs w:val="26"/>
        </w:rPr>
      </w:pPr>
    </w:p>
    <w:p w:rsidR="00C1057E" w:rsidRDefault="00C1057E" w:rsidP="00C1057E">
      <w:pPr>
        <w:spacing w:line="360" w:lineRule="auto"/>
        <w:ind w:firstLine="709"/>
        <w:jc w:val="both"/>
        <w:rPr>
          <w:sz w:val="26"/>
          <w:szCs w:val="26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A40D46" w:rsidRDefault="00A40D46" w:rsidP="00C1057E">
      <w:pPr>
        <w:spacing w:line="360" w:lineRule="auto"/>
        <w:ind w:firstLine="709"/>
        <w:jc w:val="right"/>
        <w:rPr>
          <w:sz w:val="22"/>
          <w:szCs w:val="20"/>
        </w:rPr>
      </w:pPr>
    </w:p>
    <w:p w:rsidR="00C1057E" w:rsidRPr="00C1057E" w:rsidRDefault="00C1057E" w:rsidP="00C1057E">
      <w:pPr>
        <w:spacing w:line="360" w:lineRule="auto"/>
        <w:ind w:firstLine="709"/>
        <w:jc w:val="right"/>
        <w:rPr>
          <w:sz w:val="22"/>
          <w:szCs w:val="20"/>
        </w:rPr>
      </w:pPr>
      <w:r w:rsidRPr="00C1057E">
        <w:rPr>
          <w:sz w:val="22"/>
          <w:szCs w:val="20"/>
        </w:rPr>
        <w:lastRenderedPageBreak/>
        <w:t xml:space="preserve">Приложение </w:t>
      </w:r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>к Порядку</w:t>
      </w:r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>учета бюджетных и денежных</w:t>
      </w:r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 xml:space="preserve">обязательств получателей средств </w:t>
      </w:r>
      <w:proofErr w:type="gramStart"/>
      <w:r w:rsidRPr="00C1057E">
        <w:rPr>
          <w:sz w:val="22"/>
          <w:szCs w:val="20"/>
        </w:rPr>
        <w:t>районного</w:t>
      </w:r>
      <w:proofErr w:type="gramEnd"/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 xml:space="preserve">бюджета и санкционирования оплаты </w:t>
      </w:r>
      <w:proofErr w:type="gramStart"/>
      <w:r w:rsidRPr="00C1057E">
        <w:rPr>
          <w:sz w:val="22"/>
          <w:szCs w:val="20"/>
        </w:rPr>
        <w:t>денежных</w:t>
      </w:r>
      <w:proofErr w:type="gramEnd"/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 xml:space="preserve">обязательств получателей средств </w:t>
      </w:r>
      <w:proofErr w:type="gramStart"/>
      <w:r w:rsidRPr="00C1057E">
        <w:rPr>
          <w:sz w:val="22"/>
          <w:szCs w:val="20"/>
        </w:rPr>
        <w:t>районного</w:t>
      </w:r>
      <w:proofErr w:type="gramEnd"/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>бюджета и администраторов источников</w:t>
      </w:r>
    </w:p>
    <w:p w:rsid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1057E">
        <w:rPr>
          <w:sz w:val="22"/>
          <w:szCs w:val="20"/>
        </w:rPr>
        <w:t>финансирования дефицита районного бюджета</w:t>
      </w:r>
    </w:p>
    <w:p w:rsidR="00C1057E" w:rsidRPr="00C1057E" w:rsidRDefault="00C1057E" w:rsidP="00C1057E">
      <w:pPr>
        <w:widowControl w:val="0"/>
        <w:autoSpaceDE w:val="0"/>
        <w:autoSpaceDN w:val="0"/>
        <w:jc w:val="right"/>
        <w:rPr>
          <w:sz w:val="22"/>
          <w:szCs w:val="20"/>
        </w:rPr>
      </w:pPr>
    </w:p>
    <w:p w:rsidR="00C1057E" w:rsidRPr="00C1057E" w:rsidRDefault="00C1057E" w:rsidP="00C1057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C1057E">
        <w:rPr>
          <w:b/>
          <w:sz w:val="22"/>
          <w:szCs w:val="20"/>
        </w:rPr>
        <w:t>ПЕРЕЧЕНЬ</w:t>
      </w:r>
    </w:p>
    <w:p w:rsidR="00C1057E" w:rsidRPr="00C1057E" w:rsidRDefault="00C1057E" w:rsidP="00C1057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C1057E">
        <w:rPr>
          <w:b/>
          <w:sz w:val="22"/>
          <w:szCs w:val="20"/>
        </w:rPr>
        <w:t xml:space="preserve">ДОКУМЕНТОВ, НА ОСНОВАНИИ КОТОРЫХ ВОЗНИКАЮТ </w:t>
      </w:r>
      <w:proofErr w:type="gramStart"/>
      <w:r w:rsidRPr="00C1057E">
        <w:rPr>
          <w:b/>
          <w:sz w:val="22"/>
          <w:szCs w:val="20"/>
        </w:rPr>
        <w:t>БЮДЖЕТНЫЕ</w:t>
      </w:r>
      <w:proofErr w:type="gramEnd"/>
    </w:p>
    <w:p w:rsidR="00C1057E" w:rsidRPr="00C1057E" w:rsidRDefault="00C1057E" w:rsidP="00C1057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C1057E">
        <w:rPr>
          <w:b/>
          <w:sz w:val="22"/>
          <w:szCs w:val="20"/>
        </w:rPr>
        <w:t>ОБЯЗАТЕЛЬСТВА ПОЛУЧАТЕЛЕЙ СРЕДСТВ РАЙОННОГО БЮДЖЕТА,</w:t>
      </w:r>
    </w:p>
    <w:p w:rsidR="00C1057E" w:rsidRPr="00C1057E" w:rsidRDefault="00C1057E" w:rsidP="00C1057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C1057E">
        <w:rPr>
          <w:b/>
          <w:sz w:val="22"/>
          <w:szCs w:val="20"/>
        </w:rPr>
        <w:t>И ДОКУМЕНТОВ, ПОДТВЕРЖДАЮЩИХ ВОЗНИКНОВЕНИЕ ДЕНЕЖНЫХ</w:t>
      </w:r>
    </w:p>
    <w:p w:rsidR="00C1057E" w:rsidRPr="00C1057E" w:rsidRDefault="00C1057E" w:rsidP="00C1057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C1057E">
        <w:rPr>
          <w:b/>
          <w:sz w:val="22"/>
          <w:szCs w:val="20"/>
        </w:rPr>
        <w:t>ОБЯЗАТЕЛЬСТВ ПОЛУЧАТЕЛЕЙ СРЕДСТВ РАЙОННОГО БЮДЖЕТА</w:t>
      </w:r>
    </w:p>
    <w:p w:rsidR="00C1057E" w:rsidRPr="00C1057E" w:rsidRDefault="00C1057E" w:rsidP="00C1057E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4422"/>
      </w:tblGrid>
      <w:tr w:rsidR="00C1057E" w:rsidRPr="00C1057E" w:rsidTr="0097700F">
        <w:tc>
          <w:tcPr>
            <w:tcW w:w="454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N </w:t>
            </w:r>
            <w:proofErr w:type="gramStart"/>
            <w:r w:rsidRPr="00C1057E">
              <w:rPr>
                <w:sz w:val="22"/>
                <w:szCs w:val="20"/>
              </w:rPr>
              <w:t>п</w:t>
            </w:r>
            <w:proofErr w:type="gramEnd"/>
            <w:r w:rsidRPr="00C1057E">
              <w:rPr>
                <w:sz w:val="22"/>
                <w:szCs w:val="20"/>
              </w:rPr>
              <w:t>/п</w:t>
            </w:r>
          </w:p>
        </w:tc>
        <w:tc>
          <w:tcPr>
            <w:tcW w:w="4195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Документ, на основании которого возникает бюджетное обязательство получателя средств районного бюджета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Документ, подтверждающий возникновение денежного обязательства получателя средств районного бюджета</w:t>
            </w:r>
          </w:p>
        </w:tc>
      </w:tr>
      <w:tr w:rsidR="00C1057E" w:rsidRPr="00C1057E" w:rsidTr="0097700F">
        <w:tc>
          <w:tcPr>
            <w:tcW w:w="454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1</w:t>
            </w:r>
          </w:p>
        </w:tc>
        <w:tc>
          <w:tcPr>
            <w:tcW w:w="4195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2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3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1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proofErr w:type="gramStart"/>
            <w:r w:rsidRPr="00C1057E">
              <w:rPr>
                <w:sz w:val="22"/>
                <w:szCs w:val="20"/>
              </w:rPr>
              <w:t>Муниципальный  контракт (договор) на поставку товаров, выполнение работ, оказание услуг для обеспечения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соответственно – муниципальный  контракт, реестр контрактов)</w:t>
            </w:r>
            <w:proofErr w:type="gramEnd"/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выполненных работ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об оказании услуг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приема-передачи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Муниципальный  контракт (в случае осуществления авансовых платежей в соответствии с условиями муниципального контракта, внесение арендной платы по муниципальному контракту)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Счет-фактура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Товарная накладная (унифицированная форма N ТОРГ-12) (ф. 0330212)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Универсальный передаточный документ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Чек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получателя средств районного бюджета (далее - иной документ, подтверждающий возникновение денежного обязательства) по бюджетному обязательству получателя средств районного бюджета, возникшему на основании муниципального контракта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lastRenderedPageBreak/>
              <w:t>2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Муниципальный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 (далее - договор), за исключением договоров, указанных в 11-м пункте настоящего перечня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выполненных работ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об оказании услуг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приема-передачи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Счет-фактура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Товарная накладная (унифицированная форма N ТОРГ-12) (ф. 0330212)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Универсальный передаточный документ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Чек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на основании договора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3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Соглашение о предоставлении из районного бюджета бюджетам городских и сельских поселений межбюджетных трансфертов в форме иного межбюджетного трансферта, имеющих целевое назначение (далее соответственно - соглашение о предоставлении межбюджетного трансферта)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Заявка о перечислении межбюджетного трансферта из районного бюджета  бюджетам городских и сельских поселений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Расчетный документ, необходимый для оплаты денежных обязательств, и документ, подтверждающий возникновение денежных обязательств получателя средств бюджетов городских и сельских поселений, источником финансового обеспечения которых являются межбюджетные трансферты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районного  бюджета, возникшему на основании соглашения о предоставлении </w:t>
            </w:r>
            <w:r w:rsidRPr="00C1057E">
              <w:rPr>
                <w:sz w:val="22"/>
                <w:szCs w:val="20"/>
              </w:rPr>
              <w:lastRenderedPageBreak/>
              <w:t>межбюджетного трансферта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lastRenderedPageBreak/>
              <w:t>4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Нормативный правовой акт, предусматривающий предоставление из районного бюджета бюджетам городских и сельских поселений межбюджетного трансферта в форме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Заявка о перечислении межбюджетного трансферта из районного бюджета местным бюджетам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Расчетный документ, необходимый для оплаты денежных обязательств, и документ, подтверждающий возникновение денежных обязательств получателя средств городских и сельских поселений, источником финансового  обеспечения  которых являются  межбюджетные трансферты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выполненных работ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5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Договор (соглашение) о предоставлении субсидии муниципальному бюджетному или автономному учреждению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График перечисления субсидии, предусмотренный договором (соглашением) о предоставлении субсидии муниципальному бюджетному или автономному учреждению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Предварительный отчет о выполнении государственного задания (ф. 0506501)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на основании договора (соглашения) о предоставлении субсидии муниципальному бюджетному или автономному учреждению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6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proofErr w:type="gramStart"/>
            <w:r w:rsidRPr="00C1057E">
              <w:rPr>
                <w:sz w:val="22"/>
                <w:szCs w:val="20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государственному бюджетному или автономному учреждению), или индивидуальному предпринимателю,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</w:t>
            </w:r>
            <w:r w:rsidRPr="00C1057E">
              <w:rPr>
                <w:sz w:val="22"/>
                <w:szCs w:val="20"/>
              </w:rPr>
              <w:lastRenderedPageBreak/>
              <w:t>инвестиций юридическому лицу)</w:t>
            </w:r>
            <w:proofErr w:type="gramEnd"/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lastRenderedPageBreak/>
              <w:t>Акт выполненных работ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об оказании услуг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приема-передачи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Расчетный документ юридического лица (в случае осуществления в соответствии с законодательством Российской Федерации казначейского сопровождения договора </w:t>
            </w:r>
            <w:r w:rsidRPr="00C1057E">
              <w:rPr>
                <w:sz w:val="22"/>
                <w:szCs w:val="20"/>
              </w:rPr>
              <w:lastRenderedPageBreak/>
              <w:t>(соглашения) о предоставлении субсидии и бюджетных инвестиций юридическому лицу)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Счет-фактура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Товарная накладная (унифицированная форма N ТОРГ-12) (ф. 0330212)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Чек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В случае предоставления субсидии юридическим лицам, или индивидуальным предпринимателям, а также физическим лицам - производителям товаров, работ, услуг на возмещение фактически произведенных расходов (недополученных доходов):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отчет о выполнении условий, установленных при предоставлении субсидии юридическому лицу, или индивидуальному предпринимателю, или физическому лицу - производителю товаров, работ, услуг, в соответствии с порядком (правилами) предоставления субсидии юридическому лицу, индивидуальному предпринимателю, физическому лицу;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proofErr w:type="gramStart"/>
            <w:r w:rsidRPr="00C1057E">
              <w:rPr>
                <w:sz w:val="22"/>
                <w:szCs w:val="20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лицу, или индивидуальному предпринимателю, или физическому лицу - производителю товаров, работ, услуг;</w:t>
            </w:r>
            <w:proofErr w:type="gramEnd"/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proofErr w:type="gramStart"/>
            <w:r w:rsidRPr="00C1057E">
              <w:rPr>
                <w:sz w:val="22"/>
                <w:szCs w:val="20"/>
              </w:rPr>
              <w:t>заявка на перечисление субсидии юридическому лицу, или индивидуальному предпринимателю, или физическому лицу - производителю товаров, работ, услуг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лицу, индивидуальному предпринимателю, а также физическому лицу - производителям товаров, работ, услуг) (при наличии)</w:t>
            </w:r>
            <w:proofErr w:type="gramEnd"/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районного  бюджета, возникшему на основании договора (соглашения) о </w:t>
            </w:r>
            <w:r w:rsidRPr="00C1057E">
              <w:rPr>
                <w:sz w:val="22"/>
                <w:szCs w:val="20"/>
              </w:rPr>
              <w:lastRenderedPageBreak/>
              <w:t>предоставлении субсидии и бюджетных инвестиций юридическому лицу, или индивидуальному предпринимателю, или физическому лицу - производителю товаров, работ, услуг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lastRenderedPageBreak/>
              <w:t>7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Расчетный документ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заявка на перечисление субсидии юридическому лицу (при наличии)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 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8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Приказ об утверждении штатного расписания с расчетом годового фонда оплаты труда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Расчетно-платежная ведомость (ф. 0504401)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Расчетная ведомость (ф. 0504402)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9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Исполнительный документ </w:t>
            </w:r>
            <w:r w:rsidRPr="00C1057E">
              <w:rPr>
                <w:sz w:val="22"/>
                <w:szCs w:val="20"/>
              </w:rPr>
              <w:lastRenderedPageBreak/>
              <w:t>(исполнительный лист, судебный приказ) (далее - исполнительный документ)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lastRenderedPageBreak/>
              <w:t>Бухгалтерская справка (ф. 0504833)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Исполнительный документ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на основании исполнительного документа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10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Бухгалтерская справка (ф. 0504833)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Решение налогового органа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подтверждающий возникновение денежного обязательства по бюджетному обязательству получателя средств районного бюджета, возникшему на основании решения налогового органа</w:t>
            </w:r>
          </w:p>
        </w:tc>
      </w:tr>
      <w:tr w:rsidR="00C1057E" w:rsidRPr="00C1057E" w:rsidTr="0097700F">
        <w:tc>
          <w:tcPr>
            <w:tcW w:w="454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11</w:t>
            </w:r>
          </w:p>
        </w:tc>
        <w:tc>
          <w:tcPr>
            <w:tcW w:w="4195" w:type="dxa"/>
            <w:vMerge w:val="restart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Документ, не определенный пунктами 1 - 10 настоящего перечня, в соответствии с которым возникает бюджетное обязательство получателя средств районного бюджета: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- закон, иной нормативный правовой акт, в соответствии с </w:t>
            </w:r>
            <w:proofErr w:type="gramStart"/>
            <w:r w:rsidRPr="00C1057E">
              <w:rPr>
                <w:sz w:val="22"/>
                <w:szCs w:val="20"/>
              </w:rPr>
              <w:t>которыми</w:t>
            </w:r>
            <w:proofErr w:type="gramEnd"/>
            <w:r w:rsidRPr="00C1057E">
              <w:rPr>
                <w:sz w:val="22"/>
                <w:szCs w:val="20"/>
              </w:rPr>
              <w:t xml:space="preserve">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 районного бюджета в отдел финансов не направлены информация и документы по указанному договору для их включения в реестр контрактов;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- Генеральные условия (условия) эмиссии и обращения государственных ценных бумаг Российской Федерации;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- договор на оказание услуг, выполнение работ, заключенный получателем средств районного  бюджета с физическим лицом, не являющимся индивидуальным предпринимателем.</w:t>
            </w:r>
          </w:p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Иной документ, в соответствии с которым возникает бюджетное обязательство получателя средств районного бюджета</w:t>
            </w: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Авансовый отчет (ф. 0504505)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выполненных работ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приема-передачи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Акт об оказании услуг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Договор на оказание услуг, выполнение работ, заключенный получателем средств районного  бюджета с физическим лицом, не являющимся индивидуальным предпринимателем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Заявление на выдачу денежных средств под отчет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Заявление физического лица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Квитанция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Служебная записка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Справка-расчет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>Чек</w:t>
            </w:r>
          </w:p>
        </w:tc>
      </w:tr>
      <w:tr w:rsidR="00C1057E" w:rsidRPr="00C1057E" w:rsidTr="0097700F">
        <w:tc>
          <w:tcPr>
            <w:tcW w:w="454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95" w:type="dxa"/>
            <w:vMerge/>
          </w:tcPr>
          <w:p w:rsidR="00C1057E" w:rsidRPr="00C1057E" w:rsidRDefault="00C1057E" w:rsidP="00C1057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422" w:type="dxa"/>
          </w:tcPr>
          <w:p w:rsidR="00C1057E" w:rsidRPr="00C1057E" w:rsidRDefault="00C1057E" w:rsidP="00C1057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1057E">
              <w:rPr>
                <w:sz w:val="22"/>
                <w:szCs w:val="20"/>
              </w:rPr>
              <w:t xml:space="preserve">Иной документ, подтверждающий возникновение денежного обязательства по </w:t>
            </w:r>
            <w:r w:rsidRPr="00C1057E">
              <w:rPr>
                <w:sz w:val="22"/>
                <w:szCs w:val="20"/>
              </w:rPr>
              <w:lastRenderedPageBreak/>
              <w:t>бюджетному обязательству получателя средств районного  бюджета</w:t>
            </w:r>
          </w:p>
        </w:tc>
      </w:tr>
    </w:tbl>
    <w:p w:rsidR="00D84B1A" w:rsidRPr="00963E68" w:rsidRDefault="00D84B1A" w:rsidP="006A4EB3">
      <w:pPr>
        <w:rPr>
          <w:sz w:val="26"/>
          <w:szCs w:val="26"/>
        </w:rPr>
      </w:pPr>
    </w:p>
    <w:sectPr w:rsidR="00D84B1A" w:rsidRPr="00963E68" w:rsidSect="00A11AAA">
      <w:pgSz w:w="11907" w:h="15876" w:code="9"/>
      <w:pgMar w:top="851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9F" w:rsidRDefault="0073139F">
      <w:r>
        <w:separator/>
      </w:r>
    </w:p>
  </w:endnote>
  <w:endnote w:type="continuationSeparator" w:id="0">
    <w:p w:rsidR="0073139F" w:rsidRDefault="0073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9F" w:rsidRDefault="0073139F">
      <w:r>
        <w:separator/>
      </w:r>
    </w:p>
  </w:footnote>
  <w:footnote w:type="continuationSeparator" w:id="0">
    <w:p w:rsidR="0073139F" w:rsidRDefault="00731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4C75"/>
    <w:multiLevelType w:val="hybridMultilevel"/>
    <w:tmpl w:val="C4661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BB3305"/>
    <w:multiLevelType w:val="hybridMultilevel"/>
    <w:tmpl w:val="E13A225A"/>
    <w:lvl w:ilvl="0" w:tplc="31805F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CF442">
      <w:start w:val="1"/>
      <w:numFmt w:val="russianLower"/>
      <w:lvlText w:val="%2."/>
      <w:lvlJc w:val="left"/>
      <w:pPr>
        <w:tabs>
          <w:tab w:val="num" w:pos="0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2F21B55"/>
    <w:multiLevelType w:val="multilevel"/>
    <w:tmpl w:val="C466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DD278D"/>
    <w:multiLevelType w:val="multilevel"/>
    <w:tmpl w:val="162CDD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7D8A5CA4"/>
    <w:multiLevelType w:val="hybridMultilevel"/>
    <w:tmpl w:val="5756F080"/>
    <w:lvl w:ilvl="0" w:tplc="7A0A5CE0">
      <w:start w:val="1"/>
      <w:numFmt w:val="decimal"/>
      <w:lvlText w:val="%1."/>
      <w:lvlJc w:val="left"/>
      <w:pPr>
        <w:ind w:left="1392" w:hanging="8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FB"/>
    <w:rsid w:val="00083A38"/>
    <w:rsid w:val="00086E7D"/>
    <w:rsid w:val="000A691E"/>
    <w:rsid w:val="000C73A9"/>
    <w:rsid w:val="000D1AA8"/>
    <w:rsid w:val="000D74EE"/>
    <w:rsid w:val="000E3DB2"/>
    <w:rsid w:val="000E57B7"/>
    <w:rsid w:val="000F2E34"/>
    <w:rsid w:val="00101A9D"/>
    <w:rsid w:val="00102AF5"/>
    <w:rsid w:val="001152CE"/>
    <w:rsid w:val="00125549"/>
    <w:rsid w:val="001514EE"/>
    <w:rsid w:val="00156195"/>
    <w:rsid w:val="00172674"/>
    <w:rsid w:val="0018597E"/>
    <w:rsid w:val="001B607B"/>
    <w:rsid w:val="001D1E0C"/>
    <w:rsid w:val="001F37AA"/>
    <w:rsid w:val="00214492"/>
    <w:rsid w:val="0025400D"/>
    <w:rsid w:val="002572D3"/>
    <w:rsid w:val="002615E2"/>
    <w:rsid w:val="002701EA"/>
    <w:rsid w:val="0028190C"/>
    <w:rsid w:val="00294F21"/>
    <w:rsid w:val="002A1DEE"/>
    <w:rsid w:val="002B0F33"/>
    <w:rsid w:val="002B3FCA"/>
    <w:rsid w:val="002C1726"/>
    <w:rsid w:val="002D0947"/>
    <w:rsid w:val="002E24E9"/>
    <w:rsid w:val="00301A91"/>
    <w:rsid w:val="00313839"/>
    <w:rsid w:val="003314F8"/>
    <w:rsid w:val="003622A5"/>
    <w:rsid w:val="00386608"/>
    <w:rsid w:val="003B26F4"/>
    <w:rsid w:val="003B3F83"/>
    <w:rsid w:val="003C6C0A"/>
    <w:rsid w:val="003E4D90"/>
    <w:rsid w:val="003F0A64"/>
    <w:rsid w:val="004050B9"/>
    <w:rsid w:val="0040643A"/>
    <w:rsid w:val="00425085"/>
    <w:rsid w:val="004452FB"/>
    <w:rsid w:val="00461DCB"/>
    <w:rsid w:val="004702E0"/>
    <w:rsid w:val="004723B3"/>
    <w:rsid w:val="0047418D"/>
    <w:rsid w:val="00477113"/>
    <w:rsid w:val="0049336E"/>
    <w:rsid w:val="00494781"/>
    <w:rsid w:val="004D28B9"/>
    <w:rsid w:val="004D421D"/>
    <w:rsid w:val="004E4AD4"/>
    <w:rsid w:val="00504C6A"/>
    <w:rsid w:val="005160F3"/>
    <w:rsid w:val="00560512"/>
    <w:rsid w:val="005659CB"/>
    <w:rsid w:val="005727EC"/>
    <w:rsid w:val="00587511"/>
    <w:rsid w:val="00592172"/>
    <w:rsid w:val="005C042B"/>
    <w:rsid w:val="005C61A5"/>
    <w:rsid w:val="005C73AC"/>
    <w:rsid w:val="005D6195"/>
    <w:rsid w:val="005D68DC"/>
    <w:rsid w:val="005E628B"/>
    <w:rsid w:val="005F03A8"/>
    <w:rsid w:val="005F774D"/>
    <w:rsid w:val="00614434"/>
    <w:rsid w:val="00623FA1"/>
    <w:rsid w:val="00642F7D"/>
    <w:rsid w:val="00652B5D"/>
    <w:rsid w:val="0065661B"/>
    <w:rsid w:val="00681FBB"/>
    <w:rsid w:val="006A4EB3"/>
    <w:rsid w:val="006D6CB7"/>
    <w:rsid w:val="006F0B28"/>
    <w:rsid w:val="006F6E2B"/>
    <w:rsid w:val="00703CC6"/>
    <w:rsid w:val="00714CB6"/>
    <w:rsid w:val="00715FDD"/>
    <w:rsid w:val="00720A3A"/>
    <w:rsid w:val="007257E6"/>
    <w:rsid w:val="0073139F"/>
    <w:rsid w:val="0075555A"/>
    <w:rsid w:val="00761E6B"/>
    <w:rsid w:val="007B3600"/>
    <w:rsid w:val="007B6E16"/>
    <w:rsid w:val="007B7CFF"/>
    <w:rsid w:val="007D6C26"/>
    <w:rsid w:val="008062CE"/>
    <w:rsid w:val="008137DB"/>
    <w:rsid w:val="00813986"/>
    <w:rsid w:val="00843C5B"/>
    <w:rsid w:val="0086357E"/>
    <w:rsid w:val="0087359E"/>
    <w:rsid w:val="00883394"/>
    <w:rsid w:val="008C088D"/>
    <w:rsid w:val="008D2055"/>
    <w:rsid w:val="0092533F"/>
    <w:rsid w:val="00956990"/>
    <w:rsid w:val="00963E68"/>
    <w:rsid w:val="0097700F"/>
    <w:rsid w:val="0099651B"/>
    <w:rsid w:val="009A1416"/>
    <w:rsid w:val="009B128C"/>
    <w:rsid w:val="009C1321"/>
    <w:rsid w:val="009D3D28"/>
    <w:rsid w:val="00A11AAA"/>
    <w:rsid w:val="00A17621"/>
    <w:rsid w:val="00A24824"/>
    <w:rsid w:val="00A24A8E"/>
    <w:rsid w:val="00A31B37"/>
    <w:rsid w:val="00A40D46"/>
    <w:rsid w:val="00A66BB5"/>
    <w:rsid w:val="00A7203B"/>
    <w:rsid w:val="00AA2490"/>
    <w:rsid w:val="00AB06D2"/>
    <w:rsid w:val="00AD281A"/>
    <w:rsid w:val="00AD7C5F"/>
    <w:rsid w:val="00AE6408"/>
    <w:rsid w:val="00B050B8"/>
    <w:rsid w:val="00B173F1"/>
    <w:rsid w:val="00B3500A"/>
    <w:rsid w:val="00B43CAA"/>
    <w:rsid w:val="00B45C28"/>
    <w:rsid w:val="00B57F5D"/>
    <w:rsid w:val="00B70971"/>
    <w:rsid w:val="00B817BE"/>
    <w:rsid w:val="00BB2BF4"/>
    <w:rsid w:val="00BB45B0"/>
    <w:rsid w:val="00BC1147"/>
    <w:rsid w:val="00BD3564"/>
    <w:rsid w:val="00BD7EB5"/>
    <w:rsid w:val="00BF119E"/>
    <w:rsid w:val="00C02CFD"/>
    <w:rsid w:val="00C037AF"/>
    <w:rsid w:val="00C05C9F"/>
    <w:rsid w:val="00C1057E"/>
    <w:rsid w:val="00C378CE"/>
    <w:rsid w:val="00C444DB"/>
    <w:rsid w:val="00C55824"/>
    <w:rsid w:val="00C63120"/>
    <w:rsid w:val="00C7618F"/>
    <w:rsid w:val="00C87B0E"/>
    <w:rsid w:val="00C95F9B"/>
    <w:rsid w:val="00CA1F5E"/>
    <w:rsid w:val="00CA3CAF"/>
    <w:rsid w:val="00CA4354"/>
    <w:rsid w:val="00CC1A3B"/>
    <w:rsid w:val="00CC2F57"/>
    <w:rsid w:val="00CC6206"/>
    <w:rsid w:val="00CC720F"/>
    <w:rsid w:val="00CD1DB9"/>
    <w:rsid w:val="00CD5074"/>
    <w:rsid w:val="00CE29EA"/>
    <w:rsid w:val="00CE36AD"/>
    <w:rsid w:val="00D01EFB"/>
    <w:rsid w:val="00D043A5"/>
    <w:rsid w:val="00D263AC"/>
    <w:rsid w:val="00D26958"/>
    <w:rsid w:val="00D43A91"/>
    <w:rsid w:val="00D62340"/>
    <w:rsid w:val="00D734EA"/>
    <w:rsid w:val="00D73666"/>
    <w:rsid w:val="00D84B1A"/>
    <w:rsid w:val="00D96B70"/>
    <w:rsid w:val="00DA248A"/>
    <w:rsid w:val="00DC25F1"/>
    <w:rsid w:val="00DC3BDE"/>
    <w:rsid w:val="00DC5214"/>
    <w:rsid w:val="00DD1BED"/>
    <w:rsid w:val="00DD6426"/>
    <w:rsid w:val="00DD7D5A"/>
    <w:rsid w:val="00DE6A17"/>
    <w:rsid w:val="00E10044"/>
    <w:rsid w:val="00E169EC"/>
    <w:rsid w:val="00E25275"/>
    <w:rsid w:val="00E54BF7"/>
    <w:rsid w:val="00E60160"/>
    <w:rsid w:val="00E60A22"/>
    <w:rsid w:val="00E6269F"/>
    <w:rsid w:val="00E63CFD"/>
    <w:rsid w:val="00E72A6C"/>
    <w:rsid w:val="00E75E7F"/>
    <w:rsid w:val="00E8424A"/>
    <w:rsid w:val="00E85986"/>
    <w:rsid w:val="00E93C0A"/>
    <w:rsid w:val="00E964E2"/>
    <w:rsid w:val="00E97DF1"/>
    <w:rsid w:val="00EB633C"/>
    <w:rsid w:val="00ED0121"/>
    <w:rsid w:val="00ED6808"/>
    <w:rsid w:val="00EF5F75"/>
    <w:rsid w:val="00F01954"/>
    <w:rsid w:val="00F06414"/>
    <w:rsid w:val="00F430C2"/>
    <w:rsid w:val="00F4497F"/>
    <w:rsid w:val="00F465F8"/>
    <w:rsid w:val="00F5056A"/>
    <w:rsid w:val="00F72BC2"/>
    <w:rsid w:val="00F72D34"/>
    <w:rsid w:val="00F75D9B"/>
    <w:rsid w:val="00F9097E"/>
    <w:rsid w:val="00F94BD1"/>
    <w:rsid w:val="00F94F1C"/>
    <w:rsid w:val="00FC5966"/>
    <w:rsid w:val="00FC7A91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4EE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63E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1514EE"/>
    <w:pPr>
      <w:keepNext/>
      <w:ind w:left="142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1514EE"/>
    <w:pPr>
      <w:keepNext/>
      <w:ind w:left="142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locked/>
    <w:rsid w:val="001514EE"/>
    <w:rPr>
      <w:b/>
      <w:bCs/>
      <w:sz w:val="32"/>
      <w:szCs w:val="32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1514EE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semiHidden/>
    <w:rsid w:val="001514E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1514EE"/>
    <w:rPr>
      <w:sz w:val="28"/>
      <w:szCs w:val="28"/>
      <w:lang w:val="ru-RU" w:eastAsia="ru-RU" w:bidi="ar-SA"/>
    </w:rPr>
  </w:style>
  <w:style w:type="paragraph" w:styleId="a5">
    <w:name w:val="footer"/>
    <w:basedOn w:val="a"/>
    <w:link w:val="a6"/>
    <w:semiHidden/>
    <w:rsid w:val="001514EE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semiHidden/>
    <w:locked/>
    <w:rsid w:val="001514EE"/>
    <w:rPr>
      <w:sz w:val="28"/>
      <w:szCs w:val="28"/>
      <w:lang w:val="ru-RU" w:eastAsia="ru-RU" w:bidi="ar-SA"/>
    </w:rPr>
  </w:style>
  <w:style w:type="character" w:styleId="a7">
    <w:name w:val="page number"/>
    <w:basedOn w:val="a0"/>
    <w:semiHidden/>
    <w:rsid w:val="001514EE"/>
    <w:rPr>
      <w:rFonts w:cs="Times New Roman"/>
    </w:rPr>
  </w:style>
  <w:style w:type="paragraph" w:styleId="2">
    <w:name w:val="Body Text Indent 2"/>
    <w:basedOn w:val="a"/>
    <w:link w:val="20"/>
    <w:semiHidden/>
    <w:rsid w:val="001514EE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1514EE"/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semiHidden/>
    <w:rsid w:val="00151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locked/>
    <w:rsid w:val="001514EE"/>
    <w:rPr>
      <w:sz w:val="24"/>
      <w:szCs w:val="24"/>
      <w:lang w:val="ru-RU" w:eastAsia="ru-RU" w:bidi="ar-SA"/>
    </w:rPr>
  </w:style>
  <w:style w:type="paragraph" w:styleId="a8">
    <w:name w:val="Balloon Text"/>
    <w:basedOn w:val="a"/>
    <w:semiHidden/>
    <w:rsid w:val="009C132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D5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E63CF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A1D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21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63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aa">
    <w:name w:val="Гипертекстовая ссылка"/>
    <w:basedOn w:val="a0"/>
    <w:uiPriority w:val="99"/>
    <w:rsid w:val="00963E68"/>
    <w:rPr>
      <w:b/>
      <w:bCs/>
      <w:color w:val="106BBE"/>
    </w:rPr>
  </w:style>
  <w:style w:type="paragraph" w:customStyle="1" w:styleId="ConsPlusTitle">
    <w:name w:val="ConsPlusTitle"/>
    <w:rsid w:val="00963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4EE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63E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1514EE"/>
    <w:pPr>
      <w:keepNext/>
      <w:ind w:left="142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1514EE"/>
    <w:pPr>
      <w:keepNext/>
      <w:ind w:left="142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locked/>
    <w:rsid w:val="001514EE"/>
    <w:rPr>
      <w:b/>
      <w:bCs/>
      <w:sz w:val="32"/>
      <w:szCs w:val="32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1514EE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semiHidden/>
    <w:rsid w:val="001514E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1514EE"/>
    <w:rPr>
      <w:sz w:val="28"/>
      <w:szCs w:val="28"/>
      <w:lang w:val="ru-RU" w:eastAsia="ru-RU" w:bidi="ar-SA"/>
    </w:rPr>
  </w:style>
  <w:style w:type="paragraph" w:styleId="a5">
    <w:name w:val="footer"/>
    <w:basedOn w:val="a"/>
    <w:link w:val="a6"/>
    <w:semiHidden/>
    <w:rsid w:val="001514EE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semiHidden/>
    <w:locked/>
    <w:rsid w:val="001514EE"/>
    <w:rPr>
      <w:sz w:val="28"/>
      <w:szCs w:val="28"/>
      <w:lang w:val="ru-RU" w:eastAsia="ru-RU" w:bidi="ar-SA"/>
    </w:rPr>
  </w:style>
  <w:style w:type="character" w:styleId="a7">
    <w:name w:val="page number"/>
    <w:basedOn w:val="a0"/>
    <w:semiHidden/>
    <w:rsid w:val="001514EE"/>
    <w:rPr>
      <w:rFonts w:cs="Times New Roman"/>
    </w:rPr>
  </w:style>
  <w:style w:type="paragraph" w:styleId="2">
    <w:name w:val="Body Text Indent 2"/>
    <w:basedOn w:val="a"/>
    <w:link w:val="20"/>
    <w:semiHidden/>
    <w:rsid w:val="001514EE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1514EE"/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semiHidden/>
    <w:rsid w:val="00151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locked/>
    <w:rsid w:val="001514EE"/>
    <w:rPr>
      <w:sz w:val="24"/>
      <w:szCs w:val="24"/>
      <w:lang w:val="ru-RU" w:eastAsia="ru-RU" w:bidi="ar-SA"/>
    </w:rPr>
  </w:style>
  <w:style w:type="paragraph" w:styleId="a8">
    <w:name w:val="Balloon Text"/>
    <w:basedOn w:val="a"/>
    <w:semiHidden/>
    <w:rsid w:val="009C132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D5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E63CF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A1D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21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63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aa">
    <w:name w:val="Гипертекстовая ссылка"/>
    <w:basedOn w:val="a0"/>
    <w:uiPriority w:val="99"/>
    <w:rsid w:val="00963E68"/>
    <w:rPr>
      <w:b/>
      <w:bCs/>
      <w:color w:val="106BBE"/>
    </w:rPr>
  </w:style>
  <w:style w:type="paragraph" w:customStyle="1" w:styleId="ConsPlusTitle">
    <w:name w:val="ConsPlusTitle"/>
    <w:rsid w:val="00963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21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E83067FB2C1349679DF8C33DA520884E18AAF331A05C798721E69FA9y0v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E83067FB2C1349679DF8C33DA520884E12ADF439A15C798721E69FA9y0v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73355439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2192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ss\Desktop\1%20&#1055;&#1088;&#1080;&#1082;&#1072;&#1079;%20&#1064;&#1040;&#1041;&#1051;&#1054;&#1053;%20&#1085;&#1072;%202021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 Приказ ШАБЛОН на 2021 год</Template>
  <TotalTime>34</TotalTime>
  <Pages>16</Pages>
  <Words>4466</Words>
  <Characters>25461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</vt:lpstr>
    </vt:vector>
  </TitlesOfParts>
  <Company>ГФУ ВО</Company>
  <LinksUpToDate>false</LinksUpToDate>
  <CharactersWithSpaces>29868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creator>boss</dc:creator>
  <cp:lastModifiedBy>Kuznetcova</cp:lastModifiedBy>
  <cp:revision>5</cp:revision>
  <cp:lastPrinted>2022-07-18T10:50:00Z</cp:lastPrinted>
  <dcterms:created xsi:type="dcterms:W3CDTF">2023-12-28T12:31:00Z</dcterms:created>
  <dcterms:modified xsi:type="dcterms:W3CDTF">2023-12-29T07:46:00Z</dcterms:modified>
</cp:coreProperties>
</file>