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39A" w:rsidRDefault="0033239A" w:rsidP="0097458A">
      <w:pPr>
        <w:pStyle w:val="a8"/>
        <w:tabs>
          <w:tab w:val="left" w:pos="708"/>
        </w:tabs>
        <w:rPr>
          <w:b/>
          <w:sz w:val="26"/>
        </w:rPr>
      </w:pPr>
    </w:p>
    <w:p w:rsidR="0033239A" w:rsidRDefault="0033239A" w:rsidP="0097458A">
      <w:pPr>
        <w:pStyle w:val="a8"/>
        <w:tabs>
          <w:tab w:val="left" w:pos="708"/>
        </w:tabs>
        <w:rPr>
          <w:b/>
          <w:sz w:val="26"/>
        </w:rPr>
      </w:pPr>
    </w:p>
    <w:p w:rsidR="0033239A" w:rsidRDefault="009601E3" w:rsidP="00BE217A">
      <w:pPr>
        <w:pStyle w:val="a8"/>
        <w:tabs>
          <w:tab w:val="left" w:pos="708"/>
        </w:tabs>
        <w:jc w:val="center"/>
        <w:rPr>
          <w:b/>
          <w:sz w:val="26"/>
        </w:rPr>
      </w:pPr>
      <w:r>
        <w:rPr>
          <w:b/>
          <w:noProof/>
          <w:sz w:val="2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2" o:spid="_x0000_i1025" type="#_x0000_t75" style="width:58.5pt;height:72.75pt;visibility:visible">
            <v:imagedata r:id="rId8" o:title=""/>
          </v:shape>
        </w:pict>
      </w:r>
    </w:p>
    <w:p w:rsidR="0033239A" w:rsidRDefault="0033239A" w:rsidP="00BE217A">
      <w:pPr>
        <w:pStyle w:val="a8"/>
        <w:tabs>
          <w:tab w:val="left" w:pos="708"/>
        </w:tabs>
        <w:rPr>
          <w:b/>
          <w:sz w:val="26"/>
        </w:rPr>
      </w:pPr>
    </w:p>
    <w:p w:rsidR="0033239A"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АДМИНИСТРАЦИЯ ТАЛОВСКОГО</w:t>
      </w:r>
    </w:p>
    <w:p w:rsidR="0033239A" w:rsidRPr="00C47918" w:rsidRDefault="0033239A" w:rsidP="0097458A">
      <w:pPr>
        <w:pStyle w:val="a8"/>
        <w:tabs>
          <w:tab w:val="left" w:pos="708"/>
        </w:tabs>
        <w:jc w:val="center"/>
        <w:rPr>
          <w:rFonts w:ascii="Times New Roman" w:hAnsi="Times New Roman"/>
          <w:b/>
          <w:sz w:val="26"/>
          <w:szCs w:val="26"/>
        </w:rPr>
      </w:pPr>
      <w:r w:rsidRPr="00C47918">
        <w:rPr>
          <w:rFonts w:ascii="Times New Roman" w:hAnsi="Times New Roman"/>
          <w:b/>
          <w:sz w:val="26"/>
          <w:szCs w:val="26"/>
        </w:rPr>
        <w:t xml:space="preserve"> МУНИЦИПАЛЬНОГО РАЙОНА</w:t>
      </w:r>
      <w:r>
        <w:rPr>
          <w:rFonts w:ascii="Times New Roman" w:hAnsi="Times New Roman"/>
          <w:b/>
          <w:sz w:val="26"/>
          <w:szCs w:val="26"/>
        </w:rPr>
        <w:t xml:space="preserve"> </w:t>
      </w:r>
      <w:r w:rsidRPr="00C47918">
        <w:rPr>
          <w:rFonts w:ascii="Times New Roman" w:hAnsi="Times New Roman"/>
          <w:b/>
          <w:sz w:val="26"/>
          <w:szCs w:val="26"/>
        </w:rPr>
        <w:t>ВОРОНЕЖСКОЙ ОБЛАСТИ</w:t>
      </w:r>
    </w:p>
    <w:p w:rsidR="0033239A" w:rsidRPr="00C920CD" w:rsidRDefault="0033239A" w:rsidP="0097458A">
      <w:pPr>
        <w:pStyle w:val="a8"/>
        <w:tabs>
          <w:tab w:val="left" w:pos="708"/>
        </w:tabs>
        <w:rPr>
          <w:rFonts w:ascii="Times New Roman" w:hAnsi="Times New Roman"/>
          <w:b/>
          <w:sz w:val="28"/>
          <w:szCs w:val="28"/>
        </w:rPr>
      </w:pPr>
    </w:p>
    <w:p w:rsidR="0033239A" w:rsidRPr="00755380" w:rsidRDefault="0033239A" w:rsidP="0097458A">
      <w:pPr>
        <w:pStyle w:val="a8"/>
        <w:tabs>
          <w:tab w:val="left" w:pos="708"/>
        </w:tabs>
        <w:jc w:val="center"/>
        <w:rPr>
          <w:rFonts w:ascii="Times New Roman" w:hAnsi="Times New Roman"/>
          <w:b/>
          <w:color w:val="0070C0"/>
          <w:sz w:val="36"/>
          <w:szCs w:val="36"/>
        </w:rPr>
      </w:pPr>
      <w:proofErr w:type="gramStart"/>
      <w:r w:rsidRPr="00C47918">
        <w:rPr>
          <w:rFonts w:ascii="Times New Roman" w:hAnsi="Times New Roman"/>
          <w:b/>
          <w:sz w:val="36"/>
          <w:szCs w:val="36"/>
        </w:rPr>
        <w:t>П</w:t>
      </w:r>
      <w:proofErr w:type="gramEnd"/>
      <w:r w:rsidRPr="00C47918">
        <w:rPr>
          <w:rFonts w:ascii="Times New Roman" w:hAnsi="Times New Roman"/>
          <w:b/>
          <w:sz w:val="36"/>
          <w:szCs w:val="36"/>
        </w:rPr>
        <w:t xml:space="preserve"> О С Т А Н О В Л Е Н И Е</w:t>
      </w:r>
      <w:r w:rsidR="00755380">
        <w:rPr>
          <w:rFonts w:ascii="Times New Roman" w:hAnsi="Times New Roman"/>
          <w:b/>
          <w:sz w:val="36"/>
          <w:szCs w:val="36"/>
        </w:rPr>
        <w:t xml:space="preserve">   </w:t>
      </w:r>
      <w:r w:rsidR="00755380" w:rsidRPr="00755380">
        <w:rPr>
          <w:rFonts w:ascii="Times New Roman" w:hAnsi="Times New Roman"/>
          <w:b/>
          <w:color w:val="0070C0"/>
          <w:sz w:val="36"/>
          <w:szCs w:val="36"/>
        </w:rPr>
        <w:t>Проект</w:t>
      </w:r>
    </w:p>
    <w:p w:rsidR="0033239A" w:rsidRPr="00434943" w:rsidRDefault="0033239A" w:rsidP="0097458A">
      <w:pPr>
        <w:pStyle w:val="a8"/>
        <w:tabs>
          <w:tab w:val="left" w:pos="708"/>
        </w:tabs>
        <w:rPr>
          <w:rFonts w:ascii="Times New Roman" w:hAnsi="Times New Roman"/>
          <w:b/>
          <w:sz w:val="24"/>
          <w:szCs w:val="24"/>
        </w:rPr>
      </w:pPr>
    </w:p>
    <w:p w:rsidR="0033239A" w:rsidRDefault="0033239A" w:rsidP="0097458A">
      <w:pPr>
        <w:pStyle w:val="a8"/>
        <w:tabs>
          <w:tab w:val="left" w:pos="708"/>
        </w:tabs>
        <w:rPr>
          <w:rFonts w:ascii="Times New Roman" w:hAnsi="Times New Roman"/>
          <w:sz w:val="26"/>
          <w:szCs w:val="26"/>
          <w:u w:val="single"/>
        </w:rPr>
      </w:pPr>
    </w:p>
    <w:p w:rsidR="0033239A" w:rsidRPr="00162CE7" w:rsidRDefault="00DD35FB" w:rsidP="0097458A">
      <w:pPr>
        <w:pStyle w:val="a8"/>
        <w:tabs>
          <w:tab w:val="left" w:pos="708"/>
        </w:tabs>
        <w:rPr>
          <w:rFonts w:ascii="Times New Roman" w:hAnsi="Times New Roman"/>
          <w:b/>
          <w:sz w:val="26"/>
          <w:szCs w:val="26"/>
          <w:u w:val="single"/>
        </w:rPr>
      </w:pPr>
      <w:r>
        <w:rPr>
          <w:rFonts w:ascii="Times New Roman" w:hAnsi="Times New Roman"/>
          <w:sz w:val="26"/>
          <w:szCs w:val="26"/>
          <w:u w:val="single"/>
        </w:rPr>
        <w:t>О</w:t>
      </w:r>
      <w:r w:rsidR="0033239A" w:rsidRPr="00162CE7">
        <w:rPr>
          <w:rFonts w:ascii="Times New Roman" w:hAnsi="Times New Roman"/>
          <w:sz w:val="26"/>
          <w:szCs w:val="26"/>
          <w:u w:val="single"/>
        </w:rPr>
        <w:t>т</w:t>
      </w:r>
      <w:r>
        <w:rPr>
          <w:rFonts w:ascii="Times New Roman" w:hAnsi="Times New Roman"/>
          <w:sz w:val="26"/>
          <w:szCs w:val="26"/>
          <w:u w:val="single"/>
        </w:rPr>
        <w:t xml:space="preserve"> </w:t>
      </w:r>
      <w:r w:rsidR="00755380">
        <w:rPr>
          <w:rFonts w:ascii="Times New Roman" w:hAnsi="Times New Roman"/>
          <w:sz w:val="26"/>
          <w:szCs w:val="26"/>
          <w:u w:val="single"/>
        </w:rPr>
        <w:t xml:space="preserve">                         </w:t>
      </w:r>
      <w:r>
        <w:rPr>
          <w:rFonts w:ascii="Times New Roman" w:hAnsi="Times New Roman"/>
          <w:sz w:val="26"/>
          <w:szCs w:val="26"/>
          <w:u w:val="single"/>
        </w:rPr>
        <w:t xml:space="preserve"> </w:t>
      </w:r>
      <w:r w:rsidR="0033239A">
        <w:rPr>
          <w:rFonts w:ascii="Times New Roman" w:hAnsi="Times New Roman"/>
          <w:sz w:val="26"/>
          <w:szCs w:val="26"/>
          <w:u w:val="single"/>
        </w:rPr>
        <w:t xml:space="preserve">  </w:t>
      </w:r>
      <w:r w:rsidR="0033239A" w:rsidRPr="00162CE7">
        <w:rPr>
          <w:rFonts w:ascii="Times New Roman" w:hAnsi="Times New Roman"/>
          <w:sz w:val="26"/>
          <w:szCs w:val="26"/>
          <w:u w:val="single"/>
        </w:rPr>
        <w:t>№</w:t>
      </w:r>
      <w:proofErr w:type="gramStart"/>
      <w:r w:rsidR="0033239A">
        <w:rPr>
          <w:rFonts w:ascii="Times New Roman" w:hAnsi="Times New Roman"/>
          <w:sz w:val="26"/>
          <w:szCs w:val="26"/>
          <w:u w:val="single"/>
        </w:rPr>
        <w:t xml:space="preserve">      </w:t>
      </w:r>
      <w:r w:rsidR="0033239A" w:rsidRPr="00162CE7">
        <w:rPr>
          <w:rFonts w:ascii="Times New Roman" w:hAnsi="Times New Roman"/>
          <w:sz w:val="26"/>
          <w:szCs w:val="26"/>
          <w:u w:val="single"/>
        </w:rPr>
        <w:t xml:space="preserve"> </w:t>
      </w:r>
      <w:r w:rsidR="0033239A">
        <w:rPr>
          <w:rFonts w:ascii="Times New Roman" w:hAnsi="Times New Roman"/>
          <w:sz w:val="26"/>
          <w:szCs w:val="26"/>
          <w:u w:val="single"/>
        </w:rPr>
        <w:t>.</w:t>
      </w:r>
      <w:proofErr w:type="gramEnd"/>
      <w:r w:rsidR="0033239A" w:rsidRPr="00162CE7">
        <w:rPr>
          <w:rFonts w:ascii="Times New Roman" w:hAnsi="Times New Roman"/>
          <w:sz w:val="26"/>
          <w:szCs w:val="26"/>
          <w:u w:val="single"/>
        </w:rPr>
        <w:t xml:space="preserve">                   </w:t>
      </w:r>
    </w:p>
    <w:p w:rsidR="0033239A" w:rsidRPr="00162CE7" w:rsidRDefault="0033239A" w:rsidP="0097458A">
      <w:pPr>
        <w:pStyle w:val="a8"/>
        <w:tabs>
          <w:tab w:val="left" w:pos="708"/>
        </w:tabs>
        <w:rPr>
          <w:rFonts w:ascii="Times New Roman" w:hAnsi="Times New Roman"/>
          <w:sz w:val="26"/>
          <w:szCs w:val="26"/>
        </w:rPr>
      </w:pPr>
      <w:r w:rsidRPr="00162CE7">
        <w:rPr>
          <w:rFonts w:ascii="Times New Roman" w:hAnsi="Times New Roman"/>
          <w:sz w:val="26"/>
          <w:szCs w:val="26"/>
        </w:rPr>
        <w:t xml:space="preserve">                     </w:t>
      </w:r>
      <w:proofErr w:type="spellStart"/>
      <w:r w:rsidRPr="00162CE7">
        <w:rPr>
          <w:rFonts w:ascii="Times New Roman" w:hAnsi="Times New Roman"/>
          <w:sz w:val="26"/>
          <w:szCs w:val="26"/>
        </w:rPr>
        <w:t>р.п</w:t>
      </w:r>
      <w:proofErr w:type="gramStart"/>
      <w:r w:rsidRPr="00162CE7">
        <w:rPr>
          <w:rFonts w:ascii="Times New Roman" w:hAnsi="Times New Roman"/>
          <w:sz w:val="26"/>
          <w:szCs w:val="26"/>
        </w:rPr>
        <w:t>.Т</w:t>
      </w:r>
      <w:proofErr w:type="gramEnd"/>
      <w:r w:rsidRPr="00162CE7">
        <w:rPr>
          <w:rFonts w:ascii="Times New Roman" w:hAnsi="Times New Roman"/>
          <w:sz w:val="26"/>
          <w:szCs w:val="26"/>
        </w:rPr>
        <w:t>аловая</w:t>
      </w:r>
      <w:proofErr w:type="spellEnd"/>
    </w:p>
    <w:p w:rsidR="0033239A" w:rsidRPr="00162CE7" w:rsidRDefault="0033239A" w:rsidP="0097458A">
      <w:pPr>
        <w:pStyle w:val="a8"/>
        <w:tabs>
          <w:tab w:val="left" w:pos="708"/>
        </w:tabs>
        <w:rPr>
          <w:rFonts w:ascii="Times New Roman" w:hAnsi="Times New Roman"/>
          <w:sz w:val="26"/>
          <w:szCs w:val="26"/>
        </w:rPr>
      </w:pPr>
    </w:p>
    <w:p w:rsidR="0033239A" w:rsidRDefault="009601E3" w:rsidP="002E5FA0">
      <w:pPr>
        <w:pStyle w:val="a8"/>
        <w:tabs>
          <w:tab w:val="clear" w:pos="4677"/>
          <w:tab w:val="left" w:pos="708"/>
          <w:tab w:val="center" w:pos="1890"/>
          <w:tab w:val="center" w:pos="5103"/>
          <w:tab w:val="center" w:pos="7200"/>
        </w:tabs>
        <w:rPr>
          <w:rFonts w:ascii="Times New Roman" w:hAnsi="Times New Roman"/>
          <w:sz w:val="28"/>
          <w:szCs w:val="28"/>
        </w:rPr>
      </w:pPr>
      <w:bookmarkStart w:id="0" w:name="Par13"/>
      <w:bookmarkStart w:id="1" w:name="Par14"/>
      <w:bookmarkEnd w:id="0"/>
      <w:bookmarkEnd w:id="1"/>
      <w:r>
        <w:rPr>
          <w:noProof/>
          <w:lang w:eastAsia="ru-RU"/>
        </w:rPr>
        <w:pict>
          <v:line id="Прямая соединительная линия 15" o:spid="_x0000_s1026" style="position:absolute;z-index:-1;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"/>
        </w:pict>
      </w:r>
      <w:r>
        <w:rPr>
          <w:noProof/>
          <w:lang w:eastAsia="ru-RU"/>
        </w:rPr>
        <w:pict>
          <v:polyline id="Полилиния 14" o:spid="_x0000_s1027" style="position:absolute;z-index:-2;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" filled="f">
            <v:path arrowok="t" o:connecttype="custom" o:connectlocs="0,0;1024191500,2147483647" o:connectangles="0,0"/>
          </v:polyline>
        </w:pict>
      </w:r>
      <w:r>
        <w:rPr>
          <w:noProof/>
          <w:lang w:eastAsia="ru-RU"/>
        </w:rPr>
        <w:pict>
          <v:shape id="Полилиния 13" o:spid="_x0000_s1028" style="position:absolute;margin-left:.05pt;margin-top:11.05pt;width:0;height:9.15pt;z-index:-4;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" path="m,l,183e" filled="f">
            <v:path arrowok="t" o:connecttype="custom" o:connectlocs="0,0;0,116205" o:connectangles="0,0"/>
          </v:shape>
        </w:pict>
      </w:r>
      <w:r>
        <w:rPr>
          <w:noProof/>
          <w:lang w:eastAsia="ru-RU"/>
        </w:rPr>
        <w:pict>
          <v:line id="Прямая соединительная линия 11" o:spid="_x0000_s1029" style="position:absolute;z-index:-3;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"/>
        </w:pic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 утверждении Порядка предоставления за счет средств районного бюджета организациям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и индивидуальным </w:t>
      </w:r>
    </w:p>
    <w:p w:rsidR="0033239A" w:rsidRDefault="0033239A" w:rsidP="0085496B">
      <w:pPr>
        <w:ind w:right="4251"/>
        <w:rPr>
          <w:rFonts w:eastAsia="Times New Roman"/>
          <w:b/>
          <w:sz w:val="28"/>
          <w:szCs w:val="28"/>
          <w:lang w:eastAsia="ar-SA"/>
        </w:rPr>
      </w:pPr>
      <w:proofErr w:type="gramStart"/>
      <w:r w:rsidRPr="009757C7">
        <w:rPr>
          <w:rFonts w:eastAsia="Times New Roman"/>
          <w:b/>
          <w:sz w:val="28"/>
          <w:szCs w:val="28"/>
          <w:lang w:eastAsia="ar-SA"/>
        </w:rPr>
        <w:t>предпринимателям</w:t>
      </w:r>
      <w:r>
        <w:rPr>
          <w:rFonts w:eastAsia="Times New Roman"/>
          <w:b/>
          <w:sz w:val="28"/>
          <w:szCs w:val="28"/>
          <w:lang w:eastAsia="ar-SA"/>
        </w:rPr>
        <w:t xml:space="preserve"> (субъектам </w:t>
      </w:r>
      <w:proofErr w:type="gramEnd"/>
    </w:p>
    <w:p w:rsidR="0033239A" w:rsidRDefault="0033239A" w:rsidP="0085496B">
      <w:pPr>
        <w:ind w:right="4251"/>
        <w:rPr>
          <w:rFonts w:eastAsia="Times New Roman"/>
          <w:b/>
          <w:sz w:val="28"/>
          <w:szCs w:val="28"/>
          <w:lang w:eastAsia="ar-SA"/>
        </w:rPr>
      </w:pPr>
      <w:r>
        <w:rPr>
          <w:rFonts w:eastAsia="Times New Roman"/>
          <w:b/>
          <w:sz w:val="28"/>
          <w:szCs w:val="28"/>
          <w:lang w:eastAsia="ar-SA"/>
        </w:rPr>
        <w:t xml:space="preserve">малого и среднего </w:t>
      </w:r>
    </w:p>
    <w:p w:rsidR="0033239A" w:rsidRDefault="0033239A" w:rsidP="0085496B">
      <w:pPr>
        <w:ind w:right="4251"/>
        <w:rPr>
          <w:rFonts w:eastAsia="Times New Roman"/>
          <w:b/>
          <w:sz w:val="28"/>
          <w:szCs w:val="28"/>
          <w:lang w:eastAsia="ar-SA"/>
        </w:rPr>
      </w:pPr>
      <w:r>
        <w:rPr>
          <w:rFonts w:eastAsia="Times New Roman"/>
          <w:b/>
          <w:sz w:val="28"/>
          <w:szCs w:val="28"/>
          <w:lang w:eastAsia="ar-SA"/>
        </w:rPr>
        <w:t>предпринимательства)</w:t>
      </w:r>
      <w:r w:rsidRPr="009757C7">
        <w:rPr>
          <w:rFonts w:eastAsia="Times New Roman"/>
          <w:b/>
          <w:sz w:val="28"/>
          <w:szCs w:val="28"/>
          <w:lang w:eastAsia="ar-SA"/>
        </w:rPr>
        <w:t>,</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 </w:t>
      </w:r>
      <w:proofErr w:type="gramStart"/>
      <w:r w:rsidRPr="009757C7">
        <w:rPr>
          <w:rFonts w:eastAsia="Times New Roman"/>
          <w:b/>
          <w:sz w:val="28"/>
          <w:szCs w:val="28"/>
          <w:lang w:eastAsia="ar-SA"/>
        </w:rPr>
        <w:t>осуществляющим</w:t>
      </w:r>
      <w:proofErr w:type="gramEnd"/>
      <w:r w:rsidRPr="009757C7">
        <w:rPr>
          <w:rFonts w:eastAsia="Times New Roman"/>
          <w:b/>
          <w:sz w:val="28"/>
          <w:szCs w:val="28"/>
          <w:lang w:eastAsia="ar-SA"/>
        </w:rPr>
        <w:t xml:space="preserve"> деятельность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 перевозке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регулярных автобусных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маршрутах </w:t>
      </w:r>
      <w:proofErr w:type="gramStart"/>
      <w:r w:rsidRPr="009757C7">
        <w:rPr>
          <w:rFonts w:eastAsia="Times New Roman"/>
          <w:b/>
          <w:sz w:val="28"/>
          <w:szCs w:val="28"/>
          <w:lang w:eastAsia="ar-SA"/>
        </w:rPr>
        <w:t>между</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поселениями в границах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Таловского муниципального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района, субсидий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компенсацию части потерь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в доходах </w:t>
      </w:r>
      <w:proofErr w:type="gramStart"/>
      <w:r w:rsidRPr="009757C7">
        <w:rPr>
          <w:rFonts w:eastAsia="Times New Roman"/>
          <w:b/>
          <w:sz w:val="28"/>
          <w:szCs w:val="28"/>
          <w:lang w:eastAsia="ar-SA"/>
        </w:rPr>
        <w:t>вследствие</w:t>
      </w:r>
      <w:proofErr w:type="gramEnd"/>
      <w:r>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Pr>
          <w:rFonts w:eastAsia="Times New Roman"/>
          <w:b/>
          <w:sz w:val="28"/>
          <w:szCs w:val="28"/>
          <w:lang w:eastAsia="ar-SA"/>
        </w:rPr>
        <w:t>государственного</w:t>
      </w:r>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регулирования тарифов </w:t>
      </w:r>
      <w:proofErr w:type="gramStart"/>
      <w:r w:rsidRPr="009757C7">
        <w:rPr>
          <w:rFonts w:eastAsia="Times New Roman"/>
          <w:b/>
          <w:sz w:val="28"/>
          <w:szCs w:val="28"/>
          <w:lang w:eastAsia="ar-SA"/>
        </w:rPr>
        <w:t>на</w:t>
      </w:r>
      <w:proofErr w:type="gramEnd"/>
      <w:r w:rsidRPr="009757C7">
        <w:rPr>
          <w:rFonts w:eastAsia="Times New Roman"/>
          <w:b/>
          <w:sz w:val="28"/>
          <w:szCs w:val="28"/>
          <w:lang w:eastAsia="ar-SA"/>
        </w:rPr>
        <w:t xml:space="preserve">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перевозку пассажиров </w:t>
      </w:r>
    </w:p>
    <w:p w:rsidR="0033239A"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автомобильным транспортом </w:t>
      </w:r>
    </w:p>
    <w:p w:rsidR="0033239A" w:rsidRPr="009757C7" w:rsidRDefault="0033239A" w:rsidP="0085496B">
      <w:pPr>
        <w:ind w:right="4251"/>
        <w:rPr>
          <w:rFonts w:eastAsia="Times New Roman"/>
          <w:b/>
          <w:sz w:val="28"/>
          <w:szCs w:val="28"/>
          <w:lang w:eastAsia="ar-SA"/>
        </w:rPr>
      </w:pPr>
      <w:r w:rsidRPr="009757C7">
        <w:rPr>
          <w:rFonts w:eastAsia="Times New Roman"/>
          <w:b/>
          <w:sz w:val="28"/>
          <w:szCs w:val="28"/>
          <w:lang w:eastAsia="ar-SA"/>
        </w:rPr>
        <w:t xml:space="preserve">общего пользования на </w:t>
      </w:r>
      <w:r>
        <w:rPr>
          <w:rFonts w:eastAsia="Times New Roman"/>
          <w:b/>
          <w:sz w:val="28"/>
          <w:szCs w:val="28"/>
          <w:lang w:eastAsia="ar-SA"/>
        </w:rPr>
        <w:t>2019</w:t>
      </w:r>
      <w:r w:rsidRPr="009757C7">
        <w:rPr>
          <w:rFonts w:eastAsia="Times New Roman"/>
          <w:b/>
          <w:sz w:val="28"/>
          <w:szCs w:val="28"/>
          <w:lang w:eastAsia="ar-SA"/>
        </w:rPr>
        <w:t xml:space="preserve"> год</w:t>
      </w:r>
    </w:p>
    <w:p w:rsidR="0033239A" w:rsidRPr="009757C7" w:rsidRDefault="0033239A" w:rsidP="0085496B">
      <w:pPr>
        <w:ind w:right="4536"/>
        <w:rPr>
          <w:rFonts w:eastAsia="Times New Roman"/>
          <w:b/>
          <w:sz w:val="28"/>
          <w:szCs w:val="28"/>
          <w:lang w:eastAsia="ar-SA"/>
        </w:rPr>
      </w:pPr>
    </w:p>
    <w:p w:rsidR="0033239A" w:rsidRPr="009757C7" w:rsidRDefault="0033239A" w:rsidP="0085496B">
      <w:pPr>
        <w:ind w:right="4536"/>
        <w:rPr>
          <w:rFonts w:eastAsia="Times New Roman"/>
          <w:b/>
          <w:sz w:val="28"/>
          <w:szCs w:val="28"/>
          <w:lang w:eastAsia="ar-SA"/>
        </w:rPr>
      </w:pPr>
    </w:p>
    <w:p w:rsidR="0033239A" w:rsidRPr="009757C7" w:rsidRDefault="0033239A" w:rsidP="0085496B">
      <w:pPr>
        <w:spacing w:line="360" w:lineRule="auto"/>
        <w:ind w:firstLine="567"/>
        <w:jc w:val="both"/>
        <w:rPr>
          <w:rFonts w:eastAsia="Times New Roman"/>
          <w:b/>
          <w:sz w:val="28"/>
          <w:szCs w:val="28"/>
          <w:lang w:eastAsia="ru-RU"/>
        </w:rPr>
      </w:pPr>
      <w:proofErr w:type="gramStart"/>
      <w:r w:rsidRPr="009757C7">
        <w:rPr>
          <w:rFonts w:eastAsia="Times New Roman"/>
          <w:sz w:val="28"/>
          <w:szCs w:val="28"/>
          <w:lang w:eastAsia="ru-RU"/>
        </w:rPr>
        <w:t xml:space="preserve">В соответствии </w:t>
      </w:r>
      <w:r w:rsidRPr="00555A90">
        <w:rPr>
          <w:rFonts w:eastAsia="Times New Roman"/>
          <w:sz w:val="28"/>
          <w:szCs w:val="28"/>
          <w:lang w:eastAsia="ru-RU"/>
        </w:rPr>
        <w:t xml:space="preserve">со </w:t>
      </w:r>
      <w:hyperlink r:id="rId9" w:history="1">
        <w:r w:rsidRPr="00555A90">
          <w:rPr>
            <w:rStyle w:val="ac"/>
            <w:rFonts w:eastAsia="Times New Roman"/>
            <w:color w:val="auto"/>
            <w:sz w:val="28"/>
            <w:szCs w:val="28"/>
            <w:u w:val="none"/>
            <w:lang w:eastAsia="ru-RU"/>
          </w:rPr>
          <w:t>статьей 78</w:t>
        </w:r>
      </w:hyperlink>
      <w:r w:rsidRPr="009757C7">
        <w:rPr>
          <w:rFonts w:eastAsia="Times New Roman"/>
          <w:sz w:val="28"/>
          <w:szCs w:val="28"/>
          <w:lang w:eastAsia="ru-RU"/>
        </w:rPr>
        <w:t xml:space="preserve"> Бюджетного кодекса Российской Федерации, </w:t>
      </w:r>
      <w:hyperlink r:id="rId10" w:history="1">
        <w:r w:rsidRPr="00555A90">
          <w:rPr>
            <w:rStyle w:val="ac"/>
            <w:rFonts w:eastAsia="Times New Roman"/>
            <w:color w:val="auto"/>
            <w:sz w:val="28"/>
            <w:szCs w:val="28"/>
            <w:u w:val="none"/>
            <w:lang w:eastAsia="ru-RU"/>
          </w:rPr>
          <w:t>Законом</w:t>
        </w:r>
      </w:hyperlink>
      <w:r w:rsidRPr="009757C7">
        <w:rPr>
          <w:rFonts w:eastAsia="Times New Roman"/>
          <w:sz w:val="28"/>
          <w:szCs w:val="28"/>
          <w:lang w:eastAsia="ru-RU"/>
        </w:rPr>
        <w:t xml:space="preserve"> Воронежской области от 25.06.2012 N 96-ОЗ "Об организации транспортного обслуживания населения Воронежской области автомобильным транспортом общего пользования",</w:t>
      </w:r>
      <w:r w:rsidRPr="006230EA">
        <w:rPr>
          <w:rFonts w:eastAsia="Times New Roman"/>
          <w:sz w:val="28"/>
          <w:szCs w:val="28"/>
          <w:lang w:eastAsia="ru-RU"/>
        </w:rPr>
        <w:t xml:space="preserve"> </w:t>
      </w:r>
      <w:r>
        <w:rPr>
          <w:rFonts w:eastAsia="Times New Roman"/>
          <w:sz w:val="28"/>
          <w:szCs w:val="28"/>
          <w:lang w:eastAsia="ru-RU"/>
        </w:rPr>
        <w:t xml:space="preserve">постановлением администрации </w:t>
      </w:r>
      <w:r>
        <w:rPr>
          <w:rFonts w:eastAsia="Times New Roman"/>
          <w:sz w:val="28"/>
          <w:szCs w:val="28"/>
          <w:lang w:eastAsia="ru-RU"/>
        </w:rPr>
        <w:lastRenderedPageBreak/>
        <w:t xml:space="preserve">муниципального района от 27.10.2017 №1013  «Об утверждении </w:t>
      </w:r>
      <w:r w:rsidRPr="006E23E0">
        <w:rPr>
          <w:rFonts w:eastAsia="Times New Roman"/>
          <w:sz w:val="28"/>
          <w:szCs w:val="28"/>
          <w:lang w:eastAsia="ru-RU"/>
        </w:rPr>
        <w:t>м</w:t>
      </w:r>
      <w:r w:rsidRPr="006E23E0">
        <w:rPr>
          <w:sz w:val="28"/>
          <w:szCs w:val="28"/>
        </w:rPr>
        <w:t>униципальной программы Таловского муниципального района Воронежской области «Муниципальное  управление и гражданское общество»</w:t>
      </w:r>
      <w:r>
        <w:rPr>
          <w:rFonts w:eastAsia="Times New Roman"/>
          <w:sz w:val="28"/>
          <w:szCs w:val="28"/>
          <w:lang w:eastAsia="ru-RU"/>
        </w:rPr>
        <w:t xml:space="preserve">, </w:t>
      </w:r>
      <w:r w:rsidRPr="009757C7">
        <w:rPr>
          <w:rFonts w:eastAsia="Times New Roman"/>
          <w:sz w:val="28"/>
          <w:szCs w:val="28"/>
          <w:lang w:eastAsia="ru-RU"/>
        </w:rPr>
        <w:t xml:space="preserve"> решением Совета народных депутатов Таловского  муниципального района от</w:t>
      </w:r>
      <w:r>
        <w:rPr>
          <w:rFonts w:eastAsia="Times New Roman"/>
          <w:sz w:val="28"/>
          <w:szCs w:val="28"/>
          <w:lang w:eastAsia="ru-RU"/>
        </w:rPr>
        <w:t xml:space="preserve"> </w:t>
      </w:r>
      <w:r w:rsidRPr="008F6463">
        <w:rPr>
          <w:sz w:val="28"/>
          <w:szCs w:val="28"/>
        </w:rPr>
        <w:t>2</w:t>
      </w:r>
      <w:r>
        <w:rPr>
          <w:sz w:val="28"/>
          <w:szCs w:val="28"/>
        </w:rPr>
        <w:t>5.12</w:t>
      </w:r>
      <w:r w:rsidRPr="008F6463">
        <w:rPr>
          <w:sz w:val="28"/>
          <w:szCs w:val="28"/>
        </w:rPr>
        <w:t>.201</w:t>
      </w:r>
      <w:r>
        <w:rPr>
          <w:sz w:val="28"/>
          <w:szCs w:val="28"/>
        </w:rPr>
        <w:t>8</w:t>
      </w:r>
      <w:r w:rsidRPr="008F6463">
        <w:rPr>
          <w:sz w:val="28"/>
          <w:szCs w:val="28"/>
        </w:rPr>
        <w:t xml:space="preserve"> г №2</w:t>
      </w:r>
      <w:r>
        <w:rPr>
          <w:sz w:val="28"/>
          <w:szCs w:val="28"/>
        </w:rPr>
        <w:t>1</w:t>
      </w:r>
      <w:r w:rsidRPr="008F6463">
        <w:rPr>
          <w:sz w:val="28"/>
          <w:szCs w:val="28"/>
        </w:rPr>
        <w:t xml:space="preserve"> «О</w:t>
      </w:r>
      <w:proofErr w:type="gramEnd"/>
      <w:r w:rsidRPr="008F6463">
        <w:rPr>
          <w:sz w:val="28"/>
          <w:szCs w:val="28"/>
        </w:rPr>
        <w:t xml:space="preserve"> бюджете Таловско</w:t>
      </w:r>
      <w:r>
        <w:rPr>
          <w:sz w:val="28"/>
          <w:szCs w:val="28"/>
        </w:rPr>
        <w:t xml:space="preserve">го </w:t>
      </w:r>
      <w:proofErr w:type="gramStart"/>
      <w:r>
        <w:rPr>
          <w:sz w:val="28"/>
          <w:szCs w:val="28"/>
        </w:rPr>
        <w:t>муниципального</w:t>
      </w:r>
      <w:proofErr w:type="gramEnd"/>
      <w:r>
        <w:rPr>
          <w:sz w:val="28"/>
          <w:szCs w:val="28"/>
        </w:rPr>
        <w:t xml:space="preserve"> района на 2019</w:t>
      </w:r>
      <w:r w:rsidRPr="008F6463">
        <w:rPr>
          <w:sz w:val="28"/>
          <w:szCs w:val="28"/>
        </w:rPr>
        <w:t xml:space="preserve"> год и плановый </w:t>
      </w:r>
      <w:r>
        <w:rPr>
          <w:sz w:val="28"/>
          <w:szCs w:val="28"/>
        </w:rPr>
        <w:t>период 2020</w:t>
      </w:r>
      <w:r w:rsidRPr="008F6463">
        <w:rPr>
          <w:sz w:val="28"/>
          <w:szCs w:val="28"/>
        </w:rPr>
        <w:t xml:space="preserve"> и 202</w:t>
      </w:r>
      <w:r>
        <w:rPr>
          <w:sz w:val="28"/>
          <w:szCs w:val="28"/>
        </w:rPr>
        <w:t>1</w:t>
      </w:r>
      <w:r w:rsidRPr="008F6463">
        <w:rPr>
          <w:sz w:val="28"/>
          <w:szCs w:val="28"/>
        </w:rPr>
        <w:t xml:space="preserve"> годов»</w:t>
      </w:r>
      <w:r w:rsidRPr="009757C7">
        <w:rPr>
          <w:sz w:val="28"/>
          <w:szCs w:val="28"/>
        </w:rPr>
        <w:t xml:space="preserve">, </w:t>
      </w:r>
      <w:r w:rsidRPr="009757C7">
        <w:rPr>
          <w:rFonts w:eastAsia="Times New Roman"/>
          <w:sz w:val="28"/>
          <w:szCs w:val="28"/>
          <w:lang w:eastAsia="ru-RU"/>
        </w:rPr>
        <w:t xml:space="preserve"> администрация Таловского  муниципального района, </w:t>
      </w:r>
      <w:r w:rsidRPr="009757C7">
        <w:rPr>
          <w:rFonts w:eastAsia="Times New Roman"/>
          <w:b/>
          <w:sz w:val="28"/>
          <w:szCs w:val="28"/>
          <w:lang w:eastAsia="ru-RU"/>
        </w:rPr>
        <w:t xml:space="preserve">постановляет:  </w:t>
      </w:r>
    </w:p>
    <w:p w:rsidR="0033239A" w:rsidRPr="00C90248" w:rsidRDefault="0033239A" w:rsidP="0085496B">
      <w:pPr>
        <w:spacing w:line="360" w:lineRule="auto"/>
        <w:ind w:firstLine="851"/>
        <w:jc w:val="both"/>
        <w:rPr>
          <w:rFonts w:eastAsia="Times New Roman"/>
          <w:sz w:val="28"/>
          <w:szCs w:val="28"/>
          <w:lang w:eastAsia="ru-RU"/>
        </w:rPr>
      </w:pPr>
      <w:r w:rsidRPr="009757C7">
        <w:rPr>
          <w:rFonts w:eastAsia="Times New Roman"/>
          <w:sz w:val="28"/>
          <w:szCs w:val="28"/>
          <w:lang w:eastAsia="ru-RU"/>
        </w:rPr>
        <w:t xml:space="preserve">1. </w:t>
      </w:r>
      <w:proofErr w:type="gramStart"/>
      <w:r w:rsidRPr="009757C7">
        <w:rPr>
          <w:rFonts w:eastAsia="Times New Roman"/>
          <w:sz w:val="28"/>
          <w:szCs w:val="28"/>
          <w:lang w:eastAsia="ru-RU"/>
        </w:rPr>
        <w:t xml:space="preserve">Утвердить прилагаемый </w:t>
      </w:r>
      <w:hyperlink r:id="rId11" w:anchor="Par31#Par31" w:history="1">
        <w:r w:rsidRPr="00555A90">
          <w:rPr>
            <w:rStyle w:val="ac"/>
            <w:rFonts w:eastAsia="Times New Roman"/>
            <w:color w:val="auto"/>
            <w:sz w:val="28"/>
            <w:szCs w:val="28"/>
            <w:u w:val="none"/>
            <w:lang w:eastAsia="ru-RU"/>
          </w:rPr>
          <w:t>Порядок</w:t>
        </w:r>
      </w:hyperlink>
      <w:r w:rsidRPr="00555A90">
        <w:rPr>
          <w:rFonts w:eastAsia="Times New Roman"/>
          <w:sz w:val="28"/>
          <w:szCs w:val="28"/>
          <w:lang w:eastAsia="ru-RU"/>
        </w:rPr>
        <w:t xml:space="preserve"> </w:t>
      </w:r>
      <w:r w:rsidRPr="00C90248">
        <w:rPr>
          <w:rFonts w:eastAsia="Times New Roman"/>
          <w:sz w:val="28"/>
          <w:szCs w:val="28"/>
          <w:lang w:eastAsia="ru-RU"/>
        </w:rPr>
        <w:t>предоставления за счет средств районного бюджета организациям и индивидуальным предпринимателям</w:t>
      </w:r>
      <w:r>
        <w:rPr>
          <w:rFonts w:eastAsia="Times New Roman"/>
          <w:sz w:val="28"/>
          <w:szCs w:val="28"/>
          <w:lang w:eastAsia="ru-RU"/>
        </w:rPr>
        <w:t xml:space="preserve"> (субъектам малого и среднего предпринимательства)</w:t>
      </w:r>
      <w:r w:rsidRPr="00C90248">
        <w:rPr>
          <w:rFonts w:eastAsia="Times New Roman"/>
          <w:sz w:val="28"/>
          <w:szCs w:val="28"/>
          <w:lang w:eastAsia="ru-RU"/>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sz w:val="28"/>
          <w:szCs w:val="28"/>
          <w:lang w:eastAsia="ru-RU"/>
        </w:rPr>
        <w:t>ортом общего пользования на 2019</w:t>
      </w:r>
      <w:r w:rsidRPr="00C90248">
        <w:rPr>
          <w:rFonts w:eastAsia="Times New Roman"/>
          <w:sz w:val="28"/>
          <w:szCs w:val="28"/>
          <w:lang w:eastAsia="ru-RU"/>
        </w:rPr>
        <w:t xml:space="preserve"> год</w:t>
      </w:r>
      <w:r>
        <w:rPr>
          <w:rFonts w:eastAsia="Times New Roman"/>
          <w:sz w:val="28"/>
          <w:szCs w:val="28"/>
          <w:lang w:eastAsia="ru-RU"/>
        </w:rPr>
        <w:t>.</w:t>
      </w:r>
      <w:proofErr w:type="gramEnd"/>
    </w:p>
    <w:p w:rsidR="0033239A" w:rsidRPr="009757C7" w:rsidRDefault="0033239A" w:rsidP="0085496B">
      <w:pPr>
        <w:tabs>
          <w:tab w:val="left" w:pos="360"/>
        </w:tabs>
        <w:autoSpaceDE w:val="0"/>
        <w:autoSpaceDN w:val="0"/>
        <w:adjustRightInd w:val="0"/>
        <w:spacing w:line="360" w:lineRule="auto"/>
        <w:jc w:val="both"/>
        <w:rPr>
          <w:sz w:val="28"/>
          <w:szCs w:val="28"/>
        </w:rPr>
      </w:pPr>
      <w:r w:rsidRPr="009757C7">
        <w:rPr>
          <w:sz w:val="28"/>
          <w:szCs w:val="28"/>
        </w:rPr>
        <w:t xml:space="preserve">           2. </w:t>
      </w:r>
      <w:proofErr w:type="gramStart"/>
      <w:r w:rsidRPr="009757C7">
        <w:rPr>
          <w:sz w:val="28"/>
          <w:szCs w:val="28"/>
        </w:rPr>
        <w:t>Контроль за</w:t>
      </w:r>
      <w:proofErr w:type="gramEnd"/>
      <w:r w:rsidRPr="009757C7">
        <w:rPr>
          <w:sz w:val="28"/>
          <w:szCs w:val="28"/>
        </w:rPr>
        <w:t xml:space="preserve"> исполнением настоящего постановления  возложить на </w:t>
      </w:r>
      <w:r>
        <w:rPr>
          <w:sz w:val="28"/>
          <w:szCs w:val="28"/>
        </w:rPr>
        <w:t>заместителя главы администрации</w:t>
      </w:r>
      <w:r w:rsidRPr="009757C7">
        <w:rPr>
          <w:sz w:val="28"/>
          <w:szCs w:val="28"/>
        </w:rPr>
        <w:t xml:space="preserve">–начальника отдела по экономике Бирюкову Л.И. </w:t>
      </w: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85496B">
      <w:pPr>
        <w:tabs>
          <w:tab w:val="left" w:pos="4845"/>
        </w:tabs>
        <w:ind w:firstLine="567"/>
        <w:rPr>
          <w:rFonts w:eastAsia="Times New Roman"/>
          <w:sz w:val="28"/>
          <w:szCs w:val="28"/>
          <w:lang w:eastAsia="ru-RU"/>
        </w:rPr>
      </w:pPr>
    </w:p>
    <w:p w:rsidR="0033239A" w:rsidRPr="009757C7" w:rsidRDefault="0033239A" w:rsidP="0097458A">
      <w:pPr>
        <w:tabs>
          <w:tab w:val="left" w:pos="284"/>
        </w:tabs>
        <w:spacing w:line="360" w:lineRule="auto"/>
        <w:rPr>
          <w:sz w:val="28"/>
          <w:szCs w:val="28"/>
        </w:rPr>
      </w:pPr>
      <w:r>
        <w:rPr>
          <w:sz w:val="28"/>
          <w:szCs w:val="28"/>
        </w:rPr>
        <w:t>Глава</w:t>
      </w:r>
      <w:r w:rsidRPr="009757C7">
        <w:rPr>
          <w:sz w:val="28"/>
          <w:szCs w:val="28"/>
        </w:rPr>
        <w:t xml:space="preserve">  </w:t>
      </w:r>
      <w:proofErr w:type="gramStart"/>
      <w:r w:rsidRPr="009757C7">
        <w:rPr>
          <w:sz w:val="28"/>
          <w:szCs w:val="28"/>
        </w:rPr>
        <w:t>муниципального</w:t>
      </w:r>
      <w:proofErr w:type="gramEnd"/>
      <w:r w:rsidRPr="009757C7">
        <w:rPr>
          <w:sz w:val="28"/>
          <w:szCs w:val="28"/>
        </w:rPr>
        <w:t xml:space="preserve"> района                                                      </w:t>
      </w:r>
      <w:proofErr w:type="spellStart"/>
      <w:r>
        <w:rPr>
          <w:sz w:val="28"/>
          <w:szCs w:val="28"/>
        </w:rPr>
        <w:t>В.В.Бурдин</w:t>
      </w:r>
      <w:proofErr w:type="spellEnd"/>
      <w:r w:rsidRPr="009757C7">
        <w:rPr>
          <w:sz w:val="28"/>
          <w:szCs w:val="28"/>
        </w:rPr>
        <w:t xml:space="preserve">                                                                                                                                       </w:t>
      </w: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458A">
      <w:pPr>
        <w:tabs>
          <w:tab w:val="left" w:pos="1080"/>
          <w:tab w:val="left" w:pos="6660"/>
        </w:tabs>
        <w:ind w:right="-954"/>
        <w:rPr>
          <w:color w:val="FF0000"/>
          <w:sz w:val="26"/>
          <w:szCs w:val="26"/>
        </w:rPr>
      </w:pPr>
    </w:p>
    <w:p w:rsidR="0033239A" w:rsidRDefault="0033239A" w:rsidP="009757C7">
      <w:pPr>
        <w:widowControl w:val="0"/>
        <w:autoSpaceDE w:val="0"/>
        <w:autoSpaceDN w:val="0"/>
        <w:adjustRightInd w:val="0"/>
        <w:jc w:val="right"/>
        <w:rPr>
          <w:sz w:val="26"/>
          <w:szCs w:val="26"/>
        </w:rPr>
      </w:pPr>
      <w:bookmarkStart w:id="2" w:name="_GoBack"/>
      <w:bookmarkEnd w:id="2"/>
    </w:p>
    <w:p w:rsidR="0033239A" w:rsidRDefault="0033239A" w:rsidP="009757C7">
      <w:pPr>
        <w:widowControl w:val="0"/>
        <w:autoSpaceDE w:val="0"/>
        <w:autoSpaceDN w:val="0"/>
        <w:adjustRightInd w:val="0"/>
        <w:jc w:val="right"/>
        <w:rPr>
          <w:rFonts w:eastAsia="Times New Roman"/>
          <w:sz w:val="26"/>
          <w:szCs w:val="26"/>
          <w:lang w:eastAsia="en-US"/>
        </w:rPr>
      </w:pPr>
      <w:r>
        <w:rPr>
          <w:sz w:val="26"/>
          <w:szCs w:val="26"/>
        </w:rPr>
        <w:t xml:space="preserve">Утвержден </w:t>
      </w:r>
    </w:p>
    <w:p w:rsidR="0033239A" w:rsidRDefault="0033239A" w:rsidP="009A61A3">
      <w:pPr>
        <w:widowControl w:val="0"/>
        <w:autoSpaceDE w:val="0"/>
        <w:autoSpaceDN w:val="0"/>
        <w:adjustRightInd w:val="0"/>
        <w:jc w:val="right"/>
        <w:rPr>
          <w:sz w:val="26"/>
          <w:szCs w:val="26"/>
        </w:rPr>
      </w:pPr>
      <w:r>
        <w:rPr>
          <w:sz w:val="26"/>
          <w:szCs w:val="26"/>
        </w:rPr>
        <w:t>постановлением администрации</w:t>
      </w:r>
    </w:p>
    <w:p w:rsidR="0033239A" w:rsidRDefault="0033239A" w:rsidP="009A61A3">
      <w:pPr>
        <w:widowControl w:val="0"/>
        <w:autoSpaceDE w:val="0"/>
        <w:autoSpaceDN w:val="0"/>
        <w:adjustRightInd w:val="0"/>
        <w:jc w:val="right"/>
        <w:rPr>
          <w:sz w:val="26"/>
          <w:szCs w:val="26"/>
        </w:rPr>
      </w:pPr>
      <w:r>
        <w:rPr>
          <w:sz w:val="26"/>
          <w:szCs w:val="26"/>
        </w:rPr>
        <w:t xml:space="preserve">муниципального района </w:t>
      </w:r>
    </w:p>
    <w:p w:rsidR="0033239A" w:rsidRDefault="0033239A" w:rsidP="009A61A3">
      <w:pPr>
        <w:widowControl w:val="0"/>
        <w:autoSpaceDE w:val="0"/>
        <w:autoSpaceDN w:val="0"/>
        <w:adjustRightInd w:val="0"/>
        <w:jc w:val="right"/>
        <w:rPr>
          <w:sz w:val="26"/>
          <w:szCs w:val="26"/>
        </w:rPr>
      </w:pPr>
      <w:r>
        <w:rPr>
          <w:sz w:val="26"/>
          <w:szCs w:val="26"/>
        </w:rPr>
        <w:t xml:space="preserve">от    ___________. N______ </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bookmarkStart w:id="3" w:name="Par31"/>
      <w:bookmarkEnd w:id="3"/>
    </w:p>
    <w:p w:rsidR="0033239A" w:rsidRDefault="0033239A" w:rsidP="009A61A3">
      <w:pPr>
        <w:tabs>
          <w:tab w:val="left" w:pos="9360"/>
        </w:tabs>
        <w:ind w:right="-100"/>
        <w:jc w:val="center"/>
        <w:rPr>
          <w:rFonts w:eastAsia="Times New Roman"/>
          <w:b/>
          <w:sz w:val="26"/>
          <w:szCs w:val="26"/>
          <w:lang w:eastAsia="ar-SA"/>
        </w:rPr>
      </w:pPr>
      <w:r>
        <w:rPr>
          <w:rFonts w:eastAsia="Times New Roman"/>
          <w:b/>
          <w:sz w:val="26"/>
          <w:szCs w:val="26"/>
          <w:lang w:eastAsia="ar-SA"/>
        </w:rPr>
        <w:t>Порядок</w:t>
      </w:r>
    </w:p>
    <w:p w:rsidR="0033239A" w:rsidRPr="00CA203B" w:rsidRDefault="0033239A" w:rsidP="00CA203B">
      <w:pPr>
        <w:ind w:right="-105"/>
        <w:jc w:val="center"/>
        <w:rPr>
          <w:rFonts w:eastAsia="Times New Roman"/>
          <w:b/>
          <w:sz w:val="26"/>
          <w:szCs w:val="26"/>
          <w:lang w:eastAsia="ar-SA"/>
        </w:rPr>
      </w:pPr>
      <w:proofErr w:type="gramStart"/>
      <w:r w:rsidRPr="00CA203B">
        <w:rPr>
          <w:rFonts w:eastAsia="Times New Roman"/>
          <w:b/>
          <w:sz w:val="26"/>
          <w:szCs w:val="26"/>
          <w:lang w:eastAsia="ar-SA"/>
        </w:rPr>
        <w:t>предостав</w:t>
      </w:r>
      <w:r>
        <w:rPr>
          <w:rFonts w:eastAsia="Times New Roman"/>
          <w:b/>
          <w:sz w:val="26"/>
          <w:szCs w:val="26"/>
          <w:lang w:eastAsia="ar-SA"/>
        </w:rPr>
        <w:t>ления за счет средств районного б</w:t>
      </w:r>
      <w:r w:rsidRPr="00CA203B">
        <w:rPr>
          <w:rFonts w:eastAsia="Times New Roman"/>
          <w:b/>
          <w:sz w:val="26"/>
          <w:szCs w:val="26"/>
          <w:lang w:eastAsia="ar-SA"/>
        </w:rPr>
        <w:t>юджета организациям и индивидуальным предпринимателям</w:t>
      </w:r>
      <w:r>
        <w:rPr>
          <w:rFonts w:eastAsia="Times New Roman"/>
          <w:b/>
          <w:sz w:val="26"/>
          <w:szCs w:val="26"/>
          <w:lang w:eastAsia="ar-SA"/>
        </w:rPr>
        <w:t xml:space="preserve"> (субъектам малого и среднего предпринимательства)</w:t>
      </w:r>
      <w:r w:rsidRPr="00CA203B">
        <w:rPr>
          <w:rFonts w:eastAsia="Times New Roman"/>
          <w:b/>
          <w:sz w:val="26"/>
          <w:szCs w:val="26"/>
          <w:lang w:eastAsia="ar-SA"/>
        </w:rPr>
        <w:t>, осуществляющим деятельность по перевозке пассажиров автомобильным транспортом общего пользования на регулярных автобусных маршрутах между поселениями в границах Таловского муниципального района, субсидий на компенсацию части потерь в доходах вследствие государственного регулирования тарифов на перевозку пассажиров автомобильным трансп</w:t>
      </w:r>
      <w:r>
        <w:rPr>
          <w:rFonts w:eastAsia="Times New Roman"/>
          <w:b/>
          <w:sz w:val="26"/>
          <w:szCs w:val="26"/>
          <w:lang w:eastAsia="ar-SA"/>
        </w:rPr>
        <w:t>ортом общего пользования на 2019</w:t>
      </w:r>
      <w:r w:rsidRPr="00CA203B">
        <w:rPr>
          <w:rFonts w:eastAsia="Times New Roman"/>
          <w:b/>
          <w:sz w:val="26"/>
          <w:szCs w:val="26"/>
          <w:lang w:eastAsia="ar-SA"/>
        </w:rPr>
        <w:t xml:space="preserve"> год</w:t>
      </w:r>
      <w:proofErr w:type="gramEnd"/>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jc w:val="center"/>
        <w:outlineLvl w:val="1"/>
        <w:rPr>
          <w:sz w:val="26"/>
          <w:szCs w:val="26"/>
        </w:rPr>
      </w:pPr>
      <w:bookmarkStart w:id="4" w:name="Par40"/>
      <w:bookmarkEnd w:id="4"/>
      <w:r>
        <w:rPr>
          <w:sz w:val="26"/>
          <w:szCs w:val="26"/>
        </w:rPr>
        <w:t>1. Общие положения</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1.1. </w:t>
      </w:r>
      <w:proofErr w:type="gramStart"/>
      <w:r>
        <w:rPr>
          <w:sz w:val="26"/>
          <w:szCs w:val="26"/>
        </w:rPr>
        <w:t xml:space="preserve">Настоящий Порядок предоставления за счет средств районного бюджета организациям и индивидуальным предпринимателям </w:t>
      </w:r>
      <w:r w:rsidRPr="00E42D57">
        <w:rPr>
          <w:sz w:val="26"/>
          <w:szCs w:val="26"/>
        </w:rPr>
        <w:t>(субъектам малого и среднего предпринимательства)</w:t>
      </w:r>
      <w:r>
        <w:rPr>
          <w:sz w:val="26"/>
          <w:szCs w:val="26"/>
        </w:rPr>
        <w:t xml:space="preserve">, осуществляющим деятельность по перевозке пассажиров автомобильным транспортом общего пользования </w:t>
      </w:r>
      <w:r>
        <w:rPr>
          <w:rFonts w:eastAsia="Times New Roman"/>
          <w:sz w:val="26"/>
          <w:szCs w:val="26"/>
          <w:lang w:eastAsia="ru-RU"/>
        </w:rPr>
        <w:t>между поселениями в границах Таловского муниципального района</w:t>
      </w:r>
      <w:r>
        <w:rPr>
          <w:sz w:val="26"/>
          <w:szCs w:val="26"/>
        </w:rPr>
        <w:t>, субсидий на компенсацию части потерь в доходах вследствие государственного регулирования тарифов на перевозку пассажиров автомобильным транспортом общего пользования на 2019 год (далее - Порядок, Субсидии) разработан в соответствии</w:t>
      </w:r>
      <w:proofErr w:type="gramEnd"/>
      <w:r>
        <w:rPr>
          <w:sz w:val="26"/>
          <w:szCs w:val="26"/>
        </w:rPr>
        <w:t xml:space="preserve"> со </w:t>
      </w:r>
      <w:hyperlink r:id="rId12" w:history="1">
        <w:r w:rsidRPr="0085496B">
          <w:rPr>
            <w:rStyle w:val="ac"/>
            <w:color w:val="auto"/>
            <w:sz w:val="26"/>
            <w:szCs w:val="26"/>
          </w:rPr>
          <w:t>статьей 78</w:t>
        </w:r>
      </w:hyperlink>
      <w:r w:rsidRPr="0085496B">
        <w:rPr>
          <w:sz w:val="26"/>
          <w:szCs w:val="26"/>
          <w:u w:val="single"/>
        </w:rPr>
        <w:t xml:space="preserve"> Б</w:t>
      </w:r>
      <w:r>
        <w:rPr>
          <w:sz w:val="26"/>
          <w:szCs w:val="26"/>
        </w:rPr>
        <w:t>юджетного кодекса Российской Федерации и устанавливает:</w:t>
      </w:r>
    </w:p>
    <w:p w:rsidR="0033239A" w:rsidRDefault="0033239A" w:rsidP="009A61A3">
      <w:pPr>
        <w:widowControl w:val="0"/>
        <w:autoSpaceDE w:val="0"/>
        <w:autoSpaceDN w:val="0"/>
        <w:adjustRightInd w:val="0"/>
        <w:ind w:firstLine="540"/>
        <w:jc w:val="both"/>
        <w:rPr>
          <w:sz w:val="26"/>
          <w:szCs w:val="26"/>
        </w:rPr>
      </w:pPr>
      <w:r>
        <w:rPr>
          <w:sz w:val="26"/>
          <w:szCs w:val="26"/>
        </w:rPr>
        <w:t>- категории и критерии отбора лиц, имеющих право на получение Субсидий;</w:t>
      </w:r>
    </w:p>
    <w:p w:rsidR="0033239A" w:rsidRDefault="0033239A" w:rsidP="009A61A3">
      <w:pPr>
        <w:widowControl w:val="0"/>
        <w:autoSpaceDE w:val="0"/>
        <w:autoSpaceDN w:val="0"/>
        <w:adjustRightInd w:val="0"/>
        <w:ind w:firstLine="540"/>
        <w:jc w:val="both"/>
        <w:rPr>
          <w:sz w:val="26"/>
          <w:szCs w:val="26"/>
        </w:rPr>
      </w:pPr>
      <w:r>
        <w:rPr>
          <w:sz w:val="26"/>
          <w:szCs w:val="26"/>
        </w:rPr>
        <w:t>- цели, условия и порядок предоставления Субсидий;</w:t>
      </w:r>
    </w:p>
    <w:p w:rsidR="0033239A" w:rsidRDefault="0033239A" w:rsidP="009A61A3">
      <w:pPr>
        <w:widowControl w:val="0"/>
        <w:autoSpaceDE w:val="0"/>
        <w:autoSpaceDN w:val="0"/>
        <w:adjustRightInd w:val="0"/>
        <w:ind w:firstLine="540"/>
        <w:jc w:val="both"/>
        <w:rPr>
          <w:sz w:val="26"/>
          <w:szCs w:val="26"/>
        </w:rPr>
      </w:pPr>
      <w:r>
        <w:rPr>
          <w:sz w:val="26"/>
          <w:szCs w:val="26"/>
        </w:rPr>
        <w:t>- порядок возврата Субсидий в случае нарушения условий, установленных при их предоставлении;</w:t>
      </w:r>
    </w:p>
    <w:p w:rsidR="0033239A" w:rsidRDefault="0033239A" w:rsidP="009A61A3">
      <w:pPr>
        <w:widowControl w:val="0"/>
        <w:autoSpaceDE w:val="0"/>
        <w:autoSpaceDN w:val="0"/>
        <w:adjustRightInd w:val="0"/>
        <w:ind w:firstLine="540"/>
        <w:jc w:val="both"/>
        <w:rPr>
          <w:sz w:val="26"/>
          <w:szCs w:val="26"/>
        </w:rPr>
      </w:pPr>
      <w:r>
        <w:rPr>
          <w:sz w:val="26"/>
          <w:szCs w:val="26"/>
        </w:rPr>
        <w:t>- положения об обязательной проверке главным распорядителем бюджетных средств, предоставляющим Субсидии, и органом муниципального финансового контроля соблюдения условий, целей и порядка предоставления Субсидий их получателями.</w:t>
      </w:r>
    </w:p>
    <w:p w:rsidR="0033239A" w:rsidRDefault="0033239A" w:rsidP="009A61A3">
      <w:pPr>
        <w:widowControl w:val="0"/>
        <w:autoSpaceDE w:val="0"/>
        <w:autoSpaceDN w:val="0"/>
        <w:adjustRightInd w:val="0"/>
        <w:ind w:firstLine="540"/>
        <w:jc w:val="both"/>
        <w:rPr>
          <w:sz w:val="26"/>
          <w:szCs w:val="26"/>
        </w:rPr>
      </w:pPr>
      <w:bookmarkStart w:id="5" w:name="Par47"/>
      <w:bookmarkEnd w:id="5"/>
      <w:r>
        <w:rPr>
          <w:sz w:val="26"/>
          <w:szCs w:val="26"/>
        </w:rPr>
        <w:t>1.2. Целью предоставления Субсидий является компенсация части потерь в доходах организациям и индивидуальным предпринимателя</w:t>
      </w:r>
      <w:proofErr w:type="gramStart"/>
      <w:r>
        <w:rPr>
          <w:sz w:val="26"/>
          <w:szCs w:val="26"/>
        </w:rPr>
        <w:t>м</w:t>
      </w:r>
      <w:r w:rsidRPr="00E42D57">
        <w:rPr>
          <w:sz w:val="26"/>
          <w:szCs w:val="26"/>
        </w:rPr>
        <w:t>(</w:t>
      </w:r>
      <w:proofErr w:type="gramEnd"/>
      <w:r w:rsidRPr="00E42D57">
        <w:rPr>
          <w:sz w:val="26"/>
          <w:szCs w:val="26"/>
        </w:rPr>
        <w:t>субъектам малого и среднего предпринимательства)</w:t>
      </w:r>
      <w:r>
        <w:rPr>
          <w:sz w:val="26"/>
          <w:szCs w:val="26"/>
        </w:rPr>
        <w:t>, осуществляющим деятельность по перевозке пассажиров автомобильным транспортом общего пользования, возникающих вследствие регулирования тарифов на перевозку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Pr>
          <w:sz w:val="26"/>
          <w:szCs w:val="26"/>
        </w:rPr>
        <w:t xml:space="preserve">1.3. Субсидии предоставляются Администрацией Таловского муниципального района Воронежской области (далее - Администрация) в соответствии со сводной бюджетной росписью в пределах бюджетных ассигнований, предусмотренных решением Совета народных депутатов Таловского муниципального района о районном бюджете на соответствующий финансовый год на цели, указанные в </w:t>
      </w:r>
      <w:hyperlink r:id="rId13" w:anchor="Par47#Par47" w:history="1">
        <w:r w:rsidRPr="0085496B">
          <w:rPr>
            <w:rStyle w:val="ac"/>
            <w:color w:val="auto"/>
            <w:sz w:val="26"/>
            <w:szCs w:val="26"/>
            <w:u w:val="none"/>
          </w:rPr>
          <w:t>пункте 1.2</w:t>
        </w:r>
      </w:hyperlink>
      <w:r w:rsidRPr="0085496B">
        <w:rPr>
          <w:sz w:val="26"/>
          <w:szCs w:val="26"/>
        </w:rPr>
        <w:t xml:space="preserve"> настоящего П</w:t>
      </w:r>
      <w:r>
        <w:rPr>
          <w:sz w:val="26"/>
          <w:szCs w:val="26"/>
        </w:rPr>
        <w:t>орядка.</w:t>
      </w:r>
    </w:p>
    <w:p w:rsidR="0033239A" w:rsidRDefault="0033239A" w:rsidP="00CA203B">
      <w:pPr>
        <w:widowControl w:val="0"/>
        <w:autoSpaceDE w:val="0"/>
        <w:autoSpaceDN w:val="0"/>
        <w:adjustRightInd w:val="0"/>
        <w:ind w:firstLine="540"/>
        <w:jc w:val="both"/>
        <w:rPr>
          <w:sz w:val="26"/>
          <w:szCs w:val="26"/>
        </w:rPr>
      </w:pPr>
      <w:r>
        <w:rPr>
          <w:sz w:val="26"/>
          <w:szCs w:val="26"/>
        </w:rPr>
        <w:lastRenderedPageBreak/>
        <w:t>1.4. Субсидии предоставляются ежеквартально.</w:t>
      </w:r>
      <w:bookmarkStart w:id="6" w:name="Par51"/>
      <w:bookmarkEnd w:id="6"/>
    </w:p>
    <w:p w:rsidR="0033239A" w:rsidRDefault="0033239A" w:rsidP="009A61A3">
      <w:pPr>
        <w:widowControl w:val="0"/>
        <w:autoSpaceDE w:val="0"/>
        <w:autoSpaceDN w:val="0"/>
        <w:adjustRightInd w:val="0"/>
        <w:jc w:val="center"/>
        <w:outlineLvl w:val="1"/>
        <w:rPr>
          <w:sz w:val="26"/>
          <w:szCs w:val="26"/>
        </w:rPr>
      </w:pPr>
      <w:r>
        <w:rPr>
          <w:sz w:val="26"/>
          <w:szCs w:val="26"/>
        </w:rPr>
        <w:t>2. Категории и критерии отбора</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bookmarkStart w:id="7" w:name="Par53"/>
      <w:bookmarkEnd w:id="7"/>
      <w:r>
        <w:rPr>
          <w:sz w:val="26"/>
          <w:szCs w:val="26"/>
        </w:rPr>
        <w:t xml:space="preserve">2.1. </w:t>
      </w:r>
      <w:proofErr w:type="gramStart"/>
      <w:r>
        <w:rPr>
          <w:sz w:val="26"/>
          <w:szCs w:val="26"/>
        </w:rPr>
        <w:t xml:space="preserve">Право на получение Субсидий имеют юридические лица и индивидуальные предприниматели </w:t>
      </w:r>
      <w:r w:rsidRPr="00E42D57">
        <w:rPr>
          <w:sz w:val="26"/>
          <w:szCs w:val="26"/>
        </w:rPr>
        <w:t>(субъектам малого и среднего предпринимательства)</w:t>
      </w:r>
      <w:r>
        <w:rPr>
          <w:sz w:val="26"/>
          <w:szCs w:val="26"/>
        </w:rPr>
        <w:t xml:space="preserve">, осуществляющие пассажирские перевозки автомобильным транспортом общего пользования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(далее - Перевозчики) и заключившие договор об организации регулярных перевозок пассажиров и багажа автомобильным транспортом с администрацией Таловского муниципального района, которые на день рассмотрения заявления о</w:t>
      </w:r>
      <w:proofErr w:type="gramEnd"/>
      <w:r>
        <w:rPr>
          <w:sz w:val="26"/>
          <w:szCs w:val="26"/>
        </w:rPr>
        <w:t xml:space="preserve"> </w:t>
      </w:r>
      <w:proofErr w:type="gramStart"/>
      <w:r>
        <w:rPr>
          <w:sz w:val="26"/>
          <w:szCs w:val="26"/>
        </w:rPr>
        <w:t>получении</w:t>
      </w:r>
      <w:proofErr w:type="gramEnd"/>
      <w:r>
        <w:rPr>
          <w:sz w:val="26"/>
          <w:szCs w:val="26"/>
        </w:rPr>
        <w:t xml:space="preserve"> Субсидии не находятся в процедуре ликвидации или банкротства в соответствии с законодательством Российской Федерации, деятельность которых не приостановлена в порядке, предусмотренном законодательством Российской Федерации, и которые отвечают следующим критериям:</w:t>
      </w:r>
    </w:p>
    <w:p w:rsidR="0033239A" w:rsidRDefault="0033239A" w:rsidP="009A61A3">
      <w:pPr>
        <w:widowControl w:val="0"/>
        <w:autoSpaceDE w:val="0"/>
        <w:autoSpaceDN w:val="0"/>
        <w:adjustRightInd w:val="0"/>
        <w:ind w:firstLine="540"/>
        <w:jc w:val="both"/>
        <w:rPr>
          <w:sz w:val="26"/>
          <w:szCs w:val="26"/>
        </w:rPr>
      </w:pPr>
      <w:r>
        <w:rPr>
          <w:sz w:val="26"/>
          <w:szCs w:val="26"/>
        </w:rPr>
        <w:t xml:space="preserve">а) осуществление перевозчиком пассажирских перевозок автомобильным транспортом общего пользования малой и средней вместимости по утвержденным в установленном порядке маршрутам </w:t>
      </w:r>
      <w:r>
        <w:rPr>
          <w:rFonts w:eastAsia="Times New Roman"/>
          <w:sz w:val="26"/>
          <w:szCs w:val="26"/>
          <w:lang w:eastAsia="ru-RU"/>
        </w:rPr>
        <w:t>между поселениями в границах Таловского муниципального района</w:t>
      </w:r>
      <w:r>
        <w:rPr>
          <w:sz w:val="26"/>
          <w:szCs w:val="26"/>
        </w:rPr>
        <w:t xml:space="preserve"> в соответствии с заключенным договором с Администрацией;</w:t>
      </w:r>
    </w:p>
    <w:p w:rsidR="0033239A" w:rsidRDefault="0033239A" w:rsidP="009A61A3">
      <w:pPr>
        <w:widowControl w:val="0"/>
        <w:autoSpaceDE w:val="0"/>
        <w:autoSpaceDN w:val="0"/>
        <w:adjustRightInd w:val="0"/>
        <w:ind w:firstLine="540"/>
        <w:jc w:val="both"/>
        <w:rPr>
          <w:sz w:val="26"/>
          <w:szCs w:val="26"/>
        </w:rPr>
      </w:pPr>
      <w:r>
        <w:rPr>
          <w:sz w:val="26"/>
          <w:szCs w:val="26"/>
        </w:rPr>
        <w:t>б) наличие лицензии на перевозку пассажиров, предусмотренной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в) соблюдение правил перевозки пассажиров и багажа автомобильным транспортом, требований по безопасности дорожного движения, установленных законодательством Российской Федерации и Воронежской области.</w:t>
      </w:r>
    </w:p>
    <w:p w:rsidR="0033239A" w:rsidRPr="0032379B" w:rsidRDefault="0033239A" w:rsidP="009A61A3">
      <w:pPr>
        <w:widowControl w:val="0"/>
        <w:autoSpaceDE w:val="0"/>
        <w:autoSpaceDN w:val="0"/>
        <w:adjustRightInd w:val="0"/>
        <w:ind w:firstLine="540"/>
        <w:jc w:val="both"/>
        <w:rPr>
          <w:sz w:val="26"/>
          <w:szCs w:val="26"/>
        </w:rPr>
      </w:pPr>
      <w:bookmarkStart w:id="8" w:name="Par57"/>
      <w:bookmarkEnd w:id="8"/>
      <w:r w:rsidRPr="0032379B">
        <w:rPr>
          <w:sz w:val="26"/>
          <w:szCs w:val="26"/>
        </w:rPr>
        <w:t>2.2. Для включения в реестр получателей Субсидий Перевозчики в установленные Администрацией сроки представляют в Администрацию следующие документы:</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а) заявление о предоставлении Субсидий, в котором указываются юридический адрес (место нахождения) и банковские реквизиты Перевозчика;</w:t>
      </w:r>
    </w:p>
    <w:p w:rsidR="0033239A" w:rsidRPr="0032379B" w:rsidRDefault="0033239A" w:rsidP="009A61A3">
      <w:pPr>
        <w:widowControl w:val="0"/>
        <w:autoSpaceDE w:val="0"/>
        <w:autoSpaceDN w:val="0"/>
        <w:adjustRightInd w:val="0"/>
        <w:ind w:firstLine="540"/>
        <w:jc w:val="both"/>
        <w:rPr>
          <w:sz w:val="26"/>
          <w:szCs w:val="26"/>
        </w:rPr>
      </w:pPr>
      <w:r w:rsidRPr="0032379B">
        <w:rPr>
          <w:sz w:val="26"/>
          <w:szCs w:val="26"/>
        </w:rPr>
        <w:t>б) копию договора с Администрацией об организации регулярных перевозок пассажиров и багажа автомобильным транспортом общего пользования;</w:t>
      </w:r>
    </w:p>
    <w:p w:rsidR="0033239A" w:rsidRDefault="0033239A" w:rsidP="009A61A3">
      <w:pPr>
        <w:widowControl w:val="0"/>
        <w:autoSpaceDE w:val="0"/>
        <w:autoSpaceDN w:val="0"/>
        <w:adjustRightInd w:val="0"/>
        <w:ind w:firstLine="540"/>
        <w:jc w:val="both"/>
        <w:rPr>
          <w:sz w:val="26"/>
          <w:szCs w:val="26"/>
        </w:rPr>
      </w:pPr>
      <w:r w:rsidRPr="0032379B">
        <w:rPr>
          <w:sz w:val="26"/>
          <w:szCs w:val="26"/>
        </w:rPr>
        <w:t>в) расчет потребности финансирования из районного бюджета потерь в доходах вследствие регулирования тарифов на перевозку пассажиров автомобильным транспортом общего пользования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2.3. </w:t>
      </w:r>
      <w:proofErr w:type="gramStart"/>
      <w:r>
        <w:rPr>
          <w:sz w:val="26"/>
          <w:szCs w:val="26"/>
        </w:rPr>
        <w:t xml:space="preserve">Получатели Субсидий вправе представить по собственной инициативе копию договора с Администрацией об организации регулярных перевозок пассажиров и багажа автомобильным транспортом общего пользования, копию лицензии на перевозку пассажиров автомобильным транспортом с категорией вместимости МВ-1 (от 16 до 45 человек) </w:t>
      </w:r>
      <w:r w:rsidRPr="0032379B">
        <w:rPr>
          <w:sz w:val="26"/>
          <w:szCs w:val="26"/>
        </w:rPr>
        <w:t>и копию выписки из Единого государственного реестра юридических лиц или Единого государственного реестра индивидуальных предпринимателей по состоянию не более чем за 60</w:t>
      </w:r>
      <w:proofErr w:type="gramEnd"/>
      <w:r w:rsidRPr="0032379B">
        <w:rPr>
          <w:sz w:val="26"/>
          <w:szCs w:val="26"/>
        </w:rPr>
        <w:t xml:space="preserve"> дней до</w:t>
      </w:r>
      <w:r>
        <w:rPr>
          <w:sz w:val="26"/>
          <w:szCs w:val="26"/>
        </w:rPr>
        <w:t xml:space="preserve"> даты подачи заявления о предоставлении Субсидии. </w:t>
      </w:r>
      <w:proofErr w:type="gramStart"/>
      <w:r>
        <w:rPr>
          <w:sz w:val="26"/>
          <w:szCs w:val="26"/>
        </w:rPr>
        <w:t>В случае если заявитель не представил по собственной инициативе указанные документы, Администрация запрашивает их самостоятельно в установленном порядке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roofErr w:type="gramEnd"/>
    </w:p>
    <w:p w:rsidR="0033239A" w:rsidRDefault="0033239A" w:rsidP="009A61A3">
      <w:pPr>
        <w:widowControl w:val="0"/>
        <w:autoSpaceDE w:val="0"/>
        <w:autoSpaceDN w:val="0"/>
        <w:adjustRightInd w:val="0"/>
        <w:ind w:firstLine="540"/>
        <w:jc w:val="both"/>
        <w:rPr>
          <w:sz w:val="26"/>
          <w:szCs w:val="26"/>
        </w:rPr>
      </w:pPr>
      <w:r>
        <w:rPr>
          <w:sz w:val="26"/>
          <w:szCs w:val="26"/>
        </w:rPr>
        <w:t xml:space="preserve">2.4. Отдел по экономике администрации муниципального района принимает </w:t>
      </w:r>
      <w:r>
        <w:rPr>
          <w:sz w:val="26"/>
          <w:szCs w:val="26"/>
        </w:rPr>
        <w:lastRenderedPageBreak/>
        <w:t xml:space="preserve">представленные документы, </w:t>
      </w:r>
      <w:proofErr w:type="gramStart"/>
      <w:r>
        <w:rPr>
          <w:sz w:val="26"/>
          <w:szCs w:val="26"/>
        </w:rPr>
        <w:t>проверяет правильность их оформления и регистрирует</w:t>
      </w:r>
      <w:proofErr w:type="gramEnd"/>
      <w:r>
        <w:rPr>
          <w:sz w:val="26"/>
          <w:szCs w:val="26"/>
        </w:rPr>
        <w:t xml:space="preserve"> в журнале регистрации, после чего проверяет на соответствие Перевозчиков критериям отбора, достоверность представленных сведений для включения в реестр получателей Субсидий и обоснованность расчетов потребности финансирования из районного бюджета.</w:t>
      </w:r>
    </w:p>
    <w:p w:rsidR="0033239A" w:rsidRDefault="0033239A" w:rsidP="009A61A3">
      <w:pPr>
        <w:widowControl w:val="0"/>
        <w:autoSpaceDE w:val="0"/>
        <w:autoSpaceDN w:val="0"/>
        <w:adjustRightInd w:val="0"/>
        <w:ind w:firstLine="540"/>
        <w:jc w:val="both"/>
        <w:rPr>
          <w:sz w:val="26"/>
          <w:szCs w:val="26"/>
        </w:rPr>
      </w:pPr>
      <w:r>
        <w:rPr>
          <w:sz w:val="26"/>
          <w:szCs w:val="26"/>
        </w:rPr>
        <w:t>Проверку соответствия Перевозчика критериям отбора, достоверности представленных сведений, обоснованности расчетов потребности финансирования из районного бюджета, принятие решения о включении Перевозчика в реестр получателей Субсидий осуществляет комиссия, создаваемая распоряжением Администрации.</w:t>
      </w:r>
    </w:p>
    <w:p w:rsidR="0033239A" w:rsidRDefault="0033239A" w:rsidP="009A61A3">
      <w:pPr>
        <w:widowControl w:val="0"/>
        <w:autoSpaceDE w:val="0"/>
        <w:autoSpaceDN w:val="0"/>
        <w:adjustRightInd w:val="0"/>
        <w:ind w:firstLine="540"/>
        <w:jc w:val="both"/>
        <w:rPr>
          <w:sz w:val="26"/>
          <w:szCs w:val="26"/>
        </w:rPr>
      </w:pPr>
      <w:r>
        <w:rPr>
          <w:sz w:val="26"/>
          <w:szCs w:val="26"/>
        </w:rPr>
        <w:t xml:space="preserve">В течение 30 календарных дней с момента предоставления Перевозчиками документов, указанных в </w:t>
      </w:r>
      <w:hyperlink r:id="rId14" w:anchor="Par57#Par57" w:history="1">
        <w:r w:rsidRPr="0085496B">
          <w:rPr>
            <w:rStyle w:val="ac"/>
            <w:color w:val="auto"/>
            <w:sz w:val="26"/>
            <w:szCs w:val="26"/>
          </w:rPr>
          <w:t>пункте 2.2</w:t>
        </w:r>
      </w:hyperlink>
      <w:r>
        <w:rPr>
          <w:sz w:val="26"/>
          <w:szCs w:val="26"/>
        </w:rPr>
        <w:t xml:space="preserve"> настоящего Порядка, на основании решения комиссии, Администрация издает правовой акт о предоставлении Субсидии Перевозчику либо об отказе в предоставлении Субсидии.</w:t>
      </w:r>
    </w:p>
    <w:p w:rsidR="0033239A" w:rsidRDefault="0033239A" w:rsidP="009A61A3">
      <w:pPr>
        <w:widowControl w:val="0"/>
        <w:autoSpaceDE w:val="0"/>
        <w:autoSpaceDN w:val="0"/>
        <w:adjustRightInd w:val="0"/>
        <w:ind w:firstLine="540"/>
        <w:jc w:val="both"/>
        <w:rPr>
          <w:sz w:val="26"/>
          <w:szCs w:val="26"/>
        </w:rPr>
      </w:pPr>
      <w:r>
        <w:rPr>
          <w:sz w:val="26"/>
          <w:szCs w:val="26"/>
        </w:rPr>
        <w:t>В течение 5 дней со дня принятия решения Перевозчику направляется уведомление о включении его в реестр получателей Субсидий или об отказе в предоставлении Субсидий.</w:t>
      </w:r>
    </w:p>
    <w:p w:rsidR="0033239A" w:rsidRDefault="0033239A" w:rsidP="009A61A3">
      <w:pPr>
        <w:widowControl w:val="0"/>
        <w:autoSpaceDE w:val="0"/>
        <w:autoSpaceDN w:val="0"/>
        <w:adjustRightInd w:val="0"/>
        <w:ind w:firstLine="540"/>
        <w:jc w:val="both"/>
        <w:rPr>
          <w:sz w:val="26"/>
          <w:szCs w:val="26"/>
        </w:rPr>
      </w:pPr>
      <w:r>
        <w:rPr>
          <w:sz w:val="26"/>
          <w:szCs w:val="26"/>
        </w:rPr>
        <w:t>2.5. Основаниями для отказа в предоставлении Субсидий являются:</w:t>
      </w:r>
    </w:p>
    <w:p w:rsidR="0033239A" w:rsidRPr="0085496B" w:rsidRDefault="0033239A" w:rsidP="009A61A3">
      <w:pPr>
        <w:widowControl w:val="0"/>
        <w:autoSpaceDE w:val="0"/>
        <w:autoSpaceDN w:val="0"/>
        <w:adjustRightInd w:val="0"/>
        <w:ind w:firstLine="540"/>
        <w:jc w:val="both"/>
        <w:rPr>
          <w:sz w:val="26"/>
          <w:szCs w:val="26"/>
        </w:rPr>
      </w:pPr>
      <w:r>
        <w:rPr>
          <w:sz w:val="26"/>
          <w:szCs w:val="26"/>
        </w:rPr>
        <w:t xml:space="preserve">- несоответствие Перевозчика критериям отбора, предусмотренным </w:t>
      </w:r>
      <w:hyperlink r:id="rId15" w:anchor="Par53#Par53" w:history="1">
        <w:r w:rsidRPr="0085496B">
          <w:rPr>
            <w:rStyle w:val="ac"/>
            <w:color w:val="auto"/>
            <w:sz w:val="26"/>
            <w:szCs w:val="26"/>
          </w:rPr>
          <w:t>пунктом 2.1</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xml:space="preserve">- представление неполного комплекта документов, предусмотренных </w:t>
      </w:r>
      <w:hyperlink r:id="rId16" w:anchor="Par57#Par57" w:history="1">
        <w:r w:rsidRPr="0085496B">
          <w:rPr>
            <w:rStyle w:val="ac"/>
            <w:color w:val="auto"/>
            <w:sz w:val="26"/>
            <w:szCs w:val="26"/>
          </w:rPr>
          <w:t>пунктом 2.2</w:t>
        </w:r>
      </w:hyperlink>
      <w:r w:rsidRPr="0085496B">
        <w:rPr>
          <w:sz w:val="26"/>
          <w:szCs w:val="26"/>
        </w:rPr>
        <w:t xml:space="preserve"> настоящего Порядка;</w:t>
      </w:r>
    </w:p>
    <w:p w:rsidR="0033239A" w:rsidRPr="0085496B" w:rsidRDefault="0033239A" w:rsidP="009A61A3">
      <w:pPr>
        <w:widowControl w:val="0"/>
        <w:autoSpaceDE w:val="0"/>
        <w:autoSpaceDN w:val="0"/>
        <w:adjustRightInd w:val="0"/>
        <w:ind w:firstLine="540"/>
        <w:jc w:val="both"/>
        <w:rPr>
          <w:sz w:val="26"/>
          <w:szCs w:val="26"/>
        </w:rPr>
      </w:pPr>
      <w:r w:rsidRPr="0085496B">
        <w:rPr>
          <w:sz w:val="26"/>
          <w:szCs w:val="26"/>
        </w:rPr>
        <w:t>- представление недостоверных сведений или документов.</w:t>
      </w:r>
    </w:p>
    <w:p w:rsidR="0033239A" w:rsidRDefault="0033239A" w:rsidP="009A61A3">
      <w:pPr>
        <w:widowControl w:val="0"/>
        <w:autoSpaceDE w:val="0"/>
        <w:autoSpaceDN w:val="0"/>
        <w:adjustRightInd w:val="0"/>
        <w:ind w:firstLine="540"/>
        <w:jc w:val="both"/>
        <w:rPr>
          <w:sz w:val="26"/>
          <w:szCs w:val="26"/>
        </w:rPr>
      </w:pPr>
      <w:r>
        <w:rPr>
          <w:sz w:val="26"/>
          <w:szCs w:val="26"/>
        </w:rPr>
        <w:t xml:space="preserve">2.6. В </w:t>
      </w:r>
      <w:proofErr w:type="gramStart"/>
      <w:r>
        <w:rPr>
          <w:sz w:val="26"/>
          <w:szCs w:val="26"/>
        </w:rPr>
        <w:t>случае</w:t>
      </w:r>
      <w:proofErr w:type="gramEnd"/>
      <w:r>
        <w:rPr>
          <w:sz w:val="26"/>
          <w:szCs w:val="26"/>
        </w:rPr>
        <w:t xml:space="preserve"> принятия решения о предоставлении Субсидий Администрация в течение 10 дней с момента принятия решения заключает с Перевозчиком договор о предоставлении Субсидий по форме, утвержденной Администрацией.</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outlineLvl w:val="1"/>
        <w:rPr>
          <w:sz w:val="26"/>
          <w:szCs w:val="26"/>
        </w:rPr>
      </w:pPr>
      <w:bookmarkStart w:id="9" w:name="Par72"/>
      <w:bookmarkEnd w:id="9"/>
      <w:r>
        <w:rPr>
          <w:sz w:val="26"/>
          <w:szCs w:val="26"/>
        </w:rPr>
        <w:t>3. Расчет и перечисление Субсидий Перевозчику</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3.1. Для расчета ежеквартальных Субсидий Перевозчик представляет в Администрацию:</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в срок до 10-го числа первого месяца отчетного квартала, </w:t>
      </w:r>
      <w:hyperlink r:id="rId17" w:anchor="Par134#Par134" w:history="1">
        <w:r w:rsidRPr="0085496B">
          <w:rPr>
            <w:rStyle w:val="ac"/>
            <w:color w:val="auto"/>
            <w:sz w:val="26"/>
            <w:szCs w:val="26"/>
          </w:rPr>
          <w:t>сведения</w:t>
        </w:r>
      </w:hyperlink>
      <w:r>
        <w:rPr>
          <w:sz w:val="26"/>
          <w:szCs w:val="26"/>
        </w:rPr>
        <w:t xml:space="preserve"> об ожидаемых потерях в доходах Перевозчика от выполнения пассажирских перевозок автомобильным транспортом по форме согласно приложению к настоящему Порядку;</w:t>
      </w:r>
    </w:p>
    <w:p w:rsidR="0033239A" w:rsidRDefault="0033239A" w:rsidP="009A61A3">
      <w:pPr>
        <w:widowControl w:val="0"/>
        <w:autoSpaceDE w:val="0"/>
        <w:autoSpaceDN w:val="0"/>
        <w:adjustRightInd w:val="0"/>
        <w:ind w:firstLine="540"/>
        <w:jc w:val="both"/>
        <w:rPr>
          <w:sz w:val="26"/>
          <w:szCs w:val="26"/>
        </w:rPr>
      </w:pPr>
      <w:r>
        <w:rPr>
          <w:sz w:val="26"/>
          <w:szCs w:val="26"/>
        </w:rPr>
        <w:t xml:space="preserve">- ежеквартально до 30-го числа месяца, следующего за отчетным кварталом, подтверждение фактических потерь в доходах статистической отчетностью по форме федерального государственного статистического наблюдения </w:t>
      </w:r>
      <w:hyperlink r:id="rId18" w:history="1">
        <w:r w:rsidRPr="0085496B">
          <w:rPr>
            <w:rStyle w:val="ac"/>
            <w:color w:val="auto"/>
            <w:sz w:val="26"/>
            <w:szCs w:val="26"/>
          </w:rPr>
          <w:t>N 65-автотранс</w:t>
        </w:r>
      </w:hyperlink>
      <w:r w:rsidRPr="0085496B">
        <w:rPr>
          <w:sz w:val="26"/>
          <w:szCs w:val="26"/>
        </w:rPr>
        <w:t xml:space="preserve">, </w:t>
      </w:r>
      <w:r>
        <w:rPr>
          <w:sz w:val="26"/>
          <w:szCs w:val="26"/>
        </w:rPr>
        <w:t>утвержденной Федеральной службой государственной статистики.</w:t>
      </w:r>
    </w:p>
    <w:p w:rsidR="0033239A" w:rsidRDefault="0033239A" w:rsidP="009A61A3">
      <w:pPr>
        <w:widowControl w:val="0"/>
        <w:autoSpaceDE w:val="0"/>
        <w:autoSpaceDN w:val="0"/>
        <w:adjustRightInd w:val="0"/>
        <w:ind w:firstLine="540"/>
        <w:jc w:val="both"/>
        <w:rPr>
          <w:sz w:val="26"/>
          <w:szCs w:val="26"/>
        </w:rPr>
      </w:pPr>
      <w:r>
        <w:rPr>
          <w:sz w:val="26"/>
          <w:szCs w:val="26"/>
        </w:rPr>
        <w:t>3.2. Администрация ежеквартально производит расчет ежеквартальных  Субсидий по каждому Перевозчику за расчетный период по формуле:</w:t>
      </w:r>
    </w:p>
    <w:p w:rsidR="0033239A" w:rsidRDefault="0033239A" w:rsidP="009A61A3">
      <w:pPr>
        <w:widowControl w:val="0"/>
        <w:autoSpaceDE w:val="0"/>
        <w:autoSpaceDN w:val="0"/>
        <w:adjustRightInd w:val="0"/>
        <w:ind w:firstLine="540"/>
        <w:jc w:val="both"/>
        <w:rPr>
          <w:sz w:val="26"/>
          <w:szCs w:val="26"/>
        </w:rPr>
      </w:pPr>
    </w:p>
    <w:p w:rsidR="0033239A" w:rsidRDefault="009601E3" w:rsidP="009A61A3">
      <w:pPr>
        <w:widowControl w:val="0"/>
        <w:autoSpaceDE w:val="0"/>
        <w:autoSpaceDN w:val="0"/>
        <w:adjustRightInd w:val="0"/>
        <w:ind w:firstLine="540"/>
        <w:jc w:val="both"/>
        <w:rPr>
          <w:sz w:val="26"/>
          <w:szCs w:val="26"/>
        </w:rPr>
      </w:pPr>
      <w:r>
        <w:rPr>
          <w:noProof/>
          <w:sz w:val="26"/>
          <w:szCs w:val="26"/>
          <w:lang w:eastAsia="ru-RU"/>
        </w:rPr>
        <w:pict>
          <v:shape id="Рисунок 1" o:spid="_x0000_i1026" type="#_x0000_t75" style="width:66.75pt;height:17.25pt;visibility:visible">
            <v:imagedata r:id="rId19" o:title=""/>
          </v:shape>
        </w:pict>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9601E3">
        <w:rPr>
          <w:noProof/>
          <w:position w:val="-9"/>
          <w:sz w:val="26"/>
          <w:szCs w:val="26"/>
          <w:lang w:eastAsia="ru-RU"/>
        </w:rPr>
        <w:pict>
          <v:shape id="Рисунок 2" o:spid="_x0000_i1027" type="#_x0000_t75" style="width:19.5pt;height:17.25pt;visibility:visible">
            <v:imagedata r:id="rId20" o:title=""/>
          </v:shape>
        </w:pict>
      </w:r>
      <w:r>
        <w:rPr>
          <w:sz w:val="26"/>
          <w:szCs w:val="26"/>
        </w:rPr>
        <w:t xml:space="preserve"> - Субсидии Перевозчика;</w:t>
      </w:r>
    </w:p>
    <w:p w:rsidR="0033239A" w:rsidRDefault="0033239A" w:rsidP="009A61A3">
      <w:pPr>
        <w:widowControl w:val="0"/>
        <w:autoSpaceDE w:val="0"/>
        <w:autoSpaceDN w:val="0"/>
        <w:adjustRightInd w:val="0"/>
        <w:ind w:firstLine="540"/>
        <w:jc w:val="both"/>
        <w:rPr>
          <w:sz w:val="26"/>
          <w:szCs w:val="26"/>
        </w:rPr>
      </w:pPr>
      <w:proofErr w:type="gramStart"/>
      <w:r>
        <w:rPr>
          <w:sz w:val="26"/>
          <w:szCs w:val="26"/>
        </w:rPr>
        <w:t>Р</w:t>
      </w:r>
      <w:proofErr w:type="gramEnd"/>
      <w:r>
        <w:rPr>
          <w:sz w:val="26"/>
          <w:szCs w:val="26"/>
        </w:rPr>
        <w:t xml:space="preserve"> - расходы от работы на маршрутах;</w:t>
      </w:r>
    </w:p>
    <w:p w:rsidR="0033239A" w:rsidRDefault="0033239A" w:rsidP="009A61A3">
      <w:pPr>
        <w:widowControl w:val="0"/>
        <w:autoSpaceDE w:val="0"/>
        <w:autoSpaceDN w:val="0"/>
        <w:adjustRightInd w:val="0"/>
        <w:ind w:firstLine="540"/>
        <w:jc w:val="both"/>
        <w:rPr>
          <w:sz w:val="26"/>
          <w:szCs w:val="26"/>
        </w:rPr>
      </w:pPr>
      <w:r>
        <w:rPr>
          <w:sz w:val="26"/>
          <w:szCs w:val="26"/>
        </w:rPr>
        <w:t>Д - доходы от работы на маршрутах по тарифам, утвержденным управлением по государственному регулированию тарифов Воронежской области;</w:t>
      </w:r>
    </w:p>
    <w:p w:rsidR="0033239A" w:rsidRDefault="009601E3" w:rsidP="009A61A3">
      <w:pPr>
        <w:widowControl w:val="0"/>
        <w:autoSpaceDE w:val="0"/>
        <w:autoSpaceDN w:val="0"/>
        <w:adjustRightInd w:val="0"/>
        <w:ind w:firstLine="540"/>
        <w:jc w:val="both"/>
        <w:rPr>
          <w:sz w:val="26"/>
          <w:szCs w:val="26"/>
        </w:rPr>
      </w:pPr>
      <w:r>
        <w:rPr>
          <w:noProof/>
          <w:position w:val="-8"/>
          <w:sz w:val="26"/>
          <w:szCs w:val="26"/>
          <w:lang w:eastAsia="ru-RU"/>
        </w:rPr>
        <w:lastRenderedPageBreak/>
        <w:pict>
          <v:shape id="Рисунок 3" o:spid="_x0000_i1028" type="#_x0000_t75" style="width:17.25pt;height:17.25pt;visibility:visible">
            <v:imagedata r:id="rId21" o:title=""/>
          </v:shape>
        </w:pict>
      </w:r>
      <w:r w:rsidR="0033239A">
        <w:rPr>
          <w:sz w:val="26"/>
          <w:szCs w:val="26"/>
        </w:rPr>
        <w:t xml:space="preserve"> - начисленная компенсация расходов по перевозке льготных категорий граждан за отчетный период.</w:t>
      </w:r>
    </w:p>
    <w:p w:rsidR="0033239A" w:rsidRDefault="0033239A" w:rsidP="009A61A3">
      <w:pPr>
        <w:widowControl w:val="0"/>
        <w:autoSpaceDE w:val="0"/>
        <w:autoSpaceDN w:val="0"/>
        <w:adjustRightInd w:val="0"/>
        <w:ind w:firstLine="540"/>
        <w:jc w:val="both"/>
        <w:rPr>
          <w:sz w:val="26"/>
          <w:szCs w:val="26"/>
        </w:rPr>
      </w:pPr>
      <w:r>
        <w:rPr>
          <w:sz w:val="26"/>
          <w:szCs w:val="26"/>
        </w:rPr>
        <w:t>Субсидии Перевозчику за отчетный период выделяются в пределах ежеквартальных  лимитов Субсидий каждого Перевозчика и в размерах, не превышающих фактических потерь в доходах Перевозчика.</w:t>
      </w:r>
    </w:p>
    <w:p w:rsidR="0033239A" w:rsidRDefault="0033239A" w:rsidP="009A61A3">
      <w:pPr>
        <w:widowControl w:val="0"/>
        <w:autoSpaceDE w:val="0"/>
        <w:autoSpaceDN w:val="0"/>
        <w:adjustRightInd w:val="0"/>
        <w:ind w:firstLine="540"/>
        <w:jc w:val="both"/>
        <w:rPr>
          <w:sz w:val="26"/>
          <w:szCs w:val="26"/>
        </w:rPr>
      </w:pPr>
      <w:r>
        <w:rPr>
          <w:sz w:val="26"/>
          <w:szCs w:val="26"/>
        </w:rPr>
        <w:t xml:space="preserve">3.3. Лимит Субсидий на год каждого Перевозчика утверждается Советом народных депутатов Таловского муниципального района в  пределах средств, выделенных в районном бюджете на соответствующий финансовый год. Лимит Субсидий на год распределяется Советом народных депутатов Таловского </w:t>
      </w:r>
      <w:proofErr w:type="gramStart"/>
      <w:r>
        <w:rPr>
          <w:sz w:val="26"/>
          <w:szCs w:val="26"/>
        </w:rPr>
        <w:t>муниципального</w:t>
      </w:r>
      <w:proofErr w:type="gramEnd"/>
      <w:r>
        <w:rPr>
          <w:sz w:val="26"/>
          <w:szCs w:val="26"/>
        </w:rPr>
        <w:t xml:space="preserve"> района поквартально. </w:t>
      </w:r>
    </w:p>
    <w:p w:rsidR="0033239A" w:rsidRDefault="0033239A" w:rsidP="009A61A3">
      <w:pPr>
        <w:widowControl w:val="0"/>
        <w:autoSpaceDE w:val="0"/>
        <w:autoSpaceDN w:val="0"/>
        <w:adjustRightInd w:val="0"/>
        <w:ind w:firstLine="540"/>
        <w:jc w:val="both"/>
        <w:rPr>
          <w:sz w:val="26"/>
          <w:szCs w:val="26"/>
        </w:rPr>
      </w:pPr>
      <w:r>
        <w:rPr>
          <w:sz w:val="26"/>
          <w:szCs w:val="26"/>
        </w:rPr>
        <w:t>Годовой лимит Субсидий отражается в договоре о предоставлении Субсидий с разбивкой по кварталам года.</w:t>
      </w:r>
    </w:p>
    <w:p w:rsidR="0033239A" w:rsidRDefault="0033239A" w:rsidP="009A61A3">
      <w:pPr>
        <w:widowControl w:val="0"/>
        <w:autoSpaceDE w:val="0"/>
        <w:autoSpaceDN w:val="0"/>
        <w:adjustRightInd w:val="0"/>
        <w:ind w:firstLine="540"/>
        <w:jc w:val="both"/>
        <w:rPr>
          <w:sz w:val="26"/>
          <w:szCs w:val="26"/>
        </w:rPr>
      </w:pPr>
      <w:r>
        <w:rPr>
          <w:sz w:val="26"/>
          <w:szCs w:val="26"/>
        </w:rPr>
        <w:t xml:space="preserve">3.4. Расчет лимитов Субсидий </w:t>
      </w:r>
      <w:r w:rsidR="009601E3">
        <w:rPr>
          <w:noProof/>
          <w:position w:val="-9"/>
          <w:sz w:val="26"/>
          <w:szCs w:val="26"/>
          <w:lang w:eastAsia="ru-RU"/>
        </w:rPr>
        <w:pict>
          <v:shape id="Рисунок 4" o:spid="_x0000_i1029" type="#_x0000_t75" style="width:24pt;height:17.25pt;visibility:visible">
            <v:imagedata r:id="rId22" o:title=""/>
          </v:shape>
        </w:pict>
      </w:r>
      <w:r>
        <w:rPr>
          <w:sz w:val="26"/>
          <w:szCs w:val="26"/>
        </w:rPr>
        <w:t xml:space="preserve"> на год каждому Перевозчику производится по формуле:</w:t>
      </w:r>
    </w:p>
    <w:p w:rsidR="0033239A" w:rsidRDefault="0033239A" w:rsidP="009A61A3">
      <w:pPr>
        <w:widowControl w:val="0"/>
        <w:autoSpaceDE w:val="0"/>
        <w:autoSpaceDN w:val="0"/>
        <w:adjustRightInd w:val="0"/>
        <w:ind w:firstLine="540"/>
        <w:jc w:val="both"/>
        <w:rPr>
          <w:sz w:val="26"/>
          <w:szCs w:val="26"/>
        </w:rPr>
      </w:pPr>
    </w:p>
    <w:p w:rsidR="0033239A" w:rsidRDefault="009601E3" w:rsidP="009A61A3">
      <w:pPr>
        <w:widowControl w:val="0"/>
        <w:autoSpaceDE w:val="0"/>
        <w:autoSpaceDN w:val="0"/>
        <w:adjustRightInd w:val="0"/>
        <w:ind w:firstLine="540"/>
        <w:jc w:val="both"/>
        <w:rPr>
          <w:sz w:val="26"/>
          <w:szCs w:val="26"/>
        </w:rPr>
      </w:pPr>
      <w:r>
        <w:rPr>
          <w:noProof/>
          <w:sz w:val="26"/>
          <w:szCs w:val="26"/>
          <w:lang w:eastAsia="ru-RU"/>
        </w:rPr>
        <w:pict>
          <v:shape id="Рисунок 5" o:spid="_x0000_i1030" type="#_x0000_t75" style="width:80.25pt;height:19.5pt;visibility:visible">
            <v:imagedata r:id="rId23" o:title=""/>
          </v:shape>
        </w:pict>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r>
        <w:rPr>
          <w:sz w:val="26"/>
          <w:szCs w:val="26"/>
        </w:rPr>
        <w:t xml:space="preserve">где </w:t>
      </w:r>
      <w:r w:rsidR="009601E3">
        <w:rPr>
          <w:noProof/>
          <w:position w:val="-9"/>
          <w:sz w:val="26"/>
          <w:szCs w:val="26"/>
          <w:lang w:eastAsia="ru-RU"/>
        </w:rPr>
        <w:pict>
          <v:shape id="Рисунок 6" o:spid="_x0000_i1031" type="#_x0000_t75" style="width:36.75pt;height:19.5pt;visibility:visible">
            <v:imagedata r:id="rId24" o:title=""/>
          </v:shape>
        </w:pict>
      </w:r>
      <w:r>
        <w:rPr>
          <w:sz w:val="26"/>
          <w:szCs w:val="26"/>
        </w:rPr>
        <w:t xml:space="preserve"> - потребность Перевозчика в Субсидиях.</w:t>
      </w:r>
    </w:p>
    <w:p w:rsidR="0033239A" w:rsidRDefault="0033239A" w:rsidP="009A61A3">
      <w:pPr>
        <w:widowControl w:val="0"/>
        <w:autoSpaceDE w:val="0"/>
        <w:autoSpaceDN w:val="0"/>
        <w:adjustRightInd w:val="0"/>
        <w:ind w:firstLine="540"/>
        <w:jc w:val="both"/>
        <w:rPr>
          <w:sz w:val="26"/>
          <w:szCs w:val="26"/>
        </w:rPr>
      </w:pPr>
      <w:proofErr w:type="gramStart"/>
      <w:r>
        <w:rPr>
          <w:sz w:val="26"/>
          <w:szCs w:val="26"/>
        </w:rPr>
        <w:t>Размер потребности Перевозчика в Субсидиях рассчитывается исходя из планируемого объема работы по маршрутам, закрепленным в договоре с Администрацией, фактически сложившихся затрат и цен на материальные ресурсы в текущем году, с учетом индексов роста цен в прогнозируемом году, а также планируемых объемов собственных доходов и ожидаемой компенсации расходов по перевозке льготных категорий граждан.</w:t>
      </w:r>
      <w:proofErr w:type="gramEnd"/>
    </w:p>
    <w:p w:rsidR="0033239A" w:rsidRPr="004E44B1" w:rsidRDefault="0033239A" w:rsidP="009A61A3">
      <w:pPr>
        <w:widowControl w:val="0"/>
        <w:autoSpaceDE w:val="0"/>
        <w:autoSpaceDN w:val="0"/>
        <w:adjustRightInd w:val="0"/>
        <w:ind w:firstLine="540"/>
        <w:jc w:val="both"/>
        <w:rPr>
          <w:sz w:val="26"/>
          <w:szCs w:val="26"/>
        </w:rPr>
      </w:pPr>
      <w:r>
        <w:rPr>
          <w:sz w:val="26"/>
          <w:szCs w:val="26"/>
        </w:rPr>
        <w:t xml:space="preserve">Расходы на оплату труда принимаются в расчете не выше пятикратного размера минимальной оплаты труда, установленного </w:t>
      </w:r>
      <w:r w:rsidRPr="004E44B1">
        <w:rPr>
          <w:sz w:val="26"/>
          <w:szCs w:val="26"/>
        </w:rPr>
        <w:t xml:space="preserve">Федеральным </w:t>
      </w:r>
      <w:hyperlink r:id="rId25" w:history="1">
        <w:r w:rsidRPr="004E44B1">
          <w:rPr>
            <w:rStyle w:val="ac"/>
            <w:color w:val="auto"/>
            <w:sz w:val="26"/>
            <w:szCs w:val="26"/>
          </w:rPr>
          <w:t>законом</w:t>
        </w:r>
      </w:hyperlink>
      <w:r w:rsidRPr="004E44B1">
        <w:rPr>
          <w:sz w:val="26"/>
          <w:szCs w:val="26"/>
        </w:rPr>
        <w:t xml:space="preserve"> от 19.06.2000 N 82-ФЗ "О минимальном </w:t>
      </w:r>
      <w:proofErr w:type="gramStart"/>
      <w:r w:rsidRPr="004E44B1">
        <w:rPr>
          <w:sz w:val="26"/>
          <w:szCs w:val="26"/>
        </w:rPr>
        <w:t>размере оплаты труда</w:t>
      </w:r>
      <w:proofErr w:type="gramEnd"/>
      <w:r w:rsidRPr="004E44B1">
        <w:rPr>
          <w:sz w:val="26"/>
          <w:szCs w:val="26"/>
        </w:rPr>
        <w:t>".</w:t>
      </w:r>
    </w:p>
    <w:p w:rsidR="0033239A" w:rsidRDefault="0033239A" w:rsidP="009A61A3">
      <w:pPr>
        <w:widowControl w:val="0"/>
        <w:autoSpaceDE w:val="0"/>
        <w:autoSpaceDN w:val="0"/>
        <w:adjustRightInd w:val="0"/>
        <w:ind w:firstLine="540"/>
        <w:jc w:val="both"/>
        <w:rPr>
          <w:sz w:val="26"/>
          <w:szCs w:val="26"/>
        </w:rPr>
      </w:pPr>
      <w:r w:rsidRPr="004E44B1">
        <w:rPr>
          <w:sz w:val="26"/>
          <w:szCs w:val="26"/>
        </w:rPr>
        <w:t>Расходы на горюче-смазочные материалы, автомобильные шины</w:t>
      </w:r>
      <w:r>
        <w:rPr>
          <w:sz w:val="26"/>
          <w:szCs w:val="26"/>
        </w:rPr>
        <w:t>, техническое обслуживание и ремонт подвижного состава рассчитываются исходя из норм расхода и действующих цен с учетом индекса роста цен (дефлятора) на планируемый год.</w:t>
      </w:r>
    </w:p>
    <w:p w:rsidR="0033239A" w:rsidRDefault="0033239A" w:rsidP="009A61A3">
      <w:pPr>
        <w:widowControl w:val="0"/>
        <w:autoSpaceDE w:val="0"/>
        <w:autoSpaceDN w:val="0"/>
        <w:adjustRightInd w:val="0"/>
        <w:ind w:firstLine="540"/>
        <w:jc w:val="both"/>
        <w:rPr>
          <w:sz w:val="26"/>
          <w:szCs w:val="26"/>
        </w:rPr>
      </w:pPr>
      <w:r>
        <w:rPr>
          <w:sz w:val="26"/>
          <w:szCs w:val="26"/>
        </w:rPr>
        <w:t>Амортизация основных средств рассчитывается исходя из фактически сложившихся затрат.</w:t>
      </w:r>
    </w:p>
    <w:p w:rsidR="0033239A" w:rsidRDefault="0033239A" w:rsidP="009A61A3">
      <w:pPr>
        <w:widowControl w:val="0"/>
        <w:autoSpaceDE w:val="0"/>
        <w:autoSpaceDN w:val="0"/>
        <w:adjustRightInd w:val="0"/>
        <w:ind w:firstLine="540"/>
        <w:jc w:val="both"/>
        <w:rPr>
          <w:sz w:val="26"/>
          <w:szCs w:val="26"/>
        </w:rPr>
      </w:pPr>
      <w:r>
        <w:rPr>
          <w:sz w:val="26"/>
          <w:szCs w:val="26"/>
        </w:rPr>
        <w:t>Общехозяйственные расходы рассчитываются исходя из фактически сложившихся затрат и роста цен на услуги, но не более 30% от общих расходов без учета расходов на оплату труда.</w:t>
      </w:r>
    </w:p>
    <w:p w:rsidR="0033239A" w:rsidRDefault="009601E3" w:rsidP="009A61A3">
      <w:pPr>
        <w:widowControl w:val="0"/>
        <w:autoSpaceDE w:val="0"/>
        <w:autoSpaceDN w:val="0"/>
        <w:adjustRightInd w:val="0"/>
        <w:ind w:firstLine="540"/>
        <w:jc w:val="both"/>
        <w:rPr>
          <w:sz w:val="26"/>
          <w:szCs w:val="26"/>
        </w:rPr>
      </w:pPr>
      <w:r>
        <w:rPr>
          <w:noProof/>
          <w:position w:val="-8"/>
          <w:sz w:val="26"/>
          <w:szCs w:val="26"/>
          <w:lang w:eastAsia="ru-RU"/>
        </w:rPr>
        <w:pict>
          <v:shape id="Рисунок 7" o:spid="_x0000_i1032" type="#_x0000_t75" style="width:6.75pt;height:17.25pt;visibility:visible">
            <v:imagedata r:id="rId26" o:title=""/>
          </v:shape>
        </w:pict>
      </w:r>
      <w:r w:rsidR="0033239A">
        <w:rPr>
          <w:sz w:val="26"/>
          <w:szCs w:val="26"/>
        </w:rPr>
        <w:t xml:space="preserve"> - коэффициент соотношения Субсидий, предусмотренных в бюджете на соответствующий финансовый год в целом по области, к потребности всех Перевозчиков в Субсидиях, включенных в реестр получателей Субсидий.</w:t>
      </w:r>
    </w:p>
    <w:p w:rsidR="0033239A" w:rsidRDefault="0033239A" w:rsidP="009A61A3">
      <w:pPr>
        <w:widowControl w:val="0"/>
        <w:autoSpaceDE w:val="0"/>
        <w:autoSpaceDN w:val="0"/>
        <w:adjustRightInd w:val="0"/>
        <w:ind w:firstLine="540"/>
        <w:jc w:val="both"/>
        <w:rPr>
          <w:sz w:val="26"/>
          <w:szCs w:val="26"/>
        </w:rPr>
      </w:pPr>
    </w:p>
    <w:p w:rsidR="0033239A" w:rsidRDefault="009601E3" w:rsidP="009A61A3">
      <w:pPr>
        <w:widowControl w:val="0"/>
        <w:autoSpaceDE w:val="0"/>
        <w:autoSpaceDN w:val="0"/>
        <w:adjustRightInd w:val="0"/>
        <w:ind w:firstLine="540"/>
        <w:jc w:val="both"/>
        <w:rPr>
          <w:sz w:val="26"/>
          <w:szCs w:val="26"/>
        </w:rPr>
      </w:pPr>
      <w:r>
        <w:rPr>
          <w:noProof/>
          <w:sz w:val="26"/>
          <w:szCs w:val="26"/>
          <w:lang w:eastAsia="ru-RU"/>
        </w:rPr>
        <w:pict>
          <v:shape id="Рисунок 8" o:spid="_x0000_i1033" type="#_x0000_t75" style="width:78pt;height:17.25pt;visibility:visible">
            <v:imagedata r:id="rId27" o:title=""/>
          </v:shape>
        </w:pict>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both"/>
        <w:rPr>
          <w:sz w:val="26"/>
          <w:szCs w:val="26"/>
        </w:rPr>
      </w:pPr>
      <w:r>
        <w:rPr>
          <w:sz w:val="26"/>
          <w:szCs w:val="26"/>
        </w:rPr>
        <w:t xml:space="preserve">где: </w:t>
      </w:r>
      <w:r w:rsidR="009601E3">
        <w:rPr>
          <w:noProof/>
          <w:position w:val="-8"/>
          <w:sz w:val="26"/>
          <w:szCs w:val="26"/>
          <w:lang w:eastAsia="ru-RU"/>
        </w:rPr>
        <w:pict>
          <v:shape id="Рисунок 9" o:spid="_x0000_i1034" type="#_x0000_t75" style="width:24pt;height:17.25pt;visibility:visible">
            <v:imagedata r:id="rId28" o:title=""/>
          </v:shape>
        </w:pict>
      </w:r>
      <w:r>
        <w:rPr>
          <w:sz w:val="26"/>
          <w:szCs w:val="26"/>
        </w:rPr>
        <w:t xml:space="preserve"> - Субсидии, предусмотренные в бюджете на соответствующий финансовый год;</w:t>
      </w:r>
    </w:p>
    <w:p w:rsidR="0033239A" w:rsidRDefault="009601E3" w:rsidP="009A61A3">
      <w:pPr>
        <w:widowControl w:val="0"/>
        <w:autoSpaceDE w:val="0"/>
        <w:autoSpaceDN w:val="0"/>
        <w:adjustRightInd w:val="0"/>
        <w:ind w:firstLine="540"/>
        <w:jc w:val="both"/>
        <w:rPr>
          <w:sz w:val="26"/>
          <w:szCs w:val="26"/>
        </w:rPr>
      </w:pPr>
      <w:r>
        <w:rPr>
          <w:noProof/>
          <w:position w:val="-9"/>
          <w:sz w:val="26"/>
          <w:szCs w:val="26"/>
          <w:lang w:eastAsia="ru-RU"/>
        </w:rPr>
        <w:pict>
          <v:shape id="Рисунок 10" o:spid="_x0000_i1035" type="#_x0000_t75" style="width:24pt;height:17.25pt;visibility:visible">
            <v:imagedata r:id="rId29" o:title=""/>
          </v:shape>
        </w:pict>
      </w:r>
      <w:r w:rsidR="0033239A">
        <w:rPr>
          <w:sz w:val="26"/>
          <w:szCs w:val="26"/>
        </w:rPr>
        <w:t xml:space="preserve"> - общий объем потребности всех Перевозчиков в Субсидиях на соответствующий финансовый год.</w:t>
      </w:r>
    </w:p>
    <w:p w:rsidR="0033239A" w:rsidRDefault="0033239A" w:rsidP="009A61A3">
      <w:pPr>
        <w:widowControl w:val="0"/>
        <w:autoSpaceDE w:val="0"/>
        <w:autoSpaceDN w:val="0"/>
        <w:adjustRightInd w:val="0"/>
        <w:ind w:firstLine="540"/>
        <w:jc w:val="both"/>
        <w:rPr>
          <w:sz w:val="26"/>
          <w:szCs w:val="26"/>
        </w:rPr>
      </w:pPr>
      <w:r>
        <w:rPr>
          <w:sz w:val="26"/>
          <w:szCs w:val="26"/>
        </w:rPr>
        <w:t xml:space="preserve">3.5. Субсидии за последний квартал года предоставляются не позднее 20 декабря </w:t>
      </w:r>
      <w:r>
        <w:rPr>
          <w:sz w:val="26"/>
          <w:szCs w:val="26"/>
        </w:rPr>
        <w:lastRenderedPageBreak/>
        <w:t>текущего года в пределах остатка неиспользованных лимитов бюджетных обязательств на текущий финансовый год.</w:t>
      </w:r>
    </w:p>
    <w:p w:rsidR="0033239A" w:rsidRDefault="0033239A" w:rsidP="009A61A3">
      <w:pPr>
        <w:widowControl w:val="0"/>
        <w:autoSpaceDE w:val="0"/>
        <w:autoSpaceDN w:val="0"/>
        <w:adjustRightInd w:val="0"/>
        <w:jc w:val="center"/>
        <w:outlineLvl w:val="1"/>
        <w:rPr>
          <w:sz w:val="26"/>
          <w:szCs w:val="26"/>
        </w:rPr>
      </w:pPr>
      <w:bookmarkStart w:id="10" w:name="Par107"/>
      <w:bookmarkEnd w:id="10"/>
      <w:r>
        <w:rPr>
          <w:sz w:val="26"/>
          <w:szCs w:val="26"/>
        </w:rPr>
        <w:t xml:space="preserve">4. </w:t>
      </w:r>
      <w:proofErr w:type="gramStart"/>
      <w:r>
        <w:rPr>
          <w:sz w:val="26"/>
          <w:szCs w:val="26"/>
        </w:rPr>
        <w:t>Контроль за</w:t>
      </w:r>
      <w:proofErr w:type="gramEnd"/>
      <w:r>
        <w:rPr>
          <w:sz w:val="26"/>
          <w:szCs w:val="26"/>
        </w:rPr>
        <w:t xml:space="preserve"> использованием Субсидий</w:t>
      </w:r>
    </w:p>
    <w:p w:rsidR="0033239A" w:rsidRDefault="0033239A" w:rsidP="009A61A3">
      <w:pPr>
        <w:widowControl w:val="0"/>
        <w:autoSpaceDE w:val="0"/>
        <w:autoSpaceDN w:val="0"/>
        <w:adjustRightInd w:val="0"/>
        <w:ind w:firstLine="540"/>
        <w:jc w:val="both"/>
        <w:rPr>
          <w:sz w:val="26"/>
          <w:szCs w:val="26"/>
        </w:rPr>
      </w:pPr>
      <w:r>
        <w:rPr>
          <w:sz w:val="26"/>
          <w:szCs w:val="26"/>
        </w:rPr>
        <w:t xml:space="preserve">4.1. Контроль за целевым использованием Субсидий, осуществляет Финансовый отдел администрации Таловского </w:t>
      </w:r>
      <w:proofErr w:type="gramStart"/>
      <w:r>
        <w:rPr>
          <w:sz w:val="26"/>
          <w:szCs w:val="26"/>
        </w:rPr>
        <w:t>муниципального</w:t>
      </w:r>
      <w:proofErr w:type="gramEnd"/>
      <w:r>
        <w:rPr>
          <w:sz w:val="26"/>
          <w:szCs w:val="26"/>
        </w:rPr>
        <w:t xml:space="preserve"> района.</w:t>
      </w:r>
    </w:p>
    <w:p w:rsidR="0033239A" w:rsidRDefault="0033239A" w:rsidP="009A61A3">
      <w:pPr>
        <w:widowControl w:val="0"/>
        <w:autoSpaceDE w:val="0"/>
        <w:autoSpaceDN w:val="0"/>
        <w:adjustRightInd w:val="0"/>
        <w:ind w:firstLine="540"/>
        <w:jc w:val="both"/>
        <w:rPr>
          <w:sz w:val="26"/>
          <w:szCs w:val="26"/>
        </w:rPr>
      </w:pPr>
      <w:r>
        <w:rPr>
          <w:sz w:val="26"/>
          <w:szCs w:val="26"/>
        </w:rPr>
        <w:t xml:space="preserve">4.2. </w:t>
      </w:r>
      <w:proofErr w:type="gramStart"/>
      <w:r>
        <w:rPr>
          <w:sz w:val="26"/>
          <w:szCs w:val="26"/>
        </w:rPr>
        <w:t>Контроль за</w:t>
      </w:r>
      <w:proofErr w:type="gramEnd"/>
      <w:r>
        <w:rPr>
          <w:sz w:val="26"/>
          <w:szCs w:val="26"/>
        </w:rPr>
        <w:t xml:space="preserve"> соблюдением Перевозчиками условий, целей Порядка предоставления Субсидий, осуществляет отдел по архитектуре и строительной политике  администрации Таловского муниципального района.</w:t>
      </w:r>
    </w:p>
    <w:p w:rsidR="0033239A" w:rsidRDefault="0033239A" w:rsidP="009A61A3">
      <w:pPr>
        <w:widowControl w:val="0"/>
        <w:autoSpaceDE w:val="0"/>
        <w:autoSpaceDN w:val="0"/>
        <w:adjustRightInd w:val="0"/>
        <w:ind w:firstLine="540"/>
        <w:jc w:val="both"/>
        <w:rPr>
          <w:sz w:val="26"/>
          <w:szCs w:val="26"/>
        </w:rPr>
      </w:pPr>
      <w:r>
        <w:rPr>
          <w:sz w:val="26"/>
          <w:szCs w:val="26"/>
        </w:rPr>
        <w:t>4.3. Предоставление Субсидий Перевозчику прекращается в случае выявления Финансовым отделом администрации муниципального района или отделом по архитектуре и строительной политике администрации муниципального района фактов нарушения условий, установленных при получении Субсидий, и (или) представления Перевозчиком документов, содержащих недостоверную информацию, повлекших неправомерное получение бюджетных средств, до устранения нарушений.</w:t>
      </w:r>
    </w:p>
    <w:p w:rsidR="0033239A" w:rsidRDefault="0033239A" w:rsidP="009A61A3">
      <w:pPr>
        <w:widowControl w:val="0"/>
        <w:autoSpaceDE w:val="0"/>
        <w:autoSpaceDN w:val="0"/>
        <w:adjustRightInd w:val="0"/>
        <w:ind w:firstLine="540"/>
        <w:jc w:val="both"/>
        <w:rPr>
          <w:sz w:val="26"/>
          <w:szCs w:val="26"/>
        </w:rPr>
      </w:pPr>
      <w:r>
        <w:rPr>
          <w:sz w:val="26"/>
          <w:szCs w:val="26"/>
        </w:rPr>
        <w:t>4.4. Ответственность за достоверность представляемых в Администрацию сведений и соблюдение условий, установленных настоящим Порядком, возлагается на получателей Субсидий. При нарушении условий, установленных настоящим Порядком, Субсидии подлежат взысканию в доход районного бюджета в соответствии с бюджетным законодательством Российской Федерации.</w:t>
      </w:r>
    </w:p>
    <w:p w:rsidR="0033239A" w:rsidRDefault="0033239A" w:rsidP="009A61A3">
      <w:pPr>
        <w:widowControl w:val="0"/>
        <w:autoSpaceDE w:val="0"/>
        <w:autoSpaceDN w:val="0"/>
        <w:adjustRightInd w:val="0"/>
        <w:ind w:firstLine="540"/>
        <w:jc w:val="both"/>
        <w:rPr>
          <w:sz w:val="26"/>
          <w:szCs w:val="26"/>
        </w:rPr>
      </w:pPr>
      <w:r>
        <w:rPr>
          <w:sz w:val="26"/>
          <w:szCs w:val="26"/>
        </w:rPr>
        <w:t xml:space="preserve">4.5. </w:t>
      </w:r>
      <w:proofErr w:type="gramStart"/>
      <w:r>
        <w:rPr>
          <w:sz w:val="26"/>
          <w:szCs w:val="26"/>
        </w:rPr>
        <w:t>В случае неиспользования в финансовом году предоставленных Субсидий в полном объеме Перевозчик не позднее 25 декабря текущего года перечисляет остатки полученных бюджетных средств в районный бюджет в соответствии с договором, заключенным с Администрацией.</w:t>
      </w:r>
      <w:proofErr w:type="gramEnd"/>
    </w:p>
    <w:p w:rsidR="0033239A" w:rsidRDefault="0033239A" w:rsidP="009A61A3">
      <w:pPr>
        <w:widowControl w:val="0"/>
        <w:autoSpaceDE w:val="0"/>
        <w:autoSpaceDN w:val="0"/>
        <w:adjustRightInd w:val="0"/>
        <w:ind w:firstLine="540"/>
        <w:jc w:val="both"/>
        <w:rPr>
          <w:sz w:val="26"/>
          <w:szCs w:val="26"/>
        </w:rPr>
      </w:pPr>
      <w:r>
        <w:rPr>
          <w:sz w:val="26"/>
          <w:szCs w:val="26"/>
        </w:rPr>
        <w:t xml:space="preserve">4.6. При выявлении нарушения условий предоставления Субсидий, установленных </w:t>
      </w:r>
      <w:hyperlink r:id="rId30" w:anchor="Par53#Par53" w:history="1">
        <w:r w:rsidRPr="0085496B">
          <w:rPr>
            <w:rStyle w:val="ac"/>
            <w:color w:val="auto"/>
            <w:sz w:val="26"/>
            <w:szCs w:val="26"/>
          </w:rPr>
          <w:t>пунктами 2.1</w:t>
        </w:r>
      </w:hyperlink>
      <w:r w:rsidRPr="0085496B">
        <w:rPr>
          <w:sz w:val="26"/>
          <w:szCs w:val="26"/>
        </w:rPr>
        <w:t xml:space="preserve"> - </w:t>
      </w:r>
      <w:hyperlink r:id="rId31" w:anchor="Par57#Par57" w:history="1">
        <w:r w:rsidRPr="0085496B">
          <w:rPr>
            <w:rStyle w:val="ac"/>
            <w:color w:val="auto"/>
            <w:sz w:val="26"/>
            <w:szCs w:val="26"/>
          </w:rPr>
          <w:t>2.2</w:t>
        </w:r>
      </w:hyperlink>
      <w:r w:rsidRPr="0085496B">
        <w:rPr>
          <w:sz w:val="26"/>
          <w:szCs w:val="26"/>
        </w:rPr>
        <w:t xml:space="preserve"> </w:t>
      </w:r>
      <w:r>
        <w:rPr>
          <w:sz w:val="26"/>
          <w:szCs w:val="26"/>
        </w:rPr>
        <w:t>настоящего Порядка, Администрация принимает меры по возврату Субсидий, направляет получателю требование о возврате Субсидий в районный бюджет. Субсидии подлежат возврату в течение 30 календарных дней с момента получения требования.</w:t>
      </w:r>
    </w:p>
    <w:p w:rsidR="0033239A" w:rsidRDefault="0033239A" w:rsidP="009A61A3">
      <w:pPr>
        <w:widowControl w:val="0"/>
        <w:autoSpaceDE w:val="0"/>
        <w:autoSpaceDN w:val="0"/>
        <w:adjustRightInd w:val="0"/>
        <w:ind w:firstLine="540"/>
        <w:jc w:val="both"/>
        <w:rPr>
          <w:sz w:val="26"/>
          <w:szCs w:val="26"/>
        </w:rPr>
      </w:pPr>
      <w:r>
        <w:rPr>
          <w:sz w:val="26"/>
          <w:szCs w:val="26"/>
        </w:rPr>
        <w:t>При невозврате Субсидий в указанный срок Администрация принимает меры по взысканию подлежащих возврату Субсидий в районный бюджет в судебном порядке.</w:t>
      </w: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ind w:firstLine="540"/>
        <w:jc w:val="both"/>
        <w:rPr>
          <w:sz w:val="26"/>
          <w:szCs w:val="26"/>
        </w:rPr>
      </w:pPr>
    </w:p>
    <w:p w:rsidR="0033239A" w:rsidRDefault="0033239A" w:rsidP="009A61A3">
      <w:pPr>
        <w:widowControl w:val="0"/>
        <w:autoSpaceDE w:val="0"/>
        <w:autoSpaceDN w:val="0"/>
        <w:adjustRightInd w:val="0"/>
        <w:jc w:val="right"/>
        <w:outlineLvl w:val="1"/>
        <w:rPr>
          <w:sz w:val="26"/>
          <w:szCs w:val="26"/>
        </w:rPr>
      </w:pPr>
      <w:bookmarkStart w:id="11" w:name="Par121"/>
      <w:bookmarkEnd w:id="11"/>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p>
    <w:p w:rsidR="0033239A" w:rsidRDefault="0033239A" w:rsidP="009A61A3">
      <w:pPr>
        <w:widowControl w:val="0"/>
        <w:autoSpaceDE w:val="0"/>
        <w:autoSpaceDN w:val="0"/>
        <w:adjustRightInd w:val="0"/>
        <w:jc w:val="right"/>
        <w:outlineLvl w:val="1"/>
        <w:rPr>
          <w:sz w:val="26"/>
          <w:szCs w:val="26"/>
        </w:rPr>
      </w:pPr>
      <w:r>
        <w:rPr>
          <w:sz w:val="26"/>
          <w:szCs w:val="26"/>
        </w:rPr>
        <w:lastRenderedPageBreak/>
        <w:t>Приложение к Порядку</w:t>
      </w:r>
    </w:p>
    <w:p w:rsidR="0033239A" w:rsidRDefault="0033239A" w:rsidP="009A61A3">
      <w:pPr>
        <w:widowControl w:val="0"/>
        <w:autoSpaceDE w:val="0"/>
        <w:autoSpaceDN w:val="0"/>
        <w:adjustRightInd w:val="0"/>
        <w:jc w:val="right"/>
        <w:rPr>
          <w:sz w:val="26"/>
          <w:szCs w:val="26"/>
        </w:rPr>
      </w:pPr>
      <w:r w:rsidRPr="00CA203B">
        <w:rPr>
          <w:sz w:val="26"/>
          <w:szCs w:val="26"/>
        </w:rPr>
        <w:t>предоставления за счет средств районного</w:t>
      </w:r>
    </w:p>
    <w:p w:rsidR="0033239A" w:rsidRDefault="0033239A" w:rsidP="009A61A3">
      <w:pPr>
        <w:widowControl w:val="0"/>
        <w:autoSpaceDE w:val="0"/>
        <w:autoSpaceDN w:val="0"/>
        <w:adjustRightInd w:val="0"/>
        <w:jc w:val="right"/>
        <w:rPr>
          <w:sz w:val="26"/>
          <w:szCs w:val="26"/>
        </w:rPr>
      </w:pPr>
      <w:r w:rsidRPr="00CA203B">
        <w:rPr>
          <w:sz w:val="26"/>
          <w:szCs w:val="26"/>
        </w:rPr>
        <w:t xml:space="preserve"> бюджета организациям и индивидуальным</w:t>
      </w:r>
    </w:p>
    <w:p w:rsidR="0033239A" w:rsidRDefault="0033239A" w:rsidP="009A61A3">
      <w:pPr>
        <w:widowControl w:val="0"/>
        <w:autoSpaceDE w:val="0"/>
        <w:autoSpaceDN w:val="0"/>
        <w:adjustRightInd w:val="0"/>
        <w:jc w:val="right"/>
        <w:rPr>
          <w:sz w:val="26"/>
          <w:szCs w:val="26"/>
        </w:rPr>
      </w:pPr>
      <w:r w:rsidRPr="00CA203B">
        <w:rPr>
          <w:sz w:val="26"/>
          <w:szCs w:val="26"/>
        </w:rPr>
        <w:t xml:space="preserve"> предпринимателям</w:t>
      </w:r>
    </w:p>
    <w:p w:rsidR="0033239A" w:rsidRDefault="0033239A" w:rsidP="009A61A3">
      <w:pPr>
        <w:widowControl w:val="0"/>
        <w:autoSpaceDE w:val="0"/>
        <w:autoSpaceDN w:val="0"/>
        <w:adjustRightInd w:val="0"/>
        <w:jc w:val="right"/>
        <w:rPr>
          <w:sz w:val="26"/>
          <w:szCs w:val="26"/>
        </w:rPr>
      </w:pPr>
      <w:proofErr w:type="gramStart"/>
      <w:r w:rsidRPr="00F35FE6">
        <w:rPr>
          <w:sz w:val="26"/>
          <w:szCs w:val="26"/>
        </w:rPr>
        <w:t>(субъектам малого и</w:t>
      </w:r>
      <w:proofErr w:type="gramEnd"/>
    </w:p>
    <w:p w:rsidR="0033239A" w:rsidRDefault="0033239A" w:rsidP="009A61A3">
      <w:pPr>
        <w:widowControl w:val="0"/>
        <w:autoSpaceDE w:val="0"/>
        <w:autoSpaceDN w:val="0"/>
        <w:adjustRightInd w:val="0"/>
        <w:jc w:val="right"/>
        <w:rPr>
          <w:sz w:val="26"/>
          <w:szCs w:val="26"/>
        </w:rPr>
      </w:pPr>
      <w:r w:rsidRPr="00F35FE6">
        <w:rPr>
          <w:sz w:val="26"/>
          <w:szCs w:val="26"/>
        </w:rPr>
        <w:t xml:space="preserve"> среднего предпринимательства)</w:t>
      </w:r>
      <w:r w:rsidRPr="00CA203B">
        <w:rPr>
          <w:sz w:val="26"/>
          <w:szCs w:val="26"/>
        </w:rPr>
        <w:t>,</w:t>
      </w:r>
    </w:p>
    <w:p w:rsidR="0033239A" w:rsidRDefault="0033239A" w:rsidP="009A61A3">
      <w:pPr>
        <w:widowControl w:val="0"/>
        <w:autoSpaceDE w:val="0"/>
        <w:autoSpaceDN w:val="0"/>
        <w:adjustRightInd w:val="0"/>
        <w:jc w:val="right"/>
        <w:rPr>
          <w:sz w:val="26"/>
          <w:szCs w:val="26"/>
        </w:rPr>
      </w:pPr>
      <w:r w:rsidRPr="00CA203B">
        <w:rPr>
          <w:sz w:val="26"/>
          <w:szCs w:val="26"/>
        </w:rPr>
        <w:t xml:space="preserve"> осуществляющим </w:t>
      </w:r>
    </w:p>
    <w:p w:rsidR="0033239A" w:rsidRDefault="0033239A" w:rsidP="009A61A3">
      <w:pPr>
        <w:widowControl w:val="0"/>
        <w:autoSpaceDE w:val="0"/>
        <w:autoSpaceDN w:val="0"/>
        <w:adjustRightInd w:val="0"/>
        <w:jc w:val="right"/>
        <w:rPr>
          <w:sz w:val="26"/>
          <w:szCs w:val="26"/>
        </w:rPr>
      </w:pPr>
      <w:r w:rsidRPr="00CA203B">
        <w:rPr>
          <w:sz w:val="26"/>
          <w:szCs w:val="26"/>
        </w:rPr>
        <w:t>деятельность по перевозке пассажиров</w:t>
      </w:r>
    </w:p>
    <w:p w:rsidR="0033239A" w:rsidRDefault="0033239A" w:rsidP="009A61A3">
      <w:pPr>
        <w:widowControl w:val="0"/>
        <w:autoSpaceDE w:val="0"/>
        <w:autoSpaceDN w:val="0"/>
        <w:adjustRightInd w:val="0"/>
        <w:jc w:val="right"/>
        <w:rPr>
          <w:sz w:val="26"/>
          <w:szCs w:val="26"/>
        </w:rPr>
      </w:pPr>
      <w:r w:rsidRPr="00CA203B">
        <w:rPr>
          <w:sz w:val="26"/>
          <w:szCs w:val="26"/>
        </w:rPr>
        <w:t xml:space="preserve"> автомобильным транспортом общего </w:t>
      </w:r>
    </w:p>
    <w:p w:rsidR="0033239A" w:rsidRDefault="0033239A" w:rsidP="009A61A3">
      <w:pPr>
        <w:widowControl w:val="0"/>
        <w:autoSpaceDE w:val="0"/>
        <w:autoSpaceDN w:val="0"/>
        <w:adjustRightInd w:val="0"/>
        <w:jc w:val="right"/>
        <w:rPr>
          <w:sz w:val="26"/>
          <w:szCs w:val="26"/>
        </w:rPr>
      </w:pPr>
      <w:r w:rsidRPr="00CA203B">
        <w:rPr>
          <w:sz w:val="26"/>
          <w:szCs w:val="26"/>
        </w:rPr>
        <w:t xml:space="preserve">пользования на </w:t>
      </w:r>
      <w:proofErr w:type="gramStart"/>
      <w:r w:rsidRPr="00CA203B">
        <w:rPr>
          <w:sz w:val="26"/>
          <w:szCs w:val="26"/>
        </w:rPr>
        <w:t>регулярных</w:t>
      </w:r>
      <w:proofErr w:type="gramEnd"/>
      <w:r w:rsidRPr="00CA203B">
        <w:rPr>
          <w:sz w:val="26"/>
          <w:szCs w:val="26"/>
        </w:rPr>
        <w:t xml:space="preserve"> автобусных </w:t>
      </w:r>
    </w:p>
    <w:p w:rsidR="0033239A" w:rsidRDefault="0033239A" w:rsidP="009A61A3">
      <w:pPr>
        <w:widowControl w:val="0"/>
        <w:autoSpaceDE w:val="0"/>
        <w:autoSpaceDN w:val="0"/>
        <w:adjustRightInd w:val="0"/>
        <w:jc w:val="right"/>
        <w:rPr>
          <w:sz w:val="26"/>
          <w:szCs w:val="26"/>
        </w:rPr>
      </w:pPr>
      <w:proofErr w:type="gramStart"/>
      <w:r w:rsidRPr="00CA203B">
        <w:rPr>
          <w:sz w:val="26"/>
          <w:szCs w:val="26"/>
        </w:rPr>
        <w:t>маршрутах</w:t>
      </w:r>
      <w:proofErr w:type="gramEnd"/>
      <w:r w:rsidRPr="00CA203B">
        <w:rPr>
          <w:sz w:val="26"/>
          <w:szCs w:val="26"/>
        </w:rPr>
        <w:t xml:space="preserve"> между поселениями в границах </w:t>
      </w:r>
    </w:p>
    <w:p w:rsidR="0033239A" w:rsidRDefault="0033239A" w:rsidP="009A61A3">
      <w:pPr>
        <w:widowControl w:val="0"/>
        <w:autoSpaceDE w:val="0"/>
        <w:autoSpaceDN w:val="0"/>
        <w:adjustRightInd w:val="0"/>
        <w:jc w:val="right"/>
        <w:rPr>
          <w:sz w:val="26"/>
          <w:szCs w:val="26"/>
        </w:rPr>
      </w:pPr>
      <w:r w:rsidRPr="00CA203B">
        <w:rPr>
          <w:sz w:val="26"/>
          <w:szCs w:val="26"/>
        </w:rPr>
        <w:t>Таловского муниципального района,</w:t>
      </w:r>
    </w:p>
    <w:p w:rsidR="0033239A" w:rsidRDefault="0033239A" w:rsidP="009A61A3">
      <w:pPr>
        <w:widowControl w:val="0"/>
        <w:autoSpaceDE w:val="0"/>
        <w:autoSpaceDN w:val="0"/>
        <w:adjustRightInd w:val="0"/>
        <w:jc w:val="right"/>
        <w:rPr>
          <w:sz w:val="26"/>
          <w:szCs w:val="26"/>
        </w:rPr>
      </w:pPr>
      <w:r w:rsidRPr="00CA203B">
        <w:rPr>
          <w:sz w:val="26"/>
          <w:szCs w:val="26"/>
        </w:rPr>
        <w:t xml:space="preserve"> субсидий на компенсацию части потерь</w:t>
      </w:r>
    </w:p>
    <w:p w:rsidR="0033239A" w:rsidRDefault="0033239A" w:rsidP="009A61A3">
      <w:pPr>
        <w:widowControl w:val="0"/>
        <w:autoSpaceDE w:val="0"/>
        <w:autoSpaceDN w:val="0"/>
        <w:adjustRightInd w:val="0"/>
        <w:jc w:val="right"/>
        <w:rPr>
          <w:sz w:val="26"/>
          <w:szCs w:val="26"/>
        </w:rPr>
      </w:pPr>
      <w:r w:rsidRPr="00CA203B">
        <w:rPr>
          <w:sz w:val="26"/>
          <w:szCs w:val="26"/>
        </w:rPr>
        <w:t xml:space="preserve"> в доходах вследствие </w:t>
      </w:r>
      <w:proofErr w:type="gramStart"/>
      <w:r w:rsidRPr="00CA203B">
        <w:rPr>
          <w:sz w:val="26"/>
          <w:szCs w:val="26"/>
        </w:rPr>
        <w:t>государственного</w:t>
      </w:r>
      <w:proofErr w:type="gramEnd"/>
    </w:p>
    <w:p w:rsidR="0033239A" w:rsidRDefault="0033239A" w:rsidP="009A61A3">
      <w:pPr>
        <w:widowControl w:val="0"/>
        <w:autoSpaceDE w:val="0"/>
        <w:autoSpaceDN w:val="0"/>
        <w:adjustRightInd w:val="0"/>
        <w:jc w:val="right"/>
        <w:rPr>
          <w:sz w:val="26"/>
          <w:szCs w:val="26"/>
        </w:rPr>
      </w:pPr>
      <w:r w:rsidRPr="00CA203B">
        <w:rPr>
          <w:sz w:val="26"/>
          <w:szCs w:val="26"/>
        </w:rPr>
        <w:t xml:space="preserve"> регулирования тарифов на перевозку</w:t>
      </w:r>
    </w:p>
    <w:p w:rsidR="0033239A" w:rsidRDefault="0033239A" w:rsidP="009A61A3">
      <w:pPr>
        <w:widowControl w:val="0"/>
        <w:autoSpaceDE w:val="0"/>
        <w:autoSpaceDN w:val="0"/>
        <w:adjustRightInd w:val="0"/>
        <w:jc w:val="right"/>
        <w:rPr>
          <w:sz w:val="26"/>
          <w:szCs w:val="26"/>
        </w:rPr>
      </w:pPr>
      <w:r w:rsidRPr="00CA203B">
        <w:rPr>
          <w:sz w:val="26"/>
          <w:szCs w:val="26"/>
        </w:rPr>
        <w:t xml:space="preserve"> пассажиров автомобильным транспортом</w:t>
      </w:r>
    </w:p>
    <w:p w:rsidR="0033239A" w:rsidRDefault="0033239A" w:rsidP="009A61A3">
      <w:pPr>
        <w:widowControl w:val="0"/>
        <w:autoSpaceDE w:val="0"/>
        <w:autoSpaceDN w:val="0"/>
        <w:adjustRightInd w:val="0"/>
        <w:jc w:val="right"/>
        <w:rPr>
          <w:sz w:val="26"/>
          <w:szCs w:val="26"/>
        </w:rPr>
      </w:pPr>
      <w:r w:rsidRPr="00CA203B">
        <w:rPr>
          <w:sz w:val="26"/>
          <w:szCs w:val="26"/>
        </w:rPr>
        <w:t xml:space="preserve"> общего пользования </w:t>
      </w:r>
    </w:p>
    <w:p w:rsidR="0033239A" w:rsidRPr="00CA203B" w:rsidRDefault="0033239A" w:rsidP="009A61A3">
      <w:pPr>
        <w:widowControl w:val="0"/>
        <w:autoSpaceDE w:val="0"/>
        <w:autoSpaceDN w:val="0"/>
        <w:adjustRightInd w:val="0"/>
        <w:jc w:val="right"/>
        <w:rPr>
          <w:sz w:val="26"/>
          <w:szCs w:val="26"/>
        </w:rPr>
      </w:pPr>
      <w:r>
        <w:rPr>
          <w:sz w:val="26"/>
          <w:szCs w:val="26"/>
        </w:rPr>
        <w:t xml:space="preserve">на  2019 </w:t>
      </w:r>
      <w:r w:rsidRPr="00CA203B">
        <w:rPr>
          <w:sz w:val="26"/>
          <w:szCs w:val="26"/>
        </w:rPr>
        <w:t>год</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bookmarkStart w:id="12" w:name="Par134"/>
      <w:bookmarkEnd w:id="12"/>
      <w:r>
        <w:rPr>
          <w:sz w:val="26"/>
          <w:szCs w:val="26"/>
        </w:rPr>
        <w:t>СВЕДЕНИЯ</w:t>
      </w:r>
    </w:p>
    <w:p w:rsidR="0033239A" w:rsidRDefault="0033239A" w:rsidP="009A61A3">
      <w:pPr>
        <w:widowControl w:val="0"/>
        <w:autoSpaceDE w:val="0"/>
        <w:autoSpaceDN w:val="0"/>
        <w:adjustRightInd w:val="0"/>
        <w:jc w:val="center"/>
        <w:rPr>
          <w:sz w:val="26"/>
          <w:szCs w:val="26"/>
        </w:rPr>
      </w:pPr>
      <w:r>
        <w:rPr>
          <w:sz w:val="26"/>
          <w:szCs w:val="26"/>
        </w:rPr>
        <w:t>об ожидаемых потерях в доходах Перевозчика от выполнения</w:t>
      </w:r>
    </w:p>
    <w:p w:rsidR="0033239A" w:rsidRDefault="0033239A" w:rsidP="009A61A3">
      <w:pPr>
        <w:widowControl w:val="0"/>
        <w:autoSpaceDE w:val="0"/>
        <w:autoSpaceDN w:val="0"/>
        <w:adjustRightInd w:val="0"/>
        <w:jc w:val="center"/>
        <w:rPr>
          <w:sz w:val="26"/>
          <w:szCs w:val="26"/>
        </w:rPr>
      </w:pPr>
      <w:r>
        <w:rPr>
          <w:sz w:val="26"/>
          <w:szCs w:val="26"/>
        </w:rPr>
        <w:t>пассажирских перевозок автомобильным транспортом</w:t>
      </w:r>
    </w:p>
    <w:p w:rsidR="0033239A" w:rsidRDefault="0033239A" w:rsidP="009A61A3">
      <w:pPr>
        <w:widowControl w:val="0"/>
        <w:autoSpaceDE w:val="0"/>
        <w:autoSpaceDN w:val="0"/>
        <w:adjustRightInd w:val="0"/>
        <w:jc w:val="center"/>
        <w:rPr>
          <w:sz w:val="26"/>
          <w:szCs w:val="26"/>
        </w:rPr>
      </w:pPr>
      <w:r>
        <w:rPr>
          <w:sz w:val="26"/>
          <w:szCs w:val="26"/>
        </w:rPr>
        <w:t>по ______________________________</w:t>
      </w:r>
    </w:p>
    <w:p w:rsidR="0033239A" w:rsidRDefault="0033239A" w:rsidP="009A61A3">
      <w:pPr>
        <w:widowControl w:val="0"/>
        <w:autoSpaceDE w:val="0"/>
        <w:autoSpaceDN w:val="0"/>
        <w:adjustRightInd w:val="0"/>
        <w:jc w:val="center"/>
        <w:rPr>
          <w:sz w:val="26"/>
          <w:szCs w:val="26"/>
        </w:rPr>
      </w:pPr>
      <w:r>
        <w:rPr>
          <w:sz w:val="26"/>
          <w:szCs w:val="26"/>
        </w:rPr>
        <w:t>(наименование перевозчика)</w:t>
      </w:r>
    </w:p>
    <w:p w:rsidR="0033239A" w:rsidRDefault="0033239A" w:rsidP="009A61A3">
      <w:pPr>
        <w:widowControl w:val="0"/>
        <w:autoSpaceDE w:val="0"/>
        <w:autoSpaceDN w:val="0"/>
        <w:adjustRightInd w:val="0"/>
        <w:jc w:val="center"/>
        <w:rPr>
          <w:sz w:val="26"/>
          <w:szCs w:val="26"/>
        </w:rPr>
      </w:pPr>
      <w:r>
        <w:rPr>
          <w:sz w:val="26"/>
          <w:szCs w:val="26"/>
        </w:rPr>
        <w:t>за  _____ квартал ________________ года (нарастающим итогом)</w:t>
      </w:r>
    </w:p>
    <w:p w:rsidR="0033239A" w:rsidRDefault="0033239A" w:rsidP="009A61A3">
      <w:pPr>
        <w:widowControl w:val="0"/>
        <w:autoSpaceDE w:val="0"/>
        <w:autoSpaceDN w:val="0"/>
        <w:adjustRightInd w:val="0"/>
        <w:jc w:val="center"/>
        <w:rPr>
          <w:sz w:val="26"/>
          <w:szCs w:val="26"/>
        </w:rPr>
      </w:pPr>
    </w:p>
    <w:p w:rsidR="0033239A" w:rsidRDefault="0033239A" w:rsidP="009A61A3">
      <w:pPr>
        <w:widowControl w:val="0"/>
        <w:autoSpaceDE w:val="0"/>
        <w:autoSpaceDN w:val="0"/>
        <w:adjustRightInd w:val="0"/>
        <w:jc w:val="center"/>
        <w:rPr>
          <w:sz w:val="26"/>
          <w:szCs w:val="26"/>
        </w:rPr>
      </w:pPr>
      <w:r>
        <w:rPr>
          <w:sz w:val="26"/>
          <w:szCs w:val="26"/>
        </w:rPr>
        <w:t xml:space="preserve">                                                                                                    тыс. руб.</w:t>
      </w:r>
    </w:p>
    <w:tbl>
      <w:tblPr>
        <w:tblW w:w="0" w:type="auto"/>
        <w:jc w:val="center"/>
        <w:tblInd w:w="75" w:type="dxa"/>
        <w:tblLayout w:type="fixed"/>
        <w:tblCellMar>
          <w:left w:w="75" w:type="dxa"/>
          <w:right w:w="75" w:type="dxa"/>
        </w:tblCellMar>
        <w:tblLook w:val="0000" w:firstRow="0" w:lastRow="0" w:firstColumn="0" w:lastColumn="0" w:noHBand="0" w:noVBand="0"/>
      </w:tblPr>
      <w:tblGrid>
        <w:gridCol w:w="5742"/>
        <w:gridCol w:w="2410"/>
      </w:tblGrid>
      <w:tr w:rsidR="0033239A" w:rsidTr="0085496B">
        <w:trPr>
          <w:trHeight w:val="299"/>
          <w:jc w:val="center"/>
        </w:trPr>
        <w:tc>
          <w:tcPr>
            <w:tcW w:w="5742"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Показатели</w:t>
            </w:r>
          </w:p>
        </w:tc>
        <w:tc>
          <w:tcPr>
            <w:tcW w:w="2410" w:type="dxa"/>
            <w:vMerge w:val="restart"/>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r>
              <w:rPr>
                <w:sz w:val="26"/>
                <w:szCs w:val="26"/>
              </w:rPr>
              <w:t>Всего</w:t>
            </w:r>
          </w:p>
        </w:tc>
      </w:tr>
      <w:tr w:rsidR="0033239A" w:rsidTr="0085496B">
        <w:trPr>
          <w:trHeight w:val="299"/>
          <w:jc w:val="center"/>
        </w:trPr>
        <w:tc>
          <w:tcPr>
            <w:tcW w:w="5742"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33239A" w:rsidRDefault="0033239A" w:rsidP="009A61A3">
            <w:pP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Расходы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Доходы от перевозок</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Начисленная компенсация расходов по перевозке льготных пассажиров за отчетный период</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Фактически выделенные субсидии</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Потери в доходах (ожидаемые)</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r w:rsidR="0033239A" w:rsidTr="0085496B">
        <w:trPr>
          <w:jc w:val="center"/>
        </w:trPr>
        <w:tc>
          <w:tcPr>
            <w:tcW w:w="5742"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rPr>
                <w:rFonts w:eastAsia="Times New Roman"/>
                <w:sz w:val="26"/>
                <w:szCs w:val="26"/>
                <w:lang w:eastAsia="en-US"/>
              </w:rPr>
            </w:pPr>
            <w:r>
              <w:rPr>
                <w:sz w:val="26"/>
                <w:szCs w:val="26"/>
              </w:rPr>
              <w:t>Лимит субсидий</w:t>
            </w:r>
          </w:p>
        </w:tc>
        <w:tc>
          <w:tcPr>
            <w:tcW w:w="2410" w:type="dxa"/>
            <w:tcBorders>
              <w:top w:val="single" w:sz="4" w:space="0" w:color="auto"/>
              <w:left w:val="single" w:sz="4" w:space="0" w:color="auto"/>
              <w:bottom w:val="single" w:sz="4" w:space="0" w:color="auto"/>
              <w:right w:val="single" w:sz="4" w:space="0" w:color="auto"/>
            </w:tcBorders>
          </w:tcPr>
          <w:p w:rsidR="0033239A" w:rsidRDefault="0033239A" w:rsidP="009A61A3">
            <w:pPr>
              <w:widowControl w:val="0"/>
              <w:autoSpaceDE w:val="0"/>
              <w:autoSpaceDN w:val="0"/>
              <w:adjustRightInd w:val="0"/>
              <w:jc w:val="center"/>
              <w:rPr>
                <w:rFonts w:eastAsia="Times New Roman"/>
                <w:sz w:val="26"/>
                <w:szCs w:val="26"/>
                <w:lang w:eastAsia="en-US"/>
              </w:rPr>
            </w:pPr>
          </w:p>
        </w:tc>
      </w:tr>
    </w:tbl>
    <w:p w:rsidR="0033239A" w:rsidRDefault="0033239A" w:rsidP="009A61A3">
      <w:pPr>
        <w:widowControl w:val="0"/>
        <w:autoSpaceDE w:val="0"/>
        <w:autoSpaceDN w:val="0"/>
        <w:adjustRightInd w:val="0"/>
        <w:ind w:firstLine="540"/>
        <w:jc w:val="both"/>
        <w:rPr>
          <w:rFonts w:eastAsia="Times New Roman"/>
          <w:sz w:val="26"/>
          <w:szCs w:val="26"/>
          <w:lang w:eastAsia="en-US"/>
        </w:rPr>
      </w:pPr>
    </w:p>
    <w:p w:rsidR="0033239A" w:rsidRDefault="0033239A" w:rsidP="009A61A3">
      <w:pPr>
        <w:widowControl w:val="0"/>
        <w:autoSpaceDE w:val="0"/>
        <w:autoSpaceDN w:val="0"/>
        <w:adjustRightInd w:val="0"/>
        <w:rPr>
          <w:sz w:val="26"/>
          <w:szCs w:val="26"/>
        </w:rPr>
      </w:pPr>
      <w:r>
        <w:rPr>
          <w:sz w:val="26"/>
          <w:szCs w:val="26"/>
        </w:rPr>
        <w:t>Руководитель организации-перевозчика</w:t>
      </w:r>
    </w:p>
    <w:p w:rsidR="0033239A" w:rsidRDefault="0033239A" w:rsidP="009A61A3">
      <w:pPr>
        <w:widowControl w:val="0"/>
        <w:autoSpaceDE w:val="0"/>
        <w:autoSpaceDN w:val="0"/>
        <w:adjustRightInd w:val="0"/>
        <w:rPr>
          <w:sz w:val="26"/>
          <w:szCs w:val="26"/>
        </w:rPr>
      </w:pPr>
      <w:r>
        <w:rPr>
          <w:sz w:val="26"/>
          <w:szCs w:val="26"/>
        </w:rPr>
        <w:t>(индивидуальный предприниматель)    _______________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9A61A3">
      <w:pPr>
        <w:widowControl w:val="0"/>
        <w:autoSpaceDE w:val="0"/>
        <w:autoSpaceDN w:val="0"/>
        <w:adjustRightInd w:val="0"/>
        <w:rPr>
          <w:sz w:val="26"/>
          <w:szCs w:val="26"/>
        </w:rPr>
      </w:pPr>
      <w:r>
        <w:rPr>
          <w:sz w:val="26"/>
          <w:szCs w:val="26"/>
        </w:rPr>
        <w:t xml:space="preserve">                                                 М.П.</w:t>
      </w:r>
    </w:p>
    <w:p w:rsidR="0033239A" w:rsidRDefault="0033239A" w:rsidP="009A61A3">
      <w:pPr>
        <w:widowControl w:val="0"/>
        <w:autoSpaceDE w:val="0"/>
        <w:autoSpaceDN w:val="0"/>
        <w:adjustRightInd w:val="0"/>
        <w:rPr>
          <w:sz w:val="26"/>
          <w:szCs w:val="26"/>
        </w:rPr>
      </w:pPr>
    </w:p>
    <w:p w:rsidR="0033239A" w:rsidRDefault="0033239A" w:rsidP="009A61A3">
      <w:pPr>
        <w:widowControl w:val="0"/>
        <w:autoSpaceDE w:val="0"/>
        <w:autoSpaceDN w:val="0"/>
        <w:adjustRightInd w:val="0"/>
        <w:rPr>
          <w:sz w:val="26"/>
          <w:szCs w:val="26"/>
        </w:rPr>
      </w:pPr>
      <w:r>
        <w:rPr>
          <w:sz w:val="26"/>
          <w:szCs w:val="26"/>
        </w:rPr>
        <w:t>Главный бухгалтер организации-перевозчика _________ _____________________</w:t>
      </w:r>
    </w:p>
    <w:p w:rsidR="0033239A" w:rsidRDefault="0033239A" w:rsidP="009A61A3">
      <w:pPr>
        <w:widowControl w:val="0"/>
        <w:autoSpaceDE w:val="0"/>
        <w:autoSpaceDN w:val="0"/>
        <w:adjustRightInd w:val="0"/>
        <w:rPr>
          <w:sz w:val="26"/>
          <w:szCs w:val="26"/>
        </w:rPr>
      </w:pPr>
      <w:r>
        <w:rPr>
          <w:sz w:val="26"/>
          <w:szCs w:val="26"/>
        </w:rPr>
        <w:t xml:space="preserve">                                          (подпись) (расшифровка подписи)</w:t>
      </w:r>
    </w:p>
    <w:p w:rsidR="0033239A" w:rsidRDefault="0033239A" w:rsidP="0011707F">
      <w:pPr>
        <w:outlineLvl w:val="0"/>
        <w:rPr>
          <w:rFonts w:ascii="Arial" w:hAnsi="Arial" w:cs="Arial"/>
          <w:b/>
          <w:color w:val="000000"/>
          <w:lang w:eastAsia="ru-RU"/>
        </w:rPr>
      </w:pPr>
    </w:p>
    <w:sectPr w:rsidR="0033239A" w:rsidSect="00E06EC6">
      <w:headerReference w:type="even" r:id="rId32"/>
      <w:headerReference w:type="default" r:id="rId33"/>
      <w:pgSz w:w="11906" w:h="16838"/>
      <w:pgMar w:top="426" w:right="851"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1E3" w:rsidRDefault="009601E3" w:rsidP="005F2E5E">
      <w:r>
        <w:separator/>
      </w:r>
    </w:p>
  </w:endnote>
  <w:endnote w:type="continuationSeparator" w:id="0">
    <w:p w:rsidR="009601E3" w:rsidRDefault="009601E3"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1E3" w:rsidRDefault="009601E3" w:rsidP="005F2E5E">
      <w:r>
        <w:separator/>
      </w:r>
    </w:p>
  </w:footnote>
  <w:footnote w:type="continuationSeparator" w:id="0">
    <w:p w:rsidR="009601E3" w:rsidRDefault="009601E3"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9A" w:rsidRDefault="0033239A"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3239A" w:rsidRDefault="0033239A"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39A" w:rsidRDefault="0033239A" w:rsidP="001E3BA7">
    <w:pPr>
      <w:pStyle w:val="a8"/>
      <w:framePr w:wrap="around" w:vAnchor="text" w:hAnchor="margin" w:xAlign="right" w:y="1"/>
      <w:rPr>
        <w:rStyle w:val="af0"/>
      </w:rPr>
    </w:pPr>
  </w:p>
  <w:p w:rsidR="0033239A" w:rsidRDefault="0033239A" w:rsidP="001E3BA7">
    <w:pPr>
      <w:pStyle w:val="a8"/>
      <w:ind w:right="360"/>
    </w:pPr>
    <w:r>
      <w:tab/>
      <w:t xml:space="preserve">                                                                                        </w:t>
    </w:r>
  </w:p>
  <w:p w:rsidR="0033239A" w:rsidRDefault="0033239A" w:rsidP="001E3BA7">
    <w:pPr>
      <w:pStyle w:val="a8"/>
      <w:ind w:right="360"/>
    </w:pPr>
  </w:p>
  <w:p w:rsidR="0033239A" w:rsidRDefault="0033239A" w:rsidP="001E3BA7">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8">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9">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4">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6">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1"/>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2745"/>
    <w:rsid w:val="0000286B"/>
    <w:rsid w:val="00002ADB"/>
    <w:rsid w:val="000041D3"/>
    <w:rsid w:val="000057B1"/>
    <w:rsid w:val="00012058"/>
    <w:rsid w:val="000137D3"/>
    <w:rsid w:val="000171F5"/>
    <w:rsid w:val="000172E7"/>
    <w:rsid w:val="0001730A"/>
    <w:rsid w:val="00020D89"/>
    <w:rsid w:val="00021398"/>
    <w:rsid w:val="00021925"/>
    <w:rsid w:val="00021EAF"/>
    <w:rsid w:val="00021F36"/>
    <w:rsid w:val="00023061"/>
    <w:rsid w:val="00023370"/>
    <w:rsid w:val="0002359E"/>
    <w:rsid w:val="00025072"/>
    <w:rsid w:val="00025DD1"/>
    <w:rsid w:val="000313C9"/>
    <w:rsid w:val="0003400C"/>
    <w:rsid w:val="00034499"/>
    <w:rsid w:val="00035C60"/>
    <w:rsid w:val="00037E77"/>
    <w:rsid w:val="00040D1C"/>
    <w:rsid w:val="000435BF"/>
    <w:rsid w:val="000436F8"/>
    <w:rsid w:val="00044E43"/>
    <w:rsid w:val="00045A89"/>
    <w:rsid w:val="00046A24"/>
    <w:rsid w:val="00047FF8"/>
    <w:rsid w:val="00050A02"/>
    <w:rsid w:val="00053ABB"/>
    <w:rsid w:val="00054FF3"/>
    <w:rsid w:val="0005607D"/>
    <w:rsid w:val="00056F93"/>
    <w:rsid w:val="000578ED"/>
    <w:rsid w:val="000603BE"/>
    <w:rsid w:val="00061B36"/>
    <w:rsid w:val="00063626"/>
    <w:rsid w:val="000677A2"/>
    <w:rsid w:val="00070F01"/>
    <w:rsid w:val="00072423"/>
    <w:rsid w:val="000738AC"/>
    <w:rsid w:val="00081955"/>
    <w:rsid w:val="00082C3D"/>
    <w:rsid w:val="00083B4B"/>
    <w:rsid w:val="000855C7"/>
    <w:rsid w:val="00085F61"/>
    <w:rsid w:val="000879A1"/>
    <w:rsid w:val="0009148C"/>
    <w:rsid w:val="00091B2A"/>
    <w:rsid w:val="0009433F"/>
    <w:rsid w:val="0009584E"/>
    <w:rsid w:val="00096A06"/>
    <w:rsid w:val="00097B5C"/>
    <w:rsid w:val="000A2C87"/>
    <w:rsid w:val="000A6B3B"/>
    <w:rsid w:val="000A6BFC"/>
    <w:rsid w:val="000B2C92"/>
    <w:rsid w:val="000B39D5"/>
    <w:rsid w:val="000B3E4C"/>
    <w:rsid w:val="000B48E2"/>
    <w:rsid w:val="000C1B8C"/>
    <w:rsid w:val="000C38C6"/>
    <w:rsid w:val="000C3E47"/>
    <w:rsid w:val="000C552E"/>
    <w:rsid w:val="000C5A53"/>
    <w:rsid w:val="000C67B8"/>
    <w:rsid w:val="000C69D8"/>
    <w:rsid w:val="000C6D81"/>
    <w:rsid w:val="000C786E"/>
    <w:rsid w:val="000D049C"/>
    <w:rsid w:val="000D1508"/>
    <w:rsid w:val="000D20A9"/>
    <w:rsid w:val="000D2252"/>
    <w:rsid w:val="000D2BE9"/>
    <w:rsid w:val="000D4B8A"/>
    <w:rsid w:val="000D7BA1"/>
    <w:rsid w:val="000D7D56"/>
    <w:rsid w:val="000E02CB"/>
    <w:rsid w:val="000E157D"/>
    <w:rsid w:val="000E229F"/>
    <w:rsid w:val="000E3D5F"/>
    <w:rsid w:val="000E40E6"/>
    <w:rsid w:val="000E433E"/>
    <w:rsid w:val="000E5EB6"/>
    <w:rsid w:val="000E7E19"/>
    <w:rsid w:val="000F2E75"/>
    <w:rsid w:val="000F399B"/>
    <w:rsid w:val="000F3D66"/>
    <w:rsid w:val="000F45E9"/>
    <w:rsid w:val="000F47DD"/>
    <w:rsid w:val="000F6310"/>
    <w:rsid w:val="001037C8"/>
    <w:rsid w:val="00104595"/>
    <w:rsid w:val="001045AD"/>
    <w:rsid w:val="00106D9F"/>
    <w:rsid w:val="00107C42"/>
    <w:rsid w:val="0011056C"/>
    <w:rsid w:val="00112E9A"/>
    <w:rsid w:val="001138CD"/>
    <w:rsid w:val="00114705"/>
    <w:rsid w:val="00114D0E"/>
    <w:rsid w:val="00115A69"/>
    <w:rsid w:val="0011660C"/>
    <w:rsid w:val="0011707F"/>
    <w:rsid w:val="00117464"/>
    <w:rsid w:val="00117799"/>
    <w:rsid w:val="00117C3C"/>
    <w:rsid w:val="00120EFC"/>
    <w:rsid w:val="00121AB2"/>
    <w:rsid w:val="00124457"/>
    <w:rsid w:val="00124D73"/>
    <w:rsid w:val="001259D6"/>
    <w:rsid w:val="00125ECA"/>
    <w:rsid w:val="00130AD8"/>
    <w:rsid w:val="00130B38"/>
    <w:rsid w:val="00131140"/>
    <w:rsid w:val="00132A21"/>
    <w:rsid w:val="001336BA"/>
    <w:rsid w:val="00134050"/>
    <w:rsid w:val="0013415B"/>
    <w:rsid w:val="0013600B"/>
    <w:rsid w:val="0014040D"/>
    <w:rsid w:val="00143F0F"/>
    <w:rsid w:val="001474DB"/>
    <w:rsid w:val="001478D2"/>
    <w:rsid w:val="00147BC7"/>
    <w:rsid w:val="0015051E"/>
    <w:rsid w:val="00150612"/>
    <w:rsid w:val="001507AC"/>
    <w:rsid w:val="001509A0"/>
    <w:rsid w:val="00151251"/>
    <w:rsid w:val="00151327"/>
    <w:rsid w:val="00153B3D"/>
    <w:rsid w:val="00154AFB"/>
    <w:rsid w:val="00154E0C"/>
    <w:rsid w:val="00156A46"/>
    <w:rsid w:val="00161374"/>
    <w:rsid w:val="00162CE7"/>
    <w:rsid w:val="00164CA6"/>
    <w:rsid w:val="00165395"/>
    <w:rsid w:val="00166712"/>
    <w:rsid w:val="00170F14"/>
    <w:rsid w:val="001729F0"/>
    <w:rsid w:val="00174E2F"/>
    <w:rsid w:val="00175788"/>
    <w:rsid w:val="00180ADE"/>
    <w:rsid w:val="001810AC"/>
    <w:rsid w:val="0018269E"/>
    <w:rsid w:val="0018507E"/>
    <w:rsid w:val="001870D1"/>
    <w:rsid w:val="0019124B"/>
    <w:rsid w:val="00191D43"/>
    <w:rsid w:val="001926AE"/>
    <w:rsid w:val="00194AB1"/>
    <w:rsid w:val="00195184"/>
    <w:rsid w:val="00196222"/>
    <w:rsid w:val="00197ACA"/>
    <w:rsid w:val="001A0F51"/>
    <w:rsid w:val="001A0F98"/>
    <w:rsid w:val="001A1006"/>
    <w:rsid w:val="001A186A"/>
    <w:rsid w:val="001A1D12"/>
    <w:rsid w:val="001A2646"/>
    <w:rsid w:val="001A483A"/>
    <w:rsid w:val="001A555F"/>
    <w:rsid w:val="001A6B26"/>
    <w:rsid w:val="001B058A"/>
    <w:rsid w:val="001B0D90"/>
    <w:rsid w:val="001B113F"/>
    <w:rsid w:val="001B143C"/>
    <w:rsid w:val="001B23F7"/>
    <w:rsid w:val="001B246C"/>
    <w:rsid w:val="001B60F6"/>
    <w:rsid w:val="001B6F2C"/>
    <w:rsid w:val="001B7EFF"/>
    <w:rsid w:val="001C0205"/>
    <w:rsid w:val="001C127B"/>
    <w:rsid w:val="001C1A3F"/>
    <w:rsid w:val="001C328C"/>
    <w:rsid w:val="001C4591"/>
    <w:rsid w:val="001C4AFA"/>
    <w:rsid w:val="001D0683"/>
    <w:rsid w:val="001D0E97"/>
    <w:rsid w:val="001D403B"/>
    <w:rsid w:val="001D5A32"/>
    <w:rsid w:val="001D5E73"/>
    <w:rsid w:val="001D6AB5"/>
    <w:rsid w:val="001D6BA1"/>
    <w:rsid w:val="001D6D29"/>
    <w:rsid w:val="001E3B80"/>
    <w:rsid w:val="001E3BA7"/>
    <w:rsid w:val="001E5500"/>
    <w:rsid w:val="001E569C"/>
    <w:rsid w:val="001E5C07"/>
    <w:rsid w:val="001E5E74"/>
    <w:rsid w:val="001E768A"/>
    <w:rsid w:val="001F4007"/>
    <w:rsid w:val="001F638C"/>
    <w:rsid w:val="002015B3"/>
    <w:rsid w:val="002020F3"/>
    <w:rsid w:val="0020241E"/>
    <w:rsid w:val="00202EF3"/>
    <w:rsid w:val="00203E69"/>
    <w:rsid w:val="00205323"/>
    <w:rsid w:val="00205FD8"/>
    <w:rsid w:val="00213E12"/>
    <w:rsid w:val="002174E3"/>
    <w:rsid w:val="002208B9"/>
    <w:rsid w:val="002208EE"/>
    <w:rsid w:val="00221E82"/>
    <w:rsid w:val="002235D4"/>
    <w:rsid w:val="0022407A"/>
    <w:rsid w:val="0022427E"/>
    <w:rsid w:val="00224C93"/>
    <w:rsid w:val="002269A0"/>
    <w:rsid w:val="00226B9B"/>
    <w:rsid w:val="00227CAF"/>
    <w:rsid w:val="00232C2F"/>
    <w:rsid w:val="00234335"/>
    <w:rsid w:val="00235156"/>
    <w:rsid w:val="00235B55"/>
    <w:rsid w:val="00237D48"/>
    <w:rsid w:val="00240D72"/>
    <w:rsid w:val="00242092"/>
    <w:rsid w:val="00244CE7"/>
    <w:rsid w:val="00252017"/>
    <w:rsid w:val="00253F75"/>
    <w:rsid w:val="00254269"/>
    <w:rsid w:val="002557C3"/>
    <w:rsid w:val="002574E6"/>
    <w:rsid w:val="00257FB5"/>
    <w:rsid w:val="00260AC2"/>
    <w:rsid w:val="002634EB"/>
    <w:rsid w:val="00265332"/>
    <w:rsid w:val="0026596F"/>
    <w:rsid w:val="0027105D"/>
    <w:rsid w:val="0027447C"/>
    <w:rsid w:val="00276A75"/>
    <w:rsid w:val="002775B6"/>
    <w:rsid w:val="002779E0"/>
    <w:rsid w:val="00280431"/>
    <w:rsid w:val="0028365E"/>
    <w:rsid w:val="002837BC"/>
    <w:rsid w:val="00285BBF"/>
    <w:rsid w:val="00291A92"/>
    <w:rsid w:val="00292D5E"/>
    <w:rsid w:val="00297999"/>
    <w:rsid w:val="002A006F"/>
    <w:rsid w:val="002A0A89"/>
    <w:rsid w:val="002A1C96"/>
    <w:rsid w:val="002A4AE4"/>
    <w:rsid w:val="002A5028"/>
    <w:rsid w:val="002A53B9"/>
    <w:rsid w:val="002A7266"/>
    <w:rsid w:val="002A7C6B"/>
    <w:rsid w:val="002A7FF4"/>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C7026"/>
    <w:rsid w:val="002D11B9"/>
    <w:rsid w:val="002D18D9"/>
    <w:rsid w:val="002D2810"/>
    <w:rsid w:val="002D443C"/>
    <w:rsid w:val="002D5EF4"/>
    <w:rsid w:val="002D7BEE"/>
    <w:rsid w:val="002E0E91"/>
    <w:rsid w:val="002E35D3"/>
    <w:rsid w:val="002E4B68"/>
    <w:rsid w:val="002E5FA0"/>
    <w:rsid w:val="002E64A9"/>
    <w:rsid w:val="002E7AE8"/>
    <w:rsid w:val="002F02B5"/>
    <w:rsid w:val="002F130F"/>
    <w:rsid w:val="002F3274"/>
    <w:rsid w:val="00300F01"/>
    <w:rsid w:val="00303362"/>
    <w:rsid w:val="00303A89"/>
    <w:rsid w:val="0030418C"/>
    <w:rsid w:val="00305861"/>
    <w:rsid w:val="00306DB4"/>
    <w:rsid w:val="00306E1C"/>
    <w:rsid w:val="003111E8"/>
    <w:rsid w:val="003113C4"/>
    <w:rsid w:val="003129F0"/>
    <w:rsid w:val="00314276"/>
    <w:rsid w:val="0031495D"/>
    <w:rsid w:val="00314C96"/>
    <w:rsid w:val="003167E7"/>
    <w:rsid w:val="00320F62"/>
    <w:rsid w:val="0032379B"/>
    <w:rsid w:val="00327B6E"/>
    <w:rsid w:val="003306D4"/>
    <w:rsid w:val="0033239A"/>
    <w:rsid w:val="00333BCD"/>
    <w:rsid w:val="003356CA"/>
    <w:rsid w:val="00340250"/>
    <w:rsid w:val="00340A4C"/>
    <w:rsid w:val="00343502"/>
    <w:rsid w:val="00343941"/>
    <w:rsid w:val="0034422D"/>
    <w:rsid w:val="00344375"/>
    <w:rsid w:val="003452C5"/>
    <w:rsid w:val="003457A6"/>
    <w:rsid w:val="00346851"/>
    <w:rsid w:val="00346EDF"/>
    <w:rsid w:val="0034720D"/>
    <w:rsid w:val="003532B7"/>
    <w:rsid w:val="00353D63"/>
    <w:rsid w:val="003569FE"/>
    <w:rsid w:val="00356EB0"/>
    <w:rsid w:val="0035760A"/>
    <w:rsid w:val="003579E3"/>
    <w:rsid w:val="00357AC8"/>
    <w:rsid w:val="00361E86"/>
    <w:rsid w:val="00362E29"/>
    <w:rsid w:val="003633C7"/>
    <w:rsid w:val="0036427D"/>
    <w:rsid w:val="003648CD"/>
    <w:rsid w:val="00365E47"/>
    <w:rsid w:val="00365EA1"/>
    <w:rsid w:val="00367388"/>
    <w:rsid w:val="00370D98"/>
    <w:rsid w:val="00370FDF"/>
    <w:rsid w:val="00371E9B"/>
    <w:rsid w:val="00371F7D"/>
    <w:rsid w:val="003728C6"/>
    <w:rsid w:val="003761CE"/>
    <w:rsid w:val="00377864"/>
    <w:rsid w:val="00377B67"/>
    <w:rsid w:val="003814E5"/>
    <w:rsid w:val="0038288C"/>
    <w:rsid w:val="00384E6C"/>
    <w:rsid w:val="003864B0"/>
    <w:rsid w:val="00386BA3"/>
    <w:rsid w:val="00390B25"/>
    <w:rsid w:val="003935BE"/>
    <w:rsid w:val="00393685"/>
    <w:rsid w:val="00394D7D"/>
    <w:rsid w:val="003954C4"/>
    <w:rsid w:val="00397448"/>
    <w:rsid w:val="00397D51"/>
    <w:rsid w:val="003A2DA9"/>
    <w:rsid w:val="003A3CB1"/>
    <w:rsid w:val="003A4B38"/>
    <w:rsid w:val="003A5462"/>
    <w:rsid w:val="003A598B"/>
    <w:rsid w:val="003A6590"/>
    <w:rsid w:val="003B0ADF"/>
    <w:rsid w:val="003B46FB"/>
    <w:rsid w:val="003B4E7E"/>
    <w:rsid w:val="003B5D1F"/>
    <w:rsid w:val="003B6100"/>
    <w:rsid w:val="003B7600"/>
    <w:rsid w:val="003B7DB5"/>
    <w:rsid w:val="003C0B2F"/>
    <w:rsid w:val="003C371D"/>
    <w:rsid w:val="003C3BAE"/>
    <w:rsid w:val="003C4187"/>
    <w:rsid w:val="003C494F"/>
    <w:rsid w:val="003C575A"/>
    <w:rsid w:val="003C5BB2"/>
    <w:rsid w:val="003C7F90"/>
    <w:rsid w:val="003D02D0"/>
    <w:rsid w:val="003D21E7"/>
    <w:rsid w:val="003D26EF"/>
    <w:rsid w:val="003D2730"/>
    <w:rsid w:val="003D3487"/>
    <w:rsid w:val="003D549C"/>
    <w:rsid w:val="003D6B3E"/>
    <w:rsid w:val="003D7AEE"/>
    <w:rsid w:val="003E01AC"/>
    <w:rsid w:val="003E073C"/>
    <w:rsid w:val="003E0E04"/>
    <w:rsid w:val="003E2744"/>
    <w:rsid w:val="003E31CD"/>
    <w:rsid w:val="003E3F0A"/>
    <w:rsid w:val="003E5652"/>
    <w:rsid w:val="003E5B40"/>
    <w:rsid w:val="003F4292"/>
    <w:rsid w:val="003F5124"/>
    <w:rsid w:val="004012A0"/>
    <w:rsid w:val="00402035"/>
    <w:rsid w:val="004032E0"/>
    <w:rsid w:val="004064B5"/>
    <w:rsid w:val="00407B4C"/>
    <w:rsid w:val="00410A9D"/>
    <w:rsid w:val="00411546"/>
    <w:rsid w:val="004115DB"/>
    <w:rsid w:val="004125C4"/>
    <w:rsid w:val="004147A6"/>
    <w:rsid w:val="00415D49"/>
    <w:rsid w:val="00420118"/>
    <w:rsid w:val="00420769"/>
    <w:rsid w:val="00421B8C"/>
    <w:rsid w:val="00421C05"/>
    <w:rsid w:val="00422384"/>
    <w:rsid w:val="004226F1"/>
    <w:rsid w:val="004242C1"/>
    <w:rsid w:val="00426022"/>
    <w:rsid w:val="004268F8"/>
    <w:rsid w:val="004305F2"/>
    <w:rsid w:val="00430B37"/>
    <w:rsid w:val="00430BEE"/>
    <w:rsid w:val="00431B88"/>
    <w:rsid w:val="00432BDE"/>
    <w:rsid w:val="00432C5B"/>
    <w:rsid w:val="00433259"/>
    <w:rsid w:val="00434943"/>
    <w:rsid w:val="004349EB"/>
    <w:rsid w:val="00434AAE"/>
    <w:rsid w:val="00435E6A"/>
    <w:rsid w:val="0043604F"/>
    <w:rsid w:val="004360CF"/>
    <w:rsid w:val="00440210"/>
    <w:rsid w:val="00441862"/>
    <w:rsid w:val="004445F5"/>
    <w:rsid w:val="0044537F"/>
    <w:rsid w:val="00447509"/>
    <w:rsid w:val="00447BD0"/>
    <w:rsid w:val="00450FE2"/>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6EEF"/>
    <w:rsid w:val="00467003"/>
    <w:rsid w:val="00470919"/>
    <w:rsid w:val="00471E8E"/>
    <w:rsid w:val="0047298C"/>
    <w:rsid w:val="0047413E"/>
    <w:rsid w:val="00475986"/>
    <w:rsid w:val="00476456"/>
    <w:rsid w:val="0048055B"/>
    <w:rsid w:val="004815E2"/>
    <w:rsid w:val="00481CD0"/>
    <w:rsid w:val="00483AD3"/>
    <w:rsid w:val="00483D3E"/>
    <w:rsid w:val="0048535D"/>
    <w:rsid w:val="004854C6"/>
    <w:rsid w:val="0049123D"/>
    <w:rsid w:val="004919A5"/>
    <w:rsid w:val="004955A6"/>
    <w:rsid w:val="00495F1F"/>
    <w:rsid w:val="004A2969"/>
    <w:rsid w:val="004A47BE"/>
    <w:rsid w:val="004A5480"/>
    <w:rsid w:val="004A5E5F"/>
    <w:rsid w:val="004A7E13"/>
    <w:rsid w:val="004A7F6E"/>
    <w:rsid w:val="004B07BA"/>
    <w:rsid w:val="004B0AC0"/>
    <w:rsid w:val="004B15A5"/>
    <w:rsid w:val="004B289D"/>
    <w:rsid w:val="004B5210"/>
    <w:rsid w:val="004B5E4B"/>
    <w:rsid w:val="004B64BD"/>
    <w:rsid w:val="004C1087"/>
    <w:rsid w:val="004C2384"/>
    <w:rsid w:val="004C28B0"/>
    <w:rsid w:val="004C2D3F"/>
    <w:rsid w:val="004C35D3"/>
    <w:rsid w:val="004C36FF"/>
    <w:rsid w:val="004C6623"/>
    <w:rsid w:val="004C66AB"/>
    <w:rsid w:val="004C7312"/>
    <w:rsid w:val="004D006B"/>
    <w:rsid w:val="004D069E"/>
    <w:rsid w:val="004D0A1E"/>
    <w:rsid w:val="004D300B"/>
    <w:rsid w:val="004D34B5"/>
    <w:rsid w:val="004D4C2B"/>
    <w:rsid w:val="004D5153"/>
    <w:rsid w:val="004D63B4"/>
    <w:rsid w:val="004D6CA1"/>
    <w:rsid w:val="004D7202"/>
    <w:rsid w:val="004E0AC2"/>
    <w:rsid w:val="004E152A"/>
    <w:rsid w:val="004E1A66"/>
    <w:rsid w:val="004E2A2C"/>
    <w:rsid w:val="004E2D16"/>
    <w:rsid w:val="004E379C"/>
    <w:rsid w:val="004E3E95"/>
    <w:rsid w:val="004E44B1"/>
    <w:rsid w:val="004E6159"/>
    <w:rsid w:val="004E62EE"/>
    <w:rsid w:val="004E6B34"/>
    <w:rsid w:val="004E7604"/>
    <w:rsid w:val="004E7865"/>
    <w:rsid w:val="004F0485"/>
    <w:rsid w:val="004F1118"/>
    <w:rsid w:val="004F154B"/>
    <w:rsid w:val="004F1940"/>
    <w:rsid w:val="004F1D7C"/>
    <w:rsid w:val="004F5F47"/>
    <w:rsid w:val="004F76EF"/>
    <w:rsid w:val="005017BF"/>
    <w:rsid w:val="0050262E"/>
    <w:rsid w:val="005028F3"/>
    <w:rsid w:val="00502D12"/>
    <w:rsid w:val="00507912"/>
    <w:rsid w:val="005116E3"/>
    <w:rsid w:val="00512332"/>
    <w:rsid w:val="005126CB"/>
    <w:rsid w:val="00513EFB"/>
    <w:rsid w:val="005141B4"/>
    <w:rsid w:val="005164A0"/>
    <w:rsid w:val="00516653"/>
    <w:rsid w:val="00516CFA"/>
    <w:rsid w:val="00524B25"/>
    <w:rsid w:val="00527A70"/>
    <w:rsid w:val="0053070C"/>
    <w:rsid w:val="005313DB"/>
    <w:rsid w:val="0053474D"/>
    <w:rsid w:val="005349BE"/>
    <w:rsid w:val="005357BE"/>
    <w:rsid w:val="00537020"/>
    <w:rsid w:val="005371D9"/>
    <w:rsid w:val="005376C8"/>
    <w:rsid w:val="00540684"/>
    <w:rsid w:val="0054130A"/>
    <w:rsid w:val="005447E4"/>
    <w:rsid w:val="00544F17"/>
    <w:rsid w:val="00545698"/>
    <w:rsid w:val="0054612D"/>
    <w:rsid w:val="0054614B"/>
    <w:rsid w:val="00546597"/>
    <w:rsid w:val="005476EF"/>
    <w:rsid w:val="005515D9"/>
    <w:rsid w:val="00551D3D"/>
    <w:rsid w:val="00553F92"/>
    <w:rsid w:val="005545C6"/>
    <w:rsid w:val="00555393"/>
    <w:rsid w:val="00555715"/>
    <w:rsid w:val="00555A19"/>
    <w:rsid w:val="00555A90"/>
    <w:rsid w:val="00555E25"/>
    <w:rsid w:val="00562165"/>
    <w:rsid w:val="00562D74"/>
    <w:rsid w:val="005631A6"/>
    <w:rsid w:val="00563506"/>
    <w:rsid w:val="00564EF0"/>
    <w:rsid w:val="00565425"/>
    <w:rsid w:val="00566035"/>
    <w:rsid w:val="005674BD"/>
    <w:rsid w:val="00570713"/>
    <w:rsid w:val="00570FD2"/>
    <w:rsid w:val="00571BFE"/>
    <w:rsid w:val="005724B1"/>
    <w:rsid w:val="00574A34"/>
    <w:rsid w:val="00574ADC"/>
    <w:rsid w:val="005754F0"/>
    <w:rsid w:val="00576591"/>
    <w:rsid w:val="005801F8"/>
    <w:rsid w:val="00580452"/>
    <w:rsid w:val="00580FB9"/>
    <w:rsid w:val="00581366"/>
    <w:rsid w:val="00581995"/>
    <w:rsid w:val="005824F1"/>
    <w:rsid w:val="00582F0A"/>
    <w:rsid w:val="00585597"/>
    <w:rsid w:val="00585DFC"/>
    <w:rsid w:val="005861B7"/>
    <w:rsid w:val="005873B6"/>
    <w:rsid w:val="00587EFD"/>
    <w:rsid w:val="0059179D"/>
    <w:rsid w:val="00596F04"/>
    <w:rsid w:val="005A0528"/>
    <w:rsid w:val="005A0F80"/>
    <w:rsid w:val="005A1AF9"/>
    <w:rsid w:val="005A321E"/>
    <w:rsid w:val="005A3E33"/>
    <w:rsid w:val="005A579F"/>
    <w:rsid w:val="005A600D"/>
    <w:rsid w:val="005B171F"/>
    <w:rsid w:val="005B187B"/>
    <w:rsid w:val="005B2305"/>
    <w:rsid w:val="005B2A2D"/>
    <w:rsid w:val="005B3593"/>
    <w:rsid w:val="005B3CC3"/>
    <w:rsid w:val="005B5318"/>
    <w:rsid w:val="005B6626"/>
    <w:rsid w:val="005B6F4D"/>
    <w:rsid w:val="005C020F"/>
    <w:rsid w:val="005C1107"/>
    <w:rsid w:val="005C328D"/>
    <w:rsid w:val="005C3AD2"/>
    <w:rsid w:val="005C7168"/>
    <w:rsid w:val="005D09FE"/>
    <w:rsid w:val="005D1E49"/>
    <w:rsid w:val="005D1F03"/>
    <w:rsid w:val="005D5F1C"/>
    <w:rsid w:val="005D637C"/>
    <w:rsid w:val="005D74BC"/>
    <w:rsid w:val="005D77E6"/>
    <w:rsid w:val="005E1DB9"/>
    <w:rsid w:val="005E329C"/>
    <w:rsid w:val="005E38AF"/>
    <w:rsid w:val="005E3E84"/>
    <w:rsid w:val="005E4F9B"/>
    <w:rsid w:val="005E7F1B"/>
    <w:rsid w:val="005F00DB"/>
    <w:rsid w:val="005F2E5E"/>
    <w:rsid w:val="005F3DC5"/>
    <w:rsid w:val="005F3F7C"/>
    <w:rsid w:val="005F408A"/>
    <w:rsid w:val="005F6C2D"/>
    <w:rsid w:val="00600BC3"/>
    <w:rsid w:val="00601050"/>
    <w:rsid w:val="00602C1F"/>
    <w:rsid w:val="00603124"/>
    <w:rsid w:val="006067FB"/>
    <w:rsid w:val="00606995"/>
    <w:rsid w:val="006109C4"/>
    <w:rsid w:val="00611E7A"/>
    <w:rsid w:val="00612961"/>
    <w:rsid w:val="006134C8"/>
    <w:rsid w:val="006139E0"/>
    <w:rsid w:val="006143C8"/>
    <w:rsid w:val="0061503E"/>
    <w:rsid w:val="00615297"/>
    <w:rsid w:val="00616B38"/>
    <w:rsid w:val="00616E29"/>
    <w:rsid w:val="0061728F"/>
    <w:rsid w:val="006205A3"/>
    <w:rsid w:val="00620882"/>
    <w:rsid w:val="006230EA"/>
    <w:rsid w:val="00626386"/>
    <w:rsid w:val="00627CB2"/>
    <w:rsid w:val="006312C7"/>
    <w:rsid w:val="0063134D"/>
    <w:rsid w:val="0063275A"/>
    <w:rsid w:val="00633201"/>
    <w:rsid w:val="00633B24"/>
    <w:rsid w:val="00636912"/>
    <w:rsid w:val="006373B4"/>
    <w:rsid w:val="0064185C"/>
    <w:rsid w:val="0064295B"/>
    <w:rsid w:val="00642DDE"/>
    <w:rsid w:val="00643017"/>
    <w:rsid w:val="00643E4B"/>
    <w:rsid w:val="006445DE"/>
    <w:rsid w:val="00644CB6"/>
    <w:rsid w:val="0064587B"/>
    <w:rsid w:val="00646707"/>
    <w:rsid w:val="00646DAE"/>
    <w:rsid w:val="006509CF"/>
    <w:rsid w:val="006514A7"/>
    <w:rsid w:val="0065183B"/>
    <w:rsid w:val="00654EB0"/>
    <w:rsid w:val="006556EA"/>
    <w:rsid w:val="006573F6"/>
    <w:rsid w:val="006579C7"/>
    <w:rsid w:val="00657F1C"/>
    <w:rsid w:val="006614BF"/>
    <w:rsid w:val="006617FF"/>
    <w:rsid w:val="006619ED"/>
    <w:rsid w:val="00661F82"/>
    <w:rsid w:val="00662831"/>
    <w:rsid w:val="0066300F"/>
    <w:rsid w:val="0066384B"/>
    <w:rsid w:val="00663CC3"/>
    <w:rsid w:val="00665920"/>
    <w:rsid w:val="00667CF5"/>
    <w:rsid w:val="00670052"/>
    <w:rsid w:val="0067008D"/>
    <w:rsid w:val="00671A0D"/>
    <w:rsid w:val="00672D76"/>
    <w:rsid w:val="006742E6"/>
    <w:rsid w:val="00674732"/>
    <w:rsid w:val="006750B4"/>
    <w:rsid w:val="00675BFA"/>
    <w:rsid w:val="00676261"/>
    <w:rsid w:val="0067754D"/>
    <w:rsid w:val="00677F5C"/>
    <w:rsid w:val="00680844"/>
    <w:rsid w:val="00682B73"/>
    <w:rsid w:val="006832FA"/>
    <w:rsid w:val="0068529C"/>
    <w:rsid w:val="006862D7"/>
    <w:rsid w:val="0068643E"/>
    <w:rsid w:val="00687115"/>
    <w:rsid w:val="00687719"/>
    <w:rsid w:val="006935CA"/>
    <w:rsid w:val="00694CCB"/>
    <w:rsid w:val="006A0E86"/>
    <w:rsid w:val="006A1703"/>
    <w:rsid w:val="006A1CAC"/>
    <w:rsid w:val="006A2702"/>
    <w:rsid w:val="006A304C"/>
    <w:rsid w:val="006A3309"/>
    <w:rsid w:val="006A6806"/>
    <w:rsid w:val="006A6B08"/>
    <w:rsid w:val="006B25B4"/>
    <w:rsid w:val="006B2B3D"/>
    <w:rsid w:val="006B301B"/>
    <w:rsid w:val="006B43CE"/>
    <w:rsid w:val="006B5ED8"/>
    <w:rsid w:val="006B7AE2"/>
    <w:rsid w:val="006C056F"/>
    <w:rsid w:val="006C1E3A"/>
    <w:rsid w:val="006C203E"/>
    <w:rsid w:val="006C22E5"/>
    <w:rsid w:val="006C31B3"/>
    <w:rsid w:val="006C37C0"/>
    <w:rsid w:val="006C3865"/>
    <w:rsid w:val="006C39AC"/>
    <w:rsid w:val="006C466E"/>
    <w:rsid w:val="006C4A0B"/>
    <w:rsid w:val="006D26D0"/>
    <w:rsid w:val="006D3114"/>
    <w:rsid w:val="006D4B33"/>
    <w:rsid w:val="006D549E"/>
    <w:rsid w:val="006D6457"/>
    <w:rsid w:val="006D6966"/>
    <w:rsid w:val="006D78EA"/>
    <w:rsid w:val="006D7B23"/>
    <w:rsid w:val="006E0D04"/>
    <w:rsid w:val="006E121E"/>
    <w:rsid w:val="006E1B93"/>
    <w:rsid w:val="006E23E0"/>
    <w:rsid w:val="006E3BEE"/>
    <w:rsid w:val="006E53EA"/>
    <w:rsid w:val="006E5647"/>
    <w:rsid w:val="006E6583"/>
    <w:rsid w:val="006E6FB8"/>
    <w:rsid w:val="006E75C2"/>
    <w:rsid w:val="006F1161"/>
    <w:rsid w:val="006F131F"/>
    <w:rsid w:val="006F2901"/>
    <w:rsid w:val="006F36EF"/>
    <w:rsid w:val="006F4460"/>
    <w:rsid w:val="006F49C5"/>
    <w:rsid w:val="006F4C34"/>
    <w:rsid w:val="006F5461"/>
    <w:rsid w:val="006F639F"/>
    <w:rsid w:val="006F6DAB"/>
    <w:rsid w:val="0070082E"/>
    <w:rsid w:val="00702038"/>
    <w:rsid w:val="007031AB"/>
    <w:rsid w:val="00704707"/>
    <w:rsid w:val="00704C19"/>
    <w:rsid w:val="0070508D"/>
    <w:rsid w:val="007052BC"/>
    <w:rsid w:val="0070630F"/>
    <w:rsid w:val="00707BA9"/>
    <w:rsid w:val="007106AD"/>
    <w:rsid w:val="007116DC"/>
    <w:rsid w:val="007129DB"/>
    <w:rsid w:val="00712AC7"/>
    <w:rsid w:val="00714946"/>
    <w:rsid w:val="007155BF"/>
    <w:rsid w:val="00716712"/>
    <w:rsid w:val="00716F1D"/>
    <w:rsid w:val="00722C63"/>
    <w:rsid w:val="00723962"/>
    <w:rsid w:val="0072452D"/>
    <w:rsid w:val="007256B6"/>
    <w:rsid w:val="00725A95"/>
    <w:rsid w:val="00725F99"/>
    <w:rsid w:val="007266B5"/>
    <w:rsid w:val="00727477"/>
    <w:rsid w:val="00727572"/>
    <w:rsid w:val="0073108A"/>
    <w:rsid w:val="0073255E"/>
    <w:rsid w:val="007338A6"/>
    <w:rsid w:val="00734AF6"/>
    <w:rsid w:val="007359C0"/>
    <w:rsid w:val="007368F1"/>
    <w:rsid w:val="00736CD2"/>
    <w:rsid w:val="0073713F"/>
    <w:rsid w:val="00737D3A"/>
    <w:rsid w:val="0074016D"/>
    <w:rsid w:val="00740711"/>
    <w:rsid w:val="00741F27"/>
    <w:rsid w:val="00742EC7"/>
    <w:rsid w:val="00743488"/>
    <w:rsid w:val="0074716E"/>
    <w:rsid w:val="007502CA"/>
    <w:rsid w:val="007521FB"/>
    <w:rsid w:val="0075231F"/>
    <w:rsid w:val="0075262B"/>
    <w:rsid w:val="00753701"/>
    <w:rsid w:val="00754C28"/>
    <w:rsid w:val="00755380"/>
    <w:rsid w:val="0075659A"/>
    <w:rsid w:val="00757858"/>
    <w:rsid w:val="007609E9"/>
    <w:rsid w:val="00763355"/>
    <w:rsid w:val="00763F0E"/>
    <w:rsid w:val="00764BC3"/>
    <w:rsid w:val="00765B05"/>
    <w:rsid w:val="00765EE0"/>
    <w:rsid w:val="0076650E"/>
    <w:rsid w:val="00767AFB"/>
    <w:rsid w:val="00770FC1"/>
    <w:rsid w:val="00771C9F"/>
    <w:rsid w:val="00771E94"/>
    <w:rsid w:val="0077330C"/>
    <w:rsid w:val="007747DE"/>
    <w:rsid w:val="00774B59"/>
    <w:rsid w:val="0077739A"/>
    <w:rsid w:val="00781A10"/>
    <w:rsid w:val="007846A6"/>
    <w:rsid w:val="00785090"/>
    <w:rsid w:val="00787299"/>
    <w:rsid w:val="00787516"/>
    <w:rsid w:val="007876FC"/>
    <w:rsid w:val="007916E2"/>
    <w:rsid w:val="00792FB5"/>
    <w:rsid w:val="0079427C"/>
    <w:rsid w:val="00794C62"/>
    <w:rsid w:val="00794EF5"/>
    <w:rsid w:val="00795212"/>
    <w:rsid w:val="00795AB4"/>
    <w:rsid w:val="0079671C"/>
    <w:rsid w:val="00796D66"/>
    <w:rsid w:val="007A2093"/>
    <w:rsid w:val="007A33AB"/>
    <w:rsid w:val="007A33F9"/>
    <w:rsid w:val="007A4382"/>
    <w:rsid w:val="007A5011"/>
    <w:rsid w:val="007A578E"/>
    <w:rsid w:val="007A6187"/>
    <w:rsid w:val="007B0C70"/>
    <w:rsid w:val="007B0D57"/>
    <w:rsid w:val="007B1DDE"/>
    <w:rsid w:val="007C194B"/>
    <w:rsid w:val="007C1DDA"/>
    <w:rsid w:val="007C263E"/>
    <w:rsid w:val="007C2A1C"/>
    <w:rsid w:val="007C338C"/>
    <w:rsid w:val="007C4BED"/>
    <w:rsid w:val="007C619E"/>
    <w:rsid w:val="007C6270"/>
    <w:rsid w:val="007C780C"/>
    <w:rsid w:val="007C7F5B"/>
    <w:rsid w:val="007C7F95"/>
    <w:rsid w:val="007D1C09"/>
    <w:rsid w:val="007D2857"/>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B86"/>
    <w:rsid w:val="007E7E74"/>
    <w:rsid w:val="007F0C81"/>
    <w:rsid w:val="007F3AE3"/>
    <w:rsid w:val="007F4FDD"/>
    <w:rsid w:val="007F56D9"/>
    <w:rsid w:val="007F5FB5"/>
    <w:rsid w:val="007F7D04"/>
    <w:rsid w:val="00800B35"/>
    <w:rsid w:val="008026F3"/>
    <w:rsid w:val="00802B86"/>
    <w:rsid w:val="00803C43"/>
    <w:rsid w:val="00807374"/>
    <w:rsid w:val="00807795"/>
    <w:rsid w:val="00811617"/>
    <w:rsid w:val="00811ACC"/>
    <w:rsid w:val="00811B66"/>
    <w:rsid w:val="00812161"/>
    <w:rsid w:val="00812B0A"/>
    <w:rsid w:val="0081341A"/>
    <w:rsid w:val="00813665"/>
    <w:rsid w:val="00813693"/>
    <w:rsid w:val="00814A61"/>
    <w:rsid w:val="008156B5"/>
    <w:rsid w:val="00816361"/>
    <w:rsid w:val="0081646B"/>
    <w:rsid w:val="00816F1D"/>
    <w:rsid w:val="00816F34"/>
    <w:rsid w:val="0081721B"/>
    <w:rsid w:val="008173B5"/>
    <w:rsid w:val="008200C6"/>
    <w:rsid w:val="008206A5"/>
    <w:rsid w:val="00821348"/>
    <w:rsid w:val="008228E7"/>
    <w:rsid w:val="008228FE"/>
    <w:rsid w:val="00822E0F"/>
    <w:rsid w:val="00823CFE"/>
    <w:rsid w:val="00824F30"/>
    <w:rsid w:val="00825E26"/>
    <w:rsid w:val="0082785A"/>
    <w:rsid w:val="008279B2"/>
    <w:rsid w:val="008327D8"/>
    <w:rsid w:val="00833813"/>
    <w:rsid w:val="00833A30"/>
    <w:rsid w:val="00834B15"/>
    <w:rsid w:val="0083586F"/>
    <w:rsid w:val="00835B94"/>
    <w:rsid w:val="008368E4"/>
    <w:rsid w:val="00837680"/>
    <w:rsid w:val="00837949"/>
    <w:rsid w:val="00837AD6"/>
    <w:rsid w:val="0084000A"/>
    <w:rsid w:val="0084384D"/>
    <w:rsid w:val="00843BFC"/>
    <w:rsid w:val="00844234"/>
    <w:rsid w:val="00844E56"/>
    <w:rsid w:val="00845461"/>
    <w:rsid w:val="0084557A"/>
    <w:rsid w:val="00847EA0"/>
    <w:rsid w:val="008500C1"/>
    <w:rsid w:val="00850A3F"/>
    <w:rsid w:val="0085307B"/>
    <w:rsid w:val="0085322C"/>
    <w:rsid w:val="008541DA"/>
    <w:rsid w:val="0085496B"/>
    <w:rsid w:val="008577EB"/>
    <w:rsid w:val="008579E7"/>
    <w:rsid w:val="0086312E"/>
    <w:rsid w:val="0086340A"/>
    <w:rsid w:val="00863A3B"/>
    <w:rsid w:val="00864C29"/>
    <w:rsid w:val="00864F20"/>
    <w:rsid w:val="00865546"/>
    <w:rsid w:val="00866324"/>
    <w:rsid w:val="00867841"/>
    <w:rsid w:val="008706C0"/>
    <w:rsid w:val="00870E2C"/>
    <w:rsid w:val="00870EFB"/>
    <w:rsid w:val="008748DC"/>
    <w:rsid w:val="00874C33"/>
    <w:rsid w:val="008756CA"/>
    <w:rsid w:val="00876C8F"/>
    <w:rsid w:val="00876F14"/>
    <w:rsid w:val="00880F61"/>
    <w:rsid w:val="0088109E"/>
    <w:rsid w:val="00881867"/>
    <w:rsid w:val="00881E64"/>
    <w:rsid w:val="0088250B"/>
    <w:rsid w:val="008843EC"/>
    <w:rsid w:val="00885C9E"/>
    <w:rsid w:val="00887D34"/>
    <w:rsid w:val="00891E4F"/>
    <w:rsid w:val="00892113"/>
    <w:rsid w:val="00894995"/>
    <w:rsid w:val="00895671"/>
    <w:rsid w:val="00895E8C"/>
    <w:rsid w:val="00896B71"/>
    <w:rsid w:val="008A0884"/>
    <w:rsid w:val="008A2175"/>
    <w:rsid w:val="008A3BD9"/>
    <w:rsid w:val="008A5459"/>
    <w:rsid w:val="008A596E"/>
    <w:rsid w:val="008A6CA9"/>
    <w:rsid w:val="008B1D9A"/>
    <w:rsid w:val="008B28C5"/>
    <w:rsid w:val="008B399D"/>
    <w:rsid w:val="008B54BC"/>
    <w:rsid w:val="008B5CDF"/>
    <w:rsid w:val="008B7E0C"/>
    <w:rsid w:val="008C08B5"/>
    <w:rsid w:val="008C155A"/>
    <w:rsid w:val="008C35E2"/>
    <w:rsid w:val="008C41FD"/>
    <w:rsid w:val="008C566A"/>
    <w:rsid w:val="008C6492"/>
    <w:rsid w:val="008C7737"/>
    <w:rsid w:val="008C7D0C"/>
    <w:rsid w:val="008D1D80"/>
    <w:rsid w:val="008D2371"/>
    <w:rsid w:val="008D295C"/>
    <w:rsid w:val="008D2AF0"/>
    <w:rsid w:val="008D7372"/>
    <w:rsid w:val="008D7CA9"/>
    <w:rsid w:val="008E1F6C"/>
    <w:rsid w:val="008E2902"/>
    <w:rsid w:val="008E3665"/>
    <w:rsid w:val="008E385D"/>
    <w:rsid w:val="008E6334"/>
    <w:rsid w:val="008E6E98"/>
    <w:rsid w:val="008F31D3"/>
    <w:rsid w:val="008F4844"/>
    <w:rsid w:val="008F4C0F"/>
    <w:rsid w:val="008F5828"/>
    <w:rsid w:val="008F5DC1"/>
    <w:rsid w:val="008F6463"/>
    <w:rsid w:val="00905735"/>
    <w:rsid w:val="009059C8"/>
    <w:rsid w:val="00905CB7"/>
    <w:rsid w:val="00906C74"/>
    <w:rsid w:val="00911AEC"/>
    <w:rsid w:val="00912600"/>
    <w:rsid w:val="00912B96"/>
    <w:rsid w:val="0091402D"/>
    <w:rsid w:val="009144CE"/>
    <w:rsid w:val="009172C2"/>
    <w:rsid w:val="00917A3C"/>
    <w:rsid w:val="0092237C"/>
    <w:rsid w:val="00922B70"/>
    <w:rsid w:val="00922F55"/>
    <w:rsid w:val="00923614"/>
    <w:rsid w:val="009260DC"/>
    <w:rsid w:val="0093017A"/>
    <w:rsid w:val="009305B5"/>
    <w:rsid w:val="009312AF"/>
    <w:rsid w:val="0093347E"/>
    <w:rsid w:val="009334A4"/>
    <w:rsid w:val="0093423B"/>
    <w:rsid w:val="00934949"/>
    <w:rsid w:val="009358EA"/>
    <w:rsid w:val="00937C13"/>
    <w:rsid w:val="009401F0"/>
    <w:rsid w:val="00940B71"/>
    <w:rsid w:val="00941CE0"/>
    <w:rsid w:val="009430C2"/>
    <w:rsid w:val="009433C6"/>
    <w:rsid w:val="00944546"/>
    <w:rsid w:val="00945131"/>
    <w:rsid w:val="00946A70"/>
    <w:rsid w:val="009477CF"/>
    <w:rsid w:val="00947938"/>
    <w:rsid w:val="009506FB"/>
    <w:rsid w:val="009534A4"/>
    <w:rsid w:val="009601E3"/>
    <w:rsid w:val="009621EB"/>
    <w:rsid w:val="0096274C"/>
    <w:rsid w:val="00962788"/>
    <w:rsid w:val="00963F88"/>
    <w:rsid w:val="00971278"/>
    <w:rsid w:val="00971823"/>
    <w:rsid w:val="00971EED"/>
    <w:rsid w:val="00973083"/>
    <w:rsid w:val="0097458A"/>
    <w:rsid w:val="009757C7"/>
    <w:rsid w:val="009802CF"/>
    <w:rsid w:val="009810D8"/>
    <w:rsid w:val="00982E78"/>
    <w:rsid w:val="009838C9"/>
    <w:rsid w:val="00984CBB"/>
    <w:rsid w:val="00985347"/>
    <w:rsid w:val="00985DE6"/>
    <w:rsid w:val="009867EA"/>
    <w:rsid w:val="0098789D"/>
    <w:rsid w:val="0098798B"/>
    <w:rsid w:val="009879DA"/>
    <w:rsid w:val="00990357"/>
    <w:rsid w:val="0099110B"/>
    <w:rsid w:val="00991279"/>
    <w:rsid w:val="00991977"/>
    <w:rsid w:val="00994082"/>
    <w:rsid w:val="00995969"/>
    <w:rsid w:val="0099691A"/>
    <w:rsid w:val="009972E1"/>
    <w:rsid w:val="009973DB"/>
    <w:rsid w:val="009A2461"/>
    <w:rsid w:val="009A520C"/>
    <w:rsid w:val="009A61A3"/>
    <w:rsid w:val="009A798F"/>
    <w:rsid w:val="009A7EC7"/>
    <w:rsid w:val="009B4E69"/>
    <w:rsid w:val="009B5105"/>
    <w:rsid w:val="009B57DB"/>
    <w:rsid w:val="009B5C0A"/>
    <w:rsid w:val="009B5D6C"/>
    <w:rsid w:val="009B613E"/>
    <w:rsid w:val="009C038D"/>
    <w:rsid w:val="009C2101"/>
    <w:rsid w:val="009C2314"/>
    <w:rsid w:val="009C34E0"/>
    <w:rsid w:val="009C3CD8"/>
    <w:rsid w:val="009C413A"/>
    <w:rsid w:val="009C6F68"/>
    <w:rsid w:val="009C75A5"/>
    <w:rsid w:val="009D092E"/>
    <w:rsid w:val="009D0964"/>
    <w:rsid w:val="009D1CDE"/>
    <w:rsid w:val="009D2130"/>
    <w:rsid w:val="009D2CEE"/>
    <w:rsid w:val="009D3479"/>
    <w:rsid w:val="009D40F3"/>
    <w:rsid w:val="009D7B3F"/>
    <w:rsid w:val="009E0D18"/>
    <w:rsid w:val="009E2980"/>
    <w:rsid w:val="009E3262"/>
    <w:rsid w:val="009E32DE"/>
    <w:rsid w:val="009E5E03"/>
    <w:rsid w:val="009E6006"/>
    <w:rsid w:val="009E75FB"/>
    <w:rsid w:val="009F02E8"/>
    <w:rsid w:val="009F3367"/>
    <w:rsid w:val="009F3DD7"/>
    <w:rsid w:val="00A00036"/>
    <w:rsid w:val="00A0061E"/>
    <w:rsid w:val="00A02372"/>
    <w:rsid w:val="00A02683"/>
    <w:rsid w:val="00A0281F"/>
    <w:rsid w:val="00A1029D"/>
    <w:rsid w:val="00A10EB4"/>
    <w:rsid w:val="00A121B6"/>
    <w:rsid w:val="00A12F14"/>
    <w:rsid w:val="00A13851"/>
    <w:rsid w:val="00A15045"/>
    <w:rsid w:val="00A15947"/>
    <w:rsid w:val="00A200F7"/>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193"/>
    <w:rsid w:val="00A43ACB"/>
    <w:rsid w:val="00A43FEA"/>
    <w:rsid w:val="00A44234"/>
    <w:rsid w:val="00A4628E"/>
    <w:rsid w:val="00A4798C"/>
    <w:rsid w:val="00A52E13"/>
    <w:rsid w:val="00A53A27"/>
    <w:rsid w:val="00A554B9"/>
    <w:rsid w:val="00A567D0"/>
    <w:rsid w:val="00A6029C"/>
    <w:rsid w:val="00A61657"/>
    <w:rsid w:val="00A6464D"/>
    <w:rsid w:val="00A64AB1"/>
    <w:rsid w:val="00A64B17"/>
    <w:rsid w:val="00A65E25"/>
    <w:rsid w:val="00A67662"/>
    <w:rsid w:val="00A7126D"/>
    <w:rsid w:val="00A71DEE"/>
    <w:rsid w:val="00A72DA2"/>
    <w:rsid w:val="00A77ABE"/>
    <w:rsid w:val="00A8112C"/>
    <w:rsid w:val="00A817D4"/>
    <w:rsid w:val="00A84FC3"/>
    <w:rsid w:val="00A85498"/>
    <w:rsid w:val="00A869C0"/>
    <w:rsid w:val="00A86AA6"/>
    <w:rsid w:val="00A86DEA"/>
    <w:rsid w:val="00A87572"/>
    <w:rsid w:val="00A9037F"/>
    <w:rsid w:val="00A9055B"/>
    <w:rsid w:val="00A91139"/>
    <w:rsid w:val="00A95123"/>
    <w:rsid w:val="00A960CC"/>
    <w:rsid w:val="00A97138"/>
    <w:rsid w:val="00A9745D"/>
    <w:rsid w:val="00AA4673"/>
    <w:rsid w:val="00AB1641"/>
    <w:rsid w:val="00AB239E"/>
    <w:rsid w:val="00AB6525"/>
    <w:rsid w:val="00AB7061"/>
    <w:rsid w:val="00AC16CC"/>
    <w:rsid w:val="00AC1D09"/>
    <w:rsid w:val="00AC1D80"/>
    <w:rsid w:val="00AC6486"/>
    <w:rsid w:val="00AC741F"/>
    <w:rsid w:val="00AC7420"/>
    <w:rsid w:val="00AD01E6"/>
    <w:rsid w:val="00AD0D34"/>
    <w:rsid w:val="00AD15F5"/>
    <w:rsid w:val="00AD160F"/>
    <w:rsid w:val="00AD195A"/>
    <w:rsid w:val="00AD2C8F"/>
    <w:rsid w:val="00AD452E"/>
    <w:rsid w:val="00AD4A59"/>
    <w:rsid w:val="00AD4D0D"/>
    <w:rsid w:val="00AE1D57"/>
    <w:rsid w:val="00AE3E5B"/>
    <w:rsid w:val="00AE79DE"/>
    <w:rsid w:val="00AE7EA7"/>
    <w:rsid w:val="00AF0682"/>
    <w:rsid w:val="00AF0E3E"/>
    <w:rsid w:val="00AF2D8A"/>
    <w:rsid w:val="00AF308E"/>
    <w:rsid w:val="00AF550C"/>
    <w:rsid w:val="00AF631C"/>
    <w:rsid w:val="00AF6603"/>
    <w:rsid w:val="00B034F9"/>
    <w:rsid w:val="00B03C54"/>
    <w:rsid w:val="00B0453A"/>
    <w:rsid w:val="00B04657"/>
    <w:rsid w:val="00B0506E"/>
    <w:rsid w:val="00B0519A"/>
    <w:rsid w:val="00B060B2"/>
    <w:rsid w:val="00B06569"/>
    <w:rsid w:val="00B11290"/>
    <w:rsid w:val="00B11C08"/>
    <w:rsid w:val="00B11EBD"/>
    <w:rsid w:val="00B136BA"/>
    <w:rsid w:val="00B16939"/>
    <w:rsid w:val="00B203CC"/>
    <w:rsid w:val="00B21A9B"/>
    <w:rsid w:val="00B21C60"/>
    <w:rsid w:val="00B21EC5"/>
    <w:rsid w:val="00B22A13"/>
    <w:rsid w:val="00B252A9"/>
    <w:rsid w:val="00B25C81"/>
    <w:rsid w:val="00B2692E"/>
    <w:rsid w:val="00B27D4C"/>
    <w:rsid w:val="00B3126B"/>
    <w:rsid w:val="00B32415"/>
    <w:rsid w:val="00B32954"/>
    <w:rsid w:val="00B33DE7"/>
    <w:rsid w:val="00B3559A"/>
    <w:rsid w:val="00B36C6D"/>
    <w:rsid w:val="00B4107B"/>
    <w:rsid w:val="00B478F2"/>
    <w:rsid w:val="00B53BB9"/>
    <w:rsid w:val="00B53EF1"/>
    <w:rsid w:val="00B53F5F"/>
    <w:rsid w:val="00B54324"/>
    <w:rsid w:val="00B543F2"/>
    <w:rsid w:val="00B57B79"/>
    <w:rsid w:val="00B57BC5"/>
    <w:rsid w:val="00B61D52"/>
    <w:rsid w:val="00B64DF8"/>
    <w:rsid w:val="00B65A3D"/>
    <w:rsid w:val="00B669F9"/>
    <w:rsid w:val="00B714DA"/>
    <w:rsid w:val="00B735FF"/>
    <w:rsid w:val="00B73FD2"/>
    <w:rsid w:val="00B74927"/>
    <w:rsid w:val="00B74FFE"/>
    <w:rsid w:val="00B779A5"/>
    <w:rsid w:val="00B77FF0"/>
    <w:rsid w:val="00B80738"/>
    <w:rsid w:val="00B83197"/>
    <w:rsid w:val="00B83461"/>
    <w:rsid w:val="00B83A72"/>
    <w:rsid w:val="00B84CEC"/>
    <w:rsid w:val="00B93EFF"/>
    <w:rsid w:val="00B94568"/>
    <w:rsid w:val="00B94CE8"/>
    <w:rsid w:val="00B94EC2"/>
    <w:rsid w:val="00B97773"/>
    <w:rsid w:val="00B9797F"/>
    <w:rsid w:val="00BA125E"/>
    <w:rsid w:val="00BA4D66"/>
    <w:rsid w:val="00BA5DA7"/>
    <w:rsid w:val="00BA6AE2"/>
    <w:rsid w:val="00BA7F29"/>
    <w:rsid w:val="00BB1F32"/>
    <w:rsid w:val="00BB22DD"/>
    <w:rsid w:val="00BB27BE"/>
    <w:rsid w:val="00BB2B15"/>
    <w:rsid w:val="00BB2EB4"/>
    <w:rsid w:val="00BB39D8"/>
    <w:rsid w:val="00BB4617"/>
    <w:rsid w:val="00BB63A4"/>
    <w:rsid w:val="00BB70F3"/>
    <w:rsid w:val="00BB72A7"/>
    <w:rsid w:val="00BB7A90"/>
    <w:rsid w:val="00BB7DB1"/>
    <w:rsid w:val="00BC0C19"/>
    <w:rsid w:val="00BC0D08"/>
    <w:rsid w:val="00BC5886"/>
    <w:rsid w:val="00BC65D5"/>
    <w:rsid w:val="00BC7C43"/>
    <w:rsid w:val="00BD0A7E"/>
    <w:rsid w:val="00BD27F0"/>
    <w:rsid w:val="00BD3254"/>
    <w:rsid w:val="00BD5AB0"/>
    <w:rsid w:val="00BD6D67"/>
    <w:rsid w:val="00BD6E38"/>
    <w:rsid w:val="00BE01FF"/>
    <w:rsid w:val="00BE0684"/>
    <w:rsid w:val="00BE217A"/>
    <w:rsid w:val="00BE21FD"/>
    <w:rsid w:val="00BE2FD0"/>
    <w:rsid w:val="00BE4D74"/>
    <w:rsid w:val="00BE5941"/>
    <w:rsid w:val="00BE6972"/>
    <w:rsid w:val="00BE7456"/>
    <w:rsid w:val="00BE7663"/>
    <w:rsid w:val="00BF0192"/>
    <w:rsid w:val="00BF05CC"/>
    <w:rsid w:val="00BF388E"/>
    <w:rsid w:val="00BF412B"/>
    <w:rsid w:val="00BF5551"/>
    <w:rsid w:val="00BF574A"/>
    <w:rsid w:val="00C00098"/>
    <w:rsid w:val="00C00A67"/>
    <w:rsid w:val="00C013DE"/>
    <w:rsid w:val="00C01477"/>
    <w:rsid w:val="00C01D73"/>
    <w:rsid w:val="00C03D71"/>
    <w:rsid w:val="00C06691"/>
    <w:rsid w:val="00C06846"/>
    <w:rsid w:val="00C06E81"/>
    <w:rsid w:val="00C073D5"/>
    <w:rsid w:val="00C076EA"/>
    <w:rsid w:val="00C07BDE"/>
    <w:rsid w:val="00C10C90"/>
    <w:rsid w:val="00C11C4A"/>
    <w:rsid w:val="00C12998"/>
    <w:rsid w:val="00C14CF9"/>
    <w:rsid w:val="00C16FC5"/>
    <w:rsid w:val="00C20379"/>
    <w:rsid w:val="00C21082"/>
    <w:rsid w:val="00C21F50"/>
    <w:rsid w:val="00C222A4"/>
    <w:rsid w:val="00C25A54"/>
    <w:rsid w:val="00C25ADE"/>
    <w:rsid w:val="00C25DFA"/>
    <w:rsid w:val="00C335C3"/>
    <w:rsid w:val="00C33AFD"/>
    <w:rsid w:val="00C347F5"/>
    <w:rsid w:val="00C34C1B"/>
    <w:rsid w:val="00C3600B"/>
    <w:rsid w:val="00C36760"/>
    <w:rsid w:val="00C37CC5"/>
    <w:rsid w:val="00C41B2B"/>
    <w:rsid w:val="00C4311B"/>
    <w:rsid w:val="00C431FD"/>
    <w:rsid w:val="00C43373"/>
    <w:rsid w:val="00C43990"/>
    <w:rsid w:val="00C440D1"/>
    <w:rsid w:val="00C451E0"/>
    <w:rsid w:val="00C45FCE"/>
    <w:rsid w:val="00C469B1"/>
    <w:rsid w:val="00C46E89"/>
    <w:rsid w:val="00C476F1"/>
    <w:rsid w:val="00C47918"/>
    <w:rsid w:val="00C47FB3"/>
    <w:rsid w:val="00C5227D"/>
    <w:rsid w:val="00C53522"/>
    <w:rsid w:val="00C53746"/>
    <w:rsid w:val="00C537E8"/>
    <w:rsid w:val="00C53A17"/>
    <w:rsid w:val="00C56FCB"/>
    <w:rsid w:val="00C57619"/>
    <w:rsid w:val="00C60278"/>
    <w:rsid w:val="00C62812"/>
    <w:rsid w:val="00C63AA2"/>
    <w:rsid w:val="00C63DEF"/>
    <w:rsid w:val="00C6485C"/>
    <w:rsid w:val="00C66501"/>
    <w:rsid w:val="00C66573"/>
    <w:rsid w:val="00C66FB7"/>
    <w:rsid w:val="00C67183"/>
    <w:rsid w:val="00C70016"/>
    <w:rsid w:val="00C70DFF"/>
    <w:rsid w:val="00C71001"/>
    <w:rsid w:val="00C72D55"/>
    <w:rsid w:val="00C72E20"/>
    <w:rsid w:val="00C746A8"/>
    <w:rsid w:val="00C7491F"/>
    <w:rsid w:val="00C75609"/>
    <w:rsid w:val="00C7711A"/>
    <w:rsid w:val="00C80036"/>
    <w:rsid w:val="00C8236D"/>
    <w:rsid w:val="00C825AC"/>
    <w:rsid w:val="00C82DCF"/>
    <w:rsid w:val="00C85264"/>
    <w:rsid w:val="00C86419"/>
    <w:rsid w:val="00C86E8C"/>
    <w:rsid w:val="00C87D9D"/>
    <w:rsid w:val="00C87F28"/>
    <w:rsid w:val="00C90248"/>
    <w:rsid w:val="00C91D10"/>
    <w:rsid w:val="00C920CD"/>
    <w:rsid w:val="00C9360A"/>
    <w:rsid w:val="00C952B8"/>
    <w:rsid w:val="00C962EC"/>
    <w:rsid w:val="00C96A6B"/>
    <w:rsid w:val="00C970A0"/>
    <w:rsid w:val="00CA0B24"/>
    <w:rsid w:val="00CA203B"/>
    <w:rsid w:val="00CA26A2"/>
    <w:rsid w:val="00CA2B4F"/>
    <w:rsid w:val="00CA2BC5"/>
    <w:rsid w:val="00CA3D43"/>
    <w:rsid w:val="00CA44DE"/>
    <w:rsid w:val="00CA48B2"/>
    <w:rsid w:val="00CB0484"/>
    <w:rsid w:val="00CB13AC"/>
    <w:rsid w:val="00CB140C"/>
    <w:rsid w:val="00CB2564"/>
    <w:rsid w:val="00CB56BC"/>
    <w:rsid w:val="00CB60A3"/>
    <w:rsid w:val="00CB6316"/>
    <w:rsid w:val="00CB73BF"/>
    <w:rsid w:val="00CB769D"/>
    <w:rsid w:val="00CC02D7"/>
    <w:rsid w:val="00CC475A"/>
    <w:rsid w:val="00CC47E8"/>
    <w:rsid w:val="00CC57B1"/>
    <w:rsid w:val="00CC74E7"/>
    <w:rsid w:val="00CC78B7"/>
    <w:rsid w:val="00CD25F7"/>
    <w:rsid w:val="00CD3E33"/>
    <w:rsid w:val="00CD40E7"/>
    <w:rsid w:val="00CD4E86"/>
    <w:rsid w:val="00CD51BF"/>
    <w:rsid w:val="00CD5DF1"/>
    <w:rsid w:val="00CD77AC"/>
    <w:rsid w:val="00CD7936"/>
    <w:rsid w:val="00CE29BE"/>
    <w:rsid w:val="00CE2CC3"/>
    <w:rsid w:val="00CE3E18"/>
    <w:rsid w:val="00CE5319"/>
    <w:rsid w:val="00CE6F0E"/>
    <w:rsid w:val="00CE7AC5"/>
    <w:rsid w:val="00CF1796"/>
    <w:rsid w:val="00CF188B"/>
    <w:rsid w:val="00CF1AF4"/>
    <w:rsid w:val="00CF255C"/>
    <w:rsid w:val="00CF2AFB"/>
    <w:rsid w:val="00CF6623"/>
    <w:rsid w:val="00CF6B63"/>
    <w:rsid w:val="00CF7451"/>
    <w:rsid w:val="00D01C07"/>
    <w:rsid w:val="00D020F2"/>
    <w:rsid w:val="00D03AEF"/>
    <w:rsid w:val="00D0498F"/>
    <w:rsid w:val="00D05458"/>
    <w:rsid w:val="00D05DC4"/>
    <w:rsid w:val="00D1457F"/>
    <w:rsid w:val="00D15212"/>
    <w:rsid w:val="00D16514"/>
    <w:rsid w:val="00D17F6B"/>
    <w:rsid w:val="00D20346"/>
    <w:rsid w:val="00D2072D"/>
    <w:rsid w:val="00D24D06"/>
    <w:rsid w:val="00D25424"/>
    <w:rsid w:val="00D25A43"/>
    <w:rsid w:val="00D25F6D"/>
    <w:rsid w:val="00D26482"/>
    <w:rsid w:val="00D276A9"/>
    <w:rsid w:val="00D27E61"/>
    <w:rsid w:val="00D309A6"/>
    <w:rsid w:val="00D31172"/>
    <w:rsid w:val="00D33FAB"/>
    <w:rsid w:val="00D35B85"/>
    <w:rsid w:val="00D35D33"/>
    <w:rsid w:val="00D42207"/>
    <w:rsid w:val="00D442F1"/>
    <w:rsid w:val="00D45FAA"/>
    <w:rsid w:val="00D47186"/>
    <w:rsid w:val="00D4773B"/>
    <w:rsid w:val="00D5048B"/>
    <w:rsid w:val="00D53FEB"/>
    <w:rsid w:val="00D57BC1"/>
    <w:rsid w:val="00D60FC2"/>
    <w:rsid w:val="00D64DC1"/>
    <w:rsid w:val="00D7010A"/>
    <w:rsid w:val="00D7065C"/>
    <w:rsid w:val="00D7114C"/>
    <w:rsid w:val="00D74503"/>
    <w:rsid w:val="00D80A76"/>
    <w:rsid w:val="00D80A9F"/>
    <w:rsid w:val="00D81B11"/>
    <w:rsid w:val="00D8302E"/>
    <w:rsid w:val="00D86AC9"/>
    <w:rsid w:val="00D90449"/>
    <w:rsid w:val="00D926D0"/>
    <w:rsid w:val="00D940ED"/>
    <w:rsid w:val="00D96BC2"/>
    <w:rsid w:val="00D97801"/>
    <w:rsid w:val="00DA0BED"/>
    <w:rsid w:val="00DA1814"/>
    <w:rsid w:val="00DA21E4"/>
    <w:rsid w:val="00DA2E81"/>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3AFB"/>
    <w:rsid w:val="00DC4432"/>
    <w:rsid w:val="00DD0E3D"/>
    <w:rsid w:val="00DD0E4A"/>
    <w:rsid w:val="00DD1E50"/>
    <w:rsid w:val="00DD274E"/>
    <w:rsid w:val="00DD35FB"/>
    <w:rsid w:val="00DD6210"/>
    <w:rsid w:val="00DE1D9E"/>
    <w:rsid w:val="00DE2745"/>
    <w:rsid w:val="00DE3F6F"/>
    <w:rsid w:val="00DE5F31"/>
    <w:rsid w:val="00DE71C9"/>
    <w:rsid w:val="00DE7B3C"/>
    <w:rsid w:val="00DF0E52"/>
    <w:rsid w:val="00DF1E3B"/>
    <w:rsid w:val="00DF3281"/>
    <w:rsid w:val="00DF3E53"/>
    <w:rsid w:val="00DF62C7"/>
    <w:rsid w:val="00E0102E"/>
    <w:rsid w:val="00E016C9"/>
    <w:rsid w:val="00E02F5C"/>
    <w:rsid w:val="00E03774"/>
    <w:rsid w:val="00E03779"/>
    <w:rsid w:val="00E04053"/>
    <w:rsid w:val="00E04E31"/>
    <w:rsid w:val="00E05CC6"/>
    <w:rsid w:val="00E065B4"/>
    <w:rsid w:val="00E06EC6"/>
    <w:rsid w:val="00E10E0A"/>
    <w:rsid w:val="00E12D43"/>
    <w:rsid w:val="00E1473F"/>
    <w:rsid w:val="00E158D3"/>
    <w:rsid w:val="00E15D5C"/>
    <w:rsid w:val="00E163E5"/>
    <w:rsid w:val="00E203A4"/>
    <w:rsid w:val="00E21409"/>
    <w:rsid w:val="00E22086"/>
    <w:rsid w:val="00E22703"/>
    <w:rsid w:val="00E255EB"/>
    <w:rsid w:val="00E2628B"/>
    <w:rsid w:val="00E26D13"/>
    <w:rsid w:val="00E30040"/>
    <w:rsid w:val="00E329A3"/>
    <w:rsid w:val="00E32BAC"/>
    <w:rsid w:val="00E3482C"/>
    <w:rsid w:val="00E34D20"/>
    <w:rsid w:val="00E35D38"/>
    <w:rsid w:val="00E36B66"/>
    <w:rsid w:val="00E37A6E"/>
    <w:rsid w:val="00E37C40"/>
    <w:rsid w:val="00E402DF"/>
    <w:rsid w:val="00E42D57"/>
    <w:rsid w:val="00E43ED4"/>
    <w:rsid w:val="00E44257"/>
    <w:rsid w:val="00E44BC1"/>
    <w:rsid w:val="00E44DC7"/>
    <w:rsid w:val="00E45422"/>
    <w:rsid w:val="00E45485"/>
    <w:rsid w:val="00E4582C"/>
    <w:rsid w:val="00E5063A"/>
    <w:rsid w:val="00E50945"/>
    <w:rsid w:val="00E51174"/>
    <w:rsid w:val="00E51BA1"/>
    <w:rsid w:val="00E52989"/>
    <w:rsid w:val="00E52E5C"/>
    <w:rsid w:val="00E55F83"/>
    <w:rsid w:val="00E6077C"/>
    <w:rsid w:val="00E60F89"/>
    <w:rsid w:val="00E61274"/>
    <w:rsid w:val="00E62924"/>
    <w:rsid w:val="00E64693"/>
    <w:rsid w:val="00E646D0"/>
    <w:rsid w:val="00E64A51"/>
    <w:rsid w:val="00E65791"/>
    <w:rsid w:val="00E66439"/>
    <w:rsid w:val="00E6644B"/>
    <w:rsid w:val="00E670B8"/>
    <w:rsid w:val="00E7197C"/>
    <w:rsid w:val="00E71F20"/>
    <w:rsid w:val="00E71F35"/>
    <w:rsid w:val="00E72432"/>
    <w:rsid w:val="00E72F4D"/>
    <w:rsid w:val="00E738E0"/>
    <w:rsid w:val="00E75C18"/>
    <w:rsid w:val="00E773C0"/>
    <w:rsid w:val="00E80D55"/>
    <w:rsid w:val="00E81B2A"/>
    <w:rsid w:val="00E82A56"/>
    <w:rsid w:val="00E82F7D"/>
    <w:rsid w:val="00E91326"/>
    <w:rsid w:val="00E91735"/>
    <w:rsid w:val="00E95666"/>
    <w:rsid w:val="00E979C4"/>
    <w:rsid w:val="00EA175D"/>
    <w:rsid w:val="00EA26E3"/>
    <w:rsid w:val="00EA54C5"/>
    <w:rsid w:val="00EA7B6A"/>
    <w:rsid w:val="00EB5464"/>
    <w:rsid w:val="00EB61E4"/>
    <w:rsid w:val="00EB7E76"/>
    <w:rsid w:val="00EC5AFC"/>
    <w:rsid w:val="00ED130F"/>
    <w:rsid w:val="00ED4BBF"/>
    <w:rsid w:val="00ED6930"/>
    <w:rsid w:val="00ED72D5"/>
    <w:rsid w:val="00ED7352"/>
    <w:rsid w:val="00EE1DCE"/>
    <w:rsid w:val="00EE34AA"/>
    <w:rsid w:val="00EE38DD"/>
    <w:rsid w:val="00EE3F39"/>
    <w:rsid w:val="00EE4EC0"/>
    <w:rsid w:val="00EE5448"/>
    <w:rsid w:val="00EE7C63"/>
    <w:rsid w:val="00EF0161"/>
    <w:rsid w:val="00EF019C"/>
    <w:rsid w:val="00EF1823"/>
    <w:rsid w:val="00EF1BF9"/>
    <w:rsid w:val="00EF6728"/>
    <w:rsid w:val="00EF684F"/>
    <w:rsid w:val="00EF7F4B"/>
    <w:rsid w:val="00F00194"/>
    <w:rsid w:val="00F00227"/>
    <w:rsid w:val="00F009F7"/>
    <w:rsid w:val="00F01532"/>
    <w:rsid w:val="00F022EF"/>
    <w:rsid w:val="00F0711A"/>
    <w:rsid w:val="00F103A6"/>
    <w:rsid w:val="00F10A8F"/>
    <w:rsid w:val="00F1292E"/>
    <w:rsid w:val="00F12A77"/>
    <w:rsid w:val="00F14FD7"/>
    <w:rsid w:val="00F15FEE"/>
    <w:rsid w:val="00F21C24"/>
    <w:rsid w:val="00F2276A"/>
    <w:rsid w:val="00F22909"/>
    <w:rsid w:val="00F22EE9"/>
    <w:rsid w:val="00F26057"/>
    <w:rsid w:val="00F264BB"/>
    <w:rsid w:val="00F265C5"/>
    <w:rsid w:val="00F26AC6"/>
    <w:rsid w:val="00F32385"/>
    <w:rsid w:val="00F33349"/>
    <w:rsid w:val="00F34677"/>
    <w:rsid w:val="00F35FE6"/>
    <w:rsid w:val="00F40D52"/>
    <w:rsid w:val="00F4131C"/>
    <w:rsid w:val="00F42C59"/>
    <w:rsid w:val="00F42D36"/>
    <w:rsid w:val="00F43364"/>
    <w:rsid w:val="00F43B82"/>
    <w:rsid w:val="00F4651D"/>
    <w:rsid w:val="00F4713F"/>
    <w:rsid w:val="00F4732F"/>
    <w:rsid w:val="00F50A37"/>
    <w:rsid w:val="00F5207E"/>
    <w:rsid w:val="00F53585"/>
    <w:rsid w:val="00F5454A"/>
    <w:rsid w:val="00F60339"/>
    <w:rsid w:val="00F60850"/>
    <w:rsid w:val="00F627A3"/>
    <w:rsid w:val="00F6372F"/>
    <w:rsid w:val="00F63C17"/>
    <w:rsid w:val="00F64A9B"/>
    <w:rsid w:val="00F65AB6"/>
    <w:rsid w:val="00F6615E"/>
    <w:rsid w:val="00F66E75"/>
    <w:rsid w:val="00F67539"/>
    <w:rsid w:val="00F712DB"/>
    <w:rsid w:val="00F7135E"/>
    <w:rsid w:val="00F735A9"/>
    <w:rsid w:val="00F74CDD"/>
    <w:rsid w:val="00F765A4"/>
    <w:rsid w:val="00F81B3A"/>
    <w:rsid w:val="00F847C0"/>
    <w:rsid w:val="00F85798"/>
    <w:rsid w:val="00F85B6C"/>
    <w:rsid w:val="00F85E04"/>
    <w:rsid w:val="00F86B20"/>
    <w:rsid w:val="00F91C2E"/>
    <w:rsid w:val="00FA1BBD"/>
    <w:rsid w:val="00FA1FE2"/>
    <w:rsid w:val="00FA2320"/>
    <w:rsid w:val="00FA6955"/>
    <w:rsid w:val="00FA6BB3"/>
    <w:rsid w:val="00FB18D7"/>
    <w:rsid w:val="00FB24DE"/>
    <w:rsid w:val="00FB37C6"/>
    <w:rsid w:val="00FB41B3"/>
    <w:rsid w:val="00FB5064"/>
    <w:rsid w:val="00FB5AA8"/>
    <w:rsid w:val="00FB69BF"/>
    <w:rsid w:val="00FB752E"/>
    <w:rsid w:val="00FB7B0C"/>
    <w:rsid w:val="00FC0233"/>
    <w:rsid w:val="00FC0CC8"/>
    <w:rsid w:val="00FC1419"/>
    <w:rsid w:val="00FC34D3"/>
    <w:rsid w:val="00FC4781"/>
    <w:rsid w:val="00FC4F4D"/>
    <w:rsid w:val="00FC7E63"/>
    <w:rsid w:val="00FD0044"/>
    <w:rsid w:val="00FD222B"/>
    <w:rsid w:val="00FD2463"/>
    <w:rsid w:val="00FD27F8"/>
    <w:rsid w:val="00FD2CF6"/>
    <w:rsid w:val="00FD3E1B"/>
    <w:rsid w:val="00FD4C3F"/>
    <w:rsid w:val="00FD63EA"/>
    <w:rsid w:val="00FE0BC2"/>
    <w:rsid w:val="00FE10D2"/>
    <w:rsid w:val="00FE1E58"/>
    <w:rsid w:val="00FE2974"/>
    <w:rsid w:val="00FE2990"/>
    <w:rsid w:val="00FE3B1F"/>
    <w:rsid w:val="00FE7C4D"/>
    <w:rsid w:val="00FF00DE"/>
    <w:rsid w:val="00FF1892"/>
    <w:rsid w:val="00FF2A07"/>
    <w:rsid w:val="00FF2D5E"/>
    <w:rsid w:val="00FF3ACD"/>
    <w:rsid w:val="00FF5584"/>
    <w:rsid w:val="00FF5D7A"/>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b/>
      <w:sz w:val="28"/>
      <w:szCs w:val="20"/>
      <w:lang w:eastAsia="ru-RU"/>
    </w:rPr>
  </w:style>
  <w:style w:type="paragraph" w:styleId="2">
    <w:name w:val="heading 2"/>
    <w:aliases w:val="Заголовок 2 Знак"/>
    <w:basedOn w:val="a"/>
    <w:next w:val="a"/>
    <w:link w:val="21"/>
    <w:uiPriority w:val="99"/>
    <w:qFormat/>
    <w:locked/>
    <w:rsid w:val="00AB1641"/>
    <w:pPr>
      <w:keepNext/>
      <w:jc w:val="center"/>
      <w:outlineLvl w:val="1"/>
    </w:pPr>
    <w:rPr>
      <w:b/>
      <w:sz w:val="52"/>
      <w:szCs w:val="20"/>
      <w:lang w:eastAsia="ru-RU"/>
    </w:rPr>
  </w:style>
  <w:style w:type="paragraph" w:styleId="3">
    <w:name w:val="heading 3"/>
    <w:basedOn w:val="a"/>
    <w:next w:val="a"/>
    <w:link w:val="30"/>
    <w:uiPriority w:val="99"/>
    <w:qFormat/>
    <w:locked/>
    <w:rsid w:val="00AB1641"/>
    <w:pPr>
      <w:keepNext/>
      <w:jc w:val="both"/>
      <w:outlineLvl w:val="2"/>
    </w:pPr>
    <w:rPr>
      <w:b/>
      <w:spacing w:val="-20"/>
      <w:sz w:val="36"/>
      <w:szCs w:val="20"/>
      <w:lang w:eastAsia="ru-RU"/>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b/>
      <w:sz w:val="2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bCs/>
      <w:kern w:val="32"/>
      <w:sz w:val="32"/>
      <w:szCs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bCs/>
      <w:i/>
      <w:iCs/>
      <w:sz w:val="28"/>
      <w:szCs w:val="28"/>
      <w:lang w:eastAsia="zh-CN"/>
    </w:rPr>
  </w:style>
  <w:style w:type="character" w:customStyle="1" w:styleId="30">
    <w:name w:val="Заголовок 3 Знак"/>
    <w:link w:val="3"/>
    <w:uiPriority w:val="99"/>
    <w:semiHidden/>
    <w:locked/>
    <w:rsid w:val="00B94568"/>
    <w:rPr>
      <w:rFonts w:ascii="Cambria" w:hAnsi="Cambria" w:cs="Times New Roman"/>
      <w:b/>
      <w:bCs/>
      <w:sz w:val="26"/>
      <w:szCs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bCs/>
      <w:sz w:val="28"/>
      <w:szCs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bCs/>
      <w:sz w:val="24"/>
      <w:szCs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
    <w:link w:val="a8"/>
    <w:uiPriority w:val="99"/>
    <w:locked/>
    <w:rsid w:val="00B3126B"/>
    <w:rPr>
      <w:rFonts w:ascii="Calibri" w:hAnsi="Calibri" w:cs="Times New Roman"/>
      <w:sz w:val="22"/>
      <w:szCs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cs="Tahoma"/>
      <w:sz w:val="16"/>
      <w:szCs w:val="16"/>
    </w:rPr>
  </w:style>
  <w:style w:type="character" w:customStyle="1" w:styleId="ab">
    <w:name w:val="Текст выноски Знак"/>
    <w:link w:val="aa"/>
    <w:uiPriority w:val="99"/>
    <w:semiHidden/>
    <w:locked/>
    <w:rsid w:val="00B3126B"/>
    <w:rPr>
      <w:rFonts w:ascii="Tahoma" w:hAnsi="Tahoma" w:cs="Tahoma"/>
      <w:sz w:val="16"/>
      <w:szCs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cs="Times New Roman"/>
      <w:sz w:val="28"/>
      <w:lang w:val="ru-RU" w:eastAsia="ru-RU" w:bidi="ar-SA"/>
    </w:rPr>
  </w:style>
  <w:style w:type="paragraph" w:styleId="ae">
    <w:name w:val="footer"/>
    <w:basedOn w:val="a"/>
    <w:link w:val="af"/>
    <w:uiPriority w:val="99"/>
    <w:rsid w:val="00AB1641"/>
    <w:pPr>
      <w:tabs>
        <w:tab w:val="center" w:pos="4153"/>
        <w:tab w:val="right" w:pos="8306"/>
      </w:tabs>
      <w:spacing w:line="360" w:lineRule="atLeast"/>
      <w:jc w:val="both"/>
    </w:pPr>
    <w:rPr>
      <w:rFonts w:ascii="Times New Roman CYR" w:hAnsi="Times New Roman CYR"/>
      <w:sz w:val="28"/>
      <w:szCs w:val="20"/>
      <w:lang w:eastAsia="ru-RU"/>
    </w:rPr>
  </w:style>
  <w:style w:type="character" w:customStyle="1" w:styleId="FooterChar">
    <w:name w:val="Footer Char"/>
    <w:uiPriority w:val="99"/>
    <w:semiHidden/>
    <w:locked/>
    <w:rsid w:val="00B94568"/>
    <w:rPr>
      <w:rFonts w:cs="Times New Roman"/>
      <w:sz w:val="24"/>
      <w:szCs w:val="24"/>
      <w:lang w:eastAsia="zh-CN"/>
    </w:rPr>
  </w:style>
  <w:style w:type="character" w:customStyle="1" w:styleId="af">
    <w:name w:val="Нижний колонтитул Знак"/>
    <w:link w:val="ae"/>
    <w:uiPriority w:val="99"/>
    <w:locked/>
    <w:rsid w:val="00AB1641"/>
    <w:rPr>
      <w:rFonts w:ascii="Tahoma" w:hAnsi="Tahoma" w:cs="Tahoma"/>
      <w:sz w:val="16"/>
      <w:szCs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lang w:eastAsia="ru-RU"/>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szCs w:val="20"/>
      <w:lang w:eastAsia="zh-CN"/>
    </w:rPr>
  </w:style>
  <w:style w:type="paragraph" w:styleId="af5">
    <w:name w:val="Body Text Indent"/>
    <w:basedOn w:val="a"/>
    <w:link w:val="af6"/>
    <w:uiPriority w:val="99"/>
    <w:rsid w:val="00AB1641"/>
    <w:pPr>
      <w:spacing w:line="360" w:lineRule="atLeast"/>
      <w:ind w:firstLine="709"/>
      <w:jc w:val="both"/>
    </w:pPr>
    <w:rPr>
      <w:sz w:val="28"/>
      <w:szCs w:val="20"/>
      <w:lang w:eastAsia="ru-RU"/>
    </w:rPr>
  </w:style>
  <w:style w:type="character" w:customStyle="1" w:styleId="af6">
    <w:name w:val="Основной текст с отступом Знак"/>
    <w:link w:val="af5"/>
    <w:uiPriority w:val="99"/>
    <w:semiHidden/>
    <w:locked/>
    <w:rsid w:val="00B94568"/>
    <w:rPr>
      <w:rFonts w:cs="Times New Roman"/>
      <w:sz w:val="24"/>
      <w:szCs w:val="24"/>
      <w:lang w:eastAsia="zh-CN"/>
    </w:rPr>
  </w:style>
  <w:style w:type="paragraph" w:styleId="22">
    <w:name w:val="Body Text Indent 2"/>
    <w:basedOn w:val="a"/>
    <w:link w:val="23"/>
    <w:uiPriority w:val="99"/>
    <w:rsid w:val="00AB1641"/>
    <w:pPr>
      <w:spacing w:line="360" w:lineRule="atLeast"/>
      <w:ind w:firstLine="709"/>
      <w:jc w:val="both"/>
    </w:pPr>
    <w:rPr>
      <w:b/>
      <w:sz w:val="28"/>
      <w:szCs w:val="20"/>
      <w:lang w:eastAsia="ru-RU"/>
    </w:rPr>
  </w:style>
  <w:style w:type="character" w:customStyle="1" w:styleId="23">
    <w:name w:val="Основной текст с отступом 2 Знак"/>
    <w:link w:val="22"/>
    <w:uiPriority w:val="99"/>
    <w:semiHidden/>
    <w:locked/>
    <w:rsid w:val="00B94568"/>
    <w:rPr>
      <w:rFonts w:cs="Times New Roman"/>
      <w:sz w:val="24"/>
      <w:szCs w:val="24"/>
      <w:lang w:eastAsia="zh-CN"/>
    </w:rPr>
  </w:style>
  <w:style w:type="paragraph" w:styleId="32">
    <w:name w:val="Body Text Indent 3"/>
    <w:basedOn w:val="a"/>
    <w:link w:val="33"/>
    <w:uiPriority w:val="99"/>
    <w:rsid w:val="00AB1641"/>
    <w:pPr>
      <w:spacing w:line="360" w:lineRule="atLeast"/>
      <w:ind w:firstLine="709"/>
      <w:jc w:val="center"/>
    </w:pPr>
    <w:rPr>
      <w:sz w:val="28"/>
      <w:szCs w:val="20"/>
      <w:lang w:eastAsia="ru-RU"/>
    </w:rPr>
  </w:style>
  <w:style w:type="character" w:customStyle="1" w:styleId="33">
    <w:name w:val="Основной текст с отступом 3 Знак"/>
    <w:link w:val="32"/>
    <w:uiPriority w:val="99"/>
    <w:semiHidden/>
    <w:locked/>
    <w:rsid w:val="00B94568"/>
    <w:rPr>
      <w:rFonts w:cs="Times New Roman"/>
      <w:sz w:val="16"/>
      <w:szCs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 w:val="22"/>
      <w:szCs w:val="20"/>
      <w:lang w:eastAsia="ru-RU"/>
    </w:rPr>
  </w:style>
  <w:style w:type="character" w:customStyle="1" w:styleId="25">
    <w:name w:val="Основной текст 2 Знак"/>
    <w:link w:val="24"/>
    <w:uiPriority w:val="99"/>
    <w:semiHidden/>
    <w:locked/>
    <w:rsid w:val="00B94568"/>
    <w:rPr>
      <w:rFonts w:cs="Times New Roman"/>
      <w:sz w:val="24"/>
      <w:szCs w:val="24"/>
      <w:lang w:eastAsia="zh-CN"/>
    </w:rPr>
  </w:style>
  <w:style w:type="paragraph" w:styleId="34">
    <w:name w:val="Body Text 3"/>
    <w:basedOn w:val="a"/>
    <w:link w:val="35"/>
    <w:uiPriority w:val="99"/>
    <w:rsid w:val="00AB1641"/>
    <w:rPr>
      <w:i/>
      <w:sz w:val="20"/>
      <w:szCs w:val="20"/>
      <w:lang w:val="en-US" w:eastAsia="ru-RU"/>
    </w:rPr>
  </w:style>
  <w:style w:type="character" w:customStyle="1" w:styleId="35">
    <w:name w:val="Основной текст 3 Знак"/>
    <w:link w:val="34"/>
    <w:uiPriority w:val="99"/>
    <w:semiHidden/>
    <w:locked/>
    <w:rsid w:val="00B94568"/>
    <w:rPr>
      <w:rFonts w:cs="Times New Roman"/>
      <w:sz w:val="16"/>
      <w:szCs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rFonts w:cs="Times New Roman"/>
      <w:b/>
      <w:sz w:val="36"/>
      <w:u w:val="single"/>
      <w:lang w:val="ru-RU" w:eastAsia="ru-RU" w:bidi="ar-SA"/>
    </w:rPr>
  </w:style>
  <w:style w:type="character" w:customStyle="1" w:styleId="26">
    <w:name w:val="Знак Знак2"/>
    <w:uiPriority w:val="99"/>
    <w:rsid w:val="00AB1641"/>
    <w:rPr>
      <w:rFonts w:cs="Times New Roman"/>
      <w:sz w:val="28"/>
    </w:rPr>
  </w:style>
  <w:style w:type="character" w:customStyle="1" w:styleId="17">
    <w:name w:val="Знак Знак1"/>
    <w:uiPriority w:val="99"/>
    <w:rsid w:val="00AB1641"/>
    <w:rPr>
      <w:rFonts w:cs="Times New Roman"/>
      <w:sz w:val="28"/>
    </w:rPr>
  </w:style>
  <w:style w:type="character" w:customStyle="1" w:styleId="af8">
    <w:name w:val="Верхний колонтитул Знак"/>
    <w:uiPriority w:val="99"/>
    <w:rsid w:val="00AB1641"/>
    <w:rPr>
      <w:rFonts w:cs="Times New Roman"/>
      <w:sz w:val="28"/>
    </w:rPr>
  </w:style>
  <w:style w:type="character" w:customStyle="1" w:styleId="310">
    <w:name w:val="Знак Знак31"/>
    <w:uiPriority w:val="99"/>
    <w:rsid w:val="00AB1641"/>
    <w:rPr>
      <w:rFonts w:ascii="Times New Roman CYR" w:hAnsi="Times New Roman CYR" w:cs="Times New Roman"/>
      <w:sz w:val="28"/>
      <w:lang w:val="ru-RU" w:eastAsia="ru-RU" w:bidi="ar-SA"/>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link w:val="HTML"/>
    <w:uiPriority w:val="99"/>
    <w:semiHidden/>
    <w:locked/>
    <w:rsid w:val="00B94568"/>
    <w:rPr>
      <w:rFonts w:ascii="Courier New" w:hAnsi="Courier New" w:cs="Courier New"/>
      <w:sz w:val="20"/>
      <w:szCs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spacing w:val="60"/>
      <w:sz w:val="36"/>
      <w:szCs w:val="20"/>
      <w:lang w:eastAsia="ru-RU"/>
    </w:rPr>
  </w:style>
  <w:style w:type="character" w:customStyle="1" w:styleId="aff">
    <w:name w:val="Название Знак"/>
    <w:link w:val="afe"/>
    <w:uiPriority w:val="99"/>
    <w:locked/>
    <w:rsid w:val="00B94568"/>
    <w:rPr>
      <w:rFonts w:ascii="Cambria" w:hAnsi="Cambria" w:cs="Times New Roman"/>
      <w:b/>
      <w:bCs/>
      <w:kern w:val="28"/>
      <w:sz w:val="32"/>
      <w:szCs w:val="32"/>
      <w:lang w:eastAsia="zh-CN"/>
    </w:rPr>
  </w:style>
  <w:style w:type="paragraph" w:styleId="aff0">
    <w:name w:val="Subtitle"/>
    <w:basedOn w:val="a"/>
    <w:link w:val="aff1"/>
    <w:uiPriority w:val="99"/>
    <w:qFormat/>
    <w:locked/>
    <w:rsid w:val="001E3BA7"/>
    <w:pPr>
      <w:jc w:val="center"/>
    </w:pPr>
    <w:rPr>
      <w:sz w:val="36"/>
      <w:szCs w:val="20"/>
      <w:lang w:eastAsia="ru-RU"/>
    </w:rPr>
  </w:style>
  <w:style w:type="character" w:customStyle="1" w:styleId="aff1">
    <w:name w:val="Подзаголовок Знак"/>
    <w:link w:val="aff0"/>
    <w:uiPriority w:val="99"/>
    <w:locked/>
    <w:rsid w:val="00B94568"/>
    <w:rPr>
      <w:rFonts w:ascii="Cambria" w:hAnsi="Cambria" w:cs="Times New Roman"/>
      <w:sz w:val="24"/>
      <w:szCs w:val="24"/>
      <w:lang w:eastAsia="zh-CN"/>
    </w:rPr>
  </w:style>
  <w:style w:type="character" w:customStyle="1" w:styleId="1a">
    <w:name w:val="Основной текст Знак1"/>
    <w:uiPriority w:val="99"/>
    <w:rsid w:val="008F31D3"/>
    <w:rPr>
      <w:rFonts w:ascii="Times New Roman" w:hAnsi="Times New Roman" w:cs="Times New Roman"/>
      <w:sz w:val="25"/>
      <w:szCs w:val="25"/>
      <w:u w:val="none"/>
      <w:effect w:val="none"/>
    </w:rPr>
  </w:style>
  <w:style w:type="character" w:customStyle="1" w:styleId="12pt">
    <w:name w:val="Основной текст + 12 pt"/>
    <w:aliases w:val="Интервал 0 pt6"/>
    <w:uiPriority w:val="99"/>
    <w:rsid w:val="008F31D3"/>
    <w:rPr>
      <w:rFonts w:ascii="Times New Roman" w:hAnsi="Times New Roman" w:cs="Times New Roman"/>
      <w:spacing w:val="1"/>
      <w:sz w:val="24"/>
      <w:szCs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cs="Times New Roman"/>
      <w:sz w:val="28"/>
      <w:lang w:val="ru-RU" w:eastAsia="ru-RU" w:bidi="ar-SA"/>
    </w:rPr>
  </w:style>
  <w:style w:type="character" w:customStyle="1" w:styleId="71">
    <w:name w:val="Знак Знак71"/>
    <w:uiPriority w:val="99"/>
    <w:semiHidden/>
    <w:locked/>
    <w:rsid w:val="00990357"/>
    <w:rPr>
      <w:rFonts w:eastAsia="SimSun" w:cs="Times New Roman"/>
      <w:sz w:val="28"/>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131234">
      <w:marLeft w:val="0"/>
      <w:marRight w:val="0"/>
      <w:marTop w:val="0"/>
      <w:marBottom w:val="0"/>
      <w:divBdr>
        <w:top w:val="none" w:sz="0" w:space="0" w:color="auto"/>
        <w:left w:val="none" w:sz="0" w:space="0" w:color="auto"/>
        <w:bottom w:val="none" w:sz="0" w:space="0" w:color="auto"/>
        <w:right w:val="none" w:sz="0" w:space="0" w:color="auto"/>
      </w:divBdr>
    </w:div>
    <w:div w:id="1883131235">
      <w:marLeft w:val="0"/>
      <w:marRight w:val="0"/>
      <w:marTop w:val="0"/>
      <w:marBottom w:val="0"/>
      <w:divBdr>
        <w:top w:val="none" w:sz="0" w:space="0" w:color="auto"/>
        <w:left w:val="none" w:sz="0" w:space="0" w:color="auto"/>
        <w:bottom w:val="none" w:sz="0" w:space="0" w:color="auto"/>
        <w:right w:val="none" w:sz="0" w:space="0" w:color="auto"/>
      </w:divBdr>
    </w:div>
    <w:div w:id="1883131236">
      <w:marLeft w:val="0"/>
      <w:marRight w:val="0"/>
      <w:marTop w:val="0"/>
      <w:marBottom w:val="0"/>
      <w:divBdr>
        <w:top w:val="none" w:sz="0" w:space="0" w:color="auto"/>
        <w:left w:val="none" w:sz="0" w:space="0" w:color="auto"/>
        <w:bottom w:val="none" w:sz="0" w:space="0" w:color="auto"/>
        <w:right w:val="none" w:sz="0" w:space="0" w:color="auto"/>
      </w:divBdr>
    </w:div>
    <w:div w:id="1883131237">
      <w:marLeft w:val="0"/>
      <w:marRight w:val="0"/>
      <w:marTop w:val="0"/>
      <w:marBottom w:val="0"/>
      <w:divBdr>
        <w:top w:val="none" w:sz="0" w:space="0" w:color="auto"/>
        <w:left w:val="none" w:sz="0" w:space="0" w:color="auto"/>
        <w:bottom w:val="none" w:sz="0" w:space="0" w:color="auto"/>
        <w:right w:val="none" w:sz="0" w:space="0" w:color="auto"/>
      </w:divBdr>
    </w:div>
    <w:div w:id="1883131238">
      <w:marLeft w:val="0"/>
      <w:marRight w:val="0"/>
      <w:marTop w:val="0"/>
      <w:marBottom w:val="0"/>
      <w:divBdr>
        <w:top w:val="none" w:sz="0" w:space="0" w:color="auto"/>
        <w:left w:val="none" w:sz="0" w:space="0" w:color="auto"/>
        <w:bottom w:val="none" w:sz="0" w:space="0" w:color="auto"/>
        <w:right w:val="none" w:sz="0" w:space="0" w:color="auto"/>
      </w:divBdr>
    </w:div>
    <w:div w:id="1883131239">
      <w:marLeft w:val="0"/>
      <w:marRight w:val="0"/>
      <w:marTop w:val="0"/>
      <w:marBottom w:val="0"/>
      <w:divBdr>
        <w:top w:val="none" w:sz="0" w:space="0" w:color="auto"/>
        <w:left w:val="none" w:sz="0" w:space="0" w:color="auto"/>
        <w:bottom w:val="none" w:sz="0" w:space="0" w:color="auto"/>
        <w:right w:val="none" w:sz="0" w:space="0" w:color="auto"/>
      </w:divBdr>
    </w:div>
    <w:div w:id="1883131240">
      <w:marLeft w:val="0"/>
      <w:marRight w:val="0"/>
      <w:marTop w:val="0"/>
      <w:marBottom w:val="0"/>
      <w:divBdr>
        <w:top w:val="none" w:sz="0" w:space="0" w:color="auto"/>
        <w:left w:val="none" w:sz="0" w:space="0" w:color="auto"/>
        <w:bottom w:val="none" w:sz="0" w:space="0" w:color="auto"/>
        <w:right w:val="none" w:sz="0" w:space="0" w:color="auto"/>
      </w:divBdr>
    </w:div>
    <w:div w:id="1883131241">
      <w:marLeft w:val="0"/>
      <w:marRight w:val="0"/>
      <w:marTop w:val="0"/>
      <w:marBottom w:val="0"/>
      <w:divBdr>
        <w:top w:val="none" w:sz="0" w:space="0" w:color="auto"/>
        <w:left w:val="none" w:sz="0" w:space="0" w:color="auto"/>
        <w:bottom w:val="none" w:sz="0" w:space="0" w:color="auto"/>
        <w:right w:val="none" w:sz="0" w:space="0" w:color="auto"/>
      </w:divBdr>
    </w:div>
    <w:div w:id="1883131242">
      <w:marLeft w:val="0"/>
      <w:marRight w:val="0"/>
      <w:marTop w:val="0"/>
      <w:marBottom w:val="0"/>
      <w:divBdr>
        <w:top w:val="none" w:sz="0" w:space="0" w:color="auto"/>
        <w:left w:val="none" w:sz="0" w:space="0" w:color="auto"/>
        <w:bottom w:val="none" w:sz="0" w:space="0" w:color="auto"/>
        <w:right w:val="none" w:sz="0" w:space="0" w:color="auto"/>
      </w:divBdr>
    </w:div>
    <w:div w:id="1883131243">
      <w:marLeft w:val="0"/>
      <w:marRight w:val="0"/>
      <w:marTop w:val="0"/>
      <w:marBottom w:val="0"/>
      <w:divBdr>
        <w:top w:val="none" w:sz="0" w:space="0" w:color="auto"/>
        <w:left w:val="none" w:sz="0" w:space="0" w:color="auto"/>
        <w:bottom w:val="none" w:sz="0" w:space="0" w:color="auto"/>
        <w:right w:val="none" w:sz="0" w:space="0" w:color="auto"/>
      </w:divBdr>
    </w:div>
    <w:div w:id="1883131244">
      <w:marLeft w:val="0"/>
      <w:marRight w:val="0"/>
      <w:marTop w:val="0"/>
      <w:marBottom w:val="0"/>
      <w:divBdr>
        <w:top w:val="none" w:sz="0" w:space="0" w:color="auto"/>
        <w:left w:val="none" w:sz="0" w:space="0" w:color="auto"/>
        <w:bottom w:val="none" w:sz="0" w:space="0" w:color="auto"/>
        <w:right w:val="none" w:sz="0" w:space="0" w:color="auto"/>
      </w:divBdr>
    </w:div>
    <w:div w:id="1883131245">
      <w:marLeft w:val="0"/>
      <w:marRight w:val="0"/>
      <w:marTop w:val="0"/>
      <w:marBottom w:val="0"/>
      <w:divBdr>
        <w:top w:val="none" w:sz="0" w:space="0" w:color="auto"/>
        <w:left w:val="none" w:sz="0" w:space="0" w:color="auto"/>
        <w:bottom w:val="none" w:sz="0" w:space="0" w:color="auto"/>
        <w:right w:val="none" w:sz="0" w:space="0" w:color="auto"/>
      </w:divBdr>
    </w:div>
    <w:div w:id="1883131246">
      <w:marLeft w:val="0"/>
      <w:marRight w:val="0"/>
      <w:marTop w:val="0"/>
      <w:marBottom w:val="0"/>
      <w:divBdr>
        <w:top w:val="none" w:sz="0" w:space="0" w:color="auto"/>
        <w:left w:val="none" w:sz="0" w:space="0" w:color="auto"/>
        <w:bottom w:val="none" w:sz="0" w:space="0" w:color="auto"/>
        <w:right w:val="none" w:sz="0" w:space="0" w:color="auto"/>
      </w:divBdr>
    </w:div>
    <w:div w:id="1883131247">
      <w:marLeft w:val="0"/>
      <w:marRight w:val="0"/>
      <w:marTop w:val="0"/>
      <w:marBottom w:val="0"/>
      <w:divBdr>
        <w:top w:val="none" w:sz="0" w:space="0" w:color="auto"/>
        <w:left w:val="none" w:sz="0" w:space="0" w:color="auto"/>
        <w:bottom w:val="none" w:sz="0" w:space="0" w:color="auto"/>
        <w:right w:val="none" w:sz="0" w:space="0" w:color="auto"/>
      </w:divBdr>
    </w:div>
    <w:div w:id="1883131248">
      <w:marLeft w:val="0"/>
      <w:marRight w:val="0"/>
      <w:marTop w:val="0"/>
      <w:marBottom w:val="0"/>
      <w:divBdr>
        <w:top w:val="none" w:sz="0" w:space="0" w:color="auto"/>
        <w:left w:val="none" w:sz="0" w:space="0" w:color="auto"/>
        <w:bottom w:val="none" w:sz="0" w:space="0" w:color="auto"/>
        <w:right w:val="none" w:sz="0" w:space="0" w:color="auto"/>
      </w:divBdr>
    </w:div>
    <w:div w:id="1883131249">
      <w:marLeft w:val="0"/>
      <w:marRight w:val="0"/>
      <w:marTop w:val="0"/>
      <w:marBottom w:val="0"/>
      <w:divBdr>
        <w:top w:val="none" w:sz="0" w:space="0" w:color="auto"/>
        <w:left w:val="none" w:sz="0" w:space="0" w:color="auto"/>
        <w:bottom w:val="none" w:sz="0" w:space="0" w:color="auto"/>
        <w:right w:val="none" w:sz="0" w:space="0" w:color="auto"/>
      </w:divBdr>
    </w:div>
    <w:div w:id="1883131250">
      <w:marLeft w:val="0"/>
      <w:marRight w:val="0"/>
      <w:marTop w:val="0"/>
      <w:marBottom w:val="0"/>
      <w:divBdr>
        <w:top w:val="none" w:sz="0" w:space="0" w:color="auto"/>
        <w:left w:val="none" w:sz="0" w:space="0" w:color="auto"/>
        <w:bottom w:val="none" w:sz="0" w:space="0" w:color="auto"/>
        <w:right w:val="none" w:sz="0" w:space="0" w:color="auto"/>
      </w:divBdr>
    </w:div>
    <w:div w:id="1883131251">
      <w:marLeft w:val="0"/>
      <w:marRight w:val="0"/>
      <w:marTop w:val="0"/>
      <w:marBottom w:val="0"/>
      <w:divBdr>
        <w:top w:val="none" w:sz="0" w:space="0" w:color="auto"/>
        <w:left w:val="none" w:sz="0" w:space="0" w:color="auto"/>
        <w:bottom w:val="none" w:sz="0" w:space="0" w:color="auto"/>
        <w:right w:val="none" w:sz="0" w:space="0" w:color="auto"/>
      </w:divBdr>
    </w:div>
    <w:div w:id="1883131252">
      <w:marLeft w:val="0"/>
      <w:marRight w:val="0"/>
      <w:marTop w:val="0"/>
      <w:marBottom w:val="0"/>
      <w:divBdr>
        <w:top w:val="none" w:sz="0" w:space="0" w:color="auto"/>
        <w:left w:val="none" w:sz="0" w:space="0" w:color="auto"/>
        <w:bottom w:val="none" w:sz="0" w:space="0" w:color="auto"/>
        <w:right w:val="none" w:sz="0" w:space="0" w:color="auto"/>
      </w:divBdr>
    </w:div>
    <w:div w:id="1883131253">
      <w:marLeft w:val="0"/>
      <w:marRight w:val="0"/>
      <w:marTop w:val="0"/>
      <w:marBottom w:val="0"/>
      <w:divBdr>
        <w:top w:val="none" w:sz="0" w:space="0" w:color="auto"/>
        <w:left w:val="none" w:sz="0" w:space="0" w:color="auto"/>
        <w:bottom w:val="none" w:sz="0" w:space="0" w:color="auto"/>
        <w:right w:val="none" w:sz="0" w:space="0" w:color="auto"/>
      </w:divBdr>
    </w:div>
    <w:div w:id="1883131254">
      <w:marLeft w:val="0"/>
      <w:marRight w:val="0"/>
      <w:marTop w:val="0"/>
      <w:marBottom w:val="0"/>
      <w:divBdr>
        <w:top w:val="none" w:sz="0" w:space="0" w:color="auto"/>
        <w:left w:val="none" w:sz="0" w:space="0" w:color="auto"/>
        <w:bottom w:val="none" w:sz="0" w:space="0" w:color="auto"/>
        <w:right w:val="none" w:sz="0" w:space="0" w:color="auto"/>
      </w:divBdr>
    </w:div>
    <w:div w:id="1883131255">
      <w:marLeft w:val="0"/>
      <w:marRight w:val="0"/>
      <w:marTop w:val="0"/>
      <w:marBottom w:val="0"/>
      <w:divBdr>
        <w:top w:val="none" w:sz="0" w:space="0" w:color="auto"/>
        <w:left w:val="none" w:sz="0" w:space="0" w:color="auto"/>
        <w:bottom w:val="none" w:sz="0" w:space="0" w:color="auto"/>
        <w:right w:val="none" w:sz="0" w:space="0" w:color="auto"/>
      </w:divBdr>
    </w:div>
    <w:div w:id="1883131256">
      <w:marLeft w:val="0"/>
      <w:marRight w:val="0"/>
      <w:marTop w:val="0"/>
      <w:marBottom w:val="0"/>
      <w:divBdr>
        <w:top w:val="none" w:sz="0" w:space="0" w:color="auto"/>
        <w:left w:val="none" w:sz="0" w:space="0" w:color="auto"/>
        <w:bottom w:val="none" w:sz="0" w:space="0" w:color="auto"/>
        <w:right w:val="none" w:sz="0" w:space="0" w:color="auto"/>
      </w:divBdr>
    </w:div>
    <w:div w:id="1883131257">
      <w:marLeft w:val="0"/>
      <w:marRight w:val="0"/>
      <w:marTop w:val="0"/>
      <w:marBottom w:val="0"/>
      <w:divBdr>
        <w:top w:val="none" w:sz="0" w:space="0" w:color="auto"/>
        <w:left w:val="none" w:sz="0" w:space="0" w:color="auto"/>
        <w:bottom w:val="none" w:sz="0" w:space="0" w:color="auto"/>
        <w:right w:val="none" w:sz="0" w:space="0" w:color="auto"/>
      </w:divBdr>
    </w:div>
    <w:div w:id="188313125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18" Type="http://schemas.openxmlformats.org/officeDocument/2006/relationships/hyperlink" Target="consultantplus://offline/ref=32D6FF1719EFBC9059D1E72860127886A9987653EA9C9905813B15B723FDBCD96101502A0D43FBA6503AJ" TargetMode="External"/><Relationship Id="rId26" Type="http://schemas.openxmlformats.org/officeDocument/2006/relationships/image" Target="media/image8.wmf"/><Relationship Id="rId3" Type="http://schemas.microsoft.com/office/2007/relationships/stylesWithEffects" Target="stylesWithEffects.xml"/><Relationship Id="rId21" Type="http://schemas.openxmlformats.org/officeDocument/2006/relationships/image" Target="media/image4.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32D6FF1719EFBC9059D1E72860127886A9997F5EE3949905813B15B723FDBCD96101502A0D42FBA85031J" TargetMode="External"/><Relationship Id="rId17"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5" Type="http://schemas.openxmlformats.org/officeDocument/2006/relationships/hyperlink" Target="consultantplus://offline/ref=A385F3FC05093B068491B52E11CAD97C09D55B7200F61AFFCBD9BC24C2683EJ"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0" Type="http://schemas.openxmlformats.org/officeDocument/2006/relationships/image" Target="media/image3.wmf"/><Relationship Id="rId29"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4" Type="http://schemas.openxmlformats.org/officeDocument/2006/relationships/image" Target="media/image7.wmf"/><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3" Type="http://schemas.openxmlformats.org/officeDocument/2006/relationships/image" Target="media/image6.wmf"/><Relationship Id="rId28" Type="http://schemas.openxmlformats.org/officeDocument/2006/relationships/image" Target="media/image10.wmf"/><Relationship Id="rId10" Type="http://schemas.openxmlformats.org/officeDocument/2006/relationships/hyperlink" Target="consultantplus://offline/ref=32D6FF1719EFBC9059D1F925767E2783A996295AEF9B9650D9644EEA74F4B68E264E0968494CF9A108932A553FJ" TargetMode="External"/><Relationship Id="rId19" Type="http://schemas.openxmlformats.org/officeDocument/2006/relationships/image" Target="media/image2.wmf"/><Relationship Id="rId31"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4" Type="http://schemas.openxmlformats.org/officeDocument/2006/relationships/settings" Target="settings.xml"/><Relationship Id="rId9" Type="http://schemas.openxmlformats.org/officeDocument/2006/relationships/hyperlink" Target="consultantplus://offline/ref=32D6FF1719EFBC9059D1E72860127886A9997F5EE3949905813B15B723FDBCD96101502A0D42FBA85031J" TargetMode="External"/><Relationship Id="rId14"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22" Type="http://schemas.openxmlformats.org/officeDocument/2006/relationships/image" Target="media/image5.wmf"/><Relationship Id="rId27" Type="http://schemas.openxmlformats.org/officeDocument/2006/relationships/image" Target="media/image9.wmf"/><Relationship Id="rId30" Type="http://schemas.openxmlformats.org/officeDocument/2006/relationships/hyperlink" Target="file:///X:\&#1054;&#1090;&#1076;&#1077;&#1083;%20&#1101;&#1082;&#1086;&#1085;&#1086;&#1084;&#1080;&#1082;&#1080;\&#1057;&#1091;&#1073;&#1089;&#1080;&#1076;&#1080;&#1080;%20&#1040;&#1058;&#1055;%20&#1058;&#1072;&#1083;&#1086;&#1074;&#1089;&#1082;&#1086;&#1077;\&#1055;&#1086;&#1089;&#1090;&#1072;&#1085;&#1086;&#1074;&#1083;&#1077;&#1085;&#1080;&#1077;%20%20&#1055;&#1086;&#1088;&#1103;&#1076;&#1086;&#1082;%20&#1087;&#1088;&#1077;&#1076;&#1086;&#1089;&#1090;%20&#1089;&#1091;&#1073;&#1089;&#1080;&#1076;&#1080;&#1081;%20&#1040;&#1058;&#1055;%20&#1090;&#1072;&#1083;&#1086;&#1074;&#1072;&#1103;.doc"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13</TotalTime>
  <Pages>1</Pages>
  <Words>2762</Words>
  <Characters>15746</Characters>
  <Application>Microsoft Office Word</Application>
  <DocSecurity>0</DocSecurity>
  <Lines>131</Lines>
  <Paragraphs>36</Paragraphs>
  <ScaleCrop>false</ScaleCrop>
  <Company/>
  <LinksUpToDate>false</LinksUpToDate>
  <CharactersWithSpaces>18472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Ekonom1</cp:lastModifiedBy>
  <cp:revision>9</cp:revision>
  <cp:lastPrinted>2019-04-03T12:06:00Z</cp:lastPrinted>
  <dcterms:created xsi:type="dcterms:W3CDTF">2019-03-29T08:05:00Z</dcterms:created>
  <dcterms:modified xsi:type="dcterms:W3CDTF">2019-09-12T12:10:00Z</dcterms:modified>
</cp:coreProperties>
</file>