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E56" w:rsidRPr="00036E21" w:rsidRDefault="00AA5E56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sz w:val="20"/>
          <w:szCs w:val="20"/>
        </w:rPr>
      </w:pPr>
      <w:r w:rsidRPr="00036E21">
        <w:rPr>
          <w:sz w:val="20"/>
          <w:szCs w:val="20"/>
        </w:rPr>
        <w:t>Приложение к</w:t>
      </w:r>
    </w:p>
    <w:p w:rsidR="00AA5E56" w:rsidRPr="00036E21" w:rsidRDefault="00AA5E56" w:rsidP="00DF3606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Плану мероприятий</w:t>
      </w:r>
      <w:r w:rsidRPr="00036E21">
        <w:rPr>
          <w:sz w:val="20"/>
          <w:szCs w:val="20"/>
        </w:rPr>
        <w:t xml:space="preserve"> «Противодействие коррупции в</w:t>
      </w:r>
    </w:p>
    <w:p w:rsidR="00AA5E56" w:rsidRPr="00036E21" w:rsidRDefault="00AA5E56" w:rsidP="00DF3606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Таловском муниципальном районе</w:t>
      </w:r>
      <w:r w:rsidRPr="00036E21">
        <w:rPr>
          <w:sz w:val="20"/>
          <w:szCs w:val="20"/>
        </w:rPr>
        <w:t xml:space="preserve"> на 201</w:t>
      </w:r>
      <w:r>
        <w:rPr>
          <w:sz w:val="20"/>
          <w:szCs w:val="20"/>
        </w:rPr>
        <w:t>8</w:t>
      </w:r>
      <w:r w:rsidRPr="00036E21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036E21">
        <w:rPr>
          <w:sz w:val="20"/>
          <w:szCs w:val="20"/>
        </w:rPr>
        <w:t xml:space="preserve"> 201</w:t>
      </w:r>
      <w:r>
        <w:rPr>
          <w:sz w:val="20"/>
          <w:szCs w:val="20"/>
        </w:rPr>
        <w:t xml:space="preserve">9 </w:t>
      </w:r>
      <w:r w:rsidRPr="00036E21">
        <w:rPr>
          <w:sz w:val="20"/>
          <w:szCs w:val="20"/>
        </w:rPr>
        <w:t>годы»</w:t>
      </w:r>
    </w:p>
    <w:p w:rsidR="00AA5E56" w:rsidRPr="00036E21" w:rsidRDefault="00AA5E56" w:rsidP="00DF3606">
      <w:pPr>
        <w:spacing w:after="0" w:line="240" w:lineRule="auto"/>
        <w:contextualSpacing/>
        <w:jc w:val="center"/>
        <w:rPr>
          <w:b/>
          <w:bCs/>
          <w:sz w:val="20"/>
          <w:szCs w:val="20"/>
          <w:lang w:eastAsia="ru-RU"/>
        </w:rPr>
      </w:pPr>
    </w:p>
    <w:p w:rsidR="00AA5E56" w:rsidRDefault="00AA5E56" w:rsidP="00DF3606">
      <w:pPr>
        <w:spacing w:after="0" w:line="240" w:lineRule="auto"/>
        <w:contextualSpacing/>
        <w:jc w:val="center"/>
        <w:rPr>
          <w:b/>
          <w:bCs/>
          <w:sz w:val="20"/>
          <w:szCs w:val="20"/>
          <w:lang w:eastAsia="ru-RU"/>
        </w:rPr>
      </w:pPr>
    </w:p>
    <w:p w:rsidR="00AA5E56" w:rsidRPr="00036E21" w:rsidRDefault="00AA5E56" w:rsidP="00DF3606">
      <w:pPr>
        <w:spacing w:after="0" w:line="240" w:lineRule="auto"/>
        <w:contextualSpacing/>
        <w:jc w:val="center"/>
        <w:rPr>
          <w:b/>
          <w:bCs/>
          <w:sz w:val="20"/>
          <w:szCs w:val="20"/>
          <w:lang w:eastAsia="ru-RU"/>
        </w:rPr>
      </w:pPr>
    </w:p>
    <w:p w:rsidR="00AA5E56" w:rsidRPr="00036E21" w:rsidRDefault="00AA5E56" w:rsidP="00DF3606">
      <w:pPr>
        <w:spacing w:after="0" w:line="240" w:lineRule="auto"/>
        <w:contextualSpacing/>
        <w:jc w:val="center"/>
        <w:rPr>
          <w:b/>
          <w:bCs/>
          <w:sz w:val="20"/>
          <w:szCs w:val="20"/>
          <w:lang w:eastAsia="ru-RU"/>
        </w:rPr>
      </w:pPr>
    </w:p>
    <w:p w:rsidR="00AA5E56" w:rsidRPr="00052C62" w:rsidRDefault="00AA5E56" w:rsidP="00052C62">
      <w:pPr>
        <w:spacing w:after="0" w:line="240" w:lineRule="auto"/>
        <w:contextualSpacing/>
        <w:jc w:val="center"/>
        <w:rPr>
          <w:b/>
          <w:bCs/>
          <w:sz w:val="20"/>
          <w:szCs w:val="20"/>
          <w:lang w:eastAsia="ru-RU"/>
        </w:rPr>
      </w:pPr>
    </w:p>
    <w:p w:rsidR="00AA5E56" w:rsidRPr="00036E21" w:rsidRDefault="00AA5E56" w:rsidP="00DF3606">
      <w:pPr>
        <w:spacing w:after="0" w:line="240" w:lineRule="auto"/>
        <w:contextualSpacing/>
        <w:jc w:val="center"/>
        <w:rPr>
          <w:b/>
          <w:bCs/>
          <w:sz w:val="20"/>
          <w:szCs w:val="20"/>
          <w:lang w:eastAsia="ru-RU"/>
        </w:rPr>
      </w:pPr>
      <w:r w:rsidRPr="00036E21">
        <w:rPr>
          <w:b/>
          <w:bCs/>
          <w:sz w:val="20"/>
          <w:szCs w:val="20"/>
          <w:lang w:eastAsia="ru-RU"/>
        </w:rPr>
        <w:t>ПЛАН МЕРО</w:t>
      </w:r>
      <w:r>
        <w:rPr>
          <w:b/>
          <w:bCs/>
          <w:sz w:val="20"/>
          <w:szCs w:val="20"/>
          <w:lang w:eastAsia="ru-RU"/>
        </w:rPr>
        <w:t xml:space="preserve">ПРИЯТИЙ </w:t>
      </w:r>
      <w:bookmarkStart w:id="0" w:name="_GoBack"/>
      <w:bookmarkEnd w:id="0"/>
      <w:r w:rsidRPr="00036E21">
        <w:rPr>
          <w:b/>
          <w:bCs/>
          <w:sz w:val="20"/>
          <w:szCs w:val="20"/>
          <w:lang w:eastAsia="ru-RU"/>
        </w:rPr>
        <w:t>«ПРОТИВОДЕЙСТВИЕ КОРРУПЦИИ</w:t>
      </w:r>
    </w:p>
    <w:p w:rsidR="00AA5E56" w:rsidRPr="00005BED" w:rsidRDefault="00AA5E56" w:rsidP="00005BED">
      <w:pPr>
        <w:spacing w:after="240" w:line="240" w:lineRule="auto"/>
        <w:jc w:val="center"/>
        <w:rPr>
          <w:b/>
          <w:bCs/>
          <w:sz w:val="20"/>
          <w:szCs w:val="20"/>
          <w:lang w:eastAsia="ru-RU"/>
        </w:rPr>
      </w:pPr>
      <w:r>
        <w:rPr>
          <w:b/>
          <w:bCs/>
          <w:sz w:val="20"/>
          <w:szCs w:val="20"/>
          <w:lang w:eastAsia="ru-RU"/>
        </w:rPr>
        <w:t>В ТАЛОВСКОМ МУНИЦИПАЛЬНОМ РАЙОНЕ</w:t>
      </w:r>
      <w:r w:rsidRPr="00036E21">
        <w:rPr>
          <w:b/>
          <w:bCs/>
          <w:sz w:val="20"/>
          <w:szCs w:val="20"/>
          <w:lang w:eastAsia="ru-RU"/>
        </w:rPr>
        <w:t xml:space="preserve"> НА 201</w:t>
      </w:r>
      <w:r>
        <w:rPr>
          <w:b/>
          <w:bCs/>
          <w:sz w:val="20"/>
          <w:szCs w:val="20"/>
          <w:lang w:eastAsia="ru-RU"/>
        </w:rPr>
        <w:t>8</w:t>
      </w:r>
      <w:r w:rsidRPr="00036E21">
        <w:rPr>
          <w:b/>
          <w:bCs/>
          <w:sz w:val="20"/>
          <w:szCs w:val="20"/>
          <w:lang w:eastAsia="ru-RU"/>
        </w:rPr>
        <w:t xml:space="preserve"> - 201</w:t>
      </w:r>
      <w:r>
        <w:rPr>
          <w:b/>
          <w:bCs/>
          <w:sz w:val="20"/>
          <w:szCs w:val="20"/>
          <w:lang w:eastAsia="ru-RU"/>
        </w:rPr>
        <w:t>9</w:t>
      </w:r>
      <w:r w:rsidRPr="00036E21">
        <w:rPr>
          <w:b/>
          <w:bCs/>
          <w:sz w:val="20"/>
          <w:szCs w:val="20"/>
          <w:lang w:eastAsia="ru-RU"/>
        </w:rPr>
        <w:t xml:space="preserve"> ГОДЫ»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8"/>
        <w:gridCol w:w="5949"/>
        <w:gridCol w:w="4534"/>
        <w:gridCol w:w="4392"/>
      </w:tblGrid>
      <w:tr w:rsidR="00AA5E56" w:rsidRPr="00832A79" w:rsidTr="00FC4D11">
        <w:trPr>
          <w:trHeight w:val="513"/>
        </w:trPr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№</w:t>
            </w:r>
          </w:p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п\п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4534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Ответственный</w:t>
            </w:r>
            <w:r w:rsidRPr="00832A79">
              <w:rPr>
                <w:sz w:val="20"/>
                <w:szCs w:val="20"/>
                <w:lang w:eastAsia="ru-RU"/>
              </w:rPr>
              <w:br/>
              <w:t>исполнитель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Срок </w:t>
            </w:r>
            <w:r w:rsidRPr="00832A79">
              <w:rPr>
                <w:sz w:val="20"/>
                <w:szCs w:val="20"/>
                <w:lang w:eastAsia="ru-RU"/>
              </w:rPr>
              <w:br/>
              <w:t>выполнения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4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>4</w:t>
            </w:r>
          </w:p>
        </w:tc>
      </w:tr>
      <w:tr w:rsidR="00AA5E56" w:rsidRPr="00832A79" w:rsidTr="00832A79">
        <w:tc>
          <w:tcPr>
            <w:tcW w:w="15593" w:type="dxa"/>
            <w:gridSpan w:val="4"/>
          </w:tcPr>
          <w:p w:rsidR="00AA5E56" w:rsidRPr="00832A79" w:rsidRDefault="00AA5E56" w:rsidP="00832A79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832A79">
              <w:rPr>
                <w:b/>
                <w:sz w:val="20"/>
                <w:szCs w:val="20"/>
              </w:rPr>
              <w:t xml:space="preserve">Направление 1.  Организация работы по противодействию коррупции в </w:t>
            </w:r>
            <w:r>
              <w:rPr>
                <w:b/>
                <w:sz w:val="20"/>
                <w:szCs w:val="20"/>
              </w:rPr>
              <w:t>органах местного самоуправления</w:t>
            </w: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Проведение заседаний  </w:t>
            </w:r>
            <w:r>
              <w:rPr>
                <w:sz w:val="20"/>
                <w:szCs w:val="20"/>
                <w:lang w:eastAsia="ru-RU"/>
              </w:rPr>
              <w:t>Совета по противодействию коррупции  Таловского муниципального района (далее – Совет по противодействию коррупции)</w:t>
            </w:r>
          </w:p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Секретарь Совета по противодействию коррупции в Таловском муниципальном районе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  <w:lang w:eastAsia="ru-RU"/>
              </w:rPr>
              <w:t>Ежеквартально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1.</w:t>
            </w:r>
            <w:r>
              <w:rPr>
                <w:sz w:val="20"/>
                <w:szCs w:val="20"/>
                <w:lang w:eastAsia="ru-RU"/>
              </w:rPr>
              <w:t>2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Рассмотрение вопросов о мерах по предотвращению и урегулированию конфликта интересов, принятых лицами, замещающими должности </w:t>
            </w:r>
            <w:r>
              <w:rPr>
                <w:sz w:val="20"/>
                <w:szCs w:val="20"/>
                <w:lang w:eastAsia="ru-RU"/>
              </w:rPr>
              <w:t>муниципальной службы в Таловском муниципальном районе</w:t>
            </w:r>
          </w:p>
        </w:tc>
        <w:tc>
          <w:tcPr>
            <w:tcW w:w="4534" w:type="dxa"/>
          </w:tcPr>
          <w:p w:rsidR="00AA5E56" w:rsidRDefault="00AA5E56" w:rsidP="00C95C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аппарата </w:t>
            </w:r>
          </w:p>
          <w:p w:rsidR="00AA5E56" w:rsidRDefault="00AA5E56" w:rsidP="00C95C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Таловского муниципального района</w:t>
            </w:r>
          </w:p>
          <w:p w:rsidR="00AA5E56" w:rsidRDefault="00AA5E56" w:rsidP="00C95C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</w:t>
            </w:r>
          </w:p>
          <w:p w:rsidR="00AA5E56" w:rsidRPr="00832A79" w:rsidRDefault="00AA5E56" w:rsidP="00C95C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Не реже одного раза </w:t>
            </w:r>
            <w:r w:rsidRPr="00832A79">
              <w:rPr>
                <w:sz w:val="20"/>
                <w:szCs w:val="20"/>
                <w:lang w:eastAsia="ru-RU"/>
              </w:rPr>
              <w:t>в год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>(по отдельному плану)</w:t>
            </w: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1.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hd w:val="clear" w:color="auto" w:fill="FFFFFF"/>
              <w:spacing w:after="0" w:line="240" w:lineRule="auto"/>
              <w:ind w:firstLine="284"/>
              <w:jc w:val="both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>Проведен</w:t>
            </w:r>
            <w:r>
              <w:rPr>
                <w:sz w:val="20"/>
                <w:szCs w:val="20"/>
              </w:rPr>
              <w:t xml:space="preserve">ие мониторинга муниципальных </w:t>
            </w:r>
            <w:r w:rsidRPr="00832A79">
              <w:rPr>
                <w:sz w:val="20"/>
                <w:szCs w:val="20"/>
              </w:rPr>
              <w:t>закупок, представление отчетов об исполнении планов закупок в ц</w:t>
            </w:r>
            <w:r>
              <w:rPr>
                <w:sz w:val="20"/>
                <w:szCs w:val="20"/>
              </w:rPr>
              <w:t>елях обеспечения муниципальных нужд Таловского района</w:t>
            </w:r>
            <w:r w:rsidRPr="00832A79">
              <w:rPr>
                <w:sz w:val="20"/>
                <w:szCs w:val="20"/>
              </w:rPr>
              <w:t xml:space="preserve">, а </w:t>
            </w:r>
            <w:r>
              <w:rPr>
                <w:sz w:val="20"/>
                <w:szCs w:val="20"/>
              </w:rPr>
              <w:t>также иной информации в Совет</w:t>
            </w:r>
            <w:r w:rsidRPr="00832A79">
              <w:rPr>
                <w:sz w:val="20"/>
                <w:szCs w:val="20"/>
              </w:rPr>
              <w:t xml:space="preserve"> по противодействию</w:t>
            </w:r>
            <w:r>
              <w:rPr>
                <w:sz w:val="20"/>
                <w:szCs w:val="20"/>
              </w:rPr>
              <w:t xml:space="preserve"> коррупции в Таловском муниципальном районе</w:t>
            </w:r>
          </w:p>
        </w:tc>
        <w:tc>
          <w:tcPr>
            <w:tcW w:w="4534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Отдел по экономике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>Ежегодно</w:t>
            </w:r>
          </w:p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 xml:space="preserve">(по отдельному плану) 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1.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Осуществление мероприятий по совершенствовани</w:t>
            </w:r>
            <w:r>
              <w:rPr>
                <w:sz w:val="20"/>
                <w:szCs w:val="20"/>
                <w:lang w:eastAsia="ru-RU"/>
              </w:rPr>
              <w:t>ю системы учета муниципального имущества Таловского муниципального района</w:t>
            </w:r>
            <w:r w:rsidRPr="00832A79">
              <w:rPr>
                <w:sz w:val="20"/>
                <w:szCs w:val="20"/>
                <w:lang w:eastAsia="ru-RU"/>
              </w:rPr>
              <w:t xml:space="preserve"> и повышению эффективности его использования</w:t>
            </w:r>
          </w:p>
        </w:tc>
        <w:tc>
          <w:tcPr>
            <w:tcW w:w="4534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Отдел по управлению муниципальным имуществом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1.</w:t>
            </w:r>
            <w:r>
              <w:rPr>
                <w:sz w:val="20"/>
                <w:szCs w:val="20"/>
                <w:lang w:eastAsia="ru-RU"/>
              </w:rPr>
              <w:t>5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hd w:val="clear" w:color="auto" w:fill="FFFFFF"/>
              <w:spacing w:after="0" w:line="240" w:lineRule="auto"/>
              <w:ind w:firstLine="284"/>
              <w:jc w:val="both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 xml:space="preserve">Осуществление мониторинга организации деятельности по профилактике коррупционных и иных правонарушений в органах местного самоуправления </w:t>
            </w:r>
            <w:r>
              <w:rPr>
                <w:sz w:val="20"/>
                <w:szCs w:val="20"/>
              </w:rPr>
              <w:t xml:space="preserve">Таловского муниципального района </w:t>
            </w:r>
          </w:p>
        </w:tc>
        <w:tc>
          <w:tcPr>
            <w:tcW w:w="4534" w:type="dxa"/>
          </w:tcPr>
          <w:p w:rsidR="00AA5E56" w:rsidRDefault="00AA5E56" w:rsidP="00D818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Руководитель аппарата</w:t>
            </w:r>
          </w:p>
          <w:p w:rsidR="00AA5E56" w:rsidRPr="00832A79" w:rsidRDefault="00AA5E56" w:rsidP="00D818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>(согласно плану - графику)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1.</w:t>
            </w:r>
            <w:r>
              <w:rPr>
                <w:sz w:val="20"/>
                <w:szCs w:val="20"/>
                <w:lang w:eastAsia="ru-RU"/>
              </w:rPr>
              <w:t>6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Оценка  эффективности проводимой в </w:t>
            </w:r>
            <w:r>
              <w:rPr>
                <w:sz w:val="20"/>
                <w:szCs w:val="20"/>
                <w:lang w:eastAsia="ru-RU"/>
              </w:rPr>
              <w:t xml:space="preserve">администрации Таловского муниципального района, Совете народных депутатов </w:t>
            </w:r>
            <w:r w:rsidRPr="00832A79">
              <w:rPr>
                <w:sz w:val="20"/>
                <w:szCs w:val="20"/>
                <w:lang w:eastAsia="ru-RU"/>
              </w:rPr>
              <w:t xml:space="preserve"> антикоррупционной работы </w:t>
            </w:r>
          </w:p>
        </w:tc>
        <w:tc>
          <w:tcPr>
            <w:tcW w:w="4534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 Совет по противодействию коррупции в Таловском муниципальном районе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>(согласно плану - графику)</w:t>
            </w: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1.7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 xml:space="preserve">Взаимодействие с правоохранительными органами в вопросах профилактики и выявления фактов коррупции в </w:t>
            </w:r>
            <w:r>
              <w:rPr>
                <w:sz w:val="20"/>
                <w:szCs w:val="20"/>
              </w:rPr>
              <w:t>Таловском муниципальном районе</w:t>
            </w:r>
            <w:r w:rsidRPr="00832A79">
              <w:rPr>
                <w:sz w:val="20"/>
                <w:szCs w:val="20"/>
                <w:lang w:eastAsia="ru-RU"/>
              </w:rPr>
              <w:t>, выработка согласованных действий органов и должностных лиц, к функциональным обязанностям которых относится выявление и пресечение коррупционных правонарушений</w:t>
            </w:r>
          </w:p>
          <w:p w:rsidR="00AA5E56" w:rsidRPr="00832A79" w:rsidRDefault="00AA5E56" w:rsidP="00832A79">
            <w:pPr>
              <w:spacing w:after="0" w:line="240" w:lineRule="auto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spacing w:after="0" w:line="240" w:lineRule="auto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534" w:type="dxa"/>
          </w:tcPr>
          <w:p w:rsidR="00AA5E56" w:rsidRDefault="00AA5E56" w:rsidP="00D8180B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Руководитель аппарата</w:t>
            </w:r>
          </w:p>
          <w:p w:rsidR="00AA5E56" w:rsidRDefault="00AA5E56" w:rsidP="00D8180B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  <w:p w:rsidR="00AA5E56" w:rsidRPr="00C07CF7" w:rsidRDefault="00AA5E56" w:rsidP="00C07CF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Постоянно 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1.8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hd w:val="clear" w:color="auto" w:fill="FFFFFF"/>
              <w:spacing w:after="0" w:line="240" w:lineRule="auto"/>
              <w:ind w:firstLine="284"/>
              <w:jc w:val="both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 xml:space="preserve">Обеспечение открытости и гласности </w:t>
            </w:r>
            <w:r>
              <w:rPr>
                <w:sz w:val="20"/>
                <w:szCs w:val="20"/>
              </w:rPr>
              <w:t xml:space="preserve">в работе </w:t>
            </w:r>
            <w:r w:rsidRPr="00832A79">
              <w:rPr>
                <w:sz w:val="20"/>
                <w:szCs w:val="20"/>
              </w:rPr>
              <w:t xml:space="preserve"> органов местного самоуправления при проведении конкурсов на замещение вакантных должностей, формировании кадров</w:t>
            </w:r>
            <w:r>
              <w:rPr>
                <w:sz w:val="20"/>
                <w:szCs w:val="20"/>
              </w:rPr>
              <w:t xml:space="preserve">ого резерва на </w:t>
            </w:r>
            <w:r w:rsidRPr="00832A79">
              <w:rPr>
                <w:sz w:val="20"/>
                <w:szCs w:val="20"/>
              </w:rPr>
              <w:t xml:space="preserve"> муниципальной службе</w:t>
            </w:r>
          </w:p>
        </w:tc>
        <w:tc>
          <w:tcPr>
            <w:tcW w:w="4534" w:type="dxa"/>
          </w:tcPr>
          <w:p w:rsidR="00AA5E56" w:rsidRDefault="00AA5E56" w:rsidP="00D818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D8180B">
              <w:rPr>
                <w:sz w:val="24"/>
                <w:szCs w:val="24"/>
                <w:lang w:eastAsia="ru-RU"/>
              </w:rPr>
              <w:t>Руководитель аппарата</w:t>
            </w:r>
          </w:p>
          <w:p w:rsidR="00AA5E56" w:rsidRPr="00D8180B" w:rsidRDefault="00AA5E56" w:rsidP="00D818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1C526A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1.9</w:t>
            </w:r>
            <w:r w:rsidRPr="00CB3BF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1C526A" w:rsidRDefault="00AA5E56" w:rsidP="00832A79">
            <w:pPr>
              <w:shd w:val="clear" w:color="auto" w:fill="FFFFFF"/>
              <w:spacing w:after="0" w:line="240" w:lineRule="auto"/>
              <w:ind w:firstLine="284"/>
              <w:jc w:val="both"/>
              <w:rPr>
                <w:sz w:val="20"/>
                <w:szCs w:val="20"/>
              </w:rPr>
            </w:pPr>
            <w:r w:rsidRPr="001C526A">
              <w:rPr>
                <w:sz w:val="20"/>
                <w:szCs w:val="20"/>
              </w:rPr>
              <w:t xml:space="preserve">Включение в программы курсов повышения квалификации, организуемых правительством Воронежской области для муниципальных служащих, не менее 2 часов по вопросам профилактики коррупции  </w:t>
            </w:r>
          </w:p>
        </w:tc>
        <w:tc>
          <w:tcPr>
            <w:tcW w:w="4534" w:type="dxa"/>
          </w:tcPr>
          <w:p w:rsidR="00AA5E56" w:rsidRPr="001C526A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1C526A">
              <w:rPr>
                <w:sz w:val="20"/>
                <w:szCs w:val="20"/>
                <w:lang w:eastAsia="ru-RU"/>
              </w:rPr>
              <w:t>Организационный отдел</w:t>
            </w:r>
          </w:p>
          <w:p w:rsidR="00AA5E56" w:rsidRPr="001C526A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1C526A">
              <w:rPr>
                <w:sz w:val="20"/>
                <w:szCs w:val="20"/>
                <w:lang w:eastAsia="ru-RU"/>
              </w:rPr>
              <w:t>Главы городского и сельских поселений (по согласованию)</w:t>
            </w:r>
          </w:p>
        </w:tc>
        <w:tc>
          <w:tcPr>
            <w:tcW w:w="4392" w:type="dxa"/>
          </w:tcPr>
          <w:p w:rsidR="00AA5E56" w:rsidRPr="00CB3BF4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CB3BF4">
              <w:rPr>
                <w:sz w:val="20"/>
                <w:szCs w:val="20"/>
              </w:rPr>
              <w:t>Постоянно</w:t>
            </w:r>
          </w:p>
          <w:p w:rsidR="00AA5E56" w:rsidRPr="004A1CFA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</w:p>
          <w:p w:rsidR="00AA5E56" w:rsidRPr="004A1CFA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1.10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Проведение оценок коррупционных рисков, возникающих при реализации функций, и внесение уточнений  в перечни дол</w:t>
            </w:r>
            <w:r>
              <w:rPr>
                <w:sz w:val="20"/>
                <w:szCs w:val="20"/>
                <w:lang w:eastAsia="ru-RU"/>
              </w:rPr>
              <w:t xml:space="preserve">жностей </w:t>
            </w:r>
            <w:r w:rsidRPr="00832A79">
              <w:rPr>
                <w:sz w:val="20"/>
                <w:szCs w:val="20"/>
                <w:lang w:eastAsia="ru-RU"/>
              </w:rPr>
              <w:t>муниципальной службы, замещение которых связано с коррупционными рисками</w:t>
            </w:r>
          </w:p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Default="00AA5E56" w:rsidP="0007132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аппарата</w:t>
            </w:r>
          </w:p>
          <w:p w:rsidR="00AA5E56" w:rsidRPr="00832A79" w:rsidRDefault="00AA5E56" w:rsidP="0007132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1.1</w:t>
            </w:r>
            <w:r>
              <w:rPr>
                <w:sz w:val="20"/>
                <w:szCs w:val="20"/>
                <w:lang w:eastAsia="ru-RU"/>
              </w:rPr>
              <w:t>1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hd w:val="clear" w:color="auto" w:fill="FFFFFF"/>
              <w:tabs>
                <w:tab w:val="left" w:pos="2256"/>
              </w:tabs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>Подготовка</w:t>
            </w:r>
            <w:r>
              <w:rPr>
                <w:sz w:val="20"/>
                <w:szCs w:val="20"/>
              </w:rPr>
              <w:t xml:space="preserve"> доклада о реализации Плана противодействие коррупции в Таловском муниципальном районе в</w:t>
            </w:r>
            <w:r w:rsidRPr="00832A79">
              <w:rPr>
                <w:sz w:val="20"/>
                <w:szCs w:val="20"/>
              </w:rPr>
              <w:t xml:space="preserve"> </w:t>
            </w:r>
            <w:r>
              <w:rPr>
                <w:sz w:val="22"/>
              </w:rPr>
              <w:t>У</w:t>
            </w:r>
            <w:r w:rsidRPr="00FC4D11">
              <w:rPr>
                <w:sz w:val="22"/>
              </w:rPr>
              <w:t>правление по профилактике коррупционных и иных правонарушений правительства Воронежской области</w:t>
            </w:r>
          </w:p>
        </w:tc>
        <w:tc>
          <w:tcPr>
            <w:tcW w:w="4534" w:type="dxa"/>
          </w:tcPr>
          <w:p w:rsidR="00AA5E56" w:rsidRDefault="00AA5E56" w:rsidP="000713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Руководитель аппарата</w:t>
            </w:r>
          </w:p>
          <w:p w:rsidR="00AA5E56" w:rsidRPr="00832A79" w:rsidRDefault="00AA5E56" w:rsidP="000713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92" w:type="dxa"/>
          </w:tcPr>
          <w:p w:rsidR="00AA5E56" w:rsidRDefault="00AA5E56" w:rsidP="00FC4D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 февраля 2019 года</w:t>
            </w:r>
          </w:p>
          <w:p w:rsidR="00AA5E56" w:rsidRPr="00832A79" w:rsidRDefault="00AA5E56" w:rsidP="00FC4D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 февраля 2020 года</w:t>
            </w: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1.1</w:t>
            </w:r>
            <w:r>
              <w:rPr>
                <w:sz w:val="20"/>
                <w:szCs w:val="20"/>
                <w:lang w:eastAsia="ru-RU"/>
              </w:rPr>
              <w:t>2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Направление в </w:t>
            </w:r>
            <w:r>
              <w:rPr>
                <w:sz w:val="20"/>
                <w:szCs w:val="20"/>
                <w:lang w:eastAsia="ru-RU"/>
              </w:rPr>
              <w:t xml:space="preserve">юридический сектор администрации Таловского муниципального района </w:t>
            </w:r>
            <w:r w:rsidRPr="00832A79">
              <w:rPr>
                <w:sz w:val="20"/>
                <w:szCs w:val="20"/>
                <w:lang w:eastAsia="ru-RU"/>
              </w:rPr>
              <w:t>информации о поступивших актах прокурорского реагирования (представления, требования, протесты, заявления в суд) по выявленным нарушениям законодательства о противодействии коррупции, а также информирование о принятых мерах по устранению данных нарушений</w:t>
            </w:r>
          </w:p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администрации Таловского муниципального района</w:t>
            </w:r>
          </w:p>
          <w:p w:rsidR="00AA5E56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Таловского муниципального района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832A79">
        <w:tc>
          <w:tcPr>
            <w:tcW w:w="15593" w:type="dxa"/>
            <w:gridSpan w:val="4"/>
          </w:tcPr>
          <w:p w:rsidR="00AA5E56" w:rsidRPr="00832A79" w:rsidRDefault="00AA5E56" w:rsidP="00832A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32A79">
              <w:rPr>
                <w:b/>
                <w:bCs/>
                <w:sz w:val="20"/>
                <w:szCs w:val="20"/>
              </w:rPr>
              <w:t>Направление 2. Совершенствование правовых основ противодействия</w:t>
            </w:r>
            <w:r>
              <w:rPr>
                <w:b/>
                <w:bCs/>
                <w:sz w:val="20"/>
                <w:szCs w:val="20"/>
              </w:rPr>
              <w:t xml:space="preserve"> коррупции в Таловском муниципальном районе</w:t>
            </w:r>
            <w:r w:rsidRPr="00832A79">
              <w:rPr>
                <w:b/>
                <w:bCs/>
                <w:sz w:val="20"/>
                <w:szCs w:val="20"/>
              </w:rPr>
              <w:t xml:space="preserve"> и проведение антикоррупционной экспертизы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Обеспечение размещения проектов нормативных правовых актов </w:t>
            </w:r>
            <w:r>
              <w:rPr>
                <w:sz w:val="20"/>
                <w:szCs w:val="20"/>
                <w:lang w:eastAsia="ru-RU"/>
              </w:rPr>
              <w:t>администрации Таловского муниципального района</w:t>
            </w:r>
            <w:r w:rsidRPr="00832A79">
              <w:rPr>
                <w:sz w:val="20"/>
                <w:szCs w:val="20"/>
                <w:lang w:eastAsia="ru-RU"/>
              </w:rPr>
              <w:t xml:space="preserve"> в информационно-телекоммуникационной сети Интернет в целях обеспечения возможности проведения независимой антикоррупционной экспертизы</w:t>
            </w:r>
          </w:p>
        </w:tc>
        <w:tc>
          <w:tcPr>
            <w:tcW w:w="4534" w:type="dxa"/>
          </w:tcPr>
          <w:p w:rsidR="00AA5E56" w:rsidRPr="00832A79" w:rsidRDefault="00AA5E56" w:rsidP="00F66D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 Таловского муниципального района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Проведение анализа результатов антикоррупционной экспертизы нормативных правовых актов и проектов нормативных правовых </w:t>
            </w:r>
            <w:r>
              <w:rPr>
                <w:sz w:val="20"/>
                <w:szCs w:val="20"/>
                <w:lang w:eastAsia="ru-RU"/>
              </w:rPr>
              <w:t>актов администрации Таловского муниципального района</w:t>
            </w:r>
          </w:p>
        </w:tc>
        <w:tc>
          <w:tcPr>
            <w:tcW w:w="4534" w:type="dxa"/>
          </w:tcPr>
          <w:p w:rsidR="00AA5E56" w:rsidRPr="00832A79" w:rsidRDefault="00AA5E56" w:rsidP="00F66D0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val="en-US" w:eastAsia="ru-RU"/>
              </w:rPr>
              <w:t>I</w:t>
            </w:r>
            <w:r w:rsidRPr="00832A79">
              <w:rPr>
                <w:sz w:val="20"/>
                <w:szCs w:val="20"/>
                <w:lang w:eastAsia="ru-RU"/>
              </w:rPr>
              <w:t xml:space="preserve"> квартал 2018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val="en-US" w:eastAsia="ru-RU"/>
              </w:rPr>
              <w:t>I</w:t>
            </w:r>
            <w:r w:rsidRPr="00832A79">
              <w:rPr>
                <w:sz w:val="20"/>
                <w:szCs w:val="20"/>
                <w:lang w:eastAsia="ru-RU"/>
              </w:rPr>
              <w:t xml:space="preserve"> квартал 2019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  <w:lang w:val="en-US" w:eastAsia="ru-RU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Осуществление анализа работы органов местного самоуправления по проведению антикоррупционной экспертизы муниципальных правовых актов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Pr="00832A79" w:rsidRDefault="00AA5E56" w:rsidP="00F66D0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I квартал 2018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I квартал 2019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  <w:lang w:val="en-US" w:eastAsia="ru-RU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Оказание правовой и методической помощи </w:t>
            </w:r>
            <w:r>
              <w:rPr>
                <w:sz w:val="20"/>
                <w:szCs w:val="20"/>
                <w:lang w:eastAsia="ru-RU"/>
              </w:rPr>
              <w:t>органам местного самоуправления городского и сельских поселенияй</w:t>
            </w:r>
            <w:r w:rsidRPr="00832A79">
              <w:rPr>
                <w:sz w:val="20"/>
                <w:szCs w:val="20"/>
                <w:lang w:eastAsia="ru-RU"/>
              </w:rPr>
              <w:t xml:space="preserve"> при проведении ими антикоррупционной экспертизы муниципальных нормативных правовых актов 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Pr="00832A79" w:rsidRDefault="00AA5E56" w:rsidP="00F66D0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rPr>
          <w:trHeight w:val="2237"/>
        </w:trPr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Осуществление мониторинга исполнения законодательства в сфере противодействия коррупции и подготовка предложений по его совершенствованию совместно с общественными организациями</w:t>
            </w:r>
          </w:p>
        </w:tc>
        <w:tc>
          <w:tcPr>
            <w:tcW w:w="4534" w:type="dxa"/>
          </w:tcPr>
          <w:p w:rsidR="00AA5E56" w:rsidRDefault="00AA5E56" w:rsidP="00384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Таловского муниципального района</w:t>
            </w:r>
          </w:p>
          <w:p w:rsidR="00AA5E56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Общественная палата 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Таловского муниципального района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(по согласованию)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Проведение мониторинга правоприменения </w:t>
            </w:r>
          </w:p>
        </w:tc>
        <w:tc>
          <w:tcPr>
            <w:tcW w:w="4534" w:type="dxa"/>
          </w:tcPr>
          <w:p w:rsidR="00AA5E56" w:rsidRPr="00832A79" w:rsidRDefault="00AA5E56" w:rsidP="00384DD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</w:rPr>
              <w:t xml:space="preserve">Проведение антикоррупционной экспертизы нормативных правовых актов и проектов нормативных правовых актов их обнародования </w:t>
            </w:r>
            <w:r>
              <w:rPr>
                <w:sz w:val="20"/>
                <w:szCs w:val="20"/>
              </w:rPr>
              <w:t>администрацией Таловского муниципального района.</w:t>
            </w:r>
          </w:p>
        </w:tc>
        <w:tc>
          <w:tcPr>
            <w:tcW w:w="4534" w:type="dxa"/>
          </w:tcPr>
          <w:p w:rsidR="00AA5E56" w:rsidRPr="00832A79" w:rsidRDefault="00AA5E56" w:rsidP="002E09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832A79">
        <w:tc>
          <w:tcPr>
            <w:tcW w:w="15593" w:type="dxa"/>
            <w:gridSpan w:val="4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32A79">
              <w:rPr>
                <w:b/>
                <w:bCs/>
                <w:sz w:val="20"/>
                <w:szCs w:val="20"/>
                <w:lang w:eastAsia="ru-RU"/>
              </w:rPr>
              <w:t>Направление 3.  Соблюдение антикоррупционных стандартов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при замещении </w:t>
            </w:r>
            <w:r w:rsidRPr="00832A79">
              <w:rPr>
                <w:b/>
                <w:bCs/>
                <w:sz w:val="20"/>
                <w:szCs w:val="20"/>
                <w:lang w:eastAsia="ru-RU"/>
              </w:rPr>
              <w:t xml:space="preserve"> муниципальных должносте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й и  прохождении </w:t>
            </w:r>
            <w:r w:rsidRPr="00832A79">
              <w:rPr>
                <w:b/>
                <w:bCs/>
                <w:sz w:val="20"/>
                <w:szCs w:val="20"/>
                <w:lang w:eastAsia="ru-RU"/>
              </w:rPr>
              <w:t xml:space="preserve"> и муниципальной службы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Контроль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 </w:t>
            </w:r>
          </w:p>
        </w:tc>
        <w:tc>
          <w:tcPr>
            <w:tcW w:w="4534" w:type="dxa"/>
          </w:tcPr>
          <w:p w:rsidR="00AA5E56" w:rsidRDefault="00AA5E56" w:rsidP="002E09A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администрации Таловского муниципального района</w:t>
            </w:r>
          </w:p>
          <w:p w:rsidR="00AA5E56" w:rsidRPr="00B73176" w:rsidRDefault="00AA5E56" w:rsidP="002E09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73176">
              <w:rPr>
                <w:sz w:val="24"/>
                <w:szCs w:val="24"/>
                <w:lang w:eastAsia="ru-RU"/>
              </w:rPr>
              <w:t>Структурные подразделения администрации Таловского муниципального района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949" w:type="dxa"/>
          </w:tcPr>
          <w:p w:rsidR="00AA5E56" w:rsidRPr="00036E21" w:rsidRDefault="00AA5E56" w:rsidP="000C38F0">
            <w:pPr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Прием, а</w:t>
            </w:r>
            <w:r w:rsidRPr="00036E21">
              <w:rPr>
                <w:sz w:val="20"/>
                <w:szCs w:val="20"/>
                <w:lang w:eastAsia="ru-RU"/>
              </w:rPr>
              <w:t xml:space="preserve">нализ </w:t>
            </w:r>
            <w:r>
              <w:rPr>
                <w:sz w:val="20"/>
                <w:szCs w:val="20"/>
                <w:lang w:eastAsia="ru-RU"/>
              </w:rPr>
              <w:t xml:space="preserve">и проверка </w:t>
            </w:r>
            <w:r w:rsidRPr="00036E21">
              <w:rPr>
                <w:sz w:val="20"/>
                <w:szCs w:val="20"/>
                <w:lang w:eastAsia="ru-RU"/>
              </w:rPr>
              <w:t>сведений о доходах, расходах, об имуществе и обязательствах имущественного характера, представляемых лицами, претендующими на замещение</w:t>
            </w:r>
            <w:r>
              <w:rPr>
                <w:sz w:val="20"/>
                <w:szCs w:val="20"/>
                <w:lang w:eastAsia="ru-RU"/>
              </w:rPr>
              <w:t xml:space="preserve"> должностей </w:t>
            </w:r>
            <w:r w:rsidRPr="00036E21">
              <w:rPr>
                <w:sz w:val="20"/>
                <w:szCs w:val="20"/>
                <w:lang w:eastAsia="ru-RU"/>
              </w:rPr>
              <w:t>муниципальной службы, и лицами, замещающими указанные должности</w:t>
            </w:r>
          </w:p>
          <w:p w:rsidR="00AA5E56" w:rsidRPr="00832A79" w:rsidRDefault="00AA5E56" w:rsidP="000C38F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Pr="00832A79" w:rsidRDefault="00AA5E56" w:rsidP="002E09A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5949" w:type="dxa"/>
          </w:tcPr>
          <w:p w:rsidR="00AA5E56" w:rsidRPr="001C526A" w:rsidRDefault="00AA5E56" w:rsidP="00715C19">
            <w:pPr>
              <w:shd w:val="clear" w:color="auto" w:fill="FFFFFF"/>
              <w:spacing w:after="0" w:line="240" w:lineRule="auto"/>
              <w:ind w:firstLine="284"/>
              <w:jc w:val="both"/>
              <w:rPr>
                <w:sz w:val="20"/>
                <w:szCs w:val="20"/>
              </w:rPr>
            </w:pPr>
            <w:r w:rsidRPr="001C526A">
              <w:rPr>
                <w:sz w:val="20"/>
                <w:szCs w:val="20"/>
              </w:rPr>
              <w:t xml:space="preserve">Организация      и     осуществление контроля за соблюдением  муниципальными служащими  Кодекса этики и служебного поведения администрации Таловского муниципального района </w:t>
            </w:r>
          </w:p>
          <w:p w:rsidR="00AA5E56" w:rsidRPr="00FC4341" w:rsidRDefault="00AA5E56" w:rsidP="00832A79">
            <w:pPr>
              <w:shd w:val="clear" w:color="auto" w:fill="FFFFFF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534" w:type="dxa"/>
          </w:tcPr>
          <w:p w:rsidR="00AA5E56" w:rsidRDefault="00AA5E56" w:rsidP="002E09AC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Руководитель аппарата </w:t>
            </w:r>
          </w:p>
          <w:p w:rsidR="00AA5E56" w:rsidRPr="00832A79" w:rsidRDefault="00AA5E56" w:rsidP="002E09AC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Сбор, систематизация и рассмотрение обращений граждан о даче согласия на замещение в организации должности на условиях гражданско-правового договора (гражданско-правовых договоров) или на выполнение в данной организации работы (оказание данной организации услуг) на условиях трудового договора, если отд</w:t>
            </w:r>
            <w:r>
              <w:rPr>
                <w:sz w:val="20"/>
                <w:szCs w:val="20"/>
                <w:lang w:eastAsia="ru-RU"/>
              </w:rPr>
              <w:t xml:space="preserve">ельные функции </w:t>
            </w:r>
            <w:r w:rsidRPr="00832A79">
              <w:rPr>
                <w:sz w:val="20"/>
                <w:szCs w:val="20"/>
                <w:lang w:eastAsia="ru-RU"/>
              </w:rPr>
              <w:t xml:space="preserve">муниципального (административного) управления данной организацией входили в должностные (служебные) </w:t>
            </w:r>
            <w:r>
              <w:rPr>
                <w:sz w:val="20"/>
                <w:szCs w:val="20"/>
                <w:lang w:eastAsia="ru-RU"/>
              </w:rPr>
              <w:t xml:space="preserve">обязанности </w:t>
            </w:r>
            <w:r w:rsidRPr="00832A79">
              <w:rPr>
                <w:sz w:val="20"/>
                <w:szCs w:val="20"/>
                <w:lang w:eastAsia="ru-RU"/>
              </w:rPr>
              <w:t xml:space="preserve"> муниципального служащего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Проведение монит</w:t>
            </w:r>
            <w:r>
              <w:rPr>
                <w:sz w:val="20"/>
                <w:szCs w:val="20"/>
                <w:lang w:eastAsia="ru-RU"/>
              </w:rPr>
              <w:t xml:space="preserve">оринга исполнения </w:t>
            </w:r>
            <w:r w:rsidRPr="00832A79">
              <w:rPr>
                <w:sz w:val="20"/>
                <w:szCs w:val="20"/>
                <w:lang w:eastAsia="ru-RU"/>
              </w:rPr>
              <w:t>муниципальными служащими обязанности сообщать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бюджета средств, вырученных от его реализации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аппарата</w:t>
            </w:r>
          </w:p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rPr>
          <w:trHeight w:val="2893"/>
        </w:trPr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Осуществление комплекса организационных, разъяснительных и иных мер по соблюдению лица</w:t>
            </w:r>
            <w:r>
              <w:rPr>
                <w:sz w:val="20"/>
                <w:szCs w:val="20"/>
                <w:lang w:eastAsia="ru-RU"/>
              </w:rPr>
              <w:t xml:space="preserve">ми, замещающие </w:t>
            </w:r>
            <w:r w:rsidRPr="00832A79">
              <w:rPr>
                <w:sz w:val="20"/>
                <w:szCs w:val="20"/>
                <w:lang w:eastAsia="ru-RU"/>
              </w:rPr>
              <w:t>долж</w:t>
            </w:r>
            <w:r>
              <w:rPr>
                <w:sz w:val="20"/>
                <w:szCs w:val="20"/>
                <w:lang w:eastAsia="ru-RU"/>
              </w:rPr>
              <w:t xml:space="preserve">ности   </w:t>
            </w:r>
            <w:r w:rsidRPr="00832A79">
              <w:rPr>
                <w:sz w:val="20"/>
                <w:szCs w:val="20"/>
                <w:lang w:eastAsia="ru-RU"/>
              </w:rPr>
              <w:t>муниципальной службы ограничений и запретов, по исполнению обязанностей, установленных в целях противодействия коррупции, касающихся в том числе получения подарков, недопустимости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Руководитель аппарата</w:t>
            </w:r>
          </w:p>
          <w:p w:rsidR="00AA5E56" w:rsidRPr="007028A9" w:rsidRDefault="00AA5E56" w:rsidP="007028A9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832A79">
        <w:trPr>
          <w:trHeight w:val="763"/>
        </w:trPr>
        <w:tc>
          <w:tcPr>
            <w:tcW w:w="15593" w:type="dxa"/>
            <w:gridSpan w:val="4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32A79">
              <w:rPr>
                <w:b/>
                <w:bCs/>
                <w:sz w:val="20"/>
                <w:szCs w:val="20"/>
                <w:lang w:eastAsia="ru-RU"/>
              </w:rPr>
              <w:t>Направление 4. Развитие институтов общественного контроля за соблюдением законодательства Российской Федерации о противодействии коррупции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AA5E56" w:rsidRPr="00832A79" w:rsidTr="00FC4D11">
        <w:trPr>
          <w:trHeight w:val="548"/>
        </w:trPr>
        <w:tc>
          <w:tcPr>
            <w:tcW w:w="718" w:type="dxa"/>
          </w:tcPr>
          <w:p w:rsidR="00AA5E56" w:rsidRPr="002E121B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4.1</w:t>
            </w:r>
            <w:r w:rsidRPr="002E121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2E121B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2E121B">
              <w:rPr>
                <w:sz w:val="20"/>
                <w:szCs w:val="20"/>
                <w:lang w:eastAsia="ru-RU"/>
              </w:rPr>
              <w:t>Осуществление взаимодействия с Общественной палатой Таловского района и институтами гражданского общества по вопросам антикоррупционной работы и общественного контроля</w:t>
            </w:r>
          </w:p>
        </w:tc>
        <w:tc>
          <w:tcPr>
            <w:tcW w:w="4534" w:type="dxa"/>
          </w:tcPr>
          <w:p w:rsidR="00AA5E56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Руководитель аппарата</w:t>
            </w:r>
          </w:p>
          <w:p w:rsidR="00AA5E56" w:rsidRPr="002E121B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  <w:p w:rsidR="00AA5E56" w:rsidRPr="002E121B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92" w:type="dxa"/>
          </w:tcPr>
          <w:p w:rsidR="00AA5E56" w:rsidRPr="002E121B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2E121B">
              <w:rPr>
                <w:sz w:val="20"/>
                <w:szCs w:val="20"/>
                <w:lang w:eastAsia="ru-RU"/>
              </w:rPr>
              <w:t>Постоянно</w:t>
            </w:r>
          </w:p>
        </w:tc>
      </w:tr>
      <w:tr w:rsidR="00AA5E56" w:rsidRPr="00832A79" w:rsidTr="00FC4D11">
        <w:trPr>
          <w:trHeight w:val="548"/>
        </w:trPr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4.2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Внедрение в работу комиссии</w:t>
            </w:r>
            <w:r w:rsidRPr="00832A79">
              <w:rPr>
                <w:sz w:val="20"/>
                <w:szCs w:val="20"/>
                <w:lang w:eastAsia="ru-RU"/>
              </w:rPr>
              <w:t xml:space="preserve"> по соблюдению требований к служебному поведению </w:t>
            </w:r>
            <w:r>
              <w:rPr>
                <w:sz w:val="20"/>
                <w:szCs w:val="20"/>
                <w:lang w:eastAsia="ru-RU"/>
              </w:rPr>
              <w:t xml:space="preserve"> муниципальных</w:t>
            </w:r>
            <w:r w:rsidRPr="00832A79">
              <w:rPr>
                <w:sz w:val="20"/>
                <w:szCs w:val="20"/>
                <w:lang w:eastAsia="ru-RU"/>
              </w:rPr>
              <w:t xml:space="preserve"> служащих </w:t>
            </w:r>
            <w:r>
              <w:rPr>
                <w:sz w:val="20"/>
                <w:szCs w:val="20"/>
                <w:lang w:eastAsia="ru-RU"/>
              </w:rPr>
              <w:t>администрации Таловского муниципального района</w:t>
            </w:r>
            <w:r w:rsidRPr="00832A79">
              <w:rPr>
                <w:sz w:val="20"/>
                <w:szCs w:val="20"/>
                <w:lang w:eastAsia="ru-RU"/>
              </w:rPr>
              <w:t xml:space="preserve"> и по урегулированию конфликта интересов практики приглашения представителей общественных и профсоюзных организаций</w:t>
            </w:r>
          </w:p>
        </w:tc>
        <w:tc>
          <w:tcPr>
            <w:tcW w:w="4534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832A79">
        <w:tc>
          <w:tcPr>
            <w:tcW w:w="15593" w:type="dxa"/>
            <w:gridSpan w:val="4"/>
          </w:tcPr>
          <w:p w:rsidR="00AA5E56" w:rsidRPr="00832A79" w:rsidRDefault="00AA5E56" w:rsidP="00832A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32A79">
              <w:rPr>
                <w:b/>
                <w:bCs/>
                <w:sz w:val="20"/>
                <w:szCs w:val="20"/>
                <w:lang w:eastAsia="ru-RU"/>
              </w:rPr>
              <w:t>Направление 5. Регламент</w:t>
            </w:r>
            <w:r>
              <w:rPr>
                <w:b/>
                <w:bCs/>
                <w:sz w:val="20"/>
                <w:szCs w:val="20"/>
                <w:lang w:eastAsia="ru-RU"/>
              </w:rPr>
              <w:t>ация  предоставления муниципальных услуг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5.1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В</w:t>
            </w:r>
            <w:r>
              <w:rPr>
                <w:sz w:val="20"/>
                <w:szCs w:val="20"/>
                <w:lang w:eastAsia="ru-RU"/>
              </w:rPr>
              <w:t>едение перечня муниципальных услуг</w:t>
            </w:r>
            <w:r w:rsidRPr="00832A7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органов местного самоуправления</w:t>
            </w:r>
          </w:p>
        </w:tc>
        <w:tc>
          <w:tcPr>
            <w:tcW w:w="4534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Организационный отдел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1038DD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5.2</w:t>
            </w:r>
            <w:r w:rsidRPr="001038DD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1038DD" w:rsidRDefault="00AA5E56" w:rsidP="00832A79">
            <w:pPr>
              <w:spacing w:after="0" w:line="240" w:lineRule="auto"/>
              <w:ind w:firstLine="318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1038DD">
              <w:rPr>
                <w:sz w:val="20"/>
                <w:szCs w:val="20"/>
                <w:lang w:eastAsia="ru-RU"/>
              </w:rPr>
              <w:t>Организация проведения мониторинга качества и доступности    муниципальных услуг, оказываемых филиалом АУ «МФЦ»  в Таловском муниципальном районе</w:t>
            </w:r>
          </w:p>
        </w:tc>
        <w:tc>
          <w:tcPr>
            <w:tcW w:w="4534" w:type="dxa"/>
          </w:tcPr>
          <w:p w:rsidR="00AA5E56" w:rsidRPr="001038DD" w:rsidRDefault="00AA5E56" w:rsidP="00CB3BF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1038DD">
              <w:rPr>
                <w:sz w:val="20"/>
                <w:szCs w:val="20"/>
                <w:lang w:eastAsia="ru-RU"/>
              </w:rPr>
              <w:t>Организационный отдел</w:t>
            </w:r>
          </w:p>
        </w:tc>
        <w:tc>
          <w:tcPr>
            <w:tcW w:w="4392" w:type="dxa"/>
          </w:tcPr>
          <w:p w:rsidR="00AA5E56" w:rsidRPr="001038DD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1038DD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B675E2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  <w:highlight w:val="red"/>
              </w:rPr>
            </w:pPr>
          </w:p>
          <w:p w:rsidR="00AA5E56" w:rsidRPr="00B675E2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5.3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Организация и техническое обеспечение межведомственного электронного взаимодействия при </w:t>
            </w:r>
            <w:r>
              <w:rPr>
                <w:sz w:val="20"/>
                <w:szCs w:val="20"/>
                <w:lang w:eastAsia="ru-RU"/>
              </w:rPr>
              <w:t xml:space="preserve">предоставлении </w:t>
            </w:r>
            <w:r w:rsidRPr="00832A79">
              <w:rPr>
                <w:sz w:val="20"/>
                <w:szCs w:val="20"/>
                <w:lang w:eastAsia="ru-RU"/>
              </w:rPr>
              <w:t xml:space="preserve"> муниципальных услуг</w:t>
            </w:r>
          </w:p>
        </w:tc>
        <w:tc>
          <w:tcPr>
            <w:tcW w:w="4534" w:type="dxa"/>
          </w:tcPr>
          <w:p w:rsidR="00AA5E56" w:rsidRPr="001038DD" w:rsidRDefault="00AA5E56" w:rsidP="00704CB7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Организационный отдел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5.4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Обеспечение предоставления информации о муниципальных услугах посредством информационной системы «Портал государственных и муниципальных услуг Воронежской области»</w:t>
            </w:r>
          </w:p>
        </w:tc>
        <w:tc>
          <w:tcPr>
            <w:tcW w:w="4534" w:type="dxa"/>
          </w:tcPr>
          <w:p w:rsidR="00AA5E56" w:rsidRPr="00832A79" w:rsidRDefault="00AA5E56" w:rsidP="003321F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Организационный отдел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5.</w:t>
            </w:r>
            <w:r>
              <w:rPr>
                <w:sz w:val="20"/>
                <w:szCs w:val="20"/>
                <w:lang w:eastAsia="ru-RU"/>
              </w:rPr>
              <w:t>5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Размещение в местах </w:t>
            </w:r>
            <w:r>
              <w:rPr>
                <w:sz w:val="20"/>
                <w:szCs w:val="20"/>
                <w:lang w:eastAsia="ru-RU"/>
              </w:rPr>
              <w:t xml:space="preserve">предоставления </w:t>
            </w:r>
            <w:r w:rsidRPr="00832A79">
              <w:rPr>
                <w:sz w:val="20"/>
                <w:szCs w:val="20"/>
                <w:lang w:eastAsia="ru-RU"/>
              </w:rPr>
              <w:t xml:space="preserve"> муниципальных услуг и иных служебных помещениях, где на регулярной основе осуществляется взаимодействие служащих, работников с гражданами и организациями, памяток об уголовной ответственности за дачу и получение взятки, контактных данных лиц, ответственных за профилактику коррупционных и иных правонарушений в </w:t>
            </w:r>
            <w:r>
              <w:rPr>
                <w:sz w:val="20"/>
                <w:szCs w:val="20"/>
                <w:lang w:eastAsia="ru-RU"/>
              </w:rPr>
              <w:t>органах местного самоуправления</w:t>
            </w:r>
          </w:p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аппарата </w:t>
            </w:r>
          </w:p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832A79">
        <w:tc>
          <w:tcPr>
            <w:tcW w:w="15593" w:type="dxa"/>
            <w:gridSpan w:val="4"/>
          </w:tcPr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32A79">
              <w:rPr>
                <w:b/>
                <w:bCs/>
                <w:sz w:val="20"/>
                <w:szCs w:val="20"/>
                <w:lang w:eastAsia="ru-RU"/>
              </w:rPr>
              <w:t>Направление 6. Проведение антикоррупционного мониторинга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Проведение анализа работы комиссий по соблюдению требован</w:t>
            </w:r>
            <w:r>
              <w:rPr>
                <w:sz w:val="20"/>
                <w:szCs w:val="20"/>
                <w:lang w:eastAsia="ru-RU"/>
              </w:rPr>
              <w:t>ий к служебному поведению</w:t>
            </w:r>
            <w:r w:rsidRPr="00832A79">
              <w:rPr>
                <w:sz w:val="20"/>
                <w:szCs w:val="20"/>
                <w:lang w:eastAsia="ru-RU"/>
              </w:rPr>
              <w:t xml:space="preserve"> муниципальных служащих  и по урегулированию конфликта интересов</w:t>
            </w:r>
          </w:p>
        </w:tc>
        <w:tc>
          <w:tcPr>
            <w:tcW w:w="4534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Ежеквартально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4534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Ежеквартально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832A79">
        <w:tc>
          <w:tcPr>
            <w:tcW w:w="15593" w:type="dxa"/>
            <w:gridSpan w:val="4"/>
          </w:tcPr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2A79">
              <w:rPr>
                <w:b/>
                <w:bCs/>
                <w:sz w:val="20"/>
                <w:szCs w:val="20"/>
                <w:lang w:eastAsia="ru-RU"/>
              </w:rPr>
              <w:t xml:space="preserve">Направление 7. Обеспечение доступа граждан к информации о деятельности </w:t>
            </w:r>
            <w:r>
              <w:rPr>
                <w:b/>
                <w:bCs/>
                <w:sz w:val="20"/>
                <w:szCs w:val="20"/>
                <w:lang w:eastAsia="ru-RU"/>
              </w:rPr>
              <w:t>администрации Таловского муниципального района</w:t>
            </w:r>
            <w:r w:rsidRPr="00832A79">
              <w:rPr>
                <w:b/>
                <w:bCs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городского и сельских поселений</w:t>
            </w:r>
          </w:p>
        </w:tc>
      </w:tr>
      <w:tr w:rsidR="00AA5E56" w:rsidRPr="00832A79" w:rsidTr="00FC4D11">
        <w:tc>
          <w:tcPr>
            <w:tcW w:w="718" w:type="dxa"/>
          </w:tcPr>
          <w:p w:rsidR="00AA5E56" w:rsidRPr="008B0AA8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B0AA8">
              <w:rPr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5949" w:type="dxa"/>
          </w:tcPr>
          <w:p w:rsidR="00AA5E56" w:rsidRPr="008B0AA8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B0AA8">
              <w:rPr>
                <w:sz w:val="20"/>
                <w:szCs w:val="20"/>
                <w:lang w:eastAsia="ru-RU"/>
              </w:rPr>
              <w:t>Реализация прав граждан на получение достоверной информации о деятельности</w:t>
            </w:r>
            <w:r>
              <w:rPr>
                <w:sz w:val="20"/>
                <w:szCs w:val="20"/>
                <w:lang w:eastAsia="ru-RU"/>
              </w:rPr>
              <w:t xml:space="preserve"> администрации Таловского муниципального района и</w:t>
            </w:r>
            <w:r w:rsidRPr="008B0AA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органов местного самоуправления городского и сельских поселений</w:t>
            </w:r>
            <w:r w:rsidRPr="008B0AA8">
              <w:rPr>
                <w:sz w:val="20"/>
                <w:szCs w:val="20"/>
                <w:lang w:eastAsia="ru-RU"/>
              </w:rPr>
              <w:t>, размещение в информационной сис</w:t>
            </w:r>
            <w:r>
              <w:rPr>
                <w:sz w:val="20"/>
                <w:szCs w:val="20"/>
                <w:lang w:eastAsia="ru-RU"/>
              </w:rPr>
              <w:t>теме «</w:t>
            </w:r>
            <w:r w:rsidRPr="008B0AA8">
              <w:rPr>
                <w:sz w:val="20"/>
                <w:szCs w:val="20"/>
                <w:lang w:eastAsia="ru-RU"/>
              </w:rPr>
              <w:t xml:space="preserve">в сети Интернет» сведений о структуре </w:t>
            </w:r>
            <w:r>
              <w:rPr>
                <w:sz w:val="20"/>
                <w:szCs w:val="20"/>
                <w:lang w:eastAsia="ru-RU"/>
              </w:rPr>
              <w:t xml:space="preserve">администрации Таловского муниципального района, </w:t>
            </w:r>
            <w:r w:rsidRPr="008B0AA8">
              <w:rPr>
                <w:sz w:val="20"/>
                <w:szCs w:val="20"/>
                <w:lang w:eastAsia="ru-RU"/>
              </w:rPr>
              <w:t>а также иной информации в соответствии с требованиями действующего федерального законодательства</w:t>
            </w:r>
          </w:p>
          <w:p w:rsidR="00AA5E56" w:rsidRPr="008B0AA8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Default="00AA5E56" w:rsidP="003943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администрации Таловского муниципального района</w:t>
            </w:r>
          </w:p>
          <w:p w:rsidR="00AA5E56" w:rsidRDefault="00AA5E56" w:rsidP="003943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Таловского муниципального района</w:t>
            </w:r>
          </w:p>
          <w:p w:rsidR="00AA5E56" w:rsidRPr="008B0AA8" w:rsidRDefault="00AA5E56" w:rsidP="003943AB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392" w:type="dxa"/>
          </w:tcPr>
          <w:p w:rsidR="00AA5E56" w:rsidRPr="008B0AA8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B0AA8">
              <w:rPr>
                <w:sz w:val="20"/>
                <w:szCs w:val="20"/>
              </w:rPr>
              <w:t>Постоянно</w:t>
            </w:r>
          </w:p>
          <w:p w:rsidR="00AA5E56" w:rsidRPr="008B0AA8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B0AA8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7.2.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Осуществление монито</w:t>
            </w:r>
            <w:r>
              <w:rPr>
                <w:sz w:val="20"/>
                <w:szCs w:val="20"/>
                <w:lang w:eastAsia="ru-RU"/>
              </w:rPr>
              <w:t xml:space="preserve">ринга официальных сайтов </w:t>
            </w:r>
            <w:r w:rsidRPr="00832A7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органов местного самоуправления Таловского муниципального района</w:t>
            </w:r>
            <w:r w:rsidRPr="00832A79">
              <w:rPr>
                <w:sz w:val="20"/>
                <w:szCs w:val="20"/>
                <w:lang w:eastAsia="ru-RU"/>
              </w:rPr>
              <w:t xml:space="preserve"> в части исполнения Федерального закона от 09.02.2009         № 8-ФЗ «Об обеспечении доступа к информации о деятельности </w:t>
            </w:r>
            <w:r>
              <w:rPr>
                <w:sz w:val="20"/>
                <w:szCs w:val="20"/>
                <w:lang w:eastAsia="ru-RU"/>
              </w:rPr>
              <w:t xml:space="preserve">органов </w:t>
            </w:r>
            <w:r w:rsidRPr="00832A79">
              <w:rPr>
                <w:sz w:val="20"/>
                <w:szCs w:val="20"/>
                <w:lang w:eastAsia="ru-RU"/>
              </w:rPr>
              <w:t xml:space="preserve"> местного самоуправления»</w:t>
            </w:r>
          </w:p>
          <w:p w:rsidR="00AA5E56" w:rsidRPr="00832A79" w:rsidRDefault="00AA5E56" w:rsidP="00832A79">
            <w:pPr>
              <w:spacing w:after="0" w:line="240" w:lineRule="auto"/>
              <w:ind w:firstLine="284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Организационный отдел</w:t>
            </w:r>
            <w:r w:rsidRPr="00832A79">
              <w:rPr>
                <w:sz w:val="20"/>
                <w:szCs w:val="20"/>
              </w:rPr>
              <w:t xml:space="preserve"> </w:t>
            </w:r>
          </w:p>
          <w:p w:rsidR="00AA5E56" w:rsidRPr="007028A9" w:rsidRDefault="00AA5E56" w:rsidP="007028A9">
            <w:pPr>
              <w:tabs>
                <w:tab w:val="left" w:pos="13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инспектор по связям с общественностью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7.3.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355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Реализация прав граждан и организаций на доступ к информации о работе по профилактике коррупционных и иных правонарушений </w:t>
            </w:r>
            <w:r>
              <w:rPr>
                <w:sz w:val="20"/>
                <w:szCs w:val="20"/>
                <w:lang w:eastAsia="ru-RU"/>
              </w:rPr>
              <w:t>в органах местного самоуправления Таловского муниципального района</w:t>
            </w:r>
            <w:r w:rsidRPr="00832A79">
              <w:rPr>
                <w:sz w:val="20"/>
                <w:szCs w:val="20"/>
                <w:lang w:eastAsia="ru-RU"/>
              </w:rPr>
              <w:t xml:space="preserve">, о фактах коррупции и коррупционных факторах, а также на их свободное освещение в средствах массовой информации </w:t>
            </w:r>
          </w:p>
          <w:p w:rsidR="00AA5E56" w:rsidRPr="00832A79" w:rsidRDefault="00AA5E56" w:rsidP="00832A79">
            <w:pPr>
              <w:spacing w:after="0" w:line="240" w:lineRule="auto"/>
              <w:ind w:firstLine="355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Default="00AA5E56" w:rsidP="007032F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аппарата</w:t>
            </w:r>
          </w:p>
          <w:p w:rsidR="00AA5E56" w:rsidRPr="00832A79" w:rsidRDefault="00AA5E56" w:rsidP="007032F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32A79">
              <w:rPr>
                <w:sz w:val="20"/>
                <w:szCs w:val="20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7.4.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Обеспечение работы горячей линии, телефона доверия, Интернет-приемных на официальных </w:t>
            </w:r>
            <w:r>
              <w:rPr>
                <w:sz w:val="20"/>
                <w:szCs w:val="20"/>
                <w:lang w:eastAsia="ru-RU"/>
              </w:rPr>
              <w:t xml:space="preserve">сайтах органов местного самоуправления Таловского муниципального района </w:t>
            </w:r>
            <w:r w:rsidRPr="00832A79">
              <w:rPr>
                <w:sz w:val="20"/>
                <w:szCs w:val="20"/>
                <w:lang w:eastAsia="ru-RU"/>
              </w:rPr>
              <w:t xml:space="preserve">в сети Интернет с целью улучшения обратной связи с гражданами и организациями, а также получения сигналов о фактах коррупции 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аппарата 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7.</w:t>
            </w:r>
            <w:r>
              <w:rPr>
                <w:sz w:val="20"/>
                <w:szCs w:val="20"/>
                <w:lang w:eastAsia="ru-RU"/>
              </w:rPr>
              <w:t>5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Анализ сайтов</w:t>
            </w:r>
            <w:r w:rsidRPr="00832A79">
              <w:rPr>
                <w:sz w:val="20"/>
                <w:szCs w:val="20"/>
                <w:lang w:eastAsia="ru-RU"/>
              </w:rPr>
              <w:t xml:space="preserve"> органов местного самоуправления</w:t>
            </w:r>
            <w:r>
              <w:rPr>
                <w:sz w:val="20"/>
                <w:szCs w:val="20"/>
                <w:lang w:eastAsia="ru-RU"/>
              </w:rPr>
              <w:t xml:space="preserve"> Таловского муниципального района </w:t>
            </w:r>
            <w:r w:rsidRPr="00832A79">
              <w:rPr>
                <w:sz w:val="20"/>
                <w:szCs w:val="20"/>
                <w:lang w:eastAsia="ru-RU"/>
              </w:rPr>
              <w:t>на предмет размещения информации по вопросу противодействия коррупции</w:t>
            </w:r>
          </w:p>
        </w:tc>
        <w:tc>
          <w:tcPr>
            <w:tcW w:w="4534" w:type="dxa"/>
          </w:tcPr>
          <w:p w:rsidR="00AA5E56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аппарата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сектор</w:t>
            </w:r>
          </w:p>
          <w:p w:rsidR="00AA5E56" w:rsidRPr="00832A79" w:rsidRDefault="00AA5E56" w:rsidP="00832A79">
            <w:pPr>
              <w:pStyle w:val="NoSpacing"/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5E56" w:rsidRPr="00832A79" w:rsidRDefault="00AA5E56" w:rsidP="00832A79">
            <w:pPr>
              <w:pStyle w:val="NoSpacing"/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5E56" w:rsidRPr="00832A79" w:rsidRDefault="00AA5E56" w:rsidP="00832A79">
            <w:pPr>
              <w:pStyle w:val="NoSpacing"/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7.</w:t>
            </w:r>
            <w:r>
              <w:rPr>
                <w:sz w:val="20"/>
                <w:szCs w:val="20"/>
                <w:lang w:eastAsia="ru-RU"/>
              </w:rPr>
              <w:t>6</w:t>
            </w:r>
            <w:r w:rsidRPr="00832A7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Размещение сведений о доходах, расходах, об имуществе и обязательствах имущественного характера на официальных сайтах</w:t>
            </w:r>
          </w:p>
        </w:tc>
        <w:tc>
          <w:tcPr>
            <w:tcW w:w="4534" w:type="dxa"/>
          </w:tcPr>
          <w:p w:rsidR="00AA5E56" w:rsidRPr="00832A79" w:rsidRDefault="00AA5E56" w:rsidP="007032F4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Ежегодно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CB3BF4">
        <w:tc>
          <w:tcPr>
            <w:tcW w:w="15593" w:type="dxa"/>
            <w:gridSpan w:val="4"/>
          </w:tcPr>
          <w:p w:rsidR="00AA5E56" w:rsidRPr="00832A79" w:rsidRDefault="00AA5E56" w:rsidP="00832A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32A79">
              <w:rPr>
                <w:b/>
                <w:bCs/>
                <w:sz w:val="20"/>
                <w:szCs w:val="20"/>
              </w:rPr>
              <w:t>Направление 8. Реализация требований законодательства Российской Федерации об осуществлении антикоррупционной работы в организациях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1D2571" w:rsidTr="00FC4D11">
        <w:tc>
          <w:tcPr>
            <w:tcW w:w="718" w:type="dxa"/>
          </w:tcPr>
          <w:p w:rsidR="00AA5E56" w:rsidRPr="001C526A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1C526A">
              <w:rPr>
                <w:sz w:val="20"/>
                <w:szCs w:val="20"/>
                <w:lang w:eastAsia="ru-RU"/>
              </w:rPr>
              <w:t>8.1.</w:t>
            </w:r>
          </w:p>
        </w:tc>
        <w:tc>
          <w:tcPr>
            <w:tcW w:w="5949" w:type="dxa"/>
          </w:tcPr>
          <w:p w:rsidR="00AA5E56" w:rsidRPr="001C526A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1C526A">
              <w:rPr>
                <w:sz w:val="20"/>
                <w:szCs w:val="20"/>
                <w:lang w:eastAsia="ru-RU"/>
              </w:rPr>
              <w:t>Осуществление контроля  за подготовкой и реализацией ежегодных планов  работы по противодействию коррупции в муници</w:t>
            </w:r>
            <w:r>
              <w:rPr>
                <w:sz w:val="20"/>
                <w:szCs w:val="20"/>
                <w:lang w:eastAsia="ru-RU"/>
              </w:rPr>
              <w:t xml:space="preserve">пальных казенных  учреждениях </w:t>
            </w:r>
            <w:r w:rsidRPr="001C526A">
              <w:rPr>
                <w:sz w:val="20"/>
                <w:szCs w:val="20"/>
                <w:lang w:eastAsia="ru-RU"/>
              </w:rPr>
              <w:t>Таловского муниципального района</w:t>
            </w:r>
          </w:p>
        </w:tc>
        <w:tc>
          <w:tcPr>
            <w:tcW w:w="4534" w:type="dxa"/>
          </w:tcPr>
          <w:p w:rsidR="00AA5E56" w:rsidRPr="001D2571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1D2571">
              <w:rPr>
                <w:sz w:val="20"/>
                <w:szCs w:val="20"/>
              </w:rPr>
              <w:t>Совет по противодействию коррпции</w:t>
            </w:r>
          </w:p>
        </w:tc>
        <w:tc>
          <w:tcPr>
            <w:tcW w:w="4392" w:type="dxa"/>
          </w:tcPr>
          <w:p w:rsidR="00AA5E56" w:rsidRPr="001D2571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1D2571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1D2571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1D2571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1D2571" w:rsidTr="00FC4D11">
        <w:tc>
          <w:tcPr>
            <w:tcW w:w="718" w:type="dxa"/>
          </w:tcPr>
          <w:p w:rsidR="00AA5E56" w:rsidRPr="001C526A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1C526A">
              <w:rPr>
                <w:sz w:val="20"/>
                <w:szCs w:val="20"/>
                <w:lang w:eastAsia="ru-RU"/>
              </w:rPr>
              <w:t>8.2.</w:t>
            </w:r>
          </w:p>
        </w:tc>
        <w:tc>
          <w:tcPr>
            <w:tcW w:w="5949" w:type="dxa"/>
          </w:tcPr>
          <w:p w:rsidR="00AA5E56" w:rsidRPr="001C526A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1C526A">
              <w:rPr>
                <w:sz w:val="20"/>
                <w:szCs w:val="20"/>
                <w:lang w:eastAsia="ru-RU"/>
              </w:rPr>
              <w:t>Организация совещаний (обучающих мероприятий) с руководителями (замест</w:t>
            </w:r>
            <w:r>
              <w:rPr>
                <w:sz w:val="20"/>
                <w:szCs w:val="20"/>
                <w:lang w:eastAsia="ru-RU"/>
              </w:rPr>
              <w:t>ителями руководителей) МКУ</w:t>
            </w:r>
            <w:r w:rsidRPr="001C526A">
              <w:rPr>
                <w:sz w:val="20"/>
                <w:szCs w:val="20"/>
                <w:lang w:eastAsia="ru-RU"/>
              </w:rPr>
              <w:t xml:space="preserve"> по вопросам организации работы по проти</w:t>
            </w:r>
            <w:r>
              <w:rPr>
                <w:sz w:val="20"/>
                <w:szCs w:val="20"/>
                <w:lang w:eastAsia="ru-RU"/>
              </w:rPr>
              <w:t xml:space="preserve">водействию коррупции в МКУ </w:t>
            </w:r>
          </w:p>
        </w:tc>
        <w:tc>
          <w:tcPr>
            <w:tcW w:w="4534" w:type="dxa"/>
          </w:tcPr>
          <w:p w:rsidR="00AA5E56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1D2571">
              <w:rPr>
                <w:sz w:val="20"/>
                <w:szCs w:val="20"/>
                <w:lang w:eastAsia="ru-RU"/>
              </w:rPr>
              <w:t>Руководитель аппарата</w:t>
            </w:r>
          </w:p>
          <w:p w:rsidR="00AA5E56" w:rsidRPr="001D2571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1D2571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 раз в полугодие</w:t>
            </w:r>
          </w:p>
          <w:p w:rsidR="00AA5E56" w:rsidRPr="001D2571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1D2571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1D2571" w:rsidTr="00FC4D11">
        <w:tc>
          <w:tcPr>
            <w:tcW w:w="718" w:type="dxa"/>
          </w:tcPr>
          <w:p w:rsidR="00AA5E56" w:rsidRPr="001C526A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1C526A">
              <w:rPr>
                <w:sz w:val="20"/>
                <w:szCs w:val="20"/>
                <w:lang w:eastAsia="ru-RU"/>
              </w:rPr>
              <w:t>8.3.</w:t>
            </w:r>
          </w:p>
        </w:tc>
        <w:tc>
          <w:tcPr>
            <w:tcW w:w="5949" w:type="dxa"/>
          </w:tcPr>
          <w:p w:rsidR="00AA5E56" w:rsidRPr="001C526A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1C526A">
              <w:rPr>
                <w:sz w:val="20"/>
                <w:szCs w:val="20"/>
                <w:lang w:eastAsia="ru-RU"/>
              </w:rPr>
              <w:t>Осуществление анализа деятельности подведомственных муниципальных учреждений Таловского муниципального района по реализации статьи 11.2</w:t>
            </w:r>
            <w:r w:rsidRPr="001C526A">
              <w:t xml:space="preserve"> </w:t>
            </w:r>
            <w:r w:rsidRPr="001C526A">
              <w:rPr>
                <w:sz w:val="20"/>
                <w:szCs w:val="20"/>
                <w:lang w:eastAsia="ru-RU"/>
              </w:rPr>
              <w:t>Закона Воронежской области от 12.05.2009 № 43-ОЗ «О профилактике коррупции в Воронежской области»</w:t>
            </w:r>
          </w:p>
        </w:tc>
        <w:tc>
          <w:tcPr>
            <w:tcW w:w="4534" w:type="dxa"/>
          </w:tcPr>
          <w:p w:rsidR="00AA5E56" w:rsidRPr="001D2571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2571">
              <w:rPr>
                <w:sz w:val="20"/>
                <w:szCs w:val="20"/>
              </w:rPr>
              <w:t>Руководитель аппарата</w:t>
            </w:r>
          </w:p>
          <w:p w:rsidR="00AA5E56" w:rsidRPr="001D2571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2571">
              <w:rPr>
                <w:sz w:val="20"/>
                <w:szCs w:val="20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1D2571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1D2571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1D2571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A5E56" w:rsidRPr="001D2571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1D2571" w:rsidTr="00FC4D11">
        <w:tc>
          <w:tcPr>
            <w:tcW w:w="718" w:type="dxa"/>
          </w:tcPr>
          <w:p w:rsidR="00AA5E56" w:rsidRPr="001C526A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1C526A">
              <w:rPr>
                <w:sz w:val="20"/>
                <w:szCs w:val="20"/>
                <w:lang w:eastAsia="ru-RU"/>
              </w:rPr>
              <w:t>8.4.</w:t>
            </w:r>
          </w:p>
        </w:tc>
        <w:tc>
          <w:tcPr>
            <w:tcW w:w="5949" w:type="dxa"/>
          </w:tcPr>
          <w:p w:rsidR="00AA5E56" w:rsidRPr="001C526A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1C526A">
              <w:rPr>
                <w:sz w:val="20"/>
                <w:szCs w:val="20"/>
                <w:lang w:eastAsia="ru-RU"/>
              </w:rPr>
              <w:t>Контроль за реализацией мер по предупреждению корру</w:t>
            </w:r>
            <w:r>
              <w:rPr>
                <w:sz w:val="20"/>
                <w:szCs w:val="20"/>
                <w:lang w:eastAsia="ru-RU"/>
              </w:rPr>
              <w:t xml:space="preserve">пции, осуществляемых в МКУ </w:t>
            </w:r>
          </w:p>
        </w:tc>
        <w:tc>
          <w:tcPr>
            <w:tcW w:w="4534" w:type="dxa"/>
          </w:tcPr>
          <w:p w:rsidR="00AA5E56" w:rsidRPr="001D2571" w:rsidRDefault="00AA5E56" w:rsidP="00332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2571">
              <w:rPr>
                <w:sz w:val="20"/>
                <w:szCs w:val="20"/>
              </w:rPr>
              <w:t>Руководитель аппарата</w:t>
            </w:r>
          </w:p>
          <w:p w:rsidR="00AA5E56" w:rsidRPr="001D2571" w:rsidRDefault="00AA5E56" w:rsidP="003321F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1D2571">
              <w:rPr>
                <w:sz w:val="20"/>
                <w:szCs w:val="20"/>
              </w:rPr>
              <w:t>Юридический сектор</w:t>
            </w:r>
          </w:p>
        </w:tc>
        <w:tc>
          <w:tcPr>
            <w:tcW w:w="4392" w:type="dxa"/>
          </w:tcPr>
          <w:p w:rsidR="00AA5E56" w:rsidRPr="001D2571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2571">
              <w:rPr>
                <w:sz w:val="20"/>
                <w:szCs w:val="20"/>
              </w:rPr>
              <w:t>Согласно плану-графику</w:t>
            </w:r>
          </w:p>
          <w:p w:rsidR="00AA5E56" w:rsidRPr="001D2571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1D2571" w:rsidTr="00FC4D11">
        <w:tc>
          <w:tcPr>
            <w:tcW w:w="718" w:type="dxa"/>
          </w:tcPr>
          <w:p w:rsidR="00AA5E56" w:rsidRPr="003943AB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3943AB">
              <w:rPr>
                <w:sz w:val="20"/>
                <w:szCs w:val="20"/>
                <w:lang w:eastAsia="ru-RU"/>
              </w:rPr>
              <w:t>8.5.</w:t>
            </w:r>
          </w:p>
        </w:tc>
        <w:tc>
          <w:tcPr>
            <w:tcW w:w="5949" w:type="dxa"/>
          </w:tcPr>
          <w:p w:rsidR="00AA5E56" w:rsidRPr="003943AB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  <w:r w:rsidRPr="003943AB">
              <w:rPr>
                <w:sz w:val="20"/>
                <w:szCs w:val="20"/>
                <w:lang w:eastAsia="ru-RU"/>
              </w:rPr>
              <w:t xml:space="preserve"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должностей руководителей </w:t>
            </w:r>
            <w:r>
              <w:rPr>
                <w:sz w:val="20"/>
                <w:szCs w:val="20"/>
                <w:lang w:eastAsia="ru-RU"/>
              </w:rPr>
              <w:t>муниципальных учреждений, структурных подразделений администрации Таловского муниципального района</w:t>
            </w:r>
            <w:r w:rsidRPr="003943AB">
              <w:rPr>
                <w:sz w:val="20"/>
                <w:szCs w:val="20"/>
                <w:lang w:eastAsia="ru-RU"/>
              </w:rPr>
              <w:t>, и лицами, замещающими указанные должности</w:t>
            </w:r>
          </w:p>
          <w:p w:rsidR="00AA5E56" w:rsidRPr="003943AB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Pr="001D2571" w:rsidRDefault="00AA5E56" w:rsidP="00FA3B76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1D2571">
              <w:rPr>
                <w:sz w:val="20"/>
                <w:szCs w:val="20"/>
              </w:rPr>
              <w:t>Юридический сектор</w:t>
            </w:r>
          </w:p>
          <w:p w:rsidR="00AA5E56" w:rsidRPr="001D2571" w:rsidRDefault="00AA5E56" w:rsidP="00FA3B76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392" w:type="dxa"/>
          </w:tcPr>
          <w:p w:rsidR="00AA5E56" w:rsidRPr="001D2571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1D2571">
              <w:rPr>
                <w:sz w:val="20"/>
                <w:szCs w:val="20"/>
                <w:lang w:eastAsia="ru-RU"/>
              </w:rPr>
              <w:t>Постоянно</w:t>
            </w:r>
          </w:p>
          <w:p w:rsidR="00AA5E56" w:rsidRPr="001D2571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CB3BF4">
        <w:tc>
          <w:tcPr>
            <w:tcW w:w="15593" w:type="dxa"/>
            <w:gridSpan w:val="4"/>
          </w:tcPr>
          <w:p w:rsidR="00AA5E56" w:rsidRPr="00832A79" w:rsidRDefault="00AA5E56" w:rsidP="00832A79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832A79">
              <w:rPr>
                <w:b/>
                <w:sz w:val="20"/>
                <w:szCs w:val="20"/>
              </w:rPr>
              <w:t>9. Контроль за выполнением мероприятий, предусмотренных настоящим Планом</w:t>
            </w:r>
          </w:p>
        </w:tc>
      </w:tr>
      <w:tr w:rsidR="00AA5E56" w:rsidRPr="00832A79" w:rsidTr="00FC4D11">
        <w:tc>
          <w:tcPr>
            <w:tcW w:w="718" w:type="dxa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9.1.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Мониторинг реализации настоящего Плана, пл</w:t>
            </w:r>
            <w:r>
              <w:rPr>
                <w:sz w:val="20"/>
                <w:szCs w:val="20"/>
                <w:lang w:eastAsia="ru-RU"/>
              </w:rPr>
              <w:t>анов противодействия коррупции органов местного самоуправления Таловского муниципального района.</w:t>
            </w:r>
            <w:r w:rsidRPr="00832A79">
              <w:rPr>
                <w:sz w:val="20"/>
                <w:szCs w:val="20"/>
                <w:lang w:eastAsia="ru-RU"/>
              </w:rPr>
              <w:t xml:space="preserve"> </w:t>
            </w:r>
          </w:p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</w:tcPr>
          <w:p w:rsidR="00AA5E56" w:rsidRDefault="00AA5E56" w:rsidP="00FA3B76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 по противодействию коррупции в Таловском муниципальном районе</w:t>
            </w: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2" w:type="dxa"/>
          </w:tcPr>
          <w:p w:rsidR="00AA5E56" w:rsidRPr="00832A79" w:rsidRDefault="00AA5E56" w:rsidP="00032FF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итогам полугодий</w:t>
            </w:r>
          </w:p>
        </w:tc>
      </w:tr>
      <w:tr w:rsidR="00AA5E56" w:rsidRPr="00832A79" w:rsidTr="00FC4D11">
        <w:tc>
          <w:tcPr>
            <w:tcW w:w="718" w:type="dxa"/>
            <w:vMerge w:val="restart"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9.2.</w:t>
            </w: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>Мониторинг реализации настоящего Плана</w:t>
            </w:r>
          </w:p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  <w:vMerge w:val="restart"/>
          </w:tcPr>
          <w:p w:rsidR="00AA5E56" w:rsidRDefault="00AA5E56" w:rsidP="00A769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аппарата</w:t>
            </w:r>
          </w:p>
          <w:p w:rsidR="00AA5E56" w:rsidRDefault="00AA5E56" w:rsidP="00A769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Таловского муниципального района</w:t>
            </w:r>
          </w:p>
          <w:p w:rsidR="00AA5E56" w:rsidRPr="00832A79" w:rsidRDefault="00AA5E56" w:rsidP="00A769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2" w:type="dxa"/>
            <w:vMerge w:val="restart"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До 25 января </w:t>
            </w:r>
            <w:r w:rsidRPr="00832A79">
              <w:rPr>
                <w:sz w:val="20"/>
                <w:szCs w:val="20"/>
                <w:lang w:eastAsia="ru-RU"/>
              </w:rPr>
              <w:t xml:space="preserve"> 201</w:t>
            </w:r>
            <w:r>
              <w:rPr>
                <w:sz w:val="20"/>
                <w:szCs w:val="20"/>
                <w:lang w:eastAsia="ru-RU"/>
              </w:rPr>
              <w:t>8</w:t>
            </w:r>
            <w:r w:rsidRPr="00832A79">
              <w:rPr>
                <w:sz w:val="20"/>
                <w:szCs w:val="20"/>
                <w:lang w:eastAsia="ru-RU"/>
              </w:rPr>
              <w:t xml:space="preserve"> года.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До 25 января  </w:t>
            </w:r>
            <w:r w:rsidRPr="00832A79">
              <w:rPr>
                <w:sz w:val="20"/>
                <w:szCs w:val="20"/>
                <w:lang w:eastAsia="ru-RU"/>
              </w:rPr>
              <w:t>20</w:t>
            </w:r>
            <w:r>
              <w:rPr>
                <w:sz w:val="20"/>
                <w:szCs w:val="20"/>
                <w:lang w:eastAsia="ru-RU"/>
              </w:rPr>
              <w:t>19</w:t>
            </w:r>
            <w:r w:rsidRPr="00832A79">
              <w:rPr>
                <w:sz w:val="20"/>
                <w:szCs w:val="20"/>
                <w:lang w:eastAsia="ru-RU"/>
              </w:rPr>
              <w:t xml:space="preserve"> года</w:t>
            </w: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5E56" w:rsidRPr="00832A79" w:rsidTr="00FC4D11">
        <w:tc>
          <w:tcPr>
            <w:tcW w:w="718" w:type="dxa"/>
            <w:vMerge/>
          </w:tcPr>
          <w:p w:rsidR="00AA5E56" w:rsidRPr="00832A79" w:rsidRDefault="00AA5E56" w:rsidP="00832A79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49" w:type="dxa"/>
          </w:tcPr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832A79">
              <w:rPr>
                <w:sz w:val="20"/>
                <w:szCs w:val="20"/>
                <w:lang w:eastAsia="ru-RU"/>
              </w:rPr>
              <w:t xml:space="preserve">Представление аналитической информации о реализации настоящего Плана </w:t>
            </w:r>
            <w:r>
              <w:rPr>
                <w:sz w:val="20"/>
                <w:szCs w:val="20"/>
                <w:lang w:eastAsia="ru-RU"/>
              </w:rPr>
              <w:t>по противодействию коррупции в  Таловском муниципальном районе</w:t>
            </w:r>
          </w:p>
          <w:p w:rsidR="00AA5E56" w:rsidRPr="00832A79" w:rsidRDefault="00AA5E56" w:rsidP="00832A79">
            <w:pPr>
              <w:spacing w:after="0" w:line="240" w:lineRule="auto"/>
              <w:ind w:firstLine="283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  <w:vMerge/>
          </w:tcPr>
          <w:p w:rsidR="00AA5E56" w:rsidRPr="00832A79" w:rsidRDefault="00AA5E56" w:rsidP="00832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2" w:type="dxa"/>
            <w:vMerge/>
          </w:tcPr>
          <w:p w:rsidR="00AA5E56" w:rsidRPr="00832A79" w:rsidRDefault="00AA5E56" w:rsidP="00832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AA5E56" w:rsidRPr="00036E21" w:rsidRDefault="00AA5E56" w:rsidP="000C4F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sz w:val="20"/>
          <w:szCs w:val="20"/>
        </w:rPr>
      </w:pPr>
    </w:p>
    <w:sectPr w:rsidR="00AA5E56" w:rsidRPr="00036E21" w:rsidSect="0028767D">
      <w:headerReference w:type="default" r:id="rId7"/>
      <w:pgSz w:w="16838" w:h="11906" w:orient="landscape"/>
      <w:pgMar w:top="426" w:right="567" w:bottom="1276" w:left="992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E56" w:rsidRDefault="00AA5E56" w:rsidP="00DA75D2">
      <w:pPr>
        <w:spacing w:after="0" w:line="240" w:lineRule="auto"/>
      </w:pPr>
      <w:r>
        <w:separator/>
      </w:r>
    </w:p>
  </w:endnote>
  <w:endnote w:type="continuationSeparator" w:id="0">
    <w:p w:rsidR="00AA5E56" w:rsidRDefault="00AA5E56" w:rsidP="00D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E56" w:rsidRDefault="00AA5E56" w:rsidP="00DA75D2">
      <w:pPr>
        <w:spacing w:after="0" w:line="240" w:lineRule="auto"/>
      </w:pPr>
      <w:r>
        <w:separator/>
      </w:r>
    </w:p>
  </w:footnote>
  <w:footnote w:type="continuationSeparator" w:id="0">
    <w:p w:rsidR="00AA5E56" w:rsidRDefault="00AA5E56" w:rsidP="00D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E56" w:rsidRDefault="00AA5E56">
    <w:pPr>
      <w:pStyle w:val="Header"/>
      <w:jc w:val="center"/>
    </w:pPr>
    <w:fldSimple w:instr="PAGE   \* MERGEFORMAT">
      <w:r>
        <w:rPr>
          <w:noProof/>
        </w:rPr>
        <w:t>8</w:t>
      </w:r>
    </w:fldSimple>
  </w:p>
  <w:p w:rsidR="00AA5E56" w:rsidRDefault="00AA5E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35F55"/>
    <w:multiLevelType w:val="hybridMultilevel"/>
    <w:tmpl w:val="857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74139B"/>
    <w:multiLevelType w:val="hybridMultilevel"/>
    <w:tmpl w:val="E5DE3B0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BE1A6B"/>
    <w:multiLevelType w:val="hybridMultilevel"/>
    <w:tmpl w:val="641C0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2A0A98"/>
    <w:multiLevelType w:val="hybridMultilevel"/>
    <w:tmpl w:val="B2B8C09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F88"/>
    <w:rsid w:val="00005BED"/>
    <w:rsid w:val="00013E12"/>
    <w:rsid w:val="0001546F"/>
    <w:rsid w:val="00024390"/>
    <w:rsid w:val="0003118A"/>
    <w:rsid w:val="00032FF4"/>
    <w:rsid w:val="00036E21"/>
    <w:rsid w:val="00041450"/>
    <w:rsid w:val="00052884"/>
    <w:rsid w:val="00052C62"/>
    <w:rsid w:val="00070EBA"/>
    <w:rsid w:val="00071323"/>
    <w:rsid w:val="00071481"/>
    <w:rsid w:val="00074C0E"/>
    <w:rsid w:val="0007510D"/>
    <w:rsid w:val="00085ECC"/>
    <w:rsid w:val="000904E7"/>
    <w:rsid w:val="00091820"/>
    <w:rsid w:val="00097590"/>
    <w:rsid w:val="000A4C7A"/>
    <w:rsid w:val="000B5676"/>
    <w:rsid w:val="000C38F0"/>
    <w:rsid w:val="000C3AAC"/>
    <w:rsid w:val="000C4F88"/>
    <w:rsid w:val="000C5859"/>
    <w:rsid w:val="000D06F0"/>
    <w:rsid w:val="000D6B95"/>
    <w:rsid w:val="000E07DA"/>
    <w:rsid w:val="000E1D1C"/>
    <w:rsid w:val="000E5458"/>
    <w:rsid w:val="000E7E04"/>
    <w:rsid w:val="000F2079"/>
    <w:rsid w:val="000F48E8"/>
    <w:rsid w:val="000F6319"/>
    <w:rsid w:val="00100430"/>
    <w:rsid w:val="001037D0"/>
    <w:rsid w:val="001038DD"/>
    <w:rsid w:val="001049BE"/>
    <w:rsid w:val="00107F2E"/>
    <w:rsid w:val="001272E7"/>
    <w:rsid w:val="0013149F"/>
    <w:rsid w:val="00143E41"/>
    <w:rsid w:val="0014546A"/>
    <w:rsid w:val="00152A2A"/>
    <w:rsid w:val="00176C2A"/>
    <w:rsid w:val="00184656"/>
    <w:rsid w:val="001A07BF"/>
    <w:rsid w:val="001A3E2D"/>
    <w:rsid w:val="001A7C03"/>
    <w:rsid w:val="001B432C"/>
    <w:rsid w:val="001B4F43"/>
    <w:rsid w:val="001C4148"/>
    <w:rsid w:val="001C526A"/>
    <w:rsid w:val="001D2571"/>
    <w:rsid w:val="001E0494"/>
    <w:rsid w:val="001E1C4F"/>
    <w:rsid w:val="001F00B8"/>
    <w:rsid w:val="001F7474"/>
    <w:rsid w:val="00203B4D"/>
    <w:rsid w:val="00211C8C"/>
    <w:rsid w:val="002132CF"/>
    <w:rsid w:val="002136FD"/>
    <w:rsid w:val="002253B4"/>
    <w:rsid w:val="00274D28"/>
    <w:rsid w:val="0027758E"/>
    <w:rsid w:val="00285768"/>
    <w:rsid w:val="00285CA3"/>
    <w:rsid w:val="0028767D"/>
    <w:rsid w:val="0029783F"/>
    <w:rsid w:val="002A0654"/>
    <w:rsid w:val="002A7BB9"/>
    <w:rsid w:val="002B1068"/>
    <w:rsid w:val="002B662A"/>
    <w:rsid w:val="002C4787"/>
    <w:rsid w:val="002C6C96"/>
    <w:rsid w:val="002D7B35"/>
    <w:rsid w:val="002E09AC"/>
    <w:rsid w:val="002E121B"/>
    <w:rsid w:val="002E2EC8"/>
    <w:rsid w:val="00305742"/>
    <w:rsid w:val="00310ACE"/>
    <w:rsid w:val="003130B0"/>
    <w:rsid w:val="0032705D"/>
    <w:rsid w:val="00327C0D"/>
    <w:rsid w:val="003321F3"/>
    <w:rsid w:val="003439C7"/>
    <w:rsid w:val="00345D4B"/>
    <w:rsid w:val="003536BB"/>
    <w:rsid w:val="00354237"/>
    <w:rsid w:val="00371C79"/>
    <w:rsid w:val="003720DB"/>
    <w:rsid w:val="0037338A"/>
    <w:rsid w:val="00384DDE"/>
    <w:rsid w:val="0038736A"/>
    <w:rsid w:val="003943AB"/>
    <w:rsid w:val="003A13B8"/>
    <w:rsid w:val="003C6601"/>
    <w:rsid w:val="003F78CE"/>
    <w:rsid w:val="00403282"/>
    <w:rsid w:val="0040428C"/>
    <w:rsid w:val="00404B12"/>
    <w:rsid w:val="00407E6B"/>
    <w:rsid w:val="00417AC0"/>
    <w:rsid w:val="0042396C"/>
    <w:rsid w:val="00432D62"/>
    <w:rsid w:val="00447643"/>
    <w:rsid w:val="0045263D"/>
    <w:rsid w:val="00461593"/>
    <w:rsid w:val="0046460B"/>
    <w:rsid w:val="00464FC1"/>
    <w:rsid w:val="004664BC"/>
    <w:rsid w:val="00471620"/>
    <w:rsid w:val="00485D09"/>
    <w:rsid w:val="004A1CFA"/>
    <w:rsid w:val="004A6450"/>
    <w:rsid w:val="004B20D4"/>
    <w:rsid w:val="004B5B62"/>
    <w:rsid w:val="004B604B"/>
    <w:rsid w:val="004C2174"/>
    <w:rsid w:val="004D6917"/>
    <w:rsid w:val="004E5762"/>
    <w:rsid w:val="004E5898"/>
    <w:rsid w:val="004F150A"/>
    <w:rsid w:val="004F611A"/>
    <w:rsid w:val="004F740B"/>
    <w:rsid w:val="00504E49"/>
    <w:rsid w:val="00506D9F"/>
    <w:rsid w:val="00506EE2"/>
    <w:rsid w:val="00511751"/>
    <w:rsid w:val="0052761E"/>
    <w:rsid w:val="0052796C"/>
    <w:rsid w:val="00536020"/>
    <w:rsid w:val="00536BD8"/>
    <w:rsid w:val="00557306"/>
    <w:rsid w:val="005605D3"/>
    <w:rsid w:val="00564AB1"/>
    <w:rsid w:val="005755BA"/>
    <w:rsid w:val="00575F63"/>
    <w:rsid w:val="00584A5D"/>
    <w:rsid w:val="005871F4"/>
    <w:rsid w:val="00594258"/>
    <w:rsid w:val="00594EF6"/>
    <w:rsid w:val="005954A4"/>
    <w:rsid w:val="005A49AC"/>
    <w:rsid w:val="005B7646"/>
    <w:rsid w:val="005D69CF"/>
    <w:rsid w:val="005E639C"/>
    <w:rsid w:val="005F4CDD"/>
    <w:rsid w:val="00607039"/>
    <w:rsid w:val="00620887"/>
    <w:rsid w:val="00620EF7"/>
    <w:rsid w:val="00622CC2"/>
    <w:rsid w:val="00624EB1"/>
    <w:rsid w:val="00630EA0"/>
    <w:rsid w:val="00641087"/>
    <w:rsid w:val="0065170E"/>
    <w:rsid w:val="00652745"/>
    <w:rsid w:val="0065730C"/>
    <w:rsid w:val="0067048D"/>
    <w:rsid w:val="00675EF4"/>
    <w:rsid w:val="006A61E0"/>
    <w:rsid w:val="006C58B4"/>
    <w:rsid w:val="006D1117"/>
    <w:rsid w:val="006E2D2E"/>
    <w:rsid w:val="006F0119"/>
    <w:rsid w:val="006F2A99"/>
    <w:rsid w:val="007028A9"/>
    <w:rsid w:val="007032F4"/>
    <w:rsid w:val="00704CB7"/>
    <w:rsid w:val="007079E8"/>
    <w:rsid w:val="00715C19"/>
    <w:rsid w:val="0073501F"/>
    <w:rsid w:val="00743805"/>
    <w:rsid w:val="00743E66"/>
    <w:rsid w:val="007468E6"/>
    <w:rsid w:val="00747418"/>
    <w:rsid w:val="007503A0"/>
    <w:rsid w:val="00752476"/>
    <w:rsid w:val="007541CF"/>
    <w:rsid w:val="00756446"/>
    <w:rsid w:val="00756991"/>
    <w:rsid w:val="0076403C"/>
    <w:rsid w:val="00764C47"/>
    <w:rsid w:val="007803D5"/>
    <w:rsid w:val="00784957"/>
    <w:rsid w:val="00795B11"/>
    <w:rsid w:val="007A0144"/>
    <w:rsid w:val="007A032E"/>
    <w:rsid w:val="007A50B8"/>
    <w:rsid w:val="007A7287"/>
    <w:rsid w:val="007C021A"/>
    <w:rsid w:val="007C0E01"/>
    <w:rsid w:val="007C3367"/>
    <w:rsid w:val="007C7EEA"/>
    <w:rsid w:val="007D33AE"/>
    <w:rsid w:val="007D38E7"/>
    <w:rsid w:val="007D460A"/>
    <w:rsid w:val="007D5ED1"/>
    <w:rsid w:val="007E0E3A"/>
    <w:rsid w:val="007E4D83"/>
    <w:rsid w:val="007E5DA4"/>
    <w:rsid w:val="007F329B"/>
    <w:rsid w:val="007F4965"/>
    <w:rsid w:val="0080222B"/>
    <w:rsid w:val="008115F7"/>
    <w:rsid w:val="00832A79"/>
    <w:rsid w:val="00847AEC"/>
    <w:rsid w:val="008708B5"/>
    <w:rsid w:val="00881AA6"/>
    <w:rsid w:val="00887577"/>
    <w:rsid w:val="00891B23"/>
    <w:rsid w:val="008952BF"/>
    <w:rsid w:val="008A196D"/>
    <w:rsid w:val="008A7C1E"/>
    <w:rsid w:val="008B0AA8"/>
    <w:rsid w:val="008B2566"/>
    <w:rsid w:val="008D06F3"/>
    <w:rsid w:val="008E3EE6"/>
    <w:rsid w:val="008E77F1"/>
    <w:rsid w:val="008F146B"/>
    <w:rsid w:val="00923A4F"/>
    <w:rsid w:val="009261EE"/>
    <w:rsid w:val="00930D2B"/>
    <w:rsid w:val="009312E9"/>
    <w:rsid w:val="00931BB7"/>
    <w:rsid w:val="0094799B"/>
    <w:rsid w:val="009511BB"/>
    <w:rsid w:val="00957DB2"/>
    <w:rsid w:val="0096202F"/>
    <w:rsid w:val="00967B0F"/>
    <w:rsid w:val="009818DA"/>
    <w:rsid w:val="0098248D"/>
    <w:rsid w:val="009B25AD"/>
    <w:rsid w:val="009B51DC"/>
    <w:rsid w:val="009C5959"/>
    <w:rsid w:val="009C7B74"/>
    <w:rsid w:val="009E648B"/>
    <w:rsid w:val="009E6F4D"/>
    <w:rsid w:val="009F4953"/>
    <w:rsid w:val="00A17807"/>
    <w:rsid w:val="00A22C93"/>
    <w:rsid w:val="00A23227"/>
    <w:rsid w:val="00A24921"/>
    <w:rsid w:val="00A330BB"/>
    <w:rsid w:val="00A362B4"/>
    <w:rsid w:val="00A37889"/>
    <w:rsid w:val="00A476C6"/>
    <w:rsid w:val="00A603E8"/>
    <w:rsid w:val="00A7694B"/>
    <w:rsid w:val="00A810B7"/>
    <w:rsid w:val="00A97D0B"/>
    <w:rsid w:val="00AA198A"/>
    <w:rsid w:val="00AA5E56"/>
    <w:rsid w:val="00AA6D4B"/>
    <w:rsid w:val="00AC2C1F"/>
    <w:rsid w:val="00AC63DA"/>
    <w:rsid w:val="00AF13A1"/>
    <w:rsid w:val="00AF4060"/>
    <w:rsid w:val="00B07976"/>
    <w:rsid w:val="00B21944"/>
    <w:rsid w:val="00B22B1F"/>
    <w:rsid w:val="00B25A2A"/>
    <w:rsid w:val="00B40DFA"/>
    <w:rsid w:val="00B45D6F"/>
    <w:rsid w:val="00B55BD6"/>
    <w:rsid w:val="00B57DC9"/>
    <w:rsid w:val="00B675E2"/>
    <w:rsid w:val="00B715B7"/>
    <w:rsid w:val="00B73176"/>
    <w:rsid w:val="00BB1AFF"/>
    <w:rsid w:val="00BB5752"/>
    <w:rsid w:val="00BC0831"/>
    <w:rsid w:val="00BC2AE1"/>
    <w:rsid w:val="00BC3B92"/>
    <w:rsid w:val="00BC670D"/>
    <w:rsid w:val="00BE12E7"/>
    <w:rsid w:val="00BE23A4"/>
    <w:rsid w:val="00BE3245"/>
    <w:rsid w:val="00BF675E"/>
    <w:rsid w:val="00C07CF7"/>
    <w:rsid w:val="00C11379"/>
    <w:rsid w:val="00C11CF3"/>
    <w:rsid w:val="00C16D92"/>
    <w:rsid w:val="00C203BC"/>
    <w:rsid w:val="00C31451"/>
    <w:rsid w:val="00C42BD6"/>
    <w:rsid w:val="00C52A94"/>
    <w:rsid w:val="00C54D43"/>
    <w:rsid w:val="00C60BD2"/>
    <w:rsid w:val="00C86CE2"/>
    <w:rsid w:val="00C95C0F"/>
    <w:rsid w:val="00C97BC8"/>
    <w:rsid w:val="00CA3FAB"/>
    <w:rsid w:val="00CA407D"/>
    <w:rsid w:val="00CA6159"/>
    <w:rsid w:val="00CA6879"/>
    <w:rsid w:val="00CB3BF4"/>
    <w:rsid w:val="00CB4727"/>
    <w:rsid w:val="00CD1646"/>
    <w:rsid w:val="00CD480F"/>
    <w:rsid w:val="00CE7976"/>
    <w:rsid w:val="00CE7C15"/>
    <w:rsid w:val="00CF12D4"/>
    <w:rsid w:val="00CF7A13"/>
    <w:rsid w:val="00D072E0"/>
    <w:rsid w:val="00D109CA"/>
    <w:rsid w:val="00D11262"/>
    <w:rsid w:val="00D11BBA"/>
    <w:rsid w:val="00D324AD"/>
    <w:rsid w:val="00D352FF"/>
    <w:rsid w:val="00D4268F"/>
    <w:rsid w:val="00D4304E"/>
    <w:rsid w:val="00D474A7"/>
    <w:rsid w:val="00D656E2"/>
    <w:rsid w:val="00D6638B"/>
    <w:rsid w:val="00D7399F"/>
    <w:rsid w:val="00D74400"/>
    <w:rsid w:val="00D8180B"/>
    <w:rsid w:val="00DA385A"/>
    <w:rsid w:val="00DA75D2"/>
    <w:rsid w:val="00DB38CC"/>
    <w:rsid w:val="00DB78D4"/>
    <w:rsid w:val="00DB7D99"/>
    <w:rsid w:val="00DC4CC2"/>
    <w:rsid w:val="00DD3E84"/>
    <w:rsid w:val="00DD6407"/>
    <w:rsid w:val="00DD6844"/>
    <w:rsid w:val="00DE4589"/>
    <w:rsid w:val="00DE77A6"/>
    <w:rsid w:val="00DF3606"/>
    <w:rsid w:val="00E06737"/>
    <w:rsid w:val="00E10090"/>
    <w:rsid w:val="00E163B1"/>
    <w:rsid w:val="00E21950"/>
    <w:rsid w:val="00E30382"/>
    <w:rsid w:val="00E359A0"/>
    <w:rsid w:val="00E35F9B"/>
    <w:rsid w:val="00E5267A"/>
    <w:rsid w:val="00E56D58"/>
    <w:rsid w:val="00E634D5"/>
    <w:rsid w:val="00E72CA1"/>
    <w:rsid w:val="00E7561C"/>
    <w:rsid w:val="00E827CC"/>
    <w:rsid w:val="00E832E9"/>
    <w:rsid w:val="00E8348B"/>
    <w:rsid w:val="00E84E67"/>
    <w:rsid w:val="00E856BC"/>
    <w:rsid w:val="00E90D7F"/>
    <w:rsid w:val="00EA0F0A"/>
    <w:rsid w:val="00EB66B3"/>
    <w:rsid w:val="00EB7DFD"/>
    <w:rsid w:val="00EC0FBB"/>
    <w:rsid w:val="00EC16BD"/>
    <w:rsid w:val="00ED1028"/>
    <w:rsid w:val="00ED2DFA"/>
    <w:rsid w:val="00ED3191"/>
    <w:rsid w:val="00EF23CF"/>
    <w:rsid w:val="00F0788D"/>
    <w:rsid w:val="00F20D8E"/>
    <w:rsid w:val="00F21352"/>
    <w:rsid w:val="00F27A53"/>
    <w:rsid w:val="00F34C7B"/>
    <w:rsid w:val="00F40853"/>
    <w:rsid w:val="00F43019"/>
    <w:rsid w:val="00F66D01"/>
    <w:rsid w:val="00F74370"/>
    <w:rsid w:val="00F7545F"/>
    <w:rsid w:val="00F77870"/>
    <w:rsid w:val="00F82BCF"/>
    <w:rsid w:val="00F85C2C"/>
    <w:rsid w:val="00F868C8"/>
    <w:rsid w:val="00F96D60"/>
    <w:rsid w:val="00FA0B33"/>
    <w:rsid w:val="00FA3B76"/>
    <w:rsid w:val="00FC0EB6"/>
    <w:rsid w:val="00FC24F0"/>
    <w:rsid w:val="00FC3AAE"/>
    <w:rsid w:val="00FC4341"/>
    <w:rsid w:val="00FC4D11"/>
    <w:rsid w:val="00FD5236"/>
    <w:rsid w:val="00FD7161"/>
    <w:rsid w:val="00FE7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2FF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072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D072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B604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604B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DA75D2"/>
    <w:pPr>
      <w:tabs>
        <w:tab w:val="center" w:pos="4677"/>
        <w:tab w:val="right" w:pos="9355"/>
      </w:tabs>
      <w:spacing w:after="0" w:line="240" w:lineRule="auto"/>
    </w:pPr>
    <w:rPr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A75D2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DA75D2"/>
    <w:pPr>
      <w:tabs>
        <w:tab w:val="center" w:pos="4677"/>
        <w:tab w:val="right" w:pos="9355"/>
      </w:tabs>
      <w:spacing w:after="0" w:line="240" w:lineRule="auto"/>
    </w:pPr>
    <w:rPr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A75D2"/>
    <w:rPr>
      <w:rFonts w:ascii="Times New Roman" w:hAnsi="Times New Roman" w:cs="Times New Roman"/>
      <w:sz w:val="28"/>
    </w:rPr>
  </w:style>
  <w:style w:type="paragraph" w:styleId="NoSpacing">
    <w:name w:val="No Spacing"/>
    <w:uiPriority w:val="99"/>
    <w:qFormat/>
    <w:rsid w:val="00345D4B"/>
    <w:rPr>
      <w:lang w:eastAsia="en-US"/>
    </w:rPr>
  </w:style>
  <w:style w:type="paragraph" w:customStyle="1" w:styleId="ConsPlusNormal">
    <w:name w:val="ConsPlusNormal"/>
    <w:uiPriority w:val="99"/>
    <w:rsid w:val="00564AB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1303</TotalTime>
  <Pages>8</Pages>
  <Words>2213</Words>
  <Characters>12615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eshabaeva</dc:creator>
  <cp:keywords/>
  <dc:description/>
  <cp:lastModifiedBy>Matveeva</cp:lastModifiedBy>
  <cp:revision>45</cp:revision>
  <cp:lastPrinted>2018-01-17T06:01:00Z</cp:lastPrinted>
  <dcterms:created xsi:type="dcterms:W3CDTF">2017-06-13T09:04:00Z</dcterms:created>
  <dcterms:modified xsi:type="dcterms:W3CDTF">2018-01-17T06:04:00Z</dcterms:modified>
</cp:coreProperties>
</file>