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Default="009C04CF"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8"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2D49F9">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BF65F2"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О</w:t>
      </w:r>
      <w:r w:rsidR="005815B7">
        <w:rPr>
          <w:rFonts w:ascii="Times New Roman" w:hAnsi="Times New Roman"/>
          <w:sz w:val="28"/>
          <w:szCs w:val="28"/>
        </w:rPr>
        <w:t>т</w:t>
      </w:r>
      <w:r>
        <w:rPr>
          <w:rFonts w:ascii="Times New Roman" w:hAnsi="Times New Roman"/>
          <w:sz w:val="28"/>
          <w:szCs w:val="28"/>
        </w:rPr>
        <w:t xml:space="preserve"> 08 октября 2021 г.</w:t>
      </w:r>
      <w:r w:rsidR="00632087" w:rsidRPr="00F0020E">
        <w:rPr>
          <w:rFonts w:ascii="Times New Roman" w:hAnsi="Times New Roman"/>
          <w:sz w:val="28"/>
          <w:szCs w:val="28"/>
        </w:rPr>
        <w:t xml:space="preserve"> №  </w:t>
      </w:r>
      <w:r>
        <w:rPr>
          <w:rFonts w:ascii="Times New Roman" w:hAnsi="Times New Roman"/>
          <w:sz w:val="28"/>
          <w:szCs w:val="28"/>
        </w:rPr>
        <w:t>623</w:t>
      </w:r>
      <w:r w:rsidR="00632087" w:rsidRPr="00F0020E">
        <w:rPr>
          <w:rFonts w:ascii="Times New Roman" w:hAnsi="Times New Roman"/>
          <w:sz w:val="28"/>
          <w:szCs w:val="28"/>
        </w:rPr>
        <w:tab/>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9C04CF"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p w:rsidR="00632087" w:rsidRDefault="00632087" w:rsidP="0097458A">
      <w:pPr>
        <w:pStyle w:val="a8"/>
        <w:tabs>
          <w:tab w:val="left" w:pos="708"/>
        </w:tabs>
        <w:rPr>
          <w:rFonts w:ascii="Times New Roman" w:hAnsi="Times New Roman"/>
          <w:sz w:val="28"/>
          <w:szCs w:val="28"/>
        </w:rPr>
      </w:pPr>
    </w:p>
    <w:p w:rsidR="007555B2" w:rsidRPr="007555B2" w:rsidRDefault="00314156" w:rsidP="007555B2">
      <w:pPr>
        <w:spacing w:line="360" w:lineRule="auto"/>
        <w:jc w:val="both"/>
        <w:rPr>
          <w:b/>
          <w:sz w:val="28"/>
          <w:szCs w:val="28"/>
        </w:rPr>
      </w:pPr>
      <w:r w:rsidRPr="007555B2">
        <w:rPr>
          <w:sz w:val="28"/>
          <w:szCs w:val="28"/>
        </w:rPr>
        <w:t xml:space="preserve">          </w:t>
      </w:r>
      <w:r w:rsidR="007555B2" w:rsidRPr="007555B2">
        <w:rPr>
          <w:sz w:val="28"/>
          <w:szCs w:val="28"/>
        </w:rPr>
        <w:t xml:space="preserve">В соответствии Бюджетным Кодексом РФ,  постановлением администрации Таловского муниципального района от 02.10.2013 г. №963 «О порядке принятия решения о разработке и реализации муниципальных программ Таловского муниципального района», администрация Таловского муниципального района   </w:t>
      </w:r>
      <w:r w:rsidR="007555B2" w:rsidRPr="007555B2">
        <w:rPr>
          <w:b/>
          <w:sz w:val="28"/>
          <w:szCs w:val="28"/>
        </w:rPr>
        <w:t>п о с т а н о в л я е т:</w:t>
      </w:r>
    </w:p>
    <w:p w:rsidR="007555B2" w:rsidRPr="007555B2" w:rsidRDefault="007555B2" w:rsidP="007555B2">
      <w:pPr>
        <w:spacing w:line="360" w:lineRule="auto"/>
        <w:ind w:firstLine="567"/>
        <w:jc w:val="both"/>
        <w:rPr>
          <w:sz w:val="28"/>
          <w:szCs w:val="28"/>
        </w:rPr>
      </w:pPr>
      <w:r w:rsidRPr="007555B2">
        <w:rPr>
          <w:sz w:val="28"/>
          <w:szCs w:val="28"/>
        </w:rPr>
        <w:t xml:space="preserve"> 1. В постановление от 27.10.2017  №1013 «Об утверждении муниципальной </w:t>
      </w:r>
      <w:r>
        <w:rPr>
          <w:sz w:val="28"/>
          <w:szCs w:val="28"/>
        </w:rPr>
        <w:t xml:space="preserve"> </w:t>
      </w:r>
      <w:r w:rsidRPr="007555B2">
        <w:rPr>
          <w:sz w:val="28"/>
          <w:szCs w:val="28"/>
        </w:rPr>
        <w:t>программы Таловского муниципального района Воронежской области  «Муниципальное управление и гражданское общество»  (далее - постановление)  внести следующие изменения:</w:t>
      </w:r>
    </w:p>
    <w:p w:rsidR="007555B2" w:rsidRPr="0014364E" w:rsidRDefault="007555B2" w:rsidP="007555B2">
      <w:pPr>
        <w:pStyle w:val="ConsPlusNormal"/>
        <w:spacing w:line="360" w:lineRule="auto"/>
        <w:ind w:firstLine="567"/>
        <w:jc w:val="both"/>
        <w:rPr>
          <w:rFonts w:ascii="Times New Roman" w:hAnsi="Times New Roman"/>
          <w:sz w:val="28"/>
          <w:szCs w:val="28"/>
        </w:rPr>
      </w:pPr>
      <w:r w:rsidRPr="007555B2">
        <w:rPr>
          <w:rFonts w:ascii="Times New Roman" w:hAnsi="Times New Roman"/>
          <w:sz w:val="28"/>
          <w:szCs w:val="28"/>
        </w:rPr>
        <w:t>1.1. Продлить  срок реализации муниципальной программы Таловского муниципального района Воронежской области «Муниципальное</w:t>
      </w:r>
      <w:r w:rsidRPr="0014364E">
        <w:rPr>
          <w:rFonts w:ascii="Times New Roman" w:hAnsi="Times New Roman"/>
          <w:sz w:val="28"/>
          <w:szCs w:val="28"/>
        </w:rPr>
        <w:t xml:space="preserve"> управление и гражданское общество»  до 2029 года за счет дополнения новым этапом  реализации.</w:t>
      </w:r>
    </w:p>
    <w:p w:rsidR="007555B2" w:rsidRDefault="007555B2" w:rsidP="007555B2">
      <w:pPr>
        <w:pStyle w:val="ConsPlusNormal"/>
        <w:spacing w:line="360" w:lineRule="auto"/>
        <w:ind w:firstLine="567"/>
        <w:jc w:val="both"/>
        <w:rPr>
          <w:rFonts w:ascii="Times New Roman" w:hAnsi="Times New Roman"/>
          <w:sz w:val="28"/>
          <w:szCs w:val="28"/>
        </w:rPr>
      </w:pPr>
      <w:r w:rsidRPr="00335079">
        <w:rPr>
          <w:rFonts w:ascii="Times New Roman" w:hAnsi="Times New Roman"/>
          <w:sz w:val="28"/>
          <w:szCs w:val="28"/>
        </w:rPr>
        <w:t>1.2. Изложить муниципальную  программу</w:t>
      </w:r>
      <w:r w:rsidRPr="0014364E">
        <w:rPr>
          <w:szCs w:val="28"/>
        </w:rPr>
        <w:t xml:space="preserve"> </w:t>
      </w:r>
      <w:r w:rsidRPr="0014364E">
        <w:rPr>
          <w:rFonts w:ascii="Times New Roman" w:hAnsi="Times New Roman"/>
          <w:sz w:val="28"/>
          <w:szCs w:val="28"/>
        </w:rPr>
        <w:t>Таловского муниципального района Воронежской области «Муниципальное управление и гражданское общество»,</w:t>
      </w:r>
      <w:r>
        <w:rPr>
          <w:rFonts w:ascii="Times New Roman" w:hAnsi="Times New Roman"/>
          <w:sz w:val="28"/>
          <w:szCs w:val="28"/>
        </w:rPr>
        <w:t xml:space="preserve">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lastRenderedPageBreak/>
        <w:t xml:space="preserve">2. Контроль за исполнением настоящего постановления  возложить на заместителя главы администрации – начальника отдела по экономике Бирюкову Л.И. </w:t>
      </w:r>
    </w:p>
    <w:p w:rsidR="00632087" w:rsidRDefault="00632087" w:rsidP="00406CD5">
      <w:pPr>
        <w:tabs>
          <w:tab w:val="left" w:pos="284"/>
        </w:tabs>
        <w:rPr>
          <w:sz w:val="28"/>
          <w:szCs w:val="28"/>
        </w:rPr>
      </w:pPr>
    </w:p>
    <w:p w:rsidR="00632087" w:rsidRDefault="00632087" w:rsidP="00406CD5">
      <w:pPr>
        <w:tabs>
          <w:tab w:val="left" w:pos="284"/>
        </w:tabs>
        <w:rPr>
          <w:sz w:val="28"/>
          <w:szCs w:val="28"/>
        </w:rPr>
      </w:pPr>
    </w:p>
    <w:p w:rsidR="00632087" w:rsidRDefault="002C5D22" w:rsidP="00406CD5">
      <w:pPr>
        <w:tabs>
          <w:tab w:val="left" w:pos="284"/>
        </w:tabs>
        <w:rPr>
          <w:sz w:val="28"/>
          <w:szCs w:val="28"/>
        </w:rPr>
      </w:pPr>
      <w:r>
        <w:rPr>
          <w:sz w:val="28"/>
          <w:szCs w:val="28"/>
        </w:rPr>
        <w:t>Г</w:t>
      </w:r>
      <w:r w:rsidR="00632087">
        <w:rPr>
          <w:sz w:val="28"/>
          <w:szCs w:val="28"/>
        </w:rPr>
        <w:t>лав</w:t>
      </w:r>
      <w:r>
        <w:rPr>
          <w:sz w:val="28"/>
          <w:szCs w:val="28"/>
        </w:rPr>
        <w:t>а</w:t>
      </w:r>
      <w:r w:rsidR="00710D57">
        <w:rPr>
          <w:sz w:val="28"/>
          <w:szCs w:val="28"/>
        </w:rPr>
        <w:t xml:space="preserve"> </w:t>
      </w:r>
      <w:r w:rsidR="00632087">
        <w:rPr>
          <w:sz w:val="28"/>
          <w:szCs w:val="28"/>
        </w:rPr>
        <w:t xml:space="preserve"> муниципального района                                                  </w:t>
      </w:r>
      <w:r w:rsidR="00710D57">
        <w:rPr>
          <w:sz w:val="28"/>
          <w:szCs w:val="28"/>
        </w:rPr>
        <w:t xml:space="preserve"> </w:t>
      </w:r>
      <w:r w:rsidR="00632087">
        <w:rPr>
          <w:sz w:val="28"/>
          <w:szCs w:val="28"/>
        </w:rPr>
        <w:t xml:space="preserve">  </w:t>
      </w:r>
      <w:r>
        <w:rPr>
          <w:sz w:val="28"/>
          <w:szCs w:val="28"/>
        </w:rPr>
        <w:t>В.В. Бурдин</w:t>
      </w:r>
      <w:r w:rsidR="00632087">
        <w:rPr>
          <w:sz w:val="28"/>
          <w:szCs w:val="28"/>
        </w:rPr>
        <w:t xml:space="preserve">       </w:t>
      </w: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E9649E">
      <w:pPr>
        <w:tabs>
          <w:tab w:val="left" w:pos="7695"/>
          <w:tab w:val="right" w:pos="9356"/>
        </w:tabs>
      </w:pPr>
    </w:p>
    <w:p w:rsidR="00632087" w:rsidRDefault="00632087" w:rsidP="00E9649E">
      <w:pPr>
        <w:tabs>
          <w:tab w:val="left" w:pos="7695"/>
          <w:tab w:val="right" w:pos="9356"/>
        </w:tabs>
      </w:pPr>
    </w:p>
    <w:p w:rsidR="006B38BF" w:rsidRPr="00E06C9E" w:rsidRDefault="006B38BF" w:rsidP="006B38BF">
      <w:pPr>
        <w:pStyle w:val="ConsPlusNormal"/>
        <w:ind w:left="5103" w:firstLine="0"/>
        <w:jc w:val="both"/>
        <w:rPr>
          <w:rFonts w:ascii="Times New Roman" w:hAnsi="Times New Roman"/>
          <w:sz w:val="26"/>
          <w:szCs w:val="26"/>
        </w:rPr>
      </w:pPr>
      <w:r>
        <w:rPr>
          <w:rFonts w:ascii="Times New Roman" w:hAnsi="Times New Roman"/>
          <w:sz w:val="26"/>
          <w:szCs w:val="26"/>
        </w:rPr>
        <w:br w:type="page"/>
      </w:r>
      <w:r w:rsidRPr="00E06C9E">
        <w:rPr>
          <w:rFonts w:ascii="Times New Roman" w:hAnsi="Times New Roman"/>
          <w:sz w:val="26"/>
          <w:szCs w:val="26"/>
        </w:rPr>
        <w:lastRenderedPageBreak/>
        <w:t>Приложение</w:t>
      </w:r>
    </w:p>
    <w:p w:rsidR="006B38BF" w:rsidRPr="00E06C9E" w:rsidRDefault="006B38BF" w:rsidP="006B38BF">
      <w:pPr>
        <w:pStyle w:val="ConsPlusNormal"/>
        <w:ind w:left="5103" w:firstLine="0"/>
        <w:jc w:val="both"/>
        <w:rPr>
          <w:rFonts w:ascii="Times New Roman" w:hAnsi="Times New Roman"/>
          <w:sz w:val="26"/>
          <w:szCs w:val="26"/>
        </w:rPr>
      </w:pPr>
      <w:r w:rsidRPr="00E06C9E">
        <w:rPr>
          <w:rFonts w:ascii="Times New Roman" w:hAnsi="Times New Roman"/>
          <w:sz w:val="26"/>
          <w:szCs w:val="26"/>
        </w:rPr>
        <w:t>к постановлению администрации</w:t>
      </w:r>
    </w:p>
    <w:p w:rsidR="006B38BF" w:rsidRPr="00E06C9E" w:rsidRDefault="006B38BF" w:rsidP="006B38BF">
      <w:pPr>
        <w:pStyle w:val="ConsPlusNormal"/>
        <w:ind w:left="5103" w:firstLine="0"/>
        <w:jc w:val="both"/>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Default="006B38BF" w:rsidP="006B38BF">
      <w:pPr>
        <w:pStyle w:val="ConsPlusNonformat"/>
        <w:widowControl/>
        <w:ind w:left="5103"/>
        <w:jc w:val="both"/>
        <w:rPr>
          <w:rFonts w:ascii="Times New Roman" w:hAnsi="Times New Roman" w:cs="Times New Roman"/>
          <w:sz w:val="24"/>
          <w:szCs w:val="24"/>
        </w:rPr>
      </w:pPr>
      <w:r w:rsidRPr="006B38BF">
        <w:rPr>
          <w:rFonts w:ascii="Times New Roman" w:hAnsi="Times New Roman"/>
          <w:sz w:val="28"/>
          <w:szCs w:val="28"/>
        </w:rPr>
        <w:t>От 08 октября 2021 г. №  623</w:t>
      </w:r>
      <w:bookmarkStart w:id="0" w:name="_GoBack"/>
      <w:bookmarkEnd w:id="0"/>
      <w:r w:rsidRPr="00F0020E">
        <w:rPr>
          <w:rFonts w:ascii="Times New Roman" w:hAnsi="Times New Roman"/>
          <w:sz w:val="28"/>
          <w:szCs w:val="28"/>
        </w:rPr>
        <w:t xml:space="preserve">   </w:t>
      </w: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56" w:type="dxa"/>
        <w:tblLook w:val="00A0" w:firstRow="1" w:lastRow="0" w:firstColumn="1" w:lastColumn="0" w:noHBand="0" w:noVBand="0"/>
      </w:tblPr>
      <w:tblGrid>
        <w:gridCol w:w="9656"/>
      </w:tblGrid>
      <w:tr w:rsidR="00632087" w:rsidRPr="005F00DB" w:rsidTr="007555B2">
        <w:trPr>
          <w:trHeight w:val="1357"/>
        </w:trPr>
        <w:tc>
          <w:tcPr>
            <w:tcW w:w="9656" w:type="dxa"/>
            <w:vAlign w:val="center"/>
          </w:tcPr>
          <w:p w:rsidR="00632087" w:rsidRDefault="00632087" w:rsidP="00406CD5">
            <w:pPr>
              <w:jc w:val="center"/>
              <w:rPr>
                <w:b/>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p w:rsidR="007555B2" w:rsidRDefault="007555B2" w:rsidP="00406CD5">
            <w:pPr>
              <w:jc w:val="center"/>
              <w:rPr>
                <w:b/>
                <w:sz w:val="26"/>
                <w:szCs w:val="26"/>
              </w:rPr>
            </w:pPr>
          </w:p>
          <w:tbl>
            <w:tblPr>
              <w:tblW w:w="9351" w:type="dxa"/>
              <w:tblLook w:val="00A0" w:firstRow="1" w:lastRow="0" w:firstColumn="1" w:lastColumn="0" w:noHBand="0" w:noVBand="0"/>
            </w:tblPr>
            <w:tblGrid>
              <w:gridCol w:w="4608"/>
              <w:gridCol w:w="4743"/>
            </w:tblGrid>
            <w:tr w:rsidR="007555B2" w:rsidRPr="002A1C96" w:rsidTr="005D3871">
              <w:trPr>
                <w:trHeight w:val="614"/>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программы</w:t>
                  </w:r>
                </w:p>
              </w:tc>
              <w:tc>
                <w:tcPr>
                  <w:tcW w:w="4743" w:type="dxa"/>
                  <w:tcBorders>
                    <w:top w:val="single" w:sz="4" w:space="0" w:color="auto"/>
                    <w:left w:val="nil"/>
                    <w:bottom w:val="single" w:sz="4" w:space="0" w:color="auto"/>
                    <w:right w:val="single" w:sz="4" w:space="0" w:color="auto"/>
                  </w:tcBorders>
                  <w:noWrap/>
                  <w:vAlign w:val="center"/>
                </w:tcPr>
                <w:p w:rsidR="007555B2" w:rsidRPr="00F201F7" w:rsidRDefault="007555B2" w:rsidP="007555B2">
                  <w:r w:rsidRPr="00F201F7">
                    <w:t>Администрация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Default="007555B2" w:rsidP="007555B2">
                  <w:r w:rsidRPr="00F201F7">
                    <w:t>Исполнители муниципальной программы</w:t>
                  </w:r>
                </w:p>
                <w:p w:rsidR="007555B2" w:rsidRPr="00E06C9E" w:rsidRDefault="007555B2" w:rsidP="007555B2">
                  <w:pPr>
                    <w:jc w:val="right"/>
                  </w:pPr>
                </w:p>
              </w:tc>
              <w:tc>
                <w:tcPr>
                  <w:tcW w:w="4743" w:type="dxa"/>
                  <w:tcBorders>
                    <w:top w:val="nil"/>
                    <w:left w:val="nil"/>
                    <w:bottom w:val="single" w:sz="4" w:space="0" w:color="auto"/>
                    <w:right w:val="single" w:sz="4" w:space="0" w:color="auto"/>
                  </w:tcBorders>
                  <w:vAlign w:val="center"/>
                </w:tcPr>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разработчики муниципальной программы</w:t>
                  </w:r>
                </w:p>
              </w:tc>
              <w:tc>
                <w:tcPr>
                  <w:tcW w:w="4743"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w:t>
                  </w:r>
                </w:p>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tc>
            </w:tr>
            <w:tr w:rsidR="007555B2" w:rsidRPr="002A1C96" w:rsidTr="005D3871">
              <w:trPr>
                <w:trHeight w:val="3651"/>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Подпрограммы муниципальной программы и основные мероприятия</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ind w:left="42"/>
                    <w:jc w:val="both"/>
                    <w:rPr>
                      <w:lang w:eastAsia="ru-RU"/>
                    </w:rPr>
                  </w:pPr>
                  <w:r w:rsidRPr="00F201F7">
                    <w:rPr>
                      <w:rFonts w:eastAsia="Times New Roman"/>
                      <w:lang w:eastAsia="ru-RU"/>
                    </w:rPr>
                    <w:t>1.подпрограмма «</w:t>
                  </w:r>
                  <w:r w:rsidRPr="00F201F7">
                    <w:t>С</w:t>
                  </w:r>
                  <w:r w:rsidRPr="00F201F7">
                    <w:rPr>
                      <w:lang w:eastAsia="ru-RU"/>
                    </w:rPr>
                    <w:t>оздание условий для  обеспечения муниципального управления»</w:t>
                  </w:r>
                </w:p>
                <w:p w:rsidR="007555B2" w:rsidRPr="00F201F7" w:rsidRDefault="007555B2" w:rsidP="007555B2">
                  <w:pPr>
                    <w:ind w:left="42"/>
                    <w:jc w:val="both"/>
                  </w:pPr>
                  <w:r w:rsidRPr="00F201F7">
                    <w:rPr>
                      <w:rFonts w:eastAsia="Times New Roman"/>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7555B2" w:rsidRPr="00F201F7" w:rsidRDefault="007555B2" w:rsidP="007555B2">
                  <w:pPr>
                    <w:ind w:left="42"/>
                    <w:jc w:val="both"/>
                  </w:pPr>
                  <w:r w:rsidRPr="00F201F7">
                    <w:rPr>
                      <w:rFonts w:eastAsia="Times New Roman"/>
                      <w:lang w:eastAsia="ru-RU"/>
                    </w:rPr>
                    <w:t>3.подпрограмма «Управление муниципальным  имуществом»;</w:t>
                  </w:r>
                </w:p>
                <w:p w:rsidR="007555B2" w:rsidRPr="00F201F7" w:rsidRDefault="007555B2" w:rsidP="007555B2">
                  <w:pPr>
                    <w:ind w:left="42"/>
                    <w:jc w:val="both"/>
                    <w:rPr>
                      <w:rFonts w:eastAsia="Times New Roman"/>
                      <w:lang w:eastAsia="ru-RU"/>
                    </w:rPr>
                  </w:pPr>
                  <w:r w:rsidRPr="00F201F7">
                    <w:rPr>
                      <w:rFonts w:eastAsia="Times New Roman"/>
                      <w:lang w:eastAsia="ru-RU"/>
                    </w:rPr>
                    <w:t>4.подпрограмма "Обеспечение жильем молодых семей".</w:t>
                  </w:r>
                </w:p>
                <w:p w:rsidR="007555B2" w:rsidRPr="00DC226C" w:rsidRDefault="007555B2" w:rsidP="007555B2">
                  <w:pPr>
                    <w:ind w:left="42"/>
                    <w:jc w:val="both"/>
                    <w:rPr>
                      <w:rFonts w:eastAsia="Times New Roman"/>
                      <w:lang w:eastAsia="ru-RU"/>
                    </w:rPr>
                  </w:pPr>
                  <w:r w:rsidRPr="00F201F7">
                    <w:rPr>
                      <w:rFonts w:eastAsia="Times New Roman"/>
                      <w:lang w:eastAsia="ru-RU"/>
                    </w:rPr>
                    <w:t xml:space="preserve">5.подпрограмма  "Развитие и поддержка малого </w:t>
                  </w:r>
                  <w:r w:rsidRPr="00DC226C">
                    <w:rPr>
                      <w:rFonts w:eastAsia="Times New Roman"/>
                      <w:lang w:eastAsia="ru-RU"/>
                    </w:rPr>
                    <w:t>и среднего предпринимательства"</w:t>
                  </w:r>
                </w:p>
                <w:p w:rsidR="007555B2" w:rsidRPr="003C0C04" w:rsidRDefault="007555B2" w:rsidP="007555B2">
                  <w:pPr>
                    <w:ind w:left="42"/>
                    <w:jc w:val="both"/>
                    <w:rPr>
                      <w:rFonts w:eastAsia="Times New Roman"/>
                      <w:lang w:eastAsia="ru-RU"/>
                    </w:rPr>
                  </w:pPr>
                  <w:r w:rsidRPr="00DC226C">
                    <w:rPr>
                      <w:rFonts w:eastAsia="Times New Roman"/>
                      <w:lang w:eastAsia="ru-RU"/>
                    </w:rPr>
                    <w:t>6.подпрограмма «</w:t>
                  </w:r>
                  <w:r w:rsidRPr="00DC226C">
                    <w:t>Обеспечение защиты  прав потребителей в Таловском муниципальном районе»</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программы</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r w:rsidRPr="00F201F7">
                    <w:rPr>
                      <w:lang w:eastAsia="ru-RU"/>
                    </w:rPr>
                    <w:t>Эффективное функционирование системы муниципального управления Таловского муниципального района</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Задачи муниципальной программы</w:t>
                  </w:r>
                </w:p>
              </w:tc>
              <w:tc>
                <w:tcPr>
                  <w:tcW w:w="4743" w:type="dxa"/>
                  <w:tcBorders>
                    <w:top w:val="nil"/>
                    <w:left w:val="nil"/>
                    <w:bottom w:val="single" w:sz="4" w:space="0" w:color="auto"/>
                    <w:right w:val="single" w:sz="4" w:space="0" w:color="auto"/>
                  </w:tcBorders>
                  <w:vAlign w:val="center"/>
                </w:tcPr>
                <w:p w:rsidR="007555B2" w:rsidRPr="00F201F7" w:rsidRDefault="007555B2" w:rsidP="007555B2">
                  <w:pPr>
                    <w:jc w:val="both"/>
                  </w:pPr>
                  <w:r w:rsidRPr="00F201F7">
                    <w:t xml:space="preserve">1.Совершенствование  правовых и организационных основ местного самоуправления, муниципальной службы. </w:t>
                  </w:r>
                </w:p>
                <w:p w:rsidR="007555B2" w:rsidRPr="00F201F7" w:rsidRDefault="007555B2" w:rsidP="007555B2">
                  <w:pPr>
                    <w:jc w:val="both"/>
                  </w:pPr>
                  <w:r w:rsidRPr="00F201F7">
                    <w:t xml:space="preserve">2.Повышение удовлетворенности населения деятельностью органов местного самоуправления. </w:t>
                  </w:r>
                </w:p>
                <w:p w:rsidR="007555B2" w:rsidRPr="00F201F7" w:rsidRDefault="007555B2" w:rsidP="007555B2">
                  <w:pPr>
                    <w:jc w:val="both"/>
                  </w:pPr>
                  <w:r w:rsidRPr="00F201F7">
                    <w:t xml:space="preserve">3.Создание условий для обеспечения </w:t>
                  </w:r>
                  <w:r w:rsidRPr="00F201F7">
                    <w:lastRenderedPageBreak/>
                    <w:t>эффективного муниципального управления.</w:t>
                  </w:r>
                </w:p>
                <w:p w:rsidR="007555B2" w:rsidRPr="00F201F7" w:rsidRDefault="007555B2" w:rsidP="007555B2">
                  <w:pPr>
                    <w:jc w:val="both"/>
                  </w:pPr>
                  <w:r w:rsidRPr="00F201F7">
                    <w:t xml:space="preserve">4.Повышение качества предоставления муниципальных услуг жителям района.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Целевые индикаторы и показатели муниципальной программы</w:t>
                  </w:r>
                </w:p>
              </w:tc>
              <w:tc>
                <w:tcPr>
                  <w:tcW w:w="4743" w:type="dxa"/>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r w:rsidRPr="00F201F7">
                    <w:t xml:space="preserve">1.Количество муниципальных услуг, оказываемых в электронном виде, ед. </w:t>
                  </w:r>
                </w:p>
                <w:p w:rsidR="007555B2" w:rsidRPr="00F201F7" w:rsidRDefault="007555B2" w:rsidP="007555B2">
                  <w:pPr>
                    <w:rPr>
                      <w:lang w:eastAsia="ru-RU"/>
                    </w:rPr>
                  </w:pPr>
                  <w:r w:rsidRPr="00F201F7">
                    <w:t xml:space="preserve">2.Доля НПА, проекты которых прошли правовую и антикоррупционную экспертизу, %.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программы</w:t>
                  </w:r>
                </w:p>
              </w:tc>
              <w:tc>
                <w:tcPr>
                  <w:tcW w:w="4743"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Срок реализации программы – 2018-202</w:t>
                  </w:r>
                  <w:r>
                    <w:rPr>
                      <w:lang w:eastAsia="ru-RU"/>
                    </w:rPr>
                    <w:t>9</w:t>
                  </w:r>
                  <w:r w:rsidRPr="00F201F7">
                    <w:t> </w:t>
                  </w:r>
                  <w:r>
                    <w:t>гг</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pPr>
                    <w:jc w:val="center"/>
                  </w:pPr>
                </w:p>
              </w:tc>
            </w:tr>
            <w:tr w:rsidR="007555B2" w:rsidRPr="002A1C96" w:rsidTr="005D3871">
              <w:trPr>
                <w:trHeight w:val="632"/>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7555B2" w:rsidRPr="00F201F7" w:rsidRDefault="007555B2" w:rsidP="007555B2"/>
              </w:tc>
              <w:tc>
                <w:tcPr>
                  <w:tcW w:w="4743" w:type="dxa"/>
                  <w:tcBorders>
                    <w:top w:val="single" w:sz="4" w:space="0" w:color="auto"/>
                    <w:left w:val="single" w:sz="4" w:space="0" w:color="auto"/>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Общий объем финансирования программы </w:t>
                  </w:r>
                  <w:r w:rsidR="005A4FD9">
                    <w:t>84</w:t>
                  </w:r>
                  <w:r w:rsidR="007C61C4">
                    <w:t>72</w:t>
                  </w:r>
                  <w:r w:rsidR="00F21293">
                    <w:t>84,38</w:t>
                  </w:r>
                  <w:r w:rsidRPr="00F201F7">
                    <w:t xml:space="preserve">   тыс. рублей, в том числе:</w:t>
                  </w:r>
                </w:p>
                <w:p w:rsidR="007555B2" w:rsidRPr="009E632F" w:rsidRDefault="007555B2" w:rsidP="007555B2">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Pr>
                      <w:rFonts w:ascii="Times New Roman" w:hAnsi="Times New Roman"/>
                      <w:sz w:val="24"/>
                      <w:szCs w:val="24"/>
                    </w:rPr>
                    <w:t>5740,72</w:t>
                  </w:r>
                  <w:r w:rsidRPr="00F10B9B">
                    <w:rPr>
                      <w:rFonts w:ascii="Times New Roman" w:hAnsi="Times New Roman"/>
                      <w:color w:val="FF0000"/>
                      <w:sz w:val="24"/>
                      <w:szCs w:val="24"/>
                    </w:rPr>
                    <w:t xml:space="preserve">  </w:t>
                  </w:r>
                  <w:r w:rsidRPr="009E632F">
                    <w:rPr>
                      <w:rFonts w:ascii="Times New Roman" w:hAnsi="Times New Roman"/>
                      <w:sz w:val="24"/>
                      <w:szCs w:val="24"/>
                    </w:rPr>
                    <w:t>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1649,89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1897,37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997,02</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2021 год –  1</w:t>
                  </w:r>
                  <w:r>
                    <w:rPr>
                      <w:rFonts w:ascii="Times New Roman" w:hAnsi="Times New Roman"/>
                      <w:sz w:val="24"/>
                      <w:szCs w:val="24"/>
                    </w:rPr>
                    <w:t xml:space="preserve">196,44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Pr>
                      <w:rFonts w:ascii="Times New Roman" w:hAnsi="Times New Roman"/>
                      <w:sz w:val="24"/>
                      <w:szCs w:val="24"/>
                    </w:rPr>
                    <w:t xml:space="preserve">0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Pr>
                      <w:rFonts w:ascii="Times New Roman" w:hAnsi="Times New Roman"/>
                      <w:sz w:val="24"/>
                      <w:szCs w:val="24"/>
                    </w:rPr>
                    <w:t>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областного бюджета   </w:t>
                  </w:r>
                  <w:r w:rsidR="005A4FD9">
                    <w:rPr>
                      <w:rFonts w:ascii="Times New Roman" w:hAnsi="Times New Roman"/>
                      <w:sz w:val="24"/>
                      <w:szCs w:val="24"/>
                    </w:rPr>
                    <w:t>84135,07</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4045,91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14425,53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2020 год –  4</w:t>
                  </w:r>
                  <w:r>
                    <w:rPr>
                      <w:rFonts w:ascii="Times New Roman" w:hAnsi="Times New Roman"/>
                      <w:sz w:val="24"/>
                      <w:szCs w:val="24"/>
                    </w:rPr>
                    <w:t>954,63</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Pr="006A5DFC">
                    <w:rPr>
                      <w:rFonts w:ascii="Times New Roman" w:hAnsi="Times New Roman"/>
                      <w:color w:val="0070C0"/>
                      <w:sz w:val="24"/>
                      <w:szCs w:val="24"/>
                    </w:rPr>
                    <w:t>4837,20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Pr>
                      <w:rFonts w:ascii="Times New Roman" w:hAnsi="Times New Roman"/>
                      <w:sz w:val="24"/>
                      <w:szCs w:val="24"/>
                    </w:rPr>
                    <w:t xml:space="preserve">6823,50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Pr>
                      <w:rFonts w:ascii="Times New Roman" w:hAnsi="Times New Roman"/>
                      <w:sz w:val="24"/>
                      <w:szCs w:val="24"/>
                    </w:rPr>
                    <w:t>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7006,90  тыс. рублей;</w:t>
                  </w:r>
                </w:p>
                <w:p w:rsidR="007555B2" w:rsidRPr="009E632F"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7006,90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местного  бюджета </w:t>
                  </w:r>
                  <w:r w:rsidR="005A4FD9">
                    <w:rPr>
                      <w:rFonts w:ascii="Times New Roman" w:hAnsi="Times New Roman"/>
                      <w:sz w:val="24"/>
                      <w:szCs w:val="24"/>
                    </w:rPr>
                    <w:t>64</w:t>
                  </w:r>
                  <w:r w:rsidR="007C61C4">
                    <w:rPr>
                      <w:rFonts w:ascii="Times New Roman" w:hAnsi="Times New Roman"/>
                      <w:sz w:val="24"/>
                      <w:szCs w:val="24"/>
                    </w:rPr>
                    <w:t>81</w:t>
                  </w:r>
                  <w:r w:rsidR="00F21293">
                    <w:rPr>
                      <w:rFonts w:ascii="Times New Roman" w:hAnsi="Times New Roman"/>
                      <w:sz w:val="24"/>
                      <w:szCs w:val="24"/>
                    </w:rPr>
                    <w:t>58,76</w:t>
                  </w:r>
                  <w:r w:rsidRPr="00322347">
                    <w:rPr>
                      <w:rFonts w:ascii="Times New Roman" w:hAnsi="Times New Roman"/>
                      <w:color w:val="0070C0"/>
                      <w:sz w:val="24"/>
                      <w:szCs w:val="24"/>
                    </w:rPr>
                    <w:t xml:space="preserve">  тыс</w:t>
                  </w:r>
                  <w:r w:rsidRPr="009E632F">
                    <w:rPr>
                      <w:rFonts w:ascii="Times New Roman" w:hAnsi="Times New Roman"/>
                      <w:sz w:val="24"/>
                      <w:szCs w:val="24"/>
                    </w:rPr>
                    <w:t>.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54104,50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61589,90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2020 год – 5</w:t>
                  </w:r>
                  <w:r>
                    <w:rPr>
                      <w:rFonts w:ascii="Times New Roman" w:hAnsi="Times New Roman"/>
                      <w:sz w:val="24"/>
                      <w:szCs w:val="24"/>
                    </w:rPr>
                    <w:t xml:space="preserve">6394,00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7C61C4">
                    <w:rPr>
                      <w:rFonts w:ascii="Times New Roman" w:hAnsi="Times New Roman"/>
                      <w:sz w:val="24"/>
                      <w:szCs w:val="24"/>
                    </w:rPr>
                    <w:t>621</w:t>
                  </w:r>
                  <w:r w:rsidR="00F21293">
                    <w:rPr>
                      <w:rFonts w:ascii="Times New Roman" w:hAnsi="Times New Roman"/>
                      <w:sz w:val="24"/>
                      <w:szCs w:val="24"/>
                    </w:rPr>
                    <w:t>51,36</w:t>
                  </w:r>
                  <w:r w:rsidRPr="00322347">
                    <w:rPr>
                      <w:rFonts w:ascii="Times New Roman" w:hAnsi="Times New Roman"/>
                      <w:color w:val="0070C0"/>
                      <w:sz w:val="24"/>
                      <w:szCs w:val="24"/>
                    </w:rPr>
                    <w:t xml:space="preserve">  тыс. рублей</w:t>
                  </w:r>
                  <w:r w:rsidRPr="009E632F">
                    <w:rPr>
                      <w:rFonts w:ascii="Times New Roman" w:hAnsi="Times New Roman"/>
                      <w:sz w:val="24"/>
                      <w:szCs w:val="24"/>
                    </w:rPr>
                    <w:t>;</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2022 год –</w:t>
                  </w:r>
                  <w:r w:rsidR="007C61C4">
                    <w:rPr>
                      <w:rFonts w:ascii="Times New Roman" w:hAnsi="Times New Roman"/>
                      <w:sz w:val="24"/>
                      <w:szCs w:val="24"/>
                    </w:rPr>
                    <w:t xml:space="preserve"> </w:t>
                  </w:r>
                  <w:r w:rsidRPr="009E632F">
                    <w:rPr>
                      <w:rFonts w:ascii="Times New Roman" w:hAnsi="Times New Roman"/>
                      <w:sz w:val="24"/>
                      <w:szCs w:val="24"/>
                    </w:rPr>
                    <w:t>5</w:t>
                  </w:r>
                  <w:r>
                    <w:rPr>
                      <w:rFonts w:ascii="Times New Roman" w:hAnsi="Times New Roman"/>
                      <w:sz w:val="24"/>
                      <w:szCs w:val="24"/>
                    </w:rPr>
                    <w:t>1560,50</w:t>
                  </w:r>
                  <w:r w:rsidRPr="009E632F">
                    <w:rPr>
                      <w:rFonts w:ascii="Times New Roman" w:hAnsi="Times New Roman"/>
                      <w:sz w:val="24"/>
                      <w:szCs w:val="24"/>
                    </w:rPr>
                    <w:t xml:space="preserve">  </w:t>
                  </w:r>
                  <w:r>
                    <w:rPr>
                      <w:rFonts w:ascii="Times New Roman" w:hAnsi="Times New Roman"/>
                      <w:sz w:val="24"/>
                      <w:szCs w:val="24"/>
                    </w:rPr>
                    <w:t xml:space="preserve"> </w:t>
                  </w:r>
                  <w:r w:rsidRPr="009E632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Pr>
                      <w:rFonts w:ascii="Times New Roman" w:hAnsi="Times New Roman"/>
                      <w:sz w:val="24"/>
                      <w:szCs w:val="24"/>
                    </w:rPr>
                    <w:t>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51765,50  тыс. рублей;</w:t>
                  </w:r>
                </w:p>
                <w:p w:rsidR="007326FE" w:rsidRDefault="007326FE" w:rsidP="005A4FD9">
                  <w:pPr>
                    <w:pStyle w:val="ConsPlusNormal"/>
                    <w:ind w:firstLine="540"/>
                    <w:jc w:val="both"/>
                    <w:rPr>
                      <w:rFonts w:ascii="Times New Roman" w:hAnsi="Times New Roman"/>
                      <w:sz w:val="24"/>
                      <w:szCs w:val="24"/>
                    </w:rPr>
                  </w:pP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51765,50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lastRenderedPageBreak/>
                    <w:t xml:space="preserve">- средства физических лиц </w:t>
                  </w:r>
                  <w:r w:rsidR="005A4FD9">
                    <w:rPr>
                      <w:rFonts w:ascii="Times New Roman" w:hAnsi="Times New Roman"/>
                      <w:sz w:val="24"/>
                      <w:szCs w:val="24"/>
                    </w:rPr>
                    <w:t>109249,83</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12110,56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19549,82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9414,69</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Pr>
                      <w:rFonts w:ascii="Times New Roman" w:hAnsi="Times New Roman"/>
                      <w:sz w:val="24"/>
                      <w:szCs w:val="24"/>
                    </w:rPr>
                    <w:t xml:space="preserve">5509,56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Pr>
                      <w:rFonts w:ascii="Times New Roman" w:hAnsi="Times New Roman"/>
                      <w:sz w:val="24"/>
                      <w:szCs w:val="24"/>
                    </w:rPr>
                    <w:t xml:space="preserve">7833,15 </w:t>
                  </w:r>
                  <w:r w:rsidRPr="009E632F">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Pr>
                      <w:rFonts w:ascii="Times New Roman" w:hAnsi="Times New Roman"/>
                      <w:sz w:val="24"/>
                      <w:szCs w:val="24"/>
                    </w:rPr>
                    <w:t xml:space="preserve"> 7833,</w:t>
                  </w:r>
                  <w:r w:rsidRPr="005A4FD9">
                    <w:rPr>
                      <w:rFonts w:ascii="Times New Roman" w:hAnsi="Times New Roman"/>
                      <w:sz w:val="24"/>
                      <w:szCs w:val="24"/>
                    </w:rPr>
                    <w:t>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2024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2025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2026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2027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2028 год</w:t>
                  </w:r>
                  <w:r w:rsidR="005A4FD9" w:rsidRPr="005A4FD9">
                    <w:rPr>
                      <w:rFonts w:ascii="Times New Roman" w:hAnsi="Times New Roman"/>
                      <w:sz w:val="24"/>
                      <w:szCs w:val="24"/>
                    </w:rPr>
                    <w:t>–   7833,15  тыс. рублей;</w:t>
                  </w:r>
                </w:p>
                <w:p w:rsidR="007555B2" w:rsidRPr="00F201F7" w:rsidRDefault="007555B2" w:rsidP="005A4FD9">
                  <w:pPr>
                    <w:pStyle w:val="ConsPlusNormal"/>
                    <w:ind w:firstLine="540"/>
                    <w:jc w:val="both"/>
                    <w:rPr>
                      <w:rFonts w:ascii="Times New Roman" w:hAnsi="Times New Roman"/>
                      <w:color w:val="FF0000"/>
                      <w:sz w:val="24"/>
                      <w:szCs w:val="24"/>
                    </w:rPr>
                  </w:pPr>
                  <w:r w:rsidRPr="005A4FD9">
                    <w:rPr>
                      <w:rFonts w:ascii="Times New Roman" w:hAnsi="Times New Roman"/>
                      <w:sz w:val="24"/>
                      <w:szCs w:val="24"/>
                    </w:rPr>
                    <w:t>2029 год</w:t>
                  </w:r>
                  <w:r w:rsidR="005A4FD9" w:rsidRPr="005A4FD9">
                    <w:rPr>
                      <w:rFonts w:ascii="Times New Roman" w:hAnsi="Times New Roman"/>
                      <w:sz w:val="24"/>
                      <w:szCs w:val="24"/>
                    </w:rPr>
                    <w:t>–   7833,15  тыс. рублей.</w:t>
                  </w:r>
                </w:p>
              </w:tc>
            </w:tr>
            <w:tr w:rsidR="007555B2" w:rsidRPr="002A1C96" w:rsidTr="005D3871">
              <w:trPr>
                <w:trHeight w:val="1125"/>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Ожидаемые конечные результаты реализации муниципальной программы</w:t>
                  </w:r>
                </w:p>
              </w:tc>
              <w:tc>
                <w:tcPr>
                  <w:tcW w:w="4743" w:type="dxa"/>
                  <w:tcBorders>
                    <w:top w:val="single" w:sz="4" w:space="0" w:color="auto"/>
                    <w:left w:val="nil"/>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 повышение эффективности деятельности органов местного самоуправления; </w:t>
                  </w:r>
                </w:p>
                <w:p w:rsidR="007555B2" w:rsidRPr="00F201F7" w:rsidRDefault="007555B2" w:rsidP="007555B2">
                  <w:pPr>
                    <w:jc w:val="both"/>
                  </w:pPr>
                  <w:r w:rsidRPr="00F201F7">
                    <w:t>- повышение уровня доверия населения к муниципальным служащим;</w:t>
                  </w:r>
                </w:p>
                <w:p w:rsidR="007555B2" w:rsidRPr="00F201F7" w:rsidRDefault="007555B2" w:rsidP="007555B2">
                  <w:r w:rsidRPr="00F201F7">
                    <w:t xml:space="preserve">-   повышение уровня профессиональной компетентности муниципальных служащих  </w:t>
                  </w:r>
                </w:p>
              </w:tc>
            </w:tr>
          </w:tbl>
          <w:p w:rsidR="007555B2" w:rsidRDefault="007555B2" w:rsidP="007555B2">
            <w:pPr>
              <w:pStyle w:val="a8"/>
              <w:tabs>
                <w:tab w:val="left" w:pos="708"/>
              </w:tabs>
              <w:rPr>
                <w:b/>
                <w:sz w:val="26"/>
              </w:rPr>
            </w:pPr>
          </w:p>
          <w:p w:rsidR="007555B2" w:rsidRPr="005F00DB" w:rsidRDefault="007555B2" w:rsidP="00406CD5">
            <w:pPr>
              <w:jc w:val="center"/>
              <w:rPr>
                <w:sz w:val="26"/>
                <w:szCs w:val="26"/>
              </w:rPr>
            </w:pPr>
          </w:p>
        </w:tc>
      </w:tr>
    </w:tbl>
    <w:p w:rsidR="00632087" w:rsidRPr="006F2901" w:rsidRDefault="00ED7762" w:rsidP="00ED7762">
      <w:pPr>
        <w:jc w:val="center"/>
        <w:rPr>
          <w:rFonts w:eastAsia="Times New Roman"/>
          <w:lang w:eastAsia="ru-RU"/>
        </w:rPr>
      </w:pPr>
      <w:r>
        <w:rPr>
          <w:b/>
          <w:sz w:val="26"/>
          <w:szCs w:val="26"/>
        </w:rPr>
        <w:lastRenderedPageBreak/>
        <w:t>1</w:t>
      </w:r>
      <w:r w:rsidR="00632087" w:rsidRPr="006F2901">
        <w:rPr>
          <w:b/>
          <w:sz w:val="26"/>
          <w:szCs w:val="26"/>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внедрение на </w:t>
      </w:r>
      <w:r w:rsidRPr="00F201F7">
        <w:lastRenderedPageBreak/>
        <w:t>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проекты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7555B2" w:rsidRDefault="00632087" w:rsidP="007555B2">
      <w:pPr>
        <w:jc w:val="both"/>
        <w:rPr>
          <w:lang w:eastAsia="ru-RU"/>
        </w:rPr>
      </w:pPr>
      <w:r w:rsidRPr="00F201F7">
        <w:t>Общий срок реализации программы рассчитан на период с 2018 по 202</w:t>
      </w:r>
      <w:r w:rsidR="007555B2">
        <w:t>9</w:t>
      </w:r>
      <w:r w:rsidRPr="00F201F7">
        <w:t xml:space="preserve"> год </w:t>
      </w:r>
      <w:r w:rsidR="007555B2">
        <w:t xml:space="preserve">.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p>
    <w:p w:rsidR="007555B2" w:rsidRPr="00F201F7" w:rsidRDefault="007555B2" w:rsidP="007555B2">
      <w:pPr>
        <w:rPr>
          <w:lang w:eastAsia="ru-RU"/>
        </w:rPr>
      </w:pPr>
      <w:r>
        <w:rPr>
          <w:lang w:eastAsia="ru-RU"/>
        </w:rPr>
        <w:t>2 этап- 2024-2029 гг.</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BE701F" w:rsidRDefault="00BE701F"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xml:space="preserve">Увеличение количества муниципальных услуг, предоставляемых в электронном виде </w:t>
      </w:r>
    </w:p>
    <w:p w:rsidR="00632087" w:rsidRPr="00F201F7" w:rsidRDefault="00632087" w:rsidP="00406CD5">
      <w:pPr>
        <w:jc w:val="both"/>
      </w:pPr>
      <w:r w:rsidRPr="00F201F7">
        <w:t xml:space="preserve">Сокращение сроков административных процедур при предоставлении муниципальных услуг. </w:t>
      </w:r>
    </w:p>
    <w:p w:rsidR="00632087" w:rsidRPr="00F201F7" w:rsidRDefault="00632087"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rsidR="00F36622">
        <w:t>.</w:t>
      </w:r>
    </w:p>
    <w:p w:rsidR="00632087" w:rsidRPr="00F201F7" w:rsidRDefault="00632087" w:rsidP="00406CD5">
      <w:r w:rsidRPr="00F201F7">
        <w:t>2. Обеспечение  функционирования Совета народных депутатов Таловского муниципального района</w:t>
      </w:r>
      <w:r w:rsidR="00F36622">
        <w:t xml:space="preserve">. </w:t>
      </w:r>
      <w:r w:rsidRPr="00F201F7">
        <w:t xml:space="preserve"> </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sidR="00F36622">
        <w:rPr>
          <w:rFonts w:eastAsia="Times New Roman"/>
          <w:lang w:eastAsia="ru-RU"/>
        </w:rPr>
        <w:t>.</w:t>
      </w:r>
      <w:r w:rsidRPr="00F201F7">
        <w:rPr>
          <w:rFonts w:eastAsia="Times New Roman"/>
          <w:lang w:eastAsia="ru-RU"/>
        </w:rPr>
        <w:t xml:space="preserve"> </w:t>
      </w:r>
    </w:p>
    <w:p w:rsidR="00632087" w:rsidRPr="00F201F7" w:rsidRDefault="00632087" w:rsidP="00406CD5">
      <w:r w:rsidRPr="00F201F7">
        <w:t>5. Обеспечение экологической безопасности и качества окружающей среды.</w:t>
      </w:r>
    </w:p>
    <w:p w:rsidR="00632087" w:rsidRDefault="00632087" w:rsidP="00406CD5">
      <w:pPr>
        <w:rPr>
          <w:color w:val="0000FF"/>
        </w:rPr>
      </w:pPr>
      <w:r w:rsidRPr="00F201F7">
        <w:t>6. Финансовое обеспечение других обязательств государства</w:t>
      </w:r>
      <w:r w:rsidRPr="00F201F7">
        <w:rPr>
          <w:color w:val="0000FF"/>
        </w:rPr>
        <w:t>.</w:t>
      </w:r>
    </w:p>
    <w:p w:rsidR="00632087" w:rsidRDefault="00632087" w:rsidP="00406CD5">
      <w:r w:rsidRPr="007E0BD5">
        <w:lastRenderedPageBreak/>
        <w:t>7. Развитие сети автомобильных дорог общего пользования местного значения.</w:t>
      </w:r>
    </w:p>
    <w:p w:rsidR="00426C2C" w:rsidRPr="007E0BD5" w:rsidRDefault="00426C2C" w:rsidP="00406CD5">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rsidR="00F36622">
        <w:t>.</w:t>
      </w:r>
    </w:p>
    <w:p w:rsidR="00632087" w:rsidRPr="00F201F7" w:rsidRDefault="00632087" w:rsidP="00406CD5"/>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4D300B" w:rsidRDefault="00632087" w:rsidP="00406CD5">
      <w:pPr>
        <w:ind w:left="42"/>
        <w:jc w:val="both"/>
        <w:rPr>
          <w:rFonts w:eastAsia="Times New Roman"/>
          <w:b/>
          <w:sz w:val="22"/>
          <w:szCs w:val="22"/>
          <w:u w:val="single"/>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BE701F" w:rsidRDefault="00BE701F" w:rsidP="00406CD5">
      <w:pPr>
        <w:jc w:val="both"/>
      </w:pPr>
    </w:p>
    <w:p w:rsidR="00BE701F" w:rsidRDefault="00BE701F" w:rsidP="00406CD5">
      <w:pPr>
        <w:jc w:val="both"/>
      </w:pP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autoSpaceDE w:val="0"/>
        <w:autoSpaceDN w:val="0"/>
        <w:adjustRightInd w:val="0"/>
        <w:jc w:val="both"/>
        <w:rPr>
          <w:rFonts w:eastAsia="Times New Roman"/>
          <w:lang w:eastAsia="ru-RU"/>
        </w:rPr>
      </w:pPr>
      <w:r w:rsidRPr="00F201F7">
        <w:t>- осуществление уборки и санитарно-гигиенической очистки помещений администрации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t>1</w:t>
      </w:r>
      <w:r>
        <w:t>.</w:t>
      </w:r>
      <w:r w:rsidRPr="00E828D6">
        <w:t xml:space="preserve"> техническая инвентаризация, оценка имущества для принятия управленческих решений;</w:t>
      </w:r>
    </w:p>
    <w:p w:rsidR="00632087" w:rsidRPr="00E828D6" w:rsidRDefault="00632087" w:rsidP="00406CD5">
      <w:pPr>
        <w:pStyle w:val="a4"/>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межевание земельных участков, оценка размера арендной платы;</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публикация информационных сообщений;</w:t>
      </w:r>
    </w:p>
    <w:p w:rsidR="00632087" w:rsidRPr="00E828D6" w:rsidRDefault="00632087" w:rsidP="00406CD5">
      <w:pPr>
        <w:ind w:left="42"/>
        <w:jc w:val="both"/>
      </w:pPr>
      <w:r w:rsidRPr="00E828D6">
        <w:lastRenderedPageBreak/>
        <w:t>5</w:t>
      </w:r>
      <w:r>
        <w:t>.</w:t>
      </w:r>
      <w:r w:rsidRPr="00E828D6">
        <w:t xml:space="preserve"> обеспечение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tabs>
          <w:tab w:val="left" w:pos="6660"/>
        </w:tabs>
        <w:jc w:val="both"/>
        <w:rPr>
          <w:szCs w:val="28"/>
        </w:rPr>
      </w:pPr>
      <w:r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p>
    <w:p w:rsidR="00632087" w:rsidRPr="004D300B" w:rsidRDefault="00632087" w:rsidP="00406CD5">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Default="00632087" w:rsidP="00BE701F">
      <w:pPr>
        <w:numPr>
          <w:ilvl w:val="0"/>
          <w:numId w:val="47"/>
        </w:numPr>
        <w:jc w:val="both"/>
        <w:rPr>
          <w:szCs w:val="28"/>
        </w:rPr>
      </w:pPr>
      <w:r>
        <w:rPr>
          <w:szCs w:val="28"/>
        </w:rPr>
        <w:t>Обеспечение жильём молодых семей</w:t>
      </w:r>
    </w:p>
    <w:p w:rsidR="00BE701F" w:rsidRPr="004D300B" w:rsidRDefault="00BE701F" w:rsidP="00BE701F">
      <w:pPr>
        <w:ind w:left="402"/>
        <w:jc w:val="both"/>
        <w:rPr>
          <w:rFonts w:eastAsia="Times New Roman"/>
          <w:lang w:eastAsia="ru-RU"/>
        </w:rPr>
      </w:pPr>
    </w:p>
    <w:p w:rsidR="00632087" w:rsidRDefault="00632087" w:rsidP="00032E76">
      <w:pPr>
        <w:tabs>
          <w:tab w:val="right" w:pos="9440"/>
        </w:tabs>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sidR="00032E76">
        <w:rPr>
          <w:rFonts w:eastAsia="Times New Roman"/>
          <w:b/>
          <w:u w:val="single"/>
          <w:lang w:eastAsia="ru-RU"/>
        </w:rPr>
        <w:tab/>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4D300B" w:rsidRDefault="00632087" w:rsidP="00406CD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4C515E" w:rsidP="004C515E">
      <w:r>
        <w:t xml:space="preserve">4. 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населенных пунктах.</w:t>
      </w:r>
    </w:p>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Обеспечение защиты  прав потребителей в Таловском муниципальном районе»</w:t>
      </w:r>
    </w:p>
    <w:p w:rsidR="009C5738" w:rsidRPr="009C5738" w:rsidRDefault="009C5738" w:rsidP="00406CD5">
      <w:pPr>
        <w:jc w:val="both"/>
        <w:outlineLvl w:val="2"/>
        <w:rPr>
          <w:rFonts w:eastAsia="Times New Roman"/>
          <w:lang w:eastAsia="ru-RU"/>
        </w:rPr>
      </w:pPr>
      <w:r w:rsidRPr="009C5738">
        <w:rPr>
          <w:rFonts w:eastAsia="Times New Roman"/>
          <w:lang w:eastAsia="ru-RU"/>
        </w:rPr>
        <w:t>Целью  подпрограммы является-</w:t>
      </w:r>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t>1.Рассмотрение обращений граждан и их консультирование по вопросам защиты прав потребителей.</w:t>
      </w:r>
    </w:p>
    <w:p w:rsidR="009C5738" w:rsidRPr="009C5738" w:rsidRDefault="009C5738" w:rsidP="009C5738">
      <w:pPr>
        <w:jc w:val="both"/>
        <w:outlineLvl w:val="2"/>
      </w:pPr>
      <w:r w:rsidRPr="009C5738">
        <w:rPr>
          <w:rFonts w:eastAsia="Times New Roman"/>
          <w:lang w:eastAsia="ru-RU"/>
        </w:rPr>
        <w:lastRenderedPageBreak/>
        <w:t>2.Ведение тематической рубрики на официальном сайте администрации Таловского муниципального района</w:t>
      </w:r>
    </w:p>
    <w:p w:rsidR="009C5738" w:rsidRDefault="009C5738" w:rsidP="00406CD5">
      <w:pPr>
        <w:ind w:firstLine="709"/>
        <w:jc w:val="center"/>
        <w:rPr>
          <w:b/>
          <w:sz w:val="26"/>
          <w:szCs w:val="26"/>
        </w:rPr>
      </w:pPr>
    </w:p>
    <w:p w:rsidR="00632087" w:rsidRPr="004D300B" w:rsidRDefault="00ED7762" w:rsidP="00406CD5">
      <w:pPr>
        <w:ind w:firstLine="709"/>
        <w:jc w:val="center"/>
        <w:rPr>
          <w:b/>
          <w:sz w:val="26"/>
          <w:szCs w:val="26"/>
        </w:rPr>
      </w:pPr>
      <w:r>
        <w:rPr>
          <w:b/>
          <w:sz w:val="26"/>
          <w:szCs w:val="26"/>
        </w:rPr>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632087" w:rsidP="00406CD5">
      <w:pPr>
        <w:ind w:firstLine="709"/>
        <w:jc w:val="both"/>
      </w:pPr>
      <w:r w:rsidRPr="00540684">
        <w:t xml:space="preserve">Объем прогнозируемых затрат на реализацию муниципальной </w:t>
      </w:r>
      <w:r w:rsidRPr="00842FA0">
        <w:t xml:space="preserve">программы </w:t>
      </w:r>
      <w:r w:rsidR="005A4FD9">
        <w:t>84</w:t>
      </w:r>
      <w:r w:rsidR="00F21293">
        <w:t>7284,38</w:t>
      </w:r>
      <w:r w:rsidRPr="00842FA0">
        <w:t xml:space="preserve">   тыс. рублей, в том числе:</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2018 год – 71910,86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2019 год – </w:t>
      </w:r>
      <w:r w:rsidR="009C5738" w:rsidRPr="001466E5">
        <w:rPr>
          <w:rFonts w:ascii="Times New Roman" w:hAnsi="Times New Roman"/>
          <w:sz w:val="24"/>
          <w:szCs w:val="24"/>
        </w:rPr>
        <w:t>9</w:t>
      </w:r>
      <w:r w:rsidR="00952B47" w:rsidRPr="001466E5">
        <w:rPr>
          <w:rFonts w:ascii="Times New Roman" w:hAnsi="Times New Roman"/>
          <w:sz w:val="24"/>
          <w:szCs w:val="24"/>
        </w:rPr>
        <w:t>7462,62</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2020 год –</w:t>
      </w:r>
      <w:r w:rsidR="00784B0F" w:rsidRPr="001466E5">
        <w:rPr>
          <w:rFonts w:ascii="Times New Roman" w:hAnsi="Times New Roman"/>
          <w:sz w:val="24"/>
          <w:szCs w:val="24"/>
        </w:rPr>
        <w:t>7</w:t>
      </w:r>
      <w:r w:rsidR="001466E5" w:rsidRPr="001466E5">
        <w:rPr>
          <w:rFonts w:ascii="Times New Roman" w:hAnsi="Times New Roman"/>
          <w:sz w:val="24"/>
          <w:szCs w:val="24"/>
        </w:rPr>
        <w:t>1760,34</w:t>
      </w:r>
      <w:r w:rsidR="00784B0F"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2021 год – </w:t>
      </w:r>
      <w:r w:rsidR="00CE19AC" w:rsidRPr="001466E5">
        <w:rPr>
          <w:rFonts w:ascii="Times New Roman" w:hAnsi="Times New Roman"/>
          <w:sz w:val="24"/>
          <w:szCs w:val="24"/>
        </w:rPr>
        <w:t>7</w:t>
      </w:r>
      <w:r w:rsidR="006A5DFC">
        <w:rPr>
          <w:rFonts w:ascii="Times New Roman" w:hAnsi="Times New Roman"/>
          <w:sz w:val="24"/>
          <w:szCs w:val="24"/>
        </w:rPr>
        <w:t>3</w:t>
      </w:r>
      <w:r w:rsidR="007C61C4">
        <w:rPr>
          <w:rFonts w:ascii="Times New Roman" w:hAnsi="Times New Roman"/>
          <w:sz w:val="24"/>
          <w:szCs w:val="24"/>
        </w:rPr>
        <w:t>6</w:t>
      </w:r>
      <w:r w:rsidR="00F21293">
        <w:rPr>
          <w:rFonts w:ascii="Times New Roman" w:hAnsi="Times New Roman"/>
          <w:sz w:val="24"/>
          <w:szCs w:val="24"/>
        </w:rPr>
        <w:t>94,56</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2022 год – </w:t>
      </w:r>
      <w:r w:rsidR="00952B47" w:rsidRPr="001466E5">
        <w:rPr>
          <w:rFonts w:ascii="Times New Roman" w:hAnsi="Times New Roman"/>
          <w:sz w:val="24"/>
          <w:szCs w:val="24"/>
        </w:rPr>
        <w:t>6</w:t>
      </w:r>
      <w:r w:rsidR="00CE19AC" w:rsidRPr="001466E5">
        <w:rPr>
          <w:rFonts w:ascii="Times New Roman" w:hAnsi="Times New Roman"/>
          <w:sz w:val="24"/>
          <w:szCs w:val="24"/>
        </w:rPr>
        <w:t>6217,1</w:t>
      </w:r>
      <w:r w:rsidR="001466E5" w:rsidRPr="001466E5">
        <w:rPr>
          <w:rFonts w:ascii="Times New Roman" w:hAnsi="Times New Roman"/>
          <w:sz w:val="24"/>
          <w:szCs w:val="24"/>
        </w:rPr>
        <w:t>5</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2023 год – </w:t>
      </w:r>
      <w:r w:rsidR="00CE19AC" w:rsidRPr="001466E5">
        <w:rPr>
          <w:rFonts w:ascii="Times New Roman" w:hAnsi="Times New Roman"/>
          <w:sz w:val="24"/>
          <w:szCs w:val="24"/>
        </w:rPr>
        <w:t>66605,5</w:t>
      </w:r>
      <w:r w:rsidR="001466E5" w:rsidRPr="001466E5">
        <w:rPr>
          <w:rFonts w:ascii="Times New Roman" w:hAnsi="Times New Roman"/>
          <w:sz w:val="24"/>
          <w:szCs w:val="24"/>
        </w:rPr>
        <w:t>5</w:t>
      </w:r>
      <w:r w:rsidR="00CE19AC" w:rsidRPr="001466E5">
        <w:rPr>
          <w:rFonts w:ascii="Times New Roman" w:hAnsi="Times New Roman"/>
          <w:sz w:val="24"/>
          <w:szCs w:val="24"/>
        </w:rPr>
        <w:t xml:space="preserve"> </w:t>
      </w:r>
      <w:r w:rsidR="007555B2">
        <w:rPr>
          <w:rFonts w:ascii="Times New Roman" w:hAnsi="Times New Roman"/>
          <w:sz w:val="24"/>
          <w:szCs w:val="24"/>
        </w:rPr>
        <w:t xml:space="preserve"> тыс. рублей; </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Pr="00842FA0"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632087" w:rsidRPr="00540684" w:rsidRDefault="00632087" w:rsidP="00406CD5">
      <w:pPr>
        <w:autoSpaceDE w:val="0"/>
        <w:autoSpaceDN w:val="0"/>
        <w:adjustRightInd w:val="0"/>
      </w:pPr>
      <w:r w:rsidRPr="00540684">
        <w:t xml:space="preserve">         Основой финансирования программы являются средства федерального, областного и районного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Default="00632087" w:rsidP="00406CD5">
      <w:pPr>
        <w:ind w:firstLine="709"/>
        <w:jc w:val="both"/>
        <w:rPr>
          <w:b/>
        </w:rPr>
      </w:pPr>
    </w:p>
    <w:p w:rsidR="00F21293" w:rsidRDefault="00F21293" w:rsidP="00406CD5">
      <w:pPr>
        <w:ind w:firstLine="709"/>
        <w:jc w:val="both"/>
        <w:rPr>
          <w:b/>
        </w:rPr>
      </w:pPr>
    </w:p>
    <w:p w:rsidR="00F21293" w:rsidRDefault="00F21293" w:rsidP="00406CD5">
      <w:pPr>
        <w:ind w:firstLine="709"/>
        <w:jc w:val="both"/>
        <w:rPr>
          <w:b/>
        </w:rPr>
      </w:pPr>
    </w:p>
    <w:p w:rsidR="00632087" w:rsidRDefault="00ED7762" w:rsidP="00406CD5">
      <w:pPr>
        <w:outlineLvl w:val="0"/>
        <w:rPr>
          <w:b/>
          <w:color w:val="0000FF"/>
          <w:sz w:val="26"/>
          <w:szCs w:val="26"/>
        </w:rPr>
      </w:pPr>
      <w:r>
        <w:rPr>
          <w:b/>
          <w:color w:val="0000FF"/>
          <w:sz w:val="26"/>
          <w:szCs w:val="26"/>
        </w:rPr>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Default="00632087" w:rsidP="00406CD5">
      <w:pPr>
        <w:ind w:left="42"/>
        <w:jc w:val="both"/>
        <w:rPr>
          <w:rFonts w:eastAsia="Times New Roman"/>
          <w:b/>
          <w:sz w:val="26"/>
          <w:szCs w:val="26"/>
          <w:u w:val="single"/>
          <w:lang w:eastAsia="ru-RU"/>
        </w:rPr>
      </w:pPr>
    </w:p>
    <w:p w:rsidR="00632087" w:rsidRPr="004D300B" w:rsidRDefault="00632087" w:rsidP="00406CD5">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10134" w:type="dxa"/>
        <w:tblLook w:val="00A0" w:firstRow="1" w:lastRow="0" w:firstColumn="1" w:lastColumn="0" w:noHBand="0" w:noVBand="0"/>
      </w:tblPr>
      <w:tblGrid>
        <w:gridCol w:w="10134"/>
      </w:tblGrid>
      <w:tr w:rsidR="00632087" w:rsidRPr="004D300B" w:rsidTr="007555B2">
        <w:trPr>
          <w:trHeight w:val="9554"/>
        </w:trPr>
        <w:tc>
          <w:tcPr>
            <w:tcW w:w="10134" w:type="dxa"/>
            <w:vAlign w:val="center"/>
          </w:tcPr>
          <w:p w:rsidR="00632087" w:rsidRDefault="00632087" w:rsidP="00137E0F">
            <w:pPr>
              <w:jc w:val="center"/>
              <w:rPr>
                <w:b/>
              </w:rPr>
            </w:pPr>
            <w:r w:rsidRPr="004D300B">
              <w:rPr>
                <w:b/>
              </w:rPr>
              <w:t>ПАСПОРТ</w:t>
            </w:r>
            <w:r w:rsidRPr="004D300B">
              <w:rPr>
                <w:b/>
              </w:rPr>
              <w:br/>
            </w:r>
            <w:r w:rsidRPr="00426C2C">
              <w:rPr>
                <w:b/>
              </w:rPr>
              <w:t>подпрограм</w:t>
            </w:r>
            <w:r w:rsidR="00426C2C" w:rsidRPr="00426C2C">
              <w:rPr>
                <w:b/>
              </w:rPr>
              <w:t xml:space="preserve">мы </w:t>
            </w:r>
            <w:r w:rsidRPr="00426C2C">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p w:rsidR="007555B2" w:rsidRDefault="007555B2" w:rsidP="00137E0F">
            <w:pPr>
              <w:jc w:val="center"/>
              <w:rPr>
                <w:b/>
              </w:rPr>
            </w:pPr>
          </w:p>
          <w:tbl>
            <w:tblPr>
              <w:tblW w:w="9908" w:type="dxa"/>
              <w:tblLook w:val="00A0" w:firstRow="1" w:lastRow="0" w:firstColumn="1" w:lastColumn="0" w:noHBand="0" w:noVBand="0"/>
            </w:tblPr>
            <w:tblGrid>
              <w:gridCol w:w="4308"/>
              <w:gridCol w:w="5600"/>
            </w:tblGrid>
            <w:tr w:rsidR="007555B2" w:rsidRPr="004D300B" w:rsidTr="007555B2">
              <w:trPr>
                <w:trHeight w:val="709"/>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555B2" w:rsidRPr="00F201F7" w:rsidRDefault="007555B2" w:rsidP="007555B2">
                  <w:r w:rsidRPr="00F201F7">
                    <w:t xml:space="preserve"> Администрация Таловского муниципального района  </w:t>
                  </w:r>
                </w:p>
              </w:tc>
            </w:tr>
            <w:tr w:rsidR="007555B2" w:rsidRPr="004D300B" w:rsidTr="007555B2">
              <w:trPr>
                <w:trHeight w:val="750"/>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4D300B" w:rsidTr="007555B2">
              <w:trPr>
                <w:trHeight w:val="839"/>
              </w:trPr>
              <w:tc>
                <w:tcPr>
                  <w:tcW w:w="4308" w:type="dxa"/>
                  <w:tcBorders>
                    <w:top w:val="nil"/>
                    <w:left w:val="single" w:sz="4" w:space="0" w:color="auto"/>
                    <w:bottom w:val="nil"/>
                    <w:right w:val="single" w:sz="4" w:space="0" w:color="auto"/>
                  </w:tcBorders>
                </w:tcPr>
                <w:p w:rsidR="007555B2" w:rsidRPr="00F201F7" w:rsidRDefault="007555B2" w:rsidP="007555B2">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Совет народных депутатов  Таловского муниципального района</w:t>
                  </w:r>
                </w:p>
              </w:tc>
            </w:tr>
            <w:tr w:rsidR="007555B2" w:rsidRPr="004D300B" w:rsidTr="007555B2">
              <w:trPr>
                <w:trHeight w:val="676"/>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555B2" w:rsidRPr="00F201F7" w:rsidRDefault="007555B2" w:rsidP="007555B2">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t>.</w:t>
                  </w:r>
                </w:p>
                <w:p w:rsidR="007555B2" w:rsidRPr="00F201F7" w:rsidRDefault="007555B2" w:rsidP="007555B2">
                  <w:r w:rsidRPr="00F201F7">
                    <w:t>2. Обеспечение  функционирования Совета народных депутатов Таловского муниципального района</w:t>
                  </w:r>
                  <w:r>
                    <w:t xml:space="preserve">. </w:t>
                  </w:r>
                  <w:r w:rsidRPr="00F201F7">
                    <w:t xml:space="preserve"> </w:t>
                  </w:r>
                </w:p>
                <w:p w:rsidR="007555B2" w:rsidRPr="00F201F7" w:rsidRDefault="007555B2" w:rsidP="007555B2">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7555B2" w:rsidRPr="00F201F7" w:rsidRDefault="007555B2" w:rsidP="007555B2">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Pr>
                      <w:rFonts w:eastAsia="Times New Roman"/>
                      <w:lang w:eastAsia="ru-RU"/>
                    </w:rPr>
                    <w:t>.</w:t>
                  </w:r>
                  <w:r w:rsidRPr="00F201F7">
                    <w:rPr>
                      <w:rFonts w:eastAsia="Times New Roman"/>
                      <w:lang w:eastAsia="ru-RU"/>
                    </w:rPr>
                    <w:t xml:space="preserve"> </w:t>
                  </w:r>
                </w:p>
                <w:p w:rsidR="007555B2" w:rsidRPr="00F201F7" w:rsidRDefault="007555B2" w:rsidP="007555B2">
                  <w:r w:rsidRPr="00F201F7">
                    <w:t>5. Обеспечение экологической безопасности и качества окружающей среды.</w:t>
                  </w:r>
                </w:p>
                <w:p w:rsidR="007555B2" w:rsidRDefault="007555B2" w:rsidP="007555B2">
                  <w:pPr>
                    <w:rPr>
                      <w:color w:val="0000FF"/>
                    </w:rPr>
                  </w:pPr>
                  <w:r w:rsidRPr="00F201F7">
                    <w:t>6. Финансовое обеспечение других обязательств государства</w:t>
                  </w:r>
                  <w:r w:rsidRPr="00F201F7">
                    <w:rPr>
                      <w:color w:val="0000FF"/>
                    </w:rPr>
                    <w:t>.</w:t>
                  </w:r>
                </w:p>
                <w:p w:rsidR="007555B2" w:rsidRDefault="007555B2" w:rsidP="007555B2">
                  <w:r w:rsidRPr="007E0BD5">
                    <w:t>7. Развитие сети автомобильных дорог общего пользования местного значения.</w:t>
                  </w:r>
                </w:p>
                <w:p w:rsidR="007555B2" w:rsidRPr="007E0BD5" w:rsidRDefault="007555B2" w:rsidP="007555B2">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t>.</w:t>
                  </w:r>
                </w:p>
                <w:p w:rsidR="007555B2" w:rsidRPr="00F201F7" w:rsidRDefault="007555B2" w:rsidP="007555B2">
                  <w:r w:rsidRPr="009E632F">
                    <w:t xml:space="preserve"> </w:t>
                  </w:r>
                </w:p>
              </w:tc>
            </w:tr>
            <w:tr w:rsidR="007555B2" w:rsidRPr="004D300B" w:rsidTr="007555B2">
              <w:trPr>
                <w:trHeight w:val="375"/>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7555B2" w:rsidRPr="00F201F7" w:rsidRDefault="007555B2" w:rsidP="007555B2">
                  <w:r w:rsidRPr="00F201F7">
                    <w:rPr>
                      <w:rFonts w:eastAsia="Times New Roman"/>
                      <w:lang w:eastAsia="ru-RU"/>
                    </w:rPr>
                    <w:t xml:space="preserve">Повышение эффективности деятельности органов местного самоуправления муниципального района. </w:t>
                  </w:r>
                </w:p>
              </w:tc>
            </w:tr>
            <w:tr w:rsidR="007555B2" w:rsidRPr="004D300B" w:rsidTr="007555B2">
              <w:trPr>
                <w:trHeight w:val="4991"/>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Pr="009E632F" w:rsidRDefault="007555B2" w:rsidP="007555B2">
                  <w:pPr>
                    <w:jc w:val="both"/>
                  </w:pPr>
                  <w:r w:rsidRPr="009E632F">
                    <w:t xml:space="preserve"> Увеличение количества муниципальных услуг, предоставляемых в электронном виде. </w:t>
                  </w:r>
                </w:p>
                <w:p w:rsidR="007555B2" w:rsidRPr="009E632F" w:rsidRDefault="007555B2" w:rsidP="007555B2">
                  <w:pPr>
                    <w:jc w:val="both"/>
                  </w:pPr>
                  <w:r w:rsidRPr="009E632F">
                    <w:t xml:space="preserve">Сокращение сроков административных процедур при предоставлении муниципальных услуг. </w:t>
                  </w:r>
                </w:p>
                <w:p w:rsidR="007555B2" w:rsidRPr="009E632F" w:rsidRDefault="007555B2" w:rsidP="007555B2">
                  <w:pPr>
                    <w:jc w:val="both"/>
                  </w:pPr>
                  <w:r w:rsidRPr="009E632F">
                    <w:t xml:space="preserve">Повышение участия граждан и институтов гражданского общества в деятельности органов местного самоуправления. </w:t>
                  </w:r>
                </w:p>
                <w:p w:rsidR="007555B2" w:rsidRPr="009E632F" w:rsidRDefault="007555B2" w:rsidP="007555B2">
                  <w:pPr>
                    <w:jc w:val="both"/>
                  </w:pPr>
                  <w:r w:rsidRPr="009E632F">
                    <w:t>Повышение престижа муниципальной службы и авторитета муниципальных служащих</w:t>
                  </w:r>
                </w:p>
                <w:p w:rsidR="007555B2" w:rsidRPr="009E632F" w:rsidRDefault="007555B2" w:rsidP="007555B2">
                  <w:pPr>
                    <w:jc w:val="both"/>
                  </w:pPr>
                  <w:r w:rsidRPr="009E632F">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555B2" w:rsidRPr="009E632F" w:rsidRDefault="007555B2" w:rsidP="007555B2">
                  <w:pPr>
                    <w:jc w:val="both"/>
                  </w:pPr>
                  <w:r w:rsidRPr="009E632F">
                    <w:t>Обеспечение открытости и прозрачности деятельности администрации Таловского муниципального района и муниципальной службы.</w:t>
                  </w:r>
                </w:p>
                <w:p w:rsidR="007555B2" w:rsidRPr="00F201F7" w:rsidRDefault="007555B2" w:rsidP="007555B2">
                  <w:r w:rsidRPr="009E632F">
                    <w:t>Повышение качества принимаемых нормативно-правовых актов.</w:t>
                  </w:r>
                  <w:r w:rsidRPr="00F201F7">
                    <w:t xml:space="preserve"> </w:t>
                  </w:r>
                </w:p>
              </w:tc>
            </w:tr>
            <w:tr w:rsidR="007555B2" w:rsidRPr="004D300B" w:rsidTr="007555B2">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555B2" w:rsidRPr="00F201F7" w:rsidRDefault="007555B2" w:rsidP="007555B2">
                  <w:r w:rsidRPr="00F201F7">
                    <w:t>Доля НПА, опротестованных прокуратурой;</w:t>
                  </w:r>
                </w:p>
              </w:tc>
            </w:tr>
            <w:tr w:rsidR="007555B2" w:rsidRPr="004D300B" w:rsidTr="007555B2">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tc>
              <w:tc>
                <w:tcPr>
                  <w:tcW w:w="5600" w:type="dxa"/>
                  <w:tcBorders>
                    <w:top w:val="single" w:sz="4" w:space="0" w:color="auto"/>
                    <w:left w:val="nil"/>
                    <w:bottom w:val="single" w:sz="4" w:space="0" w:color="auto"/>
                    <w:right w:val="single" w:sz="4" w:space="0" w:color="auto"/>
                  </w:tcBorders>
                </w:tcPr>
                <w:p w:rsidR="007555B2" w:rsidRPr="00F201F7" w:rsidRDefault="007555B2" w:rsidP="007555B2">
                  <w:r w:rsidRPr="00F201F7">
                    <w:t xml:space="preserve">Количество НПА, опубликованных на официальном сайте администрации района. </w:t>
                  </w:r>
                </w:p>
              </w:tc>
            </w:tr>
            <w:tr w:rsidR="007555B2" w:rsidRPr="004D300B" w:rsidTr="007555B2">
              <w:trPr>
                <w:trHeight w:val="484"/>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tc>
            </w:tr>
            <w:tr w:rsidR="007555B2" w:rsidRPr="004D300B" w:rsidTr="007555B2">
              <w:trPr>
                <w:trHeight w:val="129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E768B0" w:rsidRDefault="007555B2" w:rsidP="007555B2">
                  <w:pPr>
                    <w:pStyle w:val="ConsPlusNormal"/>
                    <w:ind w:firstLine="0"/>
                    <w:jc w:val="both"/>
                    <w:rPr>
                      <w:rFonts w:ascii="Times New Roman" w:hAnsi="Times New Roman"/>
                      <w:sz w:val="24"/>
                      <w:szCs w:val="24"/>
                    </w:rPr>
                  </w:pPr>
                  <w:r w:rsidRPr="00E768B0">
                    <w:rPr>
                      <w:rFonts w:ascii="Times New Roman" w:hAnsi="Times New Roman"/>
                      <w:sz w:val="24"/>
                      <w:szCs w:val="24"/>
                    </w:rPr>
                    <w:t xml:space="preserve">Общий объем финансирования подпрограммы </w:t>
                  </w:r>
                  <w:r w:rsidR="00EB19FD">
                    <w:rPr>
                      <w:rFonts w:ascii="Times New Roman" w:hAnsi="Times New Roman"/>
                      <w:sz w:val="24"/>
                      <w:szCs w:val="24"/>
                    </w:rPr>
                    <w:t>369797,90</w:t>
                  </w:r>
                  <w:r w:rsidRPr="00E768B0">
                    <w:rPr>
                      <w:rFonts w:ascii="Times New Roman" w:hAnsi="Times New Roman"/>
                      <w:sz w:val="24"/>
                      <w:szCs w:val="24"/>
                    </w:rPr>
                    <w:t xml:space="preserve">  тыс. руб.:</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федерального бюджета  </w:t>
                  </w:r>
                  <w:r>
                    <w:rPr>
                      <w:rFonts w:ascii="Times New Roman" w:hAnsi="Times New Roman"/>
                      <w:sz w:val="24"/>
                      <w:szCs w:val="24"/>
                    </w:rPr>
                    <w:t>598,80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2018 год –  </w:t>
                  </w:r>
                  <w:r>
                    <w:rPr>
                      <w:rFonts w:ascii="Times New Roman" w:hAnsi="Times New Roman"/>
                      <w:sz w:val="24"/>
                      <w:szCs w:val="24"/>
                    </w:rPr>
                    <w:t>42,00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w:t>
                  </w:r>
                  <w:r>
                    <w:rPr>
                      <w:rFonts w:ascii="Times New Roman" w:hAnsi="Times New Roman"/>
                      <w:sz w:val="24"/>
                      <w:szCs w:val="24"/>
                    </w:rPr>
                    <w:t xml:space="preserve"> 0 </w:t>
                  </w:r>
                  <w:r w:rsidRPr="00E768B0">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1</w:t>
                  </w:r>
                  <w:r w:rsidRPr="00E768B0">
                    <w:rPr>
                      <w:rFonts w:ascii="Times New Roman" w:hAnsi="Times New Roman"/>
                      <w:sz w:val="24"/>
                      <w:szCs w:val="24"/>
                    </w:rPr>
                    <w:t xml:space="preserve"> год –</w:t>
                  </w:r>
                  <w:r>
                    <w:rPr>
                      <w:rFonts w:ascii="Times New Roman" w:hAnsi="Times New Roman"/>
                      <w:sz w:val="24"/>
                      <w:szCs w:val="24"/>
                    </w:rPr>
                    <w:t xml:space="preserve"> 556,80 </w:t>
                  </w:r>
                  <w:r w:rsidRPr="00E768B0">
                    <w:rPr>
                      <w:rFonts w:ascii="Times New Roman" w:hAnsi="Times New Roman"/>
                      <w:sz w:val="24"/>
                      <w:szCs w:val="24"/>
                    </w:rPr>
                    <w:t>тыс. рублей</w:t>
                  </w:r>
                  <w:r>
                    <w:rPr>
                      <w:rFonts w:ascii="Times New Roman" w:hAnsi="Times New Roman"/>
                      <w:sz w:val="24"/>
                      <w:szCs w:val="24"/>
                    </w:rPr>
                    <w:t>;</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EB19FD">
                    <w:rPr>
                      <w:rFonts w:ascii="Times New Roman" w:hAnsi="Times New Roman"/>
                      <w:sz w:val="24"/>
                      <w:szCs w:val="24"/>
                    </w:rPr>
                    <w:t>49254,40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Pr>
                      <w:rFonts w:ascii="Times New Roman" w:hAnsi="Times New Roman"/>
                      <w:sz w:val="24"/>
                      <w:szCs w:val="24"/>
                    </w:rPr>
                    <w:t>3206,80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w:t>
                  </w:r>
                  <w:r>
                    <w:rPr>
                      <w:rFonts w:ascii="Times New Roman" w:hAnsi="Times New Roman"/>
                      <w:sz w:val="24"/>
                      <w:szCs w:val="24"/>
                    </w:rPr>
                    <w:t xml:space="preserve">   3561,50</w:t>
                  </w:r>
                  <w:r w:rsidRPr="00E768B0">
                    <w:rPr>
                      <w:rFonts w:ascii="Times New Roman" w:hAnsi="Times New Roman"/>
                      <w:sz w:val="24"/>
                      <w:szCs w:val="24"/>
                    </w:rPr>
                    <w:t xml:space="preserve"> тыс. рублей</w:t>
                  </w:r>
                  <w:r>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 </w:t>
                  </w:r>
                  <w:r>
                    <w:rPr>
                      <w:rFonts w:ascii="Times New Roman" w:hAnsi="Times New Roman"/>
                      <w:sz w:val="24"/>
                      <w:szCs w:val="24"/>
                    </w:rPr>
                    <w:t xml:space="preserve">   3721,40 </w:t>
                  </w:r>
                  <w:r w:rsidRPr="00E768B0">
                    <w:rPr>
                      <w:rFonts w:ascii="Times New Roman" w:hAnsi="Times New Roman"/>
                      <w:sz w:val="24"/>
                      <w:szCs w:val="24"/>
                    </w:rPr>
                    <w:t xml:space="preserve"> тыс. рублей</w:t>
                  </w:r>
                  <w:r>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EB19FD">
                    <w:rPr>
                      <w:rFonts w:ascii="Times New Roman" w:hAnsi="Times New Roman"/>
                      <w:sz w:val="24"/>
                      <w:szCs w:val="24"/>
                    </w:rPr>
                    <w:t>319944,70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2</w:t>
                  </w:r>
                  <w:r>
                    <w:rPr>
                      <w:rFonts w:ascii="Times New Roman" w:hAnsi="Times New Roman"/>
                      <w:sz w:val="24"/>
                      <w:szCs w:val="24"/>
                    </w:rPr>
                    <w:t>7427,60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2020 год –  </w:t>
                  </w:r>
                  <w:r>
                    <w:rPr>
                      <w:rFonts w:ascii="Times New Roman" w:hAnsi="Times New Roman"/>
                      <w:sz w:val="24"/>
                      <w:szCs w:val="24"/>
                    </w:rPr>
                    <w:t xml:space="preserve">26175,70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2021 год –  2</w:t>
                  </w:r>
                  <w:r>
                    <w:rPr>
                      <w:rFonts w:ascii="Times New Roman" w:hAnsi="Times New Roman"/>
                      <w:sz w:val="24"/>
                      <w:szCs w:val="24"/>
                    </w:rPr>
                    <w:t xml:space="preserve">9978,10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2022 год –  2</w:t>
                  </w:r>
                  <w:r>
                    <w:rPr>
                      <w:rFonts w:ascii="Times New Roman" w:hAnsi="Times New Roman"/>
                      <w:sz w:val="24"/>
                      <w:szCs w:val="24"/>
                    </w:rPr>
                    <w:t xml:space="preserve">6287,10 </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2023 год –  2</w:t>
                  </w:r>
                  <w:r>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7555B2" w:rsidRPr="00E768B0" w:rsidRDefault="007555B2" w:rsidP="007555B2">
                  <w:pPr>
                    <w:pStyle w:val="ConsPlusNormal"/>
                    <w:ind w:firstLine="540"/>
                    <w:jc w:val="both"/>
                  </w:pPr>
                </w:p>
              </w:tc>
            </w:tr>
            <w:tr w:rsidR="007555B2" w:rsidRPr="004D300B" w:rsidTr="007555B2">
              <w:trPr>
                <w:trHeight w:val="112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EB19FD">
                  <w:r w:rsidRPr="00F201F7">
                    <w:t xml:space="preserve">Ожидаемые конечные результаты </w:t>
                  </w:r>
                  <w:r w:rsidR="00EB19FD">
                    <w:t>ре</w:t>
                  </w:r>
                  <w:r w:rsidRPr="00F201F7">
                    <w:t>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3248CB" w:rsidRDefault="007555B2" w:rsidP="007555B2">
                  <w:r w:rsidRPr="003248C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555B2" w:rsidRPr="003248CB" w:rsidRDefault="007555B2" w:rsidP="007555B2">
                  <w:r w:rsidRPr="003248C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555B2" w:rsidRPr="003248CB" w:rsidRDefault="007555B2" w:rsidP="007555B2">
                  <w:r w:rsidRPr="003248CB">
                    <w:rPr>
                      <w:bCs/>
                    </w:rPr>
                    <w:t xml:space="preserve">- повышение эффективности и результативности 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7555B2" w:rsidRPr="003248CB" w:rsidRDefault="007555B2" w:rsidP="007555B2">
                  <w:r w:rsidRPr="003248CB">
                    <w:t>- повышение качества предоставляемых муниципальных услуг;</w:t>
                  </w:r>
                </w:p>
                <w:p w:rsidR="007555B2" w:rsidRDefault="007555B2" w:rsidP="007555B2">
                  <w:r w:rsidRPr="003248CB">
                    <w:t xml:space="preserve">- повышение престижа муниципальной службы.  </w:t>
                  </w:r>
                </w:p>
                <w:p w:rsidR="00EB19FD" w:rsidRDefault="00EB19FD" w:rsidP="007555B2"/>
                <w:p w:rsidR="00EB19FD" w:rsidRDefault="00EB19FD" w:rsidP="007555B2"/>
                <w:p w:rsidR="00EB19FD" w:rsidRPr="003248CB" w:rsidRDefault="00EB19FD" w:rsidP="007555B2"/>
              </w:tc>
            </w:tr>
          </w:tbl>
          <w:p w:rsidR="007555B2" w:rsidRPr="004D300B" w:rsidRDefault="007555B2" w:rsidP="00137E0F">
            <w:pPr>
              <w:jc w:val="center"/>
            </w:pPr>
          </w:p>
        </w:tc>
      </w:tr>
    </w:tbl>
    <w:p w:rsidR="00632087" w:rsidRPr="00BB70F3" w:rsidRDefault="00632087" w:rsidP="00406CD5">
      <w:pPr>
        <w:ind w:firstLine="709"/>
        <w:jc w:val="center"/>
        <w:rPr>
          <w:b/>
          <w:color w:val="000000"/>
          <w:sz w:val="26"/>
          <w:szCs w:val="26"/>
        </w:rPr>
      </w:pPr>
      <w:r w:rsidRPr="00BB70F3">
        <w:rPr>
          <w:b/>
          <w:color w:val="000000"/>
          <w:sz w:val="26"/>
          <w:szCs w:val="26"/>
        </w:rPr>
        <w:t xml:space="preserve">Раздел </w:t>
      </w:r>
      <w:r w:rsidR="00ED7762">
        <w:rPr>
          <w:b/>
          <w:color w:val="000000"/>
          <w:sz w:val="26"/>
          <w:szCs w:val="26"/>
        </w:rPr>
        <w:t>1</w:t>
      </w:r>
      <w:r w:rsidRPr="00BB70F3">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w:t>
      </w:r>
      <w:r w:rsidR="00EB19FD">
        <w:t>35</w:t>
      </w:r>
      <w:r w:rsidRPr="00F201F7">
        <w:t xml:space="preserve"> года, Стратегии социально-экономического развития Таловского муниципального района  до 20</w:t>
      </w:r>
      <w:r w:rsidR="00EB19FD">
        <w:t>35</w:t>
      </w:r>
      <w:r w:rsidRPr="00F201F7">
        <w:t xml:space="preserve"> года.</w:t>
      </w:r>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области ; </w:t>
      </w:r>
    </w:p>
    <w:p w:rsidR="00632087" w:rsidRPr="00F201F7" w:rsidRDefault="00632087" w:rsidP="00406CD5">
      <w:pPr>
        <w:pStyle w:val="Default"/>
        <w:jc w:val="both"/>
      </w:pPr>
      <w:r w:rsidRPr="00F201F7">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t xml:space="preserve"> </w:t>
      </w:r>
      <w:r w:rsidRPr="00F201F7">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Повышение эффективности деятельности органов местного самоуправления муниципального района .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632087" w:rsidP="00406CD5">
      <w:pPr>
        <w:jc w:val="both"/>
        <w:rPr>
          <w:color w:val="000000"/>
        </w:rPr>
      </w:pPr>
      <w:r w:rsidRPr="00F201F7">
        <w:rPr>
          <w:color w:val="000000"/>
        </w:rPr>
        <w:t xml:space="preserve">Увеличение количества муниципальных услуг, предоставляемых в электронном виде </w:t>
      </w:r>
    </w:p>
    <w:p w:rsidR="00632087" w:rsidRPr="00F201F7" w:rsidRDefault="00632087" w:rsidP="00406CD5">
      <w:pPr>
        <w:jc w:val="both"/>
        <w:rPr>
          <w:color w:val="000000"/>
        </w:rPr>
      </w:pPr>
      <w:r w:rsidRPr="00F201F7">
        <w:rPr>
          <w:color w:val="000000"/>
        </w:rPr>
        <w:t xml:space="preserve">Сокращение сроков административных процедур при предоставлении муниципальных услуг. </w:t>
      </w:r>
    </w:p>
    <w:p w:rsidR="00632087" w:rsidRPr="00F201F7" w:rsidRDefault="00632087" w:rsidP="00406CD5">
      <w:pPr>
        <w:jc w:val="both"/>
        <w:rPr>
          <w:color w:val="000000"/>
        </w:rPr>
      </w:pPr>
      <w:r w:rsidRPr="00F201F7">
        <w:rPr>
          <w:color w:val="000000"/>
        </w:rPr>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406CD5">
            <w:r w:rsidRPr="00F201F7">
              <w:t>1. Доля НПА, опротестованных прокуратурой;</w:t>
            </w:r>
          </w:p>
        </w:tc>
      </w:tr>
      <w:tr w:rsidR="00632087" w:rsidRPr="00F201F7" w:rsidTr="00406CD5">
        <w:trPr>
          <w:trHeight w:val="524"/>
        </w:trPr>
        <w:tc>
          <w:tcPr>
            <w:tcW w:w="9908" w:type="dxa"/>
          </w:tcPr>
          <w:p w:rsidR="00632087" w:rsidRPr="00F201F7" w:rsidRDefault="00632087" w:rsidP="00406CD5">
            <w:r w:rsidRPr="00F201F7">
              <w:t xml:space="preserve">2. Количество НПА, опубликованных на официальном сайте администрации района. </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7555B2" w:rsidRDefault="00632087" w:rsidP="007555B2">
      <w:pPr>
        <w:jc w:val="center"/>
        <w:rPr>
          <w:lang w:eastAsia="ru-RU"/>
        </w:rPr>
      </w:pPr>
      <w:r w:rsidRPr="00F201F7">
        <w:t>Реализация подпрограммы рассчитана на 2018 - 202</w:t>
      </w:r>
      <w:r w:rsidR="007555B2">
        <w:t>9</w:t>
      </w:r>
      <w:r w:rsidRPr="00F201F7">
        <w:t xml:space="preserve"> годы.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r w:rsidR="00BB0480">
        <w:rPr>
          <w:lang w:eastAsia="ru-RU"/>
        </w:rPr>
        <w:t>.</w:t>
      </w:r>
    </w:p>
    <w:p w:rsidR="007555B2" w:rsidRDefault="007555B2" w:rsidP="007555B2">
      <w:pPr>
        <w:rPr>
          <w:lang w:eastAsia="ru-RU"/>
        </w:rPr>
      </w:pPr>
      <w:r>
        <w:rPr>
          <w:lang w:eastAsia="ru-RU"/>
        </w:rPr>
        <w:t>2 этап- 2024-2029 гг</w:t>
      </w:r>
      <w:r w:rsidR="00BB0480">
        <w:rPr>
          <w:lang w:eastAsia="ru-RU"/>
        </w:rPr>
        <w:t>.</w:t>
      </w:r>
    </w:p>
    <w:p w:rsidR="00206A63" w:rsidRPr="00F201F7" w:rsidRDefault="00206A63" w:rsidP="007555B2">
      <w:pPr>
        <w:rPr>
          <w:lang w:eastAsia="ru-RU"/>
        </w:rPr>
      </w:pPr>
    </w:p>
    <w:p w:rsidR="00632087" w:rsidRDefault="00632087" w:rsidP="00ED7762">
      <w:pPr>
        <w:ind w:firstLine="709"/>
        <w:jc w:val="center"/>
        <w:rPr>
          <w:b/>
          <w:color w:val="000000"/>
          <w:sz w:val="26"/>
          <w:szCs w:val="26"/>
        </w:rPr>
      </w:pPr>
      <w:r>
        <w:rPr>
          <w:b/>
          <w:color w:val="000000"/>
          <w:sz w:val="26"/>
          <w:szCs w:val="26"/>
        </w:rPr>
        <w:t xml:space="preserve">Раздел </w:t>
      </w:r>
      <w:r w:rsidR="00ED7762">
        <w:rPr>
          <w:b/>
          <w:color w:val="000000"/>
          <w:sz w:val="26"/>
          <w:szCs w:val="26"/>
        </w:rPr>
        <w:t>2</w:t>
      </w:r>
      <w:r>
        <w:rPr>
          <w:b/>
          <w:color w:val="000000"/>
          <w:sz w:val="26"/>
          <w:szCs w:val="26"/>
        </w:rPr>
        <w:t>. Характеристика основных мероприятий</w:t>
      </w:r>
      <w:r w:rsidR="00ED7762">
        <w:rPr>
          <w:b/>
          <w:color w:val="000000"/>
          <w:sz w:val="26"/>
          <w:szCs w:val="26"/>
        </w:rPr>
        <w:t xml:space="preserve"> и мероприятий  подпрограммы</w:t>
      </w:r>
      <w:r w:rsidR="008E5422">
        <w:rPr>
          <w:b/>
          <w:color w:val="000000"/>
          <w:sz w:val="26"/>
          <w:szCs w:val="26"/>
        </w:rPr>
        <w:t>.</w:t>
      </w:r>
    </w:p>
    <w:p w:rsidR="00F36622" w:rsidRDefault="00F36622" w:rsidP="00ED7762">
      <w:pPr>
        <w:ind w:firstLine="709"/>
        <w:jc w:val="center"/>
        <w:rPr>
          <w:b/>
          <w:color w:val="000000"/>
          <w:sz w:val="26"/>
          <w:szCs w:val="26"/>
        </w:rPr>
      </w:pPr>
    </w:p>
    <w:p w:rsidR="00F36622" w:rsidRDefault="00632087" w:rsidP="00406CD5">
      <w:pPr>
        <w:autoSpaceDE w:val="0"/>
        <w:autoSpaceDN w:val="0"/>
        <w:adjustRightInd w:val="0"/>
        <w:jc w:val="both"/>
      </w:pPr>
      <w:r w:rsidRPr="00F201F7">
        <w:rPr>
          <w:b/>
          <w:u w:val="single"/>
        </w:rPr>
        <w:t>Мероприятие 1.</w:t>
      </w:r>
      <w:r w:rsidRPr="00F201F7">
        <w:t xml:space="preserve">  Обеспечение  функционирования  администрации Таловского муниципального района</w:t>
      </w:r>
      <w:r w:rsidR="00F36622">
        <w:t>.</w:t>
      </w:r>
    </w:p>
    <w:p w:rsidR="00632087" w:rsidRPr="00F201F7" w:rsidRDefault="00F36622" w:rsidP="00406CD5">
      <w:pPr>
        <w:autoSpaceDE w:val="0"/>
        <w:autoSpaceDN w:val="0"/>
        <w:adjustRightInd w:val="0"/>
        <w:jc w:val="both"/>
        <w:rPr>
          <w:rFonts w:eastAsia="Times New Roman"/>
          <w:lang w:eastAsia="ru-RU"/>
        </w:rPr>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00632087"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206A63">
        <w:rPr>
          <w:rFonts w:ascii="Times New Roman" w:hAnsi="Times New Roman"/>
          <w:sz w:val="24"/>
          <w:szCs w:val="24"/>
        </w:rPr>
        <w:t>264698,30</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w:t>
      </w:r>
      <w:r w:rsidR="001466E5">
        <w:rPr>
          <w:rFonts w:ascii="Times New Roman" w:hAnsi="Times New Roman"/>
          <w:sz w:val="24"/>
          <w:szCs w:val="24"/>
        </w:rPr>
        <w:t>1835,20</w:t>
      </w:r>
      <w:r w:rsidR="006E4AC5">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1466E5">
        <w:rPr>
          <w:rFonts w:ascii="Times New Roman" w:hAnsi="Times New Roman"/>
          <w:sz w:val="24"/>
          <w:szCs w:val="24"/>
        </w:rPr>
        <w:t>4955,00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67116">
        <w:rPr>
          <w:rFonts w:ascii="Times New Roman" w:hAnsi="Times New Roman"/>
          <w:sz w:val="24"/>
          <w:szCs w:val="24"/>
        </w:rPr>
        <w:t>2</w:t>
      </w:r>
      <w:r w:rsidR="001466E5">
        <w:rPr>
          <w:rFonts w:ascii="Times New Roman" w:hAnsi="Times New Roman"/>
          <w:sz w:val="24"/>
          <w:szCs w:val="24"/>
        </w:rPr>
        <w:t xml:space="preserve">1963,00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 xml:space="preserve">22101,00 </w:t>
      </w:r>
      <w:r w:rsidR="00967116">
        <w:rPr>
          <w:rFonts w:ascii="Times New Roman" w:hAnsi="Times New Roman"/>
          <w:sz w:val="24"/>
          <w:szCs w:val="24"/>
        </w:rPr>
        <w:t xml:space="preserve"> </w:t>
      </w:r>
      <w:r w:rsidR="00206A63">
        <w:rPr>
          <w:rFonts w:ascii="Times New Roman" w:hAnsi="Times New Roman"/>
          <w:sz w:val="24"/>
          <w:szCs w:val="24"/>
        </w:rPr>
        <w:t>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BB0480" w:rsidP="00206A63">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 xml:space="preserve">22101,00  </w:t>
      </w:r>
      <w:r w:rsidR="00206A63"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F36622" w:rsidRDefault="00632087" w:rsidP="00406CD5">
      <w:pPr>
        <w:autoSpaceDE w:val="0"/>
        <w:autoSpaceDN w:val="0"/>
        <w:adjustRightInd w:val="0"/>
        <w:jc w:val="both"/>
      </w:pPr>
      <w:r w:rsidRPr="00F201F7">
        <w:rPr>
          <w:b/>
          <w:u w:val="single"/>
        </w:rPr>
        <w:t>Мероприятие 2.</w:t>
      </w:r>
      <w:r>
        <w:rPr>
          <w:b/>
          <w:u w:val="single"/>
        </w:rPr>
        <w:t xml:space="preserve"> </w:t>
      </w:r>
      <w:r w:rsidRPr="00F201F7">
        <w:t>Обеспечение  функционирования Совета народных депутатов Таловского муниципального района</w:t>
      </w:r>
      <w:r w:rsidR="00F36622">
        <w:t>.</w:t>
      </w:r>
    </w:p>
    <w:p w:rsidR="00632087" w:rsidRPr="00F201F7" w:rsidRDefault="00F36622" w:rsidP="00406CD5">
      <w:pPr>
        <w:autoSpaceDE w:val="0"/>
        <w:autoSpaceDN w:val="0"/>
        <w:adjustRightInd w:val="0"/>
        <w:jc w:val="both"/>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Совета народных депутатов Таловского муниципального района. </w:t>
      </w:r>
      <w:r w:rsidR="00632087"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003248CB">
        <w:rPr>
          <w:rFonts w:ascii="Times New Roman" w:hAnsi="Times New Roman"/>
          <w:sz w:val="24"/>
          <w:szCs w:val="24"/>
        </w:rPr>
        <w:t xml:space="preserve"> </w:t>
      </w:r>
      <w:r w:rsidRPr="00217A6F">
        <w:rPr>
          <w:rFonts w:ascii="Times New Roman" w:hAnsi="Times New Roman"/>
          <w:sz w:val="24"/>
          <w:szCs w:val="24"/>
        </w:rPr>
        <w:t xml:space="preserve">  </w:t>
      </w:r>
      <w:r w:rsidR="00206A63">
        <w:rPr>
          <w:rFonts w:ascii="Times New Roman" w:hAnsi="Times New Roman"/>
          <w:sz w:val="24"/>
          <w:szCs w:val="24"/>
        </w:rPr>
        <w:t>12775,90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1466E5">
        <w:rPr>
          <w:rFonts w:ascii="Times New Roman" w:hAnsi="Times New Roman"/>
          <w:sz w:val="24"/>
          <w:szCs w:val="24"/>
        </w:rPr>
        <w:t>610,70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w:t>
      </w:r>
      <w:r w:rsidR="001466E5">
        <w:rPr>
          <w:rFonts w:ascii="Times New Roman" w:hAnsi="Times New Roman"/>
          <w:sz w:val="24"/>
          <w:szCs w:val="24"/>
        </w:rPr>
        <w:t>639</w:t>
      </w:r>
      <w:r w:rsidR="00967116">
        <w:rPr>
          <w:rFonts w:ascii="Times New Roman" w:hAnsi="Times New Roman"/>
          <w:sz w:val="24"/>
          <w:szCs w:val="24"/>
        </w:rPr>
        <w:t>,00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2022 год –  1</w:t>
      </w:r>
      <w:r w:rsidR="001466E5">
        <w:rPr>
          <w:rFonts w:ascii="Times New Roman" w:hAnsi="Times New Roman"/>
          <w:sz w:val="24"/>
          <w:szCs w:val="24"/>
        </w:rPr>
        <w:t>610,00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1</w:t>
      </w:r>
      <w:r w:rsidR="001466E5">
        <w:rPr>
          <w:rFonts w:ascii="Times New Roman" w:hAnsi="Times New Roman"/>
          <w:sz w:val="24"/>
          <w:szCs w:val="24"/>
        </w:rPr>
        <w:t>610</w:t>
      </w:r>
      <w:r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217A6F">
        <w:rPr>
          <w:rFonts w:ascii="Times New Roman" w:hAnsi="Times New Roman"/>
          <w:sz w:val="24"/>
          <w:szCs w:val="24"/>
        </w:rPr>
        <w:t>–  1</w:t>
      </w:r>
      <w:r w:rsidR="00206A63">
        <w:rPr>
          <w:rFonts w:ascii="Times New Roman" w:hAnsi="Times New Roman"/>
          <w:sz w:val="24"/>
          <w:szCs w:val="24"/>
        </w:rPr>
        <w:t>610,00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217A6F">
        <w:rPr>
          <w:rFonts w:ascii="Times New Roman" w:hAnsi="Times New Roman"/>
          <w:sz w:val="24"/>
          <w:szCs w:val="24"/>
        </w:rPr>
        <w:t>–  1</w:t>
      </w:r>
      <w:r w:rsidR="00206A63">
        <w:rPr>
          <w:rFonts w:ascii="Times New Roman" w:hAnsi="Times New Roman"/>
          <w:sz w:val="24"/>
          <w:szCs w:val="24"/>
        </w:rPr>
        <w:t>610,00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217A6F">
        <w:rPr>
          <w:rFonts w:ascii="Times New Roman" w:hAnsi="Times New Roman"/>
          <w:sz w:val="24"/>
          <w:szCs w:val="24"/>
        </w:rPr>
        <w:t>–  1</w:t>
      </w:r>
      <w:r w:rsidR="00206A63">
        <w:rPr>
          <w:rFonts w:ascii="Times New Roman" w:hAnsi="Times New Roman"/>
          <w:sz w:val="24"/>
          <w:szCs w:val="24"/>
        </w:rPr>
        <w:t>610,00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217A6F">
        <w:rPr>
          <w:rFonts w:ascii="Times New Roman" w:hAnsi="Times New Roman"/>
          <w:sz w:val="24"/>
          <w:szCs w:val="24"/>
        </w:rPr>
        <w:t>–  1</w:t>
      </w:r>
      <w:r w:rsidR="00206A63">
        <w:rPr>
          <w:rFonts w:ascii="Times New Roman" w:hAnsi="Times New Roman"/>
          <w:sz w:val="24"/>
          <w:szCs w:val="24"/>
        </w:rPr>
        <w:t>610,00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217A6F">
        <w:rPr>
          <w:rFonts w:ascii="Times New Roman" w:hAnsi="Times New Roman"/>
          <w:sz w:val="24"/>
          <w:szCs w:val="24"/>
        </w:rPr>
        <w:t>–  1</w:t>
      </w:r>
      <w:r w:rsidR="00206A63">
        <w:rPr>
          <w:rFonts w:ascii="Times New Roman" w:hAnsi="Times New Roman"/>
          <w:sz w:val="24"/>
          <w:szCs w:val="24"/>
        </w:rPr>
        <w:t>610,00</w:t>
      </w:r>
      <w:r w:rsidR="00206A63" w:rsidRPr="00217A6F">
        <w:rPr>
          <w:rFonts w:ascii="Times New Roman" w:hAnsi="Times New Roman"/>
          <w:sz w:val="24"/>
          <w:szCs w:val="24"/>
        </w:rPr>
        <w:t xml:space="preserve">   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217A6F">
        <w:rPr>
          <w:rFonts w:ascii="Times New Roman" w:hAnsi="Times New Roman"/>
          <w:sz w:val="24"/>
          <w:szCs w:val="24"/>
        </w:rPr>
        <w:t>–  1</w:t>
      </w:r>
      <w:r w:rsidR="00206A63">
        <w:rPr>
          <w:rFonts w:ascii="Times New Roman" w:hAnsi="Times New Roman"/>
          <w:sz w:val="24"/>
          <w:szCs w:val="24"/>
        </w:rPr>
        <w:t>610,00</w:t>
      </w:r>
      <w:r w:rsidR="00206A63" w:rsidRPr="00217A6F">
        <w:rPr>
          <w:rFonts w:ascii="Times New Roman" w:hAnsi="Times New Roman"/>
          <w:sz w:val="24"/>
          <w:szCs w:val="24"/>
        </w:rPr>
        <w:t xml:space="preserve">   т</w:t>
      </w:r>
      <w:r w:rsidR="00206A63">
        <w:rPr>
          <w:rFonts w:ascii="Times New Roman" w:hAnsi="Times New Roman"/>
          <w:sz w:val="24"/>
          <w:szCs w:val="24"/>
        </w:rPr>
        <w:t>ыс. рублей.</w:t>
      </w:r>
    </w:p>
    <w:p w:rsidR="00632087" w:rsidRPr="00F201F7" w:rsidRDefault="00632087" w:rsidP="00406CD5">
      <w:pPr>
        <w:pStyle w:val="ConsPlusNormal"/>
        <w:ind w:firstLine="540"/>
        <w:jc w:val="both"/>
        <w:rPr>
          <w:rFonts w:ascii="Times New Roman" w:hAnsi="Times New Roman"/>
          <w:sz w:val="24"/>
          <w:szCs w:val="24"/>
        </w:rPr>
      </w:pPr>
    </w:p>
    <w:p w:rsidR="00F36622" w:rsidRDefault="00632087" w:rsidP="00406CD5">
      <w:pPr>
        <w:jc w:val="both"/>
        <w:rPr>
          <w:rFonts w:eastAsia="Times New Roman"/>
          <w:lang w:eastAsia="ru-RU"/>
        </w:rPr>
      </w:pPr>
      <w:r w:rsidRPr="00F201F7">
        <w:rPr>
          <w:b/>
          <w:u w:val="single"/>
        </w:rPr>
        <w:t>Мероприятие 3</w:t>
      </w:r>
      <w:r w:rsidRPr="00F201F7">
        <w:rPr>
          <w:u w:val="single"/>
        </w:rPr>
        <w:t>.</w:t>
      </w:r>
      <w:r>
        <w:rPr>
          <w:u w:val="single"/>
        </w:rPr>
        <w:t xml:space="preserve"> </w:t>
      </w:r>
      <w:r w:rsidR="00F36622"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F36622" w:rsidP="00406CD5">
      <w:pPr>
        <w:jc w:val="both"/>
      </w:pPr>
      <w:r>
        <w:rPr>
          <w:rFonts w:eastAsia="Times New Roman"/>
          <w:lang w:eastAsia="ru-RU"/>
        </w:rPr>
        <w:t xml:space="preserve">         Данное мероприятие  предусматривает затраты на </w:t>
      </w:r>
      <w:r w:rsidR="00632087" w:rsidRPr="00F201F7">
        <w:rPr>
          <w:rFonts w:eastAsia="Times New Roman"/>
          <w:lang w:eastAsia="ru-RU"/>
        </w:rPr>
        <w:t>своевременн</w:t>
      </w:r>
      <w:r>
        <w:rPr>
          <w:rFonts w:eastAsia="Times New Roman"/>
          <w:lang w:eastAsia="ru-RU"/>
        </w:rPr>
        <w:t xml:space="preserve">ую </w:t>
      </w:r>
      <w:r w:rsidR="00632087" w:rsidRPr="00F201F7">
        <w:rPr>
          <w:rFonts w:eastAsia="Times New Roman"/>
          <w:lang w:eastAsia="ru-RU"/>
        </w:rPr>
        <w:t xml:space="preserve"> публикаци</w:t>
      </w:r>
      <w:r>
        <w:rPr>
          <w:rFonts w:eastAsia="Times New Roman"/>
          <w:lang w:eastAsia="ru-RU"/>
        </w:rPr>
        <w:t>ю нормативно-правовых актов и размещение иной необходимой информации</w:t>
      </w:r>
      <w:r w:rsidR="00632087" w:rsidRPr="00F201F7">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206A63">
        <w:rPr>
          <w:rFonts w:ascii="Times New Roman" w:hAnsi="Times New Roman"/>
          <w:sz w:val="24"/>
          <w:szCs w:val="24"/>
        </w:rPr>
        <w:t>9</w:t>
      </w:r>
      <w:r w:rsidR="001466E5">
        <w:rPr>
          <w:rFonts w:ascii="Times New Roman" w:hAnsi="Times New Roman"/>
          <w:sz w:val="24"/>
          <w:szCs w:val="24"/>
        </w:rPr>
        <w:t>42,2</w:t>
      </w:r>
      <w:r w:rsidR="00967116">
        <w:rPr>
          <w:rFonts w:ascii="Times New Roman" w:hAnsi="Times New Roman"/>
          <w:sz w:val="24"/>
          <w:szCs w:val="24"/>
        </w:rPr>
        <w:t>0</w:t>
      </w:r>
      <w:r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w:t>
      </w:r>
      <w:r w:rsidR="001466E5">
        <w:rPr>
          <w:rFonts w:ascii="Times New Roman" w:hAnsi="Times New Roman"/>
          <w:sz w:val="24"/>
          <w:szCs w:val="24"/>
        </w:rPr>
        <w:t>37,2</w:t>
      </w:r>
      <w:r w:rsidRPr="00217A6F">
        <w:rPr>
          <w:rFonts w:ascii="Times New Roman" w:hAnsi="Times New Roman"/>
          <w:sz w:val="24"/>
          <w:szCs w:val="24"/>
        </w:rPr>
        <w:t>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15</w:t>
      </w:r>
      <w:r w:rsidRPr="00217A6F">
        <w:rPr>
          <w:rFonts w:ascii="Times New Roman" w:hAnsi="Times New Roman"/>
          <w:sz w:val="24"/>
          <w:szCs w:val="24"/>
        </w:rPr>
        <w:t>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50</w:t>
      </w:r>
      <w:r w:rsidRPr="00F201F7">
        <w:rPr>
          <w:rFonts w:ascii="Times New Roman" w:hAnsi="Times New Roman"/>
          <w:sz w:val="24"/>
          <w:szCs w:val="24"/>
        </w:rPr>
        <w:t>,00  тыс. рублей;</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50</w:t>
      </w:r>
      <w:r w:rsidRPr="00F201F7">
        <w:rPr>
          <w:rFonts w:ascii="Times New Roman" w:hAnsi="Times New Roman"/>
          <w:sz w:val="24"/>
          <w:szCs w:val="24"/>
        </w:rPr>
        <w:t>,00  тыс. рублей</w:t>
      </w:r>
      <w:r w:rsidR="00206A63">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50,00  тыс. рублей.</w:t>
      </w:r>
    </w:p>
    <w:p w:rsidR="007555B2" w:rsidRPr="00F201F7" w:rsidRDefault="007555B2" w:rsidP="00406CD5">
      <w:pPr>
        <w:pStyle w:val="ConsPlusNormal"/>
        <w:ind w:firstLine="540"/>
        <w:jc w:val="both"/>
        <w:rPr>
          <w:rFonts w:ascii="Times New Roman" w:hAnsi="Times New Roman"/>
          <w:sz w:val="24"/>
          <w:szCs w:val="24"/>
        </w:rPr>
      </w:pPr>
    </w:p>
    <w:p w:rsidR="00632087" w:rsidRPr="00F201F7" w:rsidRDefault="00632087" w:rsidP="00406CD5">
      <w:pPr>
        <w:autoSpaceDE w:val="0"/>
        <w:autoSpaceDN w:val="0"/>
        <w:adjustRightInd w:val="0"/>
        <w:jc w:val="both"/>
        <w:rPr>
          <w:b/>
          <w:u w:val="single"/>
        </w:rPr>
      </w:pPr>
    </w:p>
    <w:p w:rsidR="00F36622" w:rsidRPr="00F201F7" w:rsidRDefault="00632087" w:rsidP="00F36622">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00F36622" w:rsidRPr="00F201F7">
        <w:rPr>
          <w:rFonts w:eastAsia="Times New Roman"/>
          <w:lang w:eastAsia="ru-RU"/>
        </w:rPr>
        <w:t>Внедрение современных кадровых технологий</w:t>
      </w:r>
      <w:r w:rsidR="00F36622">
        <w:rPr>
          <w:rFonts w:eastAsia="Times New Roman"/>
          <w:lang w:eastAsia="ru-RU"/>
        </w:rPr>
        <w:t>.</w:t>
      </w:r>
      <w:r w:rsidR="00F36622" w:rsidRPr="00F201F7">
        <w:rPr>
          <w:rFonts w:eastAsia="Times New Roman"/>
          <w:lang w:eastAsia="ru-RU"/>
        </w:rPr>
        <w:t xml:space="preserve"> </w:t>
      </w:r>
    </w:p>
    <w:p w:rsidR="00632087" w:rsidRPr="00F201F7" w:rsidRDefault="00F36622" w:rsidP="00406CD5">
      <w:pPr>
        <w:autoSpaceDE w:val="0"/>
        <w:autoSpaceDN w:val="0"/>
        <w:adjustRightInd w:val="0"/>
        <w:jc w:val="both"/>
      </w:pPr>
      <w:r>
        <w:rPr>
          <w:rFonts w:eastAsia="Times New Roman"/>
          <w:lang w:eastAsia="ru-RU"/>
        </w:rPr>
        <w:t xml:space="preserve">        Данное мероприятие предусматривает </w:t>
      </w:r>
      <w:r w:rsidR="00632087" w:rsidRPr="00F201F7">
        <w:rPr>
          <w:rFonts w:eastAsia="Times New Roman"/>
          <w:lang w:eastAsia="ru-RU"/>
        </w:rPr>
        <w:t>обеспечени</w:t>
      </w:r>
      <w:r>
        <w:rPr>
          <w:rFonts w:eastAsia="Times New Roman"/>
          <w:lang w:eastAsia="ru-RU"/>
        </w:rPr>
        <w:t>е</w:t>
      </w:r>
      <w:r w:rsidR="00632087" w:rsidRPr="00F201F7">
        <w:rPr>
          <w:rFonts w:eastAsia="Times New Roman"/>
          <w:lang w:eastAsia="ru-RU"/>
        </w:rPr>
        <w:t xml:space="preserve"> ОМСУ квалифицированными кадрами, повышения престижа муниципальной службы</w:t>
      </w:r>
      <w:r>
        <w:rPr>
          <w:rFonts w:eastAsia="Times New Roman"/>
          <w:lang w:eastAsia="ru-RU"/>
        </w:rPr>
        <w:t>, п</w:t>
      </w:r>
      <w:r w:rsidR="00632087" w:rsidRPr="00F201F7">
        <w:t>енсионное обеспечение (муниципальные пенсии и доплата к пенсии).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Pr="00217A6F">
        <w:rPr>
          <w:rFonts w:ascii="Times New Roman" w:hAnsi="Times New Roman"/>
          <w:sz w:val="24"/>
          <w:szCs w:val="24"/>
        </w:rPr>
        <w:t xml:space="preserve">  </w:t>
      </w:r>
      <w:r w:rsidR="00B04368">
        <w:rPr>
          <w:rFonts w:ascii="Times New Roman" w:hAnsi="Times New Roman"/>
          <w:sz w:val="24"/>
          <w:szCs w:val="24"/>
        </w:rPr>
        <w:t>58574,20</w:t>
      </w:r>
      <w:r w:rsidRPr="00217A6F">
        <w:rPr>
          <w:rFonts w:ascii="Times New Roman" w:hAnsi="Times New Roman"/>
          <w:sz w:val="24"/>
          <w:szCs w:val="24"/>
        </w:rPr>
        <w:t xml:space="preserve">  тыс.</w:t>
      </w:r>
      <w:r w:rsidRPr="00F201F7">
        <w:rPr>
          <w:rFonts w:ascii="Times New Roman" w:hAnsi="Times New Roman"/>
          <w:sz w:val="24"/>
          <w:szCs w:val="24"/>
        </w:rPr>
        <w:t xml:space="preserve">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1466E5">
        <w:rPr>
          <w:rFonts w:ascii="Times New Roman" w:hAnsi="Times New Roman"/>
          <w:sz w:val="24"/>
          <w:szCs w:val="24"/>
        </w:rPr>
        <w:t>4833,50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w:t>
      </w:r>
      <w:r w:rsidR="001466E5">
        <w:rPr>
          <w:rFonts w:ascii="Times New Roman" w:hAnsi="Times New Roman"/>
          <w:sz w:val="24"/>
          <w:szCs w:val="24"/>
        </w:rPr>
        <w:t xml:space="preserve">047,10 </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67116">
        <w:rPr>
          <w:rFonts w:ascii="Times New Roman" w:hAnsi="Times New Roman"/>
          <w:sz w:val="24"/>
          <w:szCs w:val="24"/>
        </w:rPr>
        <w:t>5</w:t>
      </w:r>
      <w:r w:rsidR="001466E5">
        <w:rPr>
          <w:rFonts w:ascii="Times New Roman" w:hAnsi="Times New Roman"/>
          <w:sz w:val="24"/>
          <w:szCs w:val="24"/>
        </w:rPr>
        <w:t xml:space="preserve">047,10 </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 xml:space="preserve">5047,10 </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2025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2026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2027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2028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BB0480" w:rsidP="00B04368">
      <w:pPr>
        <w:pStyle w:val="ConsPlusNormal"/>
        <w:ind w:firstLine="540"/>
        <w:jc w:val="both"/>
        <w:rPr>
          <w:rFonts w:ascii="Times New Roman" w:hAnsi="Times New Roman"/>
          <w:sz w:val="24"/>
          <w:szCs w:val="24"/>
        </w:rPr>
      </w:pPr>
      <w:r>
        <w:rPr>
          <w:rFonts w:ascii="Times New Roman" w:hAnsi="Times New Roman"/>
          <w:sz w:val="24"/>
          <w:szCs w:val="24"/>
        </w:rPr>
        <w:t>2029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r w:rsidR="00B04368">
        <w:rPr>
          <w:rFonts w:ascii="Times New Roman" w:hAnsi="Times New Roman"/>
          <w:sz w:val="24"/>
          <w:szCs w:val="24"/>
        </w:rPr>
        <w:t>.</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B04368">
        <w:rPr>
          <w:rFonts w:ascii="Times New Roman" w:hAnsi="Times New Roman"/>
          <w:sz w:val="24"/>
          <w:szCs w:val="24"/>
        </w:rPr>
        <w:t>6</w:t>
      </w:r>
      <w:r w:rsidR="00F64B38">
        <w:rPr>
          <w:rFonts w:ascii="Times New Roman" w:hAnsi="Times New Roman"/>
          <w:sz w:val="24"/>
          <w:szCs w:val="24"/>
        </w:rPr>
        <w:t>9,30</w:t>
      </w:r>
      <w:r w:rsidRPr="00F201F7">
        <w:rPr>
          <w:rFonts w:ascii="Times New Roman" w:hAnsi="Times New Roman"/>
          <w:sz w:val="24"/>
          <w:szCs w:val="24"/>
        </w:rPr>
        <w:t xml:space="preserve">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1466E5">
        <w:rPr>
          <w:rFonts w:ascii="Times New Roman" w:hAnsi="Times New Roman"/>
          <w:sz w:val="24"/>
          <w:szCs w:val="24"/>
        </w:rPr>
        <w:t>5</w:t>
      </w:r>
      <w:r w:rsidRPr="00F201F7">
        <w:rPr>
          <w:rFonts w:ascii="Times New Roman" w:hAnsi="Times New Roman"/>
          <w:sz w:val="24"/>
          <w:szCs w:val="24"/>
        </w:rPr>
        <w:t>,00 тыс. рублей;</w:t>
      </w:r>
    </w:p>
    <w:p w:rsidR="00632087" w:rsidRDefault="00632087" w:rsidP="00406CD5">
      <w:r w:rsidRPr="00F201F7">
        <w:t xml:space="preserve">         2023 год -  </w:t>
      </w:r>
      <w:r w:rsidR="001466E5">
        <w:t>5,</w:t>
      </w:r>
      <w:r w:rsidRPr="00F201F7">
        <w:t>00 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Pr>
          <w:rFonts w:ascii="Times New Roman" w:hAnsi="Times New Roman"/>
          <w:sz w:val="24"/>
          <w:szCs w:val="24"/>
        </w:rPr>
        <w:t>-</w:t>
      </w:r>
      <w:r w:rsidR="00803A12">
        <w:rPr>
          <w:rFonts w:ascii="Times New Roman" w:hAnsi="Times New Roman"/>
          <w:sz w:val="24"/>
          <w:szCs w:val="24"/>
        </w:rPr>
        <w:t xml:space="preserve">  </w:t>
      </w:r>
      <w:r w:rsidR="00B04368">
        <w:rPr>
          <w:rFonts w:ascii="Times New Roman" w:hAnsi="Times New Roman"/>
          <w:sz w:val="24"/>
          <w:szCs w:val="24"/>
        </w:rPr>
        <w:t>5</w:t>
      </w:r>
      <w:r w:rsidR="00B0436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w:t>
      </w:r>
      <w:r w:rsidR="00803A12">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r w:rsidR="008B5238">
        <w:rPr>
          <w:rFonts w:ascii="Times New Roman" w:hAnsi="Times New Roman"/>
          <w:sz w:val="24"/>
          <w:szCs w:val="24"/>
        </w:rPr>
        <w:t>.</w:t>
      </w:r>
    </w:p>
    <w:p w:rsidR="00632087" w:rsidRPr="00F201F7" w:rsidRDefault="00632087" w:rsidP="00406CD5">
      <w:pPr>
        <w:jc w:val="both"/>
        <w:rPr>
          <w:b/>
          <w:highlight w:val="yellow"/>
          <w:u w:val="single"/>
        </w:rPr>
      </w:pPr>
    </w:p>
    <w:p w:rsidR="00F36622" w:rsidRDefault="00632087" w:rsidP="00406CD5">
      <w:pPr>
        <w:jc w:val="both"/>
      </w:pPr>
      <w:r w:rsidRPr="00F201F7">
        <w:rPr>
          <w:b/>
          <w:u w:val="single"/>
        </w:rPr>
        <w:t>Мероприятие 6.</w:t>
      </w:r>
      <w:r w:rsidRPr="00F201F7">
        <w:t xml:space="preserve">  Финансовое обеспечение других обязательств государства.   </w:t>
      </w:r>
    </w:p>
    <w:p w:rsidR="00632087" w:rsidRPr="00F201F7" w:rsidRDefault="00632087" w:rsidP="00406CD5">
      <w:pPr>
        <w:jc w:val="both"/>
        <w:rPr>
          <w:i/>
        </w:rPr>
      </w:pPr>
      <w:r w:rsidRPr="00F201F7">
        <w:t>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Pr="00217A6F">
        <w:rPr>
          <w:rFonts w:ascii="Times New Roman" w:hAnsi="Times New Roman"/>
          <w:sz w:val="24"/>
          <w:szCs w:val="24"/>
        </w:rPr>
        <w:t xml:space="preserve">:  </w:t>
      </w:r>
      <w:r w:rsidR="00891C13">
        <w:rPr>
          <w:rFonts w:ascii="Times New Roman" w:hAnsi="Times New Roman"/>
          <w:sz w:val="24"/>
          <w:szCs w:val="24"/>
        </w:rPr>
        <w:t>1</w:t>
      </w:r>
      <w:r w:rsidR="001466E5">
        <w:rPr>
          <w:rFonts w:ascii="Times New Roman" w:hAnsi="Times New Roman"/>
          <w:sz w:val="24"/>
          <w:szCs w:val="24"/>
        </w:rPr>
        <w:t>8447,30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1466E5">
        <w:rPr>
          <w:rFonts w:ascii="Times New Roman" w:hAnsi="Times New Roman"/>
          <w:sz w:val="24"/>
          <w:szCs w:val="24"/>
        </w:rPr>
        <w:t>453,90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1466E5">
        <w:rPr>
          <w:rFonts w:ascii="Times New Roman" w:hAnsi="Times New Roman"/>
          <w:sz w:val="24"/>
          <w:szCs w:val="24"/>
        </w:rPr>
        <w:t>1940,6</w:t>
      </w:r>
      <w:r w:rsidR="00967116">
        <w:rPr>
          <w:rFonts w:ascii="Times New Roman" w:hAnsi="Times New Roman"/>
          <w:sz w:val="24"/>
          <w:szCs w:val="24"/>
        </w:rPr>
        <w:t>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1466E5">
        <w:rPr>
          <w:rFonts w:ascii="Times New Roman" w:hAnsi="Times New Roman"/>
          <w:sz w:val="24"/>
          <w:szCs w:val="24"/>
        </w:rPr>
        <w:t>1173,50</w:t>
      </w:r>
      <w:r w:rsidR="00967116">
        <w:rPr>
          <w:rFonts w:ascii="Times New Roman" w:hAnsi="Times New Roman"/>
          <w:sz w:val="24"/>
          <w:szCs w:val="24"/>
        </w:rPr>
        <w:t xml:space="preserve"> </w:t>
      </w:r>
      <w:r w:rsidRPr="00F201F7">
        <w:rPr>
          <w:rFonts w:ascii="Times New Roman" w:hAnsi="Times New Roman"/>
          <w:sz w:val="24"/>
          <w:szCs w:val="24"/>
        </w:rPr>
        <w:t xml:space="preserve"> тыс. рублей;</w:t>
      </w:r>
    </w:p>
    <w:p w:rsidR="00632087" w:rsidRDefault="00632087" w:rsidP="00406CD5">
      <w:r w:rsidRPr="00F201F7">
        <w:t xml:space="preserve">         2023 год -  </w:t>
      </w:r>
      <w:r w:rsidR="001466E5">
        <w:t xml:space="preserve">1300,40 </w:t>
      </w:r>
      <w:r w:rsidRPr="00F201F7">
        <w:t xml:space="preserve"> тыс. рублей</w:t>
      </w:r>
      <w:r w:rsidR="008B5238">
        <w:t>;</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8B5238" w:rsidRPr="008B5238">
        <w:rPr>
          <w:rFonts w:ascii="Times New Roman" w:hAnsi="Times New Roman"/>
          <w:sz w:val="24"/>
          <w:szCs w:val="24"/>
        </w:rPr>
        <w:t>1300,40  тыс. рублей;</w:t>
      </w:r>
    </w:p>
    <w:p w:rsidR="00BB0480" w:rsidRPr="008B5238" w:rsidRDefault="00BB0480"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2029 год-</w:t>
      </w:r>
      <w:r w:rsidR="008B5238" w:rsidRPr="008B5238">
        <w:rPr>
          <w:rFonts w:ascii="Times New Roman" w:hAnsi="Times New Roman"/>
          <w:sz w:val="24"/>
          <w:szCs w:val="24"/>
        </w:rPr>
        <w:t>1300,40  тыс. рублей.</w:t>
      </w:r>
    </w:p>
    <w:p w:rsidR="007555B2" w:rsidRDefault="007555B2" w:rsidP="00406CD5"/>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t xml:space="preserve">          Реализация мероприятия позволит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Pr>
          <w:rFonts w:ascii="Times New Roman" w:hAnsi="Times New Roman"/>
          <w:sz w:val="24"/>
          <w:szCs w:val="24"/>
        </w:rPr>
        <w:t>265</w:t>
      </w:r>
      <w:r w:rsidRPr="00F201F7">
        <w:rPr>
          <w:rFonts w:ascii="Times New Roman" w:hAnsi="Times New Roman"/>
          <w:sz w:val="24"/>
          <w:szCs w:val="24"/>
        </w:rPr>
        <w:t>,00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p>
    <w:p w:rsidR="00632087" w:rsidRDefault="001D3BD5" w:rsidP="001D3BD5">
      <w:r w:rsidRPr="00217A6F">
        <w:rPr>
          <w:b/>
          <w:u w:val="single"/>
        </w:rPr>
        <w:t xml:space="preserve">Мероприятие </w:t>
      </w:r>
      <w:r>
        <w:rPr>
          <w:b/>
          <w:u w:val="single"/>
        </w:rPr>
        <w:t>8</w:t>
      </w:r>
      <w:r w:rsidRPr="00217A6F">
        <w:rPr>
          <w:b/>
          <w:u w:val="single"/>
        </w:rPr>
        <w:t>.</w:t>
      </w:r>
      <w:r w:rsidRPr="00217A6F">
        <w:t xml:space="preserve">  </w:t>
      </w:r>
      <w:r w:rsidRPr="009E632F">
        <w:t xml:space="preserve">Обеспечение  функционирования </w:t>
      </w:r>
      <w:r>
        <w:t xml:space="preserve">Ревизионной комиссии </w:t>
      </w:r>
      <w:r w:rsidRPr="009E632F">
        <w:t xml:space="preserve"> Таловского муниципального района</w:t>
      </w:r>
      <w:r>
        <w:t>.</w:t>
      </w:r>
    </w:p>
    <w:p w:rsidR="004527A8" w:rsidRDefault="004527A8" w:rsidP="004527A8">
      <w:r>
        <w:t xml:space="preserve">        Данное мероприятие предусматривает </w:t>
      </w:r>
      <w:r w:rsidRPr="00F201F7">
        <w:t>своевременное и качественное материально-техническое обеспечение деятельности</w:t>
      </w:r>
      <w:r w:rsidRPr="004527A8">
        <w:t xml:space="preserve"> </w:t>
      </w:r>
      <w:r>
        <w:t xml:space="preserve"> Ревизионной комиссии </w:t>
      </w:r>
      <w:r w:rsidRPr="009E632F">
        <w:t xml:space="preserve"> Таловского муниципального района</w:t>
      </w:r>
      <w:r>
        <w:t>.</w:t>
      </w:r>
    </w:p>
    <w:p w:rsidR="001D3BD5" w:rsidRPr="00F201F7"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Pr>
          <w:rFonts w:ascii="Times New Roman" w:hAnsi="Times New Roman"/>
          <w:sz w:val="24"/>
          <w:szCs w:val="24"/>
        </w:rPr>
        <w:t xml:space="preserve"> </w:t>
      </w:r>
      <w:r w:rsidRPr="00217A6F">
        <w:rPr>
          <w:rFonts w:ascii="Times New Roman" w:hAnsi="Times New Roman"/>
          <w:sz w:val="24"/>
          <w:szCs w:val="24"/>
        </w:rPr>
        <w:t xml:space="preserve">  </w:t>
      </w:r>
      <w:r w:rsidR="008B5238">
        <w:rPr>
          <w:rFonts w:ascii="Times New Roman" w:hAnsi="Times New Roman"/>
          <w:sz w:val="24"/>
          <w:szCs w:val="24"/>
        </w:rPr>
        <w:t>6223,30</w:t>
      </w:r>
      <w:r w:rsidRPr="00F201F7">
        <w:rPr>
          <w:rFonts w:ascii="Times New Roman" w:hAnsi="Times New Roman"/>
          <w:sz w:val="24"/>
          <w:szCs w:val="24"/>
        </w:rPr>
        <w:t xml:space="preserve">  тыс. рублей, в т.ч.:</w:t>
      </w:r>
    </w:p>
    <w:p w:rsidR="001D3BD5" w:rsidRPr="00217A6F"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2021 год –</w:t>
      </w:r>
      <w:r>
        <w:rPr>
          <w:rFonts w:ascii="Times New Roman" w:hAnsi="Times New Roman"/>
          <w:sz w:val="24"/>
          <w:szCs w:val="24"/>
        </w:rPr>
        <w:t xml:space="preserve">  119,30</w:t>
      </w:r>
      <w:r w:rsidRPr="00217A6F">
        <w:rPr>
          <w:rFonts w:ascii="Times New Roman" w:hAnsi="Times New Roman"/>
          <w:sz w:val="24"/>
          <w:szCs w:val="24"/>
        </w:rPr>
        <w:t xml:space="preserve">  тыс. рублей;</w:t>
      </w:r>
    </w:p>
    <w:p w:rsidR="001D3BD5" w:rsidRPr="00F201F7"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Pr>
          <w:rFonts w:ascii="Times New Roman" w:hAnsi="Times New Roman"/>
          <w:sz w:val="24"/>
          <w:szCs w:val="24"/>
        </w:rPr>
        <w:t>763,00</w:t>
      </w:r>
      <w:r w:rsidRPr="00217A6F">
        <w:rPr>
          <w:rFonts w:ascii="Times New Roman" w:hAnsi="Times New Roman"/>
          <w:sz w:val="24"/>
          <w:szCs w:val="24"/>
        </w:rPr>
        <w:t xml:space="preserve">   тыс. рублей;</w:t>
      </w:r>
    </w:p>
    <w:p w:rsidR="001D3BD5"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763</w:t>
      </w:r>
      <w:r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r w:rsidR="008B5238">
        <w:rPr>
          <w:rFonts w:ascii="Times New Roman" w:hAnsi="Times New Roman"/>
          <w:sz w:val="24"/>
          <w:szCs w:val="24"/>
        </w:rPr>
        <w:t>.</w:t>
      </w:r>
    </w:p>
    <w:p w:rsidR="001D3BD5" w:rsidRDefault="001D3BD5" w:rsidP="001D3BD5"/>
    <w:p w:rsidR="001D3BD5" w:rsidRPr="00A337B5" w:rsidRDefault="001D3BD5" w:rsidP="001D3BD5">
      <w:pPr>
        <w:rPr>
          <w:sz w:val="26"/>
          <w:szCs w:val="26"/>
        </w:rPr>
      </w:pPr>
    </w:p>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406CD5">
      <w:pPr>
        <w:pStyle w:val="dktexjustify"/>
        <w:shd w:val="clear" w:color="auto" w:fill="FFFFFF"/>
        <w:ind w:firstLine="360"/>
        <w:jc w:val="both"/>
      </w:pPr>
      <w:r w:rsidRPr="00F201F7">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pStyle w:val="dktexjustify"/>
        <w:shd w:val="clear" w:color="auto" w:fill="FFFFFF"/>
        <w:ind w:firstLine="360"/>
        <w:jc w:val="both"/>
      </w:pPr>
      <w:r w:rsidRPr="00F201F7">
        <w:t>- определение наиболее эффективных форм по реализации подпрограммы</w:t>
      </w:r>
    </w:p>
    <w:p w:rsidR="00632087" w:rsidRPr="00F201F7" w:rsidRDefault="00632087" w:rsidP="00406CD5">
      <w:pPr>
        <w:pStyle w:val="dktexjustify"/>
        <w:shd w:val="clear" w:color="auto" w:fill="FFFFFF"/>
        <w:ind w:firstLine="360"/>
        <w:jc w:val="both"/>
      </w:pPr>
      <w:r w:rsidRPr="00F201F7">
        <w:t xml:space="preserve">-  контроль за  реализацией и сроками выполнения подпрограммы, в том числе за целевым и эффективным использованием средств районного бюджета </w:t>
      </w:r>
    </w:p>
    <w:p w:rsidR="00632087" w:rsidRPr="00F201F7" w:rsidRDefault="00632087" w:rsidP="00406CD5">
      <w:pPr>
        <w:pStyle w:val="dktexjustify"/>
        <w:shd w:val="clear" w:color="auto" w:fill="FFFFFF"/>
        <w:ind w:firstLine="360"/>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Pr="00A337B5" w:rsidRDefault="00632087" w:rsidP="00406CD5">
      <w:pPr>
        <w:rPr>
          <w:b/>
          <w:sz w:val="26"/>
          <w:szCs w:val="26"/>
        </w:rPr>
      </w:pPr>
    </w:p>
    <w:p w:rsidR="00632087" w:rsidRPr="00A337B5" w:rsidRDefault="00632087" w:rsidP="00406CD5">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Общий объем финансовых средств  для  реализации подпрограммы </w:t>
      </w:r>
      <w:r w:rsidRPr="0011793A">
        <w:rPr>
          <w:rFonts w:ascii="Times New Roman" w:hAnsi="Times New Roman"/>
          <w:sz w:val="24"/>
          <w:szCs w:val="24"/>
        </w:rPr>
        <w:t xml:space="preserve">составляет </w:t>
      </w:r>
      <w:r w:rsidR="008B5238">
        <w:rPr>
          <w:rFonts w:ascii="Times New Roman" w:hAnsi="Times New Roman"/>
          <w:sz w:val="24"/>
          <w:szCs w:val="24"/>
        </w:rPr>
        <w:t>369797,90</w:t>
      </w:r>
      <w:r w:rsidR="00891C13">
        <w:rPr>
          <w:rFonts w:ascii="Times New Roman" w:hAnsi="Times New Roman"/>
          <w:sz w:val="24"/>
          <w:szCs w:val="24"/>
        </w:rPr>
        <w:t xml:space="preserve"> </w:t>
      </w:r>
      <w:r w:rsidR="00DB5802">
        <w:rPr>
          <w:rFonts w:ascii="Times New Roman" w:hAnsi="Times New Roman"/>
          <w:sz w:val="24"/>
          <w:szCs w:val="24"/>
        </w:rPr>
        <w:t>тыс. руб.</w:t>
      </w:r>
      <w:r w:rsidRPr="0011793A">
        <w:rPr>
          <w:rFonts w:ascii="Times New Roman" w:hAnsi="Times New Roman"/>
          <w:sz w:val="24"/>
          <w:szCs w:val="24"/>
        </w:rPr>
        <w:t xml:space="preserve">, в т.ч.: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586361">
        <w:rPr>
          <w:rFonts w:ascii="Times New Roman" w:hAnsi="Times New Roman"/>
          <w:sz w:val="24"/>
          <w:szCs w:val="24"/>
        </w:rPr>
        <w:t>28870,50</w:t>
      </w:r>
      <w:r w:rsidRPr="0011793A">
        <w:rPr>
          <w:rFonts w:ascii="Times New Roman" w:hAnsi="Times New Roman"/>
          <w:sz w:val="24"/>
          <w:szCs w:val="24"/>
        </w:rPr>
        <w:t xml:space="preserve">  тыс. руб.</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3</w:t>
      </w:r>
      <w:r w:rsidR="00586361">
        <w:rPr>
          <w:rFonts w:ascii="Times New Roman" w:hAnsi="Times New Roman"/>
          <w:sz w:val="24"/>
          <w:szCs w:val="24"/>
        </w:rPr>
        <w:t>3741,70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11793A">
        <w:rPr>
          <w:rFonts w:ascii="Times New Roman" w:hAnsi="Times New Roman"/>
          <w:sz w:val="24"/>
          <w:szCs w:val="24"/>
        </w:rPr>
        <w:t>тыс. руб.</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586361">
        <w:rPr>
          <w:rFonts w:ascii="Times New Roman" w:hAnsi="Times New Roman"/>
          <w:sz w:val="24"/>
          <w:szCs w:val="24"/>
        </w:rPr>
        <w:t>29848,60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2023 год-  </w:t>
      </w:r>
      <w:r w:rsidR="00586361">
        <w:rPr>
          <w:rFonts w:ascii="Times New Roman" w:hAnsi="Times New Roman"/>
          <w:sz w:val="24"/>
          <w:szCs w:val="24"/>
        </w:rPr>
        <w:t xml:space="preserve">30113,50 </w:t>
      </w:r>
      <w:r w:rsidR="00DB5802">
        <w:rPr>
          <w:rFonts w:ascii="Times New Roman" w:hAnsi="Times New Roman"/>
          <w:sz w:val="24"/>
          <w:szCs w:val="24"/>
        </w:rPr>
        <w:t xml:space="preserve"> </w:t>
      </w:r>
      <w:r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BB0480"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p>
    <w:p w:rsidR="007555B2" w:rsidRPr="00F201F7" w:rsidRDefault="007555B2" w:rsidP="00406CD5">
      <w:pPr>
        <w:pStyle w:val="ConsPlusNormal"/>
        <w:ind w:firstLine="0"/>
        <w:jc w:val="both"/>
        <w:rPr>
          <w:rFonts w:ascii="Times New Roman" w:hAnsi="Times New Roman"/>
          <w:sz w:val="24"/>
          <w:szCs w:val="24"/>
        </w:rPr>
      </w:pP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t xml:space="preserve">- финансовые риски, связанные с недостаточным уровнем бюджетного финансирования муниципальной  программы. </w:t>
      </w:r>
    </w:p>
    <w:p w:rsidR="00632087" w:rsidRPr="00F201F7" w:rsidRDefault="00632087" w:rsidP="00406CD5">
      <w:pPr>
        <w:autoSpaceDE w:val="0"/>
        <w:autoSpaceDN w:val="0"/>
        <w:adjustRightInd w:val="0"/>
        <w:jc w:val="both"/>
      </w:pPr>
      <w:r w:rsidRPr="00F201F7">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632087" w:rsidRPr="00704C19" w:rsidRDefault="00632087" w:rsidP="006611E6">
      <w:pPr>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9854"/>
      </w:tblGrid>
      <w:tr w:rsidR="00632087" w:rsidRPr="00E04053" w:rsidTr="004B206E">
        <w:trPr>
          <w:trHeight w:val="1379"/>
        </w:trPr>
        <w:tc>
          <w:tcPr>
            <w:tcW w:w="9854" w:type="dxa"/>
            <w:tcBorders>
              <w:top w:val="nil"/>
              <w:left w:val="nil"/>
              <w:bottom w:val="single" w:sz="4" w:space="0" w:color="auto"/>
              <w:right w:val="nil"/>
            </w:tcBorders>
            <w:vAlign w:val="center"/>
          </w:tcPr>
          <w:p w:rsidR="00632087" w:rsidRDefault="00632087" w:rsidP="00406CD5">
            <w:pPr>
              <w:jc w:val="center"/>
              <w:rPr>
                <w:b/>
              </w:rPr>
            </w:pPr>
            <w:r w:rsidRPr="00F201F7">
              <w:rPr>
                <w:b/>
                <w:color w:val="000000"/>
              </w:rPr>
              <w:t>ПАСПОРТ</w:t>
            </w:r>
            <w:r w:rsidRPr="00F201F7">
              <w:rPr>
                <w:b/>
                <w:color w:val="000000"/>
              </w:rPr>
              <w:br/>
              <w:t xml:space="preserve">подпрограммы </w:t>
            </w:r>
            <w:r w:rsidRPr="00F201F7">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163" w:type="dxa"/>
              <w:tblInd w:w="94" w:type="dxa"/>
              <w:tblLayout w:type="fixed"/>
              <w:tblLook w:val="00A0" w:firstRow="1" w:lastRow="0" w:firstColumn="1" w:lastColumn="0" w:noHBand="0" w:noVBand="0"/>
            </w:tblPr>
            <w:tblGrid>
              <w:gridCol w:w="4343"/>
              <w:gridCol w:w="4820"/>
            </w:tblGrid>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Ответственный исполнитель муниципальной подпрограммы</w:t>
                  </w:r>
                </w:p>
              </w:tc>
              <w:tc>
                <w:tcPr>
                  <w:tcW w:w="4820" w:type="dxa"/>
                  <w:tcBorders>
                    <w:top w:val="single" w:sz="4" w:space="0" w:color="auto"/>
                    <w:left w:val="nil"/>
                    <w:bottom w:val="single" w:sz="4" w:space="0" w:color="auto"/>
                    <w:right w:val="single" w:sz="4" w:space="0" w:color="auto"/>
                  </w:tcBorders>
                  <w:noWrap/>
                  <w:vAlign w:val="bottom"/>
                </w:tcPr>
                <w:p w:rsidR="00E70190" w:rsidRPr="00F201F7" w:rsidRDefault="00E70190" w:rsidP="00572BF1">
                  <w:pPr>
                    <w:rPr>
                      <w:color w:val="000000"/>
                    </w:rPr>
                  </w:pPr>
                  <w:r w:rsidRPr="00F201F7">
                    <w:rPr>
                      <w:color w:val="000000"/>
                    </w:rPr>
                    <w:t>МКУ «ЕДДС и ХТО»</w:t>
                  </w:r>
                </w:p>
                <w:p w:rsidR="00E70190" w:rsidRPr="00F201F7" w:rsidRDefault="00E70190" w:rsidP="00572BF1">
                  <w:pPr>
                    <w:rPr>
                      <w:color w:val="000000"/>
                    </w:rPr>
                  </w:pP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Исполнители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rPr>
                      <w:color w:val="000000"/>
                    </w:rPr>
                  </w:pPr>
                  <w:r w:rsidRPr="00F201F7">
                    <w:rPr>
                      <w:color w:val="000000"/>
                    </w:rPr>
                    <w:t> МКУ «ЕДДС и ХТО»</w:t>
                  </w: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Основные разработчики муниципальной подпрограммы</w:t>
                  </w:r>
                </w:p>
              </w:tc>
              <w:tc>
                <w:tcPr>
                  <w:tcW w:w="482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70190" w:rsidRPr="00F201F7" w:rsidRDefault="00E70190" w:rsidP="00572BF1">
                  <w:pPr>
                    <w:rPr>
                      <w:color w:val="000000"/>
                    </w:rPr>
                  </w:pPr>
                  <w:r w:rsidRPr="00F201F7">
                    <w:rPr>
                      <w:color w:val="000000"/>
                    </w:rPr>
                    <w:t>МКУ «ЕДДС и ХТО»</w:t>
                  </w:r>
                </w:p>
                <w:p w:rsidR="00E70190" w:rsidRPr="00F201F7" w:rsidRDefault="00E70190" w:rsidP="00572BF1">
                  <w:pPr>
                    <w:rPr>
                      <w:color w:val="000000"/>
                    </w:rPr>
                  </w:pPr>
                </w:p>
                <w:p w:rsidR="00E70190" w:rsidRPr="00F201F7" w:rsidRDefault="00E70190" w:rsidP="00572BF1">
                  <w:pPr>
                    <w:rPr>
                      <w:color w:val="000000"/>
                    </w:rPr>
                  </w:pPr>
                </w:p>
                <w:p w:rsidR="00E70190" w:rsidRPr="00F201F7" w:rsidRDefault="00E70190" w:rsidP="00572BF1">
                  <w:pPr>
                    <w:rPr>
                      <w:color w:val="000000"/>
                    </w:rPr>
                  </w:pPr>
                  <w:r w:rsidRPr="00F201F7">
                    <w:rPr>
                      <w:color w:val="000000"/>
                    </w:rPr>
                    <w:t>1.Обеспечение безопасности в чрезвычайных ситуациях</w:t>
                  </w:r>
                </w:p>
                <w:p w:rsidR="00E70190" w:rsidRPr="00F201F7" w:rsidRDefault="00E70190" w:rsidP="00572BF1">
                  <w:r w:rsidRPr="00F201F7">
                    <w:rPr>
                      <w:color w:val="000000"/>
                    </w:rPr>
                    <w:t>2. Финансовое обеспечение других обязательств государства</w:t>
                  </w:r>
                </w:p>
              </w:tc>
            </w:tr>
            <w:tr w:rsidR="00E70190" w:rsidRPr="00E04053" w:rsidTr="00572BF1">
              <w:trPr>
                <w:trHeight w:val="676"/>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 xml:space="preserve">Основные мероприятия </w:t>
                  </w:r>
                </w:p>
              </w:tc>
              <w:tc>
                <w:tcPr>
                  <w:tcW w:w="4820" w:type="dxa"/>
                  <w:vMerge/>
                  <w:tcBorders>
                    <w:top w:val="single" w:sz="4" w:space="0" w:color="auto"/>
                    <w:left w:val="single" w:sz="4" w:space="0" w:color="auto"/>
                    <w:bottom w:val="single" w:sz="4" w:space="0" w:color="auto"/>
                    <w:right w:val="single" w:sz="4" w:space="0" w:color="auto"/>
                  </w:tcBorders>
                  <w:vAlign w:val="center"/>
                </w:tcPr>
                <w:p w:rsidR="00E70190" w:rsidRPr="00F201F7" w:rsidRDefault="00E70190" w:rsidP="00572BF1"/>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Цель подпрограммы</w:t>
                  </w:r>
                </w:p>
              </w:tc>
              <w:tc>
                <w:tcPr>
                  <w:tcW w:w="4820" w:type="dxa"/>
                  <w:tcBorders>
                    <w:top w:val="single" w:sz="4" w:space="0" w:color="auto"/>
                    <w:left w:val="nil"/>
                    <w:bottom w:val="single" w:sz="4" w:space="0" w:color="auto"/>
                    <w:right w:val="single" w:sz="4" w:space="0" w:color="auto"/>
                  </w:tcBorders>
                  <w:shd w:val="clear" w:color="auto" w:fill="FFFFFF"/>
                  <w:vAlign w:val="center"/>
                </w:tcPr>
                <w:p w:rsidR="00E70190" w:rsidRPr="00F201F7" w:rsidRDefault="00E70190" w:rsidP="00572BF1">
                  <w:pPr>
                    <w:jc w:val="both"/>
                  </w:pPr>
                  <w:r w:rsidRPr="00F201F7">
                    <w:t>- обеспечение оперативной готовности служб района к реагированию на угрозу или возникновение чрезвычайных ситуаций;</w:t>
                  </w:r>
                </w:p>
                <w:p w:rsidR="00E70190" w:rsidRPr="00F201F7" w:rsidRDefault="00E70190" w:rsidP="00572BF1">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Задачи муниципальной подпрограммы</w:t>
                  </w:r>
                </w:p>
              </w:tc>
              <w:tc>
                <w:tcPr>
                  <w:tcW w:w="4820" w:type="dxa"/>
                  <w:tcBorders>
                    <w:top w:val="single" w:sz="4" w:space="0" w:color="auto"/>
                    <w:left w:val="single" w:sz="4" w:space="0" w:color="auto"/>
                    <w:bottom w:val="single" w:sz="4" w:space="0" w:color="auto"/>
                    <w:right w:val="single" w:sz="4" w:space="0" w:color="auto"/>
                  </w:tcBorders>
                  <w:vAlign w:val="center"/>
                </w:tcPr>
                <w:p w:rsidR="00E70190" w:rsidRPr="00F201F7" w:rsidRDefault="00E70190" w:rsidP="00572BF1">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E70190" w:rsidRPr="00F201F7" w:rsidRDefault="00E70190" w:rsidP="00572BF1">
                  <w:pPr>
                    <w:jc w:val="both"/>
                  </w:pPr>
                  <w:r w:rsidRPr="00F201F7">
                    <w:t>- совершенствование программного и технического оснащения ЕДДС района;</w:t>
                  </w:r>
                </w:p>
                <w:p w:rsidR="00E70190" w:rsidRPr="00F201F7" w:rsidRDefault="00E70190" w:rsidP="00572BF1">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E70190" w:rsidRPr="00F201F7" w:rsidRDefault="00E70190" w:rsidP="00572BF1">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E70190" w:rsidRPr="00F201F7" w:rsidRDefault="00E70190" w:rsidP="00572BF1">
                  <w:r w:rsidRPr="00F201F7">
                    <w:t>- осуществление уборки и санитарно-гигиенической очистки помещений администрации Таловского муниципального района. </w:t>
                  </w: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Целевые индикаторы и показатели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быстрота реагирования на угрозу или возникновение ЧС (происшествий);</w:t>
                  </w:r>
                </w:p>
                <w:p w:rsidR="00E70190" w:rsidRPr="00F201F7" w:rsidRDefault="00E70190" w:rsidP="00572BF1">
                  <w:r w:rsidRPr="00F201F7">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750"/>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Этапы и сроки реализации муниципальной подпрограммы</w:t>
                  </w:r>
                </w:p>
              </w:tc>
              <w:tc>
                <w:tcPr>
                  <w:tcW w:w="4820" w:type="dxa"/>
                  <w:tcBorders>
                    <w:top w:val="nil"/>
                    <w:left w:val="nil"/>
                    <w:bottom w:val="single" w:sz="4" w:space="0" w:color="auto"/>
                    <w:right w:val="single" w:sz="4" w:space="0" w:color="auto"/>
                  </w:tcBorders>
                  <w:vAlign w:val="center"/>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tc>
            </w:tr>
            <w:tr w:rsidR="00E70190" w:rsidRPr="00E04053" w:rsidTr="00572BF1">
              <w:trPr>
                <w:trHeight w:val="1295"/>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r w:rsidRPr="00F201F7">
                    <w:t xml:space="preserve">Общий объем финансирования  составляет </w:t>
                  </w:r>
                  <w:r w:rsidR="008B5238">
                    <w:t>218304,50</w:t>
                  </w:r>
                  <w:r>
                    <w:t xml:space="preserve"> </w:t>
                  </w:r>
                  <w:r w:rsidRPr="00F201F7">
                    <w:t xml:space="preserve"> тыс.руб., в т.ч.</w:t>
                  </w:r>
                </w:p>
                <w:p w:rsidR="00E70190" w:rsidRPr="00F201F7" w:rsidRDefault="00E70190" w:rsidP="00572BF1">
                  <w:pPr>
                    <w:pStyle w:val="ConsPlusNormal"/>
                    <w:ind w:firstLine="0"/>
                    <w:jc w:val="both"/>
                    <w:rPr>
                      <w:rFonts w:ascii="Times New Roman" w:hAnsi="Times New Roman"/>
                      <w:sz w:val="24"/>
                      <w:szCs w:val="24"/>
                    </w:rPr>
                  </w:pPr>
                  <w:r w:rsidRPr="00F201F7">
                    <w:t xml:space="preserve"> </w:t>
                  </w:r>
                  <w:r w:rsidRPr="00F201F7">
                    <w:rPr>
                      <w:rFonts w:ascii="Times New Roman" w:hAnsi="Times New Roman"/>
                      <w:sz w:val="24"/>
                      <w:szCs w:val="24"/>
                    </w:rPr>
                    <w:t xml:space="preserve">- из средств областного бюджета </w:t>
                  </w:r>
                  <w:r>
                    <w:rPr>
                      <w:rFonts w:ascii="Times New Roman" w:hAnsi="Times New Roman"/>
                      <w:sz w:val="24"/>
                      <w:szCs w:val="24"/>
                    </w:rPr>
                    <w:t xml:space="preserve">405,90 </w:t>
                  </w:r>
                  <w:r w:rsidRPr="00F201F7">
                    <w:rPr>
                      <w:rFonts w:ascii="Times New Roman" w:hAnsi="Times New Roman"/>
                      <w:sz w:val="24"/>
                      <w:szCs w:val="24"/>
                    </w:rPr>
                    <w:t xml:space="preserve">   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250,70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sidR="008B5238">
                    <w:rPr>
                      <w:rFonts w:ascii="Times New Roman" w:hAnsi="Times New Roman"/>
                      <w:sz w:val="24"/>
                      <w:szCs w:val="24"/>
                    </w:rPr>
                    <w:t>.</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sidR="008B5238">
                    <w:rPr>
                      <w:rFonts w:ascii="Times New Roman" w:hAnsi="Times New Roman"/>
                      <w:sz w:val="24"/>
                      <w:szCs w:val="24"/>
                    </w:rPr>
                    <w:t>217898,60</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 xml:space="preserve">23816,80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Pr>
                      <w:rFonts w:ascii="Times New Roman" w:hAnsi="Times New Roman"/>
                      <w:sz w:val="24"/>
                      <w:szCs w:val="24"/>
                    </w:rPr>
                    <w:t xml:space="preserve">19676,10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2021 год –  20735,50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16544,40  </w:t>
                  </w:r>
                  <w:r w:rsidRPr="00F201F7">
                    <w:rPr>
                      <w:rFonts w:ascii="Times New Roman" w:hAnsi="Times New Roman"/>
                      <w:sz w:val="24"/>
                      <w:szCs w:val="24"/>
                    </w:rPr>
                    <w:t>тыс. рублей;</w:t>
                  </w:r>
                </w:p>
                <w:p w:rsidR="00E70190" w:rsidRDefault="00E70190" w:rsidP="00572BF1">
                  <w:r>
                    <w:t xml:space="preserve">         </w:t>
                  </w:r>
                  <w:r w:rsidRPr="00F201F7">
                    <w:t xml:space="preserve">2023 год – </w:t>
                  </w:r>
                  <w:r>
                    <w:t xml:space="preserve"> 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8B5238">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F201F7" w:rsidRDefault="00E70190" w:rsidP="00572BF1">
                  <w:pPr>
                    <w:pStyle w:val="ConsPlusNormal"/>
                    <w:ind w:firstLine="540"/>
                    <w:jc w:val="both"/>
                  </w:pPr>
                  <w:r w:rsidRPr="008B5238">
                    <w:rPr>
                      <w:rFonts w:ascii="Times New Roman" w:hAnsi="Times New Roman"/>
                      <w:sz w:val="24"/>
                      <w:szCs w:val="24"/>
                    </w:rPr>
                    <w:t>2029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tc>
            </w:tr>
            <w:tr w:rsidR="00E70190" w:rsidRPr="00E04053" w:rsidTr="00572BF1">
              <w:trPr>
                <w:trHeight w:val="212"/>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Ожидаемые конечные результаты реализации муниципальной подпрограммы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E70190" w:rsidRPr="00F201F7" w:rsidRDefault="00E70190" w:rsidP="00572BF1">
                  <w:r w:rsidRPr="00F201F7">
                    <w:t>- улучшение обеспечения материально-техническими средствами.</w:t>
                  </w:r>
                </w:p>
              </w:tc>
            </w:tr>
          </w:tbl>
          <w:p w:rsidR="00E70190" w:rsidRDefault="00E70190" w:rsidP="00E70190"/>
          <w:p w:rsidR="00E70190" w:rsidRPr="00F201F7" w:rsidRDefault="00E70190" w:rsidP="00406CD5">
            <w:pPr>
              <w:jc w:val="center"/>
              <w:rPr>
                <w:color w:val="000000"/>
              </w:rPr>
            </w:pP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4B206E">
      <w:pPr>
        <w:pStyle w:val="a6"/>
        <w:ind w:firstLine="720"/>
        <w:jc w:val="both"/>
        <w:rPr>
          <w:color w:val="000000"/>
        </w:rPr>
      </w:pPr>
      <w:r>
        <w:rPr>
          <w:b/>
          <w:color w:val="000000"/>
        </w:rPr>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9C04CF" w:rsidP="004B206E">
      <w:pPr>
        <w:pStyle w:val="a6"/>
        <w:ind w:firstLine="720"/>
        <w:jc w:val="both"/>
        <w:rPr>
          <w:color w:val="000000"/>
        </w:rPr>
      </w:pPr>
      <w:hyperlink r:id="rId9"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0"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4B206E">
      <w:pPr>
        <w:pStyle w:val="a6"/>
        <w:ind w:firstLine="720"/>
        <w:jc w:val="both"/>
        <w:rPr>
          <w:color w:val="000000"/>
        </w:rPr>
      </w:pPr>
      <w:r w:rsidRPr="00F201F7">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32087" w:rsidRPr="00F201F7" w:rsidRDefault="009C04CF" w:rsidP="004B206E">
      <w:pPr>
        <w:pStyle w:val="a6"/>
        <w:ind w:firstLine="720"/>
        <w:jc w:val="both"/>
        <w:rPr>
          <w:color w:val="000000"/>
        </w:rPr>
      </w:pPr>
      <w:hyperlink r:id="rId11"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2"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9C04CF" w:rsidP="004B206E">
      <w:pPr>
        <w:pStyle w:val="a6"/>
        <w:ind w:firstLine="720"/>
        <w:jc w:val="both"/>
        <w:rPr>
          <w:color w:val="000000"/>
        </w:rPr>
      </w:pPr>
      <w:hyperlink r:id="rId14"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9C04CF" w:rsidP="004B206E">
      <w:pPr>
        <w:pStyle w:val="a6"/>
        <w:ind w:firstLine="720"/>
        <w:jc w:val="both"/>
      </w:pPr>
      <w:hyperlink r:id="rId15"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4B206E">
      <w:pPr>
        <w:spacing w:before="100" w:beforeAutospacing="1" w:after="100" w:afterAutospacing="1"/>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4B206E">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0D23E6">
      <w:pPr>
        <w:spacing w:before="100" w:beforeAutospacing="1" w:after="100" w:afterAutospacing="1"/>
        <w:ind w:firstLine="426"/>
        <w:jc w:val="both"/>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ED7762" w:rsidP="00406CD5">
      <w:pPr>
        <w:spacing w:before="100" w:beforeAutospacing="1" w:after="100" w:afterAutospacing="1"/>
        <w:jc w:val="both"/>
      </w:pPr>
      <w:r>
        <w:rPr>
          <w:b/>
        </w:rPr>
        <w:t>1</w:t>
      </w:r>
      <w:r w:rsidR="00632087" w:rsidRPr="00F201F7">
        <w:rPr>
          <w:b/>
        </w:rPr>
        <w:t xml:space="preserve">.3. </w:t>
      </w:r>
      <w:r w:rsidR="00632087" w:rsidRPr="00F201F7">
        <w:t>Для достижения указанных целей Муниципальной программы должны быть решены следующие основные задачи:</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jc w:val="both"/>
      </w:pPr>
      <w:r w:rsidRPr="00F201F7">
        <w:t>- осуществление уборки и санитарно-гигиенической очистки помещений администрации Таловского муниципального района.</w:t>
      </w:r>
    </w:p>
    <w:p w:rsidR="00632087" w:rsidRPr="00F201F7" w:rsidRDefault="00632087" w:rsidP="00406CD5">
      <w:pPr>
        <w:tabs>
          <w:tab w:val="left" w:pos="1425"/>
        </w:tabs>
        <w:jc w:val="both"/>
      </w:pPr>
      <w:r w:rsidRPr="00F201F7">
        <w:tab/>
      </w:r>
    </w:p>
    <w:p w:rsidR="00632087" w:rsidRPr="00F201F7" w:rsidRDefault="00ED7762" w:rsidP="00406CD5">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4B206E">
      <w:pPr>
        <w:pStyle w:val="a6"/>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4B206E">
      <w:pPr>
        <w:pStyle w:val="a6"/>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32087" w:rsidRPr="00F201F7" w:rsidRDefault="00632087" w:rsidP="004B206E">
      <w:pPr>
        <w:pStyle w:val="a6"/>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F201F7" w:rsidRDefault="00632087" w:rsidP="004B206E">
      <w:pPr>
        <w:pStyle w:val="a6"/>
        <w:ind w:firstLine="720"/>
        <w:jc w:val="both"/>
        <w:rPr>
          <w:color w:val="000000"/>
        </w:rPr>
      </w:pPr>
      <w:r w:rsidRPr="00F201F7">
        <w:rPr>
          <w:color w:val="000000"/>
        </w:rPr>
        <w:t> Н = Но / Нпр x 100%, где:</w:t>
      </w:r>
    </w:p>
    <w:p w:rsidR="00632087" w:rsidRPr="00F201F7" w:rsidRDefault="00632087" w:rsidP="004B206E">
      <w:pPr>
        <w:pStyle w:val="a6"/>
        <w:ind w:firstLine="720"/>
        <w:jc w:val="both"/>
        <w:rPr>
          <w:color w:val="000000"/>
        </w:rPr>
      </w:pPr>
      <w:r w:rsidRPr="00F201F7">
        <w:rPr>
          <w:color w:val="000000"/>
        </w:rPr>
        <w:t> Н - охват численности населения Таловского района, %;</w:t>
      </w:r>
    </w:p>
    <w:p w:rsidR="00632087" w:rsidRPr="00F201F7" w:rsidRDefault="00632087" w:rsidP="004B206E">
      <w:pPr>
        <w:pStyle w:val="a6"/>
        <w:ind w:firstLine="720"/>
        <w:jc w:val="both"/>
        <w:rPr>
          <w:color w:val="000000"/>
        </w:rPr>
      </w:pPr>
      <w:r w:rsidRPr="00F201F7">
        <w:rPr>
          <w:color w:val="000000"/>
        </w:rPr>
        <w:t>Но - численность оповещаемого населения, человек;</w:t>
      </w:r>
    </w:p>
    <w:p w:rsidR="00632087" w:rsidRPr="00F201F7" w:rsidRDefault="00632087" w:rsidP="004B206E">
      <w:pPr>
        <w:pStyle w:val="a6"/>
        <w:ind w:firstLine="720"/>
        <w:jc w:val="both"/>
        <w:rPr>
          <w:color w:val="000000"/>
        </w:rPr>
      </w:pPr>
      <w:r w:rsidRPr="00F201F7">
        <w:rPr>
          <w:color w:val="000000"/>
        </w:rPr>
        <w:t>Нпр - численность населения, проживающего в Таловском районе, человек.</w:t>
      </w:r>
    </w:p>
    <w:p w:rsidR="00632087" w:rsidRPr="00F201F7" w:rsidRDefault="00632087" w:rsidP="004B206E">
      <w:pPr>
        <w:pStyle w:val="a6"/>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4B206E">
      <w:pPr>
        <w:pStyle w:val="a6"/>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4B206E">
      <w:pPr>
        <w:pStyle w:val="ConsPlusNormal"/>
        <w:ind w:firstLine="0"/>
        <w:jc w:val="both"/>
        <w:rPr>
          <w:rFonts w:ascii="Times New Roman" w:hAnsi="Times New Roman"/>
          <w:sz w:val="24"/>
          <w:szCs w:val="24"/>
        </w:rPr>
      </w:pPr>
      <w:r w:rsidRPr="0011793A">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B206E">
      <w:pPr>
        <w:pStyle w:val="a6"/>
        <w:jc w:val="both"/>
        <w:rPr>
          <w:color w:val="000000"/>
        </w:rPr>
      </w:pPr>
      <w:r w:rsidRPr="00F201F7">
        <w:rPr>
          <w:b/>
          <w:color w:val="000000"/>
        </w:rPr>
        <w:t xml:space="preserve"> </w:t>
      </w:r>
      <w:r w:rsidR="00ED7762">
        <w:rPr>
          <w:b/>
          <w:color w:val="000000"/>
        </w:rPr>
        <w:t>1</w:t>
      </w:r>
      <w:r w:rsidRPr="00F201F7">
        <w:rPr>
          <w:b/>
          <w:color w:val="000000"/>
        </w:rPr>
        <w:t xml:space="preserve">.5. </w:t>
      </w:r>
      <w:r w:rsidRPr="00F201F7">
        <w:rPr>
          <w:color w:val="000000"/>
        </w:rPr>
        <w:t>Основные ожидаемые конечные результаты реализации Муниципальной подпрограммы.</w:t>
      </w:r>
    </w:p>
    <w:p w:rsidR="00632087" w:rsidRPr="00F201F7" w:rsidRDefault="00632087" w:rsidP="004B206E">
      <w:pPr>
        <w:pStyle w:val="a6"/>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4B206E">
      <w:pPr>
        <w:pStyle w:val="a6"/>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4B206E">
      <w:pPr>
        <w:pStyle w:val="a6"/>
        <w:jc w:val="both"/>
      </w:pPr>
      <w:r w:rsidRPr="00F201F7">
        <w:t>-  сократить быстроту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pStyle w:val="a6"/>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Default="00632087" w:rsidP="004D3CEC">
      <w:pPr>
        <w:pStyle w:val="a6"/>
      </w:pPr>
      <w:r w:rsidRPr="00F201F7">
        <w:t>Общий срок реализации подпрограммы рассчитан на период с 2018  по 202</w:t>
      </w:r>
      <w:r w:rsidR="00572BF1">
        <w:t>9</w:t>
      </w:r>
      <w:r w:rsidRPr="00F201F7">
        <w:t xml:space="preserve"> годы.</w:t>
      </w:r>
    </w:p>
    <w:p w:rsidR="00572BF1" w:rsidRDefault="00572BF1"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572BF1" w:rsidRDefault="00572BF1" w:rsidP="00572BF1">
      <w:pPr>
        <w:jc w:val="center"/>
        <w:rPr>
          <w:lang w:eastAsia="ru-RU"/>
        </w:rPr>
      </w:pPr>
      <w:r>
        <w:rPr>
          <w:lang w:eastAsia="ru-RU"/>
        </w:rPr>
        <w:t>1 этап -2018-2023  гг.</w:t>
      </w:r>
    </w:p>
    <w:p w:rsidR="00572BF1" w:rsidRPr="00F201F7" w:rsidRDefault="00572BF1" w:rsidP="00572BF1">
      <w:pPr>
        <w:jc w:val="center"/>
        <w:rPr>
          <w:lang w:eastAsia="ru-RU"/>
        </w:rPr>
      </w:pPr>
      <w:r>
        <w:rPr>
          <w:lang w:eastAsia="ru-RU"/>
        </w:rPr>
        <w:t>2 этап- 2024-2029 гг.</w:t>
      </w:r>
    </w:p>
    <w:p w:rsidR="00572BF1" w:rsidRDefault="00572BF1" w:rsidP="00406CD5">
      <w:pPr>
        <w:jc w:val="center"/>
        <w:rPr>
          <w:b/>
          <w:sz w:val="26"/>
          <w:szCs w:val="26"/>
        </w:rPr>
      </w:pPr>
    </w:p>
    <w:p w:rsidR="00632087" w:rsidRDefault="00632087" w:rsidP="00406CD5">
      <w:pPr>
        <w:jc w:val="center"/>
        <w:rPr>
          <w:b/>
          <w:sz w:val="26"/>
          <w:szCs w:val="26"/>
        </w:rPr>
      </w:pPr>
      <w:r w:rsidRPr="00E065B4">
        <w:rPr>
          <w:b/>
          <w:sz w:val="26"/>
          <w:szCs w:val="26"/>
        </w:rPr>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406CD5">
      <w:pPr>
        <w:jc w:val="center"/>
        <w:rPr>
          <w:b/>
          <w:sz w:val="26"/>
          <w:szCs w:val="26"/>
        </w:rPr>
      </w:pPr>
    </w:p>
    <w:p w:rsidR="00632087" w:rsidRPr="00F201F7" w:rsidRDefault="00632087" w:rsidP="00406CD5">
      <w:pPr>
        <w:jc w:val="both"/>
        <w:rPr>
          <w:b/>
        </w:rPr>
      </w:pPr>
      <w:r w:rsidRPr="00F201F7">
        <w:t>Состав мероприятий Муниципальной программы определен исходя из необходимости достижения ее целей и решения задач.</w:t>
      </w:r>
    </w:p>
    <w:p w:rsidR="00632087" w:rsidRPr="00F201F7" w:rsidRDefault="00632087" w:rsidP="00406CD5">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406CD5">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406CD5">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632087" w:rsidP="00406CD5">
      <w:pPr>
        <w:jc w:val="both"/>
        <w:rPr>
          <w:color w:val="000000"/>
        </w:rPr>
      </w:pPr>
      <w:r w:rsidRPr="00F201F7">
        <w:rPr>
          <w:color w:val="000000"/>
        </w:rPr>
        <w:t>Финансирование мероприятия</w:t>
      </w:r>
      <w:r>
        <w:rPr>
          <w:color w:val="000000"/>
        </w:rPr>
        <w:t xml:space="preserve">  </w:t>
      </w:r>
      <w:r w:rsidR="000D23E6">
        <w:rPr>
          <w:color w:val="000000"/>
        </w:rPr>
        <w:t>31966,30</w:t>
      </w:r>
      <w:r w:rsidR="00C61C55">
        <w:rPr>
          <w:color w:val="000000"/>
        </w:rPr>
        <w:t xml:space="preserve"> </w:t>
      </w:r>
      <w:r>
        <w:rPr>
          <w:color w:val="000000"/>
        </w:rPr>
        <w:t xml:space="preserve"> тыс. руб.</w:t>
      </w:r>
      <w:r w:rsidRPr="00F201F7">
        <w:rPr>
          <w:color w:val="000000"/>
        </w:rPr>
        <w:t xml:space="preserve">: </w:t>
      </w:r>
    </w:p>
    <w:p w:rsidR="00632087" w:rsidRPr="00F201F7" w:rsidRDefault="00632087" w:rsidP="00406CD5">
      <w:pPr>
        <w:jc w:val="both"/>
        <w:rPr>
          <w:color w:val="000000"/>
        </w:rPr>
      </w:pPr>
      <w:r>
        <w:rPr>
          <w:color w:val="000000"/>
        </w:rPr>
        <w:t>- из средств местного бюджета</w:t>
      </w:r>
      <w:r w:rsidR="00586361">
        <w:rPr>
          <w:color w:val="000000"/>
        </w:rPr>
        <w:t xml:space="preserve"> </w:t>
      </w:r>
      <w:r w:rsidR="000D23E6">
        <w:rPr>
          <w:color w:val="000000"/>
        </w:rPr>
        <w:t>31795,70</w:t>
      </w:r>
      <w:r w:rsidR="00C61C55">
        <w:rPr>
          <w:color w:val="000000"/>
        </w:rPr>
        <w:t xml:space="preserve"> </w:t>
      </w:r>
      <w:r w:rsidRPr="00F201F7">
        <w:rPr>
          <w:color w:val="000000"/>
        </w:rPr>
        <w:t xml:space="preserve"> тыс. руб., в т.</w:t>
      </w:r>
      <w:r>
        <w:rPr>
          <w:color w:val="000000"/>
        </w:rPr>
        <w:t xml:space="preserve"> </w:t>
      </w:r>
      <w:r w:rsidRPr="00F201F7">
        <w:rPr>
          <w:color w:val="000000"/>
        </w:rPr>
        <w:t>ч:</w:t>
      </w:r>
    </w:p>
    <w:p w:rsidR="00632087" w:rsidRPr="00F201F7" w:rsidRDefault="00632087" w:rsidP="007555B2">
      <w:pPr>
        <w:ind w:left="567" w:firstLine="142"/>
        <w:jc w:val="both"/>
        <w:rPr>
          <w:color w:val="000000"/>
        </w:rPr>
      </w:pPr>
      <w:r w:rsidRPr="00F201F7">
        <w:rPr>
          <w:color w:val="000000"/>
        </w:rPr>
        <w:t>2018г. -</w:t>
      </w:r>
      <w:r>
        <w:rPr>
          <w:color w:val="000000"/>
        </w:rPr>
        <w:t>2</w:t>
      </w:r>
      <w:r w:rsidR="00891C13">
        <w:rPr>
          <w:color w:val="000000"/>
        </w:rPr>
        <w:t>3</w:t>
      </w:r>
      <w:r>
        <w:rPr>
          <w:color w:val="000000"/>
        </w:rPr>
        <w:t>33,30</w:t>
      </w:r>
      <w:r w:rsidRPr="00F201F7">
        <w:rPr>
          <w:color w:val="000000"/>
        </w:rPr>
        <w:t xml:space="preserve"> тыс.</w:t>
      </w:r>
      <w:r>
        <w:rPr>
          <w:color w:val="000000"/>
        </w:rPr>
        <w:t xml:space="preserve"> </w:t>
      </w:r>
      <w:r w:rsidRPr="00F201F7">
        <w:rPr>
          <w:color w:val="000000"/>
        </w:rPr>
        <w:t xml:space="preserve">руб., </w:t>
      </w:r>
    </w:p>
    <w:p w:rsidR="00632087" w:rsidRPr="00F201F7" w:rsidRDefault="00632087" w:rsidP="007555B2">
      <w:pPr>
        <w:ind w:left="567" w:firstLine="142"/>
        <w:jc w:val="both"/>
        <w:rPr>
          <w:color w:val="000000"/>
        </w:rPr>
      </w:pPr>
      <w:r w:rsidRPr="00F201F7">
        <w:rPr>
          <w:color w:val="000000"/>
        </w:rPr>
        <w:t xml:space="preserve">2019г.- </w:t>
      </w:r>
      <w:r>
        <w:rPr>
          <w:color w:val="000000"/>
        </w:rPr>
        <w:t>2</w:t>
      </w:r>
      <w:r w:rsidR="00C61C55">
        <w:rPr>
          <w:color w:val="000000"/>
        </w:rPr>
        <w:t xml:space="preserve">613,30 </w:t>
      </w:r>
      <w:r w:rsidRPr="00F201F7">
        <w:rPr>
          <w:color w:val="000000"/>
        </w:rPr>
        <w:t xml:space="preserve"> тыс. руб.,</w:t>
      </w:r>
    </w:p>
    <w:p w:rsidR="00632087" w:rsidRPr="00F201F7" w:rsidRDefault="00632087" w:rsidP="007555B2">
      <w:pPr>
        <w:ind w:left="567" w:firstLine="142"/>
        <w:jc w:val="both"/>
        <w:rPr>
          <w:color w:val="000000"/>
        </w:rPr>
      </w:pPr>
      <w:r>
        <w:rPr>
          <w:color w:val="000000"/>
        </w:rPr>
        <w:t>2020г.- 2</w:t>
      </w:r>
      <w:r w:rsidR="00586361">
        <w:rPr>
          <w:color w:val="000000"/>
        </w:rPr>
        <w:t xml:space="preserve">745,30 </w:t>
      </w:r>
      <w:r w:rsidR="00C61C55">
        <w:rPr>
          <w:color w:val="000000"/>
        </w:rPr>
        <w:t xml:space="preserve"> </w:t>
      </w:r>
      <w:r w:rsidRPr="00F201F7">
        <w:rPr>
          <w:color w:val="000000"/>
        </w:rPr>
        <w:t>тыс.руб.,</w:t>
      </w:r>
    </w:p>
    <w:p w:rsidR="00632087" w:rsidRPr="00F201F7" w:rsidRDefault="00632087" w:rsidP="007555B2">
      <w:pPr>
        <w:ind w:left="567" w:firstLine="142"/>
        <w:jc w:val="both"/>
        <w:rPr>
          <w:color w:val="000000"/>
        </w:rPr>
      </w:pPr>
      <w:r>
        <w:rPr>
          <w:color w:val="000000"/>
        </w:rPr>
        <w:t>2021г.-  2</w:t>
      </w:r>
      <w:r w:rsidR="00586361">
        <w:rPr>
          <w:color w:val="000000"/>
        </w:rPr>
        <w:t xml:space="preserve">678,20 </w:t>
      </w:r>
      <w:r w:rsidRPr="00F201F7">
        <w:rPr>
          <w:color w:val="000000"/>
        </w:rPr>
        <w:t>тыс.руб.,</w:t>
      </w:r>
    </w:p>
    <w:p w:rsidR="00632087" w:rsidRPr="00F201F7" w:rsidRDefault="00632087" w:rsidP="007555B2">
      <w:pPr>
        <w:ind w:left="567" w:firstLine="142"/>
        <w:jc w:val="both"/>
        <w:rPr>
          <w:color w:val="000000"/>
        </w:rPr>
      </w:pPr>
      <w:r w:rsidRPr="00F201F7">
        <w:rPr>
          <w:color w:val="000000"/>
        </w:rPr>
        <w:t>2022г.-  2</w:t>
      </w:r>
      <w:r w:rsidR="00586361">
        <w:rPr>
          <w:color w:val="000000"/>
        </w:rPr>
        <w:t xml:space="preserve">678,20 </w:t>
      </w:r>
      <w:r w:rsidRPr="00F201F7">
        <w:rPr>
          <w:color w:val="000000"/>
        </w:rPr>
        <w:t>тыс.руб.,</w:t>
      </w:r>
    </w:p>
    <w:p w:rsidR="00632087" w:rsidRDefault="00632087" w:rsidP="007555B2">
      <w:pPr>
        <w:ind w:left="567" w:firstLine="142"/>
        <w:jc w:val="both"/>
        <w:rPr>
          <w:color w:val="000000"/>
        </w:rPr>
      </w:pPr>
      <w:r w:rsidRPr="002224A0">
        <w:rPr>
          <w:color w:val="000000"/>
        </w:rPr>
        <w:t xml:space="preserve">2023г.-  </w:t>
      </w:r>
      <w:r w:rsidR="00586361">
        <w:rPr>
          <w:color w:val="000000"/>
        </w:rPr>
        <w:t xml:space="preserve">2678,20 </w:t>
      </w:r>
      <w:r w:rsidRPr="002224A0">
        <w:rPr>
          <w:color w:val="000000"/>
        </w:rPr>
        <w:t>тыс.руб.</w:t>
      </w:r>
    </w:p>
    <w:p w:rsidR="000D23E6" w:rsidRPr="00F201F7" w:rsidRDefault="007555B2" w:rsidP="000D23E6">
      <w:pPr>
        <w:ind w:left="567" w:firstLine="142"/>
        <w:jc w:val="both"/>
        <w:rPr>
          <w:color w:val="000000"/>
        </w:rPr>
      </w:pPr>
      <w:r>
        <w:t>2024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2025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2026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2027 г</w:t>
      </w:r>
      <w:r w:rsidR="000D23E6">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7555B2" w:rsidP="000D23E6">
      <w:pPr>
        <w:ind w:left="567" w:firstLine="142"/>
        <w:jc w:val="both"/>
        <w:rPr>
          <w:color w:val="000000"/>
        </w:rPr>
      </w:pPr>
      <w:r>
        <w:t>2028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0D23E6" w:rsidRPr="00F201F7" w:rsidRDefault="00572BF1" w:rsidP="000D23E6">
      <w:pPr>
        <w:ind w:left="567" w:firstLine="142"/>
        <w:jc w:val="both"/>
        <w:rPr>
          <w:color w:val="000000"/>
        </w:rPr>
      </w:pPr>
      <w:r>
        <w:rPr>
          <w:color w:val="000000"/>
        </w:rPr>
        <w:t>2029 г</w:t>
      </w:r>
      <w:r w:rsidR="000D23E6">
        <w:rPr>
          <w:color w:val="000000"/>
        </w:rPr>
        <w:t>.</w:t>
      </w:r>
      <w:r>
        <w:rPr>
          <w:color w:val="000000"/>
        </w:rP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p>
    <w:p w:rsidR="00632087" w:rsidRPr="002224A0" w:rsidRDefault="00632087" w:rsidP="00406CD5">
      <w:pPr>
        <w:jc w:val="both"/>
        <w:rPr>
          <w:color w:val="000000"/>
        </w:rPr>
      </w:pPr>
      <w:r w:rsidRPr="002224A0">
        <w:rPr>
          <w:color w:val="000000"/>
        </w:rPr>
        <w:t xml:space="preserve">- из средств областного  бюджета </w:t>
      </w:r>
      <w:r w:rsidR="00891C13">
        <w:rPr>
          <w:color w:val="000000"/>
        </w:rPr>
        <w:t>1</w:t>
      </w:r>
      <w:r w:rsidR="000D23E6">
        <w:rPr>
          <w:color w:val="000000"/>
        </w:rPr>
        <w:t>7</w:t>
      </w:r>
      <w:r w:rsidR="00891C13">
        <w:rPr>
          <w:color w:val="000000"/>
        </w:rPr>
        <w:t>0,60</w:t>
      </w:r>
      <w:r w:rsidRPr="002224A0">
        <w:rPr>
          <w:color w:val="000000"/>
        </w:rPr>
        <w:t xml:space="preserve"> тыс. руб.</w:t>
      </w:r>
    </w:p>
    <w:p w:rsidR="00632087" w:rsidRDefault="00632087" w:rsidP="00406CD5">
      <w:pPr>
        <w:jc w:val="both"/>
        <w:rPr>
          <w:color w:val="000000"/>
        </w:rPr>
      </w:pPr>
      <w:r w:rsidRPr="002224A0">
        <w:rPr>
          <w:color w:val="000000"/>
        </w:rPr>
        <w:t xml:space="preserve">            2018г.- 80,60 тыс. руб.</w:t>
      </w:r>
    </w:p>
    <w:p w:rsidR="00891C13" w:rsidRDefault="00891C13" w:rsidP="00406CD5">
      <w:pPr>
        <w:jc w:val="both"/>
        <w:rPr>
          <w:color w:val="000000"/>
        </w:rPr>
      </w:pPr>
      <w:r>
        <w:rPr>
          <w:color w:val="000000"/>
        </w:rPr>
        <w:t xml:space="preserve">            2019 г.-30,00 тыс. руб.</w:t>
      </w:r>
    </w:p>
    <w:p w:rsidR="00632087" w:rsidRDefault="008C7748" w:rsidP="00406CD5">
      <w:pPr>
        <w:ind w:firstLine="709"/>
        <w:jc w:val="both"/>
        <w:rPr>
          <w:color w:val="000000"/>
        </w:rPr>
      </w:pPr>
      <w:r>
        <w:rPr>
          <w:color w:val="000000"/>
        </w:rPr>
        <w:t>2020г.</w:t>
      </w:r>
      <w:r w:rsidRPr="008C7748">
        <w:rPr>
          <w:color w:val="000000"/>
        </w:rPr>
        <w:t xml:space="preserve"> </w:t>
      </w:r>
      <w:r>
        <w:rPr>
          <w:color w:val="000000"/>
        </w:rPr>
        <w:t>- 30,00 тыс. руб.</w:t>
      </w:r>
    </w:p>
    <w:p w:rsidR="006A5DFC" w:rsidRDefault="006A5DFC" w:rsidP="006A5DFC">
      <w:pPr>
        <w:ind w:firstLine="709"/>
        <w:jc w:val="both"/>
        <w:rPr>
          <w:color w:val="000000"/>
        </w:rPr>
      </w:pPr>
      <w:r>
        <w:rPr>
          <w:color w:val="000000"/>
        </w:rPr>
        <w:t>2021 г.</w:t>
      </w:r>
      <w:r w:rsidRPr="006A5DFC">
        <w:rPr>
          <w:color w:val="000000"/>
        </w:rPr>
        <w:t xml:space="preserve"> </w:t>
      </w:r>
      <w:r>
        <w:rPr>
          <w:color w:val="000000"/>
        </w:rPr>
        <w:t>- 30,00 тыс. руб.</w:t>
      </w:r>
    </w:p>
    <w:p w:rsidR="00632087" w:rsidRPr="00F201F7" w:rsidRDefault="00632087" w:rsidP="00406CD5">
      <w:pPr>
        <w:ind w:firstLine="709"/>
        <w:jc w:val="both"/>
      </w:pPr>
      <w:r w:rsidRPr="00F201F7">
        <w:rPr>
          <w:b/>
        </w:rPr>
        <w:t>Мероприятие 2.</w:t>
      </w:r>
      <w:r w:rsidRPr="00F201F7">
        <w:t xml:space="preserve"> Финансовое обеспечение выполнения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F201F7" w:rsidRDefault="00632087" w:rsidP="00406CD5">
      <w:pPr>
        <w:ind w:firstLine="709"/>
        <w:jc w:val="both"/>
      </w:pPr>
    </w:p>
    <w:p w:rsidR="00632087" w:rsidRPr="00F44C95" w:rsidRDefault="00632087" w:rsidP="00406CD5">
      <w:pPr>
        <w:ind w:firstLine="709"/>
        <w:jc w:val="both"/>
      </w:pPr>
      <w:r w:rsidRPr="00F44C95">
        <w:t>Финансирование мероприятия:</w:t>
      </w:r>
      <w:r>
        <w:t>1</w:t>
      </w:r>
      <w:r w:rsidR="000D23E6">
        <w:t>86338,20</w:t>
      </w:r>
      <w:r w:rsidR="00586361">
        <w:t xml:space="preserve"> </w:t>
      </w:r>
      <w:r w:rsidRPr="00F44C95">
        <w:t xml:space="preserve"> тыс. руб</w:t>
      </w:r>
      <w:r>
        <w:t>.</w:t>
      </w:r>
      <w:r w:rsidRPr="00F44C95">
        <w:t>, в т.</w:t>
      </w:r>
      <w:r>
        <w:t xml:space="preserve"> </w:t>
      </w:r>
      <w:r w:rsidRPr="00F44C95">
        <w:t>ч.:</w:t>
      </w:r>
    </w:p>
    <w:p w:rsidR="00632087" w:rsidRPr="00F44C95" w:rsidRDefault="00632087" w:rsidP="00406CD5">
      <w:pPr>
        <w:ind w:firstLine="709"/>
        <w:jc w:val="both"/>
      </w:pPr>
      <w:r w:rsidRPr="00F44C95">
        <w:t xml:space="preserve">- из средств местного бюджета </w:t>
      </w:r>
      <w:r>
        <w:t>1</w:t>
      </w:r>
      <w:r w:rsidR="000D23E6">
        <w:t>86102,90</w:t>
      </w:r>
      <w:r w:rsidR="00C61C55">
        <w:t xml:space="preserve"> </w:t>
      </w:r>
      <w:r>
        <w:t xml:space="preserve"> </w:t>
      </w:r>
      <w:r w:rsidRPr="00F44C95">
        <w:t>тыс. руб., в т.</w:t>
      </w:r>
      <w:r>
        <w:t xml:space="preserve"> </w:t>
      </w:r>
      <w:r w:rsidRPr="00F44C95">
        <w:t>ч:</w:t>
      </w:r>
    </w:p>
    <w:p w:rsidR="00632087" w:rsidRPr="00F44C95" w:rsidRDefault="00632087" w:rsidP="00406CD5">
      <w:pPr>
        <w:ind w:firstLine="851"/>
      </w:pPr>
      <w:r w:rsidRPr="00F44C95">
        <w:t>2018г. -</w:t>
      </w:r>
      <w:r>
        <w:t>18981,70</w:t>
      </w:r>
      <w:r w:rsidRPr="00F44C95">
        <w:t xml:space="preserve"> тыс. руб., </w:t>
      </w:r>
    </w:p>
    <w:p w:rsidR="00632087" w:rsidRPr="00F44C95" w:rsidRDefault="00632087" w:rsidP="00406CD5">
      <w:pPr>
        <w:ind w:firstLine="851"/>
      </w:pPr>
      <w:r>
        <w:t>2019г.- 2</w:t>
      </w:r>
      <w:r w:rsidR="00EA0E05">
        <w:t>1</w:t>
      </w:r>
      <w:r w:rsidR="00C61C55">
        <w:t xml:space="preserve">203,50 </w:t>
      </w:r>
      <w:r w:rsidRPr="00F44C95">
        <w:t xml:space="preserve"> тыс. руб.,</w:t>
      </w:r>
    </w:p>
    <w:p w:rsidR="00632087" w:rsidRPr="00F44C95" w:rsidRDefault="00C61C55" w:rsidP="00406CD5">
      <w:pPr>
        <w:ind w:firstLine="851"/>
      </w:pPr>
      <w:r>
        <w:t>2020г.- 1</w:t>
      </w:r>
      <w:r w:rsidR="00586361">
        <w:t>6930,80</w:t>
      </w:r>
      <w:r>
        <w:t xml:space="preserve"> </w:t>
      </w:r>
      <w:r w:rsidR="00632087" w:rsidRPr="00F44C95">
        <w:t xml:space="preserve"> тыс. руб.,</w:t>
      </w:r>
    </w:p>
    <w:p w:rsidR="00632087" w:rsidRPr="00F44C95" w:rsidRDefault="00632087" w:rsidP="00406CD5">
      <w:pPr>
        <w:ind w:firstLine="851"/>
      </w:pPr>
      <w:r>
        <w:t>2021г.- 1</w:t>
      </w:r>
      <w:r w:rsidR="00586361">
        <w:t>8057,30</w:t>
      </w:r>
      <w:r w:rsidR="00C61C55">
        <w:t xml:space="preserve"> </w:t>
      </w:r>
      <w:r w:rsidRPr="00F44C95">
        <w:t xml:space="preserve"> тыс. руб.,</w:t>
      </w:r>
    </w:p>
    <w:p w:rsidR="00632087" w:rsidRPr="00F44C95" w:rsidRDefault="00632087" w:rsidP="00406CD5">
      <w:pPr>
        <w:ind w:firstLine="851"/>
      </w:pPr>
      <w:r w:rsidRPr="00F44C95">
        <w:t>2022г.- 1</w:t>
      </w:r>
      <w:r w:rsidR="00586361">
        <w:t>3866,20</w:t>
      </w:r>
      <w:r w:rsidR="00C61C55">
        <w:t xml:space="preserve"> </w:t>
      </w:r>
      <w:r w:rsidRPr="00F44C95">
        <w:t xml:space="preserve"> тыс. руб.,</w:t>
      </w:r>
    </w:p>
    <w:p w:rsidR="00632087" w:rsidRDefault="00632087" w:rsidP="00406CD5">
      <w:pPr>
        <w:ind w:firstLine="851"/>
      </w:pPr>
      <w:r w:rsidRPr="00F44C95">
        <w:t>2023г.- 1</w:t>
      </w:r>
      <w:r w:rsidR="00586361">
        <w:t xml:space="preserve">3866,20 </w:t>
      </w:r>
      <w:r w:rsidRPr="00F44C95">
        <w:t xml:space="preserve"> тыс. руб. </w:t>
      </w:r>
    </w:p>
    <w:p w:rsidR="000D23E6" w:rsidRPr="00F44C95" w:rsidRDefault="00456385" w:rsidP="000D23E6">
      <w:pPr>
        <w:ind w:firstLine="851"/>
      </w:pPr>
      <w:r>
        <w:t>2024 г</w:t>
      </w:r>
      <w:r w:rsidR="000D23E6">
        <w:t>.</w:t>
      </w:r>
      <w:r>
        <w:t>-</w:t>
      </w:r>
      <w:r w:rsidR="000D23E6" w:rsidRPr="000D23E6">
        <w:t xml:space="preserve"> </w:t>
      </w:r>
      <w:r w:rsidR="000D23E6" w:rsidRPr="00F44C95">
        <w:t>1</w:t>
      </w:r>
      <w:r w:rsidR="000D23E6">
        <w:t xml:space="preserve">3866,20 </w:t>
      </w:r>
      <w:r w:rsidR="000D23E6" w:rsidRPr="00F44C95">
        <w:t xml:space="preserve"> тыс. руб.,</w:t>
      </w:r>
    </w:p>
    <w:p w:rsidR="000D23E6" w:rsidRPr="00F44C95" w:rsidRDefault="00456385" w:rsidP="000D23E6">
      <w:pPr>
        <w:ind w:firstLine="851"/>
      </w:pPr>
      <w:r>
        <w:t xml:space="preserve">2025 </w:t>
      </w:r>
      <w:r w:rsidR="000D23E6">
        <w:t>г.</w:t>
      </w:r>
      <w:r>
        <w:t>-</w:t>
      </w:r>
      <w:r w:rsidR="000D23E6" w:rsidRPr="000D23E6">
        <w:t xml:space="preserve"> </w:t>
      </w:r>
      <w:r w:rsidR="000D23E6" w:rsidRPr="00F44C95">
        <w:t>1</w:t>
      </w:r>
      <w:r w:rsidR="000D23E6">
        <w:t xml:space="preserve">3866,20 </w:t>
      </w:r>
      <w:r w:rsidR="000D23E6" w:rsidRPr="00F44C95">
        <w:t xml:space="preserve"> тыс. руб.,</w:t>
      </w:r>
    </w:p>
    <w:p w:rsidR="000D23E6" w:rsidRPr="00F44C95" w:rsidRDefault="00456385" w:rsidP="000D23E6">
      <w:pPr>
        <w:ind w:firstLine="851"/>
      </w:pPr>
      <w:r>
        <w:t>2026 г</w:t>
      </w:r>
      <w:r w:rsidR="000D23E6">
        <w:t>.</w:t>
      </w:r>
      <w:r>
        <w:t>-</w:t>
      </w:r>
      <w:r w:rsidR="000D23E6" w:rsidRPr="000D23E6">
        <w:t xml:space="preserve"> </w:t>
      </w:r>
      <w:r w:rsidR="000D23E6" w:rsidRPr="00F44C95">
        <w:t>1</w:t>
      </w:r>
      <w:r w:rsidR="000D23E6">
        <w:t xml:space="preserve">3866,20 </w:t>
      </w:r>
      <w:r w:rsidR="000D23E6" w:rsidRPr="00F44C95">
        <w:t xml:space="preserve"> тыс. руб.,</w:t>
      </w:r>
    </w:p>
    <w:p w:rsidR="000D23E6" w:rsidRPr="00F44C95" w:rsidRDefault="00456385" w:rsidP="000D23E6">
      <w:pPr>
        <w:ind w:firstLine="851"/>
      </w:pPr>
      <w:r>
        <w:t>2027 г</w:t>
      </w:r>
      <w:r w:rsidR="000D23E6">
        <w:t>.</w:t>
      </w:r>
      <w:r>
        <w:t>-</w:t>
      </w:r>
      <w:r w:rsidR="000D23E6" w:rsidRPr="000D23E6">
        <w:t xml:space="preserve"> </w:t>
      </w:r>
      <w:r w:rsidR="000D23E6" w:rsidRPr="00F44C95">
        <w:t>1</w:t>
      </w:r>
      <w:r w:rsidR="000D23E6">
        <w:t xml:space="preserve">3866,20 </w:t>
      </w:r>
      <w:r w:rsidR="000D23E6" w:rsidRPr="00F44C95">
        <w:t xml:space="preserve"> тыс. руб.,</w:t>
      </w:r>
    </w:p>
    <w:p w:rsidR="000D23E6" w:rsidRPr="00F44C95" w:rsidRDefault="00456385" w:rsidP="000D23E6">
      <w:pPr>
        <w:ind w:firstLine="851"/>
      </w:pPr>
      <w:r>
        <w:t>2028 г</w:t>
      </w:r>
      <w:r w:rsidR="000D23E6">
        <w:t>.</w:t>
      </w:r>
      <w:r>
        <w:t>-</w:t>
      </w:r>
      <w:r w:rsidR="000D23E6" w:rsidRPr="000D23E6">
        <w:t xml:space="preserve"> </w:t>
      </w:r>
      <w:r w:rsidR="000D23E6" w:rsidRPr="00F44C95">
        <w:t>1</w:t>
      </w:r>
      <w:r w:rsidR="000D23E6">
        <w:t xml:space="preserve">3866,20 </w:t>
      </w:r>
      <w:r w:rsidR="000D23E6" w:rsidRPr="00F44C95">
        <w:t xml:space="preserve"> тыс. руб.,</w:t>
      </w:r>
    </w:p>
    <w:p w:rsidR="000D23E6" w:rsidRPr="00F44C95" w:rsidRDefault="00572BF1" w:rsidP="000D23E6">
      <w:pPr>
        <w:ind w:firstLine="851"/>
      </w:pPr>
      <w:r>
        <w:t>2029 г</w:t>
      </w:r>
      <w:r w:rsidR="000D23E6">
        <w:t>.</w:t>
      </w:r>
      <w:r>
        <w:t>-</w:t>
      </w:r>
      <w:r w:rsidR="000D23E6" w:rsidRPr="000D23E6">
        <w:t xml:space="preserve"> </w:t>
      </w:r>
      <w:r w:rsidR="000D23E6" w:rsidRPr="00F44C95">
        <w:t>1</w:t>
      </w:r>
      <w:r w:rsidR="000D23E6">
        <w:t xml:space="preserve">3866,20 </w:t>
      </w:r>
      <w:r w:rsidR="000D23E6" w:rsidRPr="00F44C95">
        <w:t xml:space="preserve"> тыс. руб.,</w:t>
      </w:r>
    </w:p>
    <w:p w:rsidR="00632087" w:rsidRPr="00F44C95" w:rsidRDefault="00632087" w:rsidP="00406CD5">
      <w:pPr>
        <w:jc w:val="both"/>
        <w:rPr>
          <w:color w:val="000000"/>
        </w:rPr>
      </w:pPr>
      <w:r w:rsidRPr="00F44C95">
        <w:rPr>
          <w:color w:val="000000"/>
        </w:rPr>
        <w:t xml:space="preserve">          - из средств областного  бюджета </w:t>
      </w:r>
      <w:r w:rsidR="00586361">
        <w:rPr>
          <w:color w:val="000000"/>
        </w:rPr>
        <w:t xml:space="preserve"> 235,30 </w:t>
      </w:r>
      <w:r w:rsidRPr="00F44C95">
        <w:rPr>
          <w:color w:val="000000"/>
        </w:rPr>
        <w:t xml:space="preserve"> тыс. руб.</w:t>
      </w:r>
    </w:p>
    <w:p w:rsidR="00632087" w:rsidRDefault="00632087" w:rsidP="00406CD5">
      <w:pPr>
        <w:jc w:val="both"/>
        <w:rPr>
          <w:color w:val="000000"/>
        </w:rPr>
      </w:pPr>
      <w:r w:rsidRPr="00F44C95">
        <w:rPr>
          <w:color w:val="000000"/>
        </w:rPr>
        <w:t xml:space="preserve">              2018г.- 14,60 тыс. руб.</w:t>
      </w:r>
    </w:p>
    <w:p w:rsidR="00586361" w:rsidRPr="00F44C95" w:rsidRDefault="00586361" w:rsidP="00586361">
      <w:pPr>
        <w:ind w:firstLine="851"/>
      </w:pPr>
      <w:r>
        <w:t xml:space="preserve">2020г.-  220,70 </w:t>
      </w:r>
      <w:r w:rsidRPr="00F44C95">
        <w:t xml:space="preserve"> тыс. руб.,</w:t>
      </w:r>
    </w:p>
    <w:p w:rsidR="00632087" w:rsidRPr="00F201F7" w:rsidRDefault="00632087" w:rsidP="00406CD5"/>
    <w:p w:rsidR="00632087" w:rsidRPr="00F201F7" w:rsidRDefault="00632087" w:rsidP="00406CD5">
      <w:pPr>
        <w:ind w:firstLine="709"/>
        <w:jc w:val="both"/>
      </w:pPr>
      <w:r w:rsidRPr="00F201F7">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F201F7" w:rsidRDefault="00632087" w:rsidP="00406CD5">
      <w:pPr>
        <w:ind w:firstLine="709"/>
        <w:jc w:val="both"/>
      </w:pPr>
      <w:r w:rsidRPr="00F201F7">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 .</w:t>
      </w:r>
    </w:p>
    <w:p w:rsidR="00632087" w:rsidRDefault="00632087" w:rsidP="00406CD5">
      <w:pPr>
        <w:rPr>
          <w:b/>
          <w:sz w:val="26"/>
          <w:szCs w:val="26"/>
        </w:rPr>
      </w:pPr>
    </w:p>
    <w:p w:rsidR="00632087" w:rsidRPr="00F201F7" w:rsidRDefault="00632087" w:rsidP="00406CD5">
      <w:pPr>
        <w:jc w:val="both"/>
        <w:rPr>
          <w:b/>
        </w:rPr>
      </w:pPr>
      <w:r w:rsidRPr="00F201F7">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632087" w:rsidP="00406CD5">
      <w:pPr>
        <w:autoSpaceDE w:val="0"/>
        <w:autoSpaceDN w:val="0"/>
        <w:adjustRightInd w:val="0"/>
        <w:jc w:val="both"/>
        <w:rPr>
          <w:b/>
        </w:rPr>
      </w:pPr>
      <w:r w:rsidRPr="00F201F7">
        <w:rPr>
          <w:bCs/>
        </w:rPr>
        <w:t>Источник финансирования подпрограммы – бюджет Таловского муниципального района (далее – местный бюджет).</w:t>
      </w:r>
    </w:p>
    <w:p w:rsidR="00632087" w:rsidRPr="00F201F7" w:rsidRDefault="00632087" w:rsidP="00406CD5">
      <w:r w:rsidRPr="00F201F7">
        <w:t xml:space="preserve">Общий объем финансирования подпрограммы составляет </w:t>
      </w:r>
      <w:r w:rsidR="000D23E6">
        <w:t>218304,50</w:t>
      </w:r>
      <w:r w:rsidRPr="00F201F7">
        <w:t xml:space="preserve">  тыс.руб.</w:t>
      </w:r>
      <w:r>
        <w:t xml:space="preserve"> </w:t>
      </w:r>
      <w:r w:rsidRPr="00F201F7">
        <w:t>в том числе:</w:t>
      </w:r>
    </w:p>
    <w:p w:rsidR="00632087" w:rsidRPr="00F201F7" w:rsidRDefault="00632087" w:rsidP="00406CD5">
      <w:r w:rsidRPr="00F201F7">
        <w:t xml:space="preserve">средства местного  бюджета </w:t>
      </w:r>
      <w:r w:rsidR="00EA13F7">
        <w:t>217898,60</w:t>
      </w:r>
      <w:r w:rsidRPr="00F201F7">
        <w:t xml:space="preserve">  тыс.руб., в т.ч.</w:t>
      </w:r>
    </w:p>
    <w:p w:rsidR="00632087" w:rsidRPr="00F201F7" w:rsidRDefault="00632087" w:rsidP="00406CD5">
      <w:pPr>
        <w:ind w:firstLine="567"/>
      </w:pPr>
      <w:r w:rsidRPr="00F201F7">
        <w:t xml:space="preserve"> 2018г. </w:t>
      </w:r>
      <w:r>
        <w:t>– 21315,00</w:t>
      </w:r>
      <w:r w:rsidRPr="00F201F7">
        <w:t xml:space="preserve"> тыс.руб., </w:t>
      </w:r>
    </w:p>
    <w:p w:rsidR="00632087" w:rsidRPr="00F201F7" w:rsidRDefault="00632087" w:rsidP="00406CD5">
      <w:pPr>
        <w:ind w:firstLine="567"/>
      </w:pPr>
      <w:r w:rsidRPr="00F201F7">
        <w:t xml:space="preserve"> 2019г.- </w:t>
      </w:r>
      <w:r>
        <w:t>2</w:t>
      </w:r>
      <w:r w:rsidR="00C61C55">
        <w:t xml:space="preserve">3816,80 </w:t>
      </w:r>
      <w:r w:rsidRPr="00F201F7">
        <w:t xml:space="preserve"> тыс. руб.,</w:t>
      </w:r>
    </w:p>
    <w:p w:rsidR="00632087" w:rsidRPr="00F201F7" w:rsidRDefault="00632087" w:rsidP="00406CD5">
      <w:pPr>
        <w:ind w:firstLine="567"/>
      </w:pPr>
      <w:r>
        <w:t xml:space="preserve"> 2020г.- </w:t>
      </w:r>
      <w:r w:rsidR="00586361">
        <w:t xml:space="preserve">19676,10 </w:t>
      </w:r>
      <w:r w:rsidR="00C61C55">
        <w:t xml:space="preserve"> </w:t>
      </w:r>
      <w:r w:rsidRPr="00F201F7">
        <w:t xml:space="preserve"> тыс.руб.,</w:t>
      </w:r>
    </w:p>
    <w:p w:rsidR="00632087" w:rsidRPr="00F201F7" w:rsidRDefault="00632087" w:rsidP="00406CD5">
      <w:pPr>
        <w:ind w:firstLine="567"/>
      </w:pPr>
      <w:r w:rsidRPr="00F201F7">
        <w:t xml:space="preserve"> 2021г.-  </w:t>
      </w:r>
      <w:r w:rsidR="00586361">
        <w:t>20735,50</w:t>
      </w:r>
      <w:r w:rsidR="00C61C55">
        <w:t xml:space="preserve"> </w:t>
      </w:r>
      <w:r w:rsidRPr="00F201F7">
        <w:t xml:space="preserve"> тыс.руб.,</w:t>
      </w:r>
    </w:p>
    <w:p w:rsidR="00632087" w:rsidRPr="00F201F7" w:rsidRDefault="00632087" w:rsidP="00406CD5">
      <w:pPr>
        <w:ind w:firstLine="567"/>
      </w:pPr>
      <w:r w:rsidRPr="00F201F7">
        <w:t xml:space="preserve"> 2022г.-  1</w:t>
      </w:r>
      <w:r w:rsidR="00586361">
        <w:t>6544,40</w:t>
      </w:r>
      <w:r w:rsidR="00C61C55">
        <w:t xml:space="preserve"> </w:t>
      </w:r>
      <w:r w:rsidRPr="00F201F7">
        <w:t xml:space="preserve"> тыс.руб.,</w:t>
      </w:r>
    </w:p>
    <w:p w:rsidR="00632087" w:rsidRDefault="00632087" w:rsidP="00406CD5">
      <w:pPr>
        <w:ind w:firstLine="567"/>
      </w:pPr>
      <w:r w:rsidRPr="00F201F7">
        <w:t xml:space="preserve"> 2023г.-  1</w:t>
      </w:r>
      <w:r w:rsidR="00586361">
        <w:t xml:space="preserve">6544,40 </w:t>
      </w:r>
      <w:r w:rsidRPr="00F201F7">
        <w:t xml:space="preserve"> тыс.руб.</w:t>
      </w:r>
    </w:p>
    <w:p w:rsidR="000D23E6" w:rsidRDefault="00EA13F7" w:rsidP="000D23E6">
      <w:pPr>
        <w:ind w:firstLine="567"/>
      </w:pPr>
      <w:r>
        <w:t xml:space="preserve"> </w:t>
      </w:r>
      <w:r w:rsidR="00456385">
        <w:t>2024 г</w:t>
      </w:r>
      <w:r w:rsidR="000D23E6">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2025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2026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2027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456385">
        <w:t>2028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p>
    <w:p w:rsidR="000D23E6" w:rsidRDefault="00EA13F7" w:rsidP="000D23E6">
      <w:pPr>
        <w:ind w:firstLine="567"/>
      </w:pPr>
      <w:r>
        <w:t xml:space="preserve"> </w:t>
      </w:r>
      <w:r w:rsidR="00572BF1">
        <w:t>2029 г</w:t>
      </w:r>
      <w:r w:rsidR="000D23E6">
        <w:t>.</w:t>
      </w:r>
      <w:r w:rsidR="00572BF1">
        <w:t>-</w:t>
      </w:r>
      <w:r w:rsidR="000D23E6" w:rsidRPr="000D23E6">
        <w:t xml:space="preserve"> </w:t>
      </w:r>
      <w:r w:rsidR="000D23E6" w:rsidRPr="00F201F7">
        <w:t>1</w:t>
      </w:r>
      <w:r w:rsidR="000D23E6">
        <w:t xml:space="preserve">6544,40 </w:t>
      </w:r>
      <w:r w:rsidR="000D23E6" w:rsidRPr="00F201F7">
        <w:t xml:space="preserve"> тыс.руб.</w:t>
      </w:r>
    </w:p>
    <w:p w:rsidR="00891C13" w:rsidRPr="002224A0" w:rsidRDefault="00891C13" w:rsidP="00891C13">
      <w:pPr>
        <w:jc w:val="both"/>
        <w:rPr>
          <w:color w:val="000000"/>
        </w:rPr>
      </w:pPr>
      <w:r w:rsidRPr="002224A0">
        <w:rPr>
          <w:color w:val="000000"/>
        </w:rPr>
        <w:t xml:space="preserve">- из средств областного  бюджета </w:t>
      </w:r>
      <w:r w:rsidR="00586361">
        <w:rPr>
          <w:color w:val="000000"/>
        </w:rPr>
        <w:t xml:space="preserve"> </w:t>
      </w:r>
      <w:r w:rsidR="002744CF">
        <w:rPr>
          <w:color w:val="000000"/>
        </w:rPr>
        <w:t>405,9</w:t>
      </w:r>
      <w:r w:rsidRPr="002224A0">
        <w:rPr>
          <w:color w:val="000000"/>
        </w:rPr>
        <w:t xml:space="preserve"> тыс. руб.</w:t>
      </w:r>
    </w:p>
    <w:p w:rsidR="00891C13" w:rsidRDefault="00891C13" w:rsidP="006A5DFC">
      <w:pPr>
        <w:tabs>
          <w:tab w:val="left" w:pos="567"/>
        </w:tabs>
        <w:jc w:val="both"/>
        <w:rPr>
          <w:color w:val="000000"/>
        </w:rPr>
      </w:pPr>
      <w:r w:rsidRPr="002224A0">
        <w:rPr>
          <w:color w:val="000000"/>
        </w:rPr>
        <w:t xml:space="preserve">           2018</w:t>
      </w:r>
      <w:r w:rsidR="006A5DFC">
        <w:rPr>
          <w:color w:val="000000"/>
        </w:rPr>
        <w:t xml:space="preserve"> </w:t>
      </w:r>
      <w:r w:rsidRPr="002224A0">
        <w:rPr>
          <w:color w:val="000000"/>
        </w:rPr>
        <w:t xml:space="preserve">г.- </w:t>
      </w:r>
      <w:r w:rsidR="00CB4252">
        <w:rPr>
          <w:color w:val="000000"/>
        </w:rPr>
        <w:t>95,20</w:t>
      </w:r>
      <w:r w:rsidRPr="002224A0">
        <w:rPr>
          <w:color w:val="000000"/>
        </w:rPr>
        <w:t xml:space="preserve"> тыс. руб.</w:t>
      </w:r>
    </w:p>
    <w:p w:rsidR="00891C13" w:rsidRDefault="00891C13" w:rsidP="006A5DFC">
      <w:pPr>
        <w:tabs>
          <w:tab w:val="left" w:pos="567"/>
        </w:tabs>
        <w:jc w:val="both"/>
        <w:rPr>
          <w:color w:val="000000"/>
        </w:rPr>
      </w:pPr>
      <w:r>
        <w:rPr>
          <w:color w:val="000000"/>
        </w:rPr>
        <w:t xml:space="preserve">           2019 г.-30,00 тыс. руб.</w:t>
      </w:r>
    </w:p>
    <w:p w:rsidR="00A118E7" w:rsidRDefault="00A118E7" w:rsidP="006A5DFC">
      <w:pPr>
        <w:tabs>
          <w:tab w:val="left" w:pos="567"/>
        </w:tabs>
        <w:jc w:val="both"/>
        <w:rPr>
          <w:color w:val="000000"/>
        </w:rPr>
      </w:pPr>
      <w:r>
        <w:rPr>
          <w:color w:val="000000"/>
        </w:rPr>
        <w:t xml:space="preserve">           2020  г.-</w:t>
      </w:r>
      <w:r w:rsidR="00413645">
        <w:rPr>
          <w:color w:val="000000"/>
        </w:rPr>
        <w:t xml:space="preserve">250,70 </w:t>
      </w:r>
      <w:r>
        <w:rPr>
          <w:color w:val="000000"/>
        </w:rPr>
        <w:t xml:space="preserve"> тыс. руб.</w:t>
      </w:r>
    </w:p>
    <w:p w:rsidR="006A5DFC" w:rsidRDefault="006A5DFC" w:rsidP="006A5DFC">
      <w:pPr>
        <w:tabs>
          <w:tab w:val="left" w:pos="567"/>
        </w:tabs>
        <w:jc w:val="both"/>
        <w:rPr>
          <w:color w:val="000000"/>
        </w:rPr>
      </w:pPr>
      <w:r>
        <w:rPr>
          <w:color w:val="000000"/>
        </w:rPr>
        <w:t xml:space="preserve">           2021  г.-30,00 тыс. руб.</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572BF1" w:rsidRDefault="00572BF1"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EA13F7" w:rsidRDefault="00EA13F7" w:rsidP="00406CD5">
      <w:pPr>
        <w:tabs>
          <w:tab w:val="left" w:pos="8160"/>
        </w:tabs>
      </w:pPr>
    </w:p>
    <w:p w:rsidR="00632087" w:rsidRPr="00704C19" w:rsidRDefault="00632087" w:rsidP="00535C54">
      <w:pPr>
        <w:jc w:val="center"/>
        <w:rPr>
          <w:b/>
          <w:sz w:val="26"/>
          <w:szCs w:val="26"/>
          <w:u w:val="single"/>
        </w:rPr>
      </w:pPr>
      <w:r w:rsidRPr="00704C19">
        <w:rPr>
          <w:rFonts w:eastAsia="Times New Roman"/>
          <w:b/>
          <w:color w:val="0000FF"/>
          <w:sz w:val="26"/>
          <w:szCs w:val="26"/>
          <w:u w:val="single"/>
          <w:lang w:eastAsia="ru-RU"/>
        </w:rPr>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t>ПАСПОРТ</w:t>
      </w:r>
    </w:p>
    <w:p w:rsidR="0063208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E70190" w:rsidRPr="00F201F7" w:rsidTr="00572BF1">
        <w:trPr>
          <w:trHeight w:val="630"/>
          <w:jc w:val="right"/>
        </w:trPr>
        <w:tc>
          <w:tcPr>
            <w:tcW w:w="2389" w:type="dxa"/>
          </w:tcPr>
          <w:p w:rsidR="00E70190" w:rsidRPr="00F201F7" w:rsidRDefault="00E70190" w:rsidP="00572BF1">
            <w:pPr>
              <w:jc w:val="both"/>
            </w:pPr>
            <w:r w:rsidRPr="00F201F7">
              <w:t>Ответственный исполнитель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379"/>
          <w:jc w:val="right"/>
        </w:trPr>
        <w:tc>
          <w:tcPr>
            <w:tcW w:w="2389" w:type="dxa"/>
          </w:tcPr>
          <w:p w:rsidR="00E70190" w:rsidRPr="00F201F7" w:rsidRDefault="00E70190" w:rsidP="00572BF1">
            <w:pPr>
              <w:jc w:val="both"/>
            </w:pPr>
            <w:r w:rsidRPr="00F201F7">
              <w:t>Исполнители муниципальной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720"/>
          <w:jc w:val="right"/>
        </w:trPr>
        <w:tc>
          <w:tcPr>
            <w:tcW w:w="2389" w:type="dxa"/>
          </w:tcPr>
          <w:p w:rsidR="00E70190" w:rsidRPr="00F201F7" w:rsidRDefault="00E70190" w:rsidP="00572BF1">
            <w:pPr>
              <w:jc w:val="both"/>
            </w:pPr>
            <w:r w:rsidRPr="00F201F7">
              <w:t>Цель муниципальной подпрограммы</w:t>
            </w:r>
          </w:p>
        </w:tc>
        <w:tc>
          <w:tcPr>
            <w:tcW w:w="7142" w:type="dxa"/>
          </w:tcPr>
          <w:p w:rsidR="00E70190" w:rsidRPr="00995A8E" w:rsidRDefault="00E70190" w:rsidP="00572BF1">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E70190" w:rsidRPr="00F201F7" w:rsidTr="00572BF1">
        <w:trPr>
          <w:trHeight w:val="1730"/>
          <w:jc w:val="right"/>
        </w:trPr>
        <w:tc>
          <w:tcPr>
            <w:tcW w:w="2389" w:type="dxa"/>
          </w:tcPr>
          <w:p w:rsidR="00E70190" w:rsidRPr="00F201F7" w:rsidRDefault="00E70190" w:rsidP="00572BF1">
            <w:pPr>
              <w:jc w:val="both"/>
            </w:pPr>
            <w:r w:rsidRPr="00F201F7">
              <w:t>Задачи муниципальной подпрограммы</w:t>
            </w:r>
          </w:p>
        </w:tc>
        <w:tc>
          <w:tcPr>
            <w:tcW w:w="7142" w:type="dxa"/>
          </w:tcPr>
          <w:p w:rsidR="00E70190" w:rsidRPr="00F201F7" w:rsidRDefault="00E70190" w:rsidP="00572BF1">
            <w:pPr>
              <w:autoSpaceDE w:val="0"/>
              <w:autoSpaceDN w:val="0"/>
              <w:adjustRightInd w:val="0"/>
              <w:jc w:val="both"/>
            </w:pPr>
            <w:r w:rsidRPr="00F201F7">
              <w:t>1. В части управления имуществом:</w:t>
            </w:r>
          </w:p>
          <w:p w:rsidR="00E70190" w:rsidRPr="00F201F7" w:rsidRDefault="00E70190" w:rsidP="00572BF1">
            <w:pPr>
              <w:autoSpaceDE w:val="0"/>
              <w:autoSpaceDN w:val="0"/>
              <w:adjustRightInd w:val="0"/>
              <w:jc w:val="both"/>
            </w:pPr>
            <w:r w:rsidRPr="00F201F7">
              <w:t>- учет и управление муниципальным имуществом.</w:t>
            </w:r>
          </w:p>
          <w:p w:rsidR="00E70190" w:rsidRPr="00F201F7" w:rsidRDefault="00E70190" w:rsidP="00572BF1">
            <w:pPr>
              <w:autoSpaceDE w:val="0"/>
              <w:autoSpaceDN w:val="0"/>
              <w:adjustRightInd w:val="0"/>
              <w:jc w:val="both"/>
            </w:pPr>
            <w:r w:rsidRPr="00F201F7">
              <w:t>2. В части управления земельными ресурсами:</w:t>
            </w:r>
          </w:p>
          <w:p w:rsidR="00E70190" w:rsidRPr="00995A8E" w:rsidRDefault="00E70190" w:rsidP="00572BF1">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E70190" w:rsidRPr="00F201F7" w:rsidTr="00572BF1">
        <w:trPr>
          <w:trHeight w:val="630"/>
          <w:jc w:val="right"/>
        </w:trPr>
        <w:tc>
          <w:tcPr>
            <w:tcW w:w="2389" w:type="dxa"/>
          </w:tcPr>
          <w:p w:rsidR="00E70190" w:rsidRPr="00F201F7" w:rsidRDefault="00E70190" w:rsidP="00572BF1">
            <w:r w:rsidRPr="00F201F7">
              <w:t>Мероприятия муниципальной подпрограммы</w:t>
            </w:r>
          </w:p>
        </w:tc>
        <w:tc>
          <w:tcPr>
            <w:tcW w:w="7142" w:type="dxa"/>
          </w:tcPr>
          <w:p w:rsidR="00E70190" w:rsidRPr="00F201F7" w:rsidRDefault="00E70190" w:rsidP="00572BF1">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E70190" w:rsidRPr="00995A8E" w:rsidRDefault="00E70190" w:rsidP="00572BF1">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E70190" w:rsidRPr="00995A8E" w:rsidRDefault="00E70190" w:rsidP="00572BF1">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E70190" w:rsidRPr="00995A8E" w:rsidRDefault="00E70190" w:rsidP="00572BF1">
            <w:pPr>
              <w:pStyle w:val="a4"/>
              <w:ind w:left="71" w:right="85"/>
              <w:jc w:val="both"/>
              <w:rPr>
                <w:rStyle w:val="1a"/>
                <w:b w:val="0"/>
                <w:bCs/>
                <w:szCs w:val="25"/>
              </w:rPr>
            </w:pPr>
            <w:r w:rsidRPr="00995A8E">
              <w:rPr>
                <w:rStyle w:val="1a"/>
                <w:b w:val="0"/>
                <w:bCs/>
                <w:szCs w:val="25"/>
              </w:rPr>
              <w:t>4) Публикация информационных сообщений;</w:t>
            </w:r>
          </w:p>
          <w:p w:rsidR="00E70190" w:rsidRPr="00995A8E" w:rsidRDefault="00E70190" w:rsidP="00572BF1">
            <w:pPr>
              <w:pStyle w:val="a4"/>
              <w:tabs>
                <w:tab w:val="left" w:pos="303"/>
              </w:tabs>
              <w:ind w:left="71" w:right="85"/>
              <w:jc w:val="both"/>
              <w:rPr>
                <w:b w:val="0"/>
                <w:bCs/>
                <w:szCs w:val="24"/>
              </w:rPr>
            </w:pPr>
            <w:r w:rsidRPr="00995A8E">
              <w:rPr>
                <w:b w:val="0"/>
                <w:bCs/>
                <w:szCs w:val="24"/>
              </w:rPr>
              <w:t>5) Обеспечение деятельности отдела по управлению муниципальным имуществом.</w:t>
            </w:r>
          </w:p>
        </w:tc>
      </w:tr>
      <w:tr w:rsidR="00E70190" w:rsidRPr="00F201F7" w:rsidTr="00572BF1">
        <w:trPr>
          <w:trHeight w:val="630"/>
          <w:jc w:val="right"/>
        </w:trPr>
        <w:tc>
          <w:tcPr>
            <w:tcW w:w="2389" w:type="dxa"/>
          </w:tcPr>
          <w:p w:rsidR="00E70190" w:rsidRPr="00F201F7" w:rsidRDefault="00E70190" w:rsidP="00572BF1">
            <w:r w:rsidRPr="00F201F7">
              <w:t>Целевые индикаторы и показатели подпрограммы</w:t>
            </w:r>
          </w:p>
        </w:tc>
        <w:tc>
          <w:tcPr>
            <w:tcW w:w="7142" w:type="dxa"/>
          </w:tcPr>
          <w:p w:rsidR="00E70190" w:rsidRPr="00F32E0F" w:rsidRDefault="00E70190" w:rsidP="00572BF1">
            <w:pPr>
              <w:pStyle w:val="a4"/>
              <w:ind w:left="71" w:right="85"/>
              <w:jc w:val="both"/>
              <w:rPr>
                <w:b w:val="0"/>
                <w:bCs/>
                <w:szCs w:val="24"/>
              </w:rPr>
            </w:pPr>
            <w:r>
              <w:rPr>
                <w:b w:val="0"/>
                <w:bCs/>
                <w:szCs w:val="24"/>
              </w:rPr>
              <w:t xml:space="preserve">1. </w:t>
            </w:r>
            <w:r w:rsidRPr="00F32E0F">
              <w:rPr>
                <w:b w:val="0"/>
              </w:rPr>
              <w:t>Собираемость платежей от сдачи в аренду муниципального имущества</w:t>
            </w:r>
          </w:p>
          <w:p w:rsidR="00E70190" w:rsidRPr="00995A8E" w:rsidRDefault="00E70190" w:rsidP="00572BF1">
            <w:pPr>
              <w:pStyle w:val="a4"/>
              <w:ind w:left="71" w:right="85"/>
              <w:jc w:val="both"/>
              <w:rPr>
                <w:bCs/>
                <w:spacing w:val="1"/>
                <w:szCs w:val="24"/>
              </w:rPr>
            </w:pPr>
            <w:r w:rsidRPr="00F32E0F">
              <w:rPr>
                <w:b w:val="0"/>
                <w:bCs/>
                <w:szCs w:val="24"/>
              </w:rPr>
              <w:t xml:space="preserve">2. </w:t>
            </w:r>
            <w:r w:rsidRPr="00F32E0F">
              <w:rPr>
                <w:b w:val="0"/>
              </w:rPr>
              <w:t>Собираемость платежей от сдачи в аренду земельных участков</w:t>
            </w:r>
          </w:p>
        </w:tc>
      </w:tr>
      <w:tr w:rsidR="00E70190" w:rsidRPr="00F201F7" w:rsidTr="00572BF1">
        <w:trPr>
          <w:trHeight w:val="630"/>
          <w:jc w:val="right"/>
        </w:trPr>
        <w:tc>
          <w:tcPr>
            <w:tcW w:w="2389" w:type="dxa"/>
          </w:tcPr>
          <w:p w:rsidR="00E70190" w:rsidRPr="00F201F7" w:rsidRDefault="00E70190" w:rsidP="00572BF1">
            <w:r w:rsidRPr="00F201F7">
              <w:t>Этапы и сроки реализации подпрограммы</w:t>
            </w:r>
          </w:p>
        </w:tc>
        <w:tc>
          <w:tcPr>
            <w:tcW w:w="7142" w:type="dxa"/>
            <w:vAlign w:val="center"/>
          </w:tcPr>
          <w:p w:rsidR="00E70190" w:rsidRDefault="00E70190" w:rsidP="00572BF1">
            <w:pPr>
              <w:jc w:val="center"/>
            </w:pPr>
            <w:r w:rsidRPr="00F201F7">
              <w:rPr>
                <w:lang w:eastAsia="ru-RU"/>
              </w:rPr>
              <w:t>Срок реализации</w:t>
            </w:r>
            <w:r>
              <w:rPr>
                <w:lang w:eastAsia="ru-RU"/>
              </w:rPr>
              <w:t xml:space="preserve"> 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r w:rsidR="00572BF1">
              <w:rPr>
                <w:lang w:eastAsia="ru-RU"/>
              </w:rPr>
              <w:t>.</w:t>
            </w:r>
          </w:p>
          <w:p w:rsidR="00E70190" w:rsidRPr="00F201F7" w:rsidRDefault="00E70190" w:rsidP="00572BF1">
            <w:pPr>
              <w:jc w:val="center"/>
              <w:rPr>
                <w:lang w:eastAsia="ru-RU"/>
              </w:rPr>
            </w:pPr>
            <w:r>
              <w:rPr>
                <w:lang w:eastAsia="ru-RU"/>
              </w:rPr>
              <w:t>2 этап- 2024-2029 гг</w:t>
            </w:r>
            <w:r w:rsidR="00572BF1">
              <w:rPr>
                <w:lang w:eastAsia="ru-RU"/>
              </w:rPr>
              <w:t>.</w:t>
            </w:r>
          </w:p>
          <w:p w:rsidR="00E70190" w:rsidRPr="00F201F7" w:rsidRDefault="00E70190" w:rsidP="00572BF1">
            <w:pPr>
              <w:jc w:val="center"/>
            </w:pPr>
          </w:p>
        </w:tc>
      </w:tr>
      <w:tr w:rsidR="00E70190" w:rsidRPr="00F201F7" w:rsidTr="00EA13F7">
        <w:trPr>
          <w:trHeight w:val="330"/>
          <w:jc w:val="right"/>
        </w:trPr>
        <w:tc>
          <w:tcPr>
            <w:tcW w:w="2389" w:type="dxa"/>
          </w:tcPr>
          <w:p w:rsidR="00E70190" w:rsidRPr="00F201F7" w:rsidRDefault="00E70190" w:rsidP="00572BF1">
            <w:pPr>
              <w:jc w:val="both"/>
            </w:pPr>
            <w:r w:rsidRPr="00F201F7">
              <w:t>Объемы и источники финансирования муниципальной программы (в действующих ценах каждого года реали-зации муниципальной подпрограммы)</w:t>
            </w:r>
          </w:p>
        </w:tc>
        <w:tc>
          <w:tcPr>
            <w:tcW w:w="7142" w:type="dxa"/>
          </w:tcPr>
          <w:p w:rsidR="00E70190" w:rsidRPr="00EA13F7" w:rsidRDefault="00E70190" w:rsidP="00572BF1">
            <w:pPr>
              <w:rPr>
                <w:rStyle w:val="1a"/>
                <w:sz w:val="24"/>
              </w:rPr>
            </w:pPr>
            <w:r w:rsidRPr="00EA13F7">
              <w:rPr>
                <w:rStyle w:val="1a"/>
                <w:sz w:val="24"/>
              </w:rPr>
              <w:t xml:space="preserve">Всего – </w:t>
            </w:r>
            <w:r w:rsidR="00EA13F7" w:rsidRPr="00EA13F7">
              <w:rPr>
                <w:rStyle w:val="1a"/>
                <w:sz w:val="24"/>
              </w:rPr>
              <w:t>55170,70</w:t>
            </w:r>
            <w:r w:rsidRPr="00EA13F7">
              <w:rPr>
                <w:rStyle w:val="1a"/>
                <w:sz w:val="24"/>
              </w:rPr>
              <w:t xml:space="preserve">  тыс.руб. , в т.ч.</w:t>
            </w:r>
          </w:p>
          <w:p w:rsidR="00E70190" w:rsidRPr="00EA13F7" w:rsidRDefault="00E70190" w:rsidP="00572BF1">
            <w:pPr>
              <w:rPr>
                <w:rStyle w:val="1a"/>
                <w:sz w:val="24"/>
              </w:rPr>
            </w:pPr>
            <w:r w:rsidRPr="00EA13F7">
              <w:rPr>
                <w:rStyle w:val="1a"/>
                <w:sz w:val="24"/>
              </w:rPr>
              <w:t xml:space="preserve">средства районного бюджета </w:t>
            </w:r>
            <w:r w:rsidR="00EA13F7">
              <w:rPr>
                <w:rStyle w:val="1a"/>
                <w:sz w:val="24"/>
              </w:rPr>
              <w:t>55127,20</w:t>
            </w:r>
            <w:r w:rsidRPr="00EA13F7">
              <w:rPr>
                <w:rStyle w:val="1a"/>
                <w:sz w:val="24"/>
              </w:rPr>
              <w:t xml:space="preserve">  тыс. руб.:</w:t>
            </w:r>
          </w:p>
          <w:tbl>
            <w:tblPr>
              <w:tblW w:w="0" w:type="auto"/>
              <w:tblLayout w:type="fixed"/>
              <w:tblCellMar>
                <w:left w:w="28" w:type="dxa"/>
                <w:right w:w="28" w:type="dxa"/>
              </w:tblCellMar>
              <w:tblLook w:val="00A0" w:firstRow="1" w:lastRow="0" w:firstColumn="1" w:lastColumn="0" w:noHBand="0" w:noVBand="0"/>
            </w:tblPr>
            <w:tblGrid>
              <w:gridCol w:w="2408"/>
              <w:gridCol w:w="4025"/>
            </w:tblGrid>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2018 год-</w:t>
                  </w:r>
                </w:p>
              </w:tc>
              <w:tc>
                <w:tcPr>
                  <w:tcW w:w="4025" w:type="dxa"/>
                  <w:tcBorders>
                    <w:top w:val="nil"/>
                    <w:left w:val="nil"/>
                    <w:bottom w:val="nil"/>
                    <w:right w:val="nil"/>
                  </w:tcBorders>
                  <w:vAlign w:val="bottom"/>
                </w:tcPr>
                <w:p w:rsidR="00E70190" w:rsidRPr="00EA13F7" w:rsidRDefault="00E70190" w:rsidP="00572BF1">
                  <w:pPr>
                    <w:ind w:left="-652" w:firstLine="652"/>
                  </w:pPr>
                  <w:r w:rsidRPr="00EA13F7">
                    <w:t>4052,70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2019 год-</w:t>
                  </w:r>
                </w:p>
              </w:tc>
              <w:tc>
                <w:tcPr>
                  <w:tcW w:w="4025" w:type="dxa"/>
                  <w:tcBorders>
                    <w:top w:val="nil"/>
                    <w:left w:val="nil"/>
                    <w:bottom w:val="nil"/>
                    <w:right w:val="nil"/>
                  </w:tcBorders>
                  <w:vAlign w:val="bottom"/>
                </w:tcPr>
                <w:p w:rsidR="00E70190" w:rsidRPr="00EA13F7" w:rsidRDefault="00E70190" w:rsidP="00572BF1">
                  <w:r w:rsidRPr="00EA13F7">
                    <w:t>6136,00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2020 год-</w:t>
                  </w:r>
                </w:p>
              </w:tc>
              <w:tc>
                <w:tcPr>
                  <w:tcW w:w="4025" w:type="dxa"/>
                  <w:tcBorders>
                    <w:top w:val="nil"/>
                    <w:left w:val="nil"/>
                    <w:bottom w:val="nil"/>
                    <w:right w:val="nil"/>
                  </w:tcBorders>
                  <w:vAlign w:val="bottom"/>
                </w:tcPr>
                <w:p w:rsidR="00E70190" w:rsidRPr="00EA13F7" w:rsidRDefault="00E70190" w:rsidP="00572BF1">
                  <w:r w:rsidRPr="00EA13F7">
                    <w:t>5929,70 тыс. руб.</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2021 год-</w:t>
                  </w:r>
                </w:p>
              </w:tc>
              <w:tc>
                <w:tcPr>
                  <w:tcW w:w="4025" w:type="dxa"/>
                  <w:tcBorders>
                    <w:top w:val="nil"/>
                    <w:left w:val="nil"/>
                    <w:bottom w:val="nil"/>
                    <w:right w:val="nil"/>
                  </w:tcBorders>
                  <w:vAlign w:val="bottom"/>
                </w:tcPr>
                <w:p w:rsidR="00E70190" w:rsidRPr="00EA13F7" w:rsidRDefault="00E70190" w:rsidP="00572BF1">
                  <w:r w:rsidRPr="00EA13F7">
                    <w:t>6076,80  тыс. руб.</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2022 год-</w:t>
                  </w:r>
                </w:p>
              </w:tc>
              <w:tc>
                <w:tcPr>
                  <w:tcW w:w="4025" w:type="dxa"/>
                  <w:tcBorders>
                    <w:top w:val="nil"/>
                    <w:left w:val="nil"/>
                    <w:bottom w:val="nil"/>
                    <w:right w:val="nil"/>
                  </w:tcBorders>
                  <w:vAlign w:val="bottom"/>
                </w:tcPr>
                <w:p w:rsidR="00E70190" w:rsidRPr="00EA13F7" w:rsidRDefault="00E70190" w:rsidP="00572BF1">
                  <w:r w:rsidRPr="00EA13F7">
                    <w:t>4029,00  тыс. руб.</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2023год-</w:t>
                  </w:r>
                </w:p>
              </w:tc>
              <w:tc>
                <w:tcPr>
                  <w:tcW w:w="4025" w:type="dxa"/>
                  <w:tcBorders>
                    <w:top w:val="nil"/>
                    <w:left w:val="nil"/>
                    <w:bottom w:val="nil"/>
                    <w:right w:val="nil"/>
                  </w:tcBorders>
                  <w:vAlign w:val="bottom"/>
                </w:tcPr>
                <w:p w:rsidR="00E70190" w:rsidRPr="00EA13F7" w:rsidRDefault="00E70190" w:rsidP="00572BF1">
                  <w:r w:rsidRPr="00EA13F7">
                    <w:t>4129,00  тыс. руб.</w:t>
                  </w:r>
                </w:p>
              </w:tc>
            </w:tr>
            <w:tr w:rsidR="00EA13F7" w:rsidRPr="00EA13F7" w:rsidTr="00572BF1">
              <w:trPr>
                <w:trHeight w:val="315"/>
              </w:trPr>
              <w:tc>
                <w:tcPr>
                  <w:tcW w:w="2408" w:type="dxa"/>
                  <w:tcBorders>
                    <w:top w:val="nil"/>
                    <w:left w:val="nil"/>
                    <w:bottom w:val="nil"/>
                    <w:right w:val="nil"/>
                  </w:tcBorders>
                  <w:vAlign w:val="bottom"/>
                </w:tcPr>
                <w:p w:rsidR="00EA13F7" w:rsidRPr="00EA13F7" w:rsidRDefault="00EA13F7" w:rsidP="00EA13F7">
                  <w:pPr>
                    <w:jc w:val="center"/>
                  </w:pPr>
                  <w:r w:rsidRPr="00EA13F7">
                    <w:t>20</w:t>
                  </w:r>
                  <w:r>
                    <w:t>24</w:t>
                  </w:r>
                  <w:r w:rsidRPr="00EA13F7">
                    <w:t xml:space="preserve"> год-</w:t>
                  </w:r>
                </w:p>
              </w:tc>
              <w:tc>
                <w:tcPr>
                  <w:tcW w:w="4025" w:type="dxa"/>
                  <w:tcBorders>
                    <w:top w:val="nil"/>
                    <w:left w:val="nil"/>
                    <w:bottom w:val="nil"/>
                    <w:right w:val="nil"/>
                  </w:tcBorders>
                  <w:vAlign w:val="bottom"/>
                </w:tcPr>
                <w:p w:rsidR="00EA13F7" w:rsidRPr="00EA13F7" w:rsidRDefault="00EA13F7" w:rsidP="009F0D5F">
                  <w:pPr>
                    <w:ind w:left="-652" w:firstLine="652"/>
                  </w:pPr>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w:t>
                  </w:r>
                  <w:r>
                    <w:t>25</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6</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7</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8</w:t>
                  </w:r>
                  <w:r w:rsidRPr="00EA13F7">
                    <w:t xml:space="preserve"> год-</w:t>
                  </w:r>
                </w:p>
              </w:tc>
              <w:tc>
                <w:tcPr>
                  <w:tcW w:w="4025" w:type="dxa"/>
                  <w:tcBorders>
                    <w:top w:val="nil"/>
                    <w:left w:val="nil"/>
                    <w:bottom w:val="nil"/>
                    <w:right w:val="nil"/>
                  </w:tcBorders>
                  <w:vAlign w:val="bottom"/>
                </w:tcPr>
                <w:p w:rsidR="00EA13F7" w:rsidRPr="00EA13F7" w:rsidRDefault="00EA13F7" w:rsidP="00EA13F7">
                  <w:r w:rsidRPr="00EA13F7">
                    <w:t>4129,00  тыс. руб.</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9</w:t>
                  </w:r>
                  <w:r w:rsidRPr="00EA13F7">
                    <w:t>год-</w:t>
                  </w:r>
                </w:p>
              </w:tc>
              <w:tc>
                <w:tcPr>
                  <w:tcW w:w="4025" w:type="dxa"/>
                  <w:tcBorders>
                    <w:top w:val="nil"/>
                    <w:left w:val="nil"/>
                    <w:bottom w:val="nil"/>
                    <w:right w:val="nil"/>
                  </w:tcBorders>
                  <w:vAlign w:val="bottom"/>
                </w:tcPr>
                <w:p w:rsidR="00EA13F7" w:rsidRPr="00EA13F7" w:rsidRDefault="00EA13F7" w:rsidP="009F0D5F">
                  <w:r w:rsidRPr="00EA13F7">
                    <w:t>4129,00  тыс. руб.</w:t>
                  </w:r>
                </w:p>
              </w:tc>
            </w:tr>
          </w:tbl>
          <w:p w:rsidR="00E70190" w:rsidRDefault="00E70190" w:rsidP="00572BF1">
            <w:pPr>
              <w:jc w:val="both"/>
            </w:pPr>
            <w:r>
              <w:t>Средства областного бюджета 43,50 тыс. руб.:</w:t>
            </w:r>
          </w:p>
          <w:p w:rsidR="00E70190" w:rsidRPr="00F201F7" w:rsidRDefault="00E70190" w:rsidP="00572BF1">
            <w:r>
              <w:t>2020 г. 43,50 тыс. руб.</w:t>
            </w:r>
          </w:p>
        </w:tc>
      </w:tr>
      <w:tr w:rsidR="00E70190" w:rsidRPr="00F201F7" w:rsidTr="00572BF1">
        <w:trPr>
          <w:trHeight w:val="630"/>
          <w:jc w:val="right"/>
        </w:trPr>
        <w:tc>
          <w:tcPr>
            <w:tcW w:w="2389" w:type="dxa"/>
          </w:tcPr>
          <w:p w:rsidR="00E70190" w:rsidRPr="00F201F7" w:rsidRDefault="00E70190" w:rsidP="00572BF1">
            <w:pPr>
              <w:jc w:val="both"/>
            </w:pPr>
            <w:r w:rsidRPr="00F201F7">
              <w:t>Ожидаемые конечные результаты реализации муниципальной подпрограммы</w:t>
            </w:r>
          </w:p>
        </w:tc>
        <w:tc>
          <w:tcPr>
            <w:tcW w:w="7142" w:type="dxa"/>
          </w:tcPr>
          <w:p w:rsidR="00E70190" w:rsidRPr="00F201F7" w:rsidRDefault="00E70190" w:rsidP="00572BF1">
            <w:r w:rsidRPr="00F201F7">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E70190" w:rsidRDefault="00E70190" w:rsidP="00E70190"/>
    <w:p w:rsidR="00632087" w:rsidRDefault="00632087" w:rsidP="00406CD5">
      <w:pPr>
        <w:spacing w:after="200" w:line="276" w:lineRule="auto"/>
        <w:ind w:left="360"/>
        <w:jc w:val="center"/>
        <w:rPr>
          <w:sz w:val="26"/>
          <w:szCs w:val="26"/>
        </w:rPr>
      </w:pPr>
      <w:r>
        <w:rPr>
          <w:b/>
          <w:sz w:val="26"/>
          <w:szCs w:val="26"/>
        </w:rPr>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w:t>
      </w:r>
      <w:r w:rsidR="00283D6A">
        <w:t>9</w:t>
      </w:r>
      <w:r>
        <w:t xml:space="preserve"> года.</w:t>
      </w:r>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406CD5">
      <w:pPr>
        <w:ind w:firstLine="840"/>
        <w:jc w:val="both"/>
      </w:pPr>
      <w:r>
        <w:t>- создание эффективной системы учета муниципального имущества;</w:t>
      </w:r>
    </w:p>
    <w:p w:rsidR="00632087" w:rsidRDefault="00632087" w:rsidP="00406CD5">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406CD5">
      <w:pPr>
        <w:ind w:firstLine="840"/>
        <w:jc w:val="both"/>
      </w:pPr>
      <w:r>
        <w:t>- пополнение доходной части консолидированного бюджета района;</w:t>
      </w:r>
    </w:p>
    <w:p w:rsidR="00632087" w:rsidRDefault="00632087" w:rsidP="00406CD5">
      <w:pPr>
        <w:ind w:firstLine="840"/>
        <w:jc w:val="both"/>
      </w:pPr>
      <w:r>
        <w:t>- оптимизация структуры муниципальной собственности;</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632087" w:rsidP="00406CD5">
      <w:pPr>
        <w:autoSpaceDE w:val="0"/>
        <w:autoSpaceDN w:val="0"/>
        <w:adjustRightInd w:val="0"/>
        <w:ind w:firstLine="540"/>
        <w:jc w:val="both"/>
        <w:rPr>
          <w:b/>
        </w:rPr>
      </w:pPr>
      <w:r>
        <w:rPr>
          <w:b/>
        </w:rPr>
        <w:t>Управления имуществом:</w:t>
      </w:r>
    </w:p>
    <w:p w:rsidR="00632087" w:rsidRDefault="00632087" w:rsidP="00406CD5">
      <w:pPr>
        <w:numPr>
          <w:ilvl w:val="0"/>
          <w:numId w:val="2"/>
        </w:numPr>
        <w:autoSpaceDE w:val="0"/>
        <w:autoSpaceDN w:val="0"/>
        <w:adjustRightInd w:val="0"/>
        <w:jc w:val="both"/>
      </w:pPr>
      <w:r>
        <w:t>Совершенствование учета и управления муниципальным имуществом.</w:t>
      </w:r>
    </w:p>
    <w:p w:rsidR="00632087" w:rsidRDefault="00632087" w:rsidP="00406CD5">
      <w:pPr>
        <w:numPr>
          <w:ilvl w:val="0"/>
          <w:numId w:val="2"/>
        </w:numPr>
        <w:autoSpaceDE w:val="0"/>
        <w:autoSpaceDN w:val="0"/>
        <w:adjustRightInd w:val="0"/>
        <w:jc w:val="both"/>
      </w:pPr>
      <w:r>
        <w:t>Обеспечение эффективности использования и распоряжения имуществом.</w:t>
      </w:r>
    </w:p>
    <w:p w:rsidR="00632087" w:rsidRDefault="00632087" w:rsidP="00406CD5">
      <w:pPr>
        <w:autoSpaceDE w:val="0"/>
        <w:autoSpaceDN w:val="0"/>
        <w:adjustRightInd w:val="0"/>
        <w:ind w:firstLine="540"/>
        <w:jc w:val="both"/>
        <w:rPr>
          <w:b/>
        </w:rPr>
      </w:pPr>
      <w:r>
        <w:rPr>
          <w:b/>
        </w:rPr>
        <w:t>Управления земельными ресурсами:</w:t>
      </w:r>
    </w:p>
    <w:p w:rsidR="00632087" w:rsidRDefault="00632087" w:rsidP="00406CD5">
      <w:pPr>
        <w:autoSpaceDE w:val="0"/>
        <w:autoSpaceDN w:val="0"/>
        <w:adjustRightInd w:val="0"/>
        <w:ind w:firstLine="540"/>
        <w:jc w:val="both"/>
      </w:pPr>
      <w:r>
        <w:t xml:space="preserve">1. </w:t>
      </w:r>
      <w:r>
        <w:rPr>
          <w:rStyle w:val="1a"/>
          <w:szCs w:val="25"/>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F32E0F" w:rsidRPr="003C0C9D" w:rsidRDefault="00F32E0F" w:rsidP="00F32E0F">
      <w:pPr>
        <w:pStyle w:val="a4"/>
        <w:ind w:left="71" w:right="85"/>
        <w:jc w:val="both"/>
        <w:rPr>
          <w:b w:val="0"/>
          <w:bCs/>
          <w:szCs w:val="24"/>
        </w:rPr>
      </w:pPr>
      <w:r w:rsidRPr="003C0C9D">
        <w:rPr>
          <w:b w:val="0"/>
          <w:bCs/>
          <w:szCs w:val="24"/>
        </w:rPr>
        <w:t xml:space="preserve"> 1. </w:t>
      </w:r>
      <w:r w:rsidRPr="003C0C9D">
        <w:rPr>
          <w:b w:val="0"/>
        </w:rPr>
        <w:t>Собираемость платежей от сдачи в аренду муниципального имущества</w:t>
      </w:r>
    </w:p>
    <w:p w:rsidR="00F32E0F" w:rsidRPr="003C0C9D" w:rsidRDefault="00F32E0F" w:rsidP="00F32E0F">
      <w:pPr>
        <w:spacing w:line="276" w:lineRule="auto"/>
      </w:pPr>
      <w:r w:rsidRPr="003C0C9D">
        <w:rPr>
          <w:bCs/>
        </w:rPr>
        <w:t xml:space="preserve">  2. </w:t>
      </w:r>
      <w:r w:rsidRPr="003C0C9D">
        <w:t xml:space="preserve">Собираемость платежей от сдачи в аренду земельных участков </w:t>
      </w:r>
    </w:p>
    <w:p w:rsidR="00F32E0F" w:rsidRPr="003C0C9D" w:rsidRDefault="00F32E0F" w:rsidP="00F32E0F">
      <w:pPr>
        <w:spacing w:line="276" w:lineRule="auto"/>
      </w:pPr>
    </w:p>
    <w:tbl>
      <w:tblPr>
        <w:tblpPr w:leftFromText="180" w:rightFromText="180" w:vertAnchor="text" w:horzAnchor="page" w:tblpX="1029" w:tblpY="330"/>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04"/>
        <w:gridCol w:w="1843"/>
        <w:gridCol w:w="850"/>
        <w:gridCol w:w="567"/>
        <w:gridCol w:w="567"/>
        <w:gridCol w:w="567"/>
        <w:gridCol w:w="567"/>
        <w:gridCol w:w="567"/>
        <w:gridCol w:w="709"/>
        <w:gridCol w:w="709"/>
        <w:gridCol w:w="709"/>
        <w:gridCol w:w="709"/>
        <w:gridCol w:w="709"/>
      </w:tblGrid>
      <w:tr w:rsidR="00456385" w:rsidRPr="003C0C9D" w:rsidTr="00456385">
        <w:trPr>
          <w:cantSplit/>
          <w:trHeight w:val="1189"/>
        </w:trPr>
        <w:tc>
          <w:tcPr>
            <w:tcW w:w="1304"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задачи</w:t>
            </w:r>
          </w:p>
        </w:tc>
        <w:tc>
          <w:tcPr>
            <w:tcW w:w="1843"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целевого индикатора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Ед. измерения</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2020</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2021</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2022</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2023</w:t>
            </w:r>
          </w:p>
        </w:tc>
        <w:tc>
          <w:tcPr>
            <w:tcW w:w="567"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2024</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2025</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2026</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2027</w:t>
            </w:r>
          </w:p>
        </w:tc>
        <w:tc>
          <w:tcPr>
            <w:tcW w:w="709" w:type="dxa"/>
            <w:textDirection w:val="btLr"/>
          </w:tcPr>
          <w:p w:rsidR="00456385" w:rsidRDefault="00456385" w:rsidP="00456385">
            <w:pPr>
              <w:autoSpaceDE w:val="0"/>
              <w:autoSpaceDN w:val="0"/>
              <w:adjustRightInd w:val="0"/>
              <w:spacing w:after="200" w:line="276" w:lineRule="auto"/>
              <w:ind w:left="113" w:right="113"/>
              <w:jc w:val="center"/>
              <w:rPr>
                <w:sz w:val="22"/>
                <w:szCs w:val="22"/>
              </w:rPr>
            </w:pPr>
            <w:r>
              <w:rPr>
                <w:sz w:val="22"/>
                <w:szCs w:val="22"/>
              </w:rPr>
              <w:t>2028</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2029</w:t>
            </w:r>
          </w:p>
        </w:tc>
      </w:tr>
      <w:tr w:rsidR="00456385" w:rsidRPr="003C0C9D" w:rsidTr="00456385">
        <w:trPr>
          <w:trHeight w:val="865"/>
        </w:trPr>
        <w:tc>
          <w:tcPr>
            <w:tcW w:w="1304" w:type="dxa"/>
            <w:vAlign w:val="center"/>
          </w:tcPr>
          <w:p w:rsidR="00456385" w:rsidRPr="00456385" w:rsidRDefault="00456385" w:rsidP="00456385">
            <w:pPr>
              <w:jc w:val="center"/>
              <w:rPr>
                <w:bCs/>
                <w:sz w:val="22"/>
                <w:szCs w:val="22"/>
              </w:rPr>
            </w:pPr>
            <w:r w:rsidRPr="00456385">
              <w:rPr>
                <w:bCs/>
                <w:sz w:val="22"/>
                <w:szCs w:val="22"/>
              </w:rPr>
              <w:t>1. Управление имуществом</w:t>
            </w:r>
          </w:p>
          <w:p w:rsidR="00456385" w:rsidRPr="00456385" w:rsidRDefault="00456385" w:rsidP="00456385">
            <w:pPr>
              <w:autoSpaceDE w:val="0"/>
              <w:autoSpaceDN w:val="0"/>
              <w:adjustRightInd w:val="0"/>
              <w:jc w:val="center"/>
              <w:rPr>
                <w:sz w:val="22"/>
                <w:szCs w:val="22"/>
              </w:rPr>
            </w:pPr>
          </w:p>
        </w:tc>
        <w:tc>
          <w:tcPr>
            <w:tcW w:w="1843" w:type="dxa"/>
            <w:vAlign w:val="center"/>
          </w:tcPr>
          <w:p w:rsidR="00456385" w:rsidRPr="00456385" w:rsidRDefault="00456385" w:rsidP="00456385">
            <w:pPr>
              <w:autoSpaceDE w:val="0"/>
              <w:autoSpaceDN w:val="0"/>
              <w:adjustRightInd w:val="0"/>
              <w:rPr>
                <w:sz w:val="22"/>
                <w:szCs w:val="22"/>
              </w:rPr>
            </w:pPr>
            <w:r w:rsidRPr="00456385">
              <w:rPr>
                <w:sz w:val="22"/>
                <w:szCs w:val="22"/>
              </w:rPr>
              <w:t>Собираемость платежей от сдачи в аренду муниципального имущества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r>
      <w:tr w:rsidR="00EA13F7" w:rsidRPr="003C0C9D" w:rsidTr="009F0D5F">
        <w:trPr>
          <w:trHeight w:val="1430"/>
        </w:trPr>
        <w:tc>
          <w:tcPr>
            <w:tcW w:w="1304"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2. Управление земельными ресурсами</w:t>
            </w:r>
          </w:p>
        </w:tc>
        <w:tc>
          <w:tcPr>
            <w:tcW w:w="1843" w:type="dxa"/>
            <w:vAlign w:val="center"/>
          </w:tcPr>
          <w:p w:rsidR="00EA13F7" w:rsidRPr="00456385" w:rsidRDefault="00EA13F7" w:rsidP="00456385">
            <w:pPr>
              <w:spacing w:line="276" w:lineRule="auto"/>
              <w:rPr>
                <w:sz w:val="22"/>
                <w:szCs w:val="22"/>
              </w:rPr>
            </w:pPr>
            <w:r w:rsidRPr="00456385">
              <w:rPr>
                <w:sz w:val="22"/>
                <w:szCs w:val="22"/>
              </w:rPr>
              <w:t xml:space="preserve">Собираемость платежей от сдачи в аренду земельных участков </w:t>
            </w:r>
          </w:p>
          <w:p w:rsidR="00EA13F7" w:rsidRPr="00456385" w:rsidRDefault="00EA13F7" w:rsidP="00456385">
            <w:pPr>
              <w:autoSpaceDE w:val="0"/>
              <w:autoSpaceDN w:val="0"/>
              <w:adjustRightInd w:val="0"/>
              <w:rPr>
                <w:sz w:val="22"/>
                <w:szCs w:val="22"/>
              </w:rPr>
            </w:pPr>
          </w:p>
        </w:tc>
        <w:tc>
          <w:tcPr>
            <w:tcW w:w="850"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w:t>
            </w:r>
          </w:p>
        </w:tc>
        <w:tc>
          <w:tcPr>
            <w:tcW w:w="567" w:type="dxa"/>
          </w:tcPr>
          <w:p w:rsidR="00EA13F7" w:rsidRPr="00456385" w:rsidRDefault="00EA13F7" w:rsidP="00456385">
            <w:pPr>
              <w:rPr>
                <w:sz w:val="22"/>
                <w:szCs w:val="22"/>
              </w:rPr>
            </w:pPr>
          </w:p>
          <w:p w:rsidR="00EA13F7" w:rsidRPr="00456385" w:rsidRDefault="00EA13F7" w:rsidP="00456385">
            <w:pPr>
              <w:rPr>
                <w:sz w:val="22"/>
                <w:szCs w:val="22"/>
              </w:rPr>
            </w:pPr>
          </w:p>
          <w:p w:rsidR="00EA13F7" w:rsidRPr="00456385" w:rsidRDefault="00EA13F7" w:rsidP="00456385">
            <w:pPr>
              <w:rPr>
                <w:sz w:val="22"/>
                <w:szCs w:val="22"/>
              </w:rPr>
            </w:pPr>
            <w:r w:rsidRPr="00456385">
              <w:rPr>
                <w:sz w:val="22"/>
                <w:szCs w:val="22"/>
              </w:rPr>
              <w:t>91</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92</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93</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94</w:t>
            </w:r>
          </w:p>
        </w:tc>
        <w:tc>
          <w:tcPr>
            <w:tcW w:w="567"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94,2</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94,4</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94,6</w:t>
            </w:r>
          </w:p>
        </w:tc>
        <w:tc>
          <w:tcPr>
            <w:tcW w:w="709" w:type="dxa"/>
            <w:vAlign w:val="center"/>
          </w:tcPr>
          <w:p w:rsidR="00EA13F7" w:rsidRPr="00060558" w:rsidRDefault="00EA13F7" w:rsidP="009F0D5F">
            <w:pPr>
              <w:jc w:val="right"/>
              <w:rPr>
                <w:rFonts w:eastAsia="Times New Roman"/>
                <w:color w:val="000000"/>
                <w:sz w:val="22"/>
                <w:szCs w:val="22"/>
                <w:lang w:eastAsia="ru-RU"/>
              </w:rPr>
            </w:pPr>
            <w:r>
              <w:rPr>
                <w:rFonts w:eastAsia="Times New Roman"/>
                <w:color w:val="000000"/>
                <w:sz w:val="22"/>
                <w:szCs w:val="22"/>
                <w:lang w:eastAsia="ru-RU"/>
              </w:rPr>
              <w:t>94,8</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95,0</w:t>
            </w:r>
          </w:p>
        </w:tc>
        <w:tc>
          <w:tcPr>
            <w:tcW w:w="709" w:type="dxa"/>
          </w:tcPr>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Pr="00456385" w:rsidRDefault="00EA13F7" w:rsidP="00456385">
            <w:pPr>
              <w:rPr>
                <w:sz w:val="22"/>
                <w:szCs w:val="22"/>
              </w:rPr>
            </w:pPr>
            <w:r>
              <w:rPr>
                <w:rFonts w:eastAsia="Times New Roman"/>
                <w:color w:val="000000"/>
                <w:sz w:val="22"/>
                <w:szCs w:val="22"/>
                <w:lang w:eastAsia="ru-RU"/>
              </w:rPr>
              <w:t>95,2</w:t>
            </w:r>
          </w:p>
        </w:tc>
      </w:tr>
    </w:tbl>
    <w:p w:rsidR="00632087" w:rsidRPr="003C0C9D" w:rsidRDefault="00632087" w:rsidP="00406CD5"/>
    <w:p w:rsidR="00EA13F7" w:rsidRDefault="00632087" w:rsidP="00406CD5">
      <w:pPr>
        <w:autoSpaceDE w:val="0"/>
        <w:autoSpaceDN w:val="0"/>
        <w:adjustRightInd w:val="0"/>
        <w:ind w:firstLine="540"/>
        <w:jc w:val="both"/>
      </w:pPr>
      <w:r>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540"/>
        <w:jc w:val="both"/>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406CD5">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sidRPr="00901C24">
        <w:rPr>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632087" w:rsidRPr="00901C24" w:rsidRDefault="00632087" w:rsidP="00406CD5">
      <w:pPr>
        <w:numPr>
          <w:ilvl w:val="0"/>
          <w:numId w:val="4"/>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632087" w:rsidRPr="00A85EE8" w:rsidRDefault="00632087" w:rsidP="004D3CEC">
      <w:pPr>
        <w:numPr>
          <w:ilvl w:val="0"/>
          <w:numId w:val="4"/>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632087" w:rsidRDefault="00632087" w:rsidP="00406CD5">
      <w:pPr>
        <w:ind w:left="360"/>
        <w:jc w:val="center"/>
        <w:rPr>
          <w:b/>
          <w:sz w:val="26"/>
          <w:szCs w:val="26"/>
        </w:rPr>
      </w:pPr>
      <w:r>
        <w:rPr>
          <w:b/>
          <w:sz w:val="26"/>
          <w:szCs w:val="26"/>
        </w:rPr>
        <w:t xml:space="preserve">Раздел </w:t>
      </w:r>
      <w:r w:rsidR="00B85818">
        <w:rPr>
          <w:b/>
          <w:sz w:val="26"/>
          <w:szCs w:val="26"/>
        </w:rPr>
        <w:t>2</w:t>
      </w:r>
      <w:r>
        <w:rPr>
          <w:b/>
          <w:sz w:val="26"/>
          <w:szCs w:val="26"/>
        </w:rPr>
        <w:t xml:space="preserve">. Характеристика основных мероприятий </w:t>
      </w:r>
      <w:r w:rsidR="00B85818">
        <w:rPr>
          <w:b/>
          <w:sz w:val="26"/>
          <w:szCs w:val="26"/>
        </w:rPr>
        <w:t xml:space="preserve">и мероприятий </w:t>
      </w:r>
      <w:r>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Pr="00DA4B9D"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привлечения дополнительных арендаторов.</w:t>
      </w:r>
    </w:p>
    <w:p w:rsidR="00632087" w:rsidRPr="00DA4B9D"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3)межевание земельных участков, оценка размера арендной платы. </w:t>
      </w:r>
    </w:p>
    <w:p w:rsidR="00632087" w:rsidRPr="00DA4B9D" w:rsidRDefault="00632087" w:rsidP="00406CD5">
      <w:pPr>
        <w:autoSpaceDE w:val="0"/>
        <w:autoSpaceDN w:val="0"/>
        <w:adjustRightInd w:val="0"/>
        <w:ind w:firstLine="539"/>
        <w:jc w:val="both"/>
      </w:pPr>
      <w:r w:rsidRPr="00DA4B9D">
        <w:t>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632087" w:rsidRPr="00DA4B9D"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4) публикация информационных сообщений </w:t>
      </w:r>
    </w:p>
    <w:p w:rsidR="00632087" w:rsidRPr="00DA4B9D" w:rsidRDefault="00632087" w:rsidP="00406CD5">
      <w:pPr>
        <w:pStyle w:val="a4"/>
        <w:spacing w:before="120"/>
        <w:ind w:right="23" w:firstLine="601"/>
        <w:jc w:val="both"/>
        <w:rPr>
          <w:rStyle w:val="1a"/>
          <w:b w:val="0"/>
          <w:szCs w:val="25"/>
        </w:rPr>
      </w:pPr>
      <w:r w:rsidRPr="00DA4B9D">
        <w:rPr>
          <w:rStyle w:val="1a"/>
          <w:b w:val="0"/>
          <w:szCs w:val="25"/>
        </w:rPr>
        <w:t>Соо</w:t>
      </w:r>
      <w:r>
        <w:rPr>
          <w:rStyle w:val="1a"/>
          <w:b w:val="0"/>
          <w:szCs w:val="25"/>
        </w:rPr>
        <w:t>бщения публикуются в официальном печатном</w:t>
      </w:r>
      <w:r w:rsidRPr="00DA4B9D">
        <w:rPr>
          <w:rStyle w:val="1a"/>
          <w:b w:val="0"/>
          <w:szCs w:val="25"/>
        </w:rPr>
        <w:t xml:space="preserve"> издани</w:t>
      </w:r>
      <w:r>
        <w:rPr>
          <w:rStyle w:val="1a"/>
          <w:b w:val="0"/>
          <w:szCs w:val="25"/>
        </w:rPr>
        <w:t xml:space="preserve">и: </w:t>
      </w:r>
      <w:r w:rsidRPr="00DA4B9D">
        <w:rPr>
          <w:rStyle w:val="1a"/>
          <w:b w:val="0"/>
          <w:szCs w:val="25"/>
        </w:rPr>
        <w:t>районная газета «Заря»</w:t>
      </w:r>
    </w:p>
    <w:p w:rsidR="00632087" w:rsidRPr="00DA4B9D" w:rsidRDefault="00572BF1" w:rsidP="00406CD5">
      <w:pPr>
        <w:ind w:left="42"/>
        <w:jc w:val="both"/>
      </w:pPr>
      <w:r>
        <w:rPr>
          <w:rStyle w:val="1a"/>
          <w:b/>
          <w:szCs w:val="25"/>
        </w:rPr>
        <w:t xml:space="preserve">          </w:t>
      </w:r>
      <w:r w:rsidR="00632087" w:rsidRPr="00DA4B9D">
        <w:rPr>
          <w:rStyle w:val="1a"/>
          <w:b/>
          <w:szCs w:val="25"/>
        </w:rPr>
        <w:t xml:space="preserve">5) </w:t>
      </w:r>
      <w:r w:rsidR="00632087">
        <w:rPr>
          <w:b/>
        </w:rPr>
        <w:t>обеспечение деятельности о</w:t>
      </w:r>
      <w:r w:rsidR="00632087" w:rsidRPr="00DA4B9D">
        <w:rPr>
          <w:b/>
        </w:rPr>
        <w:t>тдел</w:t>
      </w:r>
      <w:r w:rsidR="00632087">
        <w:rPr>
          <w:b/>
        </w:rPr>
        <w:t>а</w:t>
      </w:r>
      <w:r w:rsidR="00632087" w:rsidRPr="00DA4B9D">
        <w:rPr>
          <w:b/>
        </w:rPr>
        <w:t xml:space="preserve"> по упра</w:t>
      </w:r>
      <w:r w:rsidR="00632087">
        <w:rPr>
          <w:b/>
        </w:rPr>
        <w:t>влению муниципальным имуществом</w:t>
      </w:r>
      <w:r w:rsidR="00632087" w:rsidRPr="00DA4B9D">
        <w:rPr>
          <w:b/>
        </w:rPr>
        <w:t>.</w:t>
      </w:r>
    </w:p>
    <w:p w:rsidR="00632087" w:rsidRPr="00DA4B9D" w:rsidRDefault="00632087" w:rsidP="00406CD5">
      <w:pPr>
        <w:autoSpaceDE w:val="0"/>
        <w:autoSpaceDN w:val="0"/>
        <w:adjustRightInd w:val="0"/>
        <w:spacing w:before="120"/>
        <w:ind w:firstLine="539"/>
        <w:jc w:val="both"/>
      </w:pPr>
      <w:r w:rsidRPr="00DA4B9D">
        <w:t>Данное мероприятие предусматривает финансовое обеспечение деятельности аппарата учреждения для реализации подпрограммы.</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DA4B9D">
          <w:rPr>
            <w:rStyle w:val="ac"/>
          </w:rPr>
          <w:t xml:space="preserve">приложении N </w:t>
        </w:r>
      </w:hyperlink>
      <w:r w:rsidRPr="00DA4B9D">
        <w:t>2,3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t>Градостроительный кодекс РФ;</w:t>
      </w:r>
    </w:p>
    <w:p w:rsidR="00632087" w:rsidRDefault="00632087" w:rsidP="00406CD5">
      <w:pPr>
        <w:ind w:firstLine="600"/>
        <w:jc w:val="both"/>
      </w:pPr>
      <w: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Pr>
          <w:b/>
          <w:sz w:val="26"/>
          <w:szCs w:val="26"/>
        </w:rPr>
        <w:t xml:space="preserve">программы </w:t>
      </w:r>
      <w:r>
        <w:rPr>
          <w:b/>
          <w:sz w:val="26"/>
          <w:szCs w:val="26"/>
        </w:rPr>
        <w:t>.</w:t>
      </w:r>
    </w:p>
    <w:p w:rsidR="00632087" w:rsidRDefault="00632087" w:rsidP="00406CD5">
      <w:pPr>
        <w:rPr>
          <w:b/>
          <w:sz w:val="26"/>
          <w:szCs w:val="26"/>
        </w:rPr>
      </w:pPr>
    </w:p>
    <w:p w:rsidR="00632087" w:rsidRDefault="00632087" w:rsidP="00406CD5">
      <w:pPr>
        <w:jc w:val="both"/>
        <w:rPr>
          <w:sz w:val="26"/>
          <w:szCs w:val="26"/>
        </w:rPr>
      </w:pPr>
      <w:r w:rsidRPr="00292417">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r>
        <w:rPr>
          <w:sz w:val="26"/>
          <w:szCs w:val="26"/>
        </w:rPr>
        <w:t>.</w:t>
      </w:r>
    </w:p>
    <w:p w:rsidR="00632087" w:rsidRDefault="00632087" w:rsidP="00406CD5">
      <w:pPr>
        <w:jc w:val="both"/>
        <w:rPr>
          <w:b/>
          <w:sz w:val="26"/>
          <w:szCs w:val="26"/>
        </w:rPr>
      </w:pPr>
    </w:p>
    <w:p w:rsidR="00632087" w:rsidRDefault="00632087" w:rsidP="00406CD5">
      <w:pPr>
        <w:ind w:firstLine="600"/>
        <w:jc w:val="center"/>
        <w:rPr>
          <w:sz w:val="26"/>
          <w:szCs w:val="26"/>
        </w:rPr>
      </w:pPr>
      <w:r>
        <w:rPr>
          <w:b/>
          <w:sz w:val="26"/>
          <w:szCs w:val="26"/>
        </w:rPr>
        <w:t xml:space="preserve"> 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Общий объем средств районного бюджета на выполнение программных мероприятий за период 2018-202</w:t>
      </w:r>
      <w:r w:rsidR="00572BF1">
        <w:rPr>
          <w:bCs/>
        </w:rPr>
        <w:t>9</w:t>
      </w:r>
      <w:r>
        <w:rPr>
          <w:bCs/>
        </w:rPr>
        <w:t xml:space="preserve"> годы составит</w:t>
      </w:r>
      <w:r w:rsidR="00283D6A">
        <w:rPr>
          <w:bCs/>
        </w:rPr>
        <w:t xml:space="preserve"> 55170,70</w:t>
      </w:r>
      <w:r w:rsidR="00351A73">
        <w:rPr>
          <w:bCs/>
        </w:rPr>
        <w:t xml:space="preserve"> </w:t>
      </w:r>
      <w:r>
        <w:rPr>
          <w:bCs/>
        </w:rPr>
        <w:t xml:space="preserve"> тыс. руб.</w:t>
      </w:r>
    </w:p>
    <w:p w:rsidR="00632087" w:rsidRDefault="00632087" w:rsidP="00406CD5">
      <w:pPr>
        <w:tabs>
          <w:tab w:val="left" w:pos="4050"/>
        </w:tabs>
        <w:ind w:firstLine="839"/>
      </w:pPr>
      <w:r>
        <w:t>Средства районного бюджета в разрезе подпрограммных мероприятий представлены в Приложении 2,3.</w:t>
      </w:r>
    </w:p>
    <w:p w:rsidR="00632087" w:rsidRDefault="00632087" w:rsidP="00406CD5">
      <w:pPr>
        <w:tabs>
          <w:tab w:val="left" w:pos="4050"/>
        </w:tabs>
        <w:ind w:firstLine="839"/>
      </w:pPr>
    </w:p>
    <w:p w:rsidR="00456385" w:rsidRDefault="00456385" w:rsidP="00406CD5">
      <w:pPr>
        <w:tabs>
          <w:tab w:val="left" w:pos="4050"/>
        </w:tabs>
        <w:ind w:firstLine="839"/>
      </w:pPr>
    </w:p>
    <w:p w:rsidR="00456385" w:rsidRDefault="00456385" w:rsidP="00406CD5">
      <w:pPr>
        <w:tabs>
          <w:tab w:val="left" w:pos="4050"/>
        </w:tabs>
        <w:ind w:firstLine="839"/>
      </w:pPr>
    </w:p>
    <w:tbl>
      <w:tblPr>
        <w:tblW w:w="9889" w:type="dxa"/>
        <w:tblInd w:w="93" w:type="dxa"/>
        <w:tblLook w:val="00A0" w:firstRow="1" w:lastRow="0" w:firstColumn="1" w:lastColumn="0" w:noHBand="0" w:noVBand="0"/>
      </w:tblPr>
      <w:tblGrid>
        <w:gridCol w:w="735"/>
        <w:gridCol w:w="2268"/>
        <w:gridCol w:w="1116"/>
        <w:gridCol w:w="1698"/>
        <w:gridCol w:w="1404"/>
        <w:gridCol w:w="1338"/>
        <w:gridCol w:w="1330"/>
      </w:tblGrid>
      <w:tr w:rsidR="00632087" w:rsidTr="00F44C9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32087" w:rsidRDefault="00632087" w:rsidP="00406CD5">
            <w:pPr>
              <w:jc w:val="center"/>
            </w:pPr>
            <w: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32087" w:rsidRDefault="00632087" w:rsidP="00406CD5">
            <w:pPr>
              <w:jc w:val="center"/>
            </w:pPr>
            <w:r>
              <w:t>Годы реализации подпрограммы</w:t>
            </w:r>
          </w:p>
        </w:tc>
        <w:tc>
          <w:tcPr>
            <w:tcW w:w="6886" w:type="dxa"/>
            <w:gridSpan w:val="5"/>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Объем финансирования, тыс. руб.</w:t>
            </w:r>
          </w:p>
        </w:tc>
      </w:tr>
      <w:tr w:rsidR="00632087" w:rsidTr="00F44C9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1116" w:type="dxa"/>
            <w:vMerge w:val="restart"/>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Всего</w:t>
            </w:r>
          </w:p>
        </w:tc>
        <w:tc>
          <w:tcPr>
            <w:tcW w:w="5770" w:type="dxa"/>
            <w:gridSpan w:val="4"/>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в том числе по источникам финансирования</w:t>
            </w:r>
          </w:p>
        </w:tc>
      </w:tr>
      <w:tr w:rsidR="00632087" w:rsidTr="00F44C9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nil"/>
              <w:left w:val="single" w:sz="4" w:space="0" w:color="auto"/>
              <w:bottom w:val="single" w:sz="4" w:space="0" w:color="auto"/>
              <w:right w:val="single" w:sz="4" w:space="0" w:color="auto"/>
            </w:tcBorders>
            <w:vAlign w:val="center"/>
          </w:tcPr>
          <w:p w:rsidR="00632087" w:rsidRDefault="00632087" w:rsidP="00406CD5"/>
        </w:tc>
        <w:tc>
          <w:tcPr>
            <w:tcW w:w="1698" w:type="dxa"/>
            <w:tcBorders>
              <w:top w:val="nil"/>
              <w:left w:val="nil"/>
              <w:bottom w:val="single" w:sz="4" w:space="0" w:color="auto"/>
              <w:right w:val="single" w:sz="4" w:space="0" w:color="auto"/>
            </w:tcBorders>
            <w:vAlign w:val="center"/>
          </w:tcPr>
          <w:p w:rsidR="00632087" w:rsidRDefault="00632087" w:rsidP="00406CD5">
            <w:pPr>
              <w:jc w:val="center"/>
            </w:pPr>
            <w:r>
              <w:t>федеральный бюджет</w:t>
            </w:r>
          </w:p>
        </w:tc>
        <w:tc>
          <w:tcPr>
            <w:tcW w:w="1404" w:type="dxa"/>
            <w:tcBorders>
              <w:top w:val="nil"/>
              <w:left w:val="nil"/>
              <w:bottom w:val="single" w:sz="4" w:space="0" w:color="auto"/>
              <w:right w:val="single" w:sz="4" w:space="0" w:color="auto"/>
            </w:tcBorders>
            <w:vAlign w:val="center"/>
          </w:tcPr>
          <w:p w:rsidR="00632087" w:rsidRDefault="00632087" w:rsidP="00406CD5">
            <w:pPr>
              <w:jc w:val="center"/>
            </w:pPr>
            <w:r>
              <w:t>областной бюджет</w:t>
            </w:r>
          </w:p>
        </w:tc>
        <w:tc>
          <w:tcPr>
            <w:tcW w:w="1338" w:type="dxa"/>
            <w:tcBorders>
              <w:top w:val="nil"/>
              <w:left w:val="nil"/>
              <w:bottom w:val="single" w:sz="4" w:space="0" w:color="auto"/>
              <w:right w:val="single" w:sz="4" w:space="0" w:color="auto"/>
            </w:tcBorders>
            <w:vAlign w:val="center"/>
          </w:tcPr>
          <w:p w:rsidR="00632087" w:rsidRDefault="00632087" w:rsidP="00406CD5">
            <w:pPr>
              <w:jc w:val="center"/>
            </w:pPr>
            <w:r>
              <w:t>районный бюджет</w:t>
            </w:r>
          </w:p>
        </w:tc>
        <w:tc>
          <w:tcPr>
            <w:tcW w:w="1330" w:type="dxa"/>
            <w:tcBorders>
              <w:top w:val="nil"/>
              <w:left w:val="nil"/>
              <w:bottom w:val="single" w:sz="4" w:space="0" w:color="auto"/>
              <w:right w:val="single" w:sz="4" w:space="0" w:color="auto"/>
            </w:tcBorders>
            <w:vAlign w:val="center"/>
          </w:tcPr>
          <w:p w:rsidR="00632087" w:rsidRDefault="00632087" w:rsidP="00406CD5">
            <w:pPr>
              <w:jc w:val="center"/>
            </w:pPr>
            <w:r>
              <w:t>другие источники</w:t>
            </w:r>
          </w:p>
        </w:tc>
      </w:tr>
      <w:tr w:rsidR="0063208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1</w:t>
            </w:r>
          </w:p>
        </w:tc>
        <w:tc>
          <w:tcPr>
            <w:tcW w:w="2268" w:type="dxa"/>
            <w:tcBorders>
              <w:top w:val="nil"/>
              <w:left w:val="nil"/>
              <w:bottom w:val="single" w:sz="4" w:space="0" w:color="auto"/>
              <w:right w:val="single" w:sz="4" w:space="0" w:color="auto"/>
            </w:tcBorders>
            <w:noWrap/>
            <w:vAlign w:val="center"/>
          </w:tcPr>
          <w:p w:rsidR="00632087" w:rsidRDefault="00632087" w:rsidP="00406CD5">
            <w:pPr>
              <w:jc w:val="center"/>
            </w:pPr>
            <w:r>
              <w:t>2</w:t>
            </w:r>
          </w:p>
        </w:tc>
        <w:tc>
          <w:tcPr>
            <w:tcW w:w="1116" w:type="dxa"/>
            <w:tcBorders>
              <w:top w:val="nil"/>
              <w:left w:val="nil"/>
              <w:bottom w:val="single" w:sz="4" w:space="0" w:color="auto"/>
              <w:right w:val="single" w:sz="4" w:space="0" w:color="auto"/>
            </w:tcBorders>
            <w:noWrap/>
            <w:vAlign w:val="center"/>
          </w:tcPr>
          <w:p w:rsidR="00632087" w:rsidRDefault="00632087" w:rsidP="00406CD5">
            <w:pPr>
              <w:jc w:val="center"/>
            </w:pPr>
            <w:r>
              <w:t>3</w:t>
            </w:r>
          </w:p>
        </w:tc>
        <w:tc>
          <w:tcPr>
            <w:tcW w:w="1698" w:type="dxa"/>
            <w:tcBorders>
              <w:top w:val="nil"/>
              <w:left w:val="nil"/>
              <w:bottom w:val="single" w:sz="4" w:space="0" w:color="auto"/>
              <w:right w:val="single" w:sz="4" w:space="0" w:color="auto"/>
            </w:tcBorders>
            <w:noWrap/>
            <w:vAlign w:val="center"/>
          </w:tcPr>
          <w:p w:rsidR="00632087" w:rsidRDefault="00632087" w:rsidP="00406CD5">
            <w:pPr>
              <w:jc w:val="center"/>
            </w:pPr>
            <w:r>
              <w:t>4</w:t>
            </w:r>
          </w:p>
        </w:tc>
        <w:tc>
          <w:tcPr>
            <w:tcW w:w="1404" w:type="dxa"/>
            <w:tcBorders>
              <w:top w:val="nil"/>
              <w:left w:val="nil"/>
              <w:bottom w:val="single" w:sz="4" w:space="0" w:color="auto"/>
              <w:right w:val="single" w:sz="4" w:space="0" w:color="auto"/>
            </w:tcBorders>
            <w:noWrap/>
            <w:vAlign w:val="center"/>
          </w:tcPr>
          <w:p w:rsidR="00632087" w:rsidRDefault="00632087" w:rsidP="00406CD5">
            <w:pPr>
              <w:jc w:val="center"/>
            </w:pPr>
            <w:r>
              <w:t>5</w:t>
            </w:r>
          </w:p>
        </w:tc>
        <w:tc>
          <w:tcPr>
            <w:tcW w:w="1338" w:type="dxa"/>
            <w:tcBorders>
              <w:top w:val="nil"/>
              <w:left w:val="nil"/>
              <w:bottom w:val="single" w:sz="4" w:space="0" w:color="auto"/>
              <w:right w:val="single" w:sz="4" w:space="0" w:color="auto"/>
            </w:tcBorders>
            <w:noWrap/>
            <w:vAlign w:val="center"/>
          </w:tcPr>
          <w:p w:rsidR="00632087" w:rsidRDefault="00632087" w:rsidP="00406CD5">
            <w:pPr>
              <w:jc w:val="center"/>
            </w:pPr>
            <w:r>
              <w:t>6</w:t>
            </w:r>
          </w:p>
        </w:tc>
        <w:tc>
          <w:tcPr>
            <w:tcW w:w="1330" w:type="dxa"/>
            <w:tcBorders>
              <w:top w:val="nil"/>
              <w:left w:val="nil"/>
              <w:bottom w:val="single" w:sz="4" w:space="0" w:color="auto"/>
              <w:right w:val="single" w:sz="4" w:space="0" w:color="auto"/>
            </w:tcBorders>
            <w:noWrap/>
            <w:vAlign w:val="center"/>
          </w:tcPr>
          <w:p w:rsidR="00632087" w:rsidRDefault="00632087" w:rsidP="00406CD5">
            <w:pPr>
              <w:jc w:val="center"/>
            </w:pPr>
            <w:r>
              <w:t>7</w:t>
            </w:r>
          </w:p>
        </w:tc>
      </w:tr>
      <w:tr w:rsidR="00413645" w:rsidTr="00F44C95">
        <w:trPr>
          <w:trHeight w:val="287"/>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56385">
            <w:pPr>
              <w:ind w:left="360"/>
              <w:jc w:val="center"/>
            </w:pPr>
          </w:p>
        </w:tc>
        <w:tc>
          <w:tcPr>
            <w:tcW w:w="2268" w:type="dxa"/>
            <w:tcBorders>
              <w:top w:val="nil"/>
              <w:left w:val="nil"/>
              <w:bottom w:val="single" w:sz="4" w:space="0" w:color="auto"/>
              <w:right w:val="single" w:sz="4" w:space="0" w:color="auto"/>
            </w:tcBorders>
            <w:vAlign w:val="center"/>
          </w:tcPr>
          <w:p w:rsidR="00413645" w:rsidRDefault="00413645" w:rsidP="00406CD5">
            <w:pPr>
              <w:jc w:val="center"/>
              <w:rPr>
                <w:b/>
                <w:bCs/>
                <w:i/>
                <w:iCs/>
              </w:rPr>
            </w:pPr>
          </w:p>
        </w:tc>
        <w:tc>
          <w:tcPr>
            <w:tcW w:w="1116" w:type="dxa"/>
            <w:tcBorders>
              <w:top w:val="nil"/>
              <w:left w:val="nil"/>
              <w:bottom w:val="single" w:sz="4" w:space="0" w:color="auto"/>
              <w:right w:val="single" w:sz="4" w:space="0" w:color="auto"/>
            </w:tcBorders>
            <w:noWrap/>
            <w:vAlign w:val="center"/>
          </w:tcPr>
          <w:p w:rsidR="00413645" w:rsidRDefault="00283D6A" w:rsidP="00413645">
            <w:pPr>
              <w:jc w:val="center"/>
              <w:rPr>
                <w:b/>
                <w:bCs/>
                <w:iCs/>
              </w:rPr>
            </w:pPr>
            <w:r>
              <w:rPr>
                <w:b/>
                <w:bCs/>
                <w:iCs/>
              </w:rPr>
              <w:t>55170,70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rPr>
                <w:b/>
                <w:bCs/>
                <w:iCs/>
              </w:rPr>
            </w:pPr>
            <w:r>
              <w:rPr>
                <w:b/>
                <w:bCs/>
                <w:iCs/>
              </w:rPr>
              <w:t> -</w:t>
            </w:r>
          </w:p>
        </w:tc>
        <w:tc>
          <w:tcPr>
            <w:tcW w:w="1404" w:type="dxa"/>
            <w:tcBorders>
              <w:top w:val="nil"/>
              <w:left w:val="nil"/>
              <w:bottom w:val="single" w:sz="4" w:space="0" w:color="auto"/>
              <w:right w:val="single" w:sz="4" w:space="0" w:color="auto"/>
            </w:tcBorders>
            <w:noWrap/>
            <w:vAlign w:val="center"/>
          </w:tcPr>
          <w:p w:rsidR="00413645" w:rsidRDefault="00283D6A" w:rsidP="00406CD5">
            <w:pPr>
              <w:jc w:val="center"/>
              <w:rPr>
                <w:b/>
                <w:bCs/>
                <w:iCs/>
              </w:rPr>
            </w:pPr>
            <w:r>
              <w:rPr>
                <w:b/>
                <w:bCs/>
                <w:iCs/>
              </w:rPr>
              <w:t>43,50</w:t>
            </w:r>
          </w:p>
        </w:tc>
        <w:tc>
          <w:tcPr>
            <w:tcW w:w="1338" w:type="dxa"/>
            <w:tcBorders>
              <w:top w:val="nil"/>
              <w:left w:val="nil"/>
              <w:bottom w:val="single" w:sz="4" w:space="0" w:color="auto"/>
              <w:right w:val="single" w:sz="4" w:space="0" w:color="auto"/>
            </w:tcBorders>
            <w:noWrap/>
            <w:vAlign w:val="center"/>
          </w:tcPr>
          <w:p w:rsidR="00413645" w:rsidRDefault="00283D6A" w:rsidP="002D3B18">
            <w:pPr>
              <w:jc w:val="center"/>
              <w:rPr>
                <w:b/>
                <w:bCs/>
                <w:iCs/>
              </w:rPr>
            </w:pPr>
            <w:r>
              <w:rPr>
                <w:b/>
                <w:bCs/>
                <w:iCs/>
              </w:rPr>
              <w:t>55127,20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 -</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2018</w:t>
            </w:r>
          </w:p>
        </w:tc>
        <w:tc>
          <w:tcPr>
            <w:tcW w:w="1116" w:type="dxa"/>
            <w:tcBorders>
              <w:top w:val="nil"/>
              <w:left w:val="nil"/>
              <w:bottom w:val="single" w:sz="4" w:space="0" w:color="auto"/>
              <w:right w:val="single" w:sz="4" w:space="0" w:color="auto"/>
            </w:tcBorders>
            <w:noWrap/>
            <w:vAlign w:val="center"/>
          </w:tcPr>
          <w:p w:rsidR="00413645" w:rsidRDefault="00413645" w:rsidP="00406CD5">
            <w:pPr>
              <w:jc w:val="center"/>
            </w:pPr>
            <w:r>
              <w:t>4052,70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4052,70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2019</w:t>
            </w:r>
          </w:p>
        </w:tc>
        <w:tc>
          <w:tcPr>
            <w:tcW w:w="1116" w:type="dxa"/>
            <w:tcBorders>
              <w:top w:val="nil"/>
              <w:left w:val="nil"/>
              <w:bottom w:val="single" w:sz="4" w:space="0" w:color="auto"/>
              <w:right w:val="single" w:sz="4" w:space="0" w:color="auto"/>
            </w:tcBorders>
            <w:noWrap/>
            <w:vAlign w:val="center"/>
          </w:tcPr>
          <w:p w:rsidR="00413645" w:rsidRDefault="00413645" w:rsidP="00C61C55">
            <w:pPr>
              <w:jc w:val="center"/>
            </w:pPr>
            <w:r>
              <w:t>6136,00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6136,00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2020</w:t>
            </w:r>
          </w:p>
        </w:tc>
        <w:tc>
          <w:tcPr>
            <w:tcW w:w="1116" w:type="dxa"/>
            <w:tcBorders>
              <w:top w:val="nil"/>
              <w:left w:val="nil"/>
              <w:bottom w:val="single" w:sz="4" w:space="0" w:color="auto"/>
              <w:right w:val="single" w:sz="4" w:space="0" w:color="auto"/>
            </w:tcBorders>
            <w:noWrap/>
            <w:vAlign w:val="center"/>
          </w:tcPr>
          <w:p w:rsidR="00413645" w:rsidRDefault="00413645" w:rsidP="00F44C95">
            <w:pPr>
              <w:jc w:val="center"/>
            </w:pPr>
            <w:r>
              <w:t>5973,20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006BDD" w:rsidP="00406CD5">
            <w:pPr>
              <w:jc w:val="center"/>
            </w:pPr>
            <w:r>
              <w:t>43,50</w:t>
            </w:r>
          </w:p>
        </w:tc>
        <w:tc>
          <w:tcPr>
            <w:tcW w:w="1338" w:type="dxa"/>
            <w:tcBorders>
              <w:top w:val="nil"/>
              <w:left w:val="nil"/>
              <w:bottom w:val="single" w:sz="4" w:space="0" w:color="auto"/>
              <w:right w:val="single" w:sz="4" w:space="0" w:color="auto"/>
            </w:tcBorders>
            <w:noWrap/>
            <w:vAlign w:val="center"/>
          </w:tcPr>
          <w:p w:rsidR="00413645" w:rsidRDefault="00006BDD" w:rsidP="002D3B18">
            <w:pPr>
              <w:jc w:val="center"/>
            </w:pPr>
            <w:r>
              <w:t>5929,70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2021</w:t>
            </w:r>
          </w:p>
        </w:tc>
        <w:tc>
          <w:tcPr>
            <w:tcW w:w="1116" w:type="dxa"/>
            <w:tcBorders>
              <w:top w:val="nil"/>
              <w:left w:val="nil"/>
              <w:bottom w:val="single" w:sz="4" w:space="0" w:color="auto"/>
              <w:right w:val="single" w:sz="4" w:space="0" w:color="auto"/>
            </w:tcBorders>
            <w:noWrap/>
            <w:vAlign w:val="center"/>
          </w:tcPr>
          <w:p w:rsidR="00413645" w:rsidRDefault="002744CF" w:rsidP="00C61C55">
            <w:pPr>
              <w:jc w:val="center"/>
            </w:pPr>
            <w:r>
              <w:t>6076,80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5477,00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2022</w:t>
            </w:r>
          </w:p>
        </w:tc>
        <w:tc>
          <w:tcPr>
            <w:tcW w:w="1116" w:type="dxa"/>
            <w:tcBorders>
              <w:top w:val="nil"/>
              <w:left w:val="nil"/>
              <w:bottom w:val="single" w:sz="4" w:space="0" w:color="auto"/>
              <w:right w:val="single" w:sz="4" w:space="0" w:color="auto"/>
            </w:tcBorders>
            <w:noWrap/>
            <w:vAlign w:val="center"/>
          </w:tcPr>
          <w:p w:rsidR="00413645" w:rsidRDefault="00413645" w:rsidP="00413645">
            <w:pPr>
              <w:jc w:val="center"/>
            </w:pPr>
            <w:r>
              <w:t>4029,00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4029,00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5638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56385" w:rsidRDefault="0045638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56385" w:rsidRDefault="00456385" w:rsidP="00572BF1">
            <w:pPr>
              <w:jc w:val="center"/>
            </w:pPr>
            <w:r>
              <w:t>2023</w:t>
            </w:r>
          </w:p>
        </w:tc>
        <w:tc>
          <w:tcPr>
            <w:tcW w:w="1116" w:type="dxa"/>
            <w:tcBorders>
              <w:top w:val="nil"/>
              <w:left w:val="nil"/>
              <w:bottom w:val="single" w:sz="4" w:space="0" w:color="auto"/>
              <w:right w:val="single" w:sz="4" w:space="0" w:color="auto"/>
            </w:tcBorders>
            <w:noWrap/>
            <w:vAlign w:val="center"/>
          </w:tcPr>
          <w:p w:rsidR="00456385" w:rsidRDefault="00456385" w:rsidP="00572BF1">
            <w:pPr>
              <w:jc w:val="center"/>
            </w:pPr>
            <w:r>
              <w:t>4129,00</w:t>
            </w:r>
          </w:p>
        </w:tc>
        <w:tc>
          <w:tcPr>
            <w:tcW w:w="1698" w:type="dxa"/>
            <w:tcBorders>
              <w:top w:val="nil"/>
              <w:left w:val="nil"/>
              <w:bottom w:val="single" w:sz="4" w:space="0" w:color="auto"/>
              <w:right w:val="single" w:sz="4" w:space="0" w:color="auto"/>
            </w:tcBorders>
            <w:noWrap/>
            <w:vAlign w:val="center"/>
          </w:tcPr>
          <w:p w:rsidR="00456385" w:rsidRDefault="00456385" w:rsidP="00572BF1">
            <w:pPr>
              <w:jc w:val="center"/>
            </w:pPr>
            <w:r>
              <w:t>-</w:t>
            </w:r>
          </w:p>
        </w:tc>
        <w:tc>
          <w:tcPr>
            <w:tcW w:w="1404" w:type="dxa"/>
            <w:tcBorders>
              <w:top w:val="nil"/>
              <w:left w:val="nil"/>
              <w:bottom w:val="single" w:sz="4" w:space="0" w:color="auto"/>
              <w:right w:val="single" w:sz="4" w:space="0" w:color="auto"/>
            </w:tcBorders>
            <w:noWrap/>
            <w:vAlign w:val="center"/>
          </w:tcPr>
          <w:p w:rsidR="00456385" w:rsidRDefault="00456385" w:rsidP="00572BF1">
            <w:pPr>
              <w:jc w:val="center"/>
            </w:pPr>
            <w:r>
              <w:t> - </w:t>
            </w:r>
          </w:p>
        </w:tc>
        <w:tc>
          <w:tcPr>
            <w:tcW w:w="1338" w:type="dxa"/>
            <w:tcBorders>
              <w:top w:val="nil"/>
              <w:left w:val="nil"/>
              <w:bottom w:val="single" w:sz="4" w:space="0" w:color="auto"/>
              <w:right w:val="single" w:sz="4" w:space="0" w:color="auto"/>
            </w:tcBorders>
            <w:noWrap/>
            <w:vAlign w:val="center"/>
          </w:tcPr>
          <w:p w:rsidR="00456385" w:rsidRDefault="00456385" w:rsidP="00572BF1">
            <w:pPr>
              <w:jc w:val="center"/>
            </w:pPr>
            <w:r>
              <w:t>4129,00</w:t>
            </w:r>
          </w:p>
        </w:tc>
        <w:tc>
          <w:tcPr>
            <w:tcW w:w="1330" w:type="dxa"/>
            <w:tcBorders>
              <w:top w:val="nil"/>
              <w:left w:val="nil"/>
              <w:bottom w:val="single" w:sz="4" w:space="0" w:color="auto"/>
              <w:right w:val="single" w:sz="4" w:space="0" w:color="auto"/>
            </w:tcBorders>
            <w:noWrap/>
            <w:vAlign w:val="center"/>
          </w:tcPr>
          <w:p w:rsidR="00456385" w:rsidRDefault="00456385" w:rsidP="00572BF1">
            <w:pPr>
              <w:jc w:val="center"/>
            </w:pPr>
            <w:r>
              <w:t>-</w:t>
            </w:r>
          </w:p>
        </w:tc>
      </w:tr>
      <w:tr w:rsidR="00283D6A"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283D6A" w:rsidRDefault="00283D6A"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283D6A" w:rsidRDefault="00283D6A" w:rsidP="00406CD5">
            <w:pPr>
              <w:jc w:val="center"/>
            </w:pPr>
            <w:r>
              <w:t>2024</w:t>
            </w:r>
          </w:p>
        </w:tc>
        <w:tc>
          <w:tcPr>
            <w:tcW w:w="1116" w:type="dxa"/>
            <w:tcBorders>
              <w:top w:val="nil"/>
              <w:left w:val="nil"/>
              <w:bottom w:val="single" w:sz="4" w:space="0" w:color="auto"/>
              <w:right w:val="single" w:sz="4" w:space="0" w:color="auto"/>
            </w:tcBorders>
            <w:noWrap/>
            <w:vAlign w:val="center"/>
          </w:tcPr>
          <w:p w:rsidR="00283D6A" w:rsidRDefault="00283D6A" w:rsidP="009F0D5F">
            <w:pPr>
              <w:jc w:val="center"/>
            </w:pPr>
            <w:r>
              <w:t>4129,00</w:t>
            </w:r>
          </w:p>
        </w:tc>
        <w:tc>
          <w:tcPr>
            <w:tcW w:w="1698" w:type="dxa"/>
            <w:tcBorders>
              <w:top w:val="nil"/>
              <w:left w:val="nil"/>
              <w:bottom w:val="single" w:sz="4" w:space="0" w:color="auto"/>
              <w:right w:val="single" w:sz="4" w:space="0" w:color="auto"/>
            </w:tcBorders>
            <w:noWrap/>
            <w:vAlign w:val="center"/>
          </w:tcPr>
          <w:p w:rsidR="00283D6A" w:rsidRDefault="00283D6A" w:rsidP="009F0D5F">
            <w:pPr>
              <w:jc w:val="center"/>
            </w:pPr>
            <w:r>
              <w:t>-</w:t>
            </w:r>
          </w:p>
        </w:tc>
        <w:tc>
          <w:tcPr>
            <w:tcW w:w="1404" w:type="dxa"/>
            <w:tcBorders>
              <w:top w:val="nil"/>
              <w:left w:val="nil"/>
              <w:bottom w:val="single" w:sz="4" w:space="0" w:color="auto"/>
              <w:right w:val="single" w:sz="4" w:space="0" w:color="auto"/>
            </w:tcBorders>
            <w:noWrap/>
            <w:vAlign w:val="center"/>
          </w:tcPr>
          <w:p w:rsidR="00283D6A" w:rsidRDefault="00283D6A" w:rsidP="009F0D5F">
            <w:pPr>
              <w:jc w:val="center"/>
            </w:pPr>
            <w:r>
              <w:t> - </w:t>
            </w:r>
          </w:p>
        </w:tc>
        <w:tc>
          <w:tcPr>
            <w:tcW w:w="1338" w:type="dxa"/>
            <w:tcBorders>
              <w:top w:val="nil"/>
              <w:left w:val="nil"/>
              <w:bottom w:val="single" w:sz="4" w:space="0" w:color="auto"/>
              <w:right w:val="single" w:sz="4" w:space="0" w:color="auto"/>
            </w:tcBorders>
            <w:noWrap/>
            <w:vAlign w:val="center"/>
          </w:tcPr>
          <w:p w:rsidR="00283D6A" w:rsidRDefault="00283D6A" w:rsidP="009F0D5F">
            <w:pPr>
              <w:jc w:val="center"/>
            </w:pPr>
            <w:r>
              <w:t>4129,00</w:t>
            </w:r>
          </w:p>
        </w:tc>
        <w:tc>
          <w:tcPr>
            <w:tcW w:w="1330" w:type="dxa"/>
            <w:tcBorders>
              <w:top w:val="nil"/>
              <w:left w:val="nil"/>
              <w:bottom w:val="single" w:sz="4" w:space="0" w:color="auto"/>
              <w:right w:val="single" w:sz="4" w:space="0" w:color="auto"/>
            </w:tcBorders>
            <w:noWrap/>
            <w:vAlign w:val="center"/>
          </w:tcPr>
          <w:p w:rsidR="00283D6A" w:rsidRDefault="00283D6A" w:rsidP="009F0D5F">
            <w:pPr>
              <w:jc w:val="center"/>
            </w:pPr>
            <w:r>
              <w:t>-</w:t>
            </w:r>
          </w:p>
        </w:tc>
      </w:tr>
      <w:tr w:rsidR="00283D6A"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283D6A" w:rsidRDefault="00283D6A"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283D6A" w:rsidRDefault="00283D6A" w:rsidP="00406CD5">
            <w:pPr>
              <w:jc w:val="center"/>
            </w:pPr>
            <w:r>
              <w:t>2025</w:t>
            </w:r>
          </w:p>
        </w:tc>
        <w:tc>
          <w:tcPr>
            <w:tcW w:w="1116" w:type="dxa"/>
            <w:tcBorders>
              <w:top w:val="nil"/>
              <w:left w:val="nil"/>
              <w:bottom w:val="single" w:sz="4" w:space="0" w:color="auto"/>
              <w:right w:val="single" w:sz="4" w:space="0" w:color="auto"/>
            </w:tcBorders>
            <w:noWrap/>
            <w:vAlign w:val="center"/>
          </w:tcPr>
          <w:p w:rsidR="00283D6A" w:rsidRDefault="00283D6A" w:rsidP="009F0D5F">
            <w:pPr>
              <w:jc w:val="center"/>
            </w:pPr>
            <w:r>
              <w:t>4129,00</w:t>
            </w:r>
          </w:p>
        </w:tc>
        <w:tc>
          <w:tcPr>
            <w:tcW w:w="1698" w:type="dxa"/>
            <w:tcBorders>
              <w:top w:val="nil"/>
              <w:left w:val="nil"/>
              <w:bottom w:val="single" w:sz="4" w:space="0" w:color="auto"/>
              <w:right w:val="single" w:sz="4" w:space="0" w:color="auto"/>
            </w:tcBorders>
            <w:noWrap/>
            <w:vAlign w:val="center"/>
          </w:tcPr>
          <w:p w:rsidR="00283D6A" w:rsidRDefault="00283D6A" w:rsidP="009F0D5F">
            <w:pPr>
              <w:jc w:val="center"/>
            </w:pPr>
            <w:r>
              <w:t>-</w:t>
            </w:r>
          </w:p>
        </w:tc>
        <w:tc>
          <w:tcPr>
            <w:tcW w:w="1404" w:type="dxa"/>
            <w:tcBorders>
              <w:top w:val="nil"/>
              <w:left w:val="nil"/>
              <w:bottom w:val="single" w:sz="4" w:space="0" w:color="auto"/>
              <w:right w:val="single" w:sz="4" w:space="0" w:color="auto"/>
            </w:tcBorders>
            <w:noWrap/>
            <w:vAlign w:val="center"/>
          </w:tcPr>
          <w:p w:rsidR="00283D6A" w:rsidRDefault="00283D6A" w:rsidP="009F0D5F">
            <w:pPr>
              <w:jc w:val="center"/>
            </w:pPr>
            <w:r>
              <w:t> - </w:t>
            </w:r>
          </w:p>
        </w:tc>
        <w:tc>
          <w:tcPr>
            <w:tcW w:w="1338" w:type="dxa"/>
            <w:tcBorders>
              <w:top w:val="nil"/>
              <w:left w:val="nil"/>
              <w:bottom w:val="single" w:sz="4" w:space="0" w:color="auto"/>
              <w:right w:val="single" w:sz="4" w:space="0" w:color="auto"/>
            </w:tcBorders>
            <w:noWrap/>
            <w:vAlign w:val="center"/>
          </w:tcPr>
          <w:p w:rsidR="00283D6A" w:rsidRDefault="00283D6A" w:rsidP="009F0D5F">
            <w:pPr>
              <w:jc w:val="center"/>
            </w:pPr>
            <w:r>
              <w:t>4129,00</w:t>
            </w:r>
          </w:p>
        </w:tc>
        <w:tc>
          <w:tcPr>
            <w:tcW w:w="1330" w:type="dxa"/>
            <w:tcBorders>
              <w:top w:val="nil"/>
              <w:left w:val="nil"/>
              <w:bottom w:val="single" w:sz="4" w:space="0" w:color="auto"/>
              <w:right w:val="single" w:sz="4" w:space="0" w:color="auto"/>
            </w:tcBorders>
            <w:noWrap/>
            <w:vAlign w:val="center"/>
          </w:tcPr>
          <w:p w:rsidR="00283D6A" w:rsidRDefault="00283D6A" w:rsidP="009F0D5F">
            <w:pPr>
              <w:jc w:val="center"/>
            </w:pPr>
            <w:r>
              <w:t>-</w:t>
            </w:r>
          </w:p>
        </w:tc>
      </w:tr>
      <w:tr w:rsidR="00283D6A"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283D6A" w:rsidRDefault="00283D6A"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283D6A" w:rsidRDefault="00283D6A" w:rsidP="00406CD5">
            <w:pPr>
              <w:jc w:val="center"/>
            </w:pPr>
            <w:r>
              <w:t>2026</w:t>
            </w:r>
          </w:p>
        </w:tc>
        <w:tc>
          <w:tcPr>
            <w:tcW w:w="1116" w:type="dxa"/>
            <w:tcBorders>
              <w:top w:val="nil"/>
              <w:left w:val="nil"/>
              <w:bottom w:val="single" w:sz="4" w:space="0" w:color="auto"/>
              <w:right w:val="single" w:sz="4" w:space="0" w:color="auto"/>
            </w:tcBorders>
            <w:noWrap/>
            <w:vAlign w:val="center"/>
          </w:tcPr>
          <w:p w:rsidR="00283D6A" w:rsidRDefault="00283D6A" w:rsidP="009F0D5F">
            <w:pPr>
              <w:jc w:val="center"/>
            </w:pPr>
            <w:r>
              <w:t>4129,00</w:t>
            </w:r>
          </w:p>
        </w:tc>
        <w:tc>
          <w:tcPr>
            <w:tcW w:w="1698" w:type="dxa"/>
            <w:tcBorders>
              <w:top w:val="nil"/>
              <w:left w:val="nil"/>
              <w:bottom w:val="single" w:sz="4" w:space="0" w:color="auto"/>
              <w:right w:val="single" w:sz="4" w:space="0" w:color="auto"/>
            </w:tcBorders>
            <w:noWrap/>
            <w:vAlign w:val="center"/>
          </w:tcPr>
          <w:p w:rsidR="00283D6A" w:rsidRDefault="00283D6A" w:rsidP="009F0D5F">
            <w:pPr>
              <w:jc w:val="center"/>
            </w:pPr>
            <w:r>
              <w:t>-</w:t>
            </w:r>
          </w:p>
        </w:tc>
        <w:tc>
          <w:tcPr>
            <w:tcW w:w="1404" w:type="dxa"/>
            <w:tcBorders>
              <w:top w:val="nil"/>
              <w:left w:val="nil"/>
              <w:bottom w:val="single" w:sz="4" w:space="0" w:color="auto"/>
              <w:right w:val="single" w:sz="4" w:space="0" w:color="auto"/>
            </w:tcBorders>
            <w:noWrap/>
            <w:vAlign w:val="center"/>
          </w:tcPr>
          <w:p w:rsidR="00283D6A" w:rsidRDefault="00283D6A" w:rsidP="009F0D5F">
            <w:pPr>
              <w:jc w:val="center"/>
            </w:pPr>
            <w:r>
              <w:t> - </w:t>
            </w:r>
          </w:p>
        </w:tc>
        <w:tc>
          <w:tcPr>
            <w:tcW w:w="1338" w:type="dxa"/>
            <w:tcBorders>
              <w:top w:val="nil"/>
              <w:left w:val="nil"/>
              <w:bottom w:val="single" w:sz="4" w:space="0" w:color="auto"/>
              <w:right w:val="single" w:sz="4" w:space="0" w:color="auto"/>
            </w:tcBorders>
            <w:noWrap/>
            <w:vAlign w:val="center"/>
          </w:tcPr>
          <w:p w:rsidR="00283D6A" w:rsidRDefault="00283D6A" w:rsidP="009F0D5F">
            <w:pPr>
              <w:jc w:val="center"/>
            </w:pPr>
            <w:r>
              <w:t>4129,00</w:t>
            </w:r>
          </w:p>
        </w:tc>
        <w:tc>
          <w:tcPr>
            <w:tcW w:w="1330" w:type="dxa"/>
            <w:tcBorders>
              <w:top w:val="nil"/>
              <w:left w:val="nil"/>
              <w:bottom w:val="single" w:sz="4" w:space="0" w:color="auto"/>
              <w:right w:val="single" w:sz="4" w:space="0" w:color="auto"/>
            </w:tcBorders>
            <w:noWrap/>
            <w:vAlign w:val="center"/>
          </w:tcPr>
          <w:p w:rsidR="00283D6A" w:rsidRDefault="00283D6A" w:rsidP="009F0D5F">
            <w:pPr>
              <w:jc w:val="center"/>
            </w:pPr>
            <w:r>
              <w:t>-</w:t>
            </w:r>
          </w:p>
        </w:tc>
      </w:tr>
      <w:tr w:rsidR="00283D6A"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283D6A" w:rsidRDefault="00283D6A"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283D6A" w:rsidRDefault="00283D6A" w:rsidP="00406CD5">
            <w:pPr>
              <w:jc w:val="center"/>
            </w:pPr>
            <w:r>
              <w:t>2027</w:t>
            </w:r>
          </w:p>
        </w:tc>
        <w:tc>
          <w:tcPr>
            <w:tcW w:w="1116" w:type="dxa"/>
            <w:tcBorders>
              <w:top w:val="nil"/>
              <w:left w:val="nil"/>
              <w:bottom w:val="single" w:sz="4" w:space="0" w:color="auto"/>
              <w:right w:val="single" w:sz="4" w:space="0" w:color="auto"/>
            </w:tcBorders>
            <w:noWrap/>
            <w:vAlign w:val="center"/>
          </w:tcPr>
          <w:p w:rsidR="00283D6A" w:rsidRDefault="00283D6A" w:rsidP="009F0D5F">
            <w:pPr>
              <w:jc w:val="center"/>
            </w:pPr>
            <w:r>
              <w:t>4129,00</w:t>
            </w:r>
          </w:p>
        </w:tc>
        <w:tc>
          <w:tcPr>
            <w:tcW w:w="1698" w:type="dxa"/>
            <w:tcBorders>
              <w:top w:val="nil"/>
              <w:left w:val="nil"/>
              <w:bottom w:val="single" w:sz="4" w:space="0" w:color="auto"/>
              <w:right w:val="single" w:sz="4" w:space="0" w:color="auto"/>
            </w:tcBorders>
            <w:noWrap/>
            <w:vAlign w:val="center"/>
          </w:tcPr>
          <w:p w:rsidR="00283D6A" w:rsidRDefault="00283D6A" w:rsidP="009F0D5F">
            <w:pPr>
              <w:jc w:val="center"/>
            </w:pPr>
            <w:r>
              <w:t>-</w:t>
            </w:r>
          </w:p>
        </w:tc>
        <w:tc>
          <w:tcPr>
            <w:tcW w:w="1404" w:type="dxa"/>
            <w:tcBorders>
              <w:top w:val="nil"/>
              <w:left w:val="nil"/>
              <w:bottom w:val="single" w:sz="4" w:space="0" w:color="auto"/>
              <w:right w:val="single" w:sz="4" w:space="0" w:color="auto"/>
            </w:tcBorders>
            <w:noWrap/>
            <w:vAlign w:val="center"/>
          </w:tcPr>
          <w:p w:rsidR="00283D6A" w:rsidRDefault="00283D6A" w:rsidP="009F0D5F">
            <w:pPr>
              <w:jc w:val="center"/>
            </w:pPr>
            <w:r>
              <w:t> - </w:t>
            </w:r>
          </w:p>
        </w:tc>
        <w:tc>
          <w:tcPr>
            <w:tcW w:w="1338" w:type="dxa"/>
            <w:tcBorders>
              <w:top w:val="nil"/>
              <w:left w:val="nil"/>
              <w:bottom w:val="single" w:sz="4" w:space="0" w:color="auto"/>
              <w:right w:val="single" w:sz="4" w:space="0" w:color="auto"/>
            </w:tcBorders>
            <w:noWrap/>
            <w:vAlign w:val="center"/>
          </w:tcPr>
          <w:p w:rsidR="00283D6A" w:rsidRDefault="00283D6A" w:rsidP="009F0D5F">
            <w:pPr>
              <w:jc w:val="center"/>
            </w:pPr>
            <w:r>
              <w:t>4129,00</w:t>
            </w:r>
          </w:p>
        </w:tc>
        <w:tc>
          <w:tcPr>
            <w:tcW w:w="1330" w:type="dxa"/>
            <w:tcBorders>
              <w:top w:val="nil"/>
              <w:left w:val="nil"/>
              <w:bottom w:val="single" w:sz="4" w:space="0" w:color="auto"/>
              <w:right w:val="single" w:sz="4" w:space="0" w:color="auto"/>
            </w:tcBorders>
            <w:noWrap/>
            <w:vAlign w:val="center"/>
          </w:tcPr>
          <w:p w:rsidR="00283D6A" w:rsidRDefault="00283D6A" w:rsidP="009F0D5F">
            <w:pPr>
              <w:jc w:val="center"/>
            </w:pPr>
            <w:r>
              <w:t>-</w:t>
            </w:r>
          </w:p>
        </w:tc>
      </w:tr>
      <w:tr w:rsidR="00283D6A"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283D6A" w:rsidRDefault="00283D6A"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283D6A" w:rsidRDefault="00283D6A" w:rsidP="00406CD5">
            <w:pPr>
              <w:jc w:val="center"/>
            </w:pPr>
            <w:r>
              <w:t>2028</w:t>
            </w:r>
          </w:p>
        </w:tc>
        <w:tc>
          <w:tcPr>
            <w:tcW w:w="1116" w:type="dxa"/>
            <w:tcBorders>
              <w:top w:val="nil"/>
              <w:left w:val="nil"/>
              <w:bottom w:val="single" w:sz="4" w:space="0" w:color="auto"/>
              <w:right w:val="single" w:sz="4" w:space="0" w:color="auto"/>
            </w:tcBorders>
            <w:noWrap/>
            <w:vAlign w:val="center"/>
          </w:tcPr>
          <w:p w:rsidR="00283D6A" w:rsidRDefault="00283D6A" w:rsidP="009F0D5F">
            <w:pPr>
              <w:jc w:val="center"/>
            </w:pPr>
            <w:r>
              <w:t>4129,00</w:t>
            </w:r>
          </w:p>
        </w:tc>
        <w:tc>
          <w:tcPr>
            <w:tcW w:w="1698" w:type="dxa"/>
            <w:tcBorders>
              <w:top w:val="nil"/>
              <w:left w:val="nil"/>
              <w:bottom w:val="single" w:sz="4" w:space="0" w:color="auto"/>
              <w:right w:val="single" w:sz="4" w:space="0" w:color="auto"/>
            </w:tcBorders>
            <w:noWrap/>
            <w:vAlign w:val="center"/>
          </w:tcPr>
          <w:p w:rsidR="00283D6A" w:rsidRDefault="00283D6A" w:rsidP="009F0D5F">
            <w:pPr>
              <w:jc w:val="center"/>
            </w:pPr>
            <w:r>
              <w:t>-</w:t>
            </w:r>
          </w:p>
        </w:tc>
        <w:tc>
          <w:tcPr>
            <w:tcW w:w="1404" w:type="dxa"/>
            <w:tcBorders>
              <w:top w:val="nil"/>
              <w:left w:val="nil"/>
              <w:bottom w:val="single" w:sz="4" w:space="0" w:color="auto"/>
              <w:right w:val="single" w:sz="4" w:space="0" w:color="auto"/>
            </w:tcBorders>
            <w:noWrap/>
            <w:vAlign w:val="center"/>
          </w:tcPr>
          <w:p w:rsidR="00283D6A" w:rsidRDefault="00283D6A" w:rsidP="009F0D5F">
            <w:pPr>
              <w:jc w:val="center"/>
            </w:pPr>
            <w:r>
              <w:t> - </w:t>
            </w:r>
          </w:p>
        </w:tc>
        <w:tc>
          <w:tcPr>
            <w:tcW w:w="1338" w:type="dxa"/>
            <w:tcBorders>
              <w:top w:val="nil"/>
              <w:left w:val="nil"/>
              <w:bottom w:val="single" w:sz="4" w:space="0" w:color="auto"/>
              <w:right w:val="single" w:sz="4" w:space="0" w:color="auto"/>
            </w:tcBorders>
            <w:noWrap/>
            <w:vAlign w:val="center"/>
          </w:tcPr>
          <w:p w:rsidR="00283D6A" w:rsidRDefault="00283D6A" w:rsidP="009F0D5F">
            <w:pPr>
              <w:jc w:val="center"/>
            </w:pPr>
            <w:r>
              <w:t>4129,00</w:t>
            </w:r>
          </w:p>
        </w:tc>
        <w:tc>
          <w:tcPr>
            <w:tcW w:w="1330" w:type="dxa"/>
            <w:tcBorders>
              <w:top w:val="nil"/>
              <w:left w:val="nil"/>
              <w:bottom w:val="single" w:sz="4" w:space="0" w:color="auto"/>
              <w:right w:val="single" w:sz="4" w:space="0" w:color="auto"/>
            </w:tcBorders>
            <w:noWrap/>
            <w:vAlign w:val="center"/>
          </w:tcPr>
          <w:p w:rsidR="00283D6A" w:rsidRDefault="00283D6A" w:rsidP="009F0D5F">
            <w:pPr>
              <w:jc w:val="center"/>
            </w:pPr>
            <w:r>
              <w:t>-</w:t>
            </w:r>
          </w:p>
        </w:tc>
      </w:tr>
      <w:tr w:rsidR="00283D6A"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283D6A" w:rsidRDefault="00283D6A"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283D6A" w:rsidRDefault="00283D6A" w:rsidP="00406CD5">
            <w:pPr>
              <w:jc w:val="center"/>
            </w:pPr>
            <w:r>
              <w:t>2029</w:t>
            </w:r>
          </w:p>
        </w:tc>
        <w:tc>
          <w:tcPr>
            <w:tcW w:w="1116" w:type="dxa"/>
            <w:tcBorders>
              <w:top w:val="nil"/>
              <w:left w:val="nil"/>
              <w:bottom w:val="single" w:sz="4" w:space="0" w:color="auto"/>
              <w:right w:val="single" w:sz="4" w:space="0" w:color="auto"/>
            </w:tcBorders>
            <w:noWrap/>
            <w:vAlign w:val="center"/>
          </w:tcPr>
          <w:p w:rsidR="00283D6A" w:rsidRDefault="00283D6A" w:rsidP="009F0D5F">
            <w:pPr>
              <w:jc w:val="center"/>
            </w:pPr>
            <w:r>
              <w:t>4129,00</w:t>
            </w:r>
          </w:p>
        </w:tc>
        <w:tc>
          <w:tcPr>
            <w:tcW w:w="1698" w:type="dxa"/>
            <w:tcBorders>
              <w:top w:val="nil"/>
              <w:left w:val="nil"/>
              <w:bottom w:val="single" w:sz="4" w:space="0" w:color="auto"/>
              <w:right w:val="single" w:sz="4" w:space="0" w:color="auto"/>
            </w:tcBorders>
            <w:noWrap/>
            <w:vAlign w:val="center"/>
          </w:tcPr>
          <w:p w:rsidR="00283D6A" w:rsidRDefault="00283D6A" w:rsidP="009F0D5F">
            <w:pPr>
              <w:jc w:val="center"/>
            </w:pPr>
            <w:r>
              <w:t>-</w:t>
            </w:r>
          </w:p>
        </w:tc>
        <w:tc>
          <w:tcPr>
            <w:tcW w:w="1404" w:type="dxa"/>
            <w:tcBorders>
              <w:top w:val="nil"/>
              <w:left w:val="nil"/>
              <w:bottom w:val="single" w:sz="4" w:space="0" w:color="auto"/>
              <w:right w:val="single" w:sz="4" w:space="0" w:color="auto"/>
            </w:tcBorders>
            <w:noWrap/>
            <w:vAlign w:val="center"/>
          </w:tcPr>
          <w:p w:rsidR="00283D6A" w:rsidRDefault="00283D6A" w:rsidP="009F0D5F">
            <w:pPr>
              <w:jc w:val="center"/>
            </w:pPr>
            <w:r>
              <w:t> - </w:t>
            </w:r>
          </w:p>
        </w:tc>
        <w:tc>
          <w:tcPr>
            <w:tcW w:w="1338" w:type="dxa"/>
            <w:tcBorders>
              <w:top w:val="nil"/>
              <w:left w:val="nil"/>
              <w:bottom w:val="single" w:sz="4" w:space="0" w:color="auto"/>
              <w:right w:val="single" w:sz="4" w:space="0" w:color="auto"/>
            </w:tcBorders>
            <w:noWrap/>
            <w:vAlign w:val="center"/>
          </w:tcPr>
          <w:p w:rsidR="00283D6A" w:rsidRDefault="00283D6A" w:rsidP="009F0D5F">
            <w:pPr>
              <w:jc w:val="center"/>
            </w:pPr>
            <w:r>
              <w:t>4129,00</w:t>
            </w:r>
          </w:p>
        </w:tc>
        <w:tc>
          <w:tcPr>
            <w:tcW w:w="1330" w:type="dxa"/>
            <w:tcBorders>
              <w:top w:val="nil"/>
              <w:left w:val="nil"/>
              <w:bottom w:val="single" w:sz="4" w:space="0" w:color="auto"/>
              <w:right w:val="single" w:sz="4" w:space="0" w:color="auto"/>
            </w:tcBorders>
            <w:noWrap/>
            <w:vAlign w:val="center"/>
          </w:tcPr>
          <w:p w:rsidR="00283D6A" w:rsidRDefault="00283D6A" w:rsidP="009F0D5F">
            <w:pPr>
              <w:jc w:val="center"/>
            </w:pPr>
            <w:r>
              <w:t>-</w:t>
            </w:r>
          </w:p>
        </w:tc>
      </w:tr>
    </w:tbl>
    <w:p w:rsidR="00632087" w:rsidRDefault="00632087" w:rsidP="004D3CEC">
      <w:pPr>
        <w:rPr>
          <w:b/>
        </w:rPr>
      </w:pP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632087" w:rsidP="00406CD5">
      <w:pPr>
        <w:ind w:firstLine="600"/>
        <w:jc w:val="both"/>
      </w:pPr>
      <w:r>
        <w:t>Рисками реализации подпрограммы являются:</w:t>
      </w:r>
    </w:p>
    <w:p w:rsidR="00632087" w:rsidRDefault="00632087" w:rsidP="00406CD5">
      <w:pPr>
        <w:ind w:firstLine="601"/>
        <w:jc w:val="both"/>
      </w:pPr>
      <w:r>
        <w:t>неисполнение договорных обязательств арендаторами.</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632087" w:rsidP="00406CD5">
      <w:pPr>
        <w:ind w:firstLine="601"/>
        <w:jc w:val="both"/>
      </w:pPr>
      <w:r>
        <w:t>внесение изменений в  нормативно правовую базу, принятую на местном уровне;</w:t>
      </w:r>
    </w:p>
    <w:p w:rsidR="00632087" w:rsidRDefault="00632087" w:rsidP="00406CD5">
      <w:pPr>
        <w:ind w:firstLine="601"/>
        <w:jc w:val="both"/>
      </w:pPr>
      <w:r>
        <w:t>ведение мониторинга и контроля за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4D3CEC">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7C61C4" w:rsidRDefault="00632087" w:rsidP="00406CD5">
      <w:pPr>
        <w:tabs>
          <w:tab w:val="left" w:pos="6660"/>
        </w:tabs>
        <w:jc w:val="center"/>
        <w:rPr>
          <w:b/>
        </w:rPr>
      </w:pPr>
      <w:r w:rsidRPr="007C61C4">
        <w:rPr>
          <w:b/>
        </w:rPr>
        <w:t xml:space="preserve">ПАСПОРТ  </w:t>
      </w:r>
    </w:p>
    <w:p w:rsidR="00632087" w:rsidRPr="007C61C4" w:rsidRDefault="00632087" w:rsidP="00406CD5">
      <w:pPr>
        <w:jc w:val="center"/>
        <w:rPr>
          <w:b/>
        </w:rPr>
      </w:pPr>
      <w:r w:rsidRPr="007C61C4">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406CD5">
      <w:pPr>
        <w:jc w:val="center"/>
        <w:rPr>
          <w:b/>
        </w:rPr>
      </w:pPr>
    </w:p>
    <w:p w:rsidR="00E70190" w:rsidRDefault="00E70190"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Ответственный исполнитель Подпрограммы</w:t>
            </w:r>
          </w:p>
        </w:tc>
        <w:tc>
          <w:tcPr>
            <w:tcW w:w="6866" w:type="dxa"/>
          </w:tcPr>
          <w:p w:rsidR="00E70190" w:rsidRPr="00F201F7" w:rsidRDefault="00E70190" w:rsidP="00572BF1">
            <w:pPr>
              <w:tabs>
                <w:tab w:val="left" w:pos="6660"/>
              </w:tabs>
              <w:jc w:val="both"/>
              <w:rPr>
                <w:color w:val="FF0000"/>
              </w:rPr>
            </w:pPr>
            <w:r w:rsidRPr="00F201F7">
              <w:t xml:space="preserve">Администрация Таловского муниципального района </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разработчики Подпрограммы</w:t>
            </w:r>
          </w:p>
        </w:tc>
        <w:tc>
          <w:tcPr>
            <w:tcW w:w="6866" w:type="dxa"/>
          </w:tcPr>
          <w:p w:rsidR="00E70190" w:rsidRPr="00F201F7" w:rsidRDefault="00E70190" w:rsidP="00572BF1">
            <w:pPr>
              <w:tabs>
                <w:tab w:val="left" w:pos="6660"/>
              </w:tabs>
              <w:jc w:val="both"/>
              <w:rPr>
                <w:color w:val="FF0000"/>
              </w:rPr>
            </w:pPr>
            <w:r w:rsidRPr="00F201F7">
              <w:t>Администрация Таловского муниципального района</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мероприятия</w:t>
            </w:r>
          </w:p>
        </w:tc>
        <w:tc>
          <w:tcPr>
            <w:tcW w:w="6866" w:type="dxa"/>
          </w:tcPr>
          <w:p w:rsidR="00E70190" w:rsidRPr="00F201F7" w:rsidRDefault="00E70190" w:rsidP="00572BF1">
            <w:pPr>
              <w:tabs>
                <w:tab w:val="left" w:pos="6660"/>
              </w:tabs>
              <w:jc w:val="both"/>
            </w:pPr>
            <w:r w:rsidRPr="00F201F7">
              <w:t>Обеспечение жильём молодых семей</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Цель Подпрограммы</w:t>
            </w:r>
          </w:p>
        </w:tc>
        <w:tc>
          <w:tcPr>
            <w:tcW w:w="6866" w:type="dxa"/>
          </w:tcPr>
          <w:p w:rsidR="00E70190" w:rsidRDefault="00E70190" w:rsidP="00572BF1">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E70190" w:rsidRPr="00F201F7" w:rsidRDefault="00E70190" w:rsidP="00572BF1">
            <w:pPr>
              <w:tabs>
                <w:tab w:val="left" w:pos="6660"/>
              </w:tabs>
              <w:jc w:val="both"/>
            </w:pPr>
          </w:p>
        </w:tc>
      </w:tr>
      <w:tr w:rsidR="00E70190" w:rsidRPr="00F201F7" w:rsidTr="00572BF1">
        <w:trPr>
          <w:trHeight w:val="1338"/>
        </w:trPr>
        <w:tc>
          <w:tcPr>
            <w:tcW w:w="2674" w:type="dxa"/>
          </w:tcPr>
          <w:p w:rsidR="00E70190" w:rsidRPr="00F201F7" w:rsidRDefault="00E70190" w:rsidP="00572BF1">
            <w:pPr>
              <w:tabs>
                <w:tab w:val="left" w:pos="6660"/>
              </w:tabs>
              <w:rPr>
                <w:b/>
              </w:rPr>
            </w:pPr>
          </w:p>
          <w:p w:rsidR="00E70190" w:rsidRPr="00F201F7" w:rsidRDefault="00E70190" w:rsidP="00572BF1">
            <w:pPr>
              <w:tabs>
                <w:tab w:val="left" w:pos="6660"/>
              </w:tabs>
              <w:rPr>
                <w:b/>
              </w:rPr>
            </w:pPr>
            <w:r w:rsidRPr="00F201F7">
              <w:rPr>
                <w:b/>
              </w:rPr>
              <w:t>Задачи Подпрограммы</w:t>
            </w:r>
          </w:p>
          <w:p w:rsidR="00E70190" w:rsidRPr="00F201F7" w:rsidRDefault="00E70190" w:rsidP="00572BF1">
            <w:pPr>
              <w:tabs>
                <w:tab w:val="left" w:pos="6660"/>
              </w:tabs>
              <w:rPr>
                <w:b/>
              </w:rPr>
            </w:pPr>
          </w:p>
        </w:tc>
        <w:tc>
          <w:tcPr>
            <w:tcW w:w="6866" w:type="dxa"/>
          </w:tcPr>
          <w:p w:rsidR="00E70190" w:rsidRPr="00F201F7" w:rsidRDefault="00E70190" w:rsidP="00572BF1">
            <w:pPr>
              <w:tabs>
                <w:tab w:val="left" w:pos="6660"/>
              </w:tabs>
              <w:jc w:val="both"/>
            </w:pPr>
            <w:r w:rsidRPr="00F201F7">
              <w:t>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E70190" w:rsidRDefault="00E70190" w:rsidP="00572BF1">
            <w:pPr>
              <w:tabs>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Целевые индикаторы и показатели Подпрограммы</w:t>
            </w:r>
          </w:p>
        </w:tc>
        <w:tc>
          <w:tcPr>
            <w:tcW w:w="6866" w:type="dxa"/>
          </w:tcPr>
          <w:p w:rsidR="00E70190" w:rsidRPr="00F201F7" w:rsidRDefault="00E70190" w:rsidP="00572BF1">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E70190" w:rsidRPr="00F201F7" w:rsidTr="00572BF1">
        <w:trPr>
          <w:trHeight w:val="180"/>
        </w:trPr>
        <w:tc>
          <w:tcPr>
            <w:tcW w:w="2674" w:type="dxa"/>
          </w:tcPr>
          <w:p w:rsidR="00E70190" w:rsidRDefault="00E70190" w:rsidP="00572BF1">
            <w:pPr>
              <w:tabs>
                <w:tab w:val="left" w:pos="6660"/>
              </w:tabs>
              <w:rPr>
                <w:b/>
              </w:rPr>
            </w:pPr>
            <w:r w:rsidRPr="00F201F7">
              <w:rPr>
                <w:b/>
              </w:rPr>
              <w:t>Сроки и этапы реализации Подпрограммы</w:t>
            </w:r>
          </w:p>
          <w:p w:rsidR="00E70190" w:rsidRPr="00F201F7" w:rsidRDefault="00E70190" w:rsidP="00572BF1">
            <w:pPr>
              <w:tabs>
                <w:tab w:val="left" w:pos="6660"/>
              </w:tabs>
              <w:rPr>
                <w:b/>
              </w:rPr>
            </w:pPr>
          </w:p>
        </w:tc>
        <w:tc>
          <w:tcPr>
            <w:tcW w:w="6866" w:type="dxa"/>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Объёмы и источники финансирования</w:t>
            </w:r>
          </w:p>
        </w:tc>
        <w:tc>
          <w:tcPr>
            <w:tcW w:w="6866" w:type="dxa"/>
          </w:tcPr>
          <w:p w:rsidR="00E70190" w:rsidRPr="00315ADD" w:rsidRDefault="00E70190" w:rsidP="00572BF1">
            <w:pPr>
              <w:tabs>
                <w:tab w:val="left" w:pos="6660"/>
              </w:tabs>
              <w:jc w:val="both"/>
            </w:pPr>
            <w:r w:rsidRPr="00770DD8">
              <w:t>Общие затраты на реализацию подпрограммы  в 2018-202</w:t>
            </w:r>
            <w:r w:rsidR="00572BF1">
              <w:t>9</w:t>
            </w:r>
            <w:r w:rsidRPr="00770DD8">
              <w:t xml:space="preserve"> годах составят</w:t>
            </w:r>
            <w:r w:rsidRPr="00315ADD">
              <w:t>-</w:t>
            </w:r>
            <w:r w:rsidR="009F0D5F">
              <w:t>1562</w:t>
            </w:r>
            <w:r w:rsidR="00F21293">
              <w:t>41,98</w:t>
            </w:r>
            <w:r>
              <w:t xml:space="preserve"> </w:t>
            </w:r>
            <w:r w:rsidRPr="00315ADD">
              <w:t xml:space="preserve"> тыс. рублей, в том числе:</w:t>
            </w:r>
          </w:p>
          <w:p w:rsidR="00E70190" w:rsidRPr="00315ADD" w:rsidRDefault="00E70190" w:rsidP="00572BF1">
            <w:pPr>
              <w:tabs>
                <w:tab w:val="left" w:pos="6660"/>
              </w:tabs>
              <w:jc w:val="both"/>
            </w:pPr>
            <w:r w:rsidRPr="00315ADD">
              <w:t xml:space="preserve">Средства районного бюджета – </w:t>
            </w:r>
            <w:r w:rsidR="009F0D5F">
              <w:t>7</w:t>
            </w:r>
            <w:r w:rsidR="00F21293">
              <w:t>418,96</w:t>
            </w:r>
            <w:r w:rsidRPr="00315ADD">
              <w:t xml:space="preserve">  тыс. рублей;</w:t>
            </w:r>
          </w:p>
          <w:p w:rsidR="00E70190" w:rsidRPr="00315ADD" w:rsidRDefault="00E70190" w:rsidP="00572BF1">
            <w:pPr>
              <w:tabs>
                <w:tab w:val="left" w:pos="6660"/>
              </w:tabs>
              <w:jc w:val="both"/>
            </w:pPr>
            <w:r w:rsidRPr="00315ADD">
              <w:t>Средств</w:t>
            </w:r>
            <w:r>
              <w:t xml:space="preserve">а федерального бюджета – 5141,92 </w:t>
            </w:r>
            <w:r w:rsidRPr="00315ADD">
              <w:t xml:space="preserve"> тыс. рублей;</w:t>
            </w:r>
          </w:p>
          <w:p w:rsidR="00E70190" w:rsidRPr="00315ADD" w:rsidRDefault="00E70190" w:rsidP="00572BF1">
            <w:pPr>
              <w:tabs>
                <w:tab w:val="left" w:pos="6660"/>
              </w:tabs>
              <w:jc w:val="both"/>
            </w:pPr>
            <w:r w:rsidRPr="00315ADD">
              <w:t xml:space="preserve"> средс</w:t>
            </w:r>
            <w:r>
              <w:t>тва  областного бюджета –</w:t>
            </w:r>
            <w:r w:rsidR="009F0D5F">
              <w:t>34431,27</w:t>
            </w:r>
            <w:r>
              <w:t xml:space="preserve"> </w:t>
            </w:r>
            <w:r w:rsidRPr="00315ADD">
              <w:t xml:space="preserve"> тыс. рублей;</w:t>
            </w:r>
          </w:p>
          <w:p w:rsidR="00E70190" w:rsidRPr="00315ADD" w:rsidRDefault="00E70190" w:rsidP="00572BF1">
            <w:pPr>
              <w:jc w:val="both"/>
            </w:pPr>
            <w:r w:rsidRPr="00315ADD">
              <w:t>Привлечённые средства из внебюджетных источников (собственные и заёмные средства молодых семей) –</w:t>
            </w:r>
            <w:r w:rsidR="009F0D5F">
              <w:t>109249,83</w:t>
            </w:r>
            <w:r w:rsidRPr="00315ADD">
              <w:t xml:space="preserve">  тыс. рублей. </w:t>
            </w:r>
          </w:p>
          <w:p w:rsidR="00E70190" w:rsidRPr="00315ADD" w:rsidRDefault="00E70190" w:rsidP="00572BF1">
            <w:pPr>
              <w:jc w:val="both"/>
            </w:pPr>
            <w:r w:rsidRPr="00315ADD">
              <w:rPr>
                <w:b/>
              </w:rPr>
              <w:t>- 2018 год</w:t>
            </w:r>
            <w:r w:rsidRPr="00315ADD">
              <w:t xml:space="preserve"> – </w:t>
            </w:r>
            <w:r>
              <w:t>16759,96</w:t>
            </w:r>
            <w:r w:rsidRPr="00315ADD">
              <w:t xml:space="preserve">  тыс. рублей, в том числе:</w:t>
            </w:r>
          </w:p>
          <w:p w:rsidR="00E70190" w:rsidRPr="00770DD8" w:rsidRDefault="00E70190" w:rsidP="00572BF1">
            <w:pPr>
              <w:jc w:val="both"/>
            </w:pPr>
            <w:r w:rsidRPr="00315ADD">
              <w:t>-федеральный бюджет -1607</w:t>
            </w:r>
            <w:r w:rsidRPr="00770DD8">
              <w:t>,89 тыс. рублей;</w:t>
            </w:r>
          </w:p>
          <w:p w:rsidR="00E70190" w:rsidRPr="00770DD8" w:rsidRDefault="00E70190" w:rsidP="00572BF1">
            <w:pPr>
              <w:jc w:val="both"/>
            </w:pPr>
            <w:r w:rsidRPr="00770DD8">
              <w:t>-областной бюджет -2403,71 тыс. рублей;</w:t>
            </w:r>
          </w:p>
          <w:p w:rsidR="00E70190" w:rsidRPr="00770DD8" w:rsidRDefault="00E70190" w:rsidP="00572BF1">
            <w:pPr>
              <w:jc w:val="both"/>
            </w:pPr>
            <w:r w:rsidRPr="00770DD8">
              <w:t>-районный бюджет – 637,80 тыс. рублей;</w:t>
            </w:r>
          </w:p>
          <w:p w:rsidR="00E70190" w:rsidRPr="00770DD8" w:rsidRDefault="00E70190" w:rsidP="00572BF1">
            <w:pPr>
              <w:jc w:val="both"/>
            </w:pPr>
            <w:r w:rsidRPr="00770DD8">
              <w:t xml:space="preserve">-внебюджетные источники – </w:t>
            </w:r>
            <w:r>
              <w:t>12110,56</w:t>
            </w:r>
            <w:r w:rsidRPr="00770DD8">
              <w:t xml:space="preserve"> тыс. рублей.</w:t>
            </w:r>
          </w:p>
          <w:p w:rsidR="00E70190" w:rsidRPr="00F201F7" w:rsidRDefault="00E70190" w:rsidP="00572BF1">
            <w:pPr>
              <w:jc w:val="both"/>
            </w:pPr>
            <w:r w:rsidRPr="00F201F7">
              <w:rPr>
                <w:b/>
              </w:rPr>
              <w:t>- 2019 год</w:t>
            </w:r>
            <w:r>
              <w:t xml:space="preserve"> -24388,22</w:t>
            </w:r>
            <w:r w:rsidRPr="00F201F7">
              <w:t xml:space="preserve">  тыс. рублей, в том числе:</w:t>
            </w:r>
          </w:p>
          <w:p w:rsidR="00E70190" w:rsidRPr="00F201F7" w:rsidRDefault="00E70190" w:rsidP="00572BF1">
            <w:pPr>
              <w:jc w:val="both"/>
            </w:pPr>
            <w:r w:rsidRPr="00F201F7">
              <w:t>-федерал</w:t>
            </w:r>
            <w:r>
              <w:t>ьный бюджет – 1897,37</w:t>
            </w:r>
            <w:r w:rsidRPr="00F201F7">
              <w:t> тыс. рублей;</w:t>
            </w:r>
          </w:p>
          <w:p w:rsidR="00E70190" w:rsidRPr="00F201F7" w:rsidRDefault="00E70190" w:rsidP="00572BF1">
            <w:pPr>
              <w:jc w:val="both"/>
            </w:pPr>
            <w:r>
              <w:t>-областной бюджет  -2201,03</w:t>
            </w:r>
            <w:r w:rsidRPr="00F201F7">
              <w:t xml:space="preserve"> тыс. рублей;</w:t>
            </w:r>
          </w:p>
          <w:p w:rsidR="00E70190" w:rsidRPr="00F201F7" w:rsidRDefault="00E70190" w:rsidP="00572BF1">
            <w:pPr>
              <w:jc w:val="both"/>
            </w:pPr>
            <w:r>
              <w:t>-районный бюджет -740</w:t>
            </w:r>
            <w:r w:rsidRPr="00F201F7">
              <w:t>,00 тыс. рублей;</w:t>
            </w:r>
          </w:p>
          <w:p w:rsidR="00E70190" w:rsidRPr="00F201F7" w:rsidRDefault="00E70190" w:rsidP="00572BF1">
            <w:pPr>
              <w:jc w:val="both"/>
            </w:pPr>
            <w:r>
              <w:t>-внебюджетные источники – 19549,82</w:t>
            </w:r>
            <w:r w:rsidRPr="00F201F7">
              <w:t> тыс. рублей</w:t>
            </w:r>
          </w:p>
          <w:p w:rsidR="00E70190" w:rsidRPr="00F201F7" w:rsidRDefault="00E70190" w:rsidP="00572BF1">
            <w:pPr>
              <w:jc w:val="both"/>
            </w:pPr>
            <w:r w:rsidRPr="00F201F7">
              <w:rPr>
                <w:b/>
              </w:rPr>
              <w:t>- 2020 год</w:t>
            </w:r>
            <w:r w:rsidRPr="00F201F7">
              <w:t xml:space="preserve"> -</w:t>
            </w:r>
            <w:r>
              <w:t>12977,34</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997,02 </w:t>
            </w:r>
            <w:r w:rsidRPr="00F201F7">
              <w:t> тыс. рублей;</w:t>
            </w:r>
          </w:p>
          <w:p w:rsidR="00E70190" w:rsidRPr="00F201F7" w:rsidRDefault="00E70190" w:rsidP="00572BF1">
            <w:pPr>
              <w:jc w:val="both"/>
            </w:pPr>
            <w:r>
              <w:t xml:space="preserve">-областной бюджет  -1965,63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572BF1">
            <w:pPr>
              <w:jc w:val="both"/>
            </w:pPr>
            <w:r w:rsidRPr="00F201F7">
              <w:t xml:space="preserve">-внебюджетные источники – </w:t>
            </w:r>
            <w:r>
              <w:t xml:space="preserve">9414,69 </w:t>
            </w:r>
            <w:r w:rsidRPr="00F201F7">
              <w:t> тыс. рублей</w:t>
            </w:r>
          </w:p>
          <w:p w:rsidR="00E70190" w:rsidRPr="00F201F7" w:rsidRDefault="00E70190" w:rsidP="00572BF1">
            <w:pPr>
              <w:jc w:val="both"/>
            </w:pPr>
            <w:r w:rsidRPr="00F201F7">
              <w:rPr>
                <w:b/>
              </w:rPr>
              <w:t>- 2021 год</w:t>
            </w:r>
            <w:r w:rsidRPr="00F201F7">
              <w:t xml:space="preserve"> -</w:t>
            </w:r>
            <w:r>
              <w:t>83</w:t>
            </w:r>
            <w:r w:rsidR="00F21293">
              <w:t>90,76</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639,64 </w:t>
            </w:r>
            <w:r w:rsidRPr="00F201F7">
              <w:t> тыс. рублей;</w:t>
            </w:r>
          </w:p>
          <w:p w:rsidR="00E70190" w:rsidRPr="00F201F7" w:rsidRDefault="00E70190" w:rsidP="00572BF1">
            <w:pPr>
              <w:jc w:val="both"/>
            </w:pPr>
            <w:r>
              <w:t>-областной бюджет  -1600,40</w:t>
            </w:r>
            <w:r w:rsidRPr="00F201F7">
              <w:t xml:space="preserve"> тыс. рублей;</w:t>
            </w:r>
          </w:p>
          <w:p w:rsidR="00E70190" w:rsidRPr="00F201F7" w:rsidRDefault="00E70190" w:rsidP="00572BF1">
            <w:pPr>
              <w:jc w:val="both"/>
            </w:pPr>
            <w:r w:rsidRPr="00F201F7">
              <w:t>-районный бюджет -6</w:t>
            </w:r>
            <w:r w:rsidR="00F21293">
              <w:t>41,16</w:t>
            </w:r>
            <w:r w:rsidRPr="00F201F7">
              <w:t> тыс. рублей;</w:t>
            </w:r>
          </w:p>
          <w:p w:rsidR="00E70190" w:rsidRDefault="00E70190" w:rsidP="00572BF1">
            <w:pPr>
              <w:jc w:val="both"/>
            </w:pPr>
            <w:r w:rsidRPr="00F201F7">
              <w:t xml:space="preserve">-внебюджетные источники – </w:t>
            </w:r>
            <w:r>
              <w:t>5509,56</w:t>
            </w:r>
            <w:r w:rsidRPr="00F201F7">
              <w:t xml:space="preserve"> тыс. рублей </w:t>
            </w:r>
          </w:p>
          <w:p w:rsidR="00E70190" w:rsidRPr="00F201F7" w:rsidRDefault="00E70190" w:rsidP="00572BF1">
            <w:pPr>
              <w:jc w:val="both"/>
            </w:pPr>
            <w:r w:rsidRPr="00F201F7">
              <w:rPr>
                <w:b/>
              </w:rPr>
              <w:t>- 2022 год</w:t>
            </w:r>
            <w:r w:rsidRPr="00F201F7">
              <w:t xml:space="preserve"> -</w:t>
            </w:r>
            <w:r>
              <w:t>11695,15</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0 </w:t>
            </w:r>
            <w:r w:rsidRPr="00F201F7">
              <w:t> тыс. рублей;</w:t>
            </w:r>
          </w:p>
          <w:p w:rsidR="00E70190" w:rsidRPr="00F201F7" w:rsidRDefault="00E70190" w:rsidP="00572BF1">
            <w:pPr>
              <w:jc w:val="both"/>
            </w:pPr>
            <w:r>
              <w:t xml:space="preserve">-областной бюджет  - 3262,00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xml:space="preserve"> тыс. рублей </w:t>
            </w:r>
          </w:p>
          <w:p w:rsidR="00E70190" w:rsidRPr="00F201F7" w:rsidRDefault="00E70190" w:rsidP="00572BF1">
            <w:pPr>
              <w:jc w:val="both"/>
            </w:pPr>
            <w:r w:rsidRPr="00F201F7">
              <w:rPr>
                <w:b/>
              </w:rPr>
              <w:t>- 2023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xml:space="preserve"> тыс. рублей </w:t>
            </w:r>
          </w:p>
          <w:p w:rsidR="00E70190" w:rsidRPr="00F201F7" w:rsidRDefault="00E70190" w:rsidP="00572BF1">
            <w:pPr>
              <w:jc w:val="both"/>
            </w:pPr>
            <w:r w:rsidRPr="00F201F7">
              <w:rPr>
                <w:b/>
              </w:rPr>
              <w:t>- 202</w:t>
            </w:r>
            <w:r>
              <w:rPr>
                <w:b/>
              </w:rPr>
              <w:t>4</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5</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6</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7</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8</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9</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A6758F">
            <w:pPr>
              <w:jc w:val="both"/>
            </w:pPr>
            <w:r w:rsidRPr="00F201F7">
              <w:t xml:space="preserve">-внебюджетные источники – </w:t>
            </w:r>
            <w:r>
              <w:t>7833,15</w:t>
            </w:r>
            <w:r w:rsidRPr="00F201F7">
              <w:t> тыс. рублей</w:t>
            </w:r>
          </w:p>
        </w:tc>
      </w:tr>
    </w:tbl>
    <w:p w:rsidR="00E70190" w:rsidRDefault="00E70190" w:rsidP="00406CD5">
      <w:pPr>
        <w:jc w:val="center"/>
        <w:rPr>
          <w:b/>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406CD5">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7" w:history="1">
        <w:r w:rsidRPr="003B50AC">
          <w:rPr>
            <w:rStyle w:val="ac"/>
            <w:color w:val="auto"/>
            <w:u w:val="none"/>
          </w:rPr>
          <w:t>Указом</w:t>
        </w:r>
      </w:hyperlink>
      <w:r w:rsidRPr="003B50AC">
        <w:t xml:space="preserve"> </w:t>
      </w:r>
      <w:r w:rsidRPr="00F201F7">
        <w:t xml:space="preserve">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sidRPr="003B50AC">
          <w:rPr>
            <w:rStyle w:val="ac"/>
            <w:color w:val="auto"/>
            <w:u w:val="none"/>
          </w:rPr>
          <w:t>Концепцией</w:t>
        </w:r>
      </w:hyperlink>
      <w:r w:rsidRPr="003B50AC">
        <w:t xml:space="preserve"> </w:t>
      </w:r>
      <w:r w:rsidRPr="00F201F7">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F201F7" w:rsidRDefault="00632087" w:rsidP="00406CD5">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F201F7" w:rsidRDefault="00632087" w:rsidP="00406CD5">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406CD5">
      <w:pPr>
        <w:tabs>
          <w:tab w:val="left" w:pos="6660"/>
        </w:tabs>
        <w:jc w:val="both"/>
      </w:pPr>
      <w:r w:rsidRPr="00F201F7">
        <w:t>- обеспечение доступности жилья для всех категорий граждан;</w:t>
      </w:r>
    </w:p>
    <w:p w:rsidR="00632087" w:rsidRPr="00F201F7" w:rsidRDefault="00632087" w:rsidP="00406CD5">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406CD5">
      <w:pPr>
        <w:tabs>
          <w:tab w:val="left" w:pos="6660"/>
        </w:tabs>
        <w:jc w:val="both"/>
        <w:rPr>
          <w:b/>
        </w:rPr>
      </w:pPr>
    </w:p>
    <w:p w:rsidR="00632087" w:rsidRPr="00F201F7" w:rsidRDefault="00B85818" w:rsidP="00406CD5">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406CD5">
      <w:pPr>
        <w:tabs>
          <w:tab w:val="left" w:pos="540"/>
          <w:tab w:val="left" w:pos="720"/>
          <w:tab w:val="left" w:pos="6660"/>
        </w:tabs>
        <w:jc w:val="center"/>
        <w:rPr>
          <w:b/>
        </w:rPr>
      </w:pPr>
    </w:p>
    <w:p w:rsidR="00632087" w:rsidRPr="00F201F7" w:rsidRDefault="00632087" w:rsidP="00406CD5">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F201F7" w:rsidRDefault="00632087" w:rsidP="00406CD5">
      <w:pPr>
        <w:tabs>
          <w:tab w:val="left" w:pos="6660"/>
        </w:tabs>
        <w:jc w:val="both"/>
      </w:pPr>
      <w:r w:rsidRPr="00F201F7">
        <w:t xml:space="preserve">           Основными задачами Подпрограммы являются: </w:t>
      </w:r>
    </w:p>
    <w:p w:rsidR="00632087" w:rsidRPr="00F201F7" w:rsidRDefault="00632087" w:rsidP="00406CD5">
      <w:pPr>
        <w:tabs>
          <w:tab w:val="left" w:pos="6660"/>
        </w:tabs>
        <w:jc w:val="both"/>
      </w:pPr>
      <w:r w:rsidRPr="00F201F7">
        <w:t>- Предоставление молодым семьям-участникам подпрограммы социальных выплат на приобретение жилья  или строительство индивидуального жилого дома ;</w:t>
      </w:r>
    </w:p>
    <w:p w:rsidR="00632087" w:rsidRPr="00F201F7" w:rsidRDefault="00632087" w:rsidP="00406CD5">
      <w:pPr>
        <w:tabs>
          <w:tab w:val="left" w:pos="1080"/>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406CD5">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406CD5">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p>
    <w:p w:rsidR="0063208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rPr>
          <w:b/>
        </w:rPr>
        <w:t>Целевые индикаторы</w:t>
      </w:r>
      <w:r w:rsidRPr="00F201F7">
        <w:t>:</w:t>
      </w:r>
    </w:p>
    <w:p w:rsidR="00632087" w:rsidRPr="00F201F7" w:rsidRDefault="00632087" w:rsidP="00406CD5">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406CD5">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406CD5">
      <w:pPr>
        <w:tabs>
          <w:tab w:val="left" w:pos="1080"/>
          <w:tab w:val="left" w:pos="6660"/>
        </w:tabs>
        <w:jc w:val="both"/>
      </w:pPr>
    </w:p>
    <w:p w:rsidR="00BB0480" w:rsidRPr="00F201F7" w:rsidRDefault="00526EFD" w:rsidP="00BB0480">
      <w:pPr>
        <w:pStyle w:val="ConsPlusNormal"/>
        <w:ind w:firstLine="0"/>
        <w:rPr>
          <w:rFonts w:ascii="Times New Roman" w:hAnsi="Times New Roman"/>
          <w:sz w:val="24"/>
          <w:szCs w:val="24"/>
        </w:rPr>
      </w:pPr>
      <w:r>
        <w:t xml:space="preserve">    </w:t>
      </w:r>
      <w:r w:rsidR="00BB0480" w:rsidRPr="00526EFD">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32087" w:rsidRPr="00F201F7" w:rsidRDefault="00632087" w:rsidP="00526EFD">
      <w:pPr>
        <w:tabs>
          <w:tab w:val="left" w:pos="1080"/>
          <w:tab w:val="left" w:pos="6660"/>
        </w:tabs>
        <w:jc w:val="both"/>
      </w:pPr>
      <w:r w:rsidRPr="00F201F7">
        <w:t xml:space="preserve">                                                                    </w:t>
      </w:r>
      <w:r>
        <w:t xml:space="preserve">                                                </w:t>
      </w:r>
      <w:r w:rsidRPr="00F201F7">
        <w:t xml:space="preserve"> </w:t>
      </w:r>
    </w:p>
    <w:p w:rsidR="00632087" w:rsidRPr="00F201F7" w:rsidRDefault="00632087" w:rsidP="00535C54">
      <w:pPr>
        <w:tabs>
          <w:tab w:val="left" w:pos="6660"/>
        </w:tabs>
        <w:jc w:val="both"/>
        <w:rPr>
          <w:b/>
        </w:rPr>
      </w:pPr>
      <w:r w:rsidRPr="00F201F7">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5D2C20">
        <w:t>59</w:t>
      </w:r>
      <w:r w:rsidRPr="00F201F7">
        <w:t xml:space="preserve">                молод</w:t>
      </w:r>
      <w:r w:rsidR="00CC0290">
        <w:t>ую</w:t>
      </w:r>
      <w:r w:rsidRPr="00F201F7">
        <w:t xml:space="preserve"> сем</w:t>
      </w:r>
      <w:r w:rsidR="00CC0290">
        <w:t>ью</w:t>
      </w:r>
      <w:r w:rsidRPr="00F201F7">
        <w:t>.</w:t>
      </w:r>
    </w:p>
    <w:p w:rsidR="00632087" w:rsidRPr="00F201F7" w:rsidRDefault="00632087" w:rsidP="00406CD5">
      <w:pPr>
        <w:tabs>
          <w:tab w:val="left" w:pos="6660"/>
        </w:tabs>
        <w:jc w:val="center"/>
        <w:rPr>
          <w:b/>
        </w:rPr>
      </w:pPr>
    </w:p>
    <w:p w:rsidR="00632087" w:rsidRPr="00F201F7" w:rsidRDefault="00B85818" w:rsidP="00406CD5">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406CD5">
      <w:pPr>
        <w:tabs>
          <w:tab w:val="left" w:pos="6660"/>
        </w:tabs>
        <w:ind w:left="360"/>
        <w:jc w:val="center"/>
        <w:rPr>
          <w:b/>
        </w:rPr>
      </w:pPr>
    </w:p>
    <w:p w:rsidR="00632087" w:rsidRPr="00F201F7" w:rsidRDefault="00632087" w:rsidP="00406CD5">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Default="00632087" w:rsidP="00406CD5">
      <w:pPr>
        <w:widowControl w:val="0"/>
        <w:autoSpaceDE w:val="0"/>
        <w:autoSpaceDN w:val="0"/>
        <w:adjustRightInd w:val="0"/>
        <w:ind w:firstLine="540"/>
        <w:jc w:val="both"/>
      </w:pPr>
      <w:r w:rsidRPr="00F201F7">
        <w:t xml:space="preserve">Реализация всего комплекса мероприятия по обеспечению жильем молодых семей, будет осуществляться  в </w:t>
      </w:r>
      <w:r w:rsidR="00BB0480">
        <w:t>два</w:t>
      </w:r>
      <w:r w:rsidRPr="00F201F7">
        <w:t xml:space="preserve"> этап</w:t>
      </w:r>
      <w:r w:rsidR="00BB0480">
        <w:t>а</w:t>
      </w:r>
      <w:r w:rsidRPr="00F201F7">
        <w:t xml:space="preserve"> с 2018 по 202</w:t>
      </w:r>
      <w:r w:rsidR="00BB0480">
        <w:t>9</w:t>
      </w:r>
      <w:r w:rsidRPr="00F201F7">
        <w:t xml:space="preserve"> гг</w:t>
      </w:r>
      <w:r>
        <w:t>.</w:t>
      </w:r>
    </w:p>
    <w:p w:rsidR="00BB0480" w:rsidRDefault="00BB0480" w:rsidP="00BB0480">
      <w:pPr>
        <w:jc w:val="center"/>
        <w:rPr>
          <w:lang w:eastAsia="ru-RU"/>
        </w:rPr>
      </w:pPr>
      <w:r>
        <w:rPr>
          <w:lang w:eastAsia="ru-RU"/>
        </w:rPr>
        <w:t>1 этап -2018-2023  гг.</w:t>
      </w:r>
    </w:p>
    <w:p w:rsidR="00BB0480" w:rsidRPr="00F201F7" w:rsidRDefault="00BB0480" w:rsidP="00BB0480">
      <w:pPr>
        <w:jc w:val="center"/>
        <w:rPr>
          <w:lang w:eastAsia="ru-RU"/>
        </w:rPr>
      </w:pPr>
      <w:r>
        <w:rPr>
          <w:lang w:eastAsia="ru-RU"/>
        </w:rPr>
        <w:t>2 этап- 2024-2029 гг.</w:t>
      </w:r>
    </w:p>
    <w:p w:rsidR="00966B55" w:rsidRDefault="00966B55" w:rsidP="00406CD5">
      <w:pPr>
        <w:tabs>
          <w:tab w:val="left" w:pos="1080"/>
          <w:tab w:val="left" w:pos="6660"/>
        </w:tabs>
        <w:jc w:val="center"/>
        <w:rPr>
          <w:b/>
          <w:sz w:val="26"/>
          <w:szCs w:val="26"/>
        </w:rPr>
      </w:pPr>
    </w:p>
    <w:p w:rsidR="00632087" w:rsidRPr="00F201F7" w:rsidRDefault="00B85818" w:rsidP="00406CD5">
      <w:pPr>
        <w:tabs>
          <w:tab w:val="left" w:pos="1080"/>
          <w:tab w:val="left" w:pos="6660"/>
        </w:tabs>
        <w:jc w:val="center"/>
        <w:rPr>
          <w:b/>
          <w:sz w:val="26"/>
          <w:szCs w:val="26"/>
        </w:rPr>
      </w:pPr>
      <w:r>
        <w:rPr>
          <w:b/>
          <w:sz w:val="26"/>
          <w:szCs w:val="26"/>
        </w:rPr>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406CD5">
      <w:pPr>
        <w:tabs>
          <w:tab w:val="left" w:pos="1080"/>
          <w:tab w:val="left" w:pos="6660"/>
        </w:tabs>
        <w:jc w:val="both"/>
        <w:rPr>
          <w:b/>
          <w:sz w:val="26"/>
          <w:szCs w:val="26"/>
        </w:rPr>
      </w:pPr>
    </w:p>
    <w:p w:rsidR="00632087" w:rsidRDefault="00632087" w:rsidP="00406CD5">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315ADD" w:rsidRDefault="00632087" w:rsidP="00406CD5">
      <w:pPr>
        <w:tabs>
          <w:tab w:val="left" w:pos="1080"/>
          <w:tab w:val="left" w:pos="6660"/>
        </w:tabs>
        <w:jc w:val="both"/>
      </w:pPr>
      <w:r w:rsidRPr="00315ADD">
        <w:t xml:space="preserve">       Общие затраты на реализацию данных мероприятий в 2018-202</w:t>
      </w:r>
      <w:r w:rsidR="00BB0480">
        <w:t>9</w:t>
      </w:r>
      <w:r w:rsidRPr="00315ADD">
        <w:t xml:space="preserve"> годах составят   </w:t>
      </w:r>
      <w:r w:rsidR="009F0D5F">
        <w:t>1562</w:t>
      </w:r>
      <w:r w:rsidR="00BE701F">
        <w:t>41,98</w:t>
      </w:r>
      <w:r w:rsidR="00081169">
        <w:t xml:space="preserve"> </w:t>
      </w:r>
      <w:r w:rsidRPr="00315ADD">
        <w:t xml:space="preserve">  тыс. руб., в том числе:</w:t>
      </w:r>
    </w:p>
    <w:p w:rsidR="00632087" w:rsidRPr="00315ADD" w:rsidRDefault="00632087" w:rsidP="00406CD5">
      <w:pPr>
        <w:tabs>
          <w:tab w:val="left" w:pos="1080"/>
          <w:tab w:val="left" w:pos="6660"/>
        </w:tabs>
        <w:jc w:val="both"/>
      </w:pPr>
      <w:r w:rsidRPr="00315ADD">
        <w:t xml:space="preserve">- средства </w:t>
      </w:r>
      <w:r>
        <w:t xml:space="preserve">федерального бюджета  -  </w:t>
      </w:r>
      <w:r w:rsidR="00081169">
        <w:t>5141,92</w:t>
      </w:r>
      <w:r w:rsidRPr="00315ADD">
        <w:t xml:space="preserve">  тыс. рублей;</w:t>
      </w:r>
    </w:p>
    <w:p w:rsidR="00632087" w:rsidRPr="00315ADD" w:rsidRDefault="00632087" w:rsidP="00406CD5">
      <w:pPr>
        <w:tabs>
          <w:tab w:val="left" w:pos="1080"/>
          <w:tab w:val="left" w:pos="6660"/>
        </w:tabs>
        <w:jc w:val="both"/>
      </w:pPr>
      <w:r w:rsidRPr="00315ADD">
        <w:t>- средства об</w:t>
      </w:r>
      <w:r>
        <w:t xml:space="preserve">ластного бюджета      -  </w:t>
      </w:r>
      <w:r w:rsidR="009F0D5F">
        <w:t>34431,27</w:t>
      </w:r>
      <w:r w:rsidRPr="00315ADD">
        <w:t xml:space="preserve">  тыс.  рублей;</w:t>
      </w:r>
    </w:p>
    <w:p w:rsidR="00632087" w:rsidRPr="00315ADD" w:rsidRDefault="00632087" w:rsidP="00406CD5">
      <w:pPr>
        <w:tabs>
          <w:tab w:val="left" w:pos="1080"/>
          <w:tab w:val="left" w:pos="6660"/>
        </w:tabs>
        <w:jc w:val="both"/>
      </w:pPr>
      <w:r w:rsidRPr="00315ADD">
        <w:t>- средства мест</w:t>
      </w:r>
      <w:r>
        <w:t xml:space="preserve">ного бюджета         -   </w:t>
      </w:r>
      <w:r w:rsidR="009F0D5F">
        <w:t>7</w:t>
      </w:r>
      <w:r w:rsidR="00F21293">
        <w:t>418,96</w:t>
      </w:r>
      <w:r w:rsidRPr="00315ADD">
        <w:t xml:space="preserve">  тыс.  рублей;</w:t>
      </w:r>
    </w:p>
    <w:p w:rsidR="00632087" w:rsidRPr="00315ADD" w:rsidRDefault="00632087" w:rsidP="00406CD5">
      <w:pPr>
        <w:tabs>
          <w:tab w:val="left" w:pos="1080"/>
          <w:tab w:val="left" w:pos="6660"/>
        </w:tabs>
        <w:jc w:val="both"/>
      </w:pPr>
      <w:r w:rsidRPr="00315ADD">
        <w:t xml:space="preserve">- внебюджетные источники (собственные и  заемные средства молодых семей)  - </w:t>
      </w:r>
      <w:r w:rsidR="009F0D5F">
        <w:t>109249,83</w:t>
      </w:r>
      <w:r w:rsidRPr="00315ADD">
        <w:t xml:space="preserve">  тыс. рублей.</w:t>
      </w:r>
    </w:p>
    <w:p w:rsidR="00632087" w:rsidRDefault="00632087" w:rsidP="00406CD5">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32087" w:rsidRDefault="00632087" w:rsidP="00406CD5">
      <w:pPr>
        <w:tabs>
          <w:tab w:val="left" w:pos="360"/>
          <w:tab w:val="left" w:pos="540"/>
          <w:tab w:val="left" w:pos="1080"/>
          <w:tab w:val="left" w:pos="6660"/>
        </w:tabs>
        <w:jc w:val="both"/>
      </w:pPr>
    </w:p>
    <w:p w:rsidR="00632087" w:rsidRDefault="00632087" w:rsidP="00406CD5">
      <w:pPr>
        <w:tabs>
          <w:tab w:val="left" w:pos="360"/>
          <w:tab w:val="left" w:pos="540"/>
          <w:tab w:val="left" w:pos="1080"/>
          <w:tab w:val="left" w:pos="6660"/>
        </w:tabs>
        <w:jc w:val="center"/>
        <w:rPr>
          <w:b/>
          <w:sz w:val="26"/>
          <w:szCs w:val="26"/>
        </w:rPr>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Согласие должно быть оформлено в соответствии со </w:t>
      </w:r>
      <w:hyperlink r:id="rId19" w:history="1">
        <w:r w:rsidRPr="00F201F7">
          <w:rPr>
            <w:rStyle w:val="ac"/>
            <w:rFonts w:ascii="Times New Roman" w:hAnsi="Times New Roman"/>
            <w:sz w:val="24"/>
            <w:szCs w:val="24"/>
          </w:rPr>
          <w:t>статьей 9</w:t>
        </w:r>
      </w:hyperlink>
      <w:r w:rsidRPr="00F201F7">
        <w:rPr>
          <w:rFonts w:ascii="Times New Roman" w:hAnsi="Times New Roman"/>
          <w:sz w:val="24"/>
          <w:szCs w:val="24"/>
        </w:rPr>
        <w:t xml:space="preserve"> Федерального закона "О персональных данных".</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406CD5">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632087" w:rsidRDefault="00632087" w:rsidP="004D3CEC">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4D3CEC">
      <w:pPr>
        <w:tabs>
          <w:tab w:val="left" w:pos="360"/>
          <w:tab w:val="left" w:pos="540"/>
          <w:tab w:val="left" w:pos="1080"/>
          <w:tab w:val="left" w:pos="6660"/>
        </w:tabs>
        <w:jc w:val="center"/>
        <w:rPr>
          <w:b/>
          <w:sz w:val="26"/>
          <w:szCs w:val="26"/>
        </w:rPr>
      </w:pPr>
    </w:p>
    <w:p w:rsidR="00632087" w:rsidRPr="004D3CEC" w:rsidRDefault="00B85818" w:rsidP="004D3CEC">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406CD5">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406CD5">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406CD5">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406CD5">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9F0D5F">
        <w:t>109249,83</w:t>
      </w:r>
      <w:r w:rsidR="00CC0290" w:rsidRPr="00315ADD">
        <w:t xml:space="preserve">  </w:t>
      </w:r>
      <w:r>
        <w:t>тыс. руб.</w:t>
      </w:r>
    </w:p>
    <w:p w:rsidR="00632087" w:rsidRDefault="00632087" w:rsidP="00406CD5">
      <w:pPr>
        <w:tabs>
          <w:tab w:val="left" w:pos="360"/>
          <w:tab w:val="left" w:pos="540"/>
          <w:tab w:val="left" w:pos="1080"/>
          <w:tab w:val="left" w:pos="6660"/>
        </w:tabs>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406CD5">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632087" w:rsidRPr="00F201F7" w:rsidRDefault="00632087" w:rsidP="00406CD5">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406CD5">
      <w:pPr>
        <w:tabs>
          <w:tab w:val="left" w:pos="360"/>
          <w:tab w:val="left" w:pos="540"/>
          <w:tab w:val="left" w:pos="1080"/>
          <w:tab w:val="left" w:pos="6660"/>
        </w:tabs>
        <w:jc w:val="both"/>
      </w:pPr>
      <w:r w:rsidRPr="00F201F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Pr="00F201F7" w:rsidRDefault="00632087" w:rsidP="00406CD5">
      <w:pPr>
        <w:tabs>
          <w:tab w:val="left" w:pos="360"/>
          <w:tab w:val="left" w:pos="540"/>
          <w:tab w:val="left" w:pos="1080"/>
          <w:tab w:val="left" w:pos="6660"/>
        </w:tabs>
        <w:jc w:val="both"/>
      </w:pPr>
      <w:r w:rsidRPr="00F201F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32087" w:rsidRPr="00F201F7" w:rsidRDefault="00632087" w:rsidP="00406CD5">
      <w:pPr>
        <w:tabs>
          <w:tab w:val="left" w:pos="360"/>
          <w:tab w:val="left" w:pos="540"/>
          <w:tab w:val="left" w:pos="1080"/>
          <w:tab w:val="left" w:pos="6660"/>
        </w:tabs>
        <w:ind w:left="780"/>
        <w:jc w:val="center"/>
      </w:pPr>
    </w:p>
    <w:p w:rsidR="00632087" w:rsidRPr="003B50AC" w:rsidRDefault="00B85818" w:rsidP="00406CD5">
      <w:pPr>
        <w:tabs>
          <w:tab w:val="left" w:pos="360"/>
          <w:tab w:val="left" w:pos="540"/>
          <w:tab w:val="left" w:pos="1080"/>
          <w:tab w:val="left" w:pos="6660"/>
        </w:tabs>
        <w:jc w:val="both"/>
      </w:pPr>
      <w:r w:rsidRPr="003B50AC">
        <w:t>5</w:t>
      </w:r>
      <w:r w:rsidR="00632087" w:rsidRPr="003B50AC">
        <w:t>.1. Расходы местного бюджета на реализацию подпрограммы «Обеспечение жильём молодых семей», представлены в приложении  №2</w:t>
      </w:r>
    </w:p>
    <w:p w:rsidR="00632087" w:rsidRPr="003B50AC" w:rsidRDefault="00B85818" w:rsidP="00406CD5">
      <w:pPr>
        <w:tabs>
          <w:tab w:val="left" w:pos="360"/>
          <w:tab w:val="left" w:pos="540"/>
          <w:tab w:val="left" w:pos="1080"/>
          <w:tab w:val="left" w:pos="6660"/>
        </w:tabs>
        <w:jc w:val="both"/>
      </w:pPr>
      <w:r w:rsidRPr="003B50AC">
        <w:t>5</w:t>
      </w:r>
      <w:r w:rsidR="00632087" w:rsidRPr="003B50AC">
        <w:t>.2.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00081169">
        <w:t xml:space="preserve"> </w:t>
      </w:r>
      <w:r w:rsidR="00632087" w:rsidRPr="003B50AC">
        <w:t>подпрограммы «Обеспечение жильём молодых семей», представлены в приложении № 3.</w:t>
      </w:r>
    </w:p>
    <w:p w:rsidR="00632087" w:rsidRPr="00F201F7" w:rsidRDefault="00632087" w:rsidP="00406CD5">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406CD5">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406CD5">
      <w:pPr>
        <w:tabs>
          <w:tab w:val="left" w:pos="360"/>
          <w:tab w:val="left" w:pos="540"/>
          <w:tab w:val="left" w:pos="1080"/>
          <w:tab w:val="left" w:pos="6660"/>
        </w:tabs>
        <w:jc w:val="both"/>
      </w:pPr>
    </w:p>
    <w:p w:rsidR="00632087" w:rsidRPr="00263D82" w:rsidRDefault="00B85818" w:rsidP="00406CD5">
      <w:pPr>
        <w:tabs>
          <w:tab w:val="left" w:pos="360"/>
          <w:tab w:val="left" w:pos="540"/>
          <w:tab w:val="left" w:pos="1080"/>
          <w:tab w:val="left" w:pos="6660"/>
        </w:tabs>
        <w:jc w:val="center"/>
        <w:rPr>
          <w:b/>
          <w:sz w:val="26"/>
          <w:szCs w:val="26"/>
        </w:rPr>
      </w:pPr>
      <w:r>
        <w:rPr>
          <w:b/>
          <w:sz w:val="26"/>
          <w:szCs w:val="26"/>
        </w:rPr>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406CD5">
      <w:pPr>
        <w:tabs>
          <w:tab w:val="left" w:pos="360"/>
          <w:tab w:val="left" w:pos="540"/>
          <w:tab w:val="left" w:pos="1080"/>
          <w:tab w:val="left" w:pos="6660"/>
        </w:tabs>
        <w:jc w:val="both"/>
      </w:pPr>
      <w:r w:rsidRPr="00263D82">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32087" w:rsidRPr="00263D82" w:rsidRDefault="00632087" w:rsidP="00406CD5">
      <w:pPr>
        <w:widowControl w:val="0"/>
        <w:autoSpaceDE w:val="0"/>
        <w:autoSpaceDN w:val="0"/>
        <w:adjustRightInd w:val="0"/>
        <w:ind w:firstLine="540"/>
        <w:jc w:val="both"/>
      </w:pPr>
      <w:r w:rsidRPr="00263D82">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406CD5">
      <w:pPr>
        <w:tabs>
          <w:tab w:val="left" w:pos="360"/>
          <w:tab w:val="left" w:pos="540"/>
          <w:tab w:val="left" w:pos="1080"/>
          <w:tab w:val="left" w:pos="6660"/>
        </w:tabs>
        <w:jc w:val="both"/>
      </w:pPr>
      <w:r w:rsidRPr="00263D82">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406CD5">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632087" w:rsidP="00406CD5">
      <w:pPr>
        <w:widowControl w:val="0"/>
        <w:autoSpaceDE w:val="0"/>
        <w:autoSpaceDN w:val="0"/>
        <w:adjustRightInd w:val="0"/>
        <w:ind w:firstLine="540"/>
        <w:jc w:val="both"/>
      </w:pPr>
      <w:r w:rsidRPr="00263D82">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32087" w:rsidRPr="00263D82" w:rsidRDefault="00632087" w:rsidP="00406CD5">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406CD5">
      <w:pPr>
        <w:tabs>
          <w:tab w:val="left" w:pos="360"/>
          <w:tab w:val="left" w:pos="540"/>
          <w:tab w:val="left" w:pos="1080"/>
          <w:tab w:val="left" w:pos="6660"/>
        </w:tabs>
        <w:jc w:val="both"/>
      </w:pPr>
      <w:r w:rsidRPr="00263D82">
        <w:t>-Обеспечение сбалансированного распределения финансовых средств  в соответствии с ожидаемыми конечными результатами;</w:t>
      </w:r>
    </w:p>
    <w:p w:rsidR="00632087" w:rsidRPr="00263D82" w:rsidRDefault="00632087" w:rsidP="00406CD5">
      <w:pPr>
        <w:tabs>
          <w:tab w:val="left" w:pos="360"/>
          <w:tab w:val="left" w:pos="540"/>
          <w:tab w:val="left" w:pos="1080"/>
          <w:tab w:val="left" w:pos="6660"/>
        </w:tabs>
        <w:jc w:val="both"/>
      </w:pPr>
      <w:r w:rsidRPr="00263D82">
        <w:t xml:space="preserve">-Ежегодное уточнение и внесение необходимых изменений в объёмы финансирования подпрограммы.    </w:t>
      </w:r>
    </w:p>
    <w:p w:rsidR="00632087" w:rsidRPr="00263D82" w:rsidRDefault="00632087" w:rsidP="00406CD5">
      <w:pPr>
        <w:tabs>
          <w:tab w:val="left" w:pos="1080"/>
          <w:tab w:val="left" w:pos="6660"/>
        </w:tabs>
        <w:jc w:val="both"/>
      </w:pPr>
      <w:r w:rsidRPr="00263D82">
        <w:t>-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632087" w:rsidRPr="00263D82" w:rsidRDefault="00632087" w:rsidP="00406CD5">
      <w:pPr>
        <w:widowControl w:val="0"/>
        <w:autoSpaceDE w:val="0"/>
        <w:autoSpaceDN w:val="0"/>
        <w:adjustRightInd w:val="0"/>
        <w:ind w:firstLine="540"/>
        <w:jc w:val="both"/>
      </w:pPr>
      <w:r w:rsidRPr="00263D82">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406CD5">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406CD5">
      <w:pPr>
        <w:tabs>
          <w:tab w:val="left" w:pos="360"/>
          <w:tab w:val="left" w:pos="540"/>
          <w:tab w:val="left" w:pos="1080"/>
          <w:tab w:val="left" w:pos="6660"/>
        </w:tabs>
        <w:jc w:val="both"/>
      </w:pPr>
      <w:r w:rsidRPr="00263D82">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406CD5">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32087" w:rsidRPr="00263D82" w:rsidRDefault="00632087" w:rsidP="00406CD5">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632087" w:rsidRDefault="00632087" w:rsidP="00406CD5">
      <w:pPr>
        <w:tabs>
          <w:tab w:val="left" w:pos="1080"/>
          <w:tab w:val="left" w:pos="6660"/>
        </w:tabs>
        <w:ind w:right="-954"/>
        <w:jc w:val="both"/>
      </w:pPr>
    </w:p>
    <w:p w:rsidR="00B85818" w:rsidRPr="008C6492" w:rsidRDefault="00632087" w:rsidP="00B85818">
      <w:pPr>
        <w:autoSpaceDE w:val="0"/>
        <w:autoSpaceDN w:val="0"/>
        <w:adjustRightInd w:val="0"/>
        <w:ind w:firstLine="540"/>
        <w:jc w:val="both"/>
        <w:rPr>
          <w:b/>
          <w:sz w:val="26"/>
          <w:szCs w:val="26"/>
          <w:u w:val="single"/>
        </w:rPr>
      </w:pPr>
      <w:r w:rsidRPr="00263D82">
        <w:rPr>
          <w:b/>
          <w:sz w:val="26"/>
          <w:szCs w:val="26"/>
        </w:rPr>
        <w:t xml:space="preserve">         </w:t>
      </w: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526EFD" w:rsidRDefault="00526EFD" w:rsidP="00406CD5">
      <w:pPr>
        <w:pStyle w:val="ConsPlusNormal"/>
        <w:ind w:firstLine="0"/>
        <w:jc w:val="center"/>
        <w:rPr>
          <w:rFonts w:ascii="Times New Roman" w:hAnsi="Times New Roman"/>
          <w:b/>
          <w:color w:val="FF0000"/>
          <w:sz w:val="26"/>
          <w:szCs w:val="26"/>
          <w:u w:val="single"/>
        </w:rPr>
      </w:pPr>
    </w:p>
    <w:p w:rsidR="00632087" w:rsidRPr="001D3BD5" w:rsidRDefault="00632087" w:rsidP="00406CD5">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t>Подпрограмма №5 «Развитие и поддержка малого и  среднего предпринимательства»</w:t>
      </w:r>
    </w:p>
    <w:p w:rsidR="00632087"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81169" w:rsidRPr="00263D82" w:rsidTr="002D3B18">
        <w:trPr>
          <w:trHeight w:val="1509"/>
        </w:trPr>
        <w:tc>
          <w:tcPr>
            <w:tcW w:w="9828" w:type="dxa"/>
            <w:gridSpan w:val="2"/>
            <w:tcBorders>
              <w:top w:val="nil"/>
              <w:left w:val="nil"/>
              <w:bottom w:val="nil"/>
              <w:right w:val="nil"/>
            </w:tcBorders>
            <w:vAlign w:val="center"/>
          </w:tcPr>
          <w:p w:rsidR="00081169" w:rsidRDefault="00081169" w:rsidP="002D3B18">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2D3B18">
            <w:pPr>
              <w:jc w:val="center"/>
              <w:rPr>
                <w:b/>
              </w:rPr>
            </w:pPr>
          </w:p>
          <w:p w:rsidR="00E70190" w:rsidRPr="00263D82" w:rsidRDefault="00E70190" w:rsidP="002D3B18">
            <w:pPr>
              <w:jc w:val="center"/>
              <w:rPr>
                <w:b/>
              </w:rPr>
            </w:pP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526EFD">
            <w:r w:rsidRPr="00263D82">
              <w:t xml:space="preserve"> Администрация Таловского муниципального района  </w:t>
            </w: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Администрация Таловского муниципального района  </w:t>
            </w:r>
          </w:p>
        </w:tc>
      </w:tr>
      <w:tr w:rsidR="00081169" w:rsidRPr="00315ADD"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315ADD" w:rsidRDefault="00081169" w:rsidP="00081169">
            <w:pPr>
              <w:widowControl w:val="0"/>
              <w:numPr>
                <w:ilvl w:val="0"/>
                <w:numId w:val="39"/>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081169" w:rsidRPr="00315ADD" w:rsidRDefault="00081169" w:rsidP="00081169">
            <w:pPr>
              <w:widowControl w:val="0"/>
              <w:numPr>
                <w:ilvl w:val="0"/>
                <w:numId w:val="39"/>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081169" w:rsidRPr="00315ADD" w:rsidRDefault="00081169" w:rsidP="00081169">
            <w:pPr>
              <w:numPr>
                <w:ilvl w:val="0"/>
                <w:numId w:val="39"/>
              </w:numPr>
              <w:jc w:val="both"/>
            </w:pPr>
            <w:r w:rsidRPr="00315ADD">
              <w:t xml:space="preserve">Предоставление субсидий на </w:t>
            </w:r>
          </w:p>
          <w:p w:rsidR="00081169" w:rsidRPr="00315ADD" w:rsidRDefault="00081169" w:rsidP="002D3B18">
            <w:pPr>
              <w:jc w:val="both"/>
            </w:pPr>
            <w:r w:rsidRPr="00315ADD">
              <w:t>компенсацию части затрат субъектов  малого и среднего предпринимательства, связанных</w:t>
            </w:r>
          </w:p>
          <w:p w:rsidR="00081169" w:rsidRDefault="00081169" w:rsidP="002D3B18">
            <w:pPr>
              <w:jc w:val="both"/>
            </w:pPr>
            <w:r w:rsidRPr="00315ADD">
              <w:t>с приобретением оборудования в целях создания и (или) развития либо модернизации производства товаров (работ, услуг)</w:t>
            </w:r>
          </w:p>
          <w:p w:rsidR="00081169" w:rsidRPr="00315ADD" w:rsidRDefault="00081169" w:rsidP="00114C1B">
            <w:pPr>
              <w:pStyle w:val="a3"/>
              <w:numPr>
                <w:ilvl w:val="0"/>
                <w:numId w:val="39"/>
              </w:numPr>
              <w:ind w:left="0" w:firstLine="360"/>
              <w:jc w:val="both"/>
            </w:pPr>
            <w:r>
              <w:t xml:space="preserve">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 xml:space="preserve"> пунктах.</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263D82" w:rsidRDefault="00081169" w:rsidP="002D3B18">
            <w:r w:rsidRPr="00263D82">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r w:rsidRPr="00263D82">
              <w:t xml:space="preserve">1.Обеспечение доступности инфраструктуры поддержки субъектов малого и среднего предпринимательства. </w:t>
            </w:r>
          </w:p>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114C1B" w:rsidRDefault="00081169" w:rsidP="002D3B18">
            <w:r w:rsidRPr="00263D82">
              <w:t xml:space="preserve">3.Увеличение  вклада  субъектов  малого  и  среднего  предпринимательства в экономику района.    </w:t>
            </w:r>
          </w:p>
          <w:p w:rsidR="00081169" w:rsidRPr="00263D82" w:rsidRDefault="00114C1B" w:rsidP="002D3B18">
            <w:r>
              <w:t>4.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r w:rsidR="00081169" w:rsidRPr="00263D82">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Default="00081169" w:rsidP="002D3B18"/>
          <w:p w:rsidR="00114C1B" w:rsidRPr="00114C1B" w:rsidRDefault="00081169" w:rsidP="00114C1B">
            <w:pPr>
              <w:numPr>
                <w:ilvl w:val="0"/>
                <w:numId w:val="46"/>
              </w:numPr>
              <w:ind w:left="144" w:firstLine="0"/>
            </w:pPr>
            <w:r>
              <w:rPr>
                <w:bCs/>
              </w:rPr>
              <w:t xml:space="preserve">Количество получателей  поддержки  из числа субъектов малого и среднего предпринимательства </w:t>
            </w:r>
            <w:r w:rsidRPr="00263D82">
              <w:rPr>
                <w:bCs/>
              </w:rPr>
              <w:t xml:space="preserve"> </w:t>
            </w:r>
          </w:p>
          <w:p w:rsidR="00081169" w:rsidRPr="00263D82" w:rsidRDefault="00114C1B" w:rsidP="00114C1B">
            <w:pPr>
              <w:numPr>
                <w:ilvl w:val="0"/>
                <w:numId w:val="46"/>
              </w:numPr>
              <w:ind w:left="144" w:firstLine="0"/>
            </w:pPr>
            <w:r>
              <w:rPr>
                <w:bCs/>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r w:rsidR="00081169" w:rsidRPr="00263D82">
              <w:rPr>
                <w:bCs/>
              </w:rPr>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BB0480" w:rsidRDefault="00BB0480" w:rsidP="00BB0480">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BB0480" w:rsidRDefault="00BB0480" w:rsidP="00BB0480">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jc w:val="center"/>
              <w:rPr>
                <w:lang w:eastAsia="ru-RU"/>
              </w:rPr>
            </w:pPr>
            <w:r>
              <w:rPr>
                <w:lang w:eastAsia="ru-RU"/>
              </w:rPr>
              <w:t>1 этап -2018-2023  гг</w:t>
            </w:r>
          </w:p>
          <w:p w:rsidR="00081169" w:rsidRPr="00263D82" w:rsidRDefault="00BB0480" w:rsidP="00BB0480">
            <w:pPr>
              <w:jc w:val="center"/>
            </w:pPr>
            <w:r>
              <w:rPr>
                <w:lang w:eastAsia="ru-RU"/>
              </w:rPr>
              <w:t>2 этап- 2024-2029 гг</w:t>
            </w:r>
          </w:p>
        </w:tc>
      </w:tr>
      <w:tr w:rsidR="00081169" w:rsidRPr="00263D82"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из районного бюджета  </w:t>
            </w:r>
            <w:r w:rsidR="009F0D5F">
              <w:rPr>
                <w:rFonts w:ascii="Times New Roman" w:hAnsi="Times New Roman"/>
                <w:sz w:val="24"/>
                <w:szCs w:val="24"/>
              </w:rPr>
              <w:t>47</w:t>
            </w:r>
            <w:r w:rsidR="007C61C4">
              <w:rPr>
                <w:rFonts w:ascii="Times New Roman" w:hAnsi="Times New Roman"/>
                <w:sz w:val="24"/>
                <w:szCs w:val="24"/>
              </w:rPr>
              <w:t>7</w:t>
            </w:r>
            <w:r w:rsidR="009F0D5F">
              <w:rPr>
                <w:rFonts w:ascii="Times New Roman" w:hAnsi="Times New Roman"/>
                <w:sz w:val="24"/>
                <w:szCs w:val="24"/>
              </w:rPr>
              <w:t>69,30</w:t>
            </w:r>
            <w:r>
              <w:rPr>
                <w:rFonts w:ascii="Times New Roman" w:hAnsi="Times New Roman"/>
                <w:sz w:val="24"/>
                <w:szCs w:val="24"/>
              </w:rPr>
              <w:t xml:space="preserve"> </w:t>
            </w:r>
            <w:r w:rsidRPr="00263D82">
              <w:rPr>
                <w:rFonts w:ascii="Times New Roman" w:hAnsi="Times New Roman"/>
                <w:sz w:val="24"/>
                <w:szCs w:val="24"/>
              </w:rPr>
              <w:t xml:space="preserve"> тыс. руб., в т.ч.:</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рублей;</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3469,50</w:t>
            </w:r>
            <w:r w:rsidRPr="00263D82">
              <w:rPr>
                <w:rFonts w:ascii="Times New Roman" w:hAnsi="Times New Roman"/>
                <w:sz w:val="24"/>
                <w:szCs w:val="24"/>
              </w:rPr>
              <w:t xml:space="preserve"> тыс. рублей;</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 xml:space="preserve">4012,50 </w:t>
            </w:r>
            <w:r w:rsidRPr="00263D82">
              <w:rPr>
                <w:rFonts w:ascii="Times New Roman" w:hAnsi="Times New Roman"/>
                <w:sz w:val="24"/>
                <w:szCs w:val="24"/>
              </w:rPr>
              <w:t xml:space="preserve"> тыс. рублей;</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2021 год – 4</w:t>
            </w:r>
            <w:r w:rsidR="007C61C4">
              <w:rPr>
                <w:rFonts w:ascii="Times New Roman" w:hAnsi="Times New Roman"/>
                <w:sz w:val="24"/>
                <w:szCs w:val="24"/>
              </w:rPr>
              <w:t>7</w:t>
            </w:r>
            <w:r w:rsidR="00322347">
              <w:rPr>
                <w:rFonts w:ascii="Times New Roman" w:hAnsi="Times New Roman"/>
                <w:sz w:val="24"/>
                <w:szCs w:val="24"/>
              </w:rPr>
              <w:t xml:space="preserve">19,80 </w:t>
            </w:r>
            <w:r w:rsidRPr="006B3284">
              <w:rPr>
                <w:rFonts w:ascii="Times New Roman" w:hAnsi="Times New Roman"/>
                <w:sz w:val="24"/>
                <w:szCs w:val="24"/>
              </w:rPr>
              <w:t xml:space="preserve"> тыс. рублей;</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2022 год – 4100,00 тыс. рублей;</w:t>
            </w:r>
          </w:p>
          <w:p w:rsidR="00081169" w:rsidRDefault="00081169" w:rsidP="00081169">
            <w:r w:rsidRPr="006B3284">
              <w:t xml:space="preserve">         2023 год – </w:t>
            </w:r>
            <w:r>
              <w:t xml:space="preserve">4100,00 </w:t>
            </w:r>
            <w:r w:rsidRPr="006B3284">
              <w:t xml:space="preserve">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2024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2025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2026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2027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2028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p>
          <w:p w:rsidR="009F0D5F" w:rsidRPr="006B3284" w:rsidRDefault="00BB0480" w:rsidP="009F0D5F">
            <w:pPr>
              <w:pStyle w:val="ConsPlusNormal"/>
              <w:ind w:firstLine="540"/>
              <w:jc w:val="both"/>
              <w:rPr>
                <w:rFonts w:ascii="Times New Roman" w:hAnsi="Times New Roman"/>
                <w:sz w:val="24"/>
                <w:szCs w:val="24"/>
              </w:rPr>
            </w:pPr>
            <w:r>
              <w:rPr>
                <w:rFonts w:ascii="Times New Roman" w:hAnsi="Times New Roman"/>
                <w:sz w:val="24"/>
                <w:szCs w:val="24"/>
              </w:rPr>
              <w:t>2029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рублей</w:t>
            </w:r>
            <w:r w:rsidR="009F0D5F">
              <w:rPr>
                <w:rFonts w:ascii="Times New Roman" w:hAnsi="Times New Roman"/>
                <w:sz w:val="24"/>
                <w:szCs w:val="24"/>
              </w:rPr>
              <w:t>.</w:t>
            </w:r>
          </w:p>
          <w:p w:rsidR="00456385" w:rsidRPr="00263D82" w:rsidRDefault="00456385" w:rsidP="00081169">
            <w:pPr>
              <w:rPr>
                <w:color w:val="FF0000"/>
              </w:rPr>
            </w:pPr>
          </w:p>
        </w:tc>
      </w:tr>
      <w:tr w:rsidR="00081169" w:rsidRPr="00263D82"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5A4FD9" w:rsidRPr="005A4FD9" w:rsidRDefault="005A4FD9" w:rsidP="005A4FD9">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предпринимательства,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t>и</w:t>
            </w:r>
            <w:r w:rsidRPr="005A4FD9">
              <w:t>дж малого и среднего предпринимательства</w:t>
            </w:r>
            <w:r>
              <w:t xml:space="preserve">, </w:t>
            </w:r>
            <w:r w:rsidRPr="005A4FD9">
              <w:t>развить деловые взаимоотношения между субъектами</w:t>
            </w:r>
            <w:r>
              <w:t xml:space="preserve"> </w:t>
            </w:r>
            <w:r w:rsidRPr="005A4FD9">
              <w:t xml:space="preserve">малого и среднего предпринимательства и органами местного самоуправления. </w:t>
            </w:r>
          </w:p>
          <w:p w:rsidR="00081169" w:rsidRPr="00263D82" w:rsidRDefault="00081169" w:rsidP="002D3B18"/>
        </w:tc>
      </w:tr>
    </w:tbl>
    <w:p w:rsidR="00081169" w:rsidRDefault="00081169" w:rsidP="00406CD5">
      <w:pPr>
        <w:pStyle w:val="ConsPlusNormal"/>
        <w:ind w:firstLine="0"/>
        <w:jc w:val="right"/>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Концепции долгосрочного социально-экономическог</w:t>
      </w:r>
      <w:r w:rsidR="005A4FD9">
        <w:rPr>
          <w:rStyle w:val="12"/>
        </w:rPr>
        <w:t>о развития Российской Федерации;</w:t>
      </w:r>
      <w:r w:rsidRPr="00263D82">
        <w:rPr>
          <w:rStyle w:val="12"/>
        </w:rPr>
        <w:t xml:space="preserve"> </w:t>
      </w:r>
    </w:p>
    <w:p w:rsidR="00632087" w:rsidRPr="005A4FD9" w:rsidRDefault="00632087" w:rsidP="00406CD5">
      <w:pPr>
        <w:spacing w:line="100" w:lineRule="atLeast"/>
        <w:ind w:firstLine="608"/>
        <w:rPr>
          <w:rStyle w:val="12"/>
        </w:rPr>
      </w:pPr>
      <w:r w:rsidRPr="005A4FD9">
        <w:rPr>
          <w:rStyle w:val="12"/>
        </w:rPr>
        <w:t>Государственной программы Российской Федерации «Экономическое разв</w:t>
      </w:r>
      <w:r w:rsidR="005A4FD9">
        <w:rPr>
          <w:rStyle w:val="12"/>
        </w:rPr>
        <w:t>итие и инновационная экономика»;</w:t>
      </w:r>
    </w:p>
    <w:p w:rsidR="005A4FD9" w:rsidRDefault="00632087" w:rsidP="00406CD5">
      <w:pPr>
        <w:spacing w:line="100" w:lineRule="atLeast"/>
        <w:ind w:firstLine="608"/>
        <w:rPr>
          <w:rStyle w:val="12"/>
        </w:rPr>
      </w:pPr>
      <w:r w:rsidRPr="005A4FD9">
        <w:rPr>
          <w:rStyle w:val="12"/>
        </w:rPr>
        <w:t>Стратегии социально-экономического развития Воронежской области на период до 20</w:t>
      </w:r>
      <w:r w:rsidR="005A4FD9" w:rsidRPr="005A4FD9">
        <w:rPr>
          <w:rStyle w:val="12"/>
        </w:rPr>
        <w:t>35</w:t>
      </w:r>
      <w:r w:rsidRPr="005A4FD9">
        <w:rPr>
          <w:rStyle w:val="12"/>
        </w:rPr>
        <w:t xml:space="preserve"> года, </w:t>
      </w:r>
    </w:p>
    <w:p w:rsidR="00632087" w:rsidRPr="005A4FD9" w:rsidRDefault="00632087" w:rsidP="00406CD5">
      <w:pPr>
        <w:spacing w:line="100" w:lineRule="atLeast"/>
        <w:ind w:firstLine="608"/>
        <w:rPr>
          <w:rStyle w:val="12"/>
        </w:rPr>
      </w:pPr>
      <w:r w:rsidRPr="005A4FD9">
        <w:rPr>
          <w:rStyle w:val="12"/>
        </w:rPr>
        <w:t>Стратегии социально-экономического развития Таловского муниципального района на период до 20</w:t>
      </w:r>
      <w:r w:rsidR="005A4FD9" w:rsidRPr="005A4FD9">
        <w:rPr>
          <w:rStyle w:val="12"/>
        </w:rPr>
        <w:t>35</w:t>
      </w:r>
      <w:r w:rsidRPr="005A4FD9">
        <w:rPr>
          <w:rStyle w:val="12"/>
        </w:rPr>
        <w:t xml:space="preserve">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32087" w:rsidRPr="00263D82" w:rsidRDefault="00632087" w:rsidP="00406CD5">
      <w:pPr>
        <w:spacing w:line="100" w:lineRule="atLeast"/>
      </w:pPr>
      <w:r w:rsidRPr="00263D82">
        <w:t>5) снижение административных барьеров в экономике, создание эффективной институциональной среды;</w:t>
      </w:r>
    </w:p>
    <w:p w:rsidR="00632087" w:rsidRPr="00263D82" w:rsidRDefault="00632087" w:rsidP="00406CD5">
      <w:pPr>
        <w:spacing w:line="100" w:lineRule="atLeast"/>
      </w:pPr>
      <w:r w:rsidRPr="00263D82">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Default="00632087" w:rsidP="00406CD5">
      <w:pPr>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увеличение  вклада  субъектов  малого  и  среднего  предпринимательства в экономику района </w:t>
      </w:r>
    </w:p>
    <w:p w:rsidR="00632087" w:rsidRPr="00263D82" w:rsidRDefault="00632087" w:rsidP="00406CD5">
      <w:pPr>
        <w:pStyle w:val="ConsPlusNormal"/>
        <w:ind w:firstLine="0"/>
        <w:jc w:val="both"/>
        <w:rPr>
          <w:rFonts w:ascii="Times New Roman" w:hAnsi="Times New Roman"/>
          <w:sz w:val="24"/>
          <w:szCs w:val="24"/>
        </w:rPr>
      </w:pP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 и индикаторы позволяющие оценить непосредственно реализацию мероприятий, осуществляемых в рамках программы.</w:t>
      </w:r>
    </w:p>
    <w:p w:rsidR="00632087" w:rsidRPr="00263D82" w:rsidRDefault="00632087" w:rsidP="00406CD5">
      <w:pPr>
        <w:rPr>
          <w:b/>
        </w:rPr>
      </w:pPr>
      <w:r w:rsidRPr="00263D82">
        <w:rPr>
          <w:b/>
        </w:rPr>
        <w:t>Показатели, используемые для достижения поставленной цели:</w:t>
      </w:r>
    </w:p>
    <w:p w:rsidR="00632087" w:rsidRPr="00263D82" w:rsidRDefault="009E632F" w:rsidP="00406CD5">
      <w:pPr>
        <w:rPr>
          <w:bCs/>
        </w:rPr>
      </w:pPr>
      <w:r>
        <w:rPr>
          <w:bCs/>
        </w:rPr>
        <w:t xml:space="preserve">Количество получателей  поддержки  из числа субъектов малого и среднего предпринимательства </w:t>
      </w:r>
      <w:r w:rsidR="00632087" w:rsidRPr="00263D82">
        <w:rPr>
          <w:bCs/>
        </w:rPr>
        <w:t>;</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526EFD" w:rsidRPr="005A4FD9" w:rsidRDefault="00526EFD" w:rsidP="00526EFD">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w:t>
      </w:r>
      <w:r w:rsidR="005A4FD9" w:rsidRPr="005A4FD9">
        <w:t>и</w:t>
      </w:r>
      <w:r w:rsidRPr="005A4FD9">
        <w:t>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rsidR="005A4FD9">
        <w:t>и</w:t>
      </w:r>
      <w:r w:rsidRPr="005A4FD9">
        <w:t>дж малого и среднего предпринимательства</w:t>
      </w:r>
      <w:r w:rsidR="005A4FD9">
        <w:t xml:space="preserve">, </w:t>
      </w:r>
      <w:r w:rsidRPr="005A4FD9">
        <w:t>развить деловые взаимоотношения между субъектами</w:t>
      </w:r>
      <w:r w:rsidR="005A4FD9">
        <w:t xml:space="preserve"> </w:t>
      </w:r>
      <w:r w:rsidRPr="005A4FD9">
        <w:t xml:space="preserve">малого и среднего предпринимательства и органами местного самоуправления. </w:t>
      </w:r>
    </w:p>
    <w:p w:rsidR="00632087" w:rsidRPr="00263D82" w:rsidRDefault="00526EFD" w:rsidP="00526EFD">
      <w:pPr>
        <w:rPr>
          <w:b/>
          <w:color w:val="FF0000"/>
        </w:rPr>
      </w:pPr>
      <w:r>
        <w:rPr>
          <w:color w:val="FF0000"/>
        </w:rPr>
        <w:t xml:space="preserve"> </w:t>
      </w: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BB0480" w:rsidRDefault="00BB0480" w:rsidP="00BB0480">
      <w:pPr>
        <w:jc w:val="both"/>
        <w:rPr>
          <w:lang w:eastAsia="ru-RU"/>
        </w:rPr>
      </w:pPr>
      <w:r w:rsidRPr="00F201F7">
        <w:t>Общий срок реализации программы рассчитан на период с 2018 по 202</w:t>
      </w:r>
      <w:r>
        <w:t>9</w:t>
      </w:r>
      <w:r w:rsidRPr="00F201F7">
        <w:t xml:space="preserve"> год </w:t>
      </w:r>
      <w:r>
        <w:t xml:space="preserve">. </w:t>
      </w: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rPr>
          <w:lang w:eastAsia="ru-RU"/>
        </w:rPr>
      </w:pPr>
      <w:r>
        <w:rPr>
          <w:lang w:eastAsia="ru-RU"/>
        </w:rPr>
        <w:t>1 этап -2018-2023  гг.</w:t>
      </w:r>
    </w:p>
    <w:p w:rsidR="00BB0480" w:rsidRPr="00F201F7" w:rsidRDefault="00BB0480" w:rsidP="00BB0480">
      <w:pPr>
        <w:rPr>
          <w:lang w:eastAsia="ru-RU"/>
        </w:rPr>
      </w:pPr>
      <w:r>
        <w:rPr>
          <w:lang w:eastAsia="ru-RU"/>
        </w:rPr>
        <w:t>2 этап- 2024-2029 гг.</w:t>
      </w:r>
    </w:p>
    <w:p w:rsidR="00632087" w:rsidRPr="00263D82" w:rsidRDefault="00632087" w:rsidP="00406CD5">
      <w:pPr>
        <w:ind w:firstLine="709"/>
      </w:pPr>
    </w:p>
    <w:p w:rsidR="00632087" w:rsidRDefault="00632087" w:rsidP="00406CD5">
      <w:pPr>
        <w:ind w:firstLine="709"/>
        <w:rPr>
          <w:b/>
          <w:sz w:val="26"/>
          <w:szCs w:val="26"/>
        </w:rPr>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263D82" w:rsidRDefault="00632087" w:rsidP="00406CD5">
      <w:pPr>
        <w:widowControl w:val="0"/>
        <w:autoSpaceDE w:val="0"/>
        <w:autoSpaceDN w:val="0"/>
        <w:adjustRightInd w:val="0"/>
        <w:jc w:val="both"/>
        <w:rPr>
          <w:b/>
        </w:rPr>
      </w:pPr>
      <w:r w:rsidRPr="00263D82">
        <w:rPr>
          <w:b/>
          <w:u w:val="single"/>
        </w:rPr>
        <w:t>Мероприятие 1.</w:t>
      </w:r>
      <w:r w:rsidRPr="00263D82">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632087" w:rsidP="00406CD5">
      <w:pPr>
        <w:jc w:val="both"/>
        <w:rPr>
          <w:rFonts w:eastAsia="Times New Roman"/>
          <w:lang w:eastAsia="ru-RU"/>
        </w:rPr>
      </w:pPr>
      <w:r w:rsidRPr="00263D82">
        <w:rPr>
          <w:rFonts w:eastAsia="Times New Roman"/>
          <w:lang w:eastAsia="ru-RU"/>
        </w:rPr>
        <w:t xml:space="preserve">Объем финансирования  составляет –  </w:t>
      </w:r>
      <w:r w:rsidR="00154317">
        <w:rPr>
          <w:rFonts w:eastAsia="Times New Roman"/>
          <w:lang w:eastAsia="ru-RU"/>
        </w:rPr>
        <w:t>12</w:t>
      </w:r>
      <w:r w:rsidR="007C61C4">
        <w:rPr>
          <w:rFonts w:eastAsia="Times New Roman"/>
          <w:lang w:eastAsia="ru-RU"/>
        </w:rPr>
        <w:t>5</w:t>
      </w:r>
      <w:r w:rsidRPr="00263D82">
        <w:rPr>
          <w:rFonts w:eastAsia="Times New Roman"/>
          <w:lang w:eastAsia="ru-RU"/>
        </w:rPr>
        <w:t xml:space="preserve">00,00 тыс. рублей, </w:t>
      </w:r>
    </w:p>
    <w:p w:rsidR="00632087" w:rsidRPr="00263D82" w:rsidRDefault="00632087" w:rsidP="00406CD5">
      <w:pPr>
        <w:jc w:val="both"/>
        <w:rPr>
          <w:rFonts w:eastAsia="Times New Roman"/>
          <w:lang w:eastAsia="ru-RU"/>
        </w:rPr>
      </w:pPr>
      <w:r w:rsidRPr="00263D82">
        <w:rPr>
          <w:rFonts w:eastAsia="Times New Roman"/>
          <w:lang w:eastAsia="ru-RU"/>
        </w:rPr>
        <w:t>в том числе:</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154317">
        <w:rPr>
          <w:rFonts w:ascii="Times New Roman" w:hAnsi="Times New Roman"/>
          <w:sz w:val="24"/>
          <w:szCs w:val="24"/>
        </w:rPr>
        <w:t>12</w:t>
      </w:r>
      <w:r w:rsidR="007C61C4">
        <w:rPr>
          <w:rFonts w:ascii="Times New Roman" w:hAnsi="Times New Roman"/>
          <w:sz w:val="24"/>
          <w:szCs w:val="24"/>
        </w:rPr>
        <w:t>5</w:t>
      </w:r>
      <w:r w:rsidRPr="00263D82">
        <w:rPr>
          <w:rFonts w:ascii="Times New Roman" w:hAnsi="Times New Roman"/>
          <w:sz w:val="24"/>
          <w:szCs w:val="24"/>
        </w:rPr>
        <w:t>00,00 тыс. рублей:</w:t>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Pr="00E455C0">
        <w:rPr>
          <w:rFonts w:ascii="Times New Roman" w:hAnsi="Times New Roman"/>
          <w:sz w:val="24"/>
          <w:szCs w:val="24"/>
        </w:rPr>
        <w:t xml:space="preserve">- </w:t>
      </w:r>
      <w:r w:rsidR="009F0D5F" w:rsidRPr="00E455C0">
        <w:rPr>
          <w:rFonts w:ascii="Times New Roman" w:hAnsi="Times New Roman"/>
          <w:sz w:val="24"/>
          <w:szCs w:val="24"/>
        </w:rPr>
        <w:t xml:space="preserve"> </w:t>
      </w:r>
      <w:r w:rsidRPr="00E455C0">
        <w:rPr>
          <w:rFonts w:ascii="Times New Roman" w:hAnsi="Times New Roman"/>
          <w:sz w:val="24"/>
          <w:szCs w:val="24"/>
        </w:rPr>
        <w:t>1000,00 тыс. руб.</w:t>
      </w:r>
      <w:r w:rsidRPr="00E455C0">
        <w:rPr>
          <w:rFonts w:ascii="Times New Roman" w:hAnsi="Times New Roman"/>
          <w:sz w:val="24"/>
          <w:szCs w:val="24"/>
        </w:rPr>
        <w:tab/>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2019</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2020</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r w:rsidRPr="00263D82">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- 1000,00 тыс. руб.</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00E455C0" w:rsidRPr="00263D82">
        <w:rPr>
          <w:rFonts w:ascii="Times New Roman" w:hAnsi="Times New Roman"/>
          <w:sz w:val="24"/>
          <w:szCs w:val="24"/>
        </w:rPr>
        <w:t xml:space="preserve"> </w:t>
      </w:r>
      <w:r w:rsidRPr="00263D82">
        <w:rPr>
          <w:rFonts w:ascii="Times New Roman" w:hAnsi="Times New Roman"/>
          <w:sz w:val="24"/>
          <w:szCs w:val="24"/>
        </w:rPr>
        <w:t>- 1000,00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2024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2025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2026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2027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2028</w:t>
      </w:r>
      <w:r w:rsidR="00E455C0" w:rsidRPr="00E455C0">
        <w:rPr>
          <w:rFonts w:ascii="Times New Roman" w:hAnsi="Times New Roman"/>
          <w:sz w:val="24"/>
          <w:szCs w:val="24"/>
        </w:rPr>
        <w:t xml:space="preserve"> 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9F0D5F" w:rsidRDefault="00BB0480"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2029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p>
    <w:p w:rsidR="00C823B6" w:rsidRPr="004B206E" w:rsidRDefault="00C823B6" w:rsidP="004B206E">
      <w:pPr>
        <w:pStyle w:val="ConsPlusNormal"/>
        <w:tabs>
          <w:tab w:val="left" w:pos="4021"/>
        </w:tabs>
        <w:ind w:firstLine="540"/>
        <w:jc w:val="both"/>
        <w:rPr>
          <w:rFonts w:ascii="Times New Roman" w:hAnsi="Times New Roman"/>
          <w:sz w:val="24"/>
          <w:szCs w:val="24"/>
        </w:rPr>
      </w:pPr>
    </w:p>
    <w:p w:rsidR="00632087" w:rsidRPr="00263D82" w:rsidRDefault="00632087"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Цели мероприятия – развитие системы консультационного обслуживания субъектов малого и среднего предпринимательства.</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Реализация мероприятия – финансовая поддержка центра поддержки предпринимательства с целью.</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Финансирование мероприятия:</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7C61C4">
        <w:rPr>
          <w:rFonts w:ascii="Times New Roman" w:hAnsi="Times New Roman"/>
          <w:sz w:val="24"/>
          <w:szCs w:val="24"/>
        </w:rPr>
        <w:t>25</w:t>
      </w:r>
      <w:r w:rsidR="00C823B6">
        <w:rPr>
          <w:rFonts w:ascii="Times New Roman" w:hAnsi="Times New Roman"/>
          <w:sz w:val="24"/>
          <w:szCs w:val="24"/>
        </w:rPr>
        <w:t>0</w:t>
      </w:r>
      <w:r w:rsidR="00891C13">
        <w:rPr>
          <w:rFonts w:ascii="Times New Roman" w:hAnsi="Times New Roman"/>
          <w:sz w:val="24"/>
          <w:szCs w:val="24"/>
        </w:rPr>
        <w:t>9</w:t>
      </w:r>
      <w:r>
        <w:rPr>
          <w:rFonts w:ascii="Times New Roman" w:hAnsi="Times New Roman"/>
          <w:sz w:val="24"/>
          <w:szCs w:val="24"/>
        </w:rPr>
        <w:t>,0</w:t>
      </w:r>
      <w:r w:rsidRPr="00263D82">
        <w:rPr>
          <w:rFonts w:ascii="Times New Roman" w:hAnsi="Times New Roman"/>
          <w:sz w:val="24"/>
          <w:szCs w:val="24"/>
        </w:rPr>
        <w:t xml:space="preserve"> тыс. руб.:</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2018</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- 309,00 тыс. руб.</w:t>
      </w:r>
      <w:r w:rsidRPr="007C61C4">
        <w:rPr>
          <w:rFonts w:ascii="Times New Roman" w:hAnsi="Times New Roman"/>
          <w:sz w:val="24"/>
          <w:szCs w:val="24"/>
        </w:rPr>
        <w:tab/>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2019</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891C13" w:rsidRPr="007C61C4">
        <w:rPr>
          <w:rFonts w:ascii="Times New Roman" w:hAnsi="Times New Roman"/>
          <w:sz w:val="24"/>
          <w:szCs w:val="24"/>
        </w:rPr>
        <w:t>200</w:t>
      </w:r>
      <w:r w:rsidRPr="007C61C4">
        <w:rPr>
          <w:rFonts w:ascii="Times New Roman" w:hAnsi="Times New Roman"/>
          <w:sz w:val="24"/>
          <w:szCs w:val="24"/>
        </w:rPr>
        <w:t>,00 тыс. руб.</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2020</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p>
    <w:p w:rsidR="00891C13" w:rsidRPr="007C61C4" w:rsidRDefault="00632087" w:rsidP="00C823B6">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2021</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p>
    <w:p w:rsidR="00C823B6" w:rsidRPr="007C61C4" w:rsidRDefault="00C823B6" w:rsidP="007932A8">
      <w:pPr>
        <w:ind w:left="360"/>
        <w:jc w:val="both"/>
      </w:pPr>
      <w:r w:rsidRPr="007C61C4">
        <w:t xml:space="preserve">   2022</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7C61C4" w:rsidRPr="007C61C4">
        <w:t>.</w:t>
      </w:r>
    </w:p>
    <w:p w:rsidR="00081169" w:rsidRPr="007C61C4" w:rsidRDefault="00081169" w:rsidP="00081169">
      <w:pPr>
        <w:ind w:left="360"/>
        <w:jc w:val="both"/>
      </w:pPr>
      <w:r w:rsidRPr="007C61C4">
        <w:t xml:space="preserve">   2023</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7C61C4" w:rsidRPr="007C61C4">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2024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2025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E455C0">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2026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2027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200,00 тыс. руб</w:t>
      </w:r>
      <w:r w:rsidR="007C61C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2028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200,00 тыс. руб</w:t>
      </w:r>
      <w:r w:rsidR="007C61C4">
        <w:rPr>
          <w:rFonts w:ascii="Times New Roman" w:hAnsi="Times New Roman"/>
          <w:sz w:val="24"/>
          <w:szCs w:val="24"/>
        </w:rPr>
        <w:t>.</w:t>
      </w:r>
    </w:p>
    <w:p w:rsidR="00BB0480" w:rsidRPr="007C61C4" w:rsidRDefault="00BB0480" w:rsidP="00BB0480">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2029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200,00 тыс. руб</w:t>
      </w:r>
      <w:r w:rsidR="007C61C4">
        <w:rPr>
          <w:rFonts w:ascii="Times New Roman" w:hAnsi="Times New Roman"/>
          <w:sz w:val="24"/>
          <w:szCs w:val="24"/>
        </w:rPr>
        <w:t>.</w:t>
      </w:r>
    </w:p>
    <w:p w:rsidR="00C823B6" w:rsidRPr="007C61C4" w:rsidRDefault="00C823B6" w:rsidP="007932A8">
      <w:pPr>
        <w:ind w:left="360"/>
        <w:jc w:val="both"/>
        <w:rPr>
          <w:b/>
          <w:u w:val="single"/>
        </w:rPr>
      </w:pPr>
    </w:p>
    <w:p w:rsidR="00632087" w:rsidRPr="007932A8" w:rsidRDefault="00632087" w:rsidP="007932A8">
      <w:pPr>
        <w:ind w:left="360"/>
        <w:jc w:val="both"/>
        <w:rPr>
          <w:b/>
        </w:rPr>
      </w:pPr>
      <w:r w:rsidRPr="007932A8">
        <w:rPr>
          <w:b/>
          <w:u w:val="single"/>
        </w:rPr>
        <w:t>Мероприятие 3.</w:t>
      </w:r>
      <w:r w:rsidRPr="007932A8">
        <w:t xml:space="preserve">Предоставление субсидий на компенсацию части затрат субъектов  малого и среднего предпринимательства, связанныхс приобретением оборудования в целях создания и (или) развития либо модернизации производства товаров (работ, услуг) </w:t>
      </w:r>
    </w:p>
    <w:p w:rsidR="00632087" w:rsidRPr="007932A8" w:rsidRDefault="00632087" w:rsidP="007932A8">
      <w:pPr>
        <w:pStyle w:val="Style6"/>
        <w:widowControl/>
        <w:tabs>
          <w:tab w:val="left" w:pos="1066"/>
        </w:tabs>
        <w:spacing w:line="240" w:lineRule="auto"/>
        <w:ind w:firstLine="709"/>
      </w:pPr>
      <w:r w:rsidRPr="007932A8">
        <w:t>Субсидии на возмещение затрат предоставляются субъектам малого и среднего предпринимательства, осуществляющим деятельность в сфере производства товаров (работ, услуг), по следующим видам деятельности:</w:t>
      </w:r>
    </w:p>
    <w:p w:rsidR="00632087" w:rsidRPr="007932A8" w:rsidRDefault="00632087" w:rsidP="007932A8">
      <w:pPr>
        <w:pStyle w:val="Style6"/>
        <w:widowControl/>
        <w:tabs>
          <w:tab w:val="left" w:pos="1066"/>
        </w:tabs>
        <w:spacing w:line="240" w:lineRule="auto"/>
        <w:ind w:firstLine="709"/>
      </w:pPr>
      <w:r w:rsidRPr="007932A8">
        <w:t xml:space="preserve">а) Общероссийский </w:t>
      </w:r>
      <w:hyperlink r:id="rId20" w:history="1">
        <w:r w:rsidRPr="007932A8">
          <w:t>классификатор</w:t>
        </w:r>
      </w:hyperlink>
      <w:r w:rsidRPr="007932A8">
        <w:t xml:space="preserve"> видов экономической деятельности (ОК 029-2014 (КДЕС ред. 2):</w:t>
      </w:r>
    </w:p>
    <w:p w:rsidR="00632087" w:rsidRPr="007932A8" w:rsidRDefault="00632087" w:rsidP="007932A8">
      <w:pPr>
        <w:pStyle w:val="Style6"/>
        <w:widowControl/>
        <w:tabs>
          <w:tab w:val="left" w:pos="1066"/>
        </w:tabs>
        <w:spacing w:line="240" w:lineRule="auto"/>
        <w:ind w:firstLine="709"/>
      </w:pPr>
      <w:r w:rsidRPr="007932A8">
        <w:t xml:space="preserve">I) </w:t>
      </w:r>
      <w:hyperlink r:id="rId21" w:history="1">
        <w:r w:rsidRPr="007932A8">
          <w:t>раздел A</w:t>
        </w:r>
      </w:hyperlink>
      <w:r w:rsidRPr="007932A8">
        <w:t>. Сельское, лесное хозяйство, охота, рыболовство и рыбоводство;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2" w:history="1">
        <w:r w:rsidRPr="007932A8">
          <w:t>раздел C</w:t>
        </w:r>
      </w:hyperlink>
      <w:r w:rsidRPr="007932A8">
        <w:t>. Обрабатывающие производства;</w:t>
      </w:r>
    </w:p>
    <w:p w:rsidR="00632087" w:rsidRPr="007932A8" w:rsidRDefault="00632087" w:rsidP="007932A8">
      <w:pPr>
        <w:pStyle w:val="Style6"/>
        <w:tabs>
          <w:tab w:val="left" w:pos="1066"/>
        </w:tabs>
        <w:spacing w:line="240" w:lineRule="auto"/>
        <w:ind w:firstLine="709"/>
      </w:pPr>
      <w:r w:rsidRPr="007932A8">
        <w:t>III) раздел H. Транспортировка и хранение;</w:t>
      </w:r>
    </w:p>
    <w:p w:rsidR="00632087" w:rsidRPr="007932A8" w:rsidRDefault="00632087" w:rsidP="007932A8">
      <w:pPr>
        <w:pStyle w:val="Style6"/>
        <w:widowControl/>
        <w:tabs>
          <w:tab w:val="left" w:pos="1066"/>
        </w:tabs>
        <w:spacing w:line="240" w:lineRule="auto"/>
        <w:ind w:firstLine="709"/>
      </w:pPr>
      <w:r w:rsidRPr="007932A8">
        <w:t xml:space="preserve">б) Общероссийский </w:t>
      </w:r>
      <w:hyperlink r:id="rId23" w:history="1">
        <w:r w:rsidRPr="007932A8">
          <w:t>классификатор</w:t>
        </w:r>
      </w:hyperlink>
      <w:r w:rsidRPr="007932A8">
        <w:t xml:space="preserve"> видов экономической деятельности (ОК 029-2001 (КДЕС ред. 1):</w:t>
      </w:r>
    </w:p>
    <w:p w:rsidR="00632087" w:rsidRPr="007932A8" w:rsidRDefault="00632087" w:rsidP="007932A8">
      <w:pPr>
        <w:pStyle w:val="Style6"/>
        <w:widowControl/>
        <w:tabs>
          <w:tab w:val="left" w:pos="1066"/>
        </w:tabs>
        <w:spacing w:line="240" w:lineRule="auto"/>
        <w:ind w:firstLine="709"/>
      </w:pPr>
      <w:r w:rsidRPr="007932A8">
        <w:t xml:space="preserve">I) </w:t>
      </w:r>
      <w:hyperlink r:id="rId24" w:history="1">
        <w:r w:rsidRPr="007932A8">
          <w:t>раздел A</w:t>
        </w:r>
      </w:hyperlink>
      <w:r w:rsidRPr="007932A8">
        <w:t>. Сельское хозяйство, охота и лесное хозяйство;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5" w:history="1">
        <w:r w:rsidRPr="007932A8">
          <w:t>раздел B</w:t>
        </w:r>
      </w:hyperlink>
      <w:r w:rsidRPr="007932A8">
        <w:t>. Рыболовство, рыбоводство;</w:t>
      </w:r>
    </w:p>
    <w:p w:rsidR="00632087" w:rsidRPr="007932A8" w:rsidRDefault="00632087" w:rsidP="007932A8">
      <w:pPr>
        <w:pStyle w:val="Style6"/>
        <w:widowControl/>
        <w:tabs>
          <w:tab w:val="left" w:pos="1066"/>
        </w:tabs>
        <w:spacing w:line="240" w:lineRule="auto"/>
        <w:ind w:firstLine="709"/>
      </w:pPr>
      <w:r w:rsidRPr="007932A8">
        <w:t xml:space="preserve">III) </w:t>
      </w:r>
      <w:hyperlink r:id="rId26" w:history="1">
        <w:r w:rsidRPr="007932A8">
          <w:t>раздел D</w:t>
        </w:r>
      </w:hyperlink>
      <w:r w:rsidRPr="007932A8">
        <w:t>. Обрабатывающие производства;</w:t>
      </w:r>
    </w:p>
    <w:p w:rsidR="00632087" w:rsidRPr="007932A8" w:rsidRDefault="00632087" w:rsidP="007932A8">
      <w:pPr>
        <w:pStyle w:val="ConsPlusNormal"/>
        <w:ind w:firstLine="540"/>
        <w:jc w:val="both"/>
        <w:rPr>
          <w:rFonts w:ascii="Times New Roman" w:hAnsi="Times New Roman"/>
          <w:sz w:val="24"/>
          <w:szCs w:val="24"/>
        </w:rPr>
      </w:pPr>
      <w:r w:rsidRPr="007932A8">
        <w:rPr>
          <w:rFonts w:ascii="Times New Roman" w:hAnsi="Times New Roman"/>
          <w:sz w:val="24"/>
          <w:szCs w:val="24"/>
        </w:rPr>
        <w:t xml:space="preserve">IV) </w:t>
      </w:r>
      <w:hyperlink r:id="rId27" w:history="1">
        <w:r w:rsidRPr="007932A8">
          <w:rPr>
            <w:rFonts w:ascii="Times New Roman" w:hAnsi="Times New Roman"/>
            <w:sz w:val="24"/>
            <w:szCs w:val="24"/>
          </w:rPr>
          <w:t xml:space="preserve">раздел </w:t>
        </w:r>
      </w:hyperlink>
      <w:r w:rsidRPr="007932A8">
        <w:rPr>
          <w:rFonts w:ascii="Times New Roman" w:hAnsi="Times New Roman"/>
          <w:sz w:val="24"/>
          <w:szCs w:val="24"/>
          <w:lang w:val="en-US"/>
        </w:rPr>
        <w:t>I</w:t>
      </w:r>
      <w:r w:rsidRPr="007932A8">
        <w:rPr>
          <w:rFonts w:ascii="Times New Roman" w:hAnsi="Times New Roman"/>
          <w:sz w:val="24"/>
          <w:szCs w:val="24"/>
        </w:rPr>
        <w:t>. Транспорт и связь</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Финансирование мероприятия:</w:t>
      </w:r>
    </w:p>
    <w:p w:rsidR="00632087" w:rsidRPr="007932A8" w:rsidRDefault="00632087" w:rsidP="00315ADD">
      <w:pPr>
        <w:pStyle w:val="ConsPlusNormal"/>
        <w:ind w:firstLine="0"/>
        <w:rPr>
          <w:rFonts w:ascii="Times New Roman" w:hAnsi="Times New Roman"/>
          <w:sz w:val="24"/>
          <w:szCs w:val="24"/>
        </w:rPr>
      </w:pPr>
      <w:r w:rsidRPr="007932A8">
        <w:rPr>
          <w:rFonts w:ascii="Times New Roman" w:hAnsi="Times New Roman"/>
          <w:sz w:val="24"/>
          <w:szCs w:val="24"/>
        </w:rPr>
        <w:t xml:space="preserve">        из средств местного  бюджета </w:t>
      </w:r>
      <w:r w:rsidR="008838AB">
        <w:rPr>
          <w:rFonts w:ascii="Times New Roman" w:hAnsi="Times New Roman"/>
          <w:sz w:val="24"/>
          <w:szCs w:val="24"/>
        </w:rPr>
        <w:t>326</w:t>
      </w:r>
      <w:r w:rsidR="00322347">
        <w:rPr>
          <w:rFonts w:ascii="Times New Roman" w:hAnsi="Times New Roman"/>
          <w:sz w:val="24"/>
          <w:szCs w:val="24"/>
        </w:rPr>
        <w:t>80,30</w:t>
      </w:r>
      <w:r w:rsidR="0097472F">
        <w:rPr>
          <w:rFonts w:ascii="Times New Roman" w:hAnsi="Times New Roman"/>
          <w:sz w:val="24"/>
          <w:szCs w:val="24"/>
        </w:rPr>
        <w:t xml:space="preserve"> </w:t>
      </w:r>
      <w:r w:rsidRPr="007932A8">
        <w:rPr>
          <w:rFonts w:ascii="Times New Roman" w:hAnsi="Times New Roman"/>
          <w:sz w:val="24"/>
          <w:szCs w:val="24"/>
        </w:rPr>
        <w:t xml:space="preserve"> тыс. руб.:</w:t>
      </w:r>
    </w:p>
    <w:p w:rsidR="00632087" w:rsidRPr="007932A8" w:rsidRDefault="00632087" w:rsidP="00315ADD">
      <w:pPr>
        <w:pStyle w:val="ConsPlusNormal"/>
        <w:tabs>
          <w:tab w:val="left" w:pos="4021"/>
        </w:tabs>
        <w:ind w:firstLine="540"/>
        <w:jc w:val="both"/>
        <w:rPr>
          <w:rFonts w:ascii="Times New Roman" w:hAnsi="Times New Roman"/>
          <w:sz w:val="24"/>
          <w:szCs w:val="24"/>
        </w:rPr>
      </w:pPr>
      <w:r w:rsidRPr="007932A8">
        <w:rPr>
          <w:rFonts w:ascii="Times New Roman" w:hAnsi="Times New Roman"/>
          <w:sz w:val="24"/>
          <w:szCs w:val="24"/>
        </w:rPr>
        <w:t>2018</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03A12">
        <w:rPr>
          <w:rFonts w:ascii="Times New Roman" w:hAnsi="Times New Roman"/>
          <w:sz w:val="24"/>
          <w:szCs w:val="24"/>
        </w:rPr>
        <w:t xml:space="preserve">  </w:t>
      </w:r>
      <w:r w:rsidRPr="007932A8">
        <w:rPr>
          <w:rFonts w:ascii="Times New Roman" w:hAnsi="Times New Roman"/>
          <w:sz w:val="24"/>
          <w:szCs w:val="24"/>
        </w:rPr>
        <w:t xml:space="preserve">- </w:t>
      </w:r>
      <w:r>
        <w:rPr>
          <w:rFonts w:ascii="Times New Roman" w:hAnsi="Times New Roman"/>
          <w:sz w:val="24"/>
          <w:szCs w:val="24"/>
        </w:rPr>
        <w:t>1458,50</w:t>
      </w:r>
      <w:r w:rsidRPr="007932A8">
        <w:rPr>
          <w:rFonts w:ascii="Times New Roman" w:hAnsi="Times New Roman"/>
          <w:sz w:val="24"/>
          <w:szCs w:val="24"/>
        </w:rPr>
        <w:t xml:space="preserve"> тыс. руб.</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C823B6">
        <w:rPr>
          <w:rFonts w:ascii="Times New Roman" w:hAnsi="Times New Roman"/>
          <w:sz w:val="24"/>
          <w:szCs w:val="24"/>
        </w:rPr>
        <w:t>2</w:t>
      </w:r>
      <w:r w:rsidR="00081169">
        <w:rPr>
          <w:rFonts w:ascii="Times New Roman" w:hAnsi="Times New Roman"/>
          <w:sz w:val="24"/>
          <w:szCs w:val="24"/>
        </w:rPr>
        <w:t>812,50</w:t>
      </w:r>
      <w:r w:rsidR="00C823B6">
        <w:rPr>
          <w:rFonts w:ascii="Times New Roman" w:hAnsi="Times New Roman"/>
          <w:sz w:val="24"/>
          <w:szCs w:val="24"/>
        </w:rPr>
        <w:t xml:space="preserve">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322347">
        <w:rPr>
          <w:rFonts w:ascii="Times New Roman" w:hAnsi="Times New Roman"/>
          <w:sz w:val="24"/>
          <w:szCs w:val="24"/>
        </w:rPr>
        <w:t>2939,80</w:t>
      </w:r>
      <w:r w:rsidR="00081169">
        <w:rPr>
          <w:rFonts w:ascii="Times New Roman" w:hAnsi="Times New Roman"/>
          <w:sz w:val="24"/>
          <w:szCs w:val="24"/>
        </w:rPr>
        <w:t xml:space="preserve"> </w:t>
      </w:r>
      <w:r w:rsidRPr="00263D82">
        <w:rPr>
          <w:rFonts w:ascii="Times New Roman" w:hAnsi="Times New Roman"/>
          <w:sz w:val="24"/>
          <w:szCs w:val="24"/>
        </w:rPr>
        <w:t xml:space="preserve"> тыс. руб.</w:t>
      </w:r>
    </w:p>
    <w:p w:rsidR="00C823B6"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Pr>
          <w:rFonts w:ascii="Times New Roman" w:hAnsi="Times New Roman"/>
          <w:sz w:val="24"/>
          <w:szCs w:val="24"/>
        </w:rPr>
        <w:t>2</w:t>
      </w:r>
      <w:r w:rsidR="00055FBC">
        <w:rPr>
          <w:rFonts w:ascii="Times New Roman" w:hAnsi="Times New Roman"/>
          <w:sz w:val="24"/>
          <w:szCs w:val="24"/>
        </w:rPr>
        <w:t>90</w:t>
      </w:r>
      <w:r>
        <w:rPr>
          <w:rFonts w:ascii="Times New Roman" w:hAnsi="Times New Roman"/>
          <w:sz w:val="24"/>
          <w:szCs w:val="24"/>
        </w:rPr>
        <w:t>0</w:t>
      </w:r>
      <w:r w:rsidRPr="00263D82">
        <w:rPr>
          <w:rFonts w:ascii="Times New Roman" w:hAnsi="Times New Roman"/>
          <w:sz w:val="24"/>
          <w:szCs w:val="24"/>
        </w:rPr>
        <w:t>,00 тыс. руб.</w:t>
      </w:r>
    </w:p>
    <w:p w:rsidR="00055FBC" w:rsidRPr="00055FBC" w:rsidRDefault="00055FBC" w:rsidP="00055FBC">
      <w:pPr>
        <w:pStyle w:val="ConsPlusNormal"/>
        <w:tabs>
          <w:tab w:val="left" w:pos="4021"/>
        </w:tabs>
        <w:ind w:firstLine="0"/>
        <w:jc w:val="both"/>
        <w:rPr>
          <w:rFonts w:ascii="Times New Roman" w:hAnsi="Times New Roman"/>
          <w:sz w:val="24"/>
          <w:szCs w:val="24"/>
        </w:rPr>
      </w:pPr>
      <w:r w:rsidRPr="00055FBC">
        <w:rPr>
          <w:rFonts w:ascii="Times New Roman" w:hAnsi="Times New Roman"/>
          <w:sz w:val="24"/>
          <w:szCs w:val="24"/>
        </w:rPr>
        <w:t xml:space="preserve">         2023</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055FBC">
        <w:rPr>
          <w:rFonts w:ascii="Times New Roman" w:hAnsi="Times New Roman"/>
          <w:sz w:val="24"/>
          <w:szCs w:val="24"/>
        </w:rPr>
        <w:t>-</w:t>
      </w:r>
      <w:r>
        <w:rPr>
          <w:rFonts w:ascii="Times New Roman" w:hAnsi="Times New Roman"/>
          <w:sz w:val="24"/>
          <w:szCs w:val="24"/>
        </w:rPr>
        <w:t xml:space="preserve"> 2900,00 тыс. руб.</w:t>
      </w:r>
    </w:p>
    <w:p w:rsidR="008838AB" w:rsidRPr="00055FBC" w:rsidRDefault="008838AB" w:rsidP="008838AB">
      <w:pPr>
        <w:pStyle w:val="ConsPlusNormal"/>
        <w:tabs>
          <w:tab w:val="left" w:pos="4021"/>
        </w:tabs>
        <w:ind w:firstLine="0"/>
        <w:jc w:val="both"/>
        <w:rPr>
          <w:rFonts w:ascii="Times New Roman" w:hAnsi="Times New Roman"/>
          <w:sz w:val="24"/>
          <w:szCs w:val="24"/>
        </w:rPr>
      </w:pPr>
      <w:r>
        <w:rPr>
          <w:rFonts w:ascii="Times New Roman" w:hAnsi="Times New Roman"/>
          <w:sz w:val="24"/>
          <w:szCs w:val="24"/>
        </w:rPr>
        <w:t xml:space="preserve">         </w:t>
      </w:r>
      <w:r w:rsidR="00456385">
        <w:rPr>
          <w:rFonts w:ascii="Times New Roman" w:hAnsi="Times New Roman"/>
          <w:sz w:val="24"/>
          <w:szCs w:val="24"/>
        </w:rPr>
        <w:t xml:space="preserve">2024 </w:t>
      </w:r>
      <w:r w:rsidRPr="006478D6">
        <w:rPr>
          <w:rFonts w:ascii="Times New Roman" w:hAnsi="Times New Roman"/>
          <w:sz w:val="24"/>
          <w:szCs w:val="24"/>
        </w:rPr>
        <w:t>год</w:t>
      </w:r>
      <w:r>
        <w:rPr>
          <w:rFonts w:ascii="Times New Roman" w:hAnsi="Times New Roman"/>
          <w:sz w:val="24"/>
          <w:szCs w:val="24"/>
        </w:rPr>
        <w:t xml:space="preserve"> </w:t>
      </w:r>
      <w:r w:rsidR="00456385">
        <w:rPr>
          <w:rFonts w:ascii="Times New Roman" w:hAnsi="Times New Roman"/>
          <w:sz w:val="24"/>
          <w:szCs w:val="24"/>
        </w:rPr>
        <w:t>-</w:t>
      </w:r>
      <w:r w:rsidRPr="008838AB">
        <w:rPr>
          <w:rFonts w:ascii="Times New Roman" w:hAnsi="Times New Roman"/>
          <w:sz w:val="24"/>
          <w:szCs w:val="24"/>
        </w:rPr>
        <w:t xml:space="preserve"> </w:t>
      </w:r>
      <w:r>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2025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2026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2027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2028</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p>
    <w:p w:rsidR="00055FBC" w:rsidRPr="00263D82" w:rsidRDefault="00055FBC" w:rsidP="00C823B6">
      <w:pPr>
        <w:pStyle w:val="ConsPlusNormal"/>
        <w:tabs>
          <w:tab w:val="left" w:pos="4021"/>
        </w:tabs>
        <w:ind w:firstLine="540"/>
        <w:jc w:val="both"/>
        <w:rPr>
          <w:rFonts w:ascii="Times New Roman" w:hAnsi="Times New Roman"/>
          <w:sz w:val="24"/>
          <w:szCs w:val="24"/>
        </w:rPr>
      </w:pPr>
    </w:p>
    <w:p w:rsidR="009F7151" w:rsidRPr="00055FBC" w:rsidRDefault="00C54260" w:rsidP="00C54260">
      <w:pPr>
        <w:autoSpaceDE w:val="0"/>
        <w:autoSpaceDN w:val="0"/>
        <w:spacing w:line="276" w:lineRule="auto"/>
        <w:ind w:firstLine="709"/>
        <w:jc w:val="both"/>
        <w:rPr>
          <w:b/>
        </w:rPr>
      </w:pPr>
      <w:r w:rsidRPr="00055FBC">
        <w:rPr>
          <w:b/>
          <w:u w:val="single"/>
        </w:rPr>
        <w:t xml:space="preserve">Мероприятие 4. </w:t>
      </w:r>
      <w:r w:rsidRPr="00055FBC">
        <w:rPr>
          <w:b/>
        </w:rPr>
        <w:t>Обеспечение торговым обслуживанием сельского населения</w:t>
      </w:r>
      <w:r w:rsidR="009F7151" w:rsidRPr="00055FBC">
        <w:rPr>
          <w:b/>
        </w:rPr>
        <w:t xml:space="preserve"> Таловского муниципального района, проживающего в отдаленных</w:t>
      </w:r>
      <w:r w:rsidR="00741BBA">
        <w:rPr>
          <w:b/>
        </w:rPr>
        <w:t xml:space="preserve"> и малонаселенных </w:t>
      </w:r>
      <w:r w:rsidR="009F7151" w:rsidRPr="00055FBC">
        <w:rPr>
          <w:b/>
        </w:rPr>
        <w:t xml:space="preserve"> пунктах.</w:t>
      </w:r>
    </w:p>
    <w:p w:rsidR="00C54260" w:rsidRPr="009D079E" w:rsidRDefault="00C54260" w:rsidP="00C54260">
      <w:pPr>
        <w:widowControl w:val="0"/>
        <w:autoSpaceDE w:val="0"/>
        <w:autoSpaceDN w:val="0"/>
        <w:adjustRightInd w:val="0"/>
        <w:spacing w:line="276" w:lineRule="auto"/>
        <w:ind w:firstLine="709"/>
        <w:jc w:val="both"/>
      </w:pPr>
      <w:r w:rsidRPr="009D079E">
        <w:t xml:space="preserve">Срок реализации – </w:t>
      </w:r>
      <w:r w:rsidR="009F7151" w:rsidRPr="009D079E">
        <w:t xml:space="preserve">2021 </w:t>
      </w:r>
      <w:r w:rsidR="009D079E" w:rsidRPr="009D079E">
        <w:t>-202</w:t>
      </w:r>
      <w:r w:rsidR="00D50109">
        <w:t>6</w:t>
      </w:r>
      <w:r w:rsidR="009D079E" w:rsidRPr="009D079E">
        <w:t xml:space="preserve"> гг</w:t>
      </w:r>
      <w:r w:rsidRPr="009D079E">
        <w:t>.</w:t>
      </w:r>
    </w:p>
    <w:p w:rsidR="00C54260" w:rsidRPr="009D079E" w:rsidRDefault="00C54260" w:rsidP="00C54260">
      <w:pPr>
        <w:autoSpaceDE w:val="0"/>
        <w:autoSpaceDN w:val="0"/>
        <w:adjustRightInd w:val="0"/>
        <w:spacing w:line="276" w:lineRule="auto"/>
        <w:ind w:firstLine="709"/>
        <w:jc w:val="both"/>
      </w:pPr>
      <w:r w:rsidRPr="009D079E">
        <w:t>Финансирование мероприятия:</w:t>
      </w:r>
    </w:p>
    <w:p w:rsidR="00C54260" w:rsidRPr="004A3597" w:rsidRDefault="004A3597" w:rsidP="00C54260">
      <w:pPr>
        <w:autoSpaceDE w:val="0"/>
        <w:autoSpaceDN w:val="0"/>
        <w:adjustRightInd w:val="0"/>
        <w:spacing w:line="276" w:lineRule="auto"/>
        <w:ind w:firstLine="709"/>
        <w:jc w:val="both"/>
      </w:pPr>
      <w:r w:rsidRPr="004A3597">
        <w:t>Данное мероприятие планируется в случае реализации аналогичного мероприятия в областной программе на условиях софинансирования. И</w:t>
      </w:r>
      <w:r w:rsidR="00C54260" w:rsidRPr="004A3597">
        <w:t xml:space="preserve">з средств </w:t>
      </w:r>
      <w:r w:rsidR="009F7151" w:rsidRPr="004A3597">
        <w:t>местного</w:t>
      </w:r>
      <w:r w:rsidR="00C54260" w:rsidRPr="004A3597">
        <w:t xml:space="preserve"> бюджета </w:t>
      </w:r>
      <w:r w:rsidRPr="004A3597">
        <w:t>планируется выделить</w:t>
      </w:r>
      <w:r w:rsidR="00C54260" w:rsidRPr="004A3597">
        <w:t xml:space="preserve"> </w:t>
      </w:r>
      <w:r w:rsidR="009F7151" w:rsidRPr="004A3597">
        <w:t>80</w:t>
      </w:r>
      <w:r w:rsidR="00C54260" w:rsidRPr="004A3597">
        <w:t xml:space="preserve"> тыс. руб</w:t>
      </w:r>
      <w:r w:rsidRPr="004A3597">
        <w:t>.</w:t>
      </w:r>
      <w:r w:rsidR="00C54260" w:rsidRPr="004A3597">
        <w:t xml:space="preserve"> </w:t>
      </w:r>
    </w:p>
    <w:p w:rsidR="00C54260" w:rsidRPr="004A3597" w:rsidRDefault="00C54260" w:rsidP="00C54260">
      <w:pPr>
        <w:autoSpaceDE w:val="0"/>
        <w:autoSpaceDN w:val="0"/>
        <w:spacing w:line="276" w:lineRule="auto"/>
        <w:ind w:firstLine="709"/>
        <w:jc w:val="both"/>
      </w:pPr>
      <w:r w:rsidRPr="004A3597">
        <w:rPr>
          <w:rFonts w:eastAsia="Calibri"/>
          <w:lang w:eastAsia="en-US"/>
        </w:rPr>
        <w:t xml:space="preserve">Реализация мероприятия позволит повысить </w:t>
      </w:r>
      <w:r w:rsidRPr="004A3597">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055FBC" w:rsidRDefault="00C54260" w:rsidP="00C54260">
      <w:pPr>
        <w:autoSpaceDE w:val="0"/>
        <w:autoSpaceDN w:val="0"/>
        <w:spacing w:line="276" w:lineRule="auto"/>
        <w:ind w:firstLine="709"/>
        <w:jc w:val="both"/>
        <w:rPr>
          <w:color w:val="0070C0"/>
        </w:rPr>
      </w:pPr>
      <w:r w:rsidRPr="004A3597">
        <w:t xml:space="preserve">В рамках данного основного мероприятия планируется  приобретение администрацией  </w:t>
      </w:r>
      <w:r w:rsidR="009F7151" w:rsidRPr="004A3597">
        <w:t>Таловского</w:t>
      </w:r>
      <w:r w:rsidRPr="004A3597">
        <w:t xml:space="preserve"> муниципального района специализированного автотранспорта для торгового обслуживания сельского населения, проживающего в отдаленных и малонаселенных пунктах.  Порядок использования специализированного автотранспорта, в том числе путем передачи во временное пользование хозяйствующим субъектам, осуществляющим торговое обслуживание, устанавливается администрацией </w:t>
      </w:r>
      <w:r w:rsidR="009F7151" w:rsidRPr="004A3597">
        <w:t xml:space="preserve">Таловского </w:t>
      </w:r>
      <w:r w:rsidRPr="004A3597">
        <w:t xml:space="preserve"> муниципального района</w:t>
      </w:r>
      <w:r w:rsidRPr="00055FBC">
        <w:rPr>
          <w:color w:val="0070C0"/>
        </w:rPr>
        <w:t>.</w:t>
      </w:r>
    </w:p>
    <w:p w:rsidR="00632087" w:rsidRPr="00055FBC" w:rsidRDefault="00632087" w:rsidP="00406CD5">
      <w:pPr>
        <w:jc w:val="both"/>
        <w:outlineLvl w:val="2"/>
        <w:rPr>
          <w:color w:val="000000"/>
        </w:rPr>
      </w:pPr>
    </w:p>
    <w:p w:rsidR="00632087" w:rsidRPr="00055FBC" w:rsidRDefault="00632087" w:rsidP="00406CD5">
      <w:pPr>
        <w:pStyle w:val="4"/>
        <w:shd w:val="clear" w:color="auto" w:fill="FFFFFF"/>
        <w:rPr>
          <w:rFonts w:ascii="Times New Roman" w:hAnsi="Times New Roman"/>
          <w:sz w:val="24"/>
          <w:szCs w:val="24"/>
        </w:rPr>
      </w:pPr>
      <w:r w:rsidRPr="00055FBC">
        <w:rPr>
          <w:rFonts w:ascii="Times New Roman" w:hAnsi="Times New Roman"/>
          <w:sz w:val="24"/>
          <w:szCs w:val="24"/>
        </w:rPr>
        <w:t xml:space="preserve">Раздел </w:t>
      </w:r>
      <w:r w:rsidR="00966B55" w:rsidRPr="00055FBC">
        <w:rPr>
          <w:rFonts w:ascii="Times New Roman" w:hAnsi="Times New Roman"/>
          <w:sz w:val="24"/>
          <w:szCs w:val="24"/>
        </w:rPr>
        <w:t>3</w:t>
      </w:r>
      <w:r w:rsidRPr="00055FBC">
        <w:rPr>
          <w:rFonts w:ascii="Times New Roman" w:hAnsi="Times New Roman"/>
          <w:sz w:val="24"/>
          <w:szCs w:val="24"/>
        </w:rPr>
        <w:t>. Основные меры муниципального и правового регулирования</w:t>
      </w:r>
      <w:r w:rsidR="003B50AC" w:rsidRPr="00055FBC">
        <w:rPr>
          <w:rFonts w:ascii="Times New Roman" w:hAnsi="Times New Roman"/>
          <w:sz w:val="24"/>
          <w:szCs w:val="24"/>
        </w:rPr>
        <w:t xml:space="preserve"> подпрограммы</w:t>
      </w:r>
      <w:r w:rsidRPr="00055FBC">
        <w:rPr>
          <w:rFonts w:ascii="Times New Roman" w:hAnsi="Times New Roman"/>
          <w:sz w:val="24"/>
          <w:szCs w:val="24"/>
        </w:rPr>
        <w:t>.</w:t>
      </w:r>
    </w:p>
    <w:p w:rsidR="00632087" w:rsidRPr="00055FBC" w:rsidRDefault="00632087" w:rsidP="00406CD5">
      <w:pPr>
        <w:pStyle w:val="dktexjustify"/>
        <w:shd w:val="clear" w:color="auto" w:fill="FFFFFF"/>
        <w:jc w:val="both"/>
      </w:pPr>
      <w:r w:rsidRPr="00055FBC">
        <w:t>К основным мерам муниципального и правового регулирования, направленным на выполнение мероприятий подпрограммы , относятся:</w:t>
      </w:r>
    </w:p>
    <w:p w:rsidR="00632087" w:rsidRPr="00055FBC" w:rsidRDefault="00632087" w:rsidP="00406CD5">
      <w:pPr>
        <w:pStyle w:val="dktexjustify"/>
        <w:shd w:val="clear" w:color="auto" w:fill="FFFFFF"/>
        <w:jc w:val="both"/>
      </w:pPr>
      <w:r w:rsidRPr="00055FBC">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Pr="00055FBC" w:rsidRDefault="00632087" w:rsidP="00406CD5">
      <w:pPr>
        <w:pStyle w:val="dktexjustify"/>
        <w:shd w:val="clear" w:color="auto" w:fill="FFFFFF"/>
        <w:jc w:val="both"/>
      </w:pPr>
      <w:r w:rsidRPr="00055FBC">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32087" w:rsidRPr="00055FBC" w:rsidRDefault="00632087" w:rsidP="00406CD5">
      <w:pPr>
        <w:jc w:val="center"/>
        <w:rPr>
          <w:b/>
        </w:rPr>
      </w:pPr>
      <w:r w:rsidRPr="00055FBC">
        <w:rPr>
          <w:b/>
        </w:rPr>
        <w:t xml:space="preserve">Раздел </w:t>
      </w:r>
      <w:r w:rsidR="00966B55" w:rsidRPr="00055FBC">
        <w:rPr>
          <w:b/>
        </w:rPr>
        <w:t>4</w:t>
      </w:r>
      <w:r w:rsidRPr="00055FBC">
        <w:rPr>
          <w:b/>
        </w:rPr>
        <w:t>. Информация об участии общественных, научных и иных организация, а так же внебюджетных фондов, юридических и физических лиц в реализации подпрог</w:t>
      </w:r>
      <w:r w:rsidR="00966B55" w:rsidRPr="00055FBC">
        <w:rPr>
          <w:b/>
        </w:rPr>
        <w:t>раммы.</w:t>
      </w:r>
    </w:p>
    <w:p w:rsidR="00632087" w:rsidRPr="00055FBC" w:rsidRDefault="00632087" w:rsidP="00406CD5">
      <w:pPr>
        <w:rPr>
          <w:b/>
        </w:rPr>
      </w:pPr>
    </w:p>
    <w:p w:rsidR="00632087" w:rsidRPr="005F00DB" w:rsidRDefault="00632087" w:rsidP="00406CD5">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Default="00632087" w:rsidP="00406CD5">
      <w:pPr>
        <w:ind w:left="360"/>
        <w:rPr>
          <w:b/>
          <w:sz w:val="26"/>
          <w:szCs w:val="26"/>
        </w:rPr>
      </w:pPr>
    </w:p>
    <w:p w:rsidR="00632087" w:rsidRPr="005F00DB" w:rsidRDefault="00632087" w:rsidP="00406CD5">
      <w:pPr>
        <w:ind w:left="360"/>
        <w:rPr>
          <w:sz w:val="26"/>
          <w:szCs w:val="26"/>
        </w:rPr>
      </w:pPr>
      <w:r w:rsidRPr="005F00DB">
        <w:rPr>
          <w:b/>
          <w:sz w:val="26"/>
          <w:szCs w:val="26"/>
        </w:rPr>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для  реализации подпрограммы </w:t>
      </w:r>
      <w:r>
        <w:rPr>
          <w:rFonts w:ascii="Times New Roman" w:hAnsi="Times New Roman"/>
          <w:sz w:val="24"/>
          <w:szCs w:val="24"/>
        </w:rPr>
        <w:t xml:space="preserve"> </w:t>
      </w:r>
      <w:r w:rsidR="008838AB">
        <w:rPr>
          <w:rFonts w:ascii="Times New Roman" w:hAnsi="Times New Roman"/>
          <w:sz w:val="24"/>
          <w:szCs w:val="24"/>
        </w:rPr>
        <w:t>47769,30</w:t>
      </w:r>
      <w:r w:rsidRPr="006478D6">
        <w:rPr>
          <w:rFonts w:ascii="Times New Roman" w:hAnsi="Times New Roman"/>
          <w:sz w:val="24"/>
          <w:szCs w:val="24"/>
        </w:rPr>
        <w:t xml:space="preserve">  тыс. руб.</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w:t>
      </w:r>
      <w:r w:rsidR="008838AB">
        <w:rPr>
          <w:rFonts w:ascii="Times New Roman" w:hAnsi="Times New Roman"/>
          <w:sz w:val="24"/>
          <w:szCs w:val="24"/>
        </w:rPr>
        <w:t xml:space="preserve"> </w:t>
      </w:r>
      <w:r>
        <w:rPr>
          <w:rFonts w:ascii="Times New Roman" w:hAnsi="Times New Roman"/>
          <w:sz w:val="24"/>
          <w:szCs w:val="24"/>
        </w:rPr>
        <w:t>2767,50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4012,50</w:t>
      </w:r>
      <w:r w:rsidR="0097472F">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w:t>
      </w:r>
      <w:r w:rsidR="008838AB">
        <w:rPr>
          <w:rFonts w:ascii="Times New Roman" w:hAnsi="Times New Roman"/>
          <w:sz w:val="24"/>
          <w:szCs w:val="24"/>
        </w:rPr>
        <w:t>7</w:t>
      </w:r>
      <w:r w:rsidR="00322347">
        <w:rPr>
          <w:rFonts w:ascii="Times New Roman" w:hAnsi="Times New Roman"/>
          <w:sz w:val="24"/>
          <w:szCs w:val="24"/>
        </w:rPr>
        <w:t>19,80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 xml:space="preserve">4100,00 </w:t>
      </w:r>
      <w:r w:rsidRPr="006478D6">
        <w:rPr>
          <w:rFonts w:ascii="Times New Roman" w:hAnsi="Times New Roman"/>
          <w:sz w:val="24"/>
          <w:szCs w:val="24"/>
        </w:rPr>
        <w:t xml:space="preserve"> тыс. рублей</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 xml:space="preserve">4100,00 </w:t>
      </w:r>
      <w:r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2024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2025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2026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2027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2028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BB0480" w:rsidP="008838AB">
      <w:pPr>
        <w:pStyle w:val="ConsPlusNormal"/>
        <w:ind w:firstLine="540"/>
        <w:jc w:val="both"/>
        <w:rPr>
          <w:rFonts w:ascii="Times New Roman" w:hAnsi="Times New Roman"/>
          <w:sz w:val="24"/>
          <w:szCs w:val="24"/>
        </w:rPr>
      </w:pPr>
      <w:r>
        <w:rPr>
          <w:rFonts w:ascii="Times New Roman" w:hAnsi="Times New Roman"/>
          <w:sz w:val="24"/>
          <w:szCs w:val="24"/>
        </w:rPr>
        <w:t>2029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632087" w:rsidRPr="005F00DB" w:rsidRDefault="00632087" w:rsidP="00406CD5">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Сводный анализ рисков, их вероятности и силы влияния, а также мер по их минимизации при реализации Программы приведен в таблице.</w:t>
      </w: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p w:rsidR="00632087" w:rsidRPr="005528BF" w:rsidRDefault="00632087" w:rsidP="00406C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32087" w:rsidRPr="005528BF" w:rsidTr="00406CD5">
        <w:tc>
          <w:tcPr>
            <w:tcW w:w="2630" w:type="dxa"/>
          </w:tcPr>
          <w:p w:rsidR="00632087" w:rsidRPr="005528BF" w:rsidRDefault="00632087" w:rsidP="00406CD5">
            <w:r w:rsidRPr="005528BF">
              <w:t xml:space="preserve">Наименование рисков  </w:t>
            </w:r>
          </w:p>
        </w:tc>
        <w:tc>
          <w:tcPr>
            <w:tcW w:w="2419" w:type="dxa"/>
          </w:tcPr>
          <w:p w:rsidR="00632087" w:rsidRPr="005528BF" w:rsidRDefault="00632087" w:rsidP="00406CD5">
            <w:r w:rsidRPr="005528BF">
              <w:t>Вероятность</w:t>
            </w:r>
          </w:p>
        </w:tc>
        <w:tc>
          <w:tcPr>
            <w:tcW w:w="2374" w:type="dxa"/>
          </w:tcPr>
          <w:p w:rsidR="00632087" w:rsidRPr="005528BF" w:rsidRDefault="00632087" w:rsidP="00406CD5">
            <w:r w:rsidRPr="005528BF">
              <w:t>Сила влияния</w:t>
            </w:r>
          </w:p>
        </w:tc>
        <w:tc>
          <w:tcPr>
            <w:tcW w:w="2593" w:type="dxa"/>
          </w:tcPr>
          <w:p w:rsidR="00632087" w:rsidRPr="005528BF" w:rsidRDefault="00632087" w:rsidP="00406CD5">
            <w:r w:rsidRPr="005528BF">
              <w:t xml:space="preserve">Способ преодоления риска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недофинансированием подпрограммы</w:t>
            </w:r>
          </w:p>
        </w:tc>
      </w:tr>
      <w:tr w:rsidR="00632087" w:rsidRPr="00263D82" w:rsidTr="00406CD5">
        <w:tc>
          <w:tcPr>
            <w:tcW w:w="2630" w:type="dxa"/>
          </w:tcPr>
          <w:p w:rsidR="00632087" w:rsidRPr="00263D82" w:rsidRDefault="00632087" w:rsidP="00406CD5">
            <w:r w:rsidRPr="00263D82">
              <w:t xml:space="preserve">Недофинансирование со стороны  федерального бюджета </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определение приоритетов для первоочередного финансирования; мониторинг эффективности бюджетных вложений </w:t>
            </w:r>
          </w:p>
        </w:tc>
      </w:tr>
      <w:tr w:rsidR="00632087" w:rsidRPr="00263D82" w:rsidTr="00406CD5">
        <w:tc>
          <w:tcPr>
            <w:tcW w:w="2630" w:type="dxa"/>
          </w:tcPr>
          <w:p w:rsidR="00632087" w:rsidRPr="00263D82" w:rsidRDefault="00632087" w:rsidP="00406CD5">
            <w:r w:rsidRPr="00263D82">
              <w:t>Недофинансирование со стороны  областного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определение приоритетов для первоочередного финансирования; мониторинг эффективности бюджетных вложений</w:t>
            </w:r>
          </w:p>
        </w:tc>
      </w:tr>
      <w:tr w:rsidR="00632087" w:rsidRPr="00263D82" w:rsidTr="00406CD5">
        <w:tc>
          <w:tcPr>
            <w:tcW w:w="2630" w:type="dxa"/>
          </w:tcPr>
          <w:p w:rsidR="00632087" w:rsidRPr="00263D82" w:rsidRDefault="00632087" w:rsidP="00406CD5">
            <w:r w:rsidRPr="00263D82">
              <w:t>Недофинансирование со стороны  районного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мониторинг эффективности бюджетных вложений</w:t>
            </w:r>
          </w:p>
        </w:tc>
      </w:tr>
      <w:tr w:rsidR="00632087" w:rsidRPr="00263D82" w:rsidTr="00406CD5">
        <w:tc>
          <w:tcPr>
            <w:tcW w:w="10016" w:type="dxa"/>
            <w:gridSpan w:val="4"/>
          </w:tcPr>
          <w:p w:rsidR="00632087" w:rsidRPr="00263D82" w:rsidRDefault="00632087" w:rsidP="00406CD5">
            <w:pPr>
              <w:jc w:val="center"/>
            </w:pPr>
            <w:r w:rsidRPr="00263D82">
              <w:rPr>
                <w:b/>
              </w:rPr>
              <w:t>Риски, связанные с изменением внешней среды</w:t>
            </w:r>
          </w:p>
        </w:tc>
      </w:tr>
      <w:tr w:rsidR="00632087" w:rsidRPr="00263D82" w:rsidTr="00406CD5">
        <w:tc>
          <w:tcPr>
            <w:tcW w:w="2630" w:type="dxa"/>
          </w:tcPr>
          <w:p w:rsidR="00632087" w:rsidRPr="00263D82" w:rsidRDefault="00632087" w:rsidP="00406CD5">
            <w:r w:rsidRPr="00263D82">
              <w:t>Изменения налогового законодательства</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32087" w:rsidRPr="00263D82" w:rsidTr="00406CD5">
        <w:tc>
          <w:tcPr>
            <w:tcW w:w="2630" w:type="dxa"/>
          </w:tcPr>
          <w:p w:rsidR="00632087" w:rsidRPr="00263D82" w:rsidRDefault="00632087" w:rsidP="00406CD5">
            <w:r w:rsidRPr="00263D82">
              <w:t>Изменения федерального и областного законодательства в сфере государственной поддержки МСП</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разработка предложений по регулированию     форм и видов государственной</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поддержки СМСП во</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взаимодействии с</w:t>
            </w:r>
          </w:p>
          <w:p w:rsidR="00632087" w:rsidRPr="00263D82" w:rsidRDefault="00632087" w:rsidP="00406CD5">
            <w:r w:rsidRPr="00263D82">
              <w:t>общественными                                             объединениями                                              предпринимателей</w:t>
            </w:r>
          </w:p>
        </w:tc>
      </w:tr>
      <w:tr w:rsidR="00632087" w:rsidRPr="00263D82" w:rsidTr="00406CD5">
        <w:tc>
          <w:tcPr>
            <w:tcW w:w="2630" w:type="dxa"/>
          </w:tcPr>
          <w:p w:rsidR="00632087" w:rsidRPr="00263D82" w:rsidRDefault="00632087" w:rsidP="00406CD5">
            <w:r w:rsidRPr="00263D82">
              <w:t>Снижение актуальности мероприятий</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Недостаточная активность МСП</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419" w:type="dxa"/>
          </w:tcPr>
          <w:p w:rsidR="00632087" w:rsidRPr="00263D82" w:rsidRDefault="00632087" w:rsidP="00406CD5">
            <w:r w:rsidRPr="00263D82">
              <w:t xml:space="preserve">низкая </w:t>
            </w:r>
          </w:p>
        </w:tc>
        <w:tc>
          <w:tcPr>
            <w:tcW w:w="2374" w:type="dxa"/>
          </w:tcPr>
          <w:p w:rsidR="00632087" w:rsidRPr="00263D82" w:rsidRDefault="00632087" w:rsidP="00406CD5">
            <w:r w:rsidRPr="00263D82">
              <w:t>средняя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632087" w:rsidRDefault="00632087" w:rsidP="004D3CEC">
      <w:pPr>
        <w:rPr>
          <w:b/>
          <w:sz w:val="26"/>
          <w:szCs w:val="26"/>
        </w:rPr>
      </w:pPr>
    </w:p>
    <w:p w:rsidR="00632087" w:rsidRDefault="00632087" w:rsidP="00406CD5">
      <w:pPr>
        <w:jc w:val="right"/>
      </w:pPr>
    </w:p>
    <w:p w:rsidR="00632087" w:rsidRDefault="00632087" w:rsidP="00406CD5">
      <w:pPr>
        <w:jc w:val="right"/>
      </w:pPr>
    </w:p>
    <w:p w:rsidR="008C782C" w:rsidRDefault="008C782C" w:rsidP="00406CD5">
      <w:pPr>
        <w:jc w:val="right"/>
      </w:pPr>
    </w:p>
    <w:p w:rsidR="00E455C0" w:rsidRDefault="00E455C0" w:rsidP="00406CD5">
      <w:pPr>
        <w:jc w:val="right"/>
      </w:pPr>
    </w:p>
    <w:p w:rsidR="00E455C0" w:rsidRDefault="00E455C0" w:rsidP="00406CD5">
      <w:pPr>
        <w:jc w:val="right"/>
      </w:pPr>
    </w:p>
    <w:p w:rsidR="00E455C0" w:rsidRDefault="00E455C0" w:rsidP="00406CD5">
      <w:pPr>
        <w:jc w:val="right"/>
      </w:pPr>
    </w:p>
    <w:p w:rsidR="00E455C0" w:rsidRDefault="00E455C0" w:rsidP="00406CD5">
      <w:pPr>
        <w:jc w:val="right"/>
      </w:pPr>
    </w:p>
    <w:p w:rsidR="008C782C" w:rsidRPr="001D3BD5" w:rsidRDefault="008C782C" w:rsidP="008C782C">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t xml:space="preserve">Подпрограмма №6 «Обеспечение защиты  прав потребителей в Таловском муниципальном районе» </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75053B">
        <w:trPr>
          <w:trHeight w:val="1391"/>
        </w:trPr>
        <w:tc>
          <w:tcPr>
            <w:tcW w:w="9828" w:type="dxa"/>
            <w:gridSpan w:val="2"/>
            <w:tcBorders>
              <w:top w:val="nil"/>
              <w:left w:val="nil"/>
              <w:bottom w:val="nil"/>
              <w:right w:val="nil"/>
            </w:tcBorders>
            <w:vAlign w:val="center"/>
          </w:tcPr>
          <w:p w:rsidR="008C782C" w:rsidRDefault="008C782C" w:rsidP="008C782C">
            <w:pPr>
              <w:jc w:val="center"/>
              <w:rPr>
                <w:b/>
              </w:rPr>
            </w:pPr>
            <w:r w:rsidRPr="00CC0290">
              <w:rPr>
                <w:b/>
              </w:rPr>
              <w:t>ПАСПОРТ</w:t>
            </w:r>
            <w:r w:rsidRPr="00CC0290">
              <w:rPr>
                <w:b/>
              </w:rPr>
              <w:br/>
              <w:t>подпрограммы  «Обеспечение защиты  прав потребителей в Таловском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p w:rsidR="0075053B" w:rsidRDefault="0075053B" w:rsidP="008C782C">
            <w:pPr>
              <w:jc w:val="center"/>
              <w:rPr>
                <w:b/>
              </w:rPr>
            </w:pPr>
          </w:p>
          <w:p w:rsidR="0075053B" w:rsidRPr="00CC0290" w:rsidRDefault="0075053B" w:rsidP="008C782C">
            <w:pPr>
              <w:jc w:val="center"/>
              <w:rPr>
                <w:b/>
              </w:rPr>
            </w:pPr>
          </w:p>
        </w:tc>
      </w:tr>
      <w:tr w:rsidR="0075053B" w:rsidRPr="00CC0290" w:rsidTr="00572BF1">
        <w:trPr>
          <w:trHeight w:val="709"/>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 Администрация Таловского муниципального района  </w:t>
            </w:r>
          </w:p>
          <w:p w:rsidR="0075053B" w:rsidRPr="00CC0290" w:rsidRDefault="0075053B" w:rsidP="00572BF1"/>
        </w:tc>
      </w:tr>
      <w:tr w:rsidR="0075053B" w:rsidRPr="00CC0290" w:rsidTr="00572BF1">
        <w:trPr>
          <w:trHeight w:val="709"/>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Администрация Таловского муниципального района  </w:t>
            </w:r>
          </w:p>
        </w:tc>
      </w:tr>
      <w:tr w:rsidR="0075053B" w:rsidRPr="00CC0290" w:rsidTr="00572BF1">
        <w:trPr>
          <w:trHeight w:val="676"/>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75053B" w:rsidRPr="00CC0290" w:rsidRDefault="0075053B" w:rsidP="00572BF1">
            <w:pPr>
              <w:jc w:val="both"/>
              <w:rPr>
                <w:rFonts w:eastAsia="Times New Roman"/>
                <w:lang w:eastAsia="ru-RU"/>
              </w:rPr>
            </w:pPr>
            <w:r w:rsidRPr="00CC0290">
              <w:rPr>
                <w:rFonts w:eastAsia="Times New Roman"/>
                <w:lang w:eastAsia="ru-RU"/>
              </w:rPr>
              <w:t>1.Рассмотрение обращений граждан и их консультирование по вопросам защиты прав потребителей.</w:t>
            </w:r>
          </w:p>
          <w:p w:rsidR="0075053B" w:rsidRPr="00CC0290" w:rsidRDefault="0075053B" w:rsidP="00572BF1">
            <w:pPr>
              <w:jc w:val="both"/>
            </w:pPr>
            <w:r w:rsidRPr="00CC0290">
              <w:rPr>
                <w:rFonts w:eastAsia="Times New Roman"/>
                <w:lang w:eastAsia="ru-RU"/>
              </w:rPr>
              <w:t>2.Ведение тематической рубрики на официальном сайте администрации Таловского муниципального района</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75053B" w:rsidRPr="00CC0290" w:rsidRDefault="0075053B" w:rsidP="00572BF1">
            <w:r w:rsidRPr="00CC0290">
              <w:t xml:space="preserve">Создание на территории района условий для эффективной защиты прав потребителей, установленных законодательством Российской Федерации.   </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75053B" w:rsidRPr="00CC0290" w:rsidRDefault="0075053B" w:rsidP="00572BF1"/>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r w:rsidRPr="00CC0290">
              <w:t xml:space="preserve">Процент  рассмотренных обращений граждан в сроки установленные законодательством Российской Федерации.   </w:t>
            </w:r>
          </w:p>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Default="0075053B" w:rsidP="00572BF1">
            <w:pPr>
              <w:jc w:val="center"/>
            </w:pPr>
            <w:r w:rsidRPr="00F201F7">
              <w:rPr>
                <w:lang w:eastAsia="ru-RU"/>
              </w:rPr>
              <w:t>Срок реализации программы – 20</w:t>
            </w:r>
            <w:r>
              <w:rPr>
                <w:lang w:eastAsia="ru-RU"/>
              </w:rPr>
              <w:t>20</w:t>
            </w:r>
            <w:r w:rsidRPr="00F201F7">
              <w:rPr>
                <w:lang w:eastAsia="ru-RU"/>
              </w:rPr>
              <w:t>-202</w:t>
            </w:r>
            <w:r>
              <w:rPr>
                <w:lang w:eastAsia="ru-RU"/>
              </w:rPr>
              <w:t>9</w:t>
            </w:r>
            <w:r w:rsidRPr="00F201F7">
              <w:t> </w:t>
            </w:r>
          </w:p>
          <w:p w:rsidR="0075053B" w:rsidRDefault="0075053B"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053B" w:rsidRDefault="0075053B" w:rsidP="00572BF1">
            <w:pPr>
              <w:jc w:val="center"/>
              <w:rPr>
                <w:lang w:eastAsia="ru-RU"/>
              </w:rPr>
            </w:pPr>
            <w:r>
              <w:rPr>
                <w:lang w:eastAsia="ru-RU"/>
              </w:rPr>
              <w:t>1 этап -2020-2023  гг</w:t>
            </w:r>
          </w:p>
          <w:p w:rsidR="0075053B" w:rsidRPr="00CC0290" w:rsidRDefault="0075053B" w:rsidP="00572BF1">
            <w:pPr>
              <w:jc w:val="center"/>
            </w:pPr>
            <w:r>
              <w:rPr>
                <w:lang w:eastAsia="ru-RU"/>
              </w:rPr>
              <w:t>2 этап- 2024-2029 гг</w:t>
            </w:r>
          </w:p>
        </w:tc>
      </w:tr>
      <w:tr w:rsidR="0075053B" w:rsidRPr="00CC0290" w:rsidTr="00572BF1">
        <w:trPr>
          <w:trHeight w:val="592"/>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75053B" w:rsidRPr="00CC0290" w:rsidRDefault="0075053B" w:rsidP="00572BF1">
            <w:r w:rsidRPr="00CC0290">
              <w:t>подпрограмма финансового обеспечения не требует</w:t>
            </w:r>
          </w:p>
        </w:tc>
      </w:tr>
      <w:tr w:rsidR="0075053B" w:rsidRPr="00CC0290" w:rsidTr="00572BF1">
        <w:trPr>
          <w:trHeight w:val="112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75053B" w:rsidRPr="00CC0290" w:rsidRDefault="0075053B" w:rsidP="00572BF1">
            <w:pPr>
              <w:pStyle w:val="a7"/>
              <w:jc w:val="both"/>
            </w:pPr>
            <w:r w:rsidRPr="00CC0290">
              <w:t>-снижение количества нарушений прав потребителей на рынке товаров, работ, услуг на территории района</w:t>
            </w:r>
          </w:p>
          <w:p w:rsidR="0075053B" w:rsidRPr="00CC0290" w:rsidRDefault="0075053B" w:rsidP="00572BF1">
            <w:pPr>
              <w:pStyle w:val="a7"/>
              <w:tabs>
                <w:tab w:val="left" w:pos="144"/>
              </w:tabs>
              <w:jc w:val="both"/>
            </w:pPr>
            <w:r w:rsidRPr="00CC0290">
              <w:t>- увеличение доли потребительских споров, разрешаемых в досудебном порядке;</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75053B" w:rsidRPr="00CC0290" w:rsidRDefault="0075053B" w:rsidP="00A6758F">
            <w:pPr>
              <w:autoSpaceDE w:val="0"/>
              <w:autoSpaceDN w:val="0"/>
              <w:adjustRightInd w:val="0"/>
              <w:jc w:val="both"/>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p>
        </w:tc>
      </w:tr>
    </w:tbl>
    <w:p w:rsidR="008C782C" w:rsidRPr="00CC0290" w:rsidRDefault="008C782C" w:rsidP="008C782C">
      <w:pPr>
        <w:ind w:firstLine="709"/>
        <w:jc w:val="center"/>
        <w:rPr>
          <w:b/>
        </w:rPr>
      </w:pPr>
      <w:r w:rsidRPr="00CC0290">
        <w:rPr>
          <w:b/>
        </w:rPr>
        <w:t xml:space="preserve">Раздел </w:t>
      </w:r>
      <w:r w:rsidR="00966B55">
        <w:rPr>
          <w:b/>
        </w:rPr>
        <w:t>1</w:t>
      </w:r>
      <w:r w:rsidRPr="00CC0290">
        <w:rPr>
          <w:b/>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муниципального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8C782C" w:rsidRPr="00CC0290" w:rsidRDefault="008C782C" w:rsidP="008C782C">
      <w:pPr>
        <w:pStyle w:val="ConsPlusNormal"/>
        <w:ind w:left="290"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BB0480" w:rsidRDefault="008C782C" w:rsidP="008C782C">
      <w:r w:rsidRPr="00BB0480">
        <w:t>Основными ожидаемыми результатами реализации подпрограммы по итогам 202</w:t>
      </w:r>
      <w:r w:rsidR="00BB0480">
        <w:t>9</w:t>
      </w:r>
      <w:r w:rsidRPr="00BB0480">
        <w:t xml:space="preserve"> года будут: </w:t>
      </w:r>
    </w:p>
    <w:p w:rsidR="00871DB0" w:rsidRPr="00BB0480" w:rsidRDefault="00871DB0" w:rsidP="00871DB0">
      <w:pPr>
        <w:pStyle w:val="a7"/>
        <w:jc w:val="both"/>
      </w:pPr>
      <w:r w:rsidRPr="00BB0480">
        <w:t>снижение количества нарушений прав потребителей на рынке товаров, работ, услуг на территории района</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71DB0" w:rsidRPr="00CC0290" w:rsidRDefault="00871DB0" w:rsidP="008C782C">
      <w:pPr>
        <w:rPr>
          <w:b/>
        </w:rPr>
      </w:pPr>
    </w:p>
    <w:p w:rsidR="008C782C" w:rsidRPr="00CC0290" w:rsidRDefault="00966B55" w:rsidP="008C782C">
      <w:r>
        <w:rPr>
          <w:b/>
        </w:rPr>
        <w:t>1</w:t>
      </w:r>
      <w:r w:rsidR="008C782C" w:rsidRPr="00CC0290">
        <w:rPr>
          <w:b/>
        </w:rPr>
        <w:t>.4. Сроки и этапы реализации муниципальной подпрограммы» должен содержать сроки и этапы реализации муниципальной подпрограммы</w:t>
      </w:r>
      <w:r w:rsidR="008C782C" w:rsidRPr="00CC0290">
        <w:t xml:space="preserve">. </w:t>
      </w:r>
    </w:p>
    <w:p w:rsidR="00BB0480" w:rsidRDefault="008C782C" w:rsidP="00BB0480">
      <w:pPr>
        <w:rPr>
          <w:lang w:eastAsia="ru-RU"/>
        </w:rPr>
      </w:pPr>
      <w:r w:rsidRPr="00CC0290">
        <w:t>Общий срок реализации подпрограммы рассчитан на период с 20</w:t>
      </w:r>
      <w:r w:rsidR="00871DB0" w:rsidRPr="00CC0290">
        <w:t>20</w:t>
      </w:r>
      <w:r w:rsidRPr="00CC0290">
        <w:t xml:space="preserve"> по 202</w:t>
      </w:r>
      <w:r w:rsidR="00BB0480">
        <w:t>9</w:t>
      </w:r>
      <w:r w:rsidRPr="00CC0290">
        <w:t xml:space="preserve"> год .</w:t>
      </w:r>
      <w:r w:rsidR="00BB0480" w:rsidRPr="00BB0480">
        <w:rPr>
          <w:lang w:eastAsia="ru-RU"/>
        </w:rPr>
        <w:t xml:space="preserve"> </w:t>
      </w:r>
      <w:r w:rsidR="00BB0480" w:rsidRPr="00F201F7">
        <w:rPr>
          <w:lang w:eastAsia="ru-RU"/>
        </w:rPr>
        <w:t xml:space="preserve">Реализуется в </w:t>
      </w:r>
      <w:r w:rsidR="00BB0480">
        <w:rPr>
          <w:lang w:eastAsia="ru-RU"/>
        </w:rPr>
        <w:t xml:space="preserve">2 </w:t>
      </w:r>
      <w:r w:rsidR="00BB0480" w:rsidRPr="00F201F7">
        <w:rPr>
          <w:lang w:eastAsia="ru-RU"/>
        </w:rPr>
        <w:t xml:space="preserve"> этап</w:t>
      </w:r>
      <w:r w:rsidR="00BB0480">
        <w:rPr>
          <w:lang w:eastAsia="ru-RU"/>
        </w:rPr>
        <w:t>а:</w:t>
      </w:r>
    </w:p>
    <w:p w:rsidR="00BB0480" w:rsidRDefault="00BB0480" w:rsidP="00BB0480">
      <w:pPr>
        <w:rPr>
          <w:lang w:eastAsia="ru-RU"/>
        </w:rPr>
      </w:pPr>
      <w:r>
        <w:rPr>
          <w:lang w:eastAsia="ru-RU"/>
        </w:rPr>
        <w:t>1 этап -2020-2023  гг</w:t>
      </w:r>
    </w:p>
    <w:p w:rsidR="008C782C" w:rsidRPr="00CC0290" w:rsidRDefault="00BB0480" w:rsidP="00BB0480">
      <w:pPr>
        <w:rPr>
          <w:lang w:eastAsia="ru-RU"/>
        </w:rPr>
      </w:pPr>
      <w:r>
        <w:rPr>
          <w:lang w:eastAsia="ru-RU"/>
        </w:rPr>
        <w:t xml:space="preserve"> 2 этап- 2024-2029 гг</w:t>
      </w:r>
    </w:p>
    <w:p w:rsidR="008C782C" w:rsidRPr="00CC0290" w:rsidRDefault="008C782C" w:rsidP="008C782C">
      <w:pPr>
        <w:ind w:firstLine="709"/>
        <w:rPr>
          <w:b/>
        </w:rPr>
      </w:pPr>
    </w:p>
    <w:p w:rsidR="00E455C0" w:rsidRDefault="008C782C" w:rsidP="00E455C0">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E455C0" w:rsidRDefault="008C782C" w:rsidP="00E455C0">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8C782C">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E455C0" w:rsidP="00E455C0">
      <w:pPr>
        <w:pStyle w:val="ConsPlusNormal"/>
        <w:ind w:firstLine="0"/>
        <w:jc w:val="both"/>
        <w:rPr>
          <w:rFonts w:ascii="Times New Roman" w:hAnsi="Times New Roman"/>
          <w:b/>
          <w:sz w:val="24"/>
          <w:szCs w:val="24"/>
        </w:rPr>
      </w:pPr>
      <w:r>
        <w:rPr>
          <w:rFonts w:ascii="Times New Roman" w:hAnsi="Times New Roman"/>
          <w:b/>
          <w:sz w:val="24"/>
          <w:szCs w:val="24"/>
          <w:u w:val="single"/>
        </w:rPr>
        <w:t xml:space="preserve"> </w:t>
      </w:r>
      <w:r w:rsidR="008C782C"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C0290" w:rsidRDefault="00EF49D4" w:rsidP="008C782C">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p>
    <w:p w:rsidR="00EF49D4" w:rsidRPr="00CC0290" w:rsidRDefault="00EF49D4" w:rsidP="008C782C">
      <w:pPr>
        <w:pStyle w:val="ConsPlusNormal"/>
        <w:ind w:firstLine="540"/>
        <w:jc w:val="both"/>
        <w:outlineLvl w:val="3"/>
        <w:rPr>
          <w:rFonts w:ascii="Times New Roman" w:eastAsia="Calibri" w:hAnsi="Times New Roman"/>
          <w:bCs/>
          <w:sz w:val="24"/>
          <w:szCs w:val="24"/>
        </w:rPr>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Pr="00CC0290" w:rsidRDefault="007A2BA7" w:rsidP="008C782C">
      <w:pPr>
        <w:pStyle w:val="dktexjustify"/>
        <w:shd w:val="clear" w:color="auto" w:fill="FFFFFF"/>
        <w:jc w:val="both"/>
      </w:pPr>
      <w:r w:rsidRPr="00CC0290">
        <w:t xml:space="preserve">         </w:t>
      </w:r>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
    <w:p w:rsidR="008C782C" w:rsidRPr="00CC0290" w:rsidRDefault="008C782C" w:rsidP="008C782C">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w:t>
      </w:r>
    </w:p>
    <w:p w:rsidR="008C782C" w:rsidRPr="00CC0290" w:rsidRDefault="008C782C" w:rsidP="008C782C">
      <w:pPr>
        <w:rPr>
          <w:b/>
        </w:rPr>
      </w:pPr>
    </w:p>
    <w:p w:rsidR="008C782C" w:rsidRPr="00CC0290" w:rsidRDefault="007A2BA7" w:rsidP="008C782C">
      <w:pPr>
        <w:jc w:val="both"/>
        <w:rPr>
          <w:b/>
        </w:rPr>
      </w:pPr>
      <w:r w:rsidRPr="00CC0290">
        <w:t xml:space="preserve">          </w:t>
      </w:r>
      <w:r w:rsidR="008C782C" w:rsidRPr="00CC0290">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8C782C" w:rsidRPr="00CC0290" w:rsidRDefault="008C782C" w:rsidP="008C782C">
      <w:pPr>
        <w:ind w:left="360"/>
        <w:rPr>
          <w:b/>
        </w:rPr>
      </w:pPr>
    </w:p>
    <w:p w:rsidR="008C782C" w:rsidRPr="00CC0290" w:rsidRDefault="008C782C" w:rsidP="008C782C">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8C782C">
      <w:pPr>
        <w:ind w:left="360"/>
      </w:pPr>
    </w:p>
    <w:p w:rsidR="00871DB0" w:rsidRPr="00CC0290" w:rsidRDefault="008C782C" w:rsidP="008C782C">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8C782C">
      <w:pPr>
        <w:jc w:val="right"/>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К основным рискам реализации Программы относятся:</w:t>
      </w:r>
    </w:p>
    <w:p w:rsidR="00871DB0" w:rsidRPr="00CC0290" w:rsidRDefault="00871DB0" w:rsidP="00871DB0">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871DB0">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871DB0">
      <w:pPr>
        <w:ind w:firstLine="150"/>
        <w:jc w:val="both"/>
        <w:rPr>
          <w:rFonts w:eastAsia="Times New Roman"/>
          <w:lang w:eastAsia="ru-RU"/>
        </w:rPr>
      </w:pPr>
      <w:r w:rsidRPr="00CC0290">
        <w:rPr>
          <w:rFonts w:eastAsia="Times New Roman"/>
          <w:lang w:eastAsia="ru-RU"/>
        </w:rPr>
        <w:t>- недостаточная проработка вопросов, решаемых в рамках программы, недостаточная подготовка управленческого персонала;</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A903D2">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632087" w:rsidRDefault="00A903D2" w:rsidP="00A6758F">
      <w:pPr>
        <w:tabs>
          <w:tab w:val="left" w:pos="0"/>
          <w:tab w:val="left" w:pos="709"/>
        </w:tabs>
        <w:jc w:val="center"/>
      </w:pPr>
      <w:r>
        <w:rPr>
          <w:rFonts w:eastAsia="Times New Roman"/>
          <w:lang w:eastAsia="ru-RU"/>
        </w:rPr>
        <w:t>-</w:t>
      </w:r>
      <w:r w:rsidR="003B50AC">
        <w:rPr>
          <w:rFonts w:eastAsia="Times New Roman"/>
          <w:lang w:eastAsia="ru-RU"/>
        </w:rPr>
        <w:t xml:space="preserve">изменения </w:t>
      </w:r>
      <w:r w:rsidR="003B50AC" w:rsidRPr="003B50AC">
        <w:rPr>
          <w:rFonts w:eastAsia="Times New Roman"/>
          <w:lang w:eastAsia="ru-RU"/>
        </w:rPr>
        <w:t>в действующие нормативно-правовые акты органов местного самоуправления Таловского  муниципального района должны вноситься своевременно.</w:t>
      </w:r>
      <w:r w:rsidR="00A6758F">
        <w:t xml:space="preserve"> </w:t>
      </w:r>
    </w:p>
    <w:p w:rsidR="00632087" w:rsidRDefault="00632087" w:rsidP="00406CD5">
      <w:pPr>
        <w:jc w:val="right"/>
      </w:pPr>
    </w:p>
    <w:p w:rsidR="00632087" w:rsidRPr="000C786E" w:rsidRDefault="00632087" w:rsidP="00406CD5">
      <w:pPr>
        <w:pStyle w:val="ConsPlusNormal"/>
        <w:ind w:firstLine="0"/>
        <w:jc w:val="center"/>
        <w:outlineLvl w:val="3"/>
        <w:rPr>
          <w:rFonts w:ascii="Times New Roman" w:hAnsi="Times New Roman"/>
          <w:sz w:val="24"/>
          <w:szCs w:val="24"/>
        </w:rPr>
        <w:sectPr w:rsidR="00632087" w:rsidRPr="000C786E" w:rsidSect="00A6758F">
          <w:headerReference w:type="even" r:id="rId28"/>
          <w:headerReference w:type="default" r:id="rId29"/>
          <w:footerReference w:type="even" r:id="rId30"/>
          <w:footerReference w:type="default" r:id="rId31"/>
          <w:headerReference w:type="first" r:id="rId32"/>
          <w:footerReference w:type="first" r:id="rId33"/>
          <w:type w:val="nextColumn"/>
          <w:pgSz w:w="11907" w:h="16840" w:code="9"/>
          <w:pgMar w:top="719" w:right="847" w:bottom="719" w:left="1620"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Приложение 1</w:t>
      </w:r>
    </w:p>
    <w:p w:rsidR="00632087" w:rsidRDefault="00632087" w:rsidP="00406CD5">
      <w:pPr>
        <w:pStyle w:val="ConsPlusNormal"/>
        <w:ind w:firstLine="0"/>
        <w:jc w:val="right"/>
        <w:outlineLvl w:val="3"/>
        <w:rPr>
          <w:rFonts w:ascii="Times New Roman" w:hAnsi="Times New Roman"/>
          <w:sz w:val="26"/>
          <w:szCs w:val="26"/>
        </w:rPr>
      </w:pP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Layout w:type="fixed"/>
        <w:tblLook w:val="00A0" w:firstRow="1" w:lastRow="0" w:firstColumn="1" w:lastColumn="0" w:noHBand="0" w:noVBand="0"/>
      </w:tblPr>
      <w:tblGrid>
        <w:gridCol w:w="14982"/>
      </w:tblGrid>
      <w:tr w:rsidR="006C07C7" w:rsidRPr="006C07C7" w:rsidTr="00406CD5">
        <w:trPr>
          <w:trHeight w:val="337"/>
        </w:trPr>
        <w:tc>
          <w:tcPr>
            <w:tcW w:w="14982" w:type="dxa"/>
            <w:vAlign w:val="center"/>
          </w:tcPr>
          <w:p w:rsidR="00632087" w:rsidRDefault="00632087" w:rsidP="00406CD5">
            <w:pPr>
              <w:jc w:val="center"/>
              <w:rPr>
                <w:b/>
                <w:sz w:val="26"/>
                <w:szCs w:val="26"/>
              </w:rPr>
            </w:pPr>
            <w:r w:rsidRPr="006C07C7">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p w:rsidR="00060558" w:rsidRDefault="00060558" w:rsidP="00406CD5">
            <w:pPr>
              <w:jc w:val="center"/>
              <w:rPr>
                <w:b/>
                <w:sz w:val="26"/>
                <w:szCs w:val="26"/>
              </w:rPr>
            </w:pPr>
          </w:p>
          <w:tbl>
            <w:tblPr>
              <w:tblW w:w="15817" w:type="dxa"/>
              <w:tblLayout w:type="fixed"/>
              <w:tblLook w:val="04A0" w:firstRow="1" w:lastRow="0" w:firstColumn="1" w:lastColumn="0" w:noHBand="0" w:noVBand="1"/>
            </w:tblPr>
            <w:tblGrid>
              <w:gridCol w:w="844"/>
              <w:gridCol w:w="2272"/>
              <w:gridCol w:w="1231"/>
              <w:gridCol w:w="821"/>
              <w:gridCol w:w="709"/>
              <w:gridCol w:w="869"/>
              <w:gridCol w:w="709"/>
              <w:gridCol w:w="789"/>
              <w:gridCol w:w="646"/>
              <w:gridCol w:w="725"/>
              <w:gridCol w:w="869"/>
              <w:gridCol w:w="869"/>
              <w:gridCol w:w="869"/>
              <w:gridCol w:w="869"/>
              <w:gridCol w:w="1363"/>
              <w:gridCol w:w="1363"/>
            </w:tblGrid>
            <w:tr w:rsidR="00060558" w:rsidRPr="00060558" w:rsidTr="005D3871">
              <w:trPr>
                <w:gridAfter w:val="1"/>
                <w:wAfter w:w="1363" w:type="dxa"/>
                <w:trHeight w:val="1092"/>
              </w:trPr>
              <w:tc>
                <w:tcPr>
                  <w:tcW w:w="8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п/п</w:t>
                  </w:r>
                </w:p>
              </w:tc>
              <w:tc>
                <w:tcPr>
                  <w:tcW w:w="227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Наименование показателя (индикатора)</w:t>
                  </w:r>
                </w:p>
              </w:tc>
              <w:tc>
                <w:tcPr>
                  <w:tcW w:w="12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 измерения</w:t>
                  </w:r>
                </w:p>
              </w:tc>
              <w:tc>
                <w:tcPr>
                  <w:tcW w:w="10107" w:type="dxa"/>
                  <w:gridSpan w:val="12"/>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Значения показателя (индикатора) по годам реализации государственной программы</w:t>
                  </w:r>
                </w:p>
              </w:tc>
            </w:tr>
            <w:tr w:rsidR="00060558" w:rsidRPr="00060558" w:rsidTr="005D3871">
              <w:trPr>
                <w:gridAfter w:val="1"/>
                <w:wAfter w:w="1363" w:type="dxa"/>
                <w:trHeight w:val="312"/>
              </w:trPr>
              <w:tc>
                <w:tcPr>
                  <w:tcW w:w="844"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9C04CF">
                  <w:pPr>
                    <w:framePr w:hSpace="180" w:wrap="around" w:vAnchor="text" w:hAnchor="text" w:y="1"/>
                    <w:suppressOverlap/>
                    <w:rPr>
                      <w:rFonts w:eastAsia="Times New Roman"/>
                      <w:color w:val="000000"/>
                      <w:sz w:val="22"/>
                      <w:szCs w:val="22"/>
                      <w:lang w:eastAsia="ru-RU"/>
                    </w:rPr>
                  </w:pPr>
                </w:p>
              </w:tc>
              <w:tc>
                <w:tcPr>
                  <w:tcW w:w="2272"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9C04CF">
                  <w:pPr>
                    <w:framePr w:hSpace="180" w:wrap="around" w:vAnchor="text" w:hAnchor="text" w:y="1"/>
                    <w:suppressOverlap/>
                    <w:rPr>
                      <w:rFonts w:eastAsia="Times New Roman"/>
                      <w:color w:val="000000"/>
                      <w:sz w:val="22"/>
                      <w:szCs w:val="22"/>
                      <w:lang w:eastAsia="ru-RU"/>
                    </w:rPr>
                  </w:pPr>
                </w:p>
              </w:tc>
              <w:tc>
                <w:tcPr>
                  <w:tcW w:w="1231"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9C04CF">
                  <w:pPr>
                    <w:framePr w:hSpace="180" w:wrap="around" w:vAnchor="text" w:hAnchor="text" w:y="1"/>
                    <w:suppressOverlap/>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2018</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2019</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2020</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2021</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2022</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0"/>
                      <w:szCs w:val="20"/>
                      <w:lang w:eastAsia="ru-RU"/>
                    </w:rPr>
                  </w:pPr>
                  <w:r w:rsidRPr="00060558">
                    <w:rPr>
                      <w:rFonts w:eastAsia="Times New Roman"/>
                      <w:color w:val="000000"/>
                      <w:sz w:val="20"/>
                      <w:szCs w:val="20"/>
                      <w:lang w:eastAsia="ru-RU"/>
                    </w:rPr>
                    <w:t>2023</w:t>
                  </w:r>
                </w:p>
              </w:tc>
              <w:tc>
                <w:tcPr>
                  <w:tcW w:w="725"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2024</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2026</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2027</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2028</w:t>
                  </w:r>
                </w:p>
              </w:tc>
              <w:tc>
                <w:tcPr>
                  <w:tcW w:w="136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2029</w:t>
                  </w:r>
                </w:p>
              </w:tc>
            </w:tr>
            <w:tr w:rsidR="00060558" w:rsidRPr="00060558" w:rsidTr="005D3871">
              <w:trPr>
                <w:gridAfter w:val="1"/>
                <w:wAfter w:w="1363" w:type="dxa"/>
                <w:trHeight w:val="31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272"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1231"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060558" w:rsidRPr="00060558" w:rsidTr="005D3871">
              <w:trPr>
                <w:gridAfter w:val="1"/>
                <w:wAfter w:w="1363" w:type="dxa"/>
                <w:trHeight w:val="492"/>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060558" w:rsidRPr="00060558" w:rsidRDefault="00060558"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МУНИЦИПАЛЬНАЯ ПРОГРАММА </w:t>
                  </w:r>
                  <w:r w:rsidRPr="00060558">
                    <w:rPr>
                      <w:rFonts w:eastAsia="Times New Roman"/>
                      <w:b/>
                      <w:bCs/>
                      <w:color w:val="000000"/>
                      <w:sz w:val="22"/>
                      <w:szCs w:val="22"/>
                      <w:lang w:eastAsia="ru-RU"/>
                    </w:rPr>
                    <w:t>«Муниципальное управление и гражданское общество»</w:t>
                  </w:r>
                </w:p>
              </w:tc>
            </w:tr>
            <w:tr w:rsidR="005D3871" w:rsidRPr="00060558" w:rsidTr="005D3871">
              <w:trPr>
                <w:trHeight w:val="861"/>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272"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муниципальных услуг, оказываемых в электронном виде</w:t>
                  </w:r>
                </w:p>
              </w:tc>
              <w:tc>
                <w:tcPr>
                  <w:tcW w:w="1231"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18</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vAlign w:val="bottom"/>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r>
            <w:tr w:rsidR="005D3871" w:rsidRPr="00060558" w:rsidTr="005D3871">
              <w:trPr>
                <w:gridAfter w:val="1"/>
                <w:wAfter w:w="1363" w:type="dxa"/>
                <w:trHeight w:val="130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2272"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проекты которых прошли правовую и антикоррупционную экспертизу</w:t>
                  </w:r>
                </w:p>
              </w:tc>
              <w:tc>
                <w:tcPr>
                  <w:tcW w:w="1231"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  </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5D3871" w:rsidRPr="00060558" w:rsidTr="005D3871">
              <w:trPr>
                <w:gridAfter w:val="1"/>
                <w:wAfter w:w="1363" w:type="dxa"/>
                <w:trHeight w:val="528"/>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1. «Создание условий для обеспечения муниципального управления»</w:t>
                  </w:r>
                </w:p>
              </w:tc>
            </w:tr>
            <w:tr w:rsidR="005D3871" w:rsidRPr="00060558" w:rsidTr="005D3871">
              <w:trPr>
                <w:gridAfter w:val="1"/>
                <w:wAfter w:w="1363" w:type="dxa"/>
                <w:trHeight w:val="927"/>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1.1.</w:t>
                  </w:r>
                </w:p>
              </w:tc>
              <w:tc>
                <w:tcPr>
                  <w:tcW w:w="2272"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опротестованных прокуратурой</w:t>
                  </w:r>
                </w:p>
              </w:tc>
              <w:tc>
                <w:tcPr>
                  <w:tcW w:w="1231"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r>
            <w:tr w:rsidR="005D3871" w:rsidRPr="00060558" w:rsidTr="005D3871">
              <w:trPr>
                <w:gridAfter w:val="1"/>
                <w:wAfter w:w="1363" w:type="dxa"/>
                <w:trHeight w:val="1273"/>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1.2.</w:t>
                  </w:r>
                </w:p>
              </w:tc>
              <w:tc>
                <w:tcPr>
                  <w:tcW w:w="2272"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НПА, опубликованных на официальном сайте администрации района.</w:t>
                  </w:r>
                </w:p>
              </w:tc>
              <w:tc>
                <w:tcPr>
                  <w:tcW w:w="123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5D3871" w:rsidRPr="00060558" w:rsidTr="005D3871">
              <w:trPr>
                <w:gridAfter w:val="1"/>
                <w:wAfter w:w="1363" w:type="dxa"/>
                <w:trHeight w:val="423"/>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272" w:type="dxa"/>
                  <w:tcBorders>
                    <w:top w:val="single" w:sz="4" w:space="0" w:color="auto"/>
                    <w:left w:val="nil"/>
                    <w:bottom w:val="single" w:sz="4" w:space="0" w:color="auto"/>
                    <w:right w:val="single" w:sz="4" w:space="0" w:color="auto"/>
                  </w:tcBorders>
                  <w:shd w:val="clear" w:color="000000" w:fill="FFFFFF"/>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1231" w:type="dxa"/>
                  <w:tcBorders>
                    <w:top w:val="single" w:sz="4" w:space="0" w:color="auto"/>
                    <w:left w:val="nil"/>
                    <w:bottom w:val="single" w:sz="4" w:space="0" w:color="auto"/>
                    <w:right w:val="single" w:sz="4" w:space="0" w:color="auto"/>
                  </w:tcBorders>
                  <w:shd w:val="clear" w:color="000000" w:fill="FFFFFF"/>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nil"/>
                    <w:bottom w:val="single" w:sz="4" w:space="0" w:color="auto"/>
                    <w:right w:val="single" w:sz="4" w:space="0" w:color="auto"/>
                  </w:tcBorders>
                  <w:shd w:val="clear" w:color="000000" w:fill="FFFFFF"/>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nil"/>
                    <w:bottom w:val="single" w:sz="4" w:space="0" w:color="auto"/>
                    <w:right w:val="single" w:sz="4" w:space="0" w:color="auto"/>
                  </w:tcBorders>
                  <w:shd w:val="clear" w:color="000000" w:fill="FFFFFF"/>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nil"/>
                    <w:bottom w:val="single" w:sz="4" w:space="0" w:color="auto"/>
                    <w:right w:val="single" w:sz="4" w:space="0" w:color="auto"/>
                  </w:tcBorders>
                  <w:shd w:val="clear" w:color="auto" w:fill="auto"/>
                  <w:noWrap/>
                  <w:vAlign w:val="bottom"/>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nil"/>
                    <w:bottom w:val="single" w:sz="4" w:space="0" w:color="auto"/>
                    <w:right w:val="single" w:sz="4" w:space="0" w:color="auto"/>
                  </w:tcBorders>
                  <w:shd w:val="clear" w:color="auto" w:fill="auto"/>
                  <w:noWrap/>
                  <w:vAlign w:val="bottom"/>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5D3871" w:rsidRPr="00060558" w:rsidTr="005D3871">
              <w:trPr>
                <w:gridAfter w:val="1"/>
                <w:wAfter w:w="1363" w:type="dxa"/>
                <w:trHeight w:val="936"/>
              </w:trPr>
              <w:tc>
                <w:tcPr>
                  <w:tcW w:w="1445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2</w:t>
                  </w:r>
                  <w:r w:rsidRPr="00060558">
                    <w:rPr>
                      <w:rFonts w:eastAsia="Times New Roman"/>
                      <w:color w:val="000000"/>
                      <w:sz w:val="22"/>
                      <w:szCs w:val="22"/>
                      <w:lang w:eastAsia="ru-RU"/>
                    </w:rPr>
                    <w:t xml:space="preserve">. </w:t>
                  </w:r>
                  <w:r w:rsidRPr="00060558">
                    <w:rPr>
                      <w:rFonts w:eastAsia="Times New Roman"/>
                      <w:b/>
                      <w:bCs/>
                      <w:color w:val="000000"/>
                      <w:sz w:val="22"/>
                      <w:szCs w:val="22"/>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5D3871" w:rsidRPr="00060558" w:rsidTr="005D3871">
              <w:trPr>
                <w:gridAfter w:val="1"/>
                <w:wAfter w:w="1363" w:type="dxa"/>
                <w:trHeight w:val="1873"/>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2.1</w:t>
                  </w:r>
                </w:p>
              </w:tc>
              <w:tc>
                <w:tcPr>
                  <w:tcW w:w="2272"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Охват численности населения Таловского района при возникновении чрезвычайных ситуаций природного и техногенного характера</w:t>
                  </w:r>
                </w:p>
              </w:tc>
              <w:tc>
                <w:tcPr>
                  <w:tcW w:w="1231"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r w:rsidR="005D3871" w:rsidRPr="00060558" w:rsidTr="005D3871">
              <w:trPr>
                <w:gridAfter w:val="1"/>
                <w:wAfter w:w="1363" w:type="dxa"/>
                <w:trHeight w:val="1404"/>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2.2</w:t>
                  </w:r>
                </w:p>
              </w:tc>
              <w:tc>
                <w:tcPr>
                  <w:tcW w:w="2272"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Быстрота реагирования на угрозу или возникновение ЧС (происшествий)</w:t>
                  </w:r>
                </w:p>
              </w:tc>
              <w:tc>
                <w:tcPr>
                  <w:tcW w:w="1231"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мин</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89"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r>
            <w:tr w:rsidR="005D3871" w:rsidRPr="00060558" w:rsidTr="005D3871">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2,3</w:t>
                  </w:r>
                </w:p>
              </w:tc>
              <w:tc>
                <w:tcPr>
                  <w:tcW w:w="2272"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Безаварийность транспортного обслуживания</w:t>
                  </w:r>
                </w:p>
              </w:tc>
              <w:tc>
                <w:tcPr>
                  <w:tcW w:w="1231"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Количество аварий</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89"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646" w:type="dxa"/>
                  <w:tcBorders>
                    <w:top w:val="nil"/>
                    <w:left w:val="nil"/>
                    <w:bottom w:val="single" w:sz="4" w:space="0" w:color="auto"/>
                    <w:right w:val="single" w:sz="4" w:space="0" w:color="auto"/>
                  </w:tcBorders>
                  <w:shd w:val="clear" w:color="auto" w:fill="auto"/>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r>
            <w:tr w:rsidR="005D3871" w:rsidRPr="00060558" w:rsidTr="005D3871">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c>
                <w:tcPr>
                  <w:tcW w:w="2272" w:type="dxa"/>
                  <w:tcBorders>
                    <w:top w:val="nil"/>
                    <w:left w:val="nil"/>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3. «Управление муниципальным имуществом»</w:t>
                  </w:r>
                </w:p>
              </w:tc>
              <w:tc>
                <w:tcPr>
                  <w:tcW w:w="1231" w:type="dxa"/>
                  <w:tcBorders>
                    <w:top w:val="nil"/>
                    <w:left w:val="nil"/>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p>
              </w:tc>
              <w:tc>
                <w:tcPr>
                  <w:tcW w:w="646" w:type="dxa"/>
                  <w:tcBorders>
                    <w:top w:val="nil"/>
                    <w:left w:val="nil"/>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c>
                <w:tcPr>
                  <w:tcW w:w="725" w:type="dxa"/>
                  <w:tcBorders>
                    <w:top w:val="nil"/>
                    <w:left w:val="nil"/>
                    <w:bottom w:val="single" w:sz="4" w:space="0" w:color="auto"/>
                    <w:right w:val="single" w:sz="4" w:space="0" w:color="auto"/>
                  </w:tcBorders>
                  <w:shd w:val="clear" w:color="auto" w:fill="auto"/>
                  <w:noWrap/>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5D3871" w:rsidRPr="00060558" w:rsidRDefault="005D3871" w:rsidP="009C04CF">
                  <w:pPr>
                    <w:framePr w:hSpace="180" w:wrap="around" w:vAnchor="text" w:hAnchor="text" w:y="1"/>
                    <w:suppressOverlap/>
                    <w:jc w:val="right"/>
                    <w:rPr>
                      <w:rFonts w:eastAsia="Times New Roman"/>
                      <w:color w:val="000000"/>
                      <w:sz w:val="22"/>
                      <w:szCs w:val="22"/>
                      <w:lang w:eastAsia="ru-RU"/>
                    </w:rPr>
                  </w:pPr>
                </w:p>
              </w:tc>
            </w:tr>
            <w:tr w:rsidR="005D3871" w:rsidRPr="00060558" w:rsidTr="005D3871">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3.1.</w:t>
                  </w:r>
                </w:p>
              </w:tc>
              <w:tc>
                <w:tcPr>
                  <w:tcW w:w="2272" w:type="dxa"/>
                  <w:tcBorders>
                    <w:top w:val="nil"/>
                    <w:left w:val="nil"/>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муниципального имущества</w:t>
                  </w:r>
                </w:p>
              </w:tc>
              <w:tc>
                <w:tcPr>
                  <w:tcW w:w="1231" w:type="dxa"/>
                  <w:tcBorders>
                    <w:top w:val="nil"/>
                    <w:left w:val="nil"/>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21" w:type="dxa"/>
                  <w:tcBorders>
                    <w:top w:val="single" w:sz="4" w:space="0" w:color="auto"/>
                    <w:left w:val="nil"/>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5D3871" w:rsidRPr="00060558" w:rsidRDefault="005D3871"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5D3871" w:rsidRPr="00060558" w:rsidRDefault="00B17DE0"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5D3871" w:rsidRPr="00060558" w:rsidRDefault="00B17DE0"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5D3871" w:rsidRPr="00060558" w:rsidRDefault="00B17DE0" w:rsidP="009C04CF">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5D3871" w:rsidRPr="00060558" w:rsidRDefault="00B17DE0"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5D3871" w:rsidRPr="00060558" w:rsidRDefault="00B17DE0"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5D3871" w:rsidRPr="00060558" w:rsidRDefault="00B17DE0"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5D3871" w:rsidRPr="00060558" w:rsidRDefault="00B17DE0"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5D3871" w:rsidRPr="00060558" w:rsidRDefault="00B17DE0" w:rsidP="009C04CF">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5D3871" w:rsidRPr="00060558" w:rsidRDefault="00B17DE0"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5D3871" w:rsidRPr="00060558" w:rsidRDefault="00B17DE0" w:rsidP="009C04CF">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r>
            <w:tr w:rsidR="00B17DE0" w:rsidRPr="00060558" w:rsidTr="00B17DE0">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3.2.</w:t>
                  </w:r>
                </w:p>
              </w:tc>
              <w:tc>
                <w:tcPr>
                  <w:tcW w:w="2272" w:type="dxa"/>
                  <w:tcBorders>
                    <w:top w:val="nil"/>
                    <w:left w:val="nil"/>
                    <w:bottom w:val="single" w:sz="4" w:space="0" w:color="auto"/>
                    <w:right w:val="single" w:sz="4" w:space="0" w:color="auto"/>
                  </w:tcBorders>
                  <w:shd w:val="clear" w:color="auto" w:fill="auto"/>
                  <w:vAlign w:val="center"/>
                </w:tcPr>
                <w:p w:rsidR="00B17DE0"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земельных участков</w:t>
                  </w:r>
                </w:p>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1231"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B17DE0" w:rsidRPr="00456385" w:rsidRDefault="00B17DE0" w:rsidP="009C04CF">
                  <w:pPr>
                    <w:framePr w:hSpace="180" w:wrap="around" w:vAnchor="text" w:hAnchor="text" w:y="1"/>
                    <w:suppressOverlap/>
                    <w:rPr>
                      <w:sz w:val="22"/>
                      <w:szCs w:val="22"/>
                    </w:rPr>
                  </w:pPr>
                </w:p>
                <w:p w:rsidR="00B17DE0" w:rsidRPr="00456385" w:rsidRDefault="00B17DE0" w:rsidP="009C04CF">
                  <w:pPr>
                    <w:framePr w:hSpace="180" w:wrap="around" w:vAnchor="text" w:hAnchor="text" w:y="1"/>
                    <w:suppressOverlap/>
                    <w:rPr>
                      <w:sz w:val="22"/>
                      <w:szCs w:val="22"/>
                    </w:rPr>
                  </w:pPr>
                </w:p>
                <w:p w:rsidR="00B17DE0" w:rsidRPr="00456385" w:rsidRDefault="00B17DE0" w:rsidP="009C04CF">
                  <w:pPr>
                    <w:framePr w:hSpace="180" w:wrap="around" w:vAnchor="text" w:hAnchor="text" w:y="1"/>
                    <w:suppressOverlap/>
                    <w:rPr>
                      <w:sz w:val="22"/>
                      <w:szCs w:val="22"/>
                    </w:rPr>
                  </w:pPr>
                  <w:r w:rsidRPr="00456385">
                    <w:rPr>
                      <w:sz w:val="22"/>
                      <w:szCs w:val="22"/>
                    </w:rPr>
                    <w:t>91</w:t>
                  </w:r>
                </w:p>
              </w:tc>
              <w:tc>
                <w:tcPr>
                  <w:tcW w:w="709" w:type="dxa"/>
                  <w:tcBorders>
                    <w:top w:val="nil"/>
                    <w:left w:val="nil"/>
                    <w:bottom w:val="single" w:sz="4" w:space="0" w:color="auto"/>
                    <w:right w:val="single" w:sz="4" w:space="0" w:color="auto"/>
                  </w:tcBorders>
                  <w:shd w:val="clear" w:color="auto" w:fill="auto"/>
                  <w:vAlign w:val="center"/>
                </w:tcPr>
                <w:p w:rsidR="00B17DE0" w:rsidRPr="00456385" w:rsidRDefault="00B17DE0" w:rsidP="009C04CF">
                  <w:pPr>
                    <w:framePr w:hSpace="180" w:wrap="around" w:vAnchor="text" w:hAnchor="text" w:y="1"/>
                    <w:autoSpaceDE w:val="0"/>
                    <w:autoSpaceDN w:val="0"/>
                    <w:adjustRightInd w:val="0"/>
                    <w:suppressOverlap/>
                    <w:jc w:val="center"/>
                    <w:rPr>
                      <w:sz w:val="22"/>
                      <w:szCs w:val="22"/>
                    </w:rPr>
                  </w:pPr>
                  <w:r w:rsidRPr="00456385">
                    <w:rPr>
                      <w:sz w:val="22"/>
                      <w:szCs w:val="22"/>
                    </w:rPr>
                    <w:t>92</w:t>
                  </w:r>
                </w:p>
              </w:tc>
              <w:tc>
                <w:tcPr>
                  <w:tcW w:w="789" w:type="dxa"/>
                  <w:tcBorders>
                    <w:top w:val="nil"/>
                    <w:left w:val="nil"/>
                    <w:bottom w:val="single" w:sz="4" w:space="0" w:color="auto"/>
                    <w:right w:val="single" w:sz="4" w:space="0" w:color="auto"/>
                  </w:tcBorders>
                  <w:shd w:val="clear" w:color="auto" w:fill="auto"/>
                  <w:vAlign w:val="center"/>
                </w:tcPr>
                <w:p w:rsidR="00B17DE0" w:rsidRPr="00456385" w:rsidRDefault="00B17DE0" w:rsidP="009C04CF">
                  <w:pPr>
                    <w:framePr w:hSpace="180" w:wrap="around" w:vAnchor="text" w:hAnchor="text" w:y="1"/>
                    <w:autoSpaceDE w:val="0"/>
                    <w:autoSpaceDN w:val="0"/>
                    <w:adjustRightInd w:val="0"/>
                    <w:suppressOverlap/>
                    <w:jc w:val="center"/>
                    <w:rPr>
                      <w:sz w:val="22"/>
                      <w:szCs w:val="22"/>
                    </w:rPr>
                  </w:pPr>
                  <w:r w:rsidRPr="00456385">
                    <w:rPr>
                      <w:sz w:val="22"/>
                      <w:szCs w:val="22"/>
                    </w:rPr>
                    <w:t>93</w:t>
                  </w:r>
                </w:p>
              </w:tc>
              <w:tc>
                <w:tcPr>
                  <w:tcW w:w="646" w:type="dxa"/>
                  <w:tcBorders>
                    <w:top w:val="nil"/>
                    <w:left w:val="nil"/>
                    <w:bottom w:val="single" w:sz="4" w:space="0" w:color="auto"/>
                    <w:right w:val="single" w:sz="4" w:space="0" w:color="auto"/>
                  </w:tcBorders>
                  <w:shd w:val="clear" w:color="auto" w:fill="auto"/>
                  <w:vAlign w:val="center"/>
                </w:tcPr>
                <w:p w:rsidR="00B17DE0" w:rsidRPr="00456385" w:rsidRDefault="00B17DE0" w:rsidP="009C04CF">
                  <w:pPr>
                    <w:framePr w:hSpace="180" w:wrap="around" w:vAnchor="text" w:hAnchor="text" w:y="1"/>
                    <w:autoSpaceDE w:val="0"/>
                    <w:autoSpaceDN w:val="0"/>
                    <w:adjustRightInd w:val="0"/>
                    <w:suppressOverlap/>
                    <w:jc w:val="center"/>
                    <w:rPr>
                      <w:sz w:val="22"/>
                      <w:szCs w:val="22"/>
                    </w:rPr>
                  </w:pPr>
                  <w:r w:rsidRPr="00456385">
                    <w:rPr>
                      <w:sz w:val="22"/>
                      <w:szCs w:val="22"/>
                    </w:rPr>
                    <w:t>94</w:t>
                  </w:r>
                </w:p>
              </w:tc>
              <w:tc>
                <w:tcPr>
                  <w:tcW w:w="725"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94,2</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94,4</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94,6</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94,8</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95,0</w:t>
                  </w:r>
                </w:p>
              </w:tc>
              <w:tc>
                <w:tcPr>
                  <w:tcW w:w="1363"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95,2</w:t>
                  </w:r>
                </w:p>
              </w:tc>
            </w:tr>
            <w:tr w:rsidR="00B17DE0" w:rsidRPr="00060558" w:rsidTr="00B17DE0">
              <w:trPr>
                <w:gridAfter w:val="1"/>
                <w:wAfter w:w="1363" w:type="dxa"/>
                <w:trHeight w:val="28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B17DE0" w:rsidRPr="00060558" w:rsidTr="00B17DE0">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2272"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4. «Обеспечение жильем молодых семей»</w:t>
                  </w:r>
                </w:p>
              </w:tc>
              <w:tc>
                <w:tcPr>
                  <w:tcW w:w="1231"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B17DE0" w:rsidRPr="00456385" w:rsidRDefault="00B17DE0" w:rsidP="009C04CF">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17DE0" w:rsidRPr="00456385" w:rsidRDefault="00B17DE0" w:rsidP="009C04CF">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B17DE0" w:rsidRPr="00456385" w:rsidRDefault="00B17DE0" w:rsidP="009C04CF">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B17DE0" w:rsidRPr="00456385" w:rsidRDefault="00B17DE0" w:rsidP="009C04CF">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p>
              </w:tc>
            </w:tr>
            <w:tr w:rsidR="00B17DE0" w:rsidRPr="00060558" w:rsidTr="00526EFD">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4.1.</w:t>
                  </w:r>
                </w:p>
              </w:tc>
              <w:tc>
                <w:tcPr>
                  <w:tcW w:w="2272"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Количество молодых семей, улучшивших жилищные условия с помощью государственной поддержки</w:t>
                  </w:r>
                </w:p>
              </w:tc>
              <w:tc>
                <w:tcPr>
                  <w:tcW w:w="1231"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Единиц</w:t>
                  </w:r>
                </w:p>
              </w:tc>
              <w:tc>
                <w:tcPr>
                  <w:tcW w:w="821"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13</w:t>
                  </w:r>
                </w:p>
              </w:tc>
              <w:tc>
                <w:tcPr>
                  <w:tcW w:w="70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14</w:t>
                  </w:r>
                </w:p>
              </w:tc>
              <w:tc>
                <w:tcPr>
                  <w:tcW w:w="86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0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8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nil"/>
                    <w:left w:val="nil"/>
                    <w:bottom w:val="single" w:sz="4" w:space="0" w:color="auto"/>
                    <w:right w:val="single" w:sz="4" w:space="0" w:color="auto"/>
                  </w:tcBorders>
                  <w:shd w:val="clear" w:color="auto" w:fill="auto"/>
                  <w:vAlign w:val="center"/>
                </w:tcPr>
                <w:p w:rsidR="00B17DE0" w:rsidRPr="00456385" w:rsidRDefault="00803A12" w:rsidP="009C04CF">
                  <w:pPr>
                    <w:framePr w:hSpace="180" w:wrap="around" w:vAnchor="text" w:hAnchor="text" w:y="1"/>
                    <w:autoSpaceDE w:val="0"/>
                    <w:autoSpaceDN w:val="0"/>
                    <w:adjustRightInd w:val="0"/>
                    <w:suppressOverlap/>
                    <w:jc w:val="center"/>
                    <w:rPr>
                      <w:sz w:val="22"/>
                      <w:szCs w:val="22"/>
                    </w:rPr>
                  </w:pPr>
                  <w:r>
                    <w:rPr>
                      <w:sz w:val="22"/>
                      <w:szCs w:val="22"/>
                    </w:rPr>
                    <w:t>8</w:t>
                  </w:r>
                </w:p>
              </w:tc>
              <w:tc>
                <w:tcPr>
                  <w:tcW w:w="725"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1363"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r>
            <w:tr w:rsidR="00B17DE0" w:rsidRPr="00060558" w:rsidTr="00526EFD">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2272"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5. «Развитие и поддержка малого и  среднего предпринимательства»</w:t>
                  </w:r>
                </w:p>
              </w:tc>
              <w:tc>
                <w:tcPr>
                  <w:tcW w:w="1231"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B17DE0" w:rsidRPr="00456385" w:rsidRDefault="00B17DE0" w:rsidP="009C04CF">
                  <w:pPr>
                    <w:framePr w:hSpace="180" w:wrap="around" w:vAnchor="text" w:hAnchor="text" w:y="1"/>
                    <w:suppressOverlap/>
                    <w:rPr>
                      <w:sz w:val="22"/>
                      <w:szCs w:val="22"/>
                    </w:rPr>
                  </w:pPr>
                </w:p>
              </w:tc>
              <w:tc>
                <w:tcPr>
                  <w:tcW w:w="709" w:type="dxa"/>
                  <w:tcBorders>
                    <w:top w:val="nil"/>
                    <w:left w:val="nil"/>
                    <w:bottom w:val="single" w:sz="4" w:space="0" w:color="auto"/>
                    <w:right w:val="single" w:sz="4" w:space="0" w:color="auto"/>
                  </w:tcBorders>
                  <w:shd w:val="clear" w:color="auto" w:fill="auto"/>
                  <w:vAlign w:val="center"/>
                </w:tcPr>
                <w:p w:rsidR="00B17DE0" w:rsidRPr="00456385" w:rsidRDefault="00B17DE0" w:rsidP="009C04CF">
                  <w:pPr>
                    <w:framePr w:hSpace="180" w:wrap="around" w:vAnchor="text" w:hAnchor="text" w:y="1"/>
                    <w:autoSpaceDE w:val="0"/>
                    <w:autoSpaceDN w:val="0"/>
                    <w:adjustRightInd w:val="0"/>
                    <w:suppressOverlap/>
                    <w:jc w:val="center"/>
                    <w:rPr>
                      <w:sz w:val="22"/>
                      <w:szCs w:val="22"/>
                    </w:rPr>
                  </w:pPr>
                </w:p>
              </w:tc>
              <w:tc>
                <w:tcPr>
                  <w:tcW w:w="789" w:type="dxa"/>
                  <w:tcBorders>
                    <w:top w:val="nil"/>
                    <w:left w:val="nil"/>
                    <w:bottom w:val="single" w:sz="4" w:space="0" w:color="auto"/>
                    <w:right w:val="single" w:sz="4" w:space="0" w:color="auto"/>
                  </w:tcBorders>
                  <w:shd w:val="clear" w:color="auto" w:fill="auto"/>
                  <w:vAlign w:val="center"/>
                </w:tcPr>
                <w:p w:rsidR="00B17DE0" w:rsidRPr="00456385" w:rsidRDefault="00B17DE0" w:rsidP="009C04CF">
                  <w:pPr>
                    <w:framePr w:hSpace="180" w:wrap="around" w:vAnchor="text" w:hAnchor="text" w:y="1"/>
                    <w:autoSpaceDE w:val="0"/>
                    <w:autoSpaceDN w:val="0"/>
                    <w:adjustRightInd w:val="0"/>
                    <w:suppressOverlap/>
                    <w:jc w:val="center"/>
                    <w:rPr>
                      <w:sz w:val="22"/>
                      <w:szCs w:val="22"/>
                    </w:rPr>
                  </w:pPr>
                </w:p>
              </w:tc>
              <w:tc>
                <w:tcPr>
                  <w:tcW w:w="646" w:type="dxa"/>
                  <w:tcBorders>
                    <w:top w:val="nil"/>
                    <w:left w:val="nil"/>
                    <w:bottom w:val="single" w:sz="4" w:space="0" w:color="auto"/>
                    <w:right w:val="single" w:sz="4" w:space="0" w:color="auto"/>
                  </w:tcBorders>
                  <w:shd w:val="clear" w:color="auto" w:fill="auto"/>
                  <w:vAlign w:val="center"/>
                </w:tcPr>
                <w:p w:rsidR="00B17DE0" w:rsidRPr="00456385" w:rsidRDefault="00B17DE0" w:rsidP="009C04CF">
                  <w:pPr>
                    <w:framePr w:hSpace="180" w:wrap="around" w:vAnchor="text" w:hAnchor="text" w:y="1"/>
                    <w:autoSpaceDE w:val="0"/>
                    <w:autoSpaceDN w:val="0"/>
                    <w:adjustRightInd w:val="0"/>
                    <w:suppressOverlap/>
                    <w:jc w:val="center"/>
                    <w:rPr>
                      <w:sz w:val="22"/>
                      <w:szCs w:val="22"/>
                    </w:rPr>
                  </w:pPr>
                </w:p>
              </w:tc>
              <w:tc>
                <w:tcPr>
                  <w:tcW w:w="725"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p>
              </w:tc>
            </w:tr>
            <w:tr w:rsidR="00B17DE0" w:rsidRPr="00060558" w:rsidTr="00526EFD">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5.1 </w:t>
                  </w:r>
                </w:p>
              </w:tc>
              <w:tc>
                <w:tcPr>
                  <w:tcW w:w="2272"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Количество получателей  поддержки  из числа субъектов малого и среднего предпринимательства   </w:t>
                  </w:r>
                </w:p>
              </w:tc>
              <w:tc>
                <w:tcPr>
                  <w:tcW w:w="1231"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70C0"/>
                      <w:sz w:val="22"/>
                      <w:szCs w:val="22"/>
                      <w:lang w:eastAsia="ru-RU"/>
                    </w:rPr>
                  </w:pPr>
                  <w:r w:rsidRPr="00060558">
                    <w:rPr>
                      <w:rFonts w:eastAsia="Times New Roman"/>
                      <w:color w:val="0070C0"/>
                      <w:sz w:val="22"/>
                      <w:szCs w:val="22"/>
                      <w:lang w:eastAsia="ru-RU"/>
                    </w:rPr>
                    <w:t>6</w:t>
                  </w:r>
                </w:p>
              </w:tc>
              <w:tc>
                <w:tcPr>
                  <w:tcW w:w="78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4</w:t>
                  </w:r>
                </w:p>
              </w:tc>
              <w:tc>
                <w:tcPr>
                  <w:tcW w:w="646" w:type="dxa"/>
                  <w:tcBorders>
                    <w:top w:val="nil"/>
                    <w:left w:val="nil"/>
                    <w:bottom w:val="single" w:sz="4" w:space="0" w:color="auto"/>
                    <w:right w:val="single" w:sz="4" w:space="0" w:color="auto"/>
                  </w:tcBorders>
                  <w:shd w:val="clear" w:color="auto" w:fill="auto"/>
                  <w:vAlign w:val="center"/>
                </w:tcPr>
                <w:p w:rsidR="00B17DE0" w:rsidRPr="00456385" w:rsidRDefault="00B17DE0" w:rsidP="009C04CF">
                  <w:pPr>
                    <w:framePr w:hSpace="180" w:wrap="around" w:vAnchor="text" w:hAnchor="text" w:y="1"/>
                    <w:autoSpaceDE w:val="0"/>
                    <w:autoSpaceDN w:val="0"/>
                    <w:adjustRightInd w:val="0"/>
                    <w:suppressOverlap/>
                    <w:jc w:val="center"/>
                    <w:rPr>
                      <w:sz w:val="22"/>
                      <w:szCs w:val="22"/>
                    </w:rPr>
                  </w:pPr>
                  <w:r>
                    <w:rPr>
                      <w:sz w:val="22"/>
                      <w:szCs w:val="22"/>
                    </w:rPr>
                    <w:t>4</w:t>
                  </w:r>
                </w:p>
              </w:tc>
              <w:tc>
                <w:tcPr>
                  <w:tcW w:w="725"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4</w:t>
                  </w:r>
                </w:p>
              </w:tc>
              <w:tc>
                <w:tcPr>
                  <w:tcW w:w="1363"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4</w:t>
                  </w:r>
                </w:p>
              </w:tc>
            </w:tr>
            <w:tr w:rsidR="00B17DE0" w:rsidRPr="00060558" w:rsidTr="00B17DE0">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5.2.</w:t>
                  </w:r>
                </w:p>
              </w:tc>
              <w:tc>
                <w:tcPr>
                  <w:tcW w:w="2272" w:type="dxa"/>
                  <w:tcBorders>
                    <w:top w:val="nil"/>
                    <w:left w:val="nil"/>
                    <w:bottom w:val="single" w:sz="4" w:space="0" w:color="auto"/>
                    <w:right w:val="single" w:sz="4" w:space="0" w:color="auto"/>
                  </w:tcBorders>
                  <w:shd w:val="clear" w:color="auto" w:fill="auto"/>
                  <w:vAlign w:val="center"/>
                </w:tcPr>
                <w:p w:rsidR="00B17DE0" w:rsidRDefault="00B17DE0" w:rsidP="009C04CF">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Доля сельского населения отдален</w:t>
                  </w:r>
                  <w:r>
                    <w:rPr>
                      <w:rFonts w:eastAsia="Times New Roman"/>
                      <w:color w:val="000000"/>
                      <w:sz w:val="22"/>
                      <w:szCs w:val="22"/>
                      <w:lang w:eastAsia="ru-RU"/>
                    </w:rPr>
                    <w:t>-</w:t>
                  </w:r>
                  <w:r w:rsidRPr="00060558">
                    <w:rPr>
                      <w:rFonts w:eastAsia="Times New Roman"/>
                      <w:color w:val="000000"/>
                      <w:sz w:val="22"/>
                      <w:szCs w:val="22"/>
                      <w:lang w:eastAsia="ru-RU"/>
                    </w:rPr>
                    <w:t>ных и малонаселен</w:t>
                  </w:r>
                  <w:r>
                    <w:rPr>
                      <w:rFonts w:eastAsia="Times New Roman"/>
                      <w:color w:val="000000"/>
                      <w:sz w:val="22"/>
                      <w:szCs w:val="22"/>
                      <w:lang w:eastAsia="ru-RU"/>
                    </w:rPr>
                    <w:t>-</w:t>
                  </w:r>
                  <w:r w:rsidRPr="00060558">
                    <w:rPr>
                      <w:rFonts w:eastAsia="Times New Roman"/>
                      <w:color w:val="000000"/>
                      <w:sz w:val="22"/>
                      <w:szCs w:val="22"/>
                      <w:lang w:eastAsia="ru-RU"/>
                    </w:rPr>
                    <w:t>ных пунктов Талов</w:t>
                  </w:r>
                  <w:r>
                    <w:rPr>
                      <w:rFonts w:eastAsia="Times New Roman"/>
                      <w:color w:val="000000"/>
                      <w:sz w:val="22"/>
                      <w:szCs w:val="22"/>
                      <w:lang w:eastAsia="ru-RU"/>
                    </w:rPr>
                    <w:t>-</w:t>
                  </w:r>
                  <w:r w:rsidRPr="00060558">
                    <w:rPr>
                      <w:rFonts w:eastAsia="Times New Roman"/>
                      <w:color w:val="000000"/>
                      <w:sz w:val="22"/>
                      <w:szCs w:val="22"/>
                      <w:lang w:eastAsia="ru-RU"/>
                    </w:rPr>
                    <w:t>ского муниципаль</w:t>
                  </w:r>
                  <w:r>
                    <w:rPr>
                      <w:rFonts w:eastAsia="Times New Roman"/>
                      <w:color w:val="000000"/>
                      <w:sz w:val="22"/>
                      <w:szCs w:val="22"/>
                      <w:lang w:eastAsia="ru-RU"/>
                    </w:rPr>
                    <w:t>-</w:t>
                  </w:r>
                  <w:r w:rsidRPr="00060558">
                    <w:rPr>
                      <w:rFonts w:eastAsia="Times New Roman"/>
                      <w:color w:val="000000"/>
                      <w:sz w:val="22"/>
                      <w:szCs w:val="22"/>
                      <w:lang w:eastAsia="ru-RU"/>
                    </w:rPr>
                    <w:t>ного района, обеспеченного услугами торговли в общей численности жителей  указанных населенных пунктов.</w:t>
                  </w:r>
                </w:p>
                <w:p w:rsidR="00B17DE0" w:rsidRPr="00060558" w:rsidRDefault="00B17DE0" w:rsidP="009C04CF">
                  <w:pPr>
                    <w:framePr w:hSpace="180" w:wrap="around" w:vAnchor="text" w:hAnchor="text" w:y="1"/>
                    <w:suppressOverlap/>
                    <w:jc w:val="both"/>
                    <w:rPr>
                      <w:rFonts w:eastAsia="Times New Roman"/>
                      <w:color w:val="000000"/>
                      <w:sz w:val="22"/>
                      <w:szCs w:val="22"/>
                      <w:lang w:eastAsia="ru-RU"/>
                    </w:rPr>
                  </w:pPr>
                </w:p>
              </w:tc>
              <w:tc>
                <w:tcPr>
                  <w:tcW w:w="1231"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B17DE0" w:rsidRPr="00456385" w:rsidRDefault="00803A12" w:rsidP="009C04CF">
                  <w:pPr>
                    <w:framePr w:hSpace="180" w:wrap="around" w:vAnchor="text" w:hAnchor="text" w:y="1"/>
                    <w:autoSpaceDE w:val="0"/>
                    <w:autoSpaceDN w:val="0"/>
                    <w:adjustRightInd w:val="0"/>
                    <w:suppressOverlap/>
                    <w:jc w:val="center"/>
                    <w:rPr>
                      <w:sz w:val="22"/>
                      <w:szCs w:val="22"/>
                    </w:rPr>
                  </w:pPr>
                  <w:r>
                    <w:rPr>
                      <w:sz w:val="22"/>
                      <w:szCs w:val="22"/>
                    </w:rPr>
                    <w:t>100</w:t>
                  </w:r>
                </w:p>
              </w:tc>
              <w:tc>
                <w:tcPr>
                  <w:tcW w:w="725"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803A12"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D50109" w:rsidP="009C04CF">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p>
              </w:tc>
            </w:tr>
            <w:tr w:rsidR="00B17DE0" w:rsidRPr="00060558" w:rsidTr="00B17DE0">
              <w:trPr>
                <w:gridAfter w:val="1"/>
                <w:wAfter w:w="1363" w:type="dxa"/>
                <w:trHeight w:val="423"/>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272"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1231"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B17DE0" w:rsidRPr="00060558" w:rsidTr="00B17DE0">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2272"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6. «Обеспечение защиты  прав потребителей в Таловском муниципальном районе»</w:t>
                  </w:r>
                </w:p>
              </w:tc>
              <w:tc>
                <w:tcPr>
                  <w:tcW w:w="1231"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B17DE0" w:rsidRPr="00456385" w:rsidRDefault="00B17DE0" w:rsidP="009C04CF">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B17DE0" w:rsidRPr="00456385" w:rsidRDefault="00B17DE0" w:rsidP="009C04CF">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B17DE0" w:rsidRPr="00456385" w:rsidRDefault="00B17DE0" w:rsidP="009C04CF">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B17DE0" w:rsidRPr="00456385" w:rsidRDefault="00B17DE0" w:rsidP="009C04CF">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p>
              </w:tc>
            </w:tr>
            <w:tr w:rsidR="00B17DE0" w:rsidRPr="00060558" w:rsidTr="00526EFD">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5.2.</w:t>
                  </w:r>
                </w:p>
              </w:tc>
              <w:tc>
                <w:tcPr>
                  <w:tcW w:w="2272"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Процент  рассмотренных обращений граждан в сроки установленные законодательством </w:t>
                  </w:r>
                  <w:r w:rsidRPr="00060558">
                    <w:rPr>
                      <w:rFonts w:eastAsia="Times New Roman"/>
                      <w:color w:val="000000"/>
                      <w:sz w:val="20"/>
                      <w:szCs w:val="20"/>
                      <w:lang w:eastAsia="ru-RU"/>
                    </w:rPr>
                    <w:t>Российской Федерации.</w:t>
                  </w:r>
                </w:p>
              </w:tc>
              <w:tc>
                <w:tcPr>
                  <w:tcW w:w="1231"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B17DE0" w:rsidRPr="00060558" w:rsidRDefault="00B17DE0" w:rsidP="009C04CF">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bl>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Default="00060558" w:rsidP="00406CD5">
            <w:pPr>
              <w:jc w:val="center"/>
              <w:rPr>
                <w:b/>
                <w:sz w:val="26"/>
                <w:szCs w:val="26"/>
              </w:rPr>
            </w:pPr>
          </w:p>
          <w:p w:rsidR="00060558" w:rsidRDefault="00060558" w:rsidP="00406CD5">
            <w:pPr>
              <w:jc w:val="center"/>
              <w:rPr>
                <w:b/>
                <w:sz w:val="26"/>
                <w:szCs w:val="26"/>
              </w:rPr>
            </w:pPr>
          </w:p>
          <w:p w:rsidR="00060558" w:rsidRPr="006C07C7" w:rsidRDefault="00060558" w:rsidP="00406CD5">
            <w:pPr>
              <w:jc w:val="center"/>
              <w:rPr>
                <w:b/>
                <w:sz w:val="26"/>
                <w:szCs w:val="26"/>
              </w:rPr>
            </w:pPr>
          </w:p>
          <w:p w:rsidR="00632087" w:rsidRPr="006C07C7" w:rsidRDefault="00632087" w:rsidP="00406CD5">
            <w:pPr>
              <w:jc w:val="center"/>
              <w:rPr>
                <w:b/>
                <w:sz w:val="26"/>
                <w:szCs w:val="26"/>
              </w:rPr>
            </w:pPr>
          </w:p>
        </w:tc>
      </w:tr>
    </w:tbl>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632087" w:rsidRPr="006C07C7" w:rsidRDefault="00632087" w:rsidP="00406CD5">
      <w:pPr>
        <w:spacing w:line="360" w:lineRule="auto"/>
        <w:jc w:val="right"/>
        <w:rPr>
          <w:sz w:val="26"/>
          <w:szCs w:val="26"/>
        </w:rPr>
      </w:pPr>
      <w:r w:rsidRPr="006C07C7">
        <w:rPr>
          <w:sz w:val="26"/>
          <w:szCs w:val="26"/>
        </w:rPr>
        <w:t>Приложение 2</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района Воронежской области</w:t>
      </w:r>
    </w:p>
    <w:p w:rsidR="00646670" w:rsidRDefault="00646670" w:rsidP="00406CD5">
      <w:pPr>
        <w:pStyle w:val="ConsPlusNormal"/>
        <w:tabs>
          <w:tab w:val="left" w:pos="13485"/>
        </w:tabs>
        <w:ind w:firstLine="142"/>
        <w:jc w:val="center"/>
        <w:outlineLvl w:val="3"/>
        <w:rPr>
          <w:rFonts w:ascii="Times New Roman" w:hAnsi="Times New Roman"/>
          <w:b/>
          <w:sz w:val="28"/>
          <w:szCs w:val="28"/>
        </w:rPr>
      </w:pPr>
    </w:p>
    <w:p w:rsidR="00060558" w:rsidRDefault="00060558" w:rsidP="00406CD5">
      <w:pPr>
        <w:pStyle w:val="ConsPlusNormal"/>
        <w:tabs>
          <w:tab w:val="left" w:pos="13485"/>
        </w:tabs>
        <w:ind w:firstLine="142"/>
        <w:jc w:val="center"/>
        <w:outlineLvl w:val="3"/>
        <w:rPr>
          <w:rFonts w:ascii="Times New Roman" w:hAnsi="Times New Roman"/>
          <w:b/>
          <w:sz w:val="28"/>
          <w:szCs w:val="28"/>
        </w:rPr>
      </w:pPr>
    </w:p>
    <w:tbl>
      <w:tblPr>
        <w:tblW w:w="0" w:type="auto"/>
        <w:tblLayout w:type="fixed"/>
        <w:tblCellMar>
          <w:left w:w="30" w:type="dxa"/>
          <w:right w:w="30" w:type="dxa"/>
        </w:tblCellMar>
        <w:tblLook w:val="0000" w:firstRow="0" w:lastRow="0" w:firstColumn="0" w:lastColumn="0" w:noHBand="0" w:noVBand="0"/>
      </w:tblPr>
      <w:tblGrid>
        <w:gridCol w:w="965"/>
        <w:gridCol w:w="1579"/>
        <w:gridCol w:w="814"/>
        <w:gridCol w:w="926"/>
        <w:gridCol w:w="828"/>
        <w:gridCol w:w="840"/>
        <w:gridCol w:w="840"/>
        <w:gridCol w:w="840"/>
        <w:gridCol w:w="878"/>
        <w:gridCol w:w="828"/>
        <w:gridCol w:w="840"/>
        <w:gridCol w:w="840"/>
        <w:gridCol w:w="927"/>
        <w:gridCol w:w="965"/>
        <w:gridCol w:w="852"/>
        <w:gridCol w:w="902"/>
      </w:tblGrid>
      <w:tr w:rsidR="005569F0" w:rsidTr="005569F0">
        <w:trPr>
          <w:trHeight w:val="2238"/>
        </w:trPr>
        <w:tc>
          <w:tcPr>
            <w:tcW w:w="965" w:type="dxa"/>
            <w:vMerge w:val="restart"/>
            <w:tcBorders>
              <w:top w:val="single" w:sz="6" w:space="0" w:color="auto"/>
              <w:left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Статус</w:t>
            </w:r>
          </w:p>
        </w:tc>
        <w:tc>
          <w:tcPr>
            <w:tcW w:w="1579" w:type="dxa"/>
            <w:vMerge w:val="restart"/>
            <w:tcBorders>
              <w:top w:val="single" w:sz="6" w:space="0" w:color="auto"/>
              <w:left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Наименование муниципальной программы, подпрограммы, основного мероприятия</w:t>
            </w:r>
          </w:p>
        </w:tc>
        <w:tc>
          <w:tcPr>
            <w:tcW w:w="814"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jc w:val="center"/>
              <w:rPr>
                <w:color w:val="000000"/>
                <w:sz w:val="16"/>
                <w:szCs w:val="16"/>
                <w:lang w:eastAsia="ru-RU"/>
              </w:rPr>
            </w:pPr>
            <w:r>
              <w:rPr>
                <w:color w:val="000000"/>
                <w:sz w:val="16"/>
                <w:szCs w:val="16"/>
                <w:lang w:eastAsia="ru-RU"/>
              </w:rPr>
              <w:t>Наименование ответственного исполнителя, исполнителя - главного распорядителя средств местного бюджета (далее - ГРБС)</w:t>
            </w:r>
          </w:p>
        </w:tc>
        <w:tc>
          <w:tcPr>
            <w:tcW w:w="7660" w:type="dxa"/>
            <w:gridSpan w:val="9"/>
            <w:tcBorders>
              <w:top w:val="single" w:sz="6" w:space="0" w:color="auto"/>
              <w:left w:val="single" w:sz="6" w:space="0" w:color="auto"/>
              <w:bottom w:val="single" w:sz="6" w:space="0" w:color="auto"/>
              <w:right w:val="nil"/>
            </w:tcBorders>
          </w:tcPr>
          <w:p w:rsidR="005569F0" w:rsidRDefault="005569F0">
            <w:pPr>
              <w:autoSpaceDE w:val="0"/>
              <w:autoSpaceDN w:val="0"/>
              <w:adjustRightInd w:val="0"/>
              <w:jc w:val="center"/>
              <w:rPr>
                <w:color w:val="000000"/>
                <w:lang w:eastAsia="ru-RU"/>
              </w:rPr>
            </w:pPr>
            <w:r>
              <w:rPr>
                <w:color w:val="000000"/>
                <w:lang w:eastAsia="ru-RU"/>
              </w:rPr>
              <w:t>Расходы местного бюджета по годам реализации муниципальной программы, тыс. руб.</w:t>
            </w:r>
          </w:p>
        </w:tc>
        <w:tc>
          <w:tcPr>
            <w:tcW w:w="927" w:type="dxa"/>
            <w:tcBorders>
              <w:top w:val="single" w:sz="6" w:space="0" w:color="auto"/>
              <w:left w:val="nil"/>
              <w:bottom w:val="single" w:sz="6" w:space="0" w:color="auto"/>
              <w:right w:val="nil"/>
            </w:tcBorders>
          </w:tcPr>
          <w:p w:rsidR="005569F0" w:rsidRDefault="005569F0">
            <w:pPr>
              <w:autoSpaceDE w:val="0"/>
              <w:autoSpaceDN w:val="0"/>
              <w:adjustRightInd w:val="0"/>
              <w:jc w:val="center"/>
              <w:rPr>
                <w:color w:val="000000"/>
                <w:lang w:eastAsia="ru-RU"/>
              </w:rPr>
            </w:pPr>
          </w:p>
        </w:tc>
        <w:tc>
          <w:tcPr>
            <w:tcW w:w="965" w:type="dxa"/>
            <w:tcBorders>
              <w:top w:val="single" w:sz="6" w:space="0" w:color="auto"/>
              <w:left w:val="nil"/>
              <w:bottom w:val="single" w:sz="6" w:space="0" w:color="auto"/>
              <w:right w:val="nil"/>
            </w:tcBorders>
          </w:tcPr>
          <w:p w:rsidR="005569F0" w:rsidRDefault="005569F0">
            <w:pPr>
              <w:autoSpaceDE w:val="0"/>
              <w:autoSpaceDN w:val="0"/>
              <w:adjustRightInd w:val="0"/>
              <w:jc w:val="center"/>
              <w:rPr>
                <w:color w:val="000000"/>
                <w:lang w:eastAsia="ru-RU"/>
              </w:rPr>
            </w:pPr>
          </w:p>
        </w:tc>
        <w:tc>
          <w:tcPr>
            <w:tcW w:w="852" w:type="dxa"/>
            <w:tcBorders>
              <w:top w:val="single" w:sz="6" w:space="0" w:color="auto"/>
              <w:left w:val="nil"/>
              <w:bottom w:val="single" w:sz="6" w:space="0" w:color="auto"/>
              <w:right w:val="nil"/>
            </w:tcBorders>
          </w:tcPr>
          <w:p w:rsidR="005569F0" w:rsidRDefault="005569F0">
            <w:pPr>
              <w:autoSpaceDE w:val="0"/>
              <w:autoSpaceDN w:val="0"/>
              <w:adjustRightInd w:val="0"/>
              <w:jc w:val="center"/>
              <w:rPr>
                <w:color w:val="000000"/>
                <w:lang w:eastAsia="ru-RU"/>
              </w:rPr>
            </w:pPr>
          </w:p>
        </w:tc>
        <w:tc>
          <w:tcPr>
            <w:tcW w:w="902" w:type="dxa"/>
            <w:tcBorders>
              <w:top w:val="single" w:sz="6" w:space="0" w:color="auto"/>
              <w:left w:val="nil"/>
              <w:bottom w:val="single" w:sz="6" w:space="0" w:color="auto"/>
              <w:right w:val="single" w:sz="6" w:space="0" w:color="auto"/>
            </w:tcBorders>
          </w:tcPr>
          <w:p w:rsidR="005569F0" w:rsidRDefault="005569F0">
            <w:pPr>
              <w:autoSpaceDE w:val="0"/>
              <w:autoSpaceDN w:val="0"/>
              <w:adjustRightInd w:val="0"/>
              <w:jc w:val="center"/>
              <w:rPr>
                <w:color w:val="000000"/>
                <w:lang w:eastAsia="ru-RU"/>
              </w:rPr>
            </w:pPr>
          </w:p>
        </w:tc>
      </w:tr>
      <w:tr w:rsidR="005569F0" w:rsidTr="00F21293">
        <w:trPr>
          <w:trHeight w:val="410"/>
        </w:trPr>
        <w:tc>
          <w:tcPr>
            <w:tcW w:w="965" w:type="dxa"/>
            <w:vMerge/>
            <w:tcBorders>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vMerge/>
            <w:tcBorders>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nil"/>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6"/>
                <w:szCs w:val="16"/>
                <w:lang w:eastAsia="ru-RU"/>
              </w:rPr>
            </w:pP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lang w:eastAsia="ru-RU"/>
              </w:rPr>
            </w:pPr>
            <w:r>
              <w:rPr>
                <w:color w:val="000000"/>
                <w:lang w:eastAsia="ru-RU"/>
              </w:rPr>
              <w:t>Всего</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lang w:eastAsia="ru-RU"/>
              </w:rPr>
            </w:pPr>
            <w:r>
              <w:rPr>
                <w:color w:val="000000"/>
                <w:lang w:eastAsia="ru-RU"/>
              </w:rPr>
              <w:t>2018</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lang w:eastAsia="ru-RU"/>
              </w:rPr>
            </w:pPr>
            <w:r>
              <w:rPr>
                <w:color w:val="000000"/>
                <w:lang w:eastAsia="ru-RU"/>
              </w:rPr>
              <w:t>2019</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lang w:eastAsia="ru-RU"/>
              </w:rPr>
            </w:pPr>
            <w:r>
              <w:rPr>
                <w:color w:val="000000"/>
                <w:lang w:eastAsia="ru-RU"/>
              </w:rPr>
              <w:t>2020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lang w:eastAsia="ru-RU"/>
              </w:rPr>
            </w:pPr>
            <w:r>
              <w:rPr>
                <w:color w:val="000000"/>
                <w:lang w:eastAsia="ru-RU"/>
              </w:rPr>
              <w:t>2021</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lang w:eastAsia="ru-RU"/>
              </w:rPr>
            </w:pPr>
            <w:r>
              <w:rPr>
                <w:color w:val="000000"/>
                <w:lang w:eastAsia="ru-RU"/>
              </w:rPr>
              <w:t>2022</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lang w:eastAsia="ru-RU"/>
              </w:rPr>
            </w:pPr>
            <w:r>
              <w:rPr>
                <w:color w:val="000000"/>
                <w:lang w:eastAsia="ru-RU"/>
              </w:rPr>
              <w:t>2023</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lang w:eastAsia="ru-RU"/>
              </w:rPr>
            </w:pPr>
            <w:r>
              <w:rPr>
                <w:color w:val="000000"/>
                <w:lang w:eastAsia="ru-RU"/>
              </w:rPr>
              <w:t>2024</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lang w:eastAsia="ru-RU"/>
              </w:rPr>
            </w:pPr>
            <w:r>
              <w:rPr>
                <w:color w:val="000000"/>
                <w:lang w:eastAsia="ru-RU"/>
              </w:rPr>
              <w:t>2025</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lang w:eastAsia="ru-RU"/>
              </w:rPr>
            </w:pPr>
            <w:r>
              <w:rPr>
                <w:color w:val="000000"/>
                <w:lang w:eastAsia="ru-RU"/>
              </w:rPr>
              <w:t>2026</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lang w:eastAsia="ru-RU"/>
              </w:rPr>
            </w:pPr>
            <w:r>
              <w:rPr>
                <w:color w:val="000000"/>
                <w:lang w:eastAsia="ru-RU"/>
              </w:rPr>
              <w:t>2027</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lang w:eastAsia="ru-RU"/>
              </w:rPr>
            </w:pPr>
            <w:r>
              <w:rPr>
                <w:color w:val="000000"/>
                <w:lang w:eastAsia="ru-RU"/>
              </w:rPr>
              <w:t>2028</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lang w:eastAsia="ru-RU"/>
              </w:rPr>
            </w:pPr>
            <w:r>
              <w:rPr>
                <w:color w:val="000000"/>
                <w:lang w:eastAsia="ru-RU"/>
              </w:rPr>
              <w:t>2029</w:t>
            </w:r>
          </w:p>
        </w:tc>
      </w:tr>
      <w:tr w:rsidR="005569F0">
        <w:trPr>
          <w:trHeight w:val="314"/>
        </w:trPr>
        <w:tc>
          <w:tcPr>
            <w:tcW w:w="965" w:type="dxa"/>
            <w:tcBorders>
              <w:top w:val="single" w:sz="6" w:space="0" w:color="auto"/>
              <w:left w:val="single" w:sz="6" w:space="0" w:color="auto"/>
              <w:bottom w:val="single" w:sz="6" w:space="0" w:color="auto"/>
              <w:right w:val="single" w:sz="6" w:space="0" w:color="auto"/>
            </w:tcBorders>
          </w:tcPr>
          <w:p w:rsidR="005569F0" w:rsidRPr="005569F0" w:rsidRDefault="005569F0">
            <w:pPr>
              <w:autoSpaceDE w:val="0"/>
              <w:autoSpaceDN w:val="0"/>
              <w:adjustRightInd w:val="0"/>
              <w:jc w:val="center"/>
              <w:rPr>
                <w:color w:val="000000"/>
                <w:sz w:val="20"/>
                <w:szCs w:val="20"/>
                <w:lang w:eastAsia="ru-RU"/>
              </w:rPr>
            </w:pPr>
            <w:r w:rsidRPr="005569F0">
              <w:rPr>
                <w:color w:val="000000"/>
                <w:sz w:val="20"/>
                <w:szCs w:val="20"/>
                <w:lang w:eastAsia="ru-RU"/>
              </w:rPr>
              <w:t>1</w:t>
            </w:r>
          </w:p>
        </w:tc>
        <w:tc>
          <w:tcPr>
            <w:tcW w:w="1579" w:type="dxa"/>
            <w:tcBorders>
              <w:top w:val="single" w:sz="6" w:space="0" w:color="auto"/>
              <w:left w:val="single" w:sz="6" w:space="0" w:color="auto"/>
              <w:bottom w:val="single" w:sz="6" w:space="0" w:color="auto"/>
              <w:right w:val="single" w:sz="6" w:space="0" w:color="auto"/>
            </w:tcBorders>
          </w:tcPr>
          <w:p w:rsidR="005569F0" w:rsidRPr="005569F0" w:rsidRDefault="005569F0">
            <w:pPr>
              <w:autoSpaceDE w:val="0"/>
              <w:autoSpaceDN w:val="0"/>
              <w:adjustRightInd w:val="0"/>
              <w:jc w:val="right"/>
              <w:rPr>
                <w:color w:val="000000"/>
                <w:sz w:val="20"/>
                <w:szCs w:val="20"/>
                <w:lang w:eastAsia="ru-RU"/>
              </w:rPr>
            </w:pPr>
            <w:r w:rsidRPr="005569F0">
              <w:rPr>
                <w:color w:val="000000"/>
                <w:sz w:val="20"/>
                <w:szCs w:val="20"/>
                <w:lang w:eastAsia="ru-RU"/>
              </w:rPr>
              <w:t>2</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pPr>
              <w:autoSpaceDE w:val="0"/>
              <w:autoSpaceDN w:val="0"/>
              <w:adjustRightInd w:val="0"/>
              <w:jc w:val="right"/>
              <w:rPr>
                <w:color w:val="000000"/>
                <w:sz w:val="20"/>
                <w:szCs w:val="20"/>
                <w:lang w:eastAsia="ru-RU"/>
              </w:rPr>
            </w:pPr>
            <w:r w:rsidRPr="005569F0">
              <w:rPr>
                <w:color w:val="000000"/>
                <w:sz w:val="20"/>
                <w:szCs w:val="20"/>
                <w:lang w:eastAsia="ru-RU"/>
              </w:rPr>
              <w:t>3</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4</w:t>
            </w:r>
          </w:p>
        </w:tc>
        <w:tc>
          <w:tcPr>
            <w:tcW w:w="828"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5</w:t>
            </w:r>
          </w:p>
        </w:tc>
        <w:tc>
          <w:tcPr>
            <w:tcW w:w="840"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6</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7</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8</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9</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10</w:t>
            </w:r>
          </w:p>
        </w:tc>
        <w:tc>
          <w:tcPr>
            <w:tcW w:w="840"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11</w:t>
            </w:r>
          </w:p>
        </w:tc>
        <w:tc>
          <w:tcPr>
            <w:tcW w:w="840"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12</w:t>
            </w:r>
          </w:p>
        </w:tc>
        <w:tc>
          <w:tcPr>
            <w:tcW w:w="927"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13</w:t>
            </w:r>
          </w:p>
        </w:tc>
        <w:tc>
          <w:tcPr>
            <w:tcW w:w="965"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14</w:t>
            </w:r>
          </w:p>
        </w:tc>
        <w:tc>
          <w:tcPr>
            <w:tcW w:w="852"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15</w:t>
            </w:r>
          </w:p>
        </w:tc>
        <w:tc>
          <w:tcPr>
            <w:tcW w:w="902" w:type="dxa"/>
            <w:tcBorders>
              <w:top w:val="single" w:sz="6" w:space="0" w:color="auto"/>
              <w:left w:val="single" w:sz="6" w:space="0" w:color="auto"/>
              <w:bottom w:val="single" w:sz="6" w:space="0" w:color="auto"/>
              <w:right w:val="single" w:sz="6" w:space="0" w:color="auto"/>
            </w:tcBorders>
          </w:tcPr>
          <w:p w:rsidR="005569F0" w:rsidRPr="005569F0" w:rsidRDefault="005569F0" w:rsidP="005569F0">
            <w:pPr>
              <w:autoSpaceDE w:val="0"/>
              <w:autoSpaceDN w:val="0"/>
              <w:adjustRightInd w:val="0"/>
              <w:jc w:val="right"/>
              <w:rPr>
                <w:color w:val="000000"/>
                <w:sz w:val="20"/>
                <w:szCs w:val="20"/>
                <w:lang w:eastAsia="ru-RU"/>
              </w:rPr>
            </w:pPr>
            <w:r w:rsidRPr="005569F0">
              <w:rPr>
                <w:color w:val="000000"/>
                <w:sz w:val="20"/>
                <w:szCs w:val="20"/>
                <w:lang w:eastAsia="ru-RU"/>
              </w:rPr>
              <w:t>16</w:t>
            </w:r>
          </w:p>
        </w:tc>
      </w:tr>
      <w:tr w:rsidR="005569F0">
        <w:trPr>
          <w:trHeight w:val="391"/>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b/>
                <w:bCs/>
                <w:color w:val="000000"/>
                <w:sz w:val="20"/>
                <w:szCs w:val="20"/>
                <w:lang w:eastAsia="ru-RU"/>
              </w:rPr>
            </w:pPr>
            <w:r>
              <w:rPr>
                <w:b/>
                <w:bCs/>
                <w:color w:val="000000"/>
                <w:sz w:val="20"/>
                <w:szCs w:val="20"/>
                <w:lang w:eastAsia="ru-RU"/>
              </w:rPr>
              <w:t>МУНИЦИПАЛЬНАЯ ПРОГРАММА</w:t>
            </w: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b/>
                <w:bCs/>
                <w:color w:val="000000"/>
                <w:sz w:val="20"/>
                <w:szCs w:val="20"/>
                <w:lang w:eastAsia="ru-RU"/>
              </w:rPr>
            </w:pPr>
            <w:r>
              <w:rPr>
                <w:color w:val="000000"/>
                <w:sz w:val="20"/>
                <w:szCs w:val="20"/>
                <w:lang w:eastAsia="ru-RU"/>
              </w:rPr>
              <w:t> </w:t>
            </w:r>
            <w:r>
              <w:rPr>
                <w:b/>
                <w:bCs/>
                <w:color w:val="000000"/>
                <w:sz w:val="20"/>
                <w:szCs w:val="20"/>
                <w:lang w:eastAsia="ru-RU"/>
              </w:rPr>
              <w:t xml:space="preserve">«Муниципальное управление и гражданское общество»  </w:t>
            </w:r>
          </w:p>
        </w:tc>
        <w:tc>
          <w:tcPr>
            <w:tcW w:w="814"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rsidP="00F21293">
            <w:pPr>
              <w:autoSpaceDE w:val="0"/>
              <w:autoSpaceDN w:val="0"/>
              <w:adjustRightInd w:val="0"/>
              <w:jc w:val="right"/>
              <w:rPr>
                <w:b/>
                <w:bCs/>
                <w:color w:val="000000"/>
                <w:sz w:val="18"/>
                <w:szCs w:val="18"/>
                <w:lang w:eastAsia="ru-RU"/>
              </w:rPr>
            </w:pPr>
            <w:r>
              <w:rPr>
                <w:b/>
                <w:bCs/>
                <w:color w:val="000000"/>
                <w:sz w:val="18"/>
                <w:szCs w:val="18"/>
                <w:lang w:eastAsia="ru-RU"/>
              </w:rPr>
              <w:t>6481</w:t>
            </w:r>
            <w:r w:rsidR="00F21293">
              <w:rPr>
                <w:b/>
                <w:bCs/>
                <w:color w:val="000000"/>
                <w:sz w:val="18"/>
                <w:szCs w:val="18"/>
                <w:lang w:eastAsia="ru-RU"/>
              </w:rPr>
              <w:t>58,76</w:t>
            </w:r>
          </w:p>
        </w:tc>
        <w:tc>
          <w:tcPr>
            <w:tcW w:w="828"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54104,50</w:t>
            </w:r>
          </w:p>
        </w:tc>
        <w:tc>
          <w:tcPr>
            <w:tcW w:w="840"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61589,90</w:t>
            </w:r>
          </w:p>
        </w:tc>
        <w:tc>
          <w:tcPr>
            <w:tcW w:w="840"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56394,00</w:t>
            </w:r>
          </w:p>
        </w:tc>
        <w:tc>
          <w:tcPr>
            <w:tcW w:w="840"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rsidP="00F21293">
            <w:pPr>
              <w:autoSpaceDE w:val="0"/>
              <w:autoSpaceDN w:val="0"/>
              <w:adjustRightInd w:val="0"/>
              <w:jc w:val="right"/>
              <w:rPr>
                <w:b/>
                <w:bCs/>
                <w:color w:val="000000"/>
                <w:sz w:val="18"/>
                <w:szCs w:val="18"/>
                <w:lang w:eastAsia="ru-RU"/>
              </w:rPr>
            </w:pPr>
            <w:r>
              <w:rPr>
                <w:b/>
                <w:bCs/>
                <w:color w:val="000000"/>
                <w:sz w:val="18"/>
                <w:szCs w:val="18"/>
                <w:lang w:eastAsia="ru-RU"/>
              </w:rPr>
              <w:t>621</w:t>
            </w:r>
            <w:r w:rsidR="00F21293">
              <w:rPr>
                <w:b/>
                <w:bCs/>
                <w:color w:val="000000"/>
                <w:sz w:val="18"/>
                <w:szCs w:val="18"/>
                <w:lang w:eastAsia="ru-RU"/>
              </w:rPr>
              <w:t>51,36</w:t>
            </w:r>
          </w:p>
        </w:tc>
        <w:tc>
          <w:tcPr>
            <w:tcW w:w="878"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51560,50</w:t>
            </w:r>
          </w:p>
        </w:tc>
        <w:tc>
          <w:tcPr>
            <w:tcW w:w="828"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51765,50</w:t>
            </w:r>
          </w:p>
        </w:tc>
        <w:tc>
          <w:tcPr>
            <w:tcW w:w="840"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51765,50</w:t>
            </w:r>
          </w:p>
        </w:tc>
        <w:tc>
          <w:tcPr>
            <w:tcW w:w="840"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51765,50</w:t>
            </w:r>
          </w:p>
        </w:tc>
        <w:tc>
          <w:tcPr>
            <w:tcW w:w="927"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51765,50</w:t>
            </w:r>
          </w:p>
        </w:tc>
        <w:tc>
          <w:tcPr>
            <w:tcW w:w="965"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51765,50</w:t>
            </w:r>
          </w:p>
        </w:tc>
        <w:tc>
          <w:tcPr>
            <w:tcW w:w="852"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51765,50</w:t>
            </w:r>
          </w:p>
        </w:tc>
        <w:tc>
          <w:tcPr>
            <w:tcW w:w="902" w:type="dxa"/>
            <w:tcBorders>
              <w:top w:val="single" w:sz="6" w:space="0" w:color="auto"/>
              <w:left w:val="single" w:sz="6" w:space="0" w:color="auto"/>
              <w:bottom w:val="single" w:sz="6" w:space="0" w:color="auto"/>
              <w:right w:val="single" w:sz="6" w:space="0" w:color="auto"/>
            </w:tcBorders>
            <w:shd w:val="solid" w:color="CCFFCC"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51765,50</w:t>
            </w:r>
          </w:p>
        </w:tc>
      </w:tr>
      <w:tr w:rsidR="005569F0" w:rsidTr="005569F0">
        <w:trPr>
          <w:trHeight w:val="182"/>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1988"/>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ответственный исполнитель- администрация Таловского муниципального района</w:t>
            </w:r>
          </w:p>
          <w:p w:rsidR="005569F0" w:rsidRDefault="005569F0">
            <w:pPr>
              <w:autoSpaceDE w:val="0"/>
              <w:autoSpaceDN w:val="0"/>
              <w:adjustRightInd w:val="0"/>
              <w:rPr>
                <w:color w:val="000000"/>
                <w:sz w:val="16"/>
                <w:szCs w:val="16"/>
                <w:lang w:eastAsia="ru-RU"/>
              </w:rPr>
            </w:pP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356092,60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27404,30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30100,10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29177,50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sidRPr="00F21293">
              <w:rPr>
                <w:color w:val="000000"/>
                <w:sz w:val="18"/>
                <w:szCs w:val="18"/>
                <w:lang w:eastAsia="ru-RU"/>
              </w:rPr>
              <w:t>33</w:t>
            </w:r>
            <w:r w:rsidR="00F21293" w:rsidRPr="00F21293">
              <w:rPr>
                <w:color w:val="000000"/>
                <w:sz w:val="18"/>
                <w:szCs w:val="18"/>
                <w:lang w:eastAsia="ru-RU"/>
              </w:rPr>
              <w:t>700,06</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29377,10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29482,10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29482,10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29482,10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29482,10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29482,10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29482,10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29482,10</w:t>
            </w:r>
          </w:p>
        </w:tc>
      </w:tr>
      <w:tr w:rsidR="005569F0" w:rsidTr="005569F0">
        <w:trPr>
          <w:trHeight w:val="287"/>
        </w:trPr>
        <w:tc>
          <w:tcPr>
            <w:tcW w:w="965"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center"/>
              <w:rPr>
                <w:color w:val="000000"/>
                <w:sz w:val="20"/>
                <w:szCs w:val="20"/>
                <w:lang w:eastAsia="ru-RU"/>
              </w:rPr>
            </w:pPr>
            <w:r w:rsidRPr="005569F0">
              <w:rPr>
                <w:color w:val="000000"/>
                <w:sz w:val="20"/>
                <w:szCs w:val="20"/>
                <w:lang w:eastAsia="ru-RU"/>
              </w:rPr>
              <w:t>1</w:t>
            </w:r>
          </w:p>
        </w:tc>
        <w:tc>
          <w:tcPr>
            <w:tcW w:w="1579"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2</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3</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4</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5</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6</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7</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8</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9</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11</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12</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13</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14</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15</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16</w:t>
            </w:r>
          </w:p>
        </w:tc>
      </w:tr>
      <w:tr w:rsidR="005569F0">
        <w:trPr>
          <w:trHeight w:val="696"/>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исполнитель 1-МКУ «ЕДДС и ХТО»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217898,60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21315,00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23816,80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19676,10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20735,50</w:t>
            </w:r>
          </w:p>
        </w:tc>
        <w:tc>
          <w:tcPr>
            <w:tcW w:w="87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927"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85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90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r>
      <w:tr w:rsidR="005569F0" w:rsidTr="005569F0">
        <w:trPr>
          <w:trHeight w:val="1647"/>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исполнитель 2- Отдел по управлению муниципальным имуществом</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55127,20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4052,70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6136,00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5929,70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6076,80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4029,00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4129,00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4129,00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4129,00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4129,00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4129,00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4129,00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4129,00</w:t>
            </w:r>
          </w:p>
        </w:tc>
      </w:tr>
      <w:tr w:rsidR="005569F0" w:rsidTr="005569F0">
        <w:trPr>
          <w:trHeight w:val="1813"/>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исполнитель 3- Совет народных депутатов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12775,90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1332,50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1537,00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1610,70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1519,70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r>
      <w:tr w:rsidR="005569F0" w:rsidTr="005569F0">
        <w:trPr>
          <w:trHeight w:val="1797"/>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исполнитель 4- Ревизионная комиссия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6223,30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119,30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r>
      <w:tr w:rsidR="005569F0">
        <w:trPr>
          <w:trHeight w:val="362"/>
        </w:trPr>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r>
              <w:rPr>
                <w:b/>
                <w:bCs/>
                <w:color w:val="000000"/>
                <w:sz w:val="20"/>
                <w:szCs w:val="20"/>
                <w:lang w:eastAsia="ru-RU"/>
              </w:rPr>
              <w:t xml:space="preserve">ПОДПРОГРАММА 1    </w:t>
            </w:r>
          </w:p>
        </w:tc>
        <w:tc>
          <w:tcPr>
            <w:tcW w:w="1579"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r>
              <w:rPr>
                <w:b/>
                <w:bCs/>
                <w:color w:val="000000"/>
                <w:sz w:val="20"/>
                <w:szCs w:val="20"/>
                <w:lang w:eastAsia="ru-RU"/>
              </w:rPr>
              <w:t>«Создание условий для обеспечения муниципального управления»</w:t>
            </w:r>
          </w:p>
        </w:tc>
        <w:tc>
          <w:tcPr>
            <w:tcW w:w="814"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319944,70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25331,50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27427,60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26175,70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29978,10</w:t>
            </w: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26287,10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26392,10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26392,10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26392,10</w:t>
            </w: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26392,10</w:t>
            </w: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26392,10</w:t>
            </w: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26392,10</w:t>
            </w: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26392,10</w:t>
            </w:r>
          </w:p>
        </w:tc>
      </w:tr>
      <w:tr w:rsidR="005569F0" w:rsidTr="005569F0">
        <w:trPr>
          <w:trHeight w:val="196"/>
        </w:trPr>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1279"/>
        </w:trPr>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300945,50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23999,00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25890,60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24565,00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28339,10</w:t>
            </w: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24677,10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24782,10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24782,10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24782,10</w:t>
            </w: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24782,10</w:t>
            </w: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24782,10</w:t>
            </w: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24782,10</w:t>
            </w: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24782,10</w:t>
            </w:r>
          </w:p>
        </w:tc>
      </w:tr>
      <w:tr w:rsidR="005569F0" w:rsidTr="005569F0">
        <w:trPr>
          <w:trHeight w:val="287"/>
        </w:trPr>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center"/>
              <w:rPr>
                <w:color w:val="000000"/>
                <w:sz w:val="20"/>
                <w:szCs w:val="20"/>
                <w:lang w:eastAsia="ru-RU"/>
              </w:rPr>
            </w:pPr>
            <w:r w:rsidRPr="005569F0">
              <w:rPr>
                <w:color w:val="000000"/>
                <w:sz w:val="20"/>
                <w:szCs w:val="20"/>
                <w:lang w:eastAsia="ru-RU"/>
              </w:rPr>
              <w:t>1</w:t>
            </w:r>
          </w:p>
        </w:tc>
        <w:tc>
          <w:tcPr>
            <w:tcW w:w="1579"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2</w:t>
            </w:r>
          </w:p>
        </w:tc>
        <w:tc>
          <w:tcPr>
            <w:tcW w:w="814"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3</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4</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5</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6</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7</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8</w:t>
            </w: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9</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11</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12</w:t>
            </w: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13</w:t>
            </w: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14</w:t>
            </w: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15</w:t>
            </w: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16</w:t>
            </w:r>
          </w:p>
        </w:tc>
      </w:tr>
      <w:tr w:rsidR="005569F0" w:rsidTr="005569F0">
        <w:trPr>
          <w:trHeight w:val="1539"/>
        </w:trPr>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Совет народных депутатов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12012,90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1332,50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1537,00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1491,40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876,00</w:t>
            </w: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r>
      <w:tr w:rsidR="005569F0" w:rsidTr="005569F0">
        <w:trPr>
          <w:trHeight w:val="1545"/>
        </w:trPr>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Ревизионная комиссия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6986,30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119,30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r>
      <w:tr w:rsidR="005569F0">
        <w:trPr>
          <w:trHeight w:val="545"/>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1.1</w:t>
            </w: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rPr>
                <w:color w:val="000000"/>
                <w:sz w:val="20"/>
                <w:szCs w:val="20"/>
                <w:lang w:eastAsia="ru-RU"/>
              </w:rPr>
            </w:pPr>
            <w:r>
              <w:rPr>
                <w:color w:val="000000"/>
                <w:sz w:val="20"/>
                <w:szCs w:val="20"/>
                <w:lang w:eastAsia="ru-RU"/>
              </w:rPr>
              <w:t xml:space="preserve">Обеспечение  функционирования  администрации Таловского муниципального района </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235277,80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18516,70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19252,90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19396,20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22472,00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r>
      <w:tr w:rsidR="005569F0" w:rsidTr="005569F0">
        <w:trPr>
          <w:trHeight w:val="344"/>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1129"/>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235277,80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18516,70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19252,90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19396,20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22472,00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19455,00</w:t>
            </w:r>
          </w:p>
        </w:tc>
      </w:tr>
      <w:tr w:rsidR="005569F0">
        <w:trPr>
          <w:trHeight w:val="514"/>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1.2</w:t>
            </w: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rPr>
                <w:color w:val="000000"/>
                <w:sz w:val="20"/>
                <w:szCs w:val="20"/>
                <w:lang w:eastAsia="ru-RU"/>
              </w:rPr>
            </w:pPr>
            <w:r>
              <w:rPr>
                <w:color w:val="000000"/>
                <w:sz w:val="20"/>
                <w:szCs w:val="20"/>
                <w:lang w:eastAsia="ru-RU"/>
              </w:rPr>
              <w:t xml:space="preserve">Обеспечение  функционирования Совета народных депутатов Таловского муниципального района </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12012,90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1332,50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1537,00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1491,40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876,00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847,00</w:t>
            </w:r>
          </w:p>
        </w:tc>
      </w:tr>
      <w:tr w:rsidR="005569F0" w:rsidTr="005569F0">
        <w:trPr>
          <w:trHeight w:val="250"/>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p w:rsidR="005569F0" w:rsidRDefault="005569F0">
            <w:pPr>
              <w:autoSpaceDE w:val="0"/>
              <w:autoSpaceDN w:val="0"/>
              <w:adjustRightInd w:val="0"/>
              <w:rPr>
                <w:color w:val="000000"/>
                <w:sz w:val="16"/>
                <w:szCs w:val="16"/>
                <w:lang w:eastAsia="ru-RU"/>
              </w:rPr>
            </w:pPr>
          </w:p>
          <w:p w:rsidR="005569F0" w:rsidRDefault="005569F0">
            <w:pPr>
              <w:autoSpaceDE w:val="0"/>
              <w:autoSpaceDN w:val="0"/>
              <w:adjustRightInd w:val="0"/>
              <w:rPr>
                <w:color w:val="000000"/>
                <w:sz w:val="16"/>
                <w:szCs w:val="16"/>
                <w:lang w:eastAsia="ru-RU"/>
              </w:rPr>
            </w:pPr>
          </w:p>
          <w:p w:rsidR="005569F0" w:rsidRDefault="005569F0">
            <w:pPr>
              <w:autoSpaceDE w:val="0"/>
              <w:autoSpaceDN w:val="0"/>
              <w:adjustRightInd w:val="0"/>
              <w:rPr>
                <w:color w:val="000000"/>
                <w:sz w:val="16"/>
                <w:szCs w:val="16"/>
                <w:lang w:eastAsia="ru-RU"/>
              </w:rPr>
            </w:pP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287"/>
        </w:trPr>
        <w:tc>
          <w:tcPr>
            <w:tcW w:w="965"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center"/>
              <w:rPr>
                <w:color w:val="000000"/>
                <w:sz w:val="20"/>
                <w:szCs w:val="20"/>
                <w:lang w:eastAsia="ru-RU"/>
              </w:rPr>
            </w:pPr>
            <w:r w:rsidRPr="005569F0">
              <w:rPr>
                <w:color w:val="000000"/>
                <w:sz w:val="20"/>
                <w:szCs w:val="20"/>
                <w:lang w:eastAsia="ru-RU"/>
              </w:rPr>
              <w:t>1</w:t>
            </w:r>
          </w:p>
        </w:tc>
        <w:tc>
          <w:tcPr>
            <w:tcW w:w="1579"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2</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3</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4</w:t>
            </w:r>
          </w:p>
        </w:tc>
        <w:tc>
          <w:tcPr>
            <w:tcW w:w="828"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5</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6</w:t>
            </w:r>
          </w:p>
        </w:tc>
        <w:tc>
          <w:tcPr>
            <w:tcW w:w="840"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7</w:t>
            </w:r>
          </w:p>
        </w:tc>
        <w:tc>
          <w:tcPr>
            <w:tcW w:w="840"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8</w:t>
            </w:r>
          </w:p>
        </w:tc>
        <w:tc>
          <w:tcPr>
            <w:tcW w:w="878"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9</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10</w:t>
            </w:r>
          </w:p>
        </w:tc>
        <w:tc>
          <w:tcPr>
            <w:tcW w:w="840"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11</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12</w:t>
            </w:r>
          </w:p>
        </w:tc>
        <w:tc>
          <w:tcPr>
            <w:tcW w:w="927"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13</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14</w:t>
            </w:r>
          </w:p>
        </w:tc>
        <w:tc>
          <w:tcPr>
            <w:tcW w:w="852"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15</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16</w:t>
            </w:r>
          </w:p>
        </w:tc>
      </w:tr>
      <w:tr w:rsidR="005569F0" w:rsidTr="005569F0">
        <w:trPr>
          <w:trHeight w:val="1563"/>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rPr>
                <w:color w:val="000000"/>
                <w:sz w:val="16"/>
                <w:szCs w:val="16"/>
                <w:lang w:eastAsia="ru-RU"/>
              </w:rPr>
            </w:pPr>
            <w:r>
              <w:rPr>
                <w:color w:val="000000"/>
                <w:sz w:val="16"/>
                <w:szCs w:val="16"/>
                <w:lang w:eastAsia="ru-RU"/>
              </w:rPr>
              <w:t>Совет народных депутатов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12012,90</w:t>
            </w:r>
          </w:p>
        </w:tc>
        <w:tc>
          <w:tcPr>
            <w:tcW w:w="828" w:type="dxa"/>
            <w:tcBorders>
              <w:top w:val="single" w:sz="6" w:space="0" w:color="auto"/>
              <w:left w:val="single" w:sz="6" w:space="0" w:color="auto"/>
              <w:bottom w:val="single" w:sz="6" w:space="0" w:color="auto"/>
              <w:right w:val="single" w:sz="6" w:space="0" w:color="auto"/>
            </w:tcBorders>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1332,50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1537,00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1491,40</w:t>
            </w:r>
          </w:p>
        </w:tc>
        <w:tc>
          <w:tcPr>
            <w:tcW w:w="840" w:type="dxa"/>
            <w:tcBorders>
              <w:top w:val="single" w:sz="6" w:space="0" w:color="auto"/>
              <w:left w:val="single" w:sz="6" w:space="0" w:color="auto"/>
              <w:bottom w:val="single" w:sz="6" w:space="0" w:color="auto"/>
              <w:right w:val="single" w:sz="6" w:space="0" w:color="auto"/>
            </w:tcBorders>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876,00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847,00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847,00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847,00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847,00</w:t>
            </w:r>
          </w:p>
        </w:tc>
        <w:tc>
          <w:tcPr>
            <w:tcW w:w="927" w:type="dxa"/>
            <w:tcBorders>
              <w:top w:val="single" w:sz="6" w:space="0" w:color="auto"/>
              <w:left w:val="single" w:sz="6" w:space="0" w:color="auto"/>
              <w:bottom w:val="single" w:sz="6" w:space="0" w:color="auto"/>
              <w:right w:val="single" w:sz="6" w:space="0" w:color="auto"/>
            </w:tcBorders>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847,00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847,00</w:t>
            </w:r>
          </w:p>
        </w:tc>
        <w:tc>
          <w:tcPr>
            <w:tcW w:w="852" w:type="dxa"/>
            <w:tcBorders>
              <w:top w:val="single" w:sz="6" w:space="0" w:color="auto"/>
              <w:left w:val="single" w:sz="6" w:space="0" w:color="auto"/>
              <w:bottom w:val="single" w:sz="6" w:space="0" w:color="auto"/>
              <w:right w:val="single" w:sz="6" w:space="0" w:color="auto"/>
            </w:tcBorders>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847,00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847,00</w:t>
            </w:r>
          </w:p>
        </w:tc>
      </w:tr>
      <w:tr w:rsidR="005569F0">
        <w:trPr>
          <w:trHeight w:val="482"/>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1.3</w:t>
            </w: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rPr>
                <w:color w:val="000000"/>
                <w:sz w:val="20"/>
                <w:szCs w:val="20"/>
                <w:lang w:eastAsia="ru-RU"/>
              </w:rPr>
            </w:pPr>
            <w:r>
              <w:rPr>
                <w:color w:val="000000"/>
                <w:sz w:val="20"/>
                <w:szCs w:val="2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942,20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128,10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126,90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137,20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150,00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r>
      <w:tr w:rsidR="005569F0" w:rsidTr="005569F0">
        <w:trPr>
          <w:trHeight w:val="226"/>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1122"/>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942,20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128,10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126,90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137,20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150,00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r>
      <w:tr w:rsidR="005569F0">
        <w:trPr>
          <w:trHeight w:val="634"/>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1.4</w:t>
            </w: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Внедрение современных кадровых технологий</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58574,20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3950,60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4366,20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4833,50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r>
      <w:tr w:rsidR="005569F0" w:rsidTr="005569F0">
        <w:trPr>
          <w:trHeight w:val="330"/>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1115"/>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6"/>
                <w:szCs w:val="16"/>
                <w:lang w:eastAsia="ru-RU"/>
              </w:rPr>
            </w:pPr>
            <w:r>
              <w:rPr>
                <w:color w:val="000000"/>
                <w:sz w:val="16"/>
                <w:szCs w:val="16"/>
                <w:lang w:eastAsia="ru-RU"/>
              </w:rPr>
              <w:t>администрация Таловского муниципального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58574,20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3950,60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4366,20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4833,50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5047,10</w:t>
            </w:r>
          </w:p>
        </w:tc>
      </w:tr>
      <w:tr w:rsidR="005569F0">
        <w:trPr>
          <w:trHeight w:val="302"/>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1.5</w:t>
            </w: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Обеспечение экологической безопасности и качества окружающей среды.</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69,30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9,30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w:t>
            </w:r>
          </w:p>
        </w:tc>
      </w:tr>
      <w:tr w:rsidR="005569F0" w:rsidTr="005569F0">
        <w:trPr>
          <w:trHeight w:val="145"/>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287"/>
        </w:trPr>
        <w:tc>
          <w:tcPr>
            <w:tcW w:w="965"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center"/>
              <w:rPr>
                <w:color w:val="000000"/>
                <w:sz w:val="20"/>
                <w:szCs w:val="20"/>
                <w:lang w:eastAsia="ru-RU"/>
              </w:rPr>
            </w:pPr>
            <w:r w:rsidRPr="005569F0">
              <w:rPr>
                <w:color w:val="000000"/>
                <w:sz w:val="20"/>
                <w:szCs w:val="20"/>
                <w:lang w:eastAsia="ru-RU"/>
              </w:rPr>
              <w:t>1</w:t>
            </w:r>
          </w:p>
        </w:tc>
        <w:tc>
          <w:tcPr>
            <w:tcW w:w="1579"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2</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3</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4</w:t>
            </w:r>
          </w:p>
        </w:tc>
        <w:tc>
          <w:tcPr>
            <w:tcW w:w="828"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5</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6</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7</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8</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9</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11</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12</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13</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14</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15</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16</w:t>
            </w:r>
          </w:p>
        </w:tc>
      </w:tr>
      <w:tr w:rsidR="005569F0" w:rsidTr="005569F0">
        <w:trPr>
          <w:trHeight w:val="1255"/>
        </w:trPr>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69,30</w:t>
            </w:r>
          </w:p>
        </w:tc>
        <w:tc>
          <w:tcPr>
            <w:tcW w:w="828" w:type="dxa"/>
            <w:tcBorders>
              <w:top w:val="single" w:sz="6" w:space="0" w:color="auto"/>
              <w:left w:val="single" w:sz="6" w:space="0" w:color="auto"/>
              <w:bottom w:val="single" w:sz="6" w:space="0" w:color="auto"/>
              <w:right w:val="single" w:sz="6" w:space="0" w:color="auto"/>
            </w:tcBorders>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10,00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9,30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10,00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w:t>
            </w:r>
          </w:p>
        </w:tc>
      </w:tr>
      <w:tr w:rsidR="005569F0" w:rsidTr="005569F0">
        <w:trPr>
          <w:trHeight w:val="380"/>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1.6</w:t>
            </w:r>
          </w:p>
        </w:tc>
        <w:tc>
          <w:tcPr>
            <w:tcW w:w="1579"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5817,00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1128,60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2135,30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198,10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660,00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120,00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r>
      <w:tr w:rsidR="005569F0" w:rsidTr="005569F0">
        <w:trPr>
          <w:trHeight w:val="212"/>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trPr>
          <w:trHeight w:val="1375"/>
        </w:trPr>
        <w:tc>
          <w:tcPr>
            <w:tcW w:w="965"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5817,00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1128,60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2135,30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198,10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660,00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120,00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225,00</w:t>
            </w:r>
          </w:p>
        </w:tc>
      </w:tr>
      <w:tr w:rsidR="005569F0" w:rsidTr="005569F0">
        <w:trPr>
          <w:trHeight w:val="264"/>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1.7</w:t>
            </w:r>
          </w:p>
        </w:tc>
        <w:tc>
          <w:tcPr>
            <w:tcW w:w="1579"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Развитие сети автомобильных дорог общего пользования местного значения</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265,00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265,00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r>
      <w:tr w:rsidR="005569F0" w:rsidTr="005569F0">
        <w:trPr>
          <w:trHeight w:val="298"/>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1394"/>
        </w:trPr>
        <w:tc>
          <w:tcPr>
            <w:tcW w:w="965"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265,00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265,00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r>
      <w:tr w:rsidR="005569F0">
        <w:trPr>
          <w:trHeight w:val="458"/>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1.8</w:t>
            </w:r>
          </w:p>
        </w:tc>
        <w:tc>
          <w:tcPr>
            <w:tcW w:w="1579"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Обеспечение  функционирования Ревизионной комиссии Таловского муниципального района.</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6986,30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119,30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r>
      <w:tr w:rsidR="005569F0" w:rsidTr="005569F0">
        <w:trPr>
          <w:trHeight w:val="145"/>
        </w:trPr>
        <w:tc>
          <w:tcPr>
            <w:tcW w:w="965"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center"/>
              <w:rPr>
                <w:color w:val="000000"/>
                <w:sz w:val="20"/>
                <w:szCs w:val="20"/>
                <w:lang w:eastAsia="ru-RU"/>
              </w:rPr>
            </w:pPr>
            <w:r w:rsidRPr="005569F0">
              <w:rPr>
                <w:color w:val="000000"/>
                <w:sz w:val="20"/>
                <w:szCs w:val="20"/>
                <w:lang w:eastAsia="ru-RU"/>
              </w:rPr>
              <w:t>1</w:t>
            </w:r>
          </w:p>
        </w:tc>
        <w:tc>
          <w:tcPr>
            <w:tcW w:w="1579"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2</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3</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4</w:t>
            </w:r>
          </w:p>
        </w:tc>
        <w:tc>
          <w:tcPr>
            <w:tcW w:w="828"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5</w:t>
            </w:r>
          </w:p>
        </w:tc>
        <w:tc>
          <w:tcPr>
            <w:tcW w:w="840"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6</w:t>
            </w:r>
          </w:p>
        </w:tc>
        <w:tc>
          <w:tcPr>
            <w:tcW w:w="840"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7</w:t>
            </w:r>
          </w:p>
        </w:tc>
        <w:tc>
          <w:tcPr>
            <w:tcW w:w="840"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8</w:t>
            </w:r>
          </w:p>
        </w:tc>
        <w:tc>
          <w:tcPr>
            <w:tcW w:w="878"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9</w:t>
            </w:r>
          </w:p>
        </w:tc>
        <w:tc>
          <w:tcPr>
            <w:tcW w:w="828"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10</w:t>
            </w:r>
          </w:p>
        </w:tc>
        <w:tc>
          <w:tcPr>
            <w:tcW w:w="840"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11</w:t>
            </w:r>
          </w:p>
        </w:tc>
        <w:tc>
          <w:tcPr>
            <w:tcW w:w="840"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12</w:t>
            </w:r>
          </w:p>
        </w:tc>
        <w:tc>
          <w:tcPr>
            <w:tcW w:w="927"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13</w:t>
            </w:r>
          </w:p>
        </w:tc>
        <w:tc>
          <w:tcPr>
            <w:tcW w:w="965"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14</w:t>
            </w:r>
          </w:p>
        </w:tc>
        <w:tc>
          <w:tcPr>
            <w:tcW w:w="852"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15</w:t>
            </w:r>
          </w:p>
        </w:tc>
        <w:tc>
          <w:tcPr>
            <w:tcW w:w="902"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16</w:t>
            </w:r>
          </w:p>
        </w:tc>
      </w:tr>
      <w:tr w:rsidR="005569F0" w:rsidTr="005569F0">
        <w:trPr>
          <w:trHeight w:val="319"/>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trPr>
          <w:trHeight w:val="1620"/>
        </w:trPr>
        <w:tc>
          <w:tcPr>
            <w:tcW w:w="965"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Ревизионная комиссия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6986,30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119,30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763,00</w:t>
            </w:r>
          </w:p>
        </w:tc>
      </w:tr>
      <w:tr w:rsidR="005569F0">
        <w:trPr>
          <w:trHeight w:val="574"/>
        </w:trPr>
        <w:tc>
          <w:tcPr>
            <w:tcW w:w="965"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r>
              <w:rPr>
                <w:b/>
                <w:bCs/>
                <w:color w:val="000000"/>
                <w:sz w:val="20"/>
                <w:szCs w:val="20"/>
                <w:lang w:eastAsia="ru-RU"/>
              </w:rPr>
              <w:t>ПОДПРОГРАММА 2</w:t>
            </w:r>
          </w:p>
        </w:tc>
        <w:tc>
          <w:tcPr>
            <w:tcW w:w="1579"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r>
              <w:rPr>
                <w:b/>
                <w:bCs/>
                <w:color w:val="000000"/>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814"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217898,60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21315,00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23816,80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19676,10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20735,50</w:t>
            </w: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16544,40</w:t>
            </w: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16544,40</w:t>
            </w:r>
          </w:p>
        </w:tc>
      </w:tr>
      <w:tr w:rsidR="005569F0" w:rsidTr="005569F0">
        <w:trPr>
          <w:trHeight w:val="268"/>
        </w:trPr>
        <w:tc>
          <w:tcPr>
            <w:tcW w:w="965" w:type="dxa"/>
            <w:tcBorders>
              <w:top w:val="nil"/>
              <w:left w:val="single" w:sz="6" w:space="0" w:color="auto"/>
              <w:bottom w:val="nil"/>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556"/>
        </w:trPr>
        <w:tc>
          <w:tcPr>
            <w:tcW w:w="965" w:type="dxa"/>
            <w:tcBorders>
              <w:top w:val="nil"/>
              <w:left w:val="single" w:sz="6" w:space="0" w:color="auto"/>
              <w:bottom w:val="nil"/>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МКУ «ЕДДС и ХТО»</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217898,60</w:t>
            </w:r>
          </w:p>
        </w:tc>
        <w:tc>
          <w:tcPr>
            <w:tcW w:w="828"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21315,00</w:t>
            </w:r>
          </w:p>
        </w:tc>
        <w:tc>
          <w:tcPr>
            <w:tcW w:w="840"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23816,80</w:t>
            </w:r>
          </w:p>
        </w:tc>
        <w:tc>
          <w:tcPr>
            <w:tcW w:w="840"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19676,10</w:t>
            </w:r>
          </w:p>
        </w:tc>
        <w:tc>
          <w:tcPr>
            <w:tcW w:w="840"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20735,50</w:t>
            </w:r>
          </w:p>
        </w:tc>
        <w:tc>
          <w:tcPr>
            <w:tcW w:w="878"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828"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840"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840"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927"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965"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852"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c>
          <w:tcPr>
            <w:tcW w:w="902"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16544,40</w:t>
            </w:r>
          </w:p>
        </w:tc>
      </w:tr>
      <w:tr w:rsidR="005569F0" w:rsidTr="00F21293">
        <w:trPr>
          <w:trHeight w:val="545"/>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2.1</w:t>
            </w:r>
          </w:p>
        </w:tc>
        <w:tc>
          <w:tcPr>
            <w:tcW w:w="1579" w:type="dxa"/>
            <w:vMerge w:val="restart"/>
            <w:tcBorders>
              <w:top w:val="single" w:sz="6" w:space="0" w:color="auto"/>
              <w:left w:val="single" w:sz="6" w:space="0" w:color="auto"/>
              <w:right w:val="single" w:sz="6" w:space="0" w:color="auto"/>
            </w:tcBorders>
          </w:tcPr>
          <w:p w:rsidR="005569F0" w:rsidRDefault="005569F0">
            <w:pPr>
              <w:autoSpaceDE w:val="0"/>
              <w:autoSpaceDN w:val="0"/>
              <w:adjustRightInd w:val="0"/>
              <w:rPr>
                <w:color w:val="000000"/>
                <w:sz w:val="20"/>
                <w:szCs w:val="20"/>
                <w:lang w:eastAsia="ru-RU"/>
              </w:rPr>
            </w:pPr>
            <w:r>
              <w:rPr>
                <w:color w:val="000000"/>
                <w:sz w:val="20"/>
                <w:szCs w:val="20"/>
                <w:lang w:eastAsia="ru-RU"/>
              </w:rPr>
              <w:t>Обеспечение безопасности в чрезвычайных ситуациях </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31795,70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2333,30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2613,30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2745,30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r>
      <w:tr w:rsidR="005569F0" w:rsidTr="00F21293">
        <w:trPr>
          <w:trHeight w:val="111"/>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vMerge/>
            <w:tcBorders>
              <w:left w:val="single" w:sz="6" w:space="0" w:color="auto"/>
              <w:right w:val="single" w:sz="6" w:space="0" w:color="auto"/>
            </w:tcBorders>
          </w:tcPr>
          <w:p w:rsidR="005569F0" w:rsidRDefault="005569F0">
            <w:pPr>
              <w:autoSpaceDE w:val="0"/>
              <w:autoSpaceDN w:val="0"/>
              <w:adjustRightInd w:val="0"/>
              <w:jc w:val="right"/>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F21293">
        <w:trPr>
          <w:trHeight w:val="568"/>
        </w:trPr>
        <w:tc>
          <w:tcPr>
            <w:tcW w:w="965"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vMerge/>
            <w:tcBorders>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МКУ «ЕДДС и ХТО»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31795,70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2333,30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2613,30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2745,30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2678,20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2678,20</w:t>
            </w:r>
          </w:p>
        </w:tc>
      </w:tr>
      <w:tr w:rsidR="005569F0">
        <w:trPr>
          <w:trHeight w:val="302"/>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2.2</w:t>
            </w: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186102,90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18981,70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21203,50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16930,80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18057,30</w:t>
            </w:r>
          </w:p>
        </w:tc>
        <w:tc>
          <w:tcPr>
            <w:tcW w:w="87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927"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85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90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r>
      <w:tr w:rsidR="005569F0">
        <w:trPr>
          <w:trHeight w:val="302"/>
        </w:trPr>
        <w:tc>
          <w:tcPr>
            <w:tcW w:w="965"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center"/>
              <w:rPr>
                <w:color w:val="000000"/>
                <w:sz w:val="20"/>
                <w:szCs w:val="20"/>
                <w:lang w:eastAsia="ru-RU"/>
              </w:rPr>
            </w:pPr>
            <w:r w:rsidRPr="005569F0">
              <w:rPr>
                <w:color w:val="000000"/>
                <w:sz w:val="20"/>
                <w:szCs w:val="20"/>
                <w:lang w:eastAsia="ru-RU"/>
              </w:rPr>
              <w:t>1</w:t>
            </w:r>
          </w:p>
        </w:tc>
        <w:tc>
          <w:tcPr>
            <w:tcW w:w="1579" w:type="dxa"/>
            <w:tcBorders>
              <w:top w:val="single" w:sz="6" w:space="0" w:color="auto"/>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2</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3</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4</w:t>
            </w:r>
          </w:p>
        </w:tc>
        <w:tc>
          <w:tcPr>
            <w:tcW w:w="828"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5</w:t>
            </w:r>
          </w:p>
        </w:tc>
        <w:tc>
          <w:tcPr>
            <w:tcW w:w="840"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6</w:t>
            </w:r>
          </w:p>
        </w:tc>
        <w:tc>
          <w:tcPr>
            <w:tcW w:w="840"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7</w:t>
            </w:r>
          </w:p>
        </w:tc>
        <w:tc>
          <w:tcPr>
            <w:tcW w:w="840"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8</w:t>
            </w:r>
          </w:p>
        </w:tc>
        <w:tc>
          <w:tcPr>
            <w:tcW w:w="878"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9</w:t>
            </w:r>
          </w:p>
        </w:tc>
        <w:tc>
          <w:tcPr>
            <w:tcW w:w="828"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10</w:t>
            </w:r>
          </w:p>
        </w:tc>
        <w:tc>
          <w:tcPr>
            <w:tcW w:w="840"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11</w:t>
            </w:r>
          </w:p>
        </w:tc>
        <w:tc>
          <w:tcPr>
            <w:tcW w:w="840"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12</w:t>
            </w:r>
          </w:p>
        </w:tc>
        <w:tc>
          <w:tcPr>
            <w:tcW w:w="927"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13</w:t>
            </w:r>
          </w:p>
        </w:tc>
        <w:tc>
          <w:tcPr>
            <w:tcW w:w="965"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14</w:t>
            </w:r>
          </w:p>
        </w:tc>
        <w:tc>
          <w:tcPr>
            <w:tcW w:w="852"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15</w:t>
            </w:r>
          </w:p>
        </w:tc>
        <w:tc>
          <w:tcPr>
            <w:tcW w:w="902"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16</w:t>
            </w:r>
          </w:p>
        </w:tc>
      </w:tr>
      <w:tr w:rsidR="005569F0" w:rsidTr="005569F0">
        <w:trPr>
          <w:trHeight w:val="237"/>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trPr>
          <w:trHeight w:val="679"/>
        </w:trPr>
        <w:tc>
          <w:tcPr>
            <w:tcW w:w="965"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МКУ «ЕДДС и ХТО»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186102,90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18981,70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21203,50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16930,80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18057,30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13866,20</w:t>
            </w:r>
          </w:p>
        </w:tc>
      </w:tr>
      <w:tr w:rsidR="005569F0" w:rsidTr="005569F0">
        <w:trPr>
          <w:trHeight w:val="289"/>
        </w:trPr>
        <w:tc>
          <w:tcPr>
            <w:tcW w:w="965"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r>
              <w:rPr>
                <w:b/>
                <w:bCs/>
                <w:color w:val="000000"/>
                <w:sz w:val="20"/>
                <w:szCs w:val="20"/>
                <w:lang w:eastAsia="ru-RU"/>
              </w:rPr>
              <w:t>ПОДПРОГРАММА 3</w:t>
            </w:r>
          </w:p>
        </w:tc>
        <w:tc>
          <w:tcPr>
            <w:tcW w:w="1579"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r>
              <w:rPr>
                <w:b/>
                <w:bCs/>
                <w:color w:val="000000"/>
                <w:sz w:val="20"/>
                <w:szCs w:val="20"/>
                <w:lang w:eastAsia="ru-RU"/>
              </w:rPr>
              <w:t>«Управление муниципальным имуществом» </w:t>
            </w:r>
          </w:p>
        </w:tc>
        <w:tc>
          <w:tcPr>
            <w:tcW w:w="814"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55127,20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18"/>
                <w:szCs w:val="18"/>
                <w:lang w:eastAsia="ru-RU"/>
              </w:rPr>
            </w:pPr>
            <w:r>
              <w:rPr>
                <w:b/>
                <w:bCs/>
                <w:color w:val="000000"/>
                <w:sz w:val="18"/>
                <w:szCs w:val="18"/>
                <w:lang w:eastAsia="ru-RU"/>
              </w:rPr>
              <w:t>4052,70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18"/>
                <w:szCs w:val="18"/>
                <w:lang w:eastAsia="ru-RU"/>
              </w:rPr>
            </w:pPr>
            <w:r>
              <w:rPr>
                <w:b/>
                <w:bCs/>
                <w:color w:val="000000"/>
                <w:sz w:val="18"/>
                <w:szCs w:val="18"/>
                <w:lang w:eastAsia="ru-RU"/>
              </w:rPr>
              <w:t>6136,00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18"/>
                <w:szCs w:val="18"/>
                <w:lang w:eastAsia="ru-RU"/>
              </w:rPr>
            </w:pPr>
            <w:r>
              <w:rPr>
                <w:b/>
                <w:bCs/>
                <w:color w:val="000000"/>
                <w:sz w:val="18"/>
                <w:szCs w:val="18"/>
                <w:lang w:eastAsia="ru-RU"/>
              </w:rPr>
              <w:t>5929,70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18"/>
                <w:szCs w:val="18"/>
                <w:lang w:eastAsia="ru-RU"/>
              </w:rPr>
            </w:pPr>
            <w:r>
              <w:rPr>
                <w:b/>
                <w:bCs/>
                <w:color w:val="000000"/>
                <w:sz w:val="18"/>
                <w:szCs w:val="18"/>
                <w:lang w:eastAsia="ru-RU"/>
              </w:rPr>
              <w:t>6076,80</w:t>
            </w: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18"/>
                <w:szCs w:val="18"/>
                <w:lang w:eastAsia="ru-RU"/>
              </w:rPr>
            </w:pPr>
            <w:r>
              <w:rPr>
                <w:b/>
                <w:bCs/>
                <w:color w:val="000000"/>
                <w:sz w:val="18"/>
                <w:szCs w:val="18"/>
                <w:lang w:eastAsia="ru-RU"/>
              </w:rPr>
              <w:t>4029,00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18"/>
                <w:szCs w:val="18"/>
                <w:lang w:eastAsia="ru-RU"/>
              </w:rPr>
            </w:pPr>
            <w:r>
              <w:rPr>
                <w:b/>
                <w:bCs/>
                <w:color w:val="000000"/>
                <w:sz w:val="18"/>
                <w:szCs w:val="18"/>
                <w:lang w:eastAsia="ru-RU"/>
              </w:rPr>
              <w:t>4129,00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18"/>
                <w:szCs w:val="18"/>
                <w:lang w:eastAsia="ru-RU"/>
              </w:rPr>
            </w:pPr>
            <w:r>
              <w:rPr>
                <w:b/>
                <w:bCs/>
                <w:color w:val="000000"/>
                <w:sz w:val="18"/>
                <w:szCs w:val="18"/>
                <w:lang w:eastAsia="ru-RU"/>
              </w:rPr>
              <w:t>4129,00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18"/>
                <w:szCs w:val="18"/>
                <w:lang w:eastAsia="ru-RU"/>
              </w:rPr>
            </w:pPr>
            <w:r>
              <w:rPr>
                <w:b/>
                <w:bCs/>
                <w:color w:val="000000"/>
                <w:sz w:val="18"/>
                <w:szCs w:val="18"/>
                <w:lang w:eastAsia="ru-RU"/>
              </w:rPr>
              <w:t>4129,00</w:t>
            </w: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18"/>
                <w:szCs w:val="18"/>
                <w:lang w:eastAsia="ru-RU"/>
              </w:rPr>
            </w:pPr>
            <w:r>
              <w:rPr>
                <w:b/>
                <w:bCs/>
                <w:color w:val="000000"/>
                <w:sz w:val="18"/>
                <w:szCs w:val="18"/>
                <w:lang w:eastAsia="ru-RU"/>
              </w:rPr>
              <w:t>4129,00</w:t>
            </w: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18"/>
                <w:szCs w:val="18"/>
                <w:lang w:eastAsia="ru-RU"/>
              </w:rPr>
            </w:pPr>
            <w:r>
              <w:rPr>
                <w:b/>
                <w:bCs/>
                <w:color w:val="000000"/>
                <w:sz w:val="18"/>
                <w:szCs w:val="18"/>
                <w:lang w:eastAsia="ru-RU"/>
              </w:rPr>
              <w:t>4129,00</w:t>
            </w: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18"/>
                <w:szCs w:val="18"/>
                <w:lang w:eastAsia="ru-RU"/>
              </w:rPr>
            </w:pPr>
            <w:r>
              <w:rPr>
                <w:b/>
                <w:bCs/>
                <w:color w:val="000000"/>
                <w:sz w:val="18"/>
                <w:szCs w:val="18"/>
                <w:lang w:eastAsia="ru-RU"/>
              </w:rPr>
              <w:t>4129,00</w:t>
            </w: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18"/>
                <w:szCs w:val="18"/>
                <w:lang w:eastAsia="ru-RU"/>
              </w:rPr>
            </w:pPr>
            <w:r>
              <w:rPr>
                <w:b/>
                <w:bCs/>
                <w:color w:val="000000"/>
                <w:sz w:val="18"/>
                <w:szCs w:val="18"/>
                <w:lang w:eastAsia="ru-RU"/>
              </w:rPr>
              <w:t>4129,00</w:t>
            </w:r>
          </w:p>
        </w:tc>
      </w:tr>
      <w:tr w:rsidR="005569F0" w:rsidTr="005569F0">
        <w:trPr>
          <w:trHeight w:val="158"/>
        </w:trPr>
        <w:tc>
          <w:tcPr>
            <w:tcW w:w="965" w:type="dxa"/>
            <w:tcBorders>
              <w:top w:val="nil"/>
              <w:left w:val="single" w:sz="6" w:space="0" w:color="auto"/>
              <w:bottom w:val="nil"/>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579" w:type="dxa"/>
            <w:tcBorders>
              <w:top w:val="nil"/>
              <w:left w:val="single" w:sz="6" w:space="0" w:color="auto"/>
              <w:bottom w:val="nil"/>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1324"/>
        </w:trPr>
        <w:tc>
          <w:tcPr>
            <w:tcW w:w="965" w:type="dxa"/>
            <w:tcBorders>
              <w:top w:val="nil"/>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579" w:type="dxa"/>
            <w:tcBorders>
              <w:top w:val="nil"/>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814"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55127,20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4052,70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6136,00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5929,70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6076,80</w:t>
            </w: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4029,00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4129,00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4129,00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4129,00</w:t>
            </w: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4129,00</w:t>
            </w: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4129,00</w:t>
            </w: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4129,00</w:t>
            </w: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color w:val="000000"/>
                <w:sz w:val="18"/>
                <w:szCs w:val="18"/>
                <w:lang w:eastAsia="ru-RU"/>
              </w:rPr>
            </w:pPr>
            <w:r>
              <w:rPr>
                <w:color w:val="000000"/>
                <w:sz w:val="18"/>
                <w:szCs w:val="18"/>
                <w:lang w:eastAsia="ru-RU"/>
              </w:rPr>
              <w:t>4129,00</w:t>
            </w:r>
          </w:p>
        </w:tc>
      </w:tr>
      <w:tr w:rsidR="005569F0">
        <w:trPr>
          <w:trHeight w:val="331"/>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3.1.</w:t>
            </w: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rPr>
                <w:color w:val="000000"/>
                <w:sz w:val="20"/>
                <w:szCs w:val="20"/>
                <w:lang w:eastAsia="ru-RU"/>
              </w:rPr>
            </w:pPr>
            <w:r>
              <w:rPr>
                <w:color w:val="000000"/>
                <w:sz w:val="20"/>
                <w:szCs w:val="20"/>
                <w:lang w:eastAsia="ru-RU"/>
              </w:rPr>
              <w:t xml:space="preserve"> Техническая инвентаризация, оценка имущества для принятия управленческих решений</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758,20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33,20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170,00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r>
      <w:tr w:rsidR="005569F0" w:rsidTr="005569F0">
        <w:trPr>
          <w:trHeight w:val="204"/>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1242"/>
        </w:trPr>
        <w:tc>
          <w:tcPr>
            <w:tcW w:w="965"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758,20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33,20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170,00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w:t>
            </w:r>
          </w:p>
        </w:tc>
      </w:tr>
      <w:tr w:rsidR="005569F0">
        <w:trPr>
          <w:trHeight w:val="499"/>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3.2</w:t>
            </w:r>
          </w:p>
        </w:tc>
        <w:tc>
          <w:tcPr>
            <w:tcW w:w="1579"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p w:rsidR="005569F0" w:rsidRDefault="005569F0">
            <w:pPr>
              <w:autoSpaceDE w:val="0"/>
              <w:autoSpaceDN w:val="0"/>
              <w:adjustRightInd w:val="0"/>
              <w:jc w:val="center"/>
              <w:rPr>
                <w:color w:val="000000"/>
                <w:sz w:val="20"/>
                <w:szCs w:val="20"/>
                <w:lang w:eastAsia="ru-RU"/>
              </w:rPr>
            </w:pPr>
          </w:p>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10895,30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595,80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2116,60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2290,10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2076,80</w:t>
            </w:r>
          </w:p>
        </w:tc>
        <w:tc>
          <w:tcPr>
            <w:tcW w:w="87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927"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5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90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r>
      <w:tr w:rsidR="005569F0" w:rsidTr="005569F0">
        <w:trPr>
          <w:trHeight w:val="287"/>
        </w:trPr>
        <w:tc>
          <w:tcPr>
            <w:tcW w:w="965"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center"/>
              <w:rPr>
                <w:color w:val="000000"/>
                <w:sz w:val="20"/>
                <w:szCs w:val="20"/>
                <w:lang w:eastAsia="ru-RU"/>
              </w:rPr>
            </w:pPr>
            <w:r w:rsidRPr="005569F0">
              <w:rPr>
                <w:color w:val="000000"/>
                <w:sz w:val="20"/>
                <w:szCs w:val="20"/>
                <w:lang w:eastAsia="ru-RU"/>
              </w:rPr>
              <w:t>1</w:t>
            </w:r>
          </w:p>
        </w:tc>
        <w:tc>
          <w:tcPr>
            <w:tcW w:w="1579"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2</w:t>
            </w:r>
          </w:p>
        </w:tc>
        <w:tc>
          <w:tcPr>
            <w:tcW w:w="814" w:type="dxa"/>
            <w:tcBorders>
              <w:top w:val="single" w:sz="6" w:space="0" w:color="auto"/>
              <w:left w:val="single" w:sz="6" w:space="0" w:color="auto"/>
              <w:bottom w:val="nil"/>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3</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4</w:t>
            </w:r>
          </w:p>
        </w:tc>
        <w:tc>
          <w:tcPr>
            <w:tcW w:w="828"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5</w:t>
            </w:r>
          </w:p>
        </w:tc>
        <w:tc>
          <w:tcPr>
            <w:tcW w:w="840"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6</w:t>
            </w:r>
          </w:p>
        </w:tc>
        <w:tc>
          <w:tcPr>
            <w:tcW w:w="840"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7</w:t>
            </w:r>
          </w:p>
        </w:tc>
        <w:tc>
          <w:tcPr>
            <w:tcW w:w="840"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8</w:t>
            </w:r>
          </w:p>
        </w:tc>
        <w:tc>
          <w:tcPr>
            <w:tcW w:w="878"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9</w:t>
            </w:r>
          </w:p>
        </w:tc>
        <w:tc>
          <w:tcPr>
            <w:tcW w:w="828"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10</w:t>
            </w:r>
          </w:p>
        </w:tc>
        <w:tc>
          <w:tcPr>
            <w:tcW w:w="840"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11</w:t>
            </w:r>
          </w:p>
        </w:tc>
        <w:tc>
          <w:tcPr>
            <w:tcW w:w="840"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12</w:t>
            </w:r>
          </w:p>
        </w:tc>
        <w:tc>
          <w:tcPr>
            <w:tcW w:w="927"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13</w:t>
            </w:r>
          </w:p>
        </w:tc>
        <w:tc>
          <w:tcPr>
            <w:tcW w:w="965"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14</w:t>
            </w:r>
          </w:p>
        </w:tc>
        <w:tc>
          <w:tcPr>
            <w:tcW w:w="852"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15</w:t>
            </w:r>
          </w:p>
        </w:tc>
        <w:tc>
          <w:tcPr>
            <w:tcW w:w="902"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16</w:t>
            </w:r>
          </w:p>
        </w:tc>
      </w:tr>
      <w:tr w:rsidR="005569F0" w:rsidTr="005569F0">
        <w:trPr>
          <w:trHeight w:val="263"/>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trPr>
          <w:trHeight w:val="1481"/>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10895,30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595,80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2116,60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2290,10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2076,80</w:t>
            </w:r>
          </w:p>
        </w:tc>
        <w:tc>
          <w:tcPr>
            <w:tcW w:w="87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927"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5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90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r>
      <w:tr w:rsidR="005569F0">
        <w:trPr>
          <w:trHeight w:val="634"/>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Мероприятие 3.2.1</w:t>
            </w:r>
          </w:p>
        </w:tc>
        <w:tc>
          <w:tcPr>
            <w:tcW w:w="1579"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Содержание имущества и проведение ремонтных работ</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9897,10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595,80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1118,40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2290,10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2076,80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r>
      <w:tr w:rsidR="005569F0" w:rsidTr="005569F0">
        <w:trPr>
          <w:trHeight w:val="258"/>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trPr>
          <w:trHeight w:val="1440"/>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9897,10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595,80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1118,40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2290,10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66CC"/>
                <w:sz w:val="18"/>
                <w:szCs w:val="18"/>
                <w:lang w:eastAsia="ru-RU"/>
              </w:rPr>
            </w:pPr>
            <w:r>
              <w:rPr>
                <w:color w:val="0066CC"/>
                <w:sz w:val="18"/>
                <w:szCs w:val="18"/>
                <w:lang w:eastAsia="ru-RU"/>
              </w:rPr>
              <w:t>2076,80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477,00</w:t>
            </w:r>
          </w:p>
        </w:tc>
      </w:tr>
      <w:tr w:rsidR="005569F0">
        <w:trPr>
          <w:trHeight w:val="619"/>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Мероприятие 3.2.2</w:t>
            </w:r>
          </w:p>
        </w:tc>
        <w:tc>
          <w:tcPr>
            <w:tcW w:w="1579"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Приобретение имущества казны</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998,20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998,20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r>
      <w:tr w:rsidR="005569F0" w:rsidTr="00A6758F">
        <w:trPr>
          <w:trHeight w:val="362"/>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trPr>
          <w:trHeight w:val="1150"/>
        </w:trPr>
        <w:tc>
          <w:tcPr>
            <w:tcW w:w="965"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998,20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998,20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r>
              <w:rPr>
                <w:rFonts w:ascii="Calibri" w:hAnsi="Calibri" w:cs="Calibri"/>
                <w:color w:val="000000"/>
                <w:sz w:val="18"/>
                <w:szCs w:val="18"/>
                <w:lang w:eastAsia="ru-RU"/>
              </w:rPr>
              <w:t>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r>
              <w:rPr>
                <w:rFonts w:ascii="Calibri" w:hAnsi="Calibri" w:cs="Calibri"/>
                <w:color w:val="000000"/>
                <w:sz w:val="18"/>
                <w:szCs w:val="18"/>
                <w:lang w:eastAsia="ru-RU"/>
              </w:rPr>
              <w:t>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r>
              <w:rPr>
                <w:rFonts w:ascii="Calibri" w:hAnsi="Calibri" w:cs="Calibri"/>
                <w:color w:val="000000"/>
                <w:sz w:val="18"/>
                <w:szCs w:val="18"/>
                <w:lang w:eastAsia="ru-RU"/>
              </w:rPr>
              <w:t>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r>
              <w:rPr>
                <w:rFonts w:ascii="Calibri" w:hAnsi="Calibri" w:cs="Calibri"/>
                <w:color w:val="000000"/>
                <w:sz w:val="18"/>
                <w:szCs w:val="18"/>
                <w:lang w:eastAsia="ru-RU"/>
              </w:rPr>
              <w:t>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r>
              <w:rPr>
                <w:rFonts w:ascii="Calibri" w:hAnsi="Calibri" w:cs="Calibri"/>
                <w:color w:val="000000"/>
                <w:sz w:val="18"/>
                <w:szCs w:val="18"/>
                <w:lang w:eastAsia="ru-RU"/>
              </w:rPr>
              <w:t>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r>
              <w:rPr>
                <w:rFonts w:ascii="Calibri" w:hAnsi="Calibri" w:cs="Calibri"/>
                <w:color w:val="000000"/>
                <w:sz w:val="18"/>
                <w:szCs w:val="18"/>
                <w:lang w:eastAsia="ru-RU"/>
              </w:rPr>
              <w:t>0</w:t>
            </w:r>
          </w:p>
        </w:tc>
      </w:tr>
      <w:tr w:rsidR="005569F0">
        <w:trPr>
          <w:trHeight w:val="331"/>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3.3</w:t>
            </w:r>
          </w:p>
        </w:tc>
        <w:tc>
          <w:tcPr>
            <w:tcW w:w="1579"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 xml:space="preserve"> Межевание земельных участков, оценка размера арендной платы. </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1896,80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446,50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619,40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230,90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200,00</w:t>
            </w:r>
          </w:p>
        </w:tc>
        <w:tc>
          <w:tcPr>
            <w:tcW w:w="87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r>
      <w:tr w:rsidR="005569F0" w:rsidTr="00A6758F">
        <w:trPr>
          <w:trHeight w:val="317"/>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p w:rsidR="005569F0" w:rsidRDefault="005569F0">
            <w:pPr>
              <w:autoSpaceDE w:val="0"/>
              <w:autoSpaceDN w:val="0"/>
              <w:adjustRightInd w:val="0"/>
              <w:rPr>
                <w:color w:val="000000"/>
                <w:sz w:val="16"/>
                <w:szCs w:val="16"/>
                <w:lang w:eastAsia="ru-RU"/>
              </w:rPr>
            </w:pPr>
          </w:p>
          <w:p w:rsidR="005569F0" w:rsidRDefault="005569F0">
            <w:pPr>
              <w:autoSpaceDE w:val="0"/>
              <w:autoSpaceDN w:val="0"/>
              <w:adjustRightInd w:val="0"/>
              <w:rPr>
                <w:color w:val="000000"/>
                <w:sz w:val="16"/>
                <w:szCs w:val="16"/>
                <w:lang w:eastAsia="ru-RU"/>
              </w:rPr>
            </w:pPr>
          </w:p>
          <w:p w:rsidR="005569F0" w:rsidRDefault="005569F0">
            <w:pPr>
              <w:autoSpaceDE w:val="0"/>
              <w:autoSpaceDN w:val="0"/>
              <w:adjustRightInd w:val="0"/>
              <w:rPr>
                <w:color w:val="000000"/>
                <w:sz w:val="16"/>
                <w:szCs w:val="16"/>
                <w:lang w:eastAsia="ru-RU"/>
              </w:rPr>
            </w:pPr>
          </w:p>
          <w:p w:rsidR="005569F0" w:rsidRDefault="005569F0">
            <w:pPr>
              <w:autoSpaceDE w:val="0"/>
              <w:autoSpaceDN w:val="0"/>
              <w:adjustRightInd w:val="0"/>
              <w:rPr>
                <w:color w:val="000000"/>
                <w:sz w:val="16"/>
                <w:szCs w:val="16"/>
                <w:lang w:eastAsia="ru-RU"/>
              </w:rPr>
            </w:pP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287"/>
        </w:trPr>
        <w:tc>
          <w:tcPr>
            <w:tcW w:w="965" w:type="dxa"/>
            <w:tcBorders>
              <w:top w:val="nil"/>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center"/>
              <w:rPr>
                <w:color w:val="000000"/>
                <w:sz w:val="20"/>
                <w:szCs w:val="20"/>
                <w:lang w:eastAsia="ru-RU"/>
              </w:rPr>
            </w:pPr>
            <w:r w:rsidRPr="005569F0">
              <w:rPr>
                <w:color w:val="000000"/>
                <w:sz w:val="20"/>
                <w:szCs w:val="20"/>
                <w:lang w:eastAsia="ru-RU"/>
              </w:rPr>
              <w:t>1</w:t>
            </w:r>
          </w:p>
        </w:tc>
        <w:tc>
          <w:tcPr>
            <w:tcW w:w="1579" w:type="dxa"/>
            <w:tcBorders>
              <w:top w:val="nil"/>
              <w:left w:val="single" w:sz="6" w:space="0" w:color="auto"/>
              <w:bottom w:val="single" w:sz="6" w:space="0" w:color="auto"/>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2</w:t>
            </w:r>
          </w:p>
        </w:tc>
        <w:tc>
          <w:tcPr>
            <w:tcW w:w="814" w:type="dxa"/>
            <w:tcBorders>
              <w:top w:val="single" w:sz="6" w:space="0" w:color="auto"/>
              <w:left w:val="single" w:sz="6" w:space="0" w:color="auto"/>
              <w:bottom w:val="nil"/>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3</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4</w:t>
            </w:r>
          </w:p>
        </w:tc>
        <w:tc>
          <w:tcPr>
            <w:tcW w:w="828" w:type="dxa"/>
            <w:tcBorders>
              <w:top w:val="single" w:sz="6" w:space="0" w:color="auto"/>
              <w:left w:val="single" w:sz="6" w:space="0" w:color="auto"/>
              <w:bottom w:val="nil"/>
              <w:right w:val="single" w:sz="6" w:space="0" w:color="auto"/>
            </w:tcBorders>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5</w:t>
            </w:r>
          </w:p>
        </w:tc>
        <w:tc>
          <w:tcPr>
            <w:tcW w:w="840" w:type="dxa"/>
            <w:tcBorders>
              <w:top w:val="single" w:sz="6" w:space="0" w:color="auto"/>
              <w:left w:val="single" w:sz="6" w:space="0" w:color="auto"/>
              <w:bottom w:val="nil"/>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6</w:t>
            </w:r>
          </w:p>
        </w:tc>
        <w:tc>
          <w:tcPr>
            <w:tcW w:w="840" w:type="dxa"/>
            <w:tcBorders>
              <w:top w:val="single" w:sz="6" w:space="0" w:color="auto"/>
              <w:left w:val="single" w:sz="6" w:space="0" w:color="auto"/>
              <w:bottom w:val="nil"/>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7</w:t>
            </w:r>
          </w:p>
        </w:tc>
        <w:tc>
          <w:tcPr>
            <w:tcW w:w="840" w:type="dxa"/>
            <w:tcBorders>
              <w:top w:val="single" w:sz="6" w:space="0" w:color="auto"/>
              <w:left w:val="single" w:sz="6" w:space="0" w:color="auto"/>
              <w:bottom w:val="nil"/>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8</w:t>
            </w:r>
          </w:p>
        </w:tc>
        <w:tc>
          <w:tcPr>
            <w:tcW w:w="878" w:type="dxa"/>
            <w:tcBorders>
              <w:top w:val="single" w:sz="6" w:space="0" w:color="auto"/>
              <w:left w:val="single" w:sz="6" w:space="0" w:color="auto"/>
              <w:bottom w:val="nil"/>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9</w:t>
            </w:r>
          </w:p>
        </w:tc>
        <w:tc>
          <w:tcPr>
            <w:tcW w:w="828" w:type="dxa"/>
            <w:tcBorders>
              <w:top w:val="single" w:sz="6" w:space="0" w:color="auto"/>
              <w:left w:val="single" w:sz="6" w:space="0" w:color="auto"/>
              <w:bottom w:val="nil"/>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10</w:t>
            </w:r>
          </w:p>
        </w:tc>
        <w:tc>
          <w:tcPr>
            <w:tcW w:w="840" w:type="dxa"/>
            <w:tcBorders>
              <w:top w:val="single" w:sz="6" w:space="0" w:color="auto"/>
              <w:left w:val="single" w:sz="6" w:space="0" w:color="auto"/>
              <w:bottom w:val="nil"/>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11</w:t>
            </w:r>
          </w:p>
        </w:tc>
        <w:tc>
          <w:tcPr>
            <w:tcW w:w="840" w:type="dxa"/>
            <w:tcBorders>
              <w:top w:val="single" w:sz="6" w:space="0" w:color="auto"/>
              <w:left w:val="single" w:sz="6" w:space="0" w:color="auto"/>
              <w:bottom w:val="nil"/>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12</w:t>
            </w:r>
          </w:p>
        </w:tc>
        <w:tc>
          <w:tcPr>
            <w:tcW w:w="927" w:type="dxa"/>
            <w:tcBorders>
              <w:top w:val="single" w:sz="6" w:space="0" w:color="auto"/>
              <w:left w:val="single" w:sz="6" w:space="0" w:color="auto"/>
              <w:bottom w:val="nil"/>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13</w:t>
            </w:r>
          </w:p>
        </w:tc>
        <w:tc>
          <w:tcPr>
            <w:tcW w:w="965" w:type="dxa"/>
            <w:tcBorders>
              <w:top w:val="single" w:sz="6" w:space="0" w:color="auto"/>
              <w:left w:val="single" w:sz="6" w:space="0" w:color="auto"/>
              <w:bottom w:val="nil"/>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14</w:t>
            </w:r>
          </w:p>
        </w:tc>
        <w:tc>
          <w:tcPr>
            <w:tcW w:w="852" w:type="dxa"/>
            <w:tcBorders>
              <w:top w:val="single" w:sz="6" w:space="0" w:color="auto"/>
              <w:left w:val="single" w:sz="6" w:space="0" w:color="auto"/>
              <w:bottom w:val="nil"/>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15</w:t>
            </w:r>
          </w:p>
        </w:tc>
        <w:tc>
          <w:tcPr>
            <w:tcW w:w="902" w:type="dxa"/>
            <w:tcBorders>
              <w:top w:val="single" w:sz="6" w:space="0" w:color="auto"/>
              <w:left w:val="single" w:sz="6" w:space="0" w:color="auto"/>
              <w:bottom w:val="nil"/>
              <w:right w:val="single" w:sz="6" w:space="0" w:color="auto"/>
            </w:tcBorders>
            <w:shd w:val="solid" w:color="FF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16</w:t>
            </w:r>
          </w:p>
        </w:tc>
      </w:tr>
      <w:tr w:rsidR="005569F0">
        <w:trPr>
          <w:trHeight w:val="1224"/>
        </w:trPr>
        <w:tc>
          <w:tcPr>
            <w:tcW w:w="965"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nil"/>
              <w:right w:val="single" w:sz="6" w:space="0" w:color="auto"/>
            </w:tcBorders>
            <w:shd w:val="solid" w:color="FFFFFF" w:fill="auto"/>
          </w:tcPr>
          <w:p w:rsidR="005569F0" w:rsidRDefault="005569F0" w:rsidP="00F21293">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1896,80</w:t>
            </w:r>
          </w:p>
        </w:tc>
        <w:tc>
          <w:tcPr>
            <w:tcW w:w="828" w:type="dxa"/>
            <w:tcBorders>
              <w:top w:val="single" w:sz="6" w:space="0" w:color="auto"/>
              <w:left w:val="single" w:sz="6" w:space="0" w:color="auto"/>
              <w:bottom w:val="nil"/>
              <w:right w:val="single" w:sz="6" w:space="0" w:color="auto"/>
            </w:tcBorders>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446,50</w:t>
            </w:r>
          </w:p>
        </w:tc>
        <w:tc>
          <w:tcPr>
            <w:tcW w:w="840" w:type="dxa"/>
            <w:tcBorders>
              <w:top w:val="single" w:sz="6" w:space="0" w:color="auto"/>
              <w:left w:val="single" w:sz="6" w:space="0" w:color="auto"/>
              <w:bottom w:val="nil"/>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619,40</w:t>
            </w:r>
          </w:p>
        </w:tc>
        <w:tc>
          <w:tcPr>
            <w:tcW w:w="840" w:type="dxa"/>
            <w:tcBorders>
              <w:top w:val="single" w:sz="6" w:space="0" w:color="auto"/>
              <w:left w:val="single" w:sz="6" w:space="0" w:color="auto"/>
              <w:bottom w:val="nil"/>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230,90</w:t>
            </w:r>
          </w:p>
        </w:tc>
        <w:tc>
          <w:tcPr>
            <w:tcW w:w="840" w:type="dxa"/>
            <w:tcBorders>
              <w:top w:val="single" w:sz="6" w:space="0" w:color="auto"/>
              <w:left w:val="single" w:sz="6" w:space="0" w:color="auto"/>
              <w:bottom w:val="nil"/>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200,00</w:t>
            </w:r>
          </w:p>
        </w:tc>
        <w:tc>
          <w:tcPr>
            <w:tcW w:w="878" w:type="dxa"/>
            <w:tcBorders>
              <w:top w:val="single" w:sz="6" w:space="0" w:color="auto"/>
              <w:left w:val="single" w:sz="6" w:space="0" w:color="auto"/>
              <w:bottom w:val="nil"/>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50,00</w:t>
            </w:r>
          </w:p>
        </w:tc>
        <w:tc>
          <w:tcPr>
            <w:tcW w:w="828" w:type="dxa"/>
            <w:tcBorders>
              <w:top w:val="single" w:sz="6" w:space="0" w:color="auto"/>
              <w:left w:val="single" w:sz="6" w:space="0" w:color="auto"/>
              <w:bottom w:val="nil"/>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50,00</w:t>
            </w:r>
          </w:p>
        </w:tc>
        <w:tc>
          <w:tcPr>
            <w:tcW w:w="840" w:type="dxa"/>
            <w:tcBorders>
              <w:top w:val="single" w:sz="6" w:space="0" w:color="auto"/>
              <w:left w:val="single" w:sz="6" w:space="0" w:color="auto"/>
              <w:bottom w:val="nil"/>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50,00</w:t>
            </w:r>
          </w:p>
        </w:tc>
        <w:tc>
          <w:tcPr>
            <w:tcW w:w="840" w:type="dxa"/>
            <w:tcBorders>
              <w:top w:val="single" w:sz="6" w:space="0" w:color="auto"/>
              <w:left w:val="single" w:sz="6" w:space="0" w:color="auto"/>
              <w:bottom w:val="nil"/>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50,00</w:t>
            </w:r>
          </w:p>
        </w:tc>
        <w:tc>
          <w:tcPr>
            <w:tcW w:w="927" w:type="dxa"/>
            <w:tcBorders>
              <w:top w:val="single" w:sz="6" w:space="0" w:color="auto"/>
              <w:left w:val="single" w:sz="6" w:space="0" w:color="auto"/>
              <w:bottom w:val="nil"/>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50,00</w:t>
            </w:r>
          </w:p>
        </w:tc>
        <w:tc>
          <w:tcPr>
            <w:tcW w:w="965" w:type="dxa"/>
            <w:tcBorders>
              <w:top w:val="single" w:sz="6" w:space="0" w:color="auto"/>
              <w:left w:val="single" w:sz="6" w:space="0" w:color="auto"/>
              <w:bottom w:val="nil"/>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50,00</w:t>
            </w:r>
          </w:p>
        </w:tc>
        <w:tc>
          <w:tcPr>
            <w:tcW w:w="852" w:type="dxa"/>
            <w:tcBorders>
              <w:top w:val="single" w:sz="6" w:space="0" w:color="auto"/>
              <w:left w:val="single" w:sz="6" w:space="0" w:color="auto"/>
              <w:bottom w:val="nil"/>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50,00</w:t>
            </w:r>
          </w:p>
        </w:tc>
        <w:tc>
          <w:tcPr>
            <w:tcW w:w="902" w:type="dxa"/>
            <w:tcBorders>
              <w:top w:val="single" w:sz="6" w:space="0" w:color="auto"/>
              <w:left w:val="single" w:sz="6" w:space="0" w:color="auto"/>
              <w:bottom w:val="nil"/>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50,00</w:t>
            </w:r>
          </w:p>
        </w:tc>
      </w:tr>
      <w:tr w:rsidR="005569F0">
        <w:trPr>
          <w:trHeight w:val="302"/>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3.4</w:t>
            </w: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rPr>
                <w:color w:val="000000"/>
                <w:sz w:val="20"/>
                <w:szCs w:val="20"/>
                <w:lang w:eastAsia="ru-RU"/>
              </w:rPr>
            </w:pPr>
            <w:r>
              <w:rPr>
                <w:color w:val="000000"/>
                <w:sz w:val="20"/>
                <w:szCs w:val="20"/>
                <w:lang w:eastAsia="ru-RU"/>
              </w:rPr>
              <w:t>Публикация информационных сообщений</w:t>
            </w:r>
          </w:p>
        </w:tc>
        <w:tc>
          <w:tcPr>
            <w:tcW w:w="814"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210,00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7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927"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85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90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r>
      <w:tr w:rsidR="005569F0" w:rsidTr="005569F0">
        <w:trPr>
          <w:trHeight w:val="248"/>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trPr>
          <w:trHeight w:val="1440"/>
        </w:trPr>
        <w:tc>
          <w:tcPr>
            <w:tcW w:w="965"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rPr>
                <w:color w:val="000000"/>
                <w:sz w:val="20"/>
                <w:szCs w:val="20"/>
                <w:lang w:eastAsia="ru-RU"/>
              </w:rPr>
            </w:pPr>
          </w:p>
        </w:tc>
        <w:tc>
          <w:tcPr>
            <w:tcW w:w="814"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210,00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50,00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20,00</w:t>
            </w:r>
          </w:p>
        </w:tc>
      </w:tr>
      <w:tr w:rsidR="005569F0">
        <w:trPr>
          <w:trHeight w:val="696"/>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3.5</w:t>
            </w:r>
          </w:p>
        </w:tc>
        <w:tc>
          <w:tcPr>
            <w:tcW w:w="1579"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Обеспечение деятельности отдела  по управлению муниципальным имуществом».</w:t>
            </w:r>
          </w:p>
        </w:tc>
        <w:tc>
          <w:tcPr>
            <w:tcW w:w="814"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41366,90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2970,40</w:t>
            </w:r>
          </w:p>
        </w:tc>
        <w:tc>
          <w:tcPr>
            <w:tcW w:w="840"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3365,00</w:t>
            </w:r>
          </w:p>
        </w:tc>
        <w:tc>
          <w:tcPr>
            <w:tcW w:w="840"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3375,50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3580,00</w:t>
            </w:r>
          </w:p>
        </w:tc>
        <w:tc>
          <w:tcPr>
            <w:tcW w:w="87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3422,00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c>
          <w:tcPr>
            <w:tcW w:w="927"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c>
          <w:tcPr>
            <w:tcW w:w="85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c>
          <w:tcPr>
            <w:tcW w:w="90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r>
      <w:tr w:rsidR="005569F0" w:rsidTr="005569F0">
        <w:trPr>
          <w:trHeight w:val="250"/>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1260"/>
        </w:trPr>
        <w:tc>
          <w:tcPr>
            <w:tcW w:w="965"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 xml:space="preserve"> Отдел по управлению муниципальным имуществом</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41366,90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2970,40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3365,00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3375,50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3580,00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3422,00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3522,00</w:t>
            </w:r>
          </w:p>
        </w:tc>
      </w:tr>
      <w:tr w:rsidR="005569F0">
        <w:trPr>
          <w:trHeight w:val="545"/>
        </w:trPr>
        <w:tc>
          <w:tcPr>
            <w:tcW w:w="965"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r>
              <w:rPr>
                <w:b/>
                <w:bCs/>
                <w:color w:val="000000"/>
                <w:sz w:val="20"/>
                <w:szCs w:val="20"/>
                <w:lang w:eastAsia="ru-RU"/>
              </w:rPr>
              <w:t>ПОДПРОГРАММА 4</w:t>
            </w:r>
          </w:p>
        </w:tc>
        <w:tc>
          <w:tcPr>
            <w:tcW w:w="1579"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b/>
                <w:bCs/>
                <w:color w:val="000000"/>
                <w:sz w:val="20"/>
                <w:szCs w:val="20"/>
                <w:lang w:eastAsia="ru-RU"/>
              </w:rPr>
            </w:pPr>
            <w:r>
              <w:rPr>
                <w:b/>
                <w:bCs/>
                <w:color w:val="000000"/>
                <w:sz w:val="20"/>
                <w:szCs w:val="20"/>
                <w:lang w:eastAsia="ru-RU"/>
              </w:rPr>
              <w:t>«Обеспечение жильем молодых семей»</w:t>
            </w:r>
          </w:p>
        </w:tc>
        <w:tc>
          <w:tcPr>
            <w:tcW w:w="814"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rsidP="00F21293">
            <w:pPr>
              <w:autoSpaceDE w:val="0"/>
              <w:autoSpaceDN w:val="0"/>
              <w:adjustRightInd w:val="0"/>
              <w:jc w:val="right"/>
              <w:rPr>
                <w:b/>
                <w:bCs/>
                <w:color w:val="000000"/>
                <w:sz w:val="18"/>
                <w:szCs w:val="18"/>
                <w:lang w:eastAsia="ru-RU"/>
              </w:rPr>
            </w:pPr>
            <w:r>
              <w:rPr>
                <w:b/>
                <w:bCs/>
                <w:color w:val="000000"/>
                <w:sz w:val="18"/>
                <w:szCs w:val="18"/>
                <w:lang w:eastAsia="ru-RU"/>
              </w:rPr>
              <w:t>7</w:t>
            </w:r>
            <w:r w:rsidR="00F21293">
              <w:rPr>
                <w:b/>
                <w:bCs/>
                <w:color w:val="000000"/>
                <w:sz w:val="18"/>
                <w:szCs w:val="18"/>
                <w:lang w:eastAsia="ru-RU"/>
              </w:rPr>
              <w:t>418,96</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637,80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740,00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rsidP="00F21293">
            <w:pPr>
              <w:autoSpaceDE w:val="0"/>
              <w:autoSpaceDN w:val="0"/>
              <w:adjustRightInd w:val="0"/>
              <w:jc w:val="right"/>
              <w:rPr>
                <w:b/>
                <w:bCs/>
                <w:color w:val="000000"/>
                <w:sz w:val="18"/>
                <w:szCs w:val="18"/>
                <w:lang w:eastAsia="ru-RU"/>
              </w:rPr>
            </w:pPr>
            <w:r>
              <w:rPr>
                <w:b/>
                <w:bCs/>
                <w:color w:val="000000"/>
                <w:sz w:val="18"/>
                <w:szCs w:val="18"/>
                <w:lang w:eastAsia="ru-RU"/>
              </w:rPr>
              <w:t>6</w:t>
            </w:r>
            <w:r w:rsidR="00F21293">
              <w:rPr>
                <w:b/>
                <w:bCs/>
                <w:color w:val="000000"/>
                <w:sz w:val="18"/>
                <w:szCs w:val="18"/>
                <w:lang w:eastAsia="ru-RU"/>
              </w:rPr>
              <w:t>41,16</w:t>
            </w: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600,00</w:t>
            </w: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600,00</w:t>
            </w:r>
          </w:p>
        </w:tc>
      </w:tr>
      <w:tr w:rsidR="005569F0" w:rsidTr="005569F0">
        <w:trPr>
          <w:trHeight w:val="240"/>
        </w:trPr>
        <w:tc>
          <w:tcPr>
            <w:tcW w:w="965" w:type="dxa"/>
            <w:tcBorders>
              <w:top w:val="nil"/>
              <w:left w:val="single" w:sz="6" w:space="0" w:color="auto"/>
              <w:bottom w:val="nil"/>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1279"/>
        </w:trPr>
        <w:tc>
          <w:tcPr>
            <w:tcW w:w="965" w:type="dxa"/>
            <w:tcBorders>
              <w:top w:val="nil"/>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7377,80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637,80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740,00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6</w:t>
            </w:r>
            <w:r w:rsidR="00F21293">
              <w:rPr>
                <w:color w:val="000000"/>
                <w:sz w:val="18"/>
                <w:szCs w:val="18"/>
                <w:lang w:eastAsia="ru-RU"/>
              </w:rPr>
              <w:t>41,16</w:t>
            </w: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r>
      <w:tr w:rsidR="005569F0" w:rsidTr="005569F0">
        <w:trPr>
          <w:trHeight w:val="287"/>
        </w:trPr>
        <w:tc>
          <w:tcPr>
            <w:tcW w:w="965" w:type="dxa"/>
            <w:tcBorders>
              <w:top w:val="nil"/>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center"/>
              <w:rPr>
                <w:color w:val="000000"/>
                <w:sz w:val="20"/>
                <w:szCs w:val="20"/>
                <w:lang w:eastAsia="ru-RU"/>
              </w:rPr>
            </w:pPr>
            <w:r w:rsidRPr="005569F0">
              <w:rPr>
                <w:color w:val="000000"/>
                <w:sz w:val="20"/>
                <w:szCs w:val="20"/>
                <w:lang w:eastAsia="ru-RU"/>
              </w:rPr>
              <w:t>1</w:t>
            </w:r>
          </w:p>
        </w:tc>
        <w:tc>
          <w:tcPr>
            <w:tcW w:w="1579"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2</w:t>
            </w:r>
          </w:p>
        </w:tc>
        <w:tc>
          <w:tcPr>
            <w:tcW w:w="814"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3</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4</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5</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6</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7</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8</w:t>
            </w: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9</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11</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12</w:t>
            </w: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13</w:t>
            </w: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14</w:t>
            </w: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15</w:t>
            </w: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Pr="005569F0" w:rsidRDefault="005569F0" w:rsidP="00F21293">
            <w:pPr>
              <w:autoSpaceDE w:val="0"/>
              <w:autoSpaceDN w:val="0"/>
              <w:adjustRightInd w:val="0"/>
              <w:jc w:val="right"/>
              <w:rPr>
                <w:color w:val="000000"/>
                <w:sz w:val="20"/>
                <w:szCs w:val="20"/>
                <w:lang w:eastAsia="ru-RU"/>
              </w:rPr>
            </w:pPr>
            <w:r w:rsidRPr="005569F0">
              <w:rPr>
                <w:color w:val="000000"/>
                <w:sz w:val="20"/>
                <w:szCs w:val="20"/>
                <w:lang w:eastAsia="ru-RU"/>
              </w:rPr>
              <w:t>16</w:t>
            </w:r>
          </w:p>
        </w:tc>
      </w:tr>
      <w:tr w:rsidR="005569F0" w:rsidTr="002F76A8">
        <w:trPr>
          <w:trHeight w:val="405"/>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4.1.</w:t>
            </w:r>
          </w:p>
        </w:tc>
        <w:tc>
          <w:tcPr>
            <w:tcW w:w="1579"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«Обеспечение жильем молодых семей»</w:t>
            </w:r>
          </w:p>
        </w:tc>
        <w:tc>
          <w:tcPr>
            <w:tcW w:w="814"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jc w:val="center"/>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7377,80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637,80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740,00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40" w:type="dxa"/>
            <w:tcBorders>
              <w:top w:val="single" w:sz="6" w:space="0" w:color="auto"/>
              <w:left w:val="single" w:sz="6" w:space="0" w:color="auto"/>
              <w:bottom w:val="nil"/>
              <w:right w:val="single" w:sz="6" w:space="0" w:color="auto"/>
            </w:tcBorders>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6</w:t>
            </w:r>
            <w:r w:rsidR="00F21293">
              <w:rPr>
                <w:color w:val="000000"/>
                <w:sz w:val="18"/>
                <w:szCs w:val="18"/>
                <w:lang w:eastAsia="ru-RU"/>
              </w:rPr>
              <w:t>41,16</w:t>
            </w:r>
          </w:p>
        </w:tc>
        <w:tc>
          <w:tcPr>
            <w:tcW w:w="87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927"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5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90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r>
      <w:tr w:rsidR="005569F0" w:rsidTr="005569F0">
        <w:trPr>
          <w:trHeight w:val="280"/>
        </w:trPr>
        <w:tc>
          <w:tcPr>
            <w:tcW w:w="965"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1249"/>
        </w:trPr>
        <w:tc>
          <w:tcPr>
            <w:tcW w:w="965"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1579" w:type="dxa"/>
            <w:tcBorders>
              <w:top w:val="nil"/>
              <w:left w:val="single" w:sz="6" w:space="0" w:color="auto"/>
              <w:bottom w:val="single" w:sz="6" w:space="0" w:color="auto"/>
              <w:right w:val="single" w:sz="6" w:space="0" w:color="auto"/>
            </w:tcBorders>
          </w:tcPr>
          <w:p w:rsidR="005569F0" w:rsidRDefault="005569F0">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7377,80</w:t>
            </w:r>
          </w:p>
        </w:tc>
        <w:tc>
          <w:tcPr>
            <w:tcW w:w="828"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637,80</w:t>
            </w:r>
          </w:p>
        </w:tc>
        <w:tc>
          <w:tcPr>
            <w:tcW w:w="840" w:type="dxa"/>
            <w:tcBorders>
              <w:top w:val="single" w:sz="6" w:space="0" w:color="auto"/>
              <w:left w:val="single" w:sz="6" w:space="0" w:color="auto"/>
              <w:bottom w:val="single" w:sz="6" w:space="0" w:color="auto"/>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740,00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rsidP="00F21293">
            <w:pPr>
              <w:autoSpaceDE w:val="0"/>
              <w:autoSpaceDN w:val="0"/>
              <w:adjustRightInd w:val="0"/>
              <w:jc w:val="right"/>
              <w:rPr>
                <w:color w:val="000000"/>
                <w:sz w:val="18"/>
                <w:szCs w:val="18"/>
                <w:lang w:eastAsia="ru-RU"/>
              </w:rPr>
            </w:pPr>
            <w:r>
              <w:rPr>
                <w:color w:val="000000"/>
                <w:sz w:val="18"/>
                <w:szCs w:val="18"/>
                <w:lang w:eastAsia="ru-RU"/>
              </w:rPr>
              <w:t>6</w:t>
            </w:r>
            <w:r w:rsidR="00F21293">
              <w:rPr>
                <w:color w:val="000000"/>
                <w:sz w:val="18"/>
                <w:szCs w:val="18"/>
                <w:lang w:eastAsia="ru-RU"/>
              </w:rPr>
              <w:t>41,16</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600,00</w:t>
            </w:r>
          </w:p>
        </w:tc>
      </w:tr>
      <w:tr w:rsidR="005569F0" w:rsidTr="005569F0">
        <w:trPr>
          <w:trHeight w:val="362"/>
        </w:trPr>
        <w:tc>
          <w:tcPr>
            <w:tcW w:w="965" w:type="dxa"/>
            <w:tcBorders>
              <w:top w:val="single" w:sz="6" w:space="0" w:color="auto"/>
              <w:left w:val="single" w:sz="6" w:space="0" w:color="auto"/>
              <w:bottom w:val="nil"/>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r>
              <w:rPr>
                <w:b/>
                <w:bCs/>
                <w:color w:val="000000"/>
                <w:sz w:val="20"/>
                <w:szCs w:val="20"/>
                <w:lang w:eastAsia="ru-RU"/>
              </w:rPr>
              <w:t>ПОДПРОГРАММА 5</w:t>
            </w:r>
          </w:p>
        </w:tc>
        <w:tc>
          <w:tcPr>
            <w:tcW w:w="1579" w:type="dxa"/>
            <w:vMerge w:val="restart"/>
            <w:tcBorders>
              <w:top w:val="single" w:sz="6" w:space="0" w:color="auto"/>
              <w:left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r>
              <w:rPr>
                <w:b/>
                <w:bCs/>
                <w:color w:val="000000"/>
                <w:sz w:val="20"/>
                <w:szCs w:val="20"/>
                <w:lang w:eastAsia="ru-RU"/>
              </w:rPr>
              <w:t xml:space="preserve">«Развитие и поддержка малого и  среднего предпринимательства» </w:t>
            </w:r>
          </w:p>
        </w:tc>
        <w:tc>
          <w:tcPr>
            <w:tcW w:w="814"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47769,30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2767,50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3469,50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4012,50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4719,80</w:t>
            </w: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4100,00</w:t>
            </w: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r>
              <w:rPr>
                <w:b/>
                <w:bCs/>
                <w:color w:val="000000"/>
                <w:sz w:val="18"/>
                <w:szCs w:val="18"/>
                <w:lang w:eastAsia="ru-RU"/>
              </w:rPr>
              <w:t>4100,00</w:t>
            </w:r>
          </w:p>
        </w:tc>
      </w:tr>
      <w:tr w:rsidR="005569F0" w:rsidTr="00F21293">
        <w:trPr>
          <w:trHeight w:val="240"/>
        </w:trPr>
        <w:tc>
          <w:tcPr>
            <w:tcW w:w="965" w:type="dxa"/>
            <w:tcBorders>
              <w:top w:val="nil"/>
              <w:left w:val="single" w:sz="6" w:space="0" w:color="auto"/>
              <w:bottom w:val="nil"/>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579" w:type="dxa"/>
            <w:vMerge/>
            <w:tcBorders>
              <w:left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b/>
                <w:bCs/>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rFonts w:ascii="Calibri" w:hAnsi="Calibri" w:cs="Calibri"/>
                <w:color w:val="000000"/>
                <w:sz w:val="18"/>
                <w:szCs w:val="18"/>
                <w:lang w:eastAsia="ru-RU"/>
              </w:rPr>
            </w:pPr>
          </w:p>
        </w:tc>
      </w:tr>
      <w:tr w:rsidR="005569F0" w:rsidTr="005569F0">
        <w:trPr>
          <w:trHeight w:val="1255"/>
        </w:trPr>
        <w:tc>
          <w:tcPr>
            <w:tcW w:w="965" w:type="dxa"/>
            <w:tcBorders>
              <w:top w:val="nil"/>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1579" w:type="dxa"/>
            <w:vMerge/>
            <w:tcBorders>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center"/>
              <w:rPr>
                <w:b/>
                <w:bCs/>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47769,30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2767,50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3469,50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4012,50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4719,80</w:t>
            </w:r>
          </w:p>
        </w:tc>
        <w:tc>
          <w:tcPr>
            <w:tcW w:w="87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4100,00</w:t>
            </w:r>
          </w:p>
        </w:tc>
        <w:tc>
          <w:tcPr>
            <w:tcW w:w="828"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4100,00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4100,00</w:t>
            </w:r>
          </w:p>
        </w:tc>
        <w:tc>
          <w:tcPr>
            <w:tcW w:w="840"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4100,00</w:t>
            </w:r>
          </w:p>
        </w:tc>
        <w:tc>
          <w:tcPr>
            <w:tcW w:w="927"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4100,00</w:t>
            </w:r>
          </w:p>
        </w:tc>
        <w:tc>
          <w:tcPr>
            <w:tcW w:w="965"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4100,00</w:t>
            </w:r>
          </w:p>
        </w:tc>
        <w:tc>
          <w:tcPr>
            <w:tcW w:w="85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4100,00</w:t>
            </w:r>
          </w:p>
        </w:tc>
        <w:tc>
          <w:tcPr>
            <w:tcW w:w="902" w:type="dxa"/>
            <w:tcBorders>
              <w:top w:val="single" w:sz="6" w:space="0" w:color="auto"/>
              <w:left w:val="single" w:sz="6" w:space="0" w:color="auto"/>
              <w:bottom w:val="single" w:sz="6" w:space="0" w:color="auto"/>
              <w:right w:val="single" w:sz="6" w:space="0" w:color="auto"/>
            </w:tcBorders>
            <w:shd w:val="solid" w:color="CC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4100,00</w:t>
            </w:r>
          </w:p>
        </w:tc>
      </w:tr>
      <w:tr w:rsidR="005569F0">
        <w:trPr>
          <w:trHeight w:val="605"/>
        </w:trPr>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Pr>
                <w:color w:val="000000"/>
                <w:sz w:val="20"/>
                <w:szCs w:val="20"/>
                <w:lang w:eastAsia="ru-RU"/>
              </w:rPr>
              <w:t>Основное мероприятие 5.1.</w:t>
            </w:r>
          </w:p>
        </w:tc>
        <w:tc>
          <w:tcPr>
            <w:tcW w:w="1579"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center"/>
              <w:rPr>
                <w:color w:val="000000"/>
                <w:sz w:val="20"/>
                <w:szCs w:val="20"/>
                <w:lang w:eastAsia="ru-RU"/>
              </w:rPr>
            </w:pPr>
            <w:r w:rsidRPr="005569F0">
              <w:rPr>
                <w:color w:val="000000"/>
                <w:sz w:val="18"/>
                <w:szCs w:val="18"/>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r>
              <w:rPr>
                <w:color w:val="000000"/>
                <w:sz w:val="20"/>
                <w:szCs w:val="20"/>
                <w:lang w:eastAsia="ru-RU"/>
              </w:rPr>
              <w:t>.</w:t>
            </w:r>
          </w:p>
          <w:p w:rsidR="002F76A8" w:rsidRDefault="002F76A8">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nil"/>
              <w:right w:val="single" w:sz="6" w:space="0" w:color="auto"/>
            </w:tcBorders>
            <w:shd w:val="solid" w:color="FFFFFF" w:fill="auto"/>
          </w:tcPr>
          <w:p w:rsidR="005569F0" w:rsidRDefault="005569F0">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12500,00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1000,00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1000,00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1000,00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1500,00</w:t>
            </w:r>
          </w:p>
        </w:tc>
        <w:tc>
          <w:tcPr>
            <w:tcW w:w="87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1000,00</w:t>
            </w:r>
          </w:p>
        </w:tc>
        <w:tc>
          <w:tcPr>
            <w:tcW w:w="828"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1000,00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1000,00</w:t>
            </w:r>
          </w:p>
        </w:tc>
        <w:tc>
          <w:tcPr>
            <w:tcW w:w="840"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1000,00</w:t>
            </w:r>
          </w:p>
        </w:tc>
        <w:tc>
          <w:tcPr>
            <w:tcW w:w="927"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1000,00</w:t>
            </w:r>
          </w:p>
        </w:tc>
        <w:tc>
          <w:tcPr>
            <w:tcW w:w="965"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1000,00</w:t>
            </w:r>
          </w:p>
        </w:tc>
        <w:tc>
          <w:tcPr>
            <w:tcW w:w="85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1000,00</w:t>
            </w:r>
          </w:p>
        </w:tc>
        <w:tc>
          <w:tcPr>
            <w:tcW w:w="902" w:type="dxa"/>
            <w:tcBorders>
              <w:top w:val="single" w:sz="6" w:space="0" w:color="auto"/>
              <w:left w:val="single" w:sz="6" w:space="0" w:color="auto"/>
              <w:bottom w:val="nil"/>
              <w:right w:val="single" w:sz="6" w:space="0" w:color="auto"/>
            </w:tcBorders>
          </w:tcPr>
          <w:p w:rsidR="005569F0" w:rsidRDefault="005569F0">
            <w:pPr>
              <w:autoSpaceDE w:val="0"/>
              <w:autoSpaceDN w:val="0"/>
              <w:adjustRightInd w:val="0"/>
              <w:jc w:val="right"/>
              <w:rPr>
                <w:color w:val="000000"/>
                <w:sz w:val="18"/>
                <w:szCs w:val="18"/>
                <w:lang w:eastAsia="ru-RU"/>
              </w:rPr>
            </w:pPr>
            <w:r>
              <w:rPr>
                <w:color w:val="000000"/>
                <w:sz w:val="18"/>
                <w:szCs w:val="18"/>
                <w:lang w:eastAsia="ru-RU"/>
              </w:rPr>
              <w:t>1000,00</w:t>
            </w:r>
          </w:p>
        </w:tc>
      </w:tr>
      <w:tr w:rsidR="002F76A8" w:rsidTr="002F76A8">
        <w:trPr>
          <w:trHeight w:val="145"/>
        </w:trPr>
        <w:tc>
          <w:tcPr>
            <w:tcW w:w="965"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center"/>
              <w:rPr>
                <w:color w:val="000000"/>
                <w:sz w:val="20"/>
                <w:szCs w:val="20"/>
                <w:lang w:eastAsia="ru-RU"/>
              </w:rPr>
            </w:pPr>
            <w:r w:rsidRPr="005569F0">
              <w:rPr>
                <w:color w:val="000000"/>
                <w:sz w:val="20"/>
                <w:szCs w:val="20"/>
                <w:lang w:eastAsia="ru-RU"/>
              </w:rPr>
              <w:t>1</w:t>
            </w:r>
          </w:p>
        </w:tc>
        <w:tc>
          <w:tcPr>
            <w:tcW w:w="1579"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2</w:t>
            </w:r>
          </w:p>
        </w:tc>
        <w:tc>
          <w:tcPr>
            <w:tcW w:w="814" w:type="dxa"/>
            <w:tcBorders>
              <w:top w:val="single" w:sz="6" w:space="0" w:color="auto"/>
              <w:left w:val="single" w:sz="6" w:space="0" w:color="auto"/>
              <w:bottom w:val="nil"/>
              <w:right w:val="single" w:sz="6" w:space="0" w:color="auto"/>
            </w:tcBorders>
            <w:shd w:val="solid" w:color="FFFFFF" w:fill="auto"/>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3</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4</w:t>
            </w:r>
          </w:p>
        </w:tc>
        <w:tc>
          <w:tcPr>
            <w:tcW w:w="828"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5</w:t>
            </w:r>
          </w:p>
        </w:tc>
        <w:tc>
          <w:tcPr>
            <w:tcW w:w="840"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6</w:t>
            </w:r>
          </w:p>
        </w:tc>
        <w:tc>
          <w:tcPr>
            <w:tcW w:w="840"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7</w:t>
            </w:r>
          </w:p>
        </w:tc>
        <w:tc>
          <w:tcPr>
            <w:tcW w:w="840"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8</w:t>
            </w:r>
          </w:p>
        </w:tc>
        <w:tc>
          <w:tcPr>
            <w:tcW w:w="878"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9</w:t>
            </w:r>
          </w:p>
        </w:tc>
        <w:tc>
          <w:tcPr>
            <w:tcW w:w="828"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10</w:t>
            </w:r>
          </w:p>
        </w:tc>
        <w:tc>
          <w:tcPr>
            <w:tcW w:w="840"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11</w:t>
            </w:r>
          </w:p>
        </w:tc>
        <w:tc>
          <w:tcPr>
            <w:tcW w:w="840"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12</w:t>
            </w:r>
          </w:p>
        </w:tc>
        <w:tc>
          <w:tcPr>
            <w:tcW w:w="927"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13</w:t>
            </w:r>
          </w:p>
        </w:tc>
        <w:tc>
          <w:tcPr>
            <w:tcW w:w="965"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14</w:t>
            </w:r>
          </w:p>
        </w:tc>
        <w:tc>
          <w:tcPr>
            <w:tcW w:w="852"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15</w:t>
            </w:r>
          </w:p>
        </w:tc>
        <w:tc>
          <w:tcPr>
            <w:tcW w:w="902"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16</w:t>
            </w:r>
          </w:p>
        </w:tc>
      </w:tr>
      <w:tr w:rsidR="002F76A8" w:rsidTr="002F76A8">
        <w:trPr>
          <w:trHeight w:val="319"/>
        </w:trPr>
        <w:tc>
          <w:tcPr>
            <w:tcW w:w="965" w:type="dxa"/>
            <w:tcBorders>
              <w:top w:val="nil"/>
              <w:left w:val="single" w:sz="6" w:space="0" w:color="auto"/>
              <w:bottom w:val="nil"/>
              <w:right w:val="single" w:sz="6" w:space="0" w:color="auto"/>
            </w:tcBorders>
          </w:tcPr>
          <w:p w:rsidR="002F76A8" w:rsidRDefault="002F76A8">
            <w:pPr>
              <w:autoSpaceDE w:val="0"/>
              <w:autoSpaceDN w:val="0"/>
              <w:adjustRightInd w:val="0"/>
              <w:jc w:val="center"/>
              <w:rPr>
                <w:color w:val="000000"/>
                <w:sz w:val="20"/>
                <w:szCs w:val="20"/>
                <w:lang w:eastAsia="ru-RU"/>
              </w:rPr>
            </w:pPr>
          </w:p>
        </w:tc>
        <w:tc>
          <w:tcPr>
            <w:tcW w:w="1579" w:type="dxa"/>
            <w:tcBorders>
              <w:top w:val="nil"/>
              <w:left w:val="single" w:sz="6" w:space="0" w:color="auto"/>
              <w:bottom w:val="nil"/>
              <w:right w:val="single" w:sz="6" w:space="0" w:color="auto"/>
            </w:tcBorders>
          </w:tcPr>
          <w:p w:rsidR="002F76A8" w:rsidRDefault="002F76A8">
            <w:pPr>
              <w:autoSpaceDE w:val="0"/>
              <w:autoSpaceDN w:val="0"/>
              <w:adjustRightInd w:val="0"/>
              <w:jc w:val="center"/>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r>
      <w:tr w:rsidR="002F76A8" w:rsidTr="002F76A8">
        <w:trPr>
          <w:trHeight w:val="1259"/>
        </w:trPr>
        <w:tc>
          <w:tcPr>
            <w:tcW w:w="965" w:type="dxa"/>
            <w:tcBorders>
              <w:top w:val="nil"/>
              <w:left w:val="single" w:sz="6" w:space="0" w:color="auto"/>
              <w:bottom w:val="single" w:sz="6" w:space="0" w:color="auto"/>
              <w:right w:val="single" w:sz="6" w:space="0" w:color="auto"/>
            </w:tcBorders>
          </w:tcPr>
          <w:p w:rsidR="002F76A8" w:rsidRDefault="002F76A8">
            <w:pPr>
              <w:autoSpaceDE w:val="0"/>
              <w:autoSpaceDN w:val="0"/>
              <w:adjustRightInd w:val="0"/>
              <w:jc w:val="center"/>
              <w:rPr>
                <w:color w:val="000000"/>
                <w:sz w:val="20"/>
                <w:szCs w:val="20"/>
                <w:lang w:eastAsia="ru-RU"/>
              </w:rPr>
            </w:pPr>
          </w:p>
        </w:tc>
        <w:tc>
          <w:tcPr>
            <w:tcW w:w="1579" w:type="dxa"/>
            <w:tcBorders>
              <w:top w:val="nil"/>
              <w:left w:val="single" w:sz="6" w:space="0" w:color="auto"/>
              <w:bottom w:val="single" w:sz="6" w:space="0" w:color="auto"/>
              <w:right w:val="single" w:sz="6" w:space="0" w:color="auto"/>
            </w:tcBorders>
          </w:tcPr>
          <w:p w:rsidR="002F76A8" w:rsidRDefault="002F76A8">
            <w:pPr>
              <w:autoSpaceDE w:val="0"/>
              <w:autoSpaceDN w:val="0"/>
              <w:adjustRightInd w:val="0"/>
              <w:jc w:val="center"/>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12500,00</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1000,00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1000,00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1000,00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1500,00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1000,00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1000,00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1000,00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1000,00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1000,00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1000,00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1000,00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1000,00</w:t>
            </w:r>
          </w:p>
        </w:tc>
      </w:tr>
      <w:tr w:rsidR="002F76A8" w:rsidTr="00F21293">
        <w:trPr>
          <w:trHeight w:val="545"/>
        </w:trPr>
        <w:tc>
          <w:tcPr>
            <w:tcW w:w="965" w:type="dxa"/>
            <w:tcBorders>
              <w:top w:val="single" w:sz="6" w:space="0" w:color="auto"/>
              <w:left w:val="single" w:sz="6" w:space="0" w:color="auto"/>
              <w:bottom w:val="nil"/>
              <w:right w:val="single" w:sz="6" w:space="0" w:color="auto"/>
            </w:tcBorders>
          </w:tcPr>
          <w:p w:rsidR="002F76A8" w:rsidRDefault="002F76A8">
            <w:pPr>
              <w:autoSpaceDE w:val="0"/>
              <w:autoSpaceDN w:val="0"/>
              <w:adjustRightInd w:val="0"/>
              <w:jc w:val="center"/>
              <w:rPr>
                <w:color w:val="000000"/>
                <w:sz w:val="20"/>
                <w:szCs w:val="20"/>
                <w:lang w:eastAsia="ru-RU"/>
              </w:rPr>
            </w:pPr>
            <w:r>
              <w:rPr>
                <w:color w:val="000000"/>
                <w:sz w:val="20"/>
                <w:szCs w:val="20"/>
                <w:lang w:eastAsia="ru-RU"/>
              </w:rPr>
              <w:t>Основное мероприятие 5.2.</w:t>
            </w:r>
          </w:p>
        </w:tc>
        <w:tc>
          <w:tcPr>
            <w:tcW w:w="1579" w:type="dxa"/>
            <w:vMerge w:val="restart"/>
            <w:tcBorders>
              <w:top w:val="single" w:sz="6" w:space="0" w:color="auto"/>
              <w:left w:val="single" w:sz="6" w:space="0" w:color="auto"/>
              <w:right w:val="single" w:sz="6" w:space="0" w:color="auto"/>
            </w:tcBorders>
          </w:tcPr>
          <w:p w:rsidR="002F76A8" w:rsidRDefault="002F76A8">
            <w:pPr>
              <w:autoSpaceDE w:val="0"/>
              <w:autoSpaceDN w:val="0"/>
              <w:adjustRightInd w:val="0"/>
              <w:rPr>
                <w:color w:val="000000"/>
                <w:sz w:val="20"/>
                <w:szCs w:val="20"/>
                <w:lang w:eastAsia="ru-RU"/>
              </w:rPr>
            </w:pPr>
            <w:r>
              <w:rPr>
                <w:color w:val="000000"/>
                <w:sz w:val="20"/>
                <w:szCs w:val="20"/>
                <w:lang w:eastAsia="ru-RU"/>
              </w:rPr>
              <w:t>Предоставление субсидий на уставную деятельность  АНО «Таловский центр поддержи предпринимательства».</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2509,00</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309,00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7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927"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965"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5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90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r>
      <w:tr w:rsidR="002F76A8" w:rsidTr="00F21293">
        <w:trPr>
          <w:trHeight w:val="226"/>
        </w:trPr>
        <w:tc>
          <w:tcPr>
            <w:tcW w:w="965" w:type="dxa"/>
            <w:tcBorders>
              <w:top w:val="nil"/>
              <w:left w:val="single" w:sz="6" w:space="0" w:color="auto"/>
              <w:bottom w:val="nil"/>
              <w:right w:val="single" w:sz="6" w:space="0" w:color="auto"/>
            </w:tcBorders>
          </w:tcPr>
          <w:p w:rsidR="002F76A8" w:rsidRDefault="002F76A8">
            <w:pPr>
              <w:autoSpaceDE w:val="0"/>
              <w:autoSpaceDN w:val="0"/>
              <w:adjustRightInd w:val="0"/>
              <w:jc w:val="center"/>
              <w:rPr>
                <w:color w:val="000000"/>
                <w:sz w:val="20"/>
                <w:szCs w:val="20"/>
                <w:lang w:eastAsia="ru-RU"/>
              </w:rPr>
            </w:pPr>
          </w:p>
        </w:tc>
        <w:tc>
          <w:tcPr>
            <w:tcW w:w="1579" w:type="dxa"/>
            <w:vMerge/>
            <w:tcBorders>
              <w:left w:val="single" w:sz="6" w:space="0" w:color="auto"/>
              <w:right w:val="single" w:sz="6" w:space="0" w:color="auto"/>
            </w:tcBorders>
          </w:tcPr>
          <w:p w:rsidR="002F76A8" w:rsidRDefault="002F76A8">
            <w:pPr>
              <w:autoSpaceDE w:val="0"/>
              <w:autoSpaceDN w:val="0"/>
              <w:adjustRightInd w:val="0"/>
              <w:jc w:val="right"/>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r>
      <w:tr w:rsidR="002F76A8" w:rsidTr="00F21293">
        <w:trPr>
          <w:trHeight w:val="1440"/>
        </w:trPr>
        <w:tc>
          <w:tcPr>
            <w:tcW w:w="965" w:type="dxa"/>
            <w:tcBorders>
              <w:top w:val="nil"/>
              <w:left w:val="single" w:sz="6" w:space="0" w:color="auto"/>
              <w:bottom w:val="single" w:sz="6" w:space="0" w:color="auto"/>
              <w:right w:val="single" w:sz="6" w:space="0" w:color="auto"/>
            </w:tcBorders>
          </w:tcPr>
          <w:p w:rsidR="002F76A8" w:rsidRDefault="002F76A8">
            <w:pPr>
              <w:autoSpaceDE w:val="0"/>
              <w:autoSpaceDN w:val="0"/>
              <w:adjustRightInd w:val="0"/>
              <w:jc w:val="center"/>
              <w:rPr>
                <w:color w:val="000000"/>
                <w:sz w:val="20"/>
                <w:szCs w:val="20"/>
                <w:lang w:eastAsia="ru-RU"/>
              </w:rPr>
            </w:pPr>
          </w:p>
        </w:tc>
        <w:tc>
          <w:tcPr>
            <w:tcW w:w="1579" w:type="dxa"/>
            <w:vMerge/>
            <w:tcBorders>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2509,00</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309,00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200,00</w:t>
            </w:r>
          </w:p>
        </w:tc>
      </w:tr>
      <w:tr w:rsidR="002F76A8">
        <w:trPr>
          <w:trHeight w:val="290"/>
        </w:trPr>
        <w:tc>
          <w:tcPr>
            <w:tcW w:w="965" w:type="dxa"/>
            <w:tcBorders>
              <w:top w:val="single" w:sz="6" w:space="0" w:color="auto"/>
              <w:left w:val="single" w:sz="6" w:space="0" w:color="auto"/>
              <w:bottom w:val="nil"/>
              <w:right w:val="single" w:sz="6" w:space="0" w:color="auto"/>
            </w:tcBorders>
          </w:tcPr>
          <w:p w:rsidR="002F76A8" w:rsidRDefault="002F76A8">
            <w:pPr>
              <w:autoSpaceDE w:val="0"/>
              <w:autoSpaceDN w:val="0"/>
              <w:adjustRightInd w:val="0"/>
              <w:jc w:val="center"/>
              <w:rPr>
                <w:color w:val="000000"/>
                <w:sz w:val="20"/>
                <w:szCs w:val="20"/>
                <w:lang w:eastAsia="ru-RU"/>
              </w:rPr>
            </w:pPr>
            <w:r>
              <w:rPr>
                <w:color w:val="000000"/>
                <w:sz w:val="20"/>
                <w:szCs w:val="20"/>
                <w:lang w:eastAsia="ru-RU"/>
              </w:rPr>
              <w:t>Основное мероприятие 5.3.</w:t>
            </w:r>
          </w:p>
        </w:tc>
        <w:tc>
          <w:tcPr>
            <w:tcW w:w="1579"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на </w:t>
            </w:r>
          </w:p>
          <w:p w:rsidR="002F76A8" w:rsidRDefault="002F76A8">
            <w:pPr>
              <w:autoSpaceDE w:val="0"/>
              <w:autoSpaceDN w:val="0"/>
              <w:adjustRightInd w:val="0"/>
              <w:rPr>
                <w:color w:val="000000"/>
                <w:sz w:val="20"/>
                <w:szCs w:val="20"/>
                <w:lang w:eastAsia="ru-RU"/>
              </w:rPr>
            </w:pPr>
            <w:r>
              <w:rPr>
                <w:color w:val="000000"/>
                <w:sz w:val="20"/>
                <w:szCs w:val="20"/>
                <w:lang w:eastAsia="ru-RU"/>
              </w:rPr>
              <w:t xml:space="preserve">компенсацию части затрат </w:t>
            </w:r>
          </w:p>
          <w:p w:rsidR="002F76A8" w:rsidRDefault="002F76A8">
            <w:pPr>
              <w:autoSpaceDE w:val="0"/>
              <w:autoSpaceDN w:val="0"/>
              <w:adjustRightInd w:val="0"/>
              <w:rPr>
                <w:color w:val="000000"/>
                <w:sz w:val="20"/>
                <w:szCs w:val="20"/>
                <w:lang w:eastAsia="ru-RU"/>
              </w:rPr>
            </w:pPr>
            <w:r>
              <w:rPr>
                <w:color w:val="000000"/>
                <w:sz w:val="20"/>
                <w:szCs w:val="20"/>
                <w:lang w:eastAsia="ru-RU"/>
              </w:rPr>
              <w:t xml:space="preserve">субъектов  малого и среднего </w:t>
            </w:r>
          </w:p>
          <w:p w:rsidR="002F76A8" w:rsidRDefault="002F76A8">
            <w:pPr>
              <w:autoSpaceDE w:val="0"/>
              <w:autoSpaceDN w:val="0"/>
              <w:adjustRightInd w:val="0"/>
              <w:rPr>
                <w:color w:val="000000"/>
                <w:sz w:val="20"/>
                <w:szCs w:val="20"/>
                <w:lang w:eastAsia="ru-RU"/>
              </w:rPr>
            </w:pPr>
            <w:r>
              <w:rPr>
                <w:color w:val="000000"/>
                <w:sz w:val="20"/>
                <w:szCs w:val="20"/>
                <w:lang w:eastAsia="ru-RU"/>
              </w:rPr>
              <w:t>предпринимательства, связанных</w:t>
            </w:r>
          </w:p>
          <w:p w:rsidR="002F76A8" w:rsidRDefault="002F76A8">
            <w:pPr>
              <w:autoSpaceDE w:val="0"/>
              <w:autoSpaceDN w:val="0"/>
              <w:adjustRightInd w:val="0"/>
              <w:rPr>
                <w:color w:val="000000"/>
                <w:sz w:val="20"/>
                <w:szCs w:val="20"/>
                <w:lang w:eastAsia="ru-RU"/>
              </w:rPr>
            </w:pPr>
            <w:r>
              <w:rPr>
                <w:color w:val="000000"/>
                <w:sz w:val="20"/>
                <w:szCs w:val="20"/>
                <w:lang w:eastAsia="ru-RU"/>
              </w:rPr>
              <w:t xml:space="preserve">с приобретением оборудования в </w:t>
            </w:r>
          </w:p>
          <w:p w:rsidR="002F76A8" w:rsidRDefault="002F76A8">
            <w:pPr>
              <w:autoSpaceDE w:val="0"/>
              <w:autoSpaceDN w:val="0"/>
              <w:adjustRightInd w:val="0"/>
              <w:rPr>
                <w:color w:val="000000"/>
                <w:sz w:val="20"/>
                <w:szCs w:val="20"/>
                <w:lang w:eastAsia="ru-RU"/>
              </w:rPr>
            </w:pPr>
            <w:r>
              <w:rPr>
                <w:color w:val="000000"/>
                <w:sz w:val="20"/>
                <w:szCs w:val="20"/>
                <w:lang w:eastAsia="ru-RU"/>
              </w:rPr>
              <w:t xml:space="preserve">целях создания и (или) развития </w:t>
            </w:r>
          </w:p>
          <w:p w:rsidR="002F76A8" w:rsidRDefault="002F76A8">
            <w:pPr>
              <w:autoSpaceDE w:val="0"/>
              <w:autoSpaceDN w:val="0"/>
              <w:adjustRightInd w:val="0"/>
              <w:rPr>
                <w:color w:val="000000"/>
                <w:sz w:val="20"/>
                <w:szCs w:val="20"/>
                <w:lang w:eastAsia="ru-RU"/>
              </w:rPr>
            </w:pPr>
            <w:r>
              <w:rPr>
                <w:color w:val="000000"/>
                <w:sz w:val="20"/>
                <w:szCs w:val="20"/>
                <w:lang w:eastAsia="ru-RU"/>
              </w:rPr>
              <w:t xml:space="preserve">либо модернизации производства </w:t>
            </w:r>
          </w:p>
          <w:p w:rsidR="002F76A8" w:rsidRDefault="002F76A8" w:rsidP="002F76A8">
            <w:pPr>
              <w:autoSpaceDE w:val="0"/>
              <w:autoSpaceDN w:val="0"/>
              <w:adjustRightInd w:val="0"/>
              <w:rPr>
                <w:color w:val="000000"/>
                <w:sz w:val="20"/>
                <w:szCs w:val="20"/>
                <w:lang w:eastAsia="ru-RU"/>
              </w:rPr>
            </w:pPr>
            <w:r>
              <w:rPr>
                <w:color w:val="000000"/>
                <w:sz w:val="20"/>
                <w:szCs w:val="20"/>
                <w:lang w:eastAsia="ru-RU"/>
              </w:rPr>
              <w:t>товаров (работ, услуг)</w:t>
            </w:r>
          </w:p>
          <w:p w:rsidR="002F76A8" w:rsidRDefault="002F76A8" w:rsidP="002F76A8">
            <w:pPr>
              <w:autoSpaceDE w:val="0"/>
              <w:autoSpaceDN w:val="0"/>
              <w:adjustRightInd w:val="0"/>
              <w:rPr>
                <w:color w:val="000000"/>
                <w:sz w:val="20"/>
                <w:szCs w:val="20"/>
                <w:lang w:eastAsia="ru-RU"/>
              </w:rPr>
            </w:pPr>
          </w:p>
          <w:p w:rsidR="002F76A8" w:rsidRDefault="002F76A8" w:rsidP="002F76A8">
            <w:pPr>
              <w:autoSpaceDE w:val="0"/>
              <w:autoSpaceDN w:val="0"/>
              <w:adjustRightInd w:val="0"/>
              <w:rPr>
                <w:color w:val="000000"/>
                <w:sz w:val="20"/>
                <w:szCs w:val="20"/>
                <w:lang w:eastAsia="ru-RU"/>
              </w:rPr>
            </w:pPr>
          </w:p>
          <w:p w:rsidR="002F76A8" w:rsidRDefault="002F76A8" w:rsidP="002F76A8">
            <w:pPr>
              <w:autoSpaceDE w:val="0"/>
              <w:autoSpaceDN w:val="0"/>
              <w:adjustRightInd w:val="0"/>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32680,30</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1458,50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2269,50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2812,50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2939,80</w:t>
            </w:r>
          </w:p>
        </w:tc>
        <w:tc>
          <w:tcPr>
            <w:tcW w:w="87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927"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965"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85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90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r>
      <w:tr w:rsidR="002F76A8">
        <w:trPr>
          <w:trHeight w:val="290"/>
        </w:trPr>
        <w:tc>
          <w:tcPr>
            <w:tcW w:w="965" w:type="dxa"/>
            <w:tcBorders>
              <w:top w:val="single" w:sz="6" w:space="0" w:color="auto"/>
              <w:left w:val="single" w:sz="6" w:space="0" w:color="auto"/>
              <w:bottom w:val="nil"/>
              <w:right w:val="single" w:sz="6" w:space="0" w:color="auto"/>
            </w:tcBorders>
          </w:tcPr>
          <w:p w:rsidR="002F76A8" w:rsidRPr="005569F0" w:rsidRDefault="002F76A8" w:rsidP="00F21293">
            <w:pPr>
              <w:autoSpaceDE w:val="0"/>
              <w:autoSpaceDN w:val="0"/>
              <w:adjustRightInd w:val="0"/>
              <w:jc w:val="center"/>
              <w:rPr>
                <w:color w:val="000000"/>
                <w:sz w:val="20"/>
                <w:szCs w:val="20"/>
                <w:lang w:eastAsia="ru-RU"/>
              </w:rPr>
            </w:pPr>
            <w:r w:rsidRPr="005569F0">
              <w:rPr>
                <w:color w:val="000000"/>
                <w:sz w:val="20"/>
                <w:szCs w:val="20"/>
                <w:lang w:eastAsia="ru-RU"/>
              </w:rPr>
              <w:t>1</w:t>
            </w:r>
          </w:p>
        </w:tc>
        <w:tc>
          <w:tcPr>
            <w:tcW w:w="1579" w:type="dxa"/>
            <w:tcBorders>
              <w:top w:val="single" w:sz="6" w:space="0" w:color="auto"/>
              <w:left w:val="single" w:sz="6" w:space="0" w:color="auto"/>
              <w:bottom w:val="single" w:sz="6" w:space="0" w:color="auto"/>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2</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3</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4</w:t>
            </w:r>
          </w:p>
        </w:tc>
        <w:tc>
          <w:tcPr>
            <w:tcW w:w="828" w:type="dxa"/>
            <w:tcBorders>
              <w:top w:val="single" w:sz="6" w:space="0" w:color="auto"/>
              <w:left w:val="single" w:sz="6" w:space="0" w:color="auto"/>
              <w:bottom w:val="single" w:sz="6" w:space="0" w:color="auto"/>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5</w:t>
            </w:r>
          </w:p>
        </w:tc>
        <w:tc>
          <w:tcPr>
            <w:tcW w:w="840" w:type="dxa"/>
            <w:tcBorders>
              <w:top w:val="single" w:sz="6" w:space="0" w:color="auto"/>
              <w:left w:val="single" w:sz="6" w:space="0" w:color="auto"/>
              <w:bottom w:val="single" w:sz="6" w:space="0" w:color="auto"/>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6</w:t>
            </w:r>
          </w:p>
        </w:tc>
        <w:tc>
          <w:tcPr>
            <w:tcW w:w="840" w:type="dxa"/>
            <w:tcBorders>
              <w:top w:val="single" w:sz="6" w:space="0" w:color="auto"/>
              <w:left w:val="single" w:sz="6" w:space="0" w:color="auto"/>
              <w:bottom w:val="single" w:sz="6" w:space="0" w:color="auto"/>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7</w:t>
            </w:r>
          </w:p>
        </w:tc>
        <w:tc>
          <w:tcPr>
            <w:tcW w:w="840" w:type="dxa"/>
            <w:tcBorders>
              <w:top w:val="single" w:sz="6" w:space="0" w:color="auto"/>
              <w:left w:val="single" w:sz="6" w:space="0" w:color="auto"/>
              <w:bottom w:val="single" w:sz="6" w:space="0" w:color="auto"/>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8</w:t>
            </w:r>
          </w:p>
        </w:tc>
        <w:tc>
          <w:tcPr>
            <w:tcW w:w="878" w:type="dxa"/>
            <w:tcBorders>
              <w:top w:val="single" w:sz="6" w:space="0" w:color="auto"/>
              <w:left w:val="single" w:sz="6" w:space="0" w:color="auto"/>
              <w:bottom w:val="single" w:sz="6" w:space="0" w:color="auto"/>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9</w:t>
            </w:r>
          </w:p>
        </w:tc>
        <w:tc>
          <w:tcPr>
            <w:tcW w:w="828" w:type="dxa"/>
            <w:tcBorders>
              <w:top w:val="single" w:sz="6" w:space="0" w:color="auto"/>
              <w:left w:val="single" w:sz="6" w:space="0" w:color="auto"/>
              <w:bottom w:val="single" w:sz="6" w:space="0" w:color="auto"/>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10</w:t>
            </w:r>
          </w:p>
        </w:tc>
        <w:tc>
          <w:tcPr>
            <w:tcW w:w="840" w:type="dxa"/>
            <w:tcBorders>
              <w:top w:val="single" w:sz="6" w:space="0" w:color="auto"/>
              <w:left w:val="single" w:sz="6" w:space="0" w:color="auto"/>
              <w:bottom w:val="single" w:sz="6" w:space="0" w:color="auto"/>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11</w:t>
            </w:r>
          </w:p>
        </w:tc>
        <w:tc>
          <w:tcPr>
            <w:tcW w:w="840" w:type="dxa"/>
            <w:tcBorders>
              <w:top w:val="single" w:sz="6" w:space="0" w:color="auto"/>
              <w:left w:val="single" w:sz="6" w:space="0" w:color="auto"/>
              <w:bottom w:val="single" w:sz="6" w:space="0" w:color="auto"/>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12</w:t>
            </w:r>
          </w:p>
        </w:tc>
        <w:tc>
          <w:tcPr>
            <w:tcW w:w="927" w:type="dxa"/>
            <w:tcBorders>
              <w:top w:val="single" w:sz="6" w:space="0" w:color="auto"/>
              <w:left w:val="single" w:sz="6" w:space="0" w:color="auto"/>
              <w:bottom w:val="single" w:sz="6" w:space="0" w:color="auto"/>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13</w:t>
            </w:r>
          </w:p>
        </w:tc>
        <w:tc>
          <w:tcPr>
            <w:tcW w:w="965" w:type="dxa"/>
            <w:tcBorders>
              <w:top w:val="single" w:sz="6" w:space="0" w:color="auto"/>
              <w:left w:val="single" w:sz="6" w:space="0" w:color="auto"/>
              <w:bottom w:val="single" w:sz="6" w:space="0" w:color="auto"/>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14</w:t>
            </w:r>
          </w:p>
        </w:tc>
        <w:tc>
          <w:tcPr>
            <w:tcW w:w="852" w:type="dxa"/>
            <w:tcBorders>
              <w:top w:val="single" w:sz="6" w:space="0" w:color="auto"/>
              <w:left w:val="single" w:sz="6" w:space="0" w:color="auto"/>
              <w:bottom w:val="single" w:sz="6" w:space="0" w:color="auto"/>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15</w:t>
            </w:r>
          </w:p>
        </w:tc>
        <w:tc>
          <w:tcPr>
            <w:tcW w:w="902" w:type="dxa"/>
            <w:tcBorders>
              <w:top w:val="single" w:sz="6" w:space="0" w:color="auto"/>
              <w:left w:val="single" w:sz="6" w:space="0" w:color="auto"/>
              <w:bottom w:val="single" w:sz="6" w:space="0" w:color="auto"/>
              <w:right w:val="single" w:sz="6" w:space="0" w:color="auto"/>
            </w:tcBorders>
          </w:tcPr>
          <w:p w:rsidR="002F76A8" w:rsidRPr="005569F0" w:rsidRDefault="002F76A8" w:rsidP="00F21293">
            <w:pPr>
              <w:autoSpaceDE w:val="0"/>
              <w:autoSpaceDN w:val="0"/>
              <w:adjustRightInd w:val="0"/>
              <w:jc w:val="right"/>
              <w:rPr>
                <w:color w:val="000000"/>
                <w:sz w:val="20"/>
                <w:szCs w:val="20"/>
                <w:lang w:eastAsia="ru-RU"/>
              </w:rPr>
            </w:pPr>
            <w:r w:rsidRPr="005569F0">
              <w:rPr>
                <w:color w:val="000000"/>
                <w:sz w:val="20"/>
                <w:szCs w:val="20"/>
                <w:lang w:eastAsia="ru-RU"/>
              </w:rPr>
              <w:t>16</w:t>
            </w:r>
          </w:p>
        </w:tc>
      </w:tr>
      <w:tr w:rsidR="002F76A8" w:rsidTr="002F76A8">
        <w:trPr>
          <w:trHeight w:val="287"/>
        </w:trPr>
        <w:tc>
          <w:tcPr>
            <w:tcW w:w="965" w:type="dxa"/>
            <w:tcBorders>
              <w:top w:val="nil"/>
              <w:left w:val="single" w:sz="6" w:space="0" w:color="auto"/>
              <w:bottom w:val="nil"/>
              <w:right w:val="single" w:sz="6" w:space="0" w:color="auto"/>
            </w:tcBorders>
          </w:tcPr>
          <w:p w:rsidR="002F76A8" w:rsidRDefault="002F76A8">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r>
      <w:tr w:rsidR="002F76A8" w:rsidTr="002F76A8">
        <w:trPr>
          <w:trHeight w:val="1373"/>
        </w:trPr>
        <w:tc>
          <w:tcPr>
            <w:tcW w:w="965" w:type="dxa"/>
            <w:tcBorders>
              <w:top w:val="nil"/>
              <w:left w:val="single" w:sz="6" w:space="0" w:color="auto"/>
              <w:bottom w:val="single" w:sz="6" w:space="0" w:color="auto"/>
              <w:right w:val="single" w:sz="6" w:space="0" w:color="auto"/>
            </w:tcBorders>
          </w:tcPr>
          <w:p w:rsidR="002F76A8" w:rsidRDefault="002F76A8">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32680,30</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1458,50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2269,50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2812,50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2939,80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2900,00</w:t>
            </w:r>
          </w:p>
        </w:tc>
      </w:tr>
      <w:tr w:rsidR="002F76A8">
        <w:trPr>
          <w:trHeight w:val="290"/>
        </w:trPr>
        <w:tc>
          <w:tcPr>
            <w:tcW w:w="965" w:type="dxa"/>
            <w:tcBorders>
              <w:top w:val="single" w:sz="6" w:space="0" w:color="auto"/>
              <w:left w:val="single" w:sz="6" w:space="0" w:color="auto"/>
              <w:bottom w:val="nil"/>
              <w:right w:val="single" w:sz="6" w:space="0" w:color="auto"/>
            </w:tcBorders>
          </w:tcPr>
          <w:p w:rsidR="002F76A8" w:rsidRDefault="002F76A8">
            <w:pPr>
              <w:autoSpaceDE w:val="0"/>
              <w:autoSpaceDN w:val="0"/>
              <w:adjustRightInd w:val="0"/>
              <w:jc w:val="center"/>
              <w:rPr>
                <w:color w:val="000000"/>
                <w:sz w:val="20"/>
                <w:szCs w:val="20"/>
                <w:lang w:eastAsia="ru-RU"/>
              </w:rPr>
            </w:pPr>
            <w:r>
              <w:rPr>
                <w:color w:val="000000"/>
                <w:sz w:val="20"/>
                <w:szCs w:val="20"/>
                <w:lang w:eastAsia="ru-RU"/>
              </w:rPr>
              <w:t>Основное мероприятие 5.4.</w:t>
            </w:r>
          </w:p>
        </w:tc>
        <w:tc>
          <w:tcPr>
            <w:tcW w:w="1579"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rPr>
                <w:color w:val="000000"/>
                <w:sz w:val="20"/>
                <w:szCs w:val="20"/>
                <w:lang w:eastAsia="ru-RU"/>
              </w:rPr>
            </w:pPr>
            <w:r>
              <w:rPr>
                <w:color w:val="000000"/>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rPr>
                <w:color w:val="000000"/>
                <w:sz w:val="16"/>
                <w:szCs w:val="16"/>
                <w:lang w:eastAsia="ru-RU"/>
              </w:rPr>
            </w:pPr>
            <w:r>
              <w:rPr>
                <w:color w:val="000000"/>
                <w:sz w:val="16"/>
                <w:szCs w:val="16"/>
                <w:lang w:eastAsia="ru-RU"/>
              </w:rPr>
              <w:t>Всего</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80,00</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80,00</w:t>
            </w:r>
          </w:p>
        </w:tc>
        <w:tc>
          <w:tcPr>
            <w:tcW w:w="87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927"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965"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5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90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r>
      <w:tr w:rsidR="002F76A8" w:rsidTr="002F76A8">
        <w:trPr>
          <w:trHeight w:val="184"/>
        </w:trPr>
        <w:tc>
          <w:tcPr>
            <w:tcW w:w="965" w:type="dxa"/>
            <w:tcBorders>
              <w:top w:val="nil"/>
              <w:left w:val="single" w:sz="6" w:space="0" w:color="auto"/>
              <w:bottom w:val="nil"/>
              <w:right w:val="single" w:sz="6" w:space="0" w:color="auto"/>
            </w:tcBorders>
          </w:tcPr>
          <w:p w:rsidR="002F76A8" w:rsidRDefault="002F76A8">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20"/>
                <w:szCs w:val="20"/>
                <w:lang w:eastAsia="ru-RU"/>
              </w:rPr>
            </w:pPr>
          </w:p>
        </w:tc>
        <w:tc>
          <w:tcPr>
            <w:tcW w:w="1740" w:type="dxa"/>
            <w:gridSpan w:val="2"/>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rPr>
                <w:color w:val="000000"/>
                <w:sz w:val="16"/>
                <w:szCs w:val="16"/>
                <w:lang w:eastAsia="ru-RU"/>
              </w:rPr>
            </w:pPr>
            <w:r>
              <w:rPr>
                <w:color w:val="000000"/>
                <w:sz w:val="16"/>
                <w:szCs w:val="16"/>
                <w:lang w:eastAsia="ru-RU"/>
              </w:rPr>
              <w:t>в том числе по ГРБС</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927"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965"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85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c>
          <w:tcPr>
            <w:tcW w:w="902"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rFonts w:ascii="Calibri" w:hAnsi="Calibri" w:cs="Calibri"/>
                <w:color w:val="000000"/>
                <w:sz w:val="18"/>
                <w:szCs w:val="18"/>
                <w:lang w:eastAsia="ru-RU"/>
              </w:rPr>
            </w:pPr>
          </w:p>
        </w:tc>
      </w:tr>
      <w:tr w:rsidR="002F76A8">
        <w:trPr>
          <w:trHeight w:val="1440"/>
        </w:trPr>
        <w:tc>
          <w:tcPr>
            <w:tcW w:w="965" w:type="dxa"/>
            <w:tcBorders>
              <w:top w:val="nil"/>
              <w:left w:val="single" w:sz="6" w:space="0" w:color="auto"/>
              <w:bottom w:val="single" w:sz="6" w:space="0" w:color="auto"/>
              <w:right w:val="single" w:sz="6" w:space="0" w:color="auto"/>
            </w:tcBorders>
          </w:tcPr>
          <w:p w:rsidR="002F76A8" w:rsidRDefault="002F76A8">
            <w:pPr>
              <w:autoSpaceDE w:val="0"/>
              <w:autoSpaceDN w:val="0"/>
              <w:adjustRightInd w:val="0"/>
              <w:jc w:val="center"/>
              <w:rPr>
                <w:color w:val="000000"/>
                <w:sz w:val="20"/>
                <w:szCs w:val="20"/>
                <w:lang w:eastAsia="ru-RU"/>
              </w:rPr>
            </w:pPr>
          </w:p>
        </w:tc>
        <w:tc>
          <w:tcPr>
            <w:tcW w:w="1579"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20"/>
                <w:szCs w:val="20"/>
                <w:lang w:eastAsia="ru-RU"/>
              </w:rPr>
            </w:pPr>
          </w:p>
        </w:tc>
        <w:tc>
          <w:tcPr>
            <w:tcW w:w="814"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rPr>
                <w:color w:val="000000"/>
                <w:sz w:val="16"/>
                <w:szCs w:val="16"/>
                <w:lang w:eastAsia="ru-RU"/>
              </w:rPr>
            </w:pPr>
            <w:r>
              <w:rPr>
                <w:color w:val="000000"/>
                <w:sz w:val="16"/>
                <w:szCs w:val="16"/>
                <w:lang w:eastAsia="ru-RU"/>
              </w:rPr>
              <w:t>администрация Таловского муниципального района</w:t>
            </w:r>
          </w:p>
        </w:tc>
        <w:tc>
          <w:tcPr>
            <w:tcW w:w="926"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80,00</w:t>
            </w:r>
          </w:p>
        </w:tc>
        <w:tc>
          <w:tcPr>
            <w:tcW w:w="828"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80,00</w:t>
            </w:r>
          </w:p>
        </w:tc>
        <w:tc>
          <w:tcPr>
            <w:tcW w:w="87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28"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4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927"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965"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852"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c>
          <w:tcPr>
            <w:tcW w:w="902"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18"/>
                <w:szCs w:val="18"/>
                <w:lang w:eastAsia="ru-RU"/>
              </w:rPr>
            </w:pPr>
            <w:r>
              <w:rPr>
                <w:color w:val="000000"/>
                <w:sz w:val="18"/>
                <w:szCs w:val="18"/>
                <w:lang w:eastAsia="ru-RU"/>
              </w:rPr>
              <w:t>0,00</w:t>
            </w:r>
          </w:p>
        </w:tc>
      </w:tr>
    </w:tbl>
    <w:p w:rsidR="00060558" w:rsidRDefault="00060558" w:rsidP="00406CD5">
      <w:pPr>
        <w:pStyle w:val="ConsPlusNormal"/>
        <w:tabs>
          <w:tab w:val="left" w:pos="13485"/>
        </w:tabs>
        <w:ind w:firstLine="142"/>
        <w:jc w:val="center"/>
        <w:outlineLvl w:val="3"/>
        <w:rPr>
          <w:rFonts w:ascii="Times New Roman" w:hAnsi="Times New Roman"/>
          <w:b/>
          <w:sz w:val="28"/>
          <w:szCs w:val="28"/>
        </w:rPr>
      </w:pPr>
    </w:p>
    <w:p w:rsidR="00060558" w:rsidRDefault="00060558" w:rsidP="00406CD5">
      <w:pPr>
        <w:pStyle w:val="ConsPlusNormal"/>
        <w:tabs>
          <w:tab w:val="left" w:pos="13485"/>
        </w:tabs>
        <w:ind w:firstLine="142"/>
        <w:jc w:val="center"/>
        <w:outlineLvl w:val="3"/>
        <w:rPr>
          <w:rFonts w:ascii="Times New Roman" w:hAnsi="Times New Roman"/>
          <w:b/>
          <w:sz w:val="28"/>
          <w:szCs w:val="28"/>
        </w:rPr>
      </w:pPr>
    </w:p>
    <w:p w:rsidR="00060558" w:rsidRDefault="00060558" w:rsidP="00406CD5">
      <w:pPr>
        <w:pStyle w:val="ConsPlusNormal"/>
        <w:tabs>
          <w:tab w:val="left" w:pos="13485"/>
        </w:tabs>
        <w:ind w:firstLine="142"/>
        <w:jc w:val="center"/>
        <w:outlineLvl w:val="3"/>
        <w:rPr>
          <w:rFonts w:ascii="Times New Roman" w:hAnsi="Times New Roman"/>
          <w:b/>
          <w:sz w:val="28"/>
          <w:szCs w:val="28"/>
        </w:rPr>
      </w:pPr>
    </w:p>
    <w:p w:rsidR="00060558" w:rsidRDefault="00060558" w:rsidP="00406CD5">
      <w:pPr>
        <w:pStyle w:val="ConsPlusNormal"/>
        <w:tabs>
          <w:tab w:val="left" w:pos="13485"/>
        </w:tabs>
        <w:ind w:firstLine="142"/>
        <w:jc w:val="center"/>
        <w:outlineLvl w:val="3"/>
        <w:rPr>
          <w:rFonts w:ascii="Times New Roman" w:hAnsi="Times New Roman"/>
          <w:b/>
          <w:sz w:val="28"/>
          <w:szCs w:val="28"/>
        </w:rPr>
      </w:pPr>
    </w:p>
    <w:p w:rsidR="00060558" w:rsidRDefault="00060558" w:rsidP="00406CD5">
      <w:pPr>
        <w:pStyle w:val="ConsPlusNormal"/>
        <w:tabs>
          <w:tab w:val="left" w:pos="13485"/>
        </w:tabs>
        <w:ind w:firstLine="142"/>
        <w:jc w:val="center"/>
        <w:outlineLvl w:val="3"/>
        <w:rPr>
          <w:rFonts w:ascii="Times New Roman" w:hAnsi="Times New Roman"/>
          <w:b/>
          <w:sz w:val="28"/>
          <w:szCs w:val="28"/>
        </w:rPr>
      </w:pPr>
    </w:p>
    <w:p w:rsidR="00060558" w:rsidRDefault="00060558" w:rsidP="00406CD5">
      <w:pPr>
        <w:pStyle w:val="ConsPlusNormal"/>
        <w:tabs>
          <w:tab w:val="left" w:pos="13485"/>
        </w:tabs>
        <w:ind w:firstLine="142"/>
        <w:jc w:val="center"/>
        <w:outlineLvl w:val="3"/>
        <w:rPr>
          <w:rFonts w:ascii="Times New Roman" w:hAnsi="Times New Roman"/>
          <w:b/>
          <w:sz w:val="28"/>
          <w:szCs w:val="28"/>
        </w:rPr>
      </w:pPr>
    </w:p>
    <w:p w:rsidR="004527A8" w:rsidRDefault="004527A8" w:rsidP="00293FA1">
      <w:pPr>
        <w:pStyle w:val="ConsPlusNormal"/>
        <w:tabs>
          <w:tab w:val="left" w:pos="13485"/>
          <w:tab w:val="left" w:pos="13805"/>
        </w:tabs>
        <w:ind w:firstLine="142"/>
        <w:jc w:val="right"/>
        <w:outlineLvl w:val="3"/>
        <w:rPr>
          <w:rFonts w:ascii="Times New Roman" w:hAnsi="Times New Roman"/>
          <w:sz w:val="26"/>
          <w:szCs w:val="26"/>
        </w:rPr>
      </w:pPr>
    </w:p>
    <w:p w:rsidR="002F76A8" w:rsidRDefault="002F76A8" w:rsidP="00293FA1">
      <w:pPr>
        <w:pStyle w:val="ConsPlusNormal"/>
        <w:tabs>
          <w:tab w:val="left" w:pos="13485"/>
          <w:tab w:val="left" w:pos="13805"/>
        </w:tabs>
        <w:ind w:firstLine="142"/>
        <w:jc w:val="right"/>
        <w:outlineLvl w:val="3"/>
        <w:rPr>
          <w:rFonts w:ascii="Times New Roman" w:hAnsi="Times New Roman"/>
          <w:sz w:val="26"/>
          <w:szCs w:val="26"/>
        </w:rPr>
      </w:pPr>
    </w:p>
    <w:p w:rsidR="00632087" w:rsidRPr="006C07C7" w:rsidRDefault="00632087" w:rsidP="00293FA1">
      <w:pPr>
        <w:pStyle w:val="ConsPlusNormal"/>
        <w:tabs>
          <w:tab w:val="left" w:pos="13485"/>
          <w:tab w:val="left" w:pos="13805"/>
        </w:tabs>
        <w:ind w:firstLine="142"/>
        <w:jc w:val="right"/>
        <w:outlineLvl w:val="3"/>
        <w:rPr>
          <w:rFonts w:ascii="Times New Roman" w:hAnsi="Times New Roman"/>
          <w:sz w:val="26"/>
          <w:szCs w:val="26"/>
        </w:rPr>
      </w:pPr>
      <w:r w:rsidRPr="006C07C7">
        <w:rPr>
          <w:rFonts w:ascii="Times New Roman" w:hAnsi="Times New Roman"/>
          <w:sz w:val="26"/>
          <w:szCs w:val="26"/>
        </w:rPr>
        <w:t>Приложение 3</w:t>
      </w:r>
    </w:p>
    <w:p w:rsidR="00632087" w:rsidRPr="006C07C7" w:rsidRDefault="00632087" w:rsidP="00406CD5">
      <w:pPr>
        <w:ind w:left="360"/>
        <w:jc w:val="center"/>
        <w:rPr>
          <w:b/>
        </w:rPr>
      </w:pPr>
    </w:p>
    <w:p w:rsidR="00632087" w:rsidRPr="006C07C7" w:rsidRDefault="00632087" w:rsidP="00406CD5">
      <w:pPr>
        <w:ind w:left="360"/>
        <w:jc w:val="center"/>
        <w:rPr>
          <w:b/>
        </w:rPr>
      </w:pPr>
      <w:r w:rsidRPr="006C07C7">
        <w:rPr>
          <w:b/>
        </w:rPr>
        <w:t xml:space="preserve">Финансовое обеспечение и прогнозная (справочная) оценка расходов федерального, областного и местных бюджетов, </w:t>
      </w:r>
    </w:p>
    <w:p w:rsidR="00632087" w:rsidRPr="006C07C7" w:rsidRDefault="00632087" w:rsidP="00406CD5">
      <w:pPr>
        <w:ind w:left="360"/>
        <w:jc w:val="center"/>
        <w:rPr>
          <w:b/>
        </w:rPr>
      </w:pPr>
      <w:r w:rsidRPr="006C07C7">
        <w:rPr>
          <w:b/>
        </w:rPr>
        <w:t xml:space="preserve">бюджетов внебюджетных фондов, юридических и физических лиц на реализацию муниципальной программы </w:t>
      </w:r>
    </w:p>
    <w:p w:rsidR="00632087" w:rsidRDefault="00632087" w:rsidP="00406CD5">
      <w:pPr>
        <w:ind w:left="360"/>
        <w:jc w:val="center"/>
        <w:rPr>
          <w:b/>
        </w:rPr>
      </w:pPr>
      <w:r w:rsidRPr="006C07C7">
        <w:rPr>
          <w:b/>
        </w:rPr>
        <w:t xml:space="preserve">Таловского муниципального района Воронежской области «Муниципальное управление и гражданское общество»  </w:t>
      </w:r>
    </w:p>
    <w:p w:rsidR="002F76A8" w:rsidRDefault="002F76A8" w:rsidP="00406CD5">
      <w:pPr>
        <w:ind w:left="360"/>
        <w:jc w:val="center"/>
        <w:rPr>
          <w:b/>
        </w:rPr>
      </w:pPr>
    </w:p>
    <w:p w:rsidR="002F76A8" w:rsidRDefault="002F76A8" w:rsidP="00406CD5">
      <w:pPr>
        <w:ind w:left="360"/>
        <w:jc w:val="center"/>
        <w:rPr>
          <w:b/>
        </w:rPr>
      </w:pPr>
    </w:p>
    <w:tbl>
      <w:tblPr>
        <w:tblW w:w="15765" w:type="dxa"/>
        <w:tblLayout w:type="fixed"/>
        <w:tblCellMar>
          <w:left w:w="30" w:type="dxa"/>
          <w:right w:w="30" w:type="dxa"/>
        </w:tblCellMar>
        <w:tblLook w:val="0000" w:firstRow="0" w:lastRow="0" w:firstColumn="0" w:lastColumn="0" w:noHBand="0" w:noVBand="0"/>
      </w:tblPr>
      <w:tblGrid>
        <w:gridCol w:w="977"/>
        <w:gridCol w:w="2093"/>
        <w:gridCol w:w="1071"/>
        <w:gridCol w:w="992"/>
        <w:gridCol w:w="851"/>
        <w:gridCol w:w="850"/>
        <w:gridCol w:w="851"/>
        <w:gridCol w:w="850"/>
        <w:gridCol w:w="851"/>
        <w:gridCol w:w="850"/>
        <w:gridCol w:w="851"/>
        <w:gridCol w:w="850"/>
        <w:gridCol w:w="993"/>
        <w:gridCol w:w="850"/>
        <w:gridCol w:w="992"/>
        <w:gridCol w:w="993"/>
      </w:tblGrid>
      <w:tr w:rsidR="002F76A8" w:rsidTr="002F76A8">
        <w:trPr>
          <w:trHeight w:val="756"/>
        </w:trPr>
        <w:tc>
          <w:tcPr>
            <w:tcW w:w="977" w:type="dxa"/>
            <w:tcBorders>
              <w:top w:val="single" w:sz="6" w:space="0" w:color="auto"/>
              <w:left w:val="single" w:sz="6" w:space="0" w:color="auto"/>
              <w:bottom w:val="nil"/>
              <w:right w:val="single" w:sz="6" w:space="0" w:color="auto"/>
            </w:tcBorders>
          </w:tcPr>
          <w:p w:rsidR="002F76A8" w:rsidRDefault="002F76A8">
            <w:pPr>
              <w:autoSpaceDE w:val="0"/>
              <w:autoSpaceDN w:val="0"/>
              <w:adjustRightInd w:val="0"/>
              <w:jc w:val="center"/>
              <w:rPr>
                <w:color w:val="000000"/>
                <w:sz w:val="20"/>
                <w:szCs w:val="20"/>
                <w:lang w:eastAsia="ru-RU"/>
              </w:rPr>
            </w:pPr>
            <w:r>
              <w:rPr>
                <w:color w:val="000000"/>
                <w:sz w:val="20"/>
                <w:szCs w:val="20"/>
                <w:lang w:eastAsia="ru-RU"/>
              </w:rPr>
              <w:t>Статус</w:t>
            </w:r>
          </w:p>
        </w:tc>
        <w:tc>
          <w:tcPr>
            <w:tcW w:w="2093" w:type="dxa"/>
            <w:tcBorders>
              <w:top w:val="single" w:sz="6" w:space="0" w:color="auto"/>
              <w:left w:val="single" w:sz="6" w:space="0" w:color="auto"/>
              <w:bottom w:val="nil"/>
              <w:right w:val="single" w:sz="6" w:space="0" w:color="auto"/>
            </w:tcBorders>
          </w:tcPr>
          <w:p w:rsidR="002F76A8" w:rsidRDefault="002F76A8">
            <w:pPr>
              <w:autoSpaceDE w:val="0"/>
              <w:autoSpaceDN w:val="0"/>
              <w:adjustRightInd w:val="0"/>
              <w:jc w:val="center"/>
              <w:rPr>
                <w:color w:val="000000"/>
                <w:sz w:val="20"/>
                <w:szCs w:val="20"/>
                <w:lang w:eastAsia="ru-RU"/>
              </w:rPr>
            </w:pPr>
            <w:r>
              <w:rPr>
                <w:color w:val="000000"/>
                <w:sz w:val="20"/>
                <w:szCs w:val="20"/>
                <w:lang w:eastAsia="ru-RU"/>
              </w:rPr>
              <w:t>Наименование муниципальной программы, подпрограммы, основного мероприятия</w:t>
            </w:r>
          </w:p>
        </w:tc>
        <w:tc>
          <w:tcPr>
            <w:tcW w:w="1071" w:type="dxa"/>
            <w:tcBorders>
              <w:top w:val="single" w:sz="6" w:space="0" w:color="auto"/>
              <w:left w:val="single" w:sz="6" w:space="0" w:color="auto"/>
              <w:bottom w:val="nil"/>
              <w:right w:val="single" w:sz="6" w:space="0" w:color="auto"/>
            </w:tcBorders>
            <w:shd w:val="solid" w:color="FFFFFF" w:fill="auto"/>
          </w:tcPr>
          <w:p w:rsidR="002F76A8" w:rsidRDefault="002F76A8">
            <w:pPr>
              <w:autoSpaceDE w:val="0"/>
              <w:autoSpaceDN w:val="0"/>
              <w:adjustRightInd w:val="0"/>
              <w:jc w:val="center"/>
              <w:rPr>
                <w:color w:val="000000"/>
                <w:sz w:val="16"/>
                <w:szCs w:val="16"/>
                <w:lang w:eastAsia="ru-RU"/>
              </w:rPr>
            </w:pPr>
            <w:r>
              <w:rPr>
                <w:color w:val="000000"/>
                <w:sz w:val="16"/>
                <w:szCs w:val="16"/>
                <w:lang w:eastAsia="ru-RU"/>
              </w:rPr>
              <w:t>Источники ресурсного обеспечения</w:t>
            </w:r>
          </w:p>
        </w:tc>
        <w:tc>
          <w:tcPr>
            <w:tcW w:w="6095" w:type="dxa"/>
            <w:gridSpan w:val="7"/>
            <w:tcBorders>
              <w:top w:val="single" w:sz="6" w:space="0" w:color="auto"/>
              <w:left w:val="single" w:sz="6" w:space="0" w:color="auto"/>
              <w:bottom w:val="single" w:sz="6" w:space="0" w:color="auto"/>
              <w:right w:val="nil"/>
            </w:tcBorders>
            <w:shd w:val="solid" w:color="FFFFFF" w:fill="auto"/>
          </w:tcPr>
          <w:p w:rsidR="002F76A8" w:rsidRDefault="002F76A8">
            <w:pPr>
              <w:autoSpaceDE w:val="0"/>
              <w:autoSpaceDN w:val="0"/>
              <w:adjustRightInd w:val="0"/>
              <w:jc w:val="center"/>
              <w:rPr>
                <w:color w:val="000000"/>
                <w:sz w:val="20"/>
                <w:szCs w:val="20"/>
                <w:lang w:eastAsia="ru-RU"/>
              </w:rPr>
            </w:pPr>
            <w:r>
              <w:rPr>
                <w:color w:val="000000"/>
                <w:sz w:val="20"/>
                <w:szCs w:val="20"/>
                <w:lang w:eastAsia="ru-RU"/>
              </w:rPr>
              <w:t>Оценка расходов по годам реализации муниципальной программы, тыс. руб.</w:t>
            </w:r>
          </w:p>
        </w:tc>
        <w:tc>
          <w:tcPr>
            <w:tcW w:w="851" w:type="dxa"/>
            <w:tcBorders>
              <w:top w:val="single" w:sz="6" w:space="0" w:color="auto"/>
              <w:left w:val="nil"/>
              <w:bottom w:val="single" w:sz="6" w:space="0" w:color="auto"/>
              <w:right w:val="nil"/>
            </w:tcBorders>
            <w:shd w:val="solid" w:color="FFFFFF" w:fill="auto"/>
          </w:tcPr>
          <w:p w:rsidR="002F76A8" w:rsidRDefault="002F76A8">
            <w:pPr>
              <w:autoSpaceDE w:val="0"/>
              <w:autoSpaceDN w:val="0"/>
              <w:adjustRightInd w:val="0"/>
              <w:jc w:val="center"/>
              <w:rPr>
                <w:color w:val="000000"/>
                <w:sz w:val="20"/>
                <w:szCs w:val="20"/>
                <w:lang w:eastAsia="ru-RU"/>
              </w:rPr>
            </w:pPr>
          </w:p>
        </w:tc>
        <w:tc>
          <w:tcPr>
            <w:tcW w:w="850" w:type="dxa"/>
            <w:tcBorders>
              <w:top w:val="single" w:sz="6" w:space="0" w:color="auto"/>
              <w:left w:val="nil"/>
              <w:bottom w:val="single" w:sz="6" w:space="0" w:color="auto"/>
              <w:right w:val="nil"/>
            </w:tcBorders>
            <w:shd w:val="solid" w:color="FFFFFF" w:fill="auto"/>
          </w:tcPr>
          <w:p w:rsidR="002F76A8" w:rsidRDefault="002F76A8">
            <w:pPr>
              <w:autoSpaceDE w:val="0"/>
              <w:autoSpaceDN w:val="0"/>
              <w:adjustRightInd w:val="0"/>
              <w:jc w:val="center"/>
              <w:rPr>
                <w:color w:val="000000"/>
                <w:sz w:val="20"/>
                <w:szCs w:val="20"/>
                <w:lang w:eastAsia="ru-RU"/>
              </w:rPr>
            </w:pPr>
          </w:p>
        </w:tc>
        <w:tc>
          <w:tcPr>
            <w:tcW w:w="993" w:type="dxa"/>
            <w:tcBorders>
              <w:top w:val="single" w:sz="6" w:space="0" w:color="auto"/>
              <w:left w:val="nil"/>
              <w:bottom w:val="single" w:sz="6" w:space="0" w:color="auto"/>
              <w:right w:val="nil"/>
            </w:tcBorders>
            <w:shd w:val="solid" w:color="FFFFFF" w:fill="auto"/>
          </w:tcPr>
          <w:p w:rsidR="002F76A8" w:rsidRDefault="002F76A8">
            <w:pPr>
              <w:autoSpaceDE w:val="0"/>
              <w:autoSpaceDN w:val="0"/>
              <w:adjustRightInd w:val="0"/>
              <w:jc w:val="center"/>
              <w:rPr>
                <w:color w:val="000000"/>
                <w:sz w:val="20"/>
                <w:szCs w:val="20"/>
                <w:lang w:eastAsia="ru-RU"/>
              </w:rPr>
            </w:pPr>
          </w:p>
        </w:tc>
        <w:tc>
          <w:tcPr>
            <w:tcW w:w="850" w:type="dxa"/>
            <w:tcBorders>
              <w:top w:val="single" w:sz="6" w:space="0" w:color="auto"/>
              <w:left w:val="nil"/>
              <w:bottom w:val="single" w:sz="6" w:space="0" w:color="auto"/>
              <w:right w:val="nil"/>
            </w:tcBorders>
            <w:shd w:val="solid" w:color="FFFFFF" w:fill="auto"/>
          </w:tcPr>
          <w:p w:rsidR="002F76A8" w:rsidRDefault="002F76A8">
            <w:pPr>
              <w:autoSpaceDE w:val="0"/>
              <w:autoSpaceDN w:val="0"/>
              <w:adjustRightInd w:val="0"/>
              <w:jc w:val="center"/>
              <w:rPr>
                <w:color w:val="000000"/>
                <w:sz w:val="20"/>
                <w:szCs w:val="20"/>
                <w:lang w:eastAsia="ru-RU"/>
              </w:rPr>
            </w:pPr>
          </w:p>
        </w:tc>
        <w:tc>
          <w:tcPr>
            <w:tcW w:w="992" w:type="dxa"/>
            <w:tcBorders>
              <w:top w:val="single" w:sz="6" w:space="0" w:color="auto"/>
              <w:left w:val="nil"/>
              <w:bottom w:val="single" w:sz="6" w:space="0" w:color="auto"/>
              <w:right w:val="nil"/>
            </w:tcBorders>
            <w:shd w:val="solid" w:color="FFFFFF" w:fill="auto"/>
          </w:tcPr>
          <w:p w:rsidR="002F76A8" w:rsidRDefault="002F76A8">
            <w:pPr>
              <w:autoSpaceDE w:val="0"/>
              <w:autoSpaceDN w:val="0"/>
              <w:adjustRightInd w:val="0"/>
              <w:jc w:val="center"/>
              <w:rPr>
                <w:color w:val="000000"/>
                <w:sz w:val="20"/>
                <w:szCs w:val="20"/>
                <w:lang w:eastAsia="ru-RU"/>
              </w:rPr>
            </w:pPr>
          </w:p>
        </w:tc>
        <w:tc>
          <w:tcPr>
            <w:tcW w:w="993" w:type="dxa"/>
            <w:tcBorders>
              <w:top w:val="single" w:sz="6" w:space="0" w:color="auto"/>
              <w:left w:val="nil"/>
              <w:bottom w:val="single" w:sz="6" w:space="0" w:color="auto"/>
              <w:right w:val="single" w:sz="6" w:space="0" w:color="auto"/>
            </w:tcBorders>
            <w:shd w:val="solid" w:color="FFFFFF" w:fill="auto"/>
          </w:tcPr>
          <w:p w:rsidR="002F76A8" w:rsidRDefault="002F76A8">
            <w:pPr>
              <w:autoSpaceDE w:val="0"/>
              <w:autoSpaceDN w:val="0"/>
              <w:adjustRightInd w:val="0"/>
              <w:jc w:val="center"/>
              <w:rPr>
                <w:color w:val="000000"/>
                <w:sz w:val="20"/>
                <w:szCs w:val="20"/>
                <w:lang w:eastAsia="ru-RU"/>
              </w:rPr>
            </w:pPr>
          </w:p>
        </w:tc>
      </w:tr>
      <w:tr w:rsidR="002F76A8" w:rsidTr="002F76A8">
        <w:trPr>
          <w:trHeight w:val="302"/>
        </w:trPr>
        <w:tc>
          <w:tcPr>
            <w:tcW w:w="977" w:type="dxa"/>
            <w:tcBorders>
              <w:top w:val="nil"/>
              <w:left w:val="single" w:sz="6" w:space="0" w:color="auto"/>
              <w:bottom w:val="single" w:sz="6" w:space="0" w:color="auto"/>
              <w:right w:val="single" w:sz="6" w:space="0" w:color="auto"/>
            </w:tcBorders>
          </w:tcPr>
          <w:p w:rsidR="002F76A8" w:rsidRDefault="002F76A8">
            <w:pPr>
              <w:autoSpaceDE w:val="0"/>
              <w:autoSpaceDN w:val="0"/>
              <w:adjustRightInd w:val="0"/>
              <w:jc w:val="center"/>
              <w:rPr>
                <w:color w:val="000000"/>
                <w:sz w:val="20"/>
                <w:szCs w:val="20"/>
                <w:lang w:eastAsia="ru-RU"/>
              </w:rPr>
            </w:pPr>
          </w:p>
        </w:tc>
        <w:tc>
          <w:tcPr>
            <w:tcW w:w="2093" w:type="dxa"/>
            <w:tcBorders>
              <w:top w:val="nil"/>
              <w:left w:val="single" w:sz="6" w:space="0" w:color="auto"/>
              <w:bottom w:val="single" w:sz="6" w:space="0" w:color="auto"/>
              <w:right w:val="single" w:sz="6" w:space="0" w:color="auto"/>
            </w:tcBorders>
          </w:tcPr>
          <w:p w:rsidR="002F76A8" w:rsidRDefault="002F76A8">
            <w:pPr>
              <w:autoSpaceDE w:val="0"/>
              <w:autoSpaceDN w:val="0"/>
              <w:adjustRightInd w:val="0"/>
              <w:jc w:val="center"/>
              <w:rPr>
                <w:color w:val="000000"/>
                <w:sz w:val="20"/>
                <w:szCs w:val="20"/>
                <w:lang w:eastAsia="ru-RU"/>
              </w:rPr>
            </w:pPr>
          </w:p>
        </w:tc>
        <w:tc>
          <w:tcPr>
            <w:tcW w:w="1071" w:type="dxa"/>
            <w:tcBorders>
              <w:top w:val="nil"/>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center"/>
              <w:rPr>
                <w:color w:val="000000"/>
                <w:sz w:val="16"/>
                <w:szCs w:val="16"/>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center"/>
              <w:rPr>
                <w:color w:val="000000"/>
                <w:sz w:val="20"/>
                <w:szCs w:val="20"/>
                <w:lang w:eastAsia="ru-RU"/>
              </w:rPr>
            </w:pPr>
            <w:r>
              <w:rPr>
                <w:color w:val="000000"/>
                <w:sz w:val="20"/>
                <w:szCs w:val="20"/>
                <w:lang w:eastAsia="ru-RU"/>
              </w:rPr>
              <w:t>Всего</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20"/>
                <w:szCs w:val="20"/>
                <w:lang w:eastAsia="ru-RU"/>
              </w:rPr>
            </w:pPr>
            <w:r>
              <w:rPr>
                <w:color w:val="000000"/>
                <w:sz w:val="20"/>
                <w:szCs w:val="20"/>
                <w:lang w:eastAsia="ru-RU"/>
              </w:rPr>
              <w:t>2018</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20"/>
                <w:szCs w:val="20"/>
                <w:lang w:eastAsia="ru-RU"/>
              </w:rPr>
            </w:pPr>
            <w:r>
              <w:rPr>
                <w:color w:val="000000"/>
                <w:sz w:val="20"/>
                <w:szCs w:val="20"/>
                <w:lang w:eastAsia="ru-RU"/>
              </w:rPr>
              <w:t>2019</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20"/>
                <w:szCs w:val="20"/>
                <w:lang w:eastAsia="ru-RU"/>
              </w:rPr>
            </w:pPr>
            <w:r>
              <w:rPr>
                <w:color w:val="000000"/>
                <w:sz w:val="20"/>
                <w:szCs w:val="20"/>
                <w:lang w:eastAsia="ru-RU"/>
              </w:rPr>
              <w:t>2020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20"/>
                <w:szCs w:val="20"/>
                <w:lang w:eastAsia="ru-RU"/>
              </w:rPr>
            </w:pPr>
            <w:r>
              <w:rPr>
                <w:color w:val="000000"/>
                <w:sz w:val="20"/>
                <w:szCs w:val="20"/>
                <w:lang w:eastAsia="ru-RU"/>
              </w:rPr>
              <w:t>2021</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20"/>
                <w:szCs w:val="20"/>
                <w:lang w:eastAsia="ru-RU"/>
              </w:rPr>
            </w:pPr>
            <w:r>
              <w:rPr>
                <w:color w:val="000000"/>
                <w:sz w:val="20"/>
                <w:szCs w:val="20"/>
                <w:lang w:eastAsia="ru-RU"/>
              </w:rPr>
              <w:t>2022</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20"/>
                <w:szCs w:val="20"/>
                <w:lang w:eastAsia="ru-RU"/>
              </w:rPr>
            </w:pPr>
            <w:r>
              <w:rPr>
                <w:color w:val="000000"/>
                <w:sz w:val="20"/>
                <w:szCs w:val="20"/>
                <w:lang w:eastAsia="ru-RU"/>
              </w:rPr>
              <w:t>2023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20"/>
                <w:szCs w:val="20"/>
                <w:lang w:eastAsia="ru-RU"/>
              </w:rPr>
            </w:pPr>
            <w:r>
              <w:rPr>
                <w:color w:val="000000"/>
                <w:sz w:val="20"/>
                <w:szCs w:val="20"/>
                <w:lang w:eastAsia="ru-RU"/>
              </w:rPr>
              <w:t>2024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20"/>
                <w:szCs w:val="20"/>
                <w:lang w:eastAsia="ru-RU"/>
              </w:rPr>
            </w:pPr>
            <w:r>
              <w:rPr>
                <w:color w:val="000000"/>
                <w:sz w:val="20"/>
                <w:szCs w:val="20"/>
                <w:lang w:eastAsia="ru-RU"/>
              </w:rPr>
              <w:t>2025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20"/>
                <w:szCs w:val="20"/>
                <w:lang w:eastAsia="ru-RU"/>
              </w:rPr>
            </w:pPr>
            <w:r>
              <w:rPr>
                <w:color w:val="000000"/>
                <w:sz w:val="20"/>
                <w:szCs w:val="20"/>
                <w:lang w:eastAsia="ru-RU"/>
              </w:rPr>
              <w:t>2026</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20"/>
                <w:szCs w:val="20"/>
                <w:lang w:eastAsia="ru-RU"/>
              </w:rPr>
            </w:pPr>
            <w:r>
              <w:rPr>
                <w:color w:val="000000"/>
                <w:sz w:val="20"/>
                <w:szCs w:val="20"/>
                <w:lang w:eastAsia="ru-RU"/>
              </w:rPr>
              <w:t>2027</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20"/>
                <w:szCs w:val="20"/>
                <w:lang w:eastAsia="ru-RU"/>
              </w:rPr>
            </w:pPr>
            <w:r>
              <w:rPr>
                <w:color w:val="000000"/>
                <w:sz w:val="20"/>
                <w:szCs w:val="20"/>
                <w:lang w:eastAsia="ru-RU"/>
              </w:rPr>
              <w:t>2028</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2F76A8" w:rsidRDefault="002F76A8">
            <w:pPr>
              <w:autoSpaceDE w:val="0"/>
              <w:autoSpaceDN w:val="0"/>
              <w:adjustRightInd w:val="0"/>
              <w:jc w:val="right"/>
              <w:rPr>
                <w:color w:val="000000"/>
                <w:sz w:val="20"/>
                <w:szCs w:val="20"/>
                <w:lang w:eastAsia="ru-RU"/>
              </w:rPr>
            </w:pPr>
            <w:r>
              <w:rPr>
                <w:color w:val="000000"/>
                <w:sz w:val="20"/>
                <w:szCs w:val="20"/>
                <w:lang w:eastAsia="ru-RU"/>
              </w:rPr>
              <w:t>2029</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pPr>
              <w:autoSpaceDE w:val="0"/>
              <w:autoSpaceDN w:val="0"/>
              <w:adjustRightInd w:val="0"/>
              <w:jc w:val="right"/>
              <w:rPr>
                <w:color w:val="000000"/>
                <w:sz w:val="20"/>
                <w:szCs w:val="20"/>
                <w:lang w:eastAsia="ru-RU"/>
              </w:rPr>
            </w:pPr>
            <w:r w:rsidRPr="00850F7A">
              <w:rPr>
                <w:color w:val="000000"/>
                <w:sz w:val="20"/>
                <w:szCs w:val="20"/>
                <w:lang w:eastAsia="ru-RU"/>
              </w:rPr>
              <w:t>1</w:t>
            </w: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pPr>
              <w:autoSpaceDE w:val="0"/>
              <w:autoSpaceDN w:val="0"/>
              <w:adjustRightInd w:val="0"/>
              <w:jc w:val="right"/>
              <w:rPr>
                <w:color w:val="000000"/>
                <w:sz w:val="20"/>
                <w:szCs w:val="20"/>
                <w:lang w:eastAsia="ru-RU"/>
              </w:rPr>
            </w:pPr>
            <w:r w:rsidRPr="00850F7A">
              <w:rPr>
                <w:color w:val="000000"/>
                <w:sz w:val="20"/>
                <w:szCs w:val="20"/>
                <w:lang w:eastAsia="ru-RU"/>
              </w:rPr>
              <w:t>2</w:t>
            </w: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pPr>
              <w:autoSpaceDE w:val="0"/>
              <w:autoSpaceDN w:val="0"/>
              <w:adjustRightInd w:val="0"/>
              <w:jc w:val="right"/>
              <w:rPr>
                <w:color w:val="000000"/>
                <w:sz w:val="20"/>
                <w:szCs w:val="20"/>
                <w:lang w:eastAsia="ru-RU"/>
              </w:rPr>
            </w:pPr>
            <w:r w:rsidRPr="00850F7A">
              <w:rPr>
                <w:color w:val="000000"/>
                <w:sz w:val="20"/>
                <w:szCs w:val="20"/>
                <w:lang w:eastAsia="ru-RU"/>
              </w:rPr>
              <w:t>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7</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8</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tcPr>
          <w:p w:rsidR="00850F7A" w:rsidRPr="00850F7A" w:rsidRDefault="00850F7A">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tcPr>
          <w:p w:rsidR="00850F7A" w:rsidRPr="00850F7A" w:rsidRDefault="00850F7A">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tcPr>
          <w:p w:rsidR="00850F7A" w:rsidRPr="00850F7A" w:rsidRDefault="00850F7A">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tcPr>
          <w:p w:rsidR="00850F7A" w:rsidRPr="00850F7A" w:rsidRDefault="00850F7A">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14</w:t>
            </w:r>
          </w:p>
        </w:tc>
        <w:tc>
          <w:tcPr>
            <w:tcW w:w="992" w:type="dxa"/>
            <w:tcBorders>
              <w:top w:val="single" w:sz="6" w:space="0" w:color="auto"/>
              <w:left w:val="single" w:sz="6" w:space="0" w:color="auto"/>
              <w:bottom w:val="single" w:sz="6" w:space="0" w:color="auto"/>
              <w:right w:val="single" w:sz="6" w:space="0" w:color="auto"/>
            </w:tcBorders>
          </w:tcPr>
          <w:p w:rsidR="00850F7A" w:rsidRPr="00850F7A" w:rsidRDefault="00850F7A">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15</w:t>
            </w:r>
          </w:p>
        </w:tc>
        <w:tc>
          <w:tcPr>
            <w:tcW w:w="993" w:type="dxa"/>
            <w:tcBorders>
              <w:top w:val="single" w:sz="6" w:space="0" w:color="auto"/>
              <w:left w:val="single" w:sz="6" w:space="0" w:color="auto"/>
              <w:bottom w:val="single" w:sz="6" w:space="0" w:color="auto"/>
              <w:right w:val="single" w:sz="6" w:space="0" w:color="auto"/>
            </w:tcBorders>
          </w:tcPr>
          <w:p w:rsidR="00850F7A" w:rsidRPr="00850F7A" w:rsidRDefault="00850F7A">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16</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ПРОГРАММА</w:t>
            </w: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 xml:space="preserve">«Муниципальное управление и гражданское общество »  </w:t>
            </w: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rsidP="00F21293">
            <w:pPr>
              <w:autoSpaceDE w:val="0"/>
              <w:autoSpaceDN w:val="0"/>
              <w:adjustRightInd w:val="0"/>
              <w:jc w:val="right"/>
              <w:rPr>
                <w:b/>
                <w:bCs/>
                <w:color w:val="000000"/>
                <w:sz w:val="20"/>
                <w:szCs w:val="20"/>
                <w:lang w:eastAsia="ru-RU"/>
              </w:rPr>
            </w:pPr>
            <w:r>
              <w:rPr>
                <w:b/>
                <w:bCs/>
                <w:color w:val="000000"/>
                <w:sz w:val="20"/>
                <w:szCs w:val="20"/>
                <w:lang w:eastAsia="ru-RU"/>
              </w:rPr>
              <w:t>8472</w:t>
            </w:r>
            <w:r w:rsidR="00F21293">
              <w:rPr>
                <w:b/>
                <w:bCs/>
                <w:color w:val="000000"/>
                <w:sz w:val="20"/>
                <w:szCs w:val="20"/>
                <w:lang w:eastAsia="ru-RU"/>
              </w:rPr>
              <w:t>84,38</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71910,86</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97462,62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71760,34</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rsidP="00F21293">
            <w:pPr>
              <w:autoSpaceDE w:val="0"/>
              <w:autoSpaceDN w:val="0"/>
              <w:adjustRightInd w:val="0"/>
              <w:jc w:val="right"/>
              <w:rPr>
                <w:b/>
                <w:bCs/>
                <w:color w:val="000000"/>
                <w:sz w:val="20"/>
                <w:szCs w:val="20"/>
                <w:lang w:eastAsia="ru-RU"/>
              </w:rPr>
            </w:pPr>
            <w:r>
              <w:rPr>
                <w:b/>
                <w:bCs/>
                <w:color w:val="000000"/>
                <w:sz w:val="20"/>
                <w:szCs w:val="20"/>
                <w:lang w:eastAsia="ru-RU"/>
              </w:rPr>
              <w:t>736</w:t>
            </w:r>
            <w:r w:rsidR="00F21293">
              <w:rPr>
                <w:b/>
                <w:bCs/>
                <w:color w:val="000000"/>
                <w:sz w:val="20"/>
                <w:szCs w:val="20"/>
                <w:lang w:eastAsia="ru-RU"/>
              </w:rPr>
              <w:t>94,56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66217,15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66605,55</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5740,72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1649,89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1897,37</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997,02</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1196,44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84135,07</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4045,91</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14425,53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4954,63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4837,20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6823,50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7006,90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7006,90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7006,90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7006,90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7006,90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7006,90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7006,90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rsidP="007326FE">
            <w:pPr>
              <w:autoSpaceDE w:val="0"/>
              <w:autoSpaceDN w:val="0"/>
              <w:adjustRightInd w:val="0"/>
              <w:jc w:val="right"/>
              <w:rPr>
                <w:color w:val="000000"/>
                <w:sz w:val="20"/>
                <w:szCs w:val="20"/>
                <w:lang w:eastAsia="ru-RU"/>
              </w:rPr>
            </w:pPr>
            <w:r>
              <w:rPr>
                <w:color w:val="000000"/>
                <w:sz w:val="20"/>
                <w:szCs w:val="20"/>
                <w:lang w:eastAsia="ru-RU"/>
              </w:rPr>
              <w:t>6481</w:t>
            </w:r>
            <w:r w:rsidR="007326FE">
              <w:rPr>
                <w:color w:val="000000"/>
                <w:sz w:val="20"/>
                <w:szCs w:val="20"/>
                <w:lang w:eastAsia="ru-RU"/>
              </w:rPr>
              <w:t>58,76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54104,50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61589,90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56394,00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rsidP="007326FE">
            <w:pPr>
              <w:autoSpaceDE w:val="0"/>
              <w:autoSpaceDN w:val="0"/>
              <w:adjustRightInd w:val="0"/>
              <w:jc w:val="right"/>
              <w:rPr>
                <w:color w:val="000000"/>
                <w:sz w:val="20"/>
                <w:szCs w:val="20"/>
                <w:lang w:eastAsia="ru-RU"/>
              </w:rPr>
            </w:pPr>
            <w:r>
              <w:rPr>
                <w:color w:val="000000"/>
                <w:sz w:val="20"/>
                <w:szCs w:val="20"/>
                <w:lang w:eastAsia="ru-RU"/>
              </w:rPr>
              <w:t>621</w:t>
            </w:r>
            <w:r w:rsidR="007326FE">
              <w:rPr>
                <w:color w:val="000000"/>
                <w:sz w:val="20"/>
                <w:szCs w:val="20"/>
                <w:lang w:eastAsia="ru-RU"/>
              </w:rPr>
              <w:t>51,36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51560,50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51765,50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51765,50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51765,50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51765,50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51765,50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51765,50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51765,50</w:t>
            </w:r>
          </w:p>
        </w:tc>
      </w:tr>
      <w:tr w:rsidR="00850F7A" w:rsidTr="00850F7A">
        <w:trPr>
          <w:trHeight w:val="396"/>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rFonts w:ascii="Calibri" w:hAnsi="Calibri" w:cs="Calibri"/>
                <w:color w:val="000000"/>
                <w:sz w:val="20"/>
                <w:szCs w:val="20"/>
                <w:lang w:eastAsia="ru-RU"/>
              </w:rPr>
            </w:pP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109249,83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12110,56</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19549,82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9414,69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5509,56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7833,15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7833,15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7833,15</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ПОДПРОГРАММА 1</w:t>
            </w: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«Создание условий для обеспечения муниципального управления»</w:t>
            </w: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369797,90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26920,50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39622,10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28870,50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33741,70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29848,60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30113,50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p w:rsidR="00850F7A" w:rsidRDefault="00850F7A">
            <w:pPr>
              <w:autoSpaceDE w:val="0"/>
              <w:autoSpaceDN w:val="0"/>
              <w:adjustRightInd w:val="0"/>
              <w:rPr>
                <w:color w:val="000000"/>
                <w:sz w:val="16"/>
                <w:szCs w:val="16"/>
                <w:lang w:eastAsia="ru-RU"/>
              </w:rPr>
            </w:pP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598,80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42,00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556,80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850F7A">
        <w:trPr>
          <w:trHeight w:val="287"/>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1</w:t>
            </w: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2</w:t>
            </w: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3</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7</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8</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9</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14</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15</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16</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49254,40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1547,00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12194,50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2694,80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3206,80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3561,50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3721,40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3721,40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3721,40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3721,40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3721,40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3721,40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3721,40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319944,70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25331,50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27427,60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26175,70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29978,10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26287,10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26392,10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26392,10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26392,10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26392,10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26392,10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26392,10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26392,10</w:t>
            </w:r>
          </w:p>
        </w:tc>
      </w:tr>
      <w:tr w:rsidR="00850F7A" w:rsidTr="002F76A8">
        <w:trPr>
          <w:trHeight w:val="302"/>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CCFFCC"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99"/>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Основное мероприятие 1.1</w:t>
            </w: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Обеспечение  функционирования  администрации Таловского муниципального района</w:t>
            </w: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264698,30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19790,70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21447,40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21835,20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24955,00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21963,00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22101,00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22101,00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22101,00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22101,00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22101,00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22101,00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22101,00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rFonts w:ascii="Calibri" w:hAnsi="Calibri" w:cs="Calibri"/>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rFonts w:ascii="Calibri" w:hAnsi="Calibri" w:cs="Calibri"/>
                <w:color w:val="00000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rFonts w:ascii="Calibri" w:hAnsi="Calibri" w:cs="Calibri"/>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rFonts w:ascii="Calibri" w:hAnsi="Calibri" w:cs="Calibri"/>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rFonts w:ascii="Calibri" w:hAnsi="Calibri" w:cs="Calibri"/>
                <w:color w:val="00000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rFonts w:ascii="Calibri" w:hAnsi="Calibri" w:cs="Calibri"/>
                <w:color w:val="000000"/>
                <w:sz w:val="20"/>
                <w:szCs w:val="20"/>
                <w:lang w:eastAsia="ru-RU"/>
              </w:rPr>
            </w:pP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29378,50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1232,00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2194,50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2439,00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2483,00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2508,00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2646,00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2646,00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2646,00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2646,00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2646,00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2646,00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2646,00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235277,80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18516,70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19252,90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19396,20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22472,00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19455,00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19455,00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19455,00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19455,00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19455,00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19455,00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19455,00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19455,00</w:t>
            </w:r>
          </w:p>
        </w:tc>
      </w:tr>
      <w:tr w:rsidR="00850F7A" w:rsidTr="002F76A8">
        <w:trPr>
          <w:trHeight w:val="362"/>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574"/>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Основное мероприятие 1.2</w:t>
            </w: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Обеспечение  функционирования Совета народных депутатов Таловского муниципального района</w:t>
            </w: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12775,90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1332,50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1537,00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1610,70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1519,70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514"/>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348"/>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12775,90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1332,50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1537,00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1610,70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1519,70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847,00</w:t>
            </w:r>
          </w:p>
        </w:tc>
      </w:tr>
      <w:tr w:rsidR="00850F7A" w:rsidTr="002F76A8">
        <w:trPr>
          <w:trHeight w:val="348"/>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1</w:t>
            </w: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2</w:t>
            </w: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7</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8</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16</w:t>
            </w:r>
          </w:p>
        </w:tc>
      </w:tr>
      <w:tr w:rsidR="00850F7A" w:rsidTr="002F76A8">
        <w:trPr>
          <w:trHeight w:val="437"/>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348"/>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348"/>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Основное мероприятие 1.3</w:t>
            </w: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Совершенствование системы открытости и доступности информации о деятельности органов местного самоуправления.</w:t>
            </w: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942,20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128,10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126,90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137,20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942,20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128,10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126,90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137,20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r>
      <w:tr w:rsidR="00850F7A" w:rsidTr="002F76A8">
        <w:trPr>
          <w:trHeight w:val="377"/>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08"/>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Основное мероприятие 1.4</w:t>
            </w: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 xml:space="preserve">Внедрение современных кадровых технологий </w:t>
            </w: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58574,20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3950,60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4366,20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4833,50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58574,20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3950,60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4366,20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4833,50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5047,10</w:t>
            </w:r>
          </w:p>
        </w:tc>
      </w:tr>
      <w:tr w:rsidR="00850F7A" w:rsidTr="00850F7A">
        <w:trPr>
          <w:trHeight w:val="214"/>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850F7A">
        <w:trPr>
          <w:trHeight w:val="287"/>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nil"/>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850F7A">
        <w:trPr>
          <w:trHeight w:val="287"/>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1</w:t>
            </w: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2</w:t>
            </w:r>
          </w:p>
        </w:tc>
        <w:tc>
          <w:tcPr>
            <w:tcW w:w="1071" w:type="dxa"/>
            <w:tcBorders>
              <w:top w:val="single" w:sz="6" w:space="0" w:color="auto"/>
              <w:left w:val="single" w:sz="6" w:space="0" w:color="auto"/>
              <w:bottom w:val="nil"/>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7</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8</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16</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Основное мероприятие 1.5</w:t>
            </w: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Обеспечение экологической безопасности и качества окружающей среды.</w:t>
            </w: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69,30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9,30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69,30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9,30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w:t>
            </w:r>
          </w:p>
        </w:tc>
      </w:tr>
      <w:tr w:rsidR="00850F7A" w:rsidTr="002F76A8">
        <w:trPr>
          <w:trHeight w:val="377"/>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Основное мероприятие 1.6</w:t>
            </w: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26249,70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1443,60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12135,30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453,90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1940,60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1173,50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1300,40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1300,40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1300,40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1300,40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1300,40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1300,40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1300,40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556,80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556,80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19875,90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315,00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10000,00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255,80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723,80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1053,50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1075,40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1075,40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1075,40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1075,40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1075,40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1075,40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1075,40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5817,00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1128,60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2135,30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198,10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660,00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120,00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225,00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225,00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225,00</w:t>
            </w:r>
          </w:p>
        </w:tc>
      </w:tr>
      <w:tr w:rsidR="00850F7A" w:rsidTr="002F76A8">
        <w:trPr>
          <w:trHeight w:val="317"/>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Основное мероприятие 1.7</w:t>
            </w: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 xml:space="preserve">Развитие сети автомобильных дорог общего пользования местного значения </w:t>
            </w: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265,00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Основное мероприятие 1.8</w:t>
            </w:r>
          </w:p>
        </w:tc>
        <w:tc>
          <w:tcPr>
            <w:tcW w:w="2093" w:type="dxa"/>
            <w:vMerge w:val="restart"/>
            <w:tcBorders>
              <w:top w:val="single" w:sz="6" w:space="0" w:color="auto"/>
              <w:left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Обеспечение  функционирования Ревизионной комиссии  Таловского муниципального района.</w:t>
            </w: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6223,30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119,30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r>
      <w:tr w:rsidR="00850F7A" w:rsidTr="00F21293">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vMerge/>
            <w:tcBorders>
              <w:left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vMerge/>
            <w:tcBorders>
              <w:left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29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vMerge/>
            <w:tcBorders>
              <w:left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6223,30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119,30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763,00</w:t>
            </w:r>
          </w:p>
        </w:tc>
      </w:tr>
      <w:tr w:rsidR="00850F7A" w:rsidTr="00F21293">
        <w:trPr>
          <w:trHeight w:val="410"/>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vMerge/>
            <w:tcBorders>
              <w:left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314"/>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vMerge/>
            <w:tcBorders>
              <w:left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278"/>
        </w:trPr>
        <w:tc>
          <w:tcPr>
            <w:tcW w:w="977"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2093" w:type="dxa"/>
            <w:vMerge/>
            <w:tcBorders>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54"/>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ПОДПРОГРАММА 2</w:t>
            </w:r>
          </w:p>
        </w:tc>
        <w:tc>
          <w:tcPr>
            <w:tcW w:w="2093" w:type="dxa"/>
            <w:tcBorders>
              <w:top w:val="single" w:sz="6" w:space="0" w:color="auto"/>
              <w:left w:val="single" w:sz="6" w:space="0" w:color="auto"/>
              <w:bottom w:val="nil"/>
              <w:right w:val="single" w:sz="6" w:space="0" w:color="auto"/>
            </w:tcBorders>
            <w:shd w:val="solid" w:color="CCFFFF" w:fill="auto"/>
          </w:tcPr>
          <w:p w:rsidR="00850F7A" w:rsidRDefault="00850F7A">
            <w:pPr>
              <w:autoSpaceDE w:val="0"/>
              <w:autoSpaceDN w:val="0"/>
              <w:adjustRightInd w:val="0"/>
              <w:jc w:val="center"/>
              <w:rPr>
                <w:b/>
                <w:bCs/>
                <w:color w:val="000000"/>
                <w:sz w:val="20"/>
                <w:szCs w:val="20"/>
                <w:lang w:eastAsia="ru-RU"/>
              </w:rPr>
            </w:pPr>
            <w:r>
              <w:rPr>
                <w:b/>
                <w:bCs/>
                <w:color w:val="000000"/>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218304,50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21410,20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23846,80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19926,80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20765,50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16544,40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nil"/>
              <w:left w:val="single" w:sz="6" w:space="0" w:color="auto"/>
              <w:bottom w:val="nil"/>
              <w:right w:val="single" w:sz="6" w:space="0" w:color="auto"/>
            </w:tcBorders>
            <w:shd w:val="solid" w:color="CCFFFF" w:fill="auto"/>
          </w:tcPr>
          <w:p w:rsidR="00850F7A" w:rsidRDefault="00850F7A">
            <w:pPr>
              <w:autoSpaceDE w:val="0"/>
              <w:autoSpaceDN w:val="0"/>
              <w:adjustRightInd w:val="0"/>
              <w:jc w:val="center"/>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1</w:t>
            </w:r>
          </w:p>
        </w:tc>
        <w:tc>
          <w:tcPr>
            <w:tcW w:w="2093" w:type="dxa"/>
            <w:tcBorders>
              <w:top w:val="nil"/>
              <w:left w:val="single" w:sz="6" w:space="0" w:color="auto"/>
              <w:bottom w:val="nil"/>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2</w:t>
            </w: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3</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7</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8</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9</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14</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15</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16</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nil"/>
              <w:left w:val="single" w:sz="6" w:space="0" w:color="auto"/>
              <w:bottom w:val="nil"/>
              <w:right w:val="single" w:sz="6" w:space="0" w:color="auto"/>
            </w:tcBorders>
            <w:shd w:val="solid" w:color="CCFFFF" w:fill="auto"/>
          </w:tcPr>
          <w:p w:rsidR="00850F7A" w:rsidRDefault="00850F7A">
            <w:pPr>
              <w:autoSpaceDE w:val="0"/>
              <w:autoSpaceDN w:val="0"/>
              <w:adjustRightInd w:val="0"/>
              <w:jc w:val="center"/>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405,90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95,20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250,70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nil"/>
              <w:left w:val="single" w:sz="6" w:space="0" w:color="auto"/>
              <w:bottom w:val="nil"/>
              <w:right w:val="single" w:sz="6" w:space="0" w:color="auto"/>
            </w:tcBorders>
            <w:shd w:val="solid" w:color="CCFFFF" w:fill="auto"/>
          </w:tcPr>
          <w:p w:rsidR="00850F7A" w:rsidRDefault="00850F7A">
            <w:pPr>
              <w:autoSpaceDE w:val="0"/>
              <w:autoSpaceDN w:val="0"/>
              <w:adjustRightInd w:val="0"/>
              <w:jc w:val="center"/>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217898,60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21315,00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23816,80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19676,10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20735,50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16544,40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16544,40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16544,40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16544,40</w:t>
            </w:r>
          </w:p>
        </w:tc>
      </w:tr>
      <w:tr w:rsidR="00850F7A" w:rsidTr="002F76A8">
        <w:trPr>
          <w:trHeight w:val="348"/>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nil"/>
              <w:left w:val="single" w:sz="6" w:space="0" w:color="auto"/>
              <w:bottom w:val="nil"/>
              <w:right w:val="single" w:sz="6" w:space="0" w:color="auto"/>
            </w:tcBorders>
            <w:shd w:val="solid" w:color="CCFFFF" w:fill="auto"/>
          </w:tcPr>
          <w:p w:rsidR="00850F7A" w:rsidRDefault="00850F7A">
            <w:pPr>
              <w:autoSpaceDE w:val="0"/>
              <w:autoSpaceDN w:val="0"/>
              <w:adjustRightInd w:val="0"/>
              <w:jc w:val="center"/>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nil"/>
              <w:left w:val="single" w:sz="6" w:space="0" w:color="auto"/>
              <w:bottom w:val="nil"/>
              <w:right w:val="single" w:sz="6" w:space="0" w:color="auto"/>
            </w:tcBorders>
            <w:shd w:val="solid" w:color="CCFFFF" w:fill="auto"/>
          </w:tcPr>
          <w:p w:rsidR="00850F7A" w:rsidRDefault="00850F7A">
            <w:pPr>
              <w:autoSpaceDE w:val="0"/>
              <w:autoSpaceDN w:val="0"/>
              <w:adjustRightInd w:val="0"/>
              <w:jc w:val="center"/>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850F7A">
        <w:trPr>
          <w:trHeight w:val="467"/>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nil"/>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center"/>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850F7A">
        <w:trPr>
          <w:trHeight w:val="268"/>
        </w:trPr>
        <w:tc>
          <w:tcPr>
            <w:tcW w:w="977"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Основное мероприятие 2.1.</w:t>
            </w:r>
          </w:p>
        </w:tc>
        <w:tc>
          <w:tcPr>
            <w:tcW w:w="2093"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Обеспечение безопасности в чрезвычайных ситуациях </w:t>
            </w: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31966,30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2413,90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2643,30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2775,30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2708,20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170,60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80,60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66CC"/>
                <w:sz w:val="20"/>
                <w:szCs w:val="20"/>
                <w:lang w:eastAsia="ru-RU"/>
              </w:rPr>
            </w:pPr>
            <w:r>
              <w:rPr>
                <w:color w:val="0066CC"/>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31795,70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2333,30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2613,30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2745,30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2678,20</w:t>
            </w:r>
          </w:p>
        </w:tc>
      </w:tr>
      <w:tr w:rsidR="00850F7A" w:rsidTr="002F76A8">
        <w:trPr>
          <w:trHeight w:val="437"/>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22"/>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54"/>
        </w:trPr>
        <w:tc>
          <w:tcPr>
            <w:tcW w:w="977"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Основное мероприятие 2.2.</w:t>
            </w:r>
          </w:p>
        </w:tc>
        <w:tc>
          <w:tcPr>
            <w:tcW w:w="2093"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186338,20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18996,30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21203,50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17151,50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18057,30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235,30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14,60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220,70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186102,90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18981,70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21203,50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16930,80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18057,30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13866,20</w:t>
            </w:r>
          </w:p>
        </w:tc>
      </w:tr>
      <w:tr w:rsidR="00850F7A" w:rsidTr="002F76A8">
        <w:trPr>
          <w:trHeight w:val="482"/>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82"/>
        </w:trPr>
        <w:tc>
          <w:tcPr>
            <w:tcW w:w="977" w:type="dxa"/>
            <w:tcBorders>
              <w:top w:val="nil"/>
              <w:left w:val="single" w:sz="6" w:space="0" w:color="auto"/>
              <w:bottom w:val="nil"/>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1</w:t>
            </w:r>
          </w:p>
        </w:tc>
        <w:tc>
          <w:tcPr>
            <w:tcW w:w="2093" w:type="dxa"/>
            <w:tcBorders>
              <w:top w:val="nil"/>
              <w:left w:val="single" w:sz="6" w:space="0" w:color="auto"/>
              <w:bottom w:val="nil"/>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2</w:t>
            </w:r>
          </w:p>
        </w:tc>
        <w:tc>
          <w:tcPr>
            <w:tcW w:w="1071" w:type="dxa"/>
            <w:tcBorders>
              <w:top w:val="single" w:sz="6" w:space="0" w:color="auto"/>
              <w:left w:val="single" w:sz="6" w:space="0" w:color="auto"/>
              <w:bottom w:val="single" w:sz="6" w:space="0" w:color="auto"/>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7</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8</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16</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22"/>
        </w:trPr>
        <w:tc>
          <w:tcPr>
            <w:tcW w:w="977" w:type="dxa"/>
            <w:tcBorders>
              <w:top w:val="nil"/>
              <w:left w:val="single" w:sz="6" w:space="0" w:color="auto"/>
              <w:bottom w:val="single" w:sz="6" w:space="0" w:color="auto"/>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single" w:sz="6" w:space="0" w:color="auto"/>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850F7A">
        <w:trPr>
          <w:trHeight w:val="334"/>
        </w:trPr>
        <w:tc>
          <w:tcPr>
            <w:tcW w:w="977" w:type="dxa"/>
            <w:vMerge w:val="restart"/>
            <w:tcBorders>
              <w:top w:val="single" w:sz="6" w:space="0" w:color="auto"/>
              <w:left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ПОДПРОГРАММА 3</w:t>
            </w:r>
          </w:p>
        </w:tc>
        <w:tc>
          <w:tcPr>
            <w:tcW w:w="2093" w:type="dxa"/>
            <w:vMerge w:val="restart"/>
            <w:tcBorders>
              <w:top w:val="single" w:sz="6" w:space="0" w:color="auto"/>
              <w:left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«Управление муниципальным имуществом» </w:t>
            </w: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55170,70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4052,70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6136,00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5973,20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6076,80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4029,00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4129,00</w:t>
            </w:r>
          </w:p>
        </w:tc>
      </w:tr>
      <w:tr w:rsidR="00850F7A" w:rsidTr="00F21293">
        <w:trPr>
          <w:trHeight w:val="410"/>
        </w:trPr>
        <w:tc>
          <w:tcPr>
            <w:tcW w:w="977"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410"/>
        </w:trPr>
        <w:tc>
          <w:tcPr>
            <w:tcW w:w="977"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43,50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43,50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290"/>
        </w:trPr>
        <w:tc>
          <w:tcPr>
            <w:tcW w:w="977"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55127,20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4052,70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6136,00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5929,70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6076,80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4029,00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4129,00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4129,00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4129,00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4129,00</w:t>
            </w:r>
          </w:p>
        </w:tc>
      </w:tr>
      <w:tr w:rsidR="00850F7A" w:rsidTr="00F21293">
        <w:trPr>
          <w:trHeight w:val="377"/>
        </w:trPr>
        <w:tc>
          <w:tcPr>
            <w:tcW w:w="977"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410"/>
        </w:trPr>
        <w:tc>
          <w:tcPr>
            <w:tcW w:w="977"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290"/>
        </w:trPr>
        <w:tc>
          <w:tcPr>
            <w:tcW w:w="977" w:type="dxa"/>
            <w:vMerge/>
            <w:tcBorders>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vMerge/>
            <w:tcBorders>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850F7A">
        <w:trPr>
          <w:trHeight w:val="334"/>
        </w:trPr>
        <w:tc>
          <w:tcPr>
            <w:tcW w:w="977"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Основное мероприятие 3.1.</w:t>
            </w:r>
          </w:p>
        </w:tc>
        <w:tc>
          <w:tcPr>
            <w:tcW w:w="2093" w:type="dxa"/>
            <w:vMerge w:val="restart"/>
            <w:tcBorders>
              <w:top w:val="single" w:sz="6" w:space="0" w:color="auto"/>
              <w:left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 xml:space="preserve"> Техническая инвентаризация, оценка имущества для принятия управленческих решений</w:t>
            </w:r>
          </w:p>
        </w:tc>
        <w:tc>
          <w:tcPr>
            <w:tcW w:w="1071"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758,20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33,20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170,00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992"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r>
      <w:tr w:rsidR="00850F7A" w:rsidTr="00F21293">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29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758,20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33,20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170,00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60,00</w:t>
            </w:r>
          </w:p>
        </w:tc>
      </w:tr>
      <w:tr w:rsidR="00850F7A" w:rsidTr="00F21293">
        <w:trPr>
          <w:trHeight w:val="468"/>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290"/>
        </w:trPr>
        <w:tc>
          <w:tcPr>
            <w:tcW w:w="977" w:type="dxa"/>
            <w:tcBorders>
              <w:top w:val="nil"/>
              <w:left w:val="single" w:sz="6" w:space="0" w:color="auto"/>
              <w:bottom w:val="single" w:sz="6" w:space="0" w:color="auto"/>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528"/>
        </w:trPr>
        <w:tc>
          <w:tcPr>
            <w:tcW w:w="977"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Основное мероприятие 3.2.</w:t>
            </w: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1071"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10938,80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595,80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2116,60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2333,60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2076,80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r>
      <w:tr w:rsidR="00850F7A" w:rsidTr="00850F7A">
        <w:trPr>
          <w:trHeight w:val="287"/>
        </w:trPr>
        <w:tc>
          <w:tcPr>
            <w:tcW w:w="977" w:type="dxa"/>
            <w:tcBorders>
              <w:top w:val="single" w:sz="6" w:space="0" w:color="auto"/>
              <w:left w:val="single" w:sz="6" w:space="0" w:color="auto"/>
              <w:bottom w:val="nil"/>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1</w:t>
            </w:r>
          </w:p>
        </w:tc>
        <w:tc>
          <w:tcPr>
            <w:tcW w:w="2093" w:type="dxa"/>
            <w:tcBorders>
              <w:top w:val="single" w:sz="6" w:space="0" w:color="auto"/>
              <w:left w:val="single" w:sz="6" w:space="0" w:color="auto"/>
              <w:bottom w:val="single" w:sz="6" w:space="0" w:color="auto"/>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2</w:t>
            </w:r>
          </w:p>
        </w:tc>
        <w:tc>
          <w:tcPr>
            <w:tcW w:w="1071" w:type="dxa"/>
            <w:tcBorders>
              <w:top w:val="single" w:sz="6" w:space="0" w:color="auto"/>
              <w:left w:val="single" w:sz="6" w:space="0" w:color="auto"/>
              <w:bottom w:val="nil"/>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7</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8</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16</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43,50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43,50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10895,30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595,80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2116,60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2290,10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2076,80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r>
      <w:tr w:rsidR="00850F7A" w:rsidTr="002F76A8">
        <w:trPr>
          <w:trHeight w:val="408"/>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nil"/>
              <w:left w:val="single" w:sz="6" w:space="0" w:color="auto"/>
              <w:bottom w:val="single" w:sz="6" w:space="0" w:color="auto"/>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мероприятие 3.2.1</w:t>
            </w:r>
          </w:p>
        </w:tc>
        <w:tc>
          <w:tcPr>
            <w:tcW w:w="2093" w:type="dxa"/>
            <w:vMerge w:val="restart"/>
            <w:tcBorders>
              <w:top w:val="single" w:sz="6" w:space="0" w:color="auto"/>
              <w:left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Содержание имущества и проведение ремонтных работ</w:t>
            </w: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9940,60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595,80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1118,40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2333,60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2076,80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r>
      <w:tr w:rsidR="00850F7A" w:rsidTr="00F21293">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43,50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43,50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29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9897,10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595,80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1118,40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2290,10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66CC"/>
                <w:sz w:val="20"/>
                <w:szCs w:val="20"/>
                <w:lang w:eastAsia="ru-RU"/>
              </w:rPr>
            </w:pPr>
            <w:r>
              <w:rPr>
                <w:color w:val="0066CC"/>
                <w:sz w:val="20"/>
                <w:szCs w:val="20"/>
                <w:lang w:eastAsia="ru-RU"/>
              </w:rPr>
              <w:t>2076,80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477,00</w:t>
            </w:r>
          </w:p>
        </w:tc>
      </w:tr>
      <w:tr w:rsidR="00850F7A" w:rsidTr="00F21293">
        <w:trPr>
          <w:trHeight w:val="408"/>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F21293">
        <w:trPr>
          <w:trHeight w:val="290"/>
        </w:trPr>
        <w:tc>
          <w:tcPr>
            <w:tcW w:w="977" w:type="dxa"/>
            <w:tcBorders>
              <w:top w:val="nil"/>
              <w:left w:val="single" w:sz="6" w:space="0" w:color="auto"/>
              <w:bottom w:val="single" w:sz="6" w:space="0" w:color="auto"/>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317"/>
        </w:trPr>
        <w:tc>
          <w:tcPr>
            <w:tcW w:w="977"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мероприятие 3.2.2</w:t>
            </w:r>
          </w:p>
        </w:tc>
        <w:tc>
          <w:tcPr>
            <w:tcW w:w="2093"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Приобретение имущества казны</w:t>
            </w: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998,20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998,20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998,20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998,20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37"/>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nil"/>
              <w:left w:val="single" w:sz="6" w:space="0" w:color="auto"/>
              <w:bottom w:val="single" w:sz="6" w:space="0" w:color="auto"/>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single" w:sz="6" w:space="0" w:color="auto"/>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nil"/>
              <w:left w:val="single" w:sz="6" w:space="0" w:color="auto"/>
              <w:bottom w:val="single" w:sz="6" w:space="0" w:color="auto"/>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1</w:t>
            </w:r>
          </w:p>
        </w:tc>
        <w:tc>
          <w:tcPr>
            <w:tcW w:w="2093" w:type="dxa"/>
            <w:tcBorders>
              <w:top w:val="nil"/>
              <w:left w:val="single" w:sz="6" w:space="0" w:color="auto"/>
              <w:bottom w:val="single" w:sz="6" w:space="0" w:color="auto"/>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2</w:t>
            </w:r>
          </w:p>
        </w:tc>
        <w:tc>
          <w:tcPr>
            <w:tcW w:w="1071" w:type="dxa"/>
            <w:tcBorders>
              <w:top w:val="single" w:sz="6" w:space="0" w:color="auto"/>
              <w:left w:val="single" w:sz="6" w:space="0" w:color="auto"/>
              <w:bottom w:val="single" w:sz="6" w:space="0" w:color="auto"/>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7</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8</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16</w:t>
            </w:r>
          </w:p>
        </w:tc>
      </w:tr>
      <w:tr w:rsidR="00850F7A" w:rsidTr="002F76A8">
        <w:trPr>
          <w:trHeight w:val="408"/>
        </w:trPr>
        <w:tc>
          <w:tcPr>
            <w:tcW w:w="977"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Основное мероприятие 3.3.</w:t>
            </w: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b/>
                <w:bCs/>
                <w:color w:val="000000"/>
                <w:sz w:val="20"/>
                <w:szCs w:val="20"/>
                <w:lang w:eastAsia="ru-RU"/>
              </w:rPr>
              <w:t xml:space="preserve"> </w:t>
            </w:r>
            <w:r>
              <w:rPr>
                <w:color w:val="000000"/>
                <w:sz w:val="20"/>
                <w:szCs w:val="20"/>
                <w:lang w:eastAsia="ru-RU"/>
              </w:rPr>
              <w:t xml:space="preserve">Межевание земельных участков, оценка размера арендной платы. </w:t>
            </w:r>
          </w:p>
        </w:tc>
        <w:tc>
          <w:tcPr>
            <w:tcW w:w="1071"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1896,80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446,50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619,40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230,90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1896,80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446,50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619,40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230,90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r>
      <w:tr w:rsidR="00850F7A" w:rsidTr="002F76A8">
        <w:trPr>
          <w:trHeight w:val="422"/>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nil"/>
              <w:left w:val="single" w:sz="6" w:space="0" w:color="auto"/>
              <w:bottom w:val="single" w:sz="6" w:space="0" w:color="auto"/>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850F7A">
        <w:trPr>
          <w:trHeight w:val="412"/>
        </w:trPr>
        <w:tc>
          <w:tcPr>
            <w:tcW w:w="977"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Основное мероприятие 3.4.</w:t>
            </w:r>
          </w:p>
        </w:tc>
        <w:tc>
          <w:tcPr>
            <w:tcW w:w="2093"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Публикация информационных сообщений</w:t>
            </w: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210,00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317"/>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317"/>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210,00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20,00</w:t>
            </w:r>
          </w:p>
        </w:tc>
      </w:tr>
      <w:tr w:rsidR="00850F7A" w:rsidTr="002F76A8">
        <w:trPr>
          <w:trHeight w:val="377"/>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331"/>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331"/>
        </w:trPr>
        <w:tc>
          <w:tcPr>
            <w:tcW w:w="977" w:type="dxa"/>
            <w:tcBorders>
              <w:top w:val="nil"/>
              <w:left w:val="single" w:sz="6" w:space="0" w:color="auto"/>
              <w:bottom w:val="single" w:sz="6" w:space="0" w:color="auto"/>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nil"/>
              <w:left w:val="single" w:sz="6" w:space="0" w:color="auto"/>
              <w:bottom w:val="single" w:sz="6" w:space="0" w:color="auto"/>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37"/>
        </w:trPr>
        <w:tc>
          <w:tcPr>
            <w:tcW w:w="977"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Основное мероприятие 3.5.</w:t>
            </w: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Обеспечение деятельности  отдела  по управлению муниципальным имуществом».</w:t>
            </w: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41366,90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2970,40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3365,00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3375,50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3580,00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3422,00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1</w:t>
            </w:r>
          </w:p>
        </w:tc>
        <w:tc>
          <w:tcPr>
            <w:tcW w:w="2093" w:type="dxa"/>
            <w:tcBorders>
              <w:top w:val="single" w:sz="6" w:space="0" w:color="auto"/>
              <w:left w:val="single" w:sz="6" w:space="0" w:color="auto"/>
              <w:bottom w:val="single" w:sz="6" w:space="0" w:color="auto"/>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2</w:t>
            </w:r>
          </w:p>
        </w:tc>
        <w:tc>
          <w:tcPr>
            <w:tcW w:w="1071" w:type="dxa"/>
            <w:tcBorders>
              <w:top w:val="single" w:sz="6" w:space="0" w:color="auto"/>
              <w:left w:val="single" w:sz="6" w:space="0" w:color="auto"/>
              <w:bottom w:val="single" w:sz="6" w:space="0" w:color="auto"/>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7</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8</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16</w:t>
            </w:r>
          </w:p>
        </w:tc>
      </w:tr>
      <w:tr w:rsidR="00850F7A" w:rsidTr="002F76A8">
        <w:trPr>
          <w:trHeight w:val="29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41366,90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2970,40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3365,00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3375,50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3580,00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3422,00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3522,00</w:t>
            </w:r>
          </w:p>
        </w:tc>
      </w:tr>
      <w:tr w:rsidR="00850F7A" w:rsidTr="002F76A8">
        <w:trPr>
          <w:trHeight w:val="391"/>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2F76A8">
        <w:trPr>
          <w:trHeight w:val="331"/>
        </w:trPr>
        <w:tc>
          <w:tcPr>
            <w:tcW w:w="977" w:type="dxa"/>
            <w:tcBorders>
              <w:top w:val="nil"/>
              <w:left w:val="single" w:sz="6" w:space="0" w:color="auto"/>
              <w:bottom w:val="single" w:sz="6" w:space="0" w:color="auto"/>
              <w:right w:val="single" w:sz="6" w:space="0" w:color="auto"/>
            </w:tcBorders>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nil"/>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r>
      <w:tr w:rsidR="00850F7A" w:rsidTr="00850F7A">
        <w:trPr>
          <w:trHeight w:val="374"/>
        </w:trPr>
        <w:tc>
          <w:tcPr>
            <w:tcW w:w="977" w:type="dxa"/>
            <w:vMerge w:val="restart"/>
            <w:tcBorders>
              <w:top w:val="single" w:sz="6" w:space="0" w:color="auto"/>
              <w:left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ПОДПРОГРАММА 4</w:t>
            </w:r>
          </w:p>
        </w:tc>
        <w:tc>
          <w:tcPr>
            <w:tcW w:w="2093" w:type="dxa"/>
            <w:vMerge w:val="restart"/>
            <w:tcBorders>
              <w:top w:val="single" w:sz="6" w:space="0" w:color="auto"/>
              <w:left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«Обеспечение жильем молодых семей»</w:t>
            </w: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rsidP="007326FE">
            <w:pPr>
              <w:autoSpaceDE w:val="0"/>
              <w:autoSpaceDN w:val="0"/>
              <w:adjustRightInd w:val="0"/>
              <w:jc w:val="right"/>
              <w:rPr>
                <w:b/>
                <w:bCs/>
                <w:color w:val="000000"/>
                <w:sz w:val="20"/>
                <w:szCs w:val="20"/>
                <w:lang w:eastAsia="ru-RU"/>
              </w:rPr>
            </w:pPr>
            <w:r>
              <w:rPr>
                <w:b/>
                <w:bCs/>
                <w:color w:val="000000"/>
                <w:sz w:val="20"/>
                <w:szCs w:val="20"/>
                <w:lang w:eastAsia="ru-RU"/>
              </w:rPr>
              <w:t>1562</w:t>
            </w:r>
            <w:r w:rsidR="007326FE">
              <w:rPr>
                <w:b/>
                <w:bCs/>
                <w:color w:val="000000"/>
                <w:sz w:val="20"/>
                <w:szCs w:val="20"/>
                <w:lang w:eastAsia="ru-RU"/>
              </w:rPr>
              <w:t>41,98</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16759,96</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24388,22</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12977,34</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rsidP="007326FE">
            <w:pPr>
              <w:autoSpaceDE w:val="0"/>
              <w:autoSpaceDN w:val="0"/>
              <w:adjustRightInd w:val="0"/>
              <w:rPr>
                <w:b/>
                <w:bCs/>
                <w:color w:val="000000"/>
                <w:sz w:val="20"/>
                <w:szCs w:val="20"/>
                <w:lang w:eastAsia="ru-RU"/>
              </w:rPr>
            </w:pPr>
            <w:r>
              <w:rPr>
                <w:b/>
                <w:bCs/>
                <w:color w:val="000000"/>
                <w:sz w:val="20"/>
                <w:szCs w:val="20"/>
                <w:lang w:eastAsia="ru-RU"/>
              </w:rPr>
              <w:t>83</w:t>
            </w:r>
            <w:r w:rsidR="007326FE">
              <w:rPr>
                <w:b/>
                <w:bCs/>
                <w:color w:val="000000"/>
                <w:sz w:val="20"/>
                <w:szCs w:val="20"/>
                <w:lang w:eastAsia="ru-RU"/>
              </w:rPr>
              <w:t>90,76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11695,15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11718,65</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11718,65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11718,65</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11718,65</w:t>
            </w:r>
          </w:p>
        </w:tc>
      </w:tr>
      <w:tr w:rsidR="00850F7A" w:rsidTr="00F21293">
        <w:trPr>
          <w:trHeight w:val="410"/>
        </w:trPr>
        <w:tc>
          <w:tcPr>
            <w:tcW w:w="977"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5141,92</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1607,89</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1897,37</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997,02</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639,64</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410"/>
        </w:trPr>
        <w:tc>
          <w:tcPr>
            <w:tcW w:w="977"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34431,27</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2403,71</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2201,03</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1965,63</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1600,40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3262,00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r>
      <w:tr w:rsidR="00850F7A" w:rsidTr="00F21293">
        <w:trPr>
          <w:trHeight w:val="290"/>
        </w:trPr>
        <w:tc>
          <w:tcPr>
            <w:tcW w:w="977"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rsidP="007326FE">
            <w:pPr>
              <w:autoSpaceDE w:val="0"/>
              <w:autoSpaceDN w:val="0"/>
              <w:adjustRightInd w:val="0"/>
              <w:jc w:val="right"/>
              <w:rPr>
                <w:color w:val="000000"/>
                <w:sz w:val="20"/>
                <w:szCs w:val="20"/>
                <w:lang w:eastAsia="ru-RU"/>
              </w:rPr>
            </w:pPr>
            <w:r>
              <w:rPr>
                <w:color w:val="000000"/>
                <w:sz w:val="20"/>
                <w:szCs w:val="20"/>
                <w:lang w:eastAsia="ru-RU"/>
              </w:rPr>
              <w:t>7</w:t>
            </w:r>
            <w:r w:rsidR="007326FE">
              <w:rPr>
                <w:color w:val="000000"/>
                <w:sz w:val="20"/>
                <w:szCs w:val="20"/>
                <w:lang w:eastAsia="ru-RU"/>
              </w:rPr>
              <w:t>418,96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637,80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740,00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rsidP="007326FE">
            <w:pPr>
              <w:autoSpaceDE w:val="0"/>
              <w:autoSpaceDN w:val="0"/>
              <w:adjustRightInd w:val="0"/>
              <w:rPr>
                <w:color w:val="000000"/>
                <w:sz w:val="20"/>
                <w:szCs w:val="20"/>
                <w:lang w:eastAsia="ru-RU"/>
              </w:rPr>
            </w:pPr>
            <w:r>
              <w:rPr>
                <w:color w:val="000000"/>
                <w:sz w:val="20"/>
                <w:szCs w:val="20"/>
                <w:lang w:eastAsia="ru-RU"/>
              </w:rPr>
              <w:t>6</w:t>
            </w:r>
            <w:r w:rsidR="007326FE">
              <w:rPr>
                <w:color w:val="000000"/>
                <w:sz w:val="20"/>
                <w:szCs w:val="20"/>
                <w:lang w:eastAsia="ru-RU"/>
              </w:rPr>
              <w:t>41,16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r>
      <w:tr w:rsidR="00850F7A" w:rsidTr="00850F7A">
        <w:trPr>
          <w:trHeight w:val="298"/>
        </w:trPr>
        <w:tc>
          <w:tcPr>
            <w:tcW w:w="977"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Pr="007326FE" w:rsidRDefault="00850F7A" w:rsidP="00850F7A">
            <w:pPr>
              <w:autoSpaceDE w:val="0"/>
              <w:autoSpaceDN w:val="0"/>
              <w:adjustRightInd w:val="0"/>
              <w:rPr>
                <w:color w:val="000000"/>
                <w:sz w:val="14"/>
                <w:szCs w:val="14"/>
                <w:lang w:eastAsia="ru-RU"/>
              </w:rPr>
            </w:pPr>
            <w:r>
              <w:rPr>
                <w:color w:val="000000"/>
                <w:sz w:val="16"/>
                <w:szCs w:val="16"/>
                <w:lang w:eastAsia="ru-RU"/>
              </w:rPr>
              <w:t xml:space="preserve"> </w:t>
            </w:r>
            <w:r w:rsidR="007326FE" w:rsidRPr="007326FE">
              <w:rPr>
                <w:color w:val="000000"/>
                <w:sz w:val="14"/>
                <w:szCs w:val="14"/>
                <w:lang w:eastAsia="ru-RU"/>
              </w:rPr>
              <w:t>в</w:t>
            </w:r>
            <w:r w:rsidRPr="007326FE">
              <w:rPr>
                <w:color w:val="000000"/>
                <w:sz w:val="14"/>
                <w:szCs w:val="14"/>
                <w:lang w:eastAsia="ru-RU"/>
              </w:rPr>
              <w:t xml:space="preserve">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410"/>
        </w:trPr>
        <w:tc>
          <w:tcPr>
            <w:tcW w:w="977"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vMerge/>
            <w:tcBorders>
              <w:left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290"/>
        </w:trPr>
        <w:tc>
          <w:tcPr>
            <w:tcW w:w="977" w:type="dxa"/>
            <w:vMerge/>
            <w:tcBorders>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vMerge/>
            <w:tcBorders>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109249,83</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12110,56</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19549,82</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9414,69</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5509,56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r>
      <w:tr w:rsidR="00850F7A" w:rsidTr="00F21293">
        <w:trPr>
          <w:trHeight w:val="386"/>
        </w:trPr>
        <w:tc>
          <w:tcPr>
            <w:tcW w:w="977" w:type="dxa"/>
            <w:vMerge w:val="restart"/>
            <w:tcBorders>
              <w:top w:val="single" w:sz="6" w:space="0" w:color="auto"/>
              <w:left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Основное мероприятие 4.1.</w:t>
            </w: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Обеспечение жильем молодых семей</w:t>
            </w: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rsidP="007326FE">
            <w:pPr>
              <w:autoSpaceDE w:val="0"/>
              <w:autoSpaceDN w:val="0"/>
              <w:adjustRightInd w:val="0"/>
              <w:jc w:val="right"/>
              <w:rPr>
                <w:color w:val="000000"/>
                <w:sz w:val="20"/>
                <w:szCs w:val="20"/>
                <w:lang w:eastAsia="ru-RU"/>
              </w:rPr>
            </w:pPr>
            <w:r>
              <w:rPr>
                <w:color w:val="000000"/>
                <w:sz w:val="20"/>
                <w:szCs w:val="20"/>
                <w:lang w:eastAsia="ru-RU"/>
              </w:rPr>
              <w:t>1562</w:t>
            </w:r>
            <w:r w:rsidR="007326FE">
              <w:rPr>
                <w:color w:val="000000"/>
                <w:sz w:val="20"/>
                <w:szCs w:val="20"/>
                <w:lang w:eastAsia="ru-RU"/>
              </w:rPr>
              <w:t>41,98</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16759,96</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24388,22</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12977,34</w:t>
            </w:r>
          </w:p>
        </w:tc>
        <w:tc>
          <w:tcPr>
            <w:tcW w:w="850" w:type="dxa"/>
            <w:tcBorders>
              <w:top w:val="single" w:sz="6" w:space="0" w:color="auto"/>
              <w:left w:val="single" w:sz="6" w:space="0" w:color="auto"/>
              <w:bottom w:val="single" w:sz="6" w:space="0" w:color="auto"/>
              <w:right w:val="single" w:sz="6" w:space="0" w:color="auto"/>
            </w:tcBorders>
          </w:tcPr>
          <w:p w:rsidR="00850F7A" w:rsidRDefault="00850F7A" w:rsidP="007326FE">
            <w:pPr>
              <w:autoSpaceDE w:val="0"/>
              <w:autoSpaceDN w:val="0"/>
              <w:adjustRightInd w:val="0"/>
              <w:rPr>
                <w:color w:val="000000"/>
                <w:sz w:val="20"/>
                <w:szCs w:val="20"/>
                <w:lang w:eastAsia="ru-RU"/>
              </w:rPr>
            </w:pPr>
            <w:r>
              <w:rPr>
                <w:color w:val="000000"/>
                <w:sz w:val="20"/>
                <w:szCs w:val="20"/>
                <w:lang w:eastAsia="ru-RU"/>
              </w:rPr>
              <w:t>8</w:t>
            </w:r>
            <w:r w:rsidR="007326FE">
              <w:rPr>
                <w:color w:val="000000"/>
                <w:sz w:val="20"/>
                <w:szCs w:val="20"/>
                <w:lang w:eastAsia="ru-RU"/>
              </w:rPr>
              <w:t>390,76</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11695,15</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11718,65</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11718,65</w:t>
            </w:r>
          </w:p>
        </w:tc>
        <w:tc>
          <w:tcPr>
            <w:tcW w:w="992"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11718,65</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11718,65</w:t>
            </w:r>
          </w:p>
        </w:tc>
      </w:tr>
      <w:tr w:rsidR="00850F7A" w:rsidTr="00F21293">
        <w:trPr>
          <w:trHeight w:val="410"/>
        </w:trPr>
        <w:tc>
          <w:tcPr>
            <w:tcW w:w="977"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5141,92</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1607,89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1897,37</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997,02</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639,64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rFonts w:ascii="Calibri" w:hAnsi="Calibri" w:cs="Calibri"/>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rFonts w:ascii="Calibri" w:hAnsi="Calibri" w:cs="Calibri"/>
                <w:color w:val="00000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rFonts w:ascii="Calibri" w:hAnsi="Calibri" w:cs="Calibri"/>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rFonts w:ascii="Calibri" w:hAnsi="Calibri" w:cs="Calibri"/>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rFonts w:ascii="Calibri" w:hAnsi="Calibri" w:cs="Calibri"/>
                <w:color w:val="00000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rFonts w:ascii="Calibri" w:hAnsi="Calibri" w:cs="Calibri"/>
                <w:color w:val="000000"/>
                <w:sz w:val="20"/>
                <w:szCs w:val="20"/>
                <w:lang w:eastAsia="ru-RU"/>
              </w:rPr>
            </w:pPr>
          </w:p>
        </w:tc>
      </w:tr>
      <w:tr w:rsidR="00850F7A" w:rsidTr="00F21293">
        <w:trPr>
          <w:trHeight w:val="410"/>
        </w:trPr>
        <w:tc>
          <w:tcPr>
            <w:tcW w:w="977"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34431,27</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2403,71</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2201,03</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1965,63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1600,40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3262,00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3285,50</w:t>
            </w:r>
          </w:p>
        </w:tc>
      </w:tr>
      <w:tr w:rsidR="00850F7A" w:rsidTr="00F21293">
        <w:trPr>
          <w:trHeight w:val="290"/>
        </w:trPr>
        <w:tc>
          <w:tcPr>
            <w:tcW w:w="977"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rsidP="007326FE">
            <w:pPr>
              <w:autoSpaceDE w:val="0"/>
              <w:autoSpaceDN w:val="0"/>
              <w:adjustRightInd w:val="0"/>
              <w:jc w:val="right"/>
              <w:rPr>
                <w:color w:val="000000"/>
                <w:sz w:val="20"/>
                <w:szCs w:val="20"/>
                <w:lang w:eastAsia="ru-RU"/>
              </w:rPr>
            </w:pPr>
            <w:r>
              <w:rPr>
                <w:color w:val="000000"/>
                <w:sz w:val="20"/>
                <w:szCs w:val="20"/>
                <w:lang w:eastAsia="ru-RU"/>
              </w:rPr>
              <w:t>7</w:t>
            </w:r>
            <w:r w:rsidR="007326FE">
              <w:rPr>
                <w:color w:val="000000"/>
                <w:sz w:val="20"/>
                <w:szCs w:val="20"/>
                <w:lang w:eastAsia="ru-RU"/>
              </w:rPr>
              <w:t>418,96</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637,80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740,00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rsidP="007326FE">
            <w:pPr>
              <w:autoSpaceDE w:val="0"/>
              <w:autoSpaceDN w:val="0"/>
              <w:adjustRightInd w:val="0"/>
              <w:rPr>
                <w:color w:val="000000"/>
                <w:sz w:val="20"/>
                <w:szCs w:val="20"/>
                <w:lang w:eastAsia="ru-RU"/>
              </w:rPr>
            </w:pPr>
            <w:r>
              <w:rPr>
                <w:color w:val="000000"/>
                <w:sz w:val="20"/>
                <w:szCs w:val="20"/>
                <w:lang w:eastAsia="ru-RU"/>
              </w:rPr>
              <w:t>6</w:t>
            </w:r>
            <w:r w:rsidR="007326FE">
              <w:rPr>
                <w:color w:val="000000"/>
                <w:sz w:val="20"/>
                <w:szCs w:val="20"/>
                <w:lang w:eastAsia="ru-RU"/>
              </w:rPr>
              <w:t>41,16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600,00</w:t>
            </w:r>
          </w:p>
        </w:tc>
      </w:tr>
      <w:tr w:rsidR="00850F7A" w:rsidTr="00F21293">
        <w:trPr>
          <w:trHeight w:val="348"/>
        </w:trPr>
        <w:tc>
          <w:tcPr>
            <w:tcW w:w="977"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410"/>
        </w:trPr>
        <w:tc>
          <w:tcPr>
            <w:tcW w:w="977"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290"/>
        </w:trPr>
        <w:tc>
          <w:tcPr>
            <w:tcW w:w="977" w:type="dxa"/>
            <w:vMerge/>
            <w:tcBorders>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109249,83</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12110,56</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19549,82</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9414,69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5509,56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7833,15</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ПОДПРОГРАММА 5</w:t>
            </w: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«Развитие и поддержка малого и  среднего предпринимательства»</w:t>
            </w: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r>
              <w:rPr>
                <w:b/>
                <w:bCs/>
                <w:color w:val="000000"/>
                <w:sz w:val="20"/>
                <w:szCs w:val="20"/>
                <w:lang w:eastAsia="ru-RU"/>
              </w:rPr>
              <w:t>47769,30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2767,50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3469,50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4012,50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4719,80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4100,00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4100,00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4100,00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4100,00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1</w:t>
            </w: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2</w:t>
            </w: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3</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7</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8</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9</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14</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15</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16</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47769,30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2767,50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3469,50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4012,50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4719,80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4100,00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4100,00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4100,00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4100,00</w:t>
            </w:r>
          </w:p>
        </w:tc>
      </w:tr>
      <w:tr w:rsidR="00850F7A" w:rsidTr="002F76A8">
        <w:trPr>
          <w:trHeight w:val="331"/>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2F76A8">
        <w:trPr>
          <w:trHeight w:val="437"/>
        </w:trPr>
        <w:tc>
          <w:tcPr>
            <w:tcW w:w="977"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b/>
                <w:bCs/>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CC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391"/>
        </w:trPr>
        <w:tc>
          <w:tcPr>
            <w:tcW w:w="977" w:type="dxa"/>
            <w:tcBorders>
              <w:top w:val="single" w:sz="6" w:space="0" w:color="auto"/>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Основное мероприятие 5.1.</w:t>
            </w:r>
          </w:p>
        </w:tc>
        <w:tc>
          <w:tcPr>
            <w:tcW w:w="2093" w:type="dxa"/>
            <w:vMerge w:val="restart"/>
            <w:tcBorders>
              <w:top w:val="single" w:sz="6" w:space="0" w:color="auto"/>
              <w:left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12500,00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1500,00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r>
      <w:tr w:rsidR="00850F7A" w:rsidTr="00F21293">
        <w:trPr>
          <w:trHeight w:val="41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29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12500,00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1500,00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1000,00</w:t>
            </w:r>
          </w:p>
        </w:tc>
      </w:tr>
      <w:tr w:rsidR="00850F7A" w:rsidTr="00F21293">
        <w:trPr>
          <w:trHeight w:val="437"/>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850F7A">
        <w:trPr>
          <w:trHeight w:val="740"/>
        </w:trPr>
        <w:tc>
          <w:tcPr>
            <w:tcW w:w="977" w:type="dxa"/>
            <w:tcBorders>
              <w:top w:val="nil"/>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2F76A8">
        <w:trPr>
          <w:trHeight w:val="437"/>
        </w:trPr>
        <w:tc>
          <w:tcPr>
            <w:tcW w:w="977" w:type="dxa"/>
            <w:tcBorders>
              <w:top w:val="single" w:sz="6" w:space="0" w:color="auto"/>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Основное мероприятие 5.2.</w:t>
            </w: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Предоставление субсидий на уставную деятельность  АНО «Таловский центр поддержки предпринимательства»</w:t>
            </w: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2509,00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309,00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r>
      <w:tr w:rsidR="00850F7A" w:rsidTr="002F76A8">
        <w:trPr>
          <w:trHeight w:val="41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p w:rsidR="00850F7A" w:rsidRDefault="00850F7A">
            <w:pPr>
              <w:autoSpaceDE w:val="0"/>
              <w:autoSpaceDN w:val="0"/>
              <w:adjustRightInd w:val="0"/>
              <w:rPr>
                <w:color w:val="000000"/>
                <w:sz w:val="16"/>
                <w:szCs w:val="16"/>
                <w:lang w:eastAsia="ru-RU"/>
              </w:rPr>
            </w:pP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1</w:t>
            </w:r>
          </w:p>
        </w:tc>
        <w:tc>
          <w:tcPr>
            <w:tcW w:w="2093" w:type="dxa"/>
            <w:tcBorders>
              <w:top w:val="single" w:sz="6" w:space="0" w:color="auto"/>
              <w:left w:val="single" w:sz="6" w:space="0" w:color="auto"/>
              <w:bottom w:val="single" w:sz="6" w:space="0" w:color="auto"/>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2</w:t>
            </w:r>
          </w:p>
        </w:tc>
        <w:tc>
          <w:tcPr>
            <w:tcW w:w="1071" w:type="dxa"/>
            <w:tcBorders>
              <w:top w:val="single" w:sz="6" w:space="0" w:color="auto"/>
              <w:left w:val="single" w:sz="6" w:space="0" w:color="auto"/>
              <w:bottom w:val="single" w:sz="6" w:space="0" w:color="auto"/>
              <w:right w:val="single" w:sz="6" w:space="0" w:color="auto"/>
            </w:tcBorders>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3</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4</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5</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6</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7</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8</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sidRPr="00850F7A">
              <w:rPr>
                <w:color w:val="000000"/>
                <w:sz w:val="20"/>
                <w:szCs w:val="20"/>
                <w:lang w:eastAsia="ru-RU"/>
              </w:rPr>
              <w:t>9</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11</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12</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13</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14</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15</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Pr="00850F7A" w:rsidRDefault="00850F7A" w:rsidP="00F21293">
            <w:pPr>
              <w:autoSpaceDE w:val="0"/>
              <w:autoSpaceDN w:val="0"/>
              <w:adjustRightInd w:val="0"/>
              <w:jc w:val="right"/>
              <w:rPr>
                <w:rFonts w:ascii="Calibri" w:hAnsi="Calibri" w:cs="Calibri"/>
                <w:color w:val="000000"/>
                <w:sz w:val="20"/>
                <w:szCs w:val="20"/>
                <w:lang w:eastAsia="ru-RU"/>
              </w:rPr>
            </w:pPr>
            <w:r>
              <w:rPr>
                <w:rFonts w:ascii="Calibri" w:hAnsi="Calibri" w:cs="Calibri"/>
                <w:color w:val="000000"/>
                <w:sz w:val="20"/>
                <w:szCs w:val="20"/>
                <w:lang w:eastAsia="ru-RU"/>
              </w:rPr>
              <w:t>16</w:t>
            </w:r>
          </w:p>
        </w:tc>
      </w:tr>
      <w:tr w:rsidR="00850F7A" w:rsidTr="002F76A8">
        <w:trPr>
          <w:trHeight w:val="29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2509,00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309,00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200,00</w:t>
            </w:r>
          </w:p>
        </w:tc>
      </w:tr>
      <w:tr w:rsidR="00850F7A" w:rsidTr="002F76A8">
        <w:trPr>
          <w:trHeight w:val="377"/>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2F76A8">
        <w:trPr>
          <w:trHeight w:val="41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2F76A8">
        <w:trPr>
          <w:trHeight w:val="290"/>
        </w:trPr>
        <w:tc>
          <w:tcPr>
            <w:tcW w:w="977" w:type="dxa"/>
            <w:tcBorders>
              <w:top w:val="nil"/>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single" w:sz="6" w:space="0" w:color="auto"/>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Основное мероприятие 5.3.</w:t>
            </w:r>
          </w:p>
        </w:tc>
        <w:tc>
          <w:tcPr>
            <w:tcW w:w="2093" w:type="dxa"/>
            <w:vMerge w:val="restart"/>
            <w:tcBorders>
              <w:top w:val="single" w:sz="6" w:space="0" w:color="auto"/>
              <w:left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на </w:t>
            </w:r>
          </w:p>
          <w:p w:rsidR="00850F7A" w:rsidRDefault="00850F7A">
            <w:pPr>
              <w:autoSpaceDE w:val="0"/>
              <w:autoSpaceDN w:val="0"/>
              <w:adjustRightInd w:val="0"/>
              <w:rPr>
                <w:color w:val="000000"/>
                <w:sz w:val="20"/>
                <w:szCs w:val="20"/>
                <w:lang w:eastAsia="ru-RU"/>
              </w:rPr>
            </w:pPr>
            <w:r>
              <w:rPr>
                <w:color w:val="000000"/>
                <w:sz w:val="20"/>
                <w:szCs w:val="20"/>
                <w:lang w:eastAsia="ru-RU"/>
              </w:rPr>
              <w:t xml:space="preserve">компенсацию части затрат </w:t>
            </w:r>
          </w:p>
          <w:p w:rsidR="00850F7A" w:rsidRDefault="00850F7A">
            <w:pPr>
              <w:autoSpaceDE w:val="0"/>
              <w:autoSpaceDN w:val="0"/>
              <w:adjustRightInd w:val="0"/>
              <w:rPr>
                <w:color w:val="000000"/>
                <w:sz w:val="20"/>
                <w:szCs w:val="20"/>
                <w:lang w:eastAsia="ru-RU"/>
              </w:rPr>
            </w:pPr>
            <w:r>
              <w:rPr>
                <w:color w:val="000000"/>
                <w:sz w:val="20"/>
                <w:szCs w:val="20"/>
                <w:lang w:eastAsia="ru-RU"/>
              </w:rPr>
              <w:t xml:space="preserve">субъектов  малого и среднего </w:t>
            </w:r>
          </w:p>
          <w:p w:rsidR="00850F7A" w:rsidRDefault="00850F7A">
            <w:pPr>
              <w:autoSpaceDE w:val="0"/>
              <w:autoSpaceDN w:val="0"/>
              <w:adjustRightInd w:val="0"/>
              <w:rPr>
                <w:color w:val="000000"/>
                <w:sz w:val="20"/>
                <w:szCs w:val="20"/>
                <w:lang w:eastAsia="ru-RU"/>
              </w:rPr>
            </w:pPr>
            <w:r>
              <w:rPr>
                <w:color w:val="000000"/>
                <w:sz w:val="20"/>
                <w:szCs w:val="20"/>
                <w:lang w:eastAsia="ru-RU"/>
              </w:rPr>
              <w:t>предпринимательства, связанных</w:t>
            </w:r>
          </w:p>
          <w:p w:rsidR="00850F7A" w:rsidRDefault="00850F7A">
            <w:pPr>
              <w:autoSpaceDE w:val="0"/>
              <w:autoSpaceDN w:val="0"/>
              <w:adjustRightInd w:val="0"/>
              <w:rPr>
                <w:color w:val="000000"/>
                <w:sz w:val="20"/>
                <w:szCs w:val="20"/>
                <w:lang w:eastAsia="ru-RU"/>
              </w:rPr>
            </w:pPr>
            <w:r>
              <w:rPr>
                <w:color w:val="000000"/>
                <w:sz w:val="20"/>
                <w:szCs w:val="20"/>
                <w:lang w:eastAsia="ru-RU"/>
              </w:rPr>
              <w:t xml:space="preserve">с приобретением оборудования в </w:t>
            </w:r>
          </w:p>
          <w:p w:rsidR="00850F7A" w:rsidRDefault="00850F7A">
            <w:pPr>
              <w:autoSpaceDE w:val="0"/>
              <w:autoSpaceDN w:val="0"/>
              <w:adjustRightInd w:val="0"/>
              <w:rPr>
                <w:color w:val="000000"/>
                <w:sz w:val="20"/>
                <w:szCs w:val="20"/>
                <w:lang w:eastAsia="ru-RU"/>
              </w:rPr>
            </w:pPr>
            <w:r>
              <w:rPr>
                <w:color w:val="000000"/>
                <w:sz w:val="20"/>
                <w:szCs w:val="20"/>
                <w:lang w:eastAsia="ru-RU"/>
              </w:rPr>
              <w:t xml:space="preserve">целях создания и (или) развития </w:t>
            </w:r>
          </w:p>
          <w:p w:rsidR="00850F7A" w:rsidRDefault="00850F7A">
            <w:pPr>
              <w:autoSpaceDE w:val="0"/>
              <w:autoSpaceDN w:val="0"/>
              <w:adjustRightInd w:val="0"/>
              <w:rPr>
                <w:color w:val="000000"/>
                <w:sz w:val="20"/>
                <w:szCs w:val="20"/>
                <w:lang w:eastAsia="ru-RU"/>
              </w:rPr>
            </w:pPr>
            <w:r>
              <w:rPr>
                <w:color w:val="000000"/>
                <w:sz w:val="20"/>
                <w:szCs w:val="20"/>
                <w:lang w:eastAsia="ru-RU"/>
              </w:rPr>
              <w:t xml:space="preserve">либо модернизации производства </w:t>
            </w:r>
          </w:p>
          <w:p w:rsidR="00850F7A" w:rsidRDefault="00850F7A">
            <w:pPr>
              <w:autoSpaceDE w:val="0"/>
              <w:autoSpaceDN w:val="0"/>
              <w:adjustRightInd w:val="0"/>
              <w:rPr>
                <w:color w:val="000000"/>
                <w:sz w:val="20"/>
                <w:szCs w:val="20"/>
                <w:lang w:eastAsia="ru-RU"/>
              </w:rPr>
            </w:pPr>
            <w:r>
              <w:rPr>
                <w:color w:val="000000"/>
                <w:sz w:val="20"/>
                <w:szCs w:val="20"/>
                <w:lang w:eastAsia="ru-RU"/>
              </w:rPr>
              <w:t>товаров (работ, услуг)</w:t>
            </w:r>
          </w:p>
          <w:p w:rsidR="00850F7A" w:rsidRDefault="00850F7A">
            <w:pPr>
              <w:autoSpaceDE w:val="0"/>
              <w:autoSpaceDN w:val="0"/>
              <w:adjustRightInd w:val="0"/>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32680,30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1458,50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2269,50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2812,50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2939,80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992"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993"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r>
      <w:tr w:rsidR="00850F7A" w:rsidTr="00F21293">
        <w:trPr>
          <w:trHeight w:val="41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29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32680,30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1458,50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2269,50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2812,50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2939,80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2900,00</w:t>
            </w:r>
          </w:p>
        </w:tc>
      </w:tr>
      <w:tr w:rsidR="00850F7A" w:rsidTr="00F21293">
        <w:trPr>
          <w:trHeight w:val="468"/>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943"/>
        </w:trPr>
        <w:tc>
          <w:tcPr>
            <w:tcW w:w="977" w:type="dxa"/>
            <w:tcBorders>
              <w:top w:val="nil"/>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single" w:sz="6" w:space="0" w:color="auto"/>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r>
              <w:rPr>
                <w:color w:val="000000"/>
                <w:sz w:val="20"/>
                <w:szCs w:val="20"/>
                <w:lang w:eastAsia="ru-RU"/>
              </w:rPr>
              <w:t>Основное мероприятие 5.4.</w:t>
            </w:r>
          </w:p>
        </w:tc>
        <w:tc>
          <w:tcPr>
            <w:tcW w:w="2093" w:type="dxa"/>
            <w:vMerge w:val="restart"/>
            <w:tcBorders>
              <w:top w:val="single" w:sz="6" w:space="0" w:color="auto"/>
              <w:left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80,00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29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местный бюджет</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80,00</w:t>
            </w:r>
          </w:p>
        </w:tc>
        <w:tc>
          <w:tcPr>
            <w:tcW w:w="85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80,00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b/>
                <w:bCs/>
                <w:color w:val="000000"/>
                <w:sz w:val="20"/>
                <w:szCs w:val="20"/>
                <w:lang w:eastAsia="ru-RU"/>
              </w:rPr>
            </w:pPr>
            <w:r>
              <w:rPr>
                <w:b/>
                <w:bCs/>
                <w:color w:val="000000"/>
                <w:sz w:val="20"/>
                <w:szCs w:val="20"/>
                <w:lang w:eastAsia="ru-RU"/>
              </w:rPr>
              <w:t>0,00</w:t>
            </w:r>
          </w:p>
        </w:tc>
      </w:tr>
      <w:tr w:rsidR="00850F7A" w:rsidTr="00F21293">
        <w:trPr>
          <w:trHeight w:val="41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410"/>
        </w:trPr>
        <w:tc>
          <w:tcPr>
            <w:tcW w:w="977" w:type="dxa"/>
            <w:tcBorders>
              <w:top w:val="nil"/>
              <w:left w:val="single" w:sz="6" w:space="0" w:color="auto"/>
              <w:bottom w:val="nil"/>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r w:rsidR="00850F7A" w:rsidTr="00F21293">
        <w:trPr>
          <w:trHeight w:val="290"/>
        </w:trPr>
        <w:tc>
          <w:tcPr>
            <w:tcW w:w="977" w:type="dxa"/>
            <w:tcBorders>
              <w:top w:val="nil"/>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center"/>
              <w:rPr>
                <w:color w:val="000000"/>
                <w:sz w:val="20"/>
                <w:szCs w:val="20"/>
                <w:lang w:eastAsia="ru-RU"/>
              </w:rPr>
            </w:pPr>
          </w:p>
        </w:tc>
        <w:tc>
          <w:tcPr>
            <w:tcW w:w="2093" w:type="dxa"/>
            <w:vMerge/>
            <w:tcBorders>
              <w:left w:val="single" w:sz="6" w:space="0" w:color="auto"/>
              <w:bottom w:val="single" w:sz="6" w:space="0" w:color="auto"/>
              <w:right w:val="single" w:sz="6" w:space="0" w:color="auto"/>
            </w:tcBorders>
          </w:tcPr>
          <w:p w:rsidR="00850F7A" w:rsidRDefault="00850F7A">
            <w:pPr>
              <w:autoSpaceDE w:val="0"/>
              <w:autoSpaceDN w:val="0"/>
              <w:adjustRightInd w:val="0"/>
              <w:jc w:val="right"/>
              <w:rPr>
                <w:color w:val="000000"/>
                <w:sz w:val="20"/>
                <w:szCs w:val="20"/>
                <w:lang w:eastAsia="ru-RU"/>
              </w:rPr>
            </w:pPr>
          </w:p>
        </w:tc>
        <w:tc>
          <w:tcPr>
            <w:tcW w:w="1071" w:type="dxa"/>
            <w:tcBorders>
              <w:top w:val="single" w:sz="6" w:space="0" w:color="auto"/>
              <w:left w:val="single" w:sz="6" w:space="0" w:color="auto"/>
              <w:bottom w:val="single" w:sz="6" w:space="0" w:color="auto"/>
              <w:right w:val="single" w:sz="6" w:space="0" w:color="auto"/>
            </w:tcBorders>
          </w:tcPr>
          <w:p w:rsidR="00850F7A" w:rsidRDefault="00850F7A">
            <w:pPr>
              <w:autoSpaceDE w:val="0"/>
              <w:autoSpaceDN w:val="0"/>
              <w:adjustRightInd w:val="0"/>
              <w:rPr>
                <w:color w:val="000000"/>
                <w:sz w:val="16"/>
                <w:szCs w:val="16"/>
                <w:lang w:eastAsia="ru-RU"/>
              </w:rPr>
            </w:pPr>
            <w:r>
              <w:rPr>
                <w:color w:val="000000"/>
                <w:sz w:val="16"/>
                <w:szCs w:val="16"/>
                <w:lang w:eastAsia="ru-RU"/>
              </w:rPr>
              <w:t>физические лица</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c>
          <w:tcPr>
            <w:tcW w:w="993" w:type="dxa"/>
            <w:tcBorders>
              <w:top w:val="single" w:sz="6" w:space="0" w:color="auto"/>
              <w:left w:val="single" w:sz="6" w:space="0" w:color="auto"/>
              <w:bottom w:val="single" w:sz="6" w:space="0" w:color="auto"/>
              <w:right w:val="single" w:sz="6" w:space="0" w:color="auto"/>
            </w:tcBorders>
            <w:shd w:val="solid" w:color="FFFFFF" w:fill="auto"/>
          </w:tcPr>
          <w:p w:rsidR="00850F7A" w:rsidRDefault="00850F7A">
            <w:pPr>
              <w:autoSpaceDE w:val="0"/>
              <w:autoSpaceDN w:val="0"/>
              <w:adjustRightInd w:val="0"/>
              <w:rPr>
                <w:color w:val="000000"/>
                <w:sz w:val="20"/>
                <w:szCs w:val="20"/>
                <w:lang w:eastAsia="ru-RU"/>
              </w:rPr>
            </w:pPr>
            <w:r>
              <w:rPr>
                <w:color w:val="000000"/>
                <w:sz w:val="20"/>
                <w:szCs w:val="20"/>
                <w:lang w:eastAsia="ru-RU"/>
              </w:rPr>
              <w:t>0,00</w:t>
            </w:r>
          </w:p>
        </w:tc>
      </w:tr>
    </w:tbl>
    <w:p w:rsidR="002F76A8" w:rsidRDefault="002F76A8" w:rsidP="00406CD5">
      <w:pPr>
        <w:ind w:left="360"/>
        <w:jc w:val="center"/>
        <w:rPr>
          <w:b/>
        </w:rPr>
      </w:pPr>
    </w:p>
    <w:p w:rsidR="003E3CA7" w:rsidRDefault="003E3CA7" w:rsidP="00406CD5">
      <w:pPr>
        <w:ind w:left="360"/>
        <w:jc w:val="center"/>
        <w:rPr>
          <w:b/>
        </w:rPr>
      </w:pPr>
    </w:p>
    <w:p w:rsidR="00632087" w:rsidRPr="006C07C7" w:rsidRDefault="00632087" w:rsidP="00406CD5">
      <w:pPr>
        <w:pStyle w:val="ConsPlusNormal"/>
        <w:ind w:firstLine="0"/>
        <w:jc w:val="right"/>
        <w:outlineLvl w:val="3"/>
        <w:rPr>
          <w:rFonts w:ascii="Times New Roman" w:hAnsi="Times New Roman"/>
          <w:sz w:val="26"/>
          <w:szCs w:val="26"/>
        </w:rPr>
      </w:pPr>
      <w:r w:rsidRPr="006C07C7">
        <w:rPr>
          <w:rFonts w:ascii="Times New Roman" w:hAnsi="Times New Roman"/>
          <w:sz w:val="26"/>
          <w:szCs w:val="26"/>
        </w:rPr>
        <w:t>Приложение 4</w:t>
      </w:r>
    </w:p>
    <w:p w:rsidR="00632087" w:rsidRDefault="00632087" w:rsidP="006D1AE0">
      <w:pPr>
        <w:tabs>
          <w:tab w:val="left" w:pos="7695"/>
          <w:tab w:val="right" w:pos="9356"/>
        </w:tabs>
      </w:pPr>
    </w:p>
    <w:tbl>
      <w:tblPr>
        <w:tblW w:w="14899" w:type="dxa"/>
        <w:tblInd w:w="93" w:type="dxa"/>
        <w:tblLook w:val="04A0" w:firstRow="1" w:lastRow="0" w:firstColumn="1" w:lastColumn="0" w:noHBand="0" w:noVBand="1"/>
      </w:tblPr>
      <w:tblGrid>
        <w:gridCol w:w="931"/>
        <w:gridCol w:w="3762"/>
        <w:gridCol w:w="2268"/>
        <w:gridCol w:w="2126"/>
        <w:gridCol w:w="1680"/>
        <w:gridCol w:w="1581"/>
        <w:gridCol w:w="1275"/>
        <w:gridCol w:w="1276"/>
      </w:tblGrid>
      <w:tr w:rsidR="00646670" w:rsidRPr="00646670" w:rsidTr="006C07C7">
        <w:trPr>
          <w:trHeight w:val="765"/>
        </w:trPr>
        <w:tc>
          <w:tcPr>
            <w:tcW w:w="14899" w:type="dxa"/>
            <w:gridSpan w:val="8"/>
            <w:tcBorders>
              <w:top w:val="nil"/>
              <w:left w:val="nil"/>
              <w:bottom w:val="single" w:sz="4" w:space="0" w:color="auto"/>
              <w:right w:val="nil"/>
            </w:tcBorders>
            <w:shd w:val="clear" w:color="auto" w:fill="auto"/>
            <w:vAlign w:val="center"/>
            <w:hideMark/>
          </w:tcPr>
          <w:p w:rsidR="00646670" w:rsidRPr="00646670" w:rsidRDefault="00646670" w:rsidP="00646670">
            <w:pPr>
              <w:jc w:val="center"/>
              <w:rPr>
                <w:rFonts w:eastAsia="Times New Roman"/>
                <w:b/>
                <w:bCs/>
                <w:color w:val="000000"/>
                <w:sz w:val="26"/>
                <w:szCs w:val="26"/>
                <w:lang w:eastAsia="ru-RU"/>
              </w:rPr>
            </w:pPr>
            <w:r w:rsidRPr="00646670">
              <w:rPr>
                <w:rFonts w:eastAsia="Times New Roman"/>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2021 год</w:t>
            </w:r>
          </w:p>
        </w:tc>
      </w:tr>
      <w:tr w:rsidR="00646670" w:rsidRPr="00646670" w:rsidTr="008959FE">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N п/п</w:t>
            </w:r>
          </w:p>
        </w:tc>
        <w:tc>
          <w:tcPr>
            <w:tcW w:w="37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8959FE">
            <w:pPr>
              <w:jc w:val="center"/>
              <w:rPr>
                <w:rFonts w:eastAsia="Times New Roman"/>
                <w:color w:val="000000"/>
                <w:lang w:eastAsia="ru-RU"/>
              </w:rPr>
            </w:pPr>
            <w:r w:rsidRPr="00646670">
              <w:rPr>
                <w:rFonts w:eastAsia="Times New Roman"/>
                <w:color w:val="000000"/>
                <w:lang w:eastAsia="ru-RU"/>
              </w:rPr>
              <w:t>Исполнитель мероприятия (структурное подразделение администрации муниципального района, иной главный распорядитель средств бюджета</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5812" w:type="dxa"/>
            <w:gridSpan w:val="4"/>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Уточненные плановые бюджетные ассигнования на очередной финансовый год, тыс. руб.</w:t>
            </w:r>
          </w:p>
        </w:tc>
      </w:tr>
      <w:tr w:rsidR="00646670" w:rsidRPr="00646670" w:rsidTr="006C07C7">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Всего</w:t>
            </w:r>
          </w:p>
        </w:tc>
        <w:tc>
          <w:tcPr>
            <w:tcW w:w="4132" w:type="dxa"/>
            <w:gridSpan w:val="3"/>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в том числе по источникам:</w:t>
            </w:r>
          </w:p>
        </w:tc>
      </w:tr>
      <w:tr w:rsidR="00646670" w:rsidRPr="00646670" w:rsidTr="006C07C7">
        <w:trPr>
          <w:trHeight w:val="1681"/>
        </w:trPr>
        <w:tc>
          <w:tcPr>
            <w:tcW w:w="931"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федеральный бюджет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местный бюджет</w:t>
            </w:r>
          </w:p>
        </w:tc>
      </w:tr>
      <w:tr w:rsidR="008959FE" w:rsidRPr="00646670" w:rsidTr="006C07C7">
        <w:trPr>
          <w:trHeight w:val="287"/>
        </w:trPr>
        <w:tc>
          <w:tcPr>
            <w:tcW w:w="931"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8</w:t>
            </w:r>
          </w:p>
        </w:tc>
      </w:tr>
      <w:tr w:rsidR="00646670" w:rsidRPr="00646670" w:rsidTr="006C07C7">
        <w:trPr>
          <w:trHeight w:val="99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646670" w:rsidRPr="00646670" w:rsidRDefault="00646670" w:rsidP="00646670">
            <w:pPr>
              <w:rPr>
                <w:rFonts w:eastAsia="Times New Roman"/>
                <w:b/>
                <w:bCs/>
                <w:lang w:eastAsia="ru-RU"/>
              </w:rPr>
            </w:pPr>
            <w:r w:rsidRPr="00646670">
              <w:rPr>
                <w:rFonts w:eastAsia="Times New Roman"/>
                <w:b/>
                <w:bCs/>
                <w:lang w:eastAsia="ru-RU"/>
              </w:rPr>
              <w:t>1</w:t>
            </w:r>
          </w:p>
        </w:tc>
        <w:tc>
          <w:tcPr>
            <w:tcW w:w="3762"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lang w:eastAsia="ru-RU"/>
              </w:rPr>
            </w:pPr>
            <w:r w:rsidRPr="00646670">
              <w:rPr>
                <w:rFonts w:eastAsia="Times New Roman"/>
                <w:b/>
                <w:bCs/>
                <w:lang w:eastAsia="ru-RU"/>
              </w:rPr>
              <w:t>Подпрограмма 1. «Создание условий для обеспечения муниципального управления»</w:t>
            </w:r>
          </w:p>
        </w:tc>
        <w:tc>
          <w:tcPr>
            <w:tcW w:w="2268"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lang w:eastAsia="ru-RU"/>
              </w:rPr>
            </w:pPr>
          </w:p>
        </w:tc>
        <w:tc>
          <w:tcPr>
            <w:tcW w:w="1680"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2"/>
                <w:szCs w:val="22"/>
                <w:lang w:eastAsia="ru-RU"/>
              </w:rPr>
            </w:pPr>
            <w:r w:rsidRPr="00646670">
              <w:rPr>
                <w:rFonts w:eastAsia="Times New Roman"/>
                <w:b/>
                <w:bCs/>
                <w:sz w:val="22"/>
                <w:szCs w:val="22"/>
                <w:lang w:eastAsia="ru-RU"/>
              </w:rPr>
              <w:t>33741,70</w:t>
            </w:r>
          </w:p>
        </w:tc>
        <w:tc>
          <w:tcPr>
            <w:tcW w:w="1581"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0"/>
                <w:szCs w:val="20"/>
                <w:lang w:eastAsia="ru-RU"/>
              </w:rPr>
            </w:pPr>
            <w:r w:rsidRPr="00646670">
              <w:rPr>
                <w:rFonts w:eastAsia="Times New Roman"/>
                <w:b/>
                <w:bCs/>
                <w:sz w:val="20"/>
                <w:szCs w:val="20"/>
                <w:lang w:eastAsia="ru-RU"/>
              </w:rPr>
              <w:t>556,80</w:t>
            </w:r>
          </w:p>
        </w:tc>
        <w:tc>
          <w:tcPr>
            <w:tcW w:w="1275"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0"/>
                <w:szCs w:val="20"/>
                <w:lang w:eastAsia="ru-RU"/>
              </w:rPr>
            </w:pPr>
            <w:r w:rsidRPr="00646670">
              <w:rPr>
                <w:rFonts w:eastAsia="Times New Roman"/>
                <w:b/>
                <w:bCs/>
                <w:sz w:val="20"/>
                <w:szCs w:val="20"/>
                <w:lang w:eastAsia="ru-RU"/>
              </w:rPr>
              <w:t>3206,80</w:t>
            </w:r>
          </w:p>
        </w:tc>
        <w:tc>
          <w:tcPr>
            <w:tcW w:w="127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0"/>
                <w:szCs w:val="20"/>
                <w:lang w:eastAsia="ru-RU"/>
              </w:rPr>
            </w:pPr>
            <w:r w:rsidRPr="00646670">
              <w:rPr>
                <w:rFonts w:eastAsia="Times New Roman"/>
                <w:b/>
                <w:bCs/>
                <w:sz w:val="20"/>
                <w:szCs w:val="20"/>
                <w:lang w:eastAsia="ru-RU"/>
              </w:rPr>
              <w:t>29978,10</w:t>
            </w:r>
          </w:p>
        </w:tc>
      </w:tr>
      <w:tr w:rsidR="00646670" w:rsidRPr="00646670" w:rsidTr="004527A8">
        <w:trPr>
          <w:trHeight w:val="156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646670" w:rsidRPr="00646670" w:rsidRDefault="00646670" w:rsidP="00646670">
            <w:pPr>
              <w:rPr>
                <w:rFonts w:eastAsia="Times New Roman"/>
                <w:lang w:eastAsia="ru-RU"/>
              </w:rPr>
            </w:pPr>
            <w:r w:rsidRPr="00646670">
              <w:rPr>
                <w:rFonts w:eastAsia="Times New Roman"/>
                <w:lang w:eastAsia="ru-RU"/>
              </w:rPr>
              <w:t>1.1.</w:t>
            </w:r>
          </w:p>
        </w:tc>
        <w:tc>
          <w:tcPr>
            <w:tcW w:w="3762"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4527A8">
            <w:pPr>
              <w:rPr>
                <w:rFonts w:eastAsia="Times New Roman"/>
                <w:lang w:eastAsia="ru-RU"/>
              </w:rPr>
            </w:pPr>
            <w:r w:rsidRPr="00646670">
              <w:rPr>
                <w:rFonts w:eastAsia="Times New Roman"/>
                <w:lang w:eastAsia="ru-RU"/>
              </w:rPr>
              <w:t xml:space="preserve">Обеспечение  функционирования  администрации Таловского муниципального района </w:t>
            </w:r>
          </w:p>
        </w:tc>
        <w:tc>
          <w:tcPr>
            <w:tcW w:w="2268"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01040510182010 ; 01130510178391; 01130510178090; 01130510178470; 01130510178392; 01020510182020</w:t>
            </w:r>
          </w:p>
        </w:tc>
        <w:tc>
          <w:tcPr>
            <w:tcW w:w="1680"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24955,00</w:t>
            </w:r>
          </w:p>
        </w:tc>
        <w:tc>
          <w:tcPr>
            <w:tcW w:w="1581"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2483,00</w:t>
            </w:r>
          </w:p>
        </w:tc>
        <w:tc>
          <w:tcPr>
            <w:tcW w:w="127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lang w:eastAsia="ru-RU"/>
              </w:rPr>
            </w:pPr>
            <w:r w:rsidRPr="00646670">
              <w:rPr>
                <w:rFonts w:eastAsia="Times New Roman"/>
                <w:lang w:eastAsia="ru-RU"/>
              </w:rPr>
              <w:t>22472,00</w:t>
            </w:r>
          </w:p>
        </w:tc>
      </w:tr>
      <w:tr w:rsidR="008959FE" w:rsidRPr="00646670" w:rsidTr="004527A8">
        <w:trPr>
          <w:trHeight w:val="138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4527A8">
            <w:pPr>
              <w:rPr>
                <w:rFonts w:eastAsia="Times New Roman"/>
                <w:lang w:eastAsia="ru-RU"/>
              </w:rPr>
            </w:pPr>
            <w:r w:rsidRPr="00646670">
              <w:rPr>
                <w:rFonts w:eastAsia="Times New Roman"/>
                <w:lang w:eastAsia="ru-RU"/>
              </w:rPr>
              <w:t xml:space="preserve">Обеспечение  функционирования Совета народных депутатов Таловского муниципального района </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Default="008959FE" w:rsidP="00646670">
            <w:pPr>
              <w:rPr>
                <w:rFonts w:eastAsia="Times New Roman"/>
                <w:lang w:eastAsia="ru-RU"/>
              </w:rPr>
            </w:pPr>
            <w:r w:rsidRPr="00646670">
              <w:rPr>
                <w:rFonts w:eastAsia="Times New Roman"/>
                <w:lang w:eastAsia="ru-RU"/>
              </w:rPr>
              <w:t>Совет народных депутатов Таловского муниципального района</w:t>
            </w:r>
          </w:p>
          <w:p w:rsidR="004527A8" w:rsidRPr="00646670" w:rsidRDefault="004527A8" w:rsidP="00646670">
            <w:pPr>
              <w:rPr>
                <w:rFonts w:eastAsia="Times New Roman"/>
                <w:lang w:eastAsia="ru-RU"/>
              </w:rPr>
            </w:pP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01030510282010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314156">
            <w:pPr>
              <w:rPr>
                <w:rFonts w:eastAsia="Times New Roman"/>
                <w:sz w:val="22"/>
                <w:szCs w:val="22"/>
                <w:lang w:eastAsia="ru-RU"/>
              </w:rPr>
            </w:pPr>
            <w:r w:rsidRPr="00646670">
              <w:rPr>
                <w:rFonts w:eastAsia="Times New Roman"/>
                <w:sz w:val="22"/>
                <w:szCs w:val="22"/>
                <w:lang w:eastAsia="ru-RU"/>
              </w:rPr>
              <w:t>1</w:t>
            </w:r>
            <w:r w:rsidR="00314156">
              <w:rPr>
                <w:rFonts w:eastAsia="Times New Roman"/>
                <w:sz w:val="22"/>
                <w:szCs w:val="22"/>
                <w:lang w:eastAsia="ru-RU"/>
              </w:rPr>
              <w:t>519,70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314156">
            <w:pPr>
              <w:rPr>
                <w:rFonts w:eastAsia="Times New Roman"/>
                <w:lang w:eastAsia="ru-RU"/>
              </w:rPr>
            </w:pPr>
            <w:r w:rsidRPr="00646670">
              <w:rPr>
                <w:rFonts w:eastAsia="Times New Roman"/>
                <w:lang w:eastAsia="ru-RU"/>
              </w:rPr>
              <w:t>1</w:t>
            </w:r>
            <w:r w:rsidR="00314156">
              <w:rPr>
                <w:rFonts w:eastAsia="Times New Roman"/>
                <w:lang w:eastAsia="ru-RU"/>
              </w:rPr>
              <w:t>519,70</w:t>
            </w:r>
          </w:p>
        </w:tc>
      </w:tr>
      <w:tr w:rsidR="004527A8" w:rsidRPr="00646670" w:rsidTr="004527A8">
        <w:trPr>
          <w:trHeight w:val="434"/>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4527A8" w:rsidRPr="00646670" w:rsidRDefault="004527A8" w:rsidP="004527A8">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4527A8" w:rsidRPr="00646670" w:rsidRDefault="004527A8" w:rsidP="004527A8">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4527A8" w:rsidRPr="00646670" w:rsidRDefault="004527A8" w:rsidP="004527A8">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4527A8" w:rsidRPr="00646670" w:rsidRDefault="004527A8" w:rsidP="004527A8">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4527A8" w:rsidRPr="00646670" w:rsidRDefault="004527A8" w:rsidP="004527A8">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4527A8" w:rsidRPr="00646670" w:rsidRDefault="004527A8" w:rsidP="004527A8">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4527A8" w:rsidRPr="00646670" w:rsidRDefault="004527A8" w:rsidP="004527A8">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4527A8" w:rsidRPr="00646670" w:rsidRDefault="004527A8" w:rsidP="004527A8">
            <w:pPr>
              <w:jc w:val="center"/>
              <w:rPr>
                <w:rFonts w:eastAsia="Times New Roman"/>
                <w:color w:val="000000"/>
                <w:lang w:eastAsia="ru-RU"/>
              </w:rPr>
            </w:pPr>
            <w:r>
              <w:rPr>
                <w:rFonts w:eastAsia="Times New Roman"/>
                <w:color w:val="000000"/>
                <w:lang w:eastAsia="ru-RU"/>
              </w:rPr>
              <w:t>8</w:t>
            </w:r>
          </w:p>
        </w:tc>
      </w:tr>
      <w:tr w:rsidR="004527A8" w:rsidRPr="00646670" w:rsidTr="004527A8">
        <w:trPr>
          <w:trHeight w:val="1273"/>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1.3.</w:t>
            </w:r>
          </w:p>
        </w:tc>
        <w:tc>
          <w:tcPr>
            <w:tcW w:w="3762"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4527A8">
            <w:pPr>
              <w:rPr>
                <w:rFonts w:eastAsia="Times New Roman"/>
                <w:lang w:eastAsia="ru-RU"/>
              </w:rPr>
            </w:pPr>
            <w:r w:rsidRPr="00646670">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2268" w:type="dxa"/>
            <w:tcBorders>
              <w:top w:val="single" w:sz="4" w:space="0" w:color="auto"/>
              <w:left w:val="nil"/>
              <w:bottom w:val="single" w:sz="4" w:space="0" w:color="auto"/>
              <w:right w:val="single" w:sz="4" w:space="0" w:color="auto"/>
            </w:tcBorders>
            <w:shd w:val="clear" w:color="auto" w:fill="auto"/>
            <w:hideMark/>
          </w:tcPr>
          <w:p w:rsidR="004527A8" w:rsidRPr="00850F7A" w:rsidRDefault="004527A8" w:rsidP="00646670">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01130510380200</w:t>
            </w:r>
          </w:p>
        </w:tc>
        <w:tc>
          <w:tcPr>
            <w:tcW w:w="1680"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150,00</w:t>
            </w:r>
          </w:p>
        </w:tc>
        <w:tc>
          <w:tcPr>
            <w:tcW w:w="1581"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150,00</w:t>
            </w:r>
          </w:p>
        </w:tc>
      </w:tr>
      <w:tr w:rsidR="004527A8" w:rsidRPr="00646670" w:rsidTr="00690245">
        <w:trPr>
          <w:trHeight w:val="101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1.4.</w:t>
            </w:r>
          </w:p>
        </w:tc>
        <w:tc>
          <w:tcPr>
            <w:tcW w:w="3762"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90245">
            <w:pPr>
              <w:rPr>
                <w:rFonts w:eastAsia="Times New Roman"/>
                <w:lang w:eastAsia="ru-RU"/>
              </w:rPr>
            </w:pPr>
            <w:r w:rsidRPr="00646670">
              <w:rPr>
                <w:rFonts w:eastAsia="Times New Roman"/>
                <w:lang w:eastAsia="ru-RU"/>
              </w:rPr>
              <w:t xml:space="preserve">Внедрение современных кадровых технологий </w:t>
            </w:r>
          </w:p>
        </w:tc>
        <w:tc>
          <w:tcPr>
            <w:tcW w:w="2268" w:type="dxa"/>
            <w:tcBorders>
              <w:top w:val="single" w:sz="4" w:space="0" w:color="auto"/>
              <w:left w:val="nil"/>
              <w:bottom w:val="single" w:sz="4" w:space="0" w:color="auto"/>
              <w:right w:val="single" w:sz="4" w:space="0" w:color="auto"/>
            </w:tcBorders>
            <w:shd w:val="clear" w:color="auto" w:fill="auto"/>
            <w:hideMark/>
          </w:tcPr>
          <w:p w:rsidR="004527A8" w:rsidRPr="00850F7A" w:rsidRDefault="004527A8" w:rsidP="00646670">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10010510480470</w:t>
            </w:r>
          </w:p>
        </w:tc>
        <w:tc>
          <w:tcPr>
            <w:tcW w:w="1680"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5047,10</w:t>
            </w:r>
          </w:p>
        </w:tc>
        <w:tc>
          <w:tcPr>
            <w:tcW w:w="1581"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5047,10</w:t>
            </w:r>
          </w:p>
        </w:tc>
      </w:tr>
      <w:tr w:rsidR="004527A8" w:rsidRPr="00646670" w:rsidTr="00850F7A">
        <w:trPr>
          <w:trHeight w:val="984"/>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1.5.</w:t>
            </w:r>
          </w:p>
        </w:tc>
        <w:tc>
          <w:tcPr>
            <w:tcW w:w="3762"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314156">
            <w:pPr>
              <w:rPr>
                <w:rFonts w:eastAsia="Times New Roman"/>
                <w:lang w:eastAsia="ru-RU"/>
              </w:rPr>
            </w:pPr>
            <w:r w:rsidRPr="00646670">
              <w:rPr>
                <w:rFonts w:eastAsia="Times New Roman"/>
                <w:lang w:eastAsia="ru-RU"/>
              </w:rPr>
              <w:t>Обеспечение экологической безопасности и качества окружающей среды.</w:t>
            </w:r>
          </w:p>
        </w:tc>
        <w:tc>
          <w:tcPr>
            <w:tcW w:w="2268" w:type="dxa"/>
            <w:tcBorders>
              <w:top w:val="single" w:sz="4" w:space="0" w:color="auto"/>
              <w:left w:val="nil"/>
              <w:bottom w:val="single" w:sz="4" w:space="0" w:color="auto"/>
              <w:right w:val="single" w:sz="4" w:space="0" w:color="auto"/>
            </w:tcBorders>
            <w:shd w:val="clear" w:color="auto" w:fill="auto"/>
            <w:hideMark/>
          </w:tcPr>
          <w:p w:rsidR="004527A8" w:rsidRPr="00850F7A" w:rsidRDefault="004527A8" w:rsidP="00646670">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06050510580400</w:t>
            </w:r>
          </w:p>
        </w:tc>
        <w:tc>
          <w:tcPr>
            <w:tcW w:w="1680"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10,00</w:t>
            </w:r>
          </w:p>
        </w:tc>
        <w:tc>
          <w:tcPr>
            <w:tcW w:w="1581"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10,00</w:t>
            </w:r>
          </w:p>
        </w:tc>
      </w:tr>
      <w:tr w:rsidR="004527A8" w:rsidRPr="00646670" w:rsidTr="00850F7A">
        <w:trPr>
          <w:trHeight w:val="8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1.6.</w:t>
            </w:r>
          </w:p>
        </w:tc>
        <w:tc>
          <w:tcPr>
            <w:tcW w:w="3762"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4527A8" w:rsidRPr="00850F7A" w:rsidRDefault="004527A8" w:rsidP="00690245">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01130510680200  01070510682070   04050510678450</w:t>
            </w:r>
          </w:p>
        </w:tc>
        <w:tc>
          <w:tcPr>
            <w:tcW w:w="1680" w:type="dxa"/>
            <w:tcBorders>
              <w:top w:val="single" w:sz="4" w:space="0" w:color="auto"/>
              <w:left w:val="nil"/>
              <w:bottom w:val="single" w:sz="4" w:space="0" w:color="auto"/>
              <w:right w:val="single" w:sz="4" w:space="0" w:color="auto"/>
            </w:tcBorders>
            <w:shd w:val="clear" w:color="000000" w:fill="FFFFFF"/>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1940,60</w:t>
            </w:r>
          </w:p>
        </w:tc>
        <w:tc>
          <w:tcPr>
            <w:tcW w:w="1581" w:type="dxa"/>
            <w:tcBorders>
              <w:top w:val="single" w:sz="4" w:space="0" w:color="auto"/>
              <w:left w:val="nil"/>
              <w:bottom w:val="single" w:sz="4" w:space="0" w:color="auto"/>
              <w:right w:val="single" w:sz="4" w:space="0" w:color="auto"/>
            </w:tcBorders>
            <w:shd w:val="clear" w:color="000000" w:fill="FFFFFF"/>
            <w:hideMark/>
          </w:tcPr>
          <w:p w:rsidR="004527A8" w:rsidRPr="00646670" w:rsidRDefault="004527A8" w:rsidP="00646670">
            <w:pPr>
              <w:rPr>
                <w:rFonts w:eastAsia="Times New Roman"/>
                <w:lang w:eastAsia="ru-RU"/>
              </w:rPr>
            </w:pPr>
            <w:r w:rsidRPr="00646670">
              <w:rPr>
                <w:rFonts w:eastAsia="Times New Roman"/>
                <w:lang w:eastAsia="ru-RU"/>
              </w:rPr>
              <w:t>556,80</w:t>
            </w:r>
          </w:p>
        </w:tc>
        <w:tc>
          <w:tcPr>
            <w:tcW w:w="1275" w:type="dxa"/>
            <w:tcBorders>
              <w:top w:val="single" w:sz="4" w:space="0" w:color="auto"/>
              <w:left w:val="nil"/>
              <w:bottom w:val="single" w:sz="4" w:space="0" w:color="auto"/>
              <w:right w:val="single" w:sz="4" w:space="0" w:color="auto"/>
            </w:tcBorders>
            <w:shd w:val="clear" w:color="000000" w:fill="FFFFFF"/>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723,80</w:t>
            </w:r>
          </w:p>
        </w:tc>
        <w:tc>
          <w:tcPr>
            <w:tcW w:w="1276" w:type="dxa"/>
            <w:tcBorders>
              <w:top w:val="single" w:sz="4" w:space="0" w:color="auto"/>
              <w:left w:val="nil"/>
              <w:bottom w:val="single" w:sz="4" w:space="0" w:color="auto"/>
              <w:right w:val="single" w:sz="4" w:space="0" w:color="auto"/>
            </w:tcBorders>
            <w:shd w:val="clear" w:color="000000" w:fill="FFFFFF"/>
            <w:hideMark/>
          </w:tcPr>
          <w:p w:rsidR="004527A8" w:rsidRPr="00646670" w:rsidRDefault="004527A8" w:rsidP="00646670">
            <w:pPr>
              <w:rPr>
                <w:rFonts w:eastAsia="Times New Roman"/>
                <w:lang w:eastAsia="ru-RU"/>
              </w:rPr>
            </w:pPr>
            <w:r w:rsidRPr="00646670">
              <w:rPr>
                <w:rFonts w:eastAsia="Times New Roman"/>
                <w:lang w:eastAsia="ru-RU"/>
              </w:rPr>
              <w:t>660,00</w:t>
            </w:r>
          </w:p>
        </w:tc>
      </w:tr>
      <w:tr w:rsidR="004527A8" w:rsidRPr="00646670" w:rsidTr="006C07C7">
        <w:trPr>
          <w:trHeight w:val="98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1.7.</w:t>
            </w:r>
          </w:p>
        </w:tc>
        <w:tc>
          <w:tcPr>
            <w:tcW w:w="3762"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Развитие сети автомобильных дорог общего пользования местного значения</w:t>
            </w:r>
          </w:p>
        </w:tc>
        <w:tc>
          <w:tcPr>
            <w:tcW w:w="2268" w:type="dxa"/>
            <w:tcBorders>
              <w:top w:val="single" w:sz="4" w:space="0" w:color="auto"/>
              <w:left w:val="nil"/>
              <w:bottom w:val="single" w:sz="4" w:space="0" w:color="auto"/>
              <w:right w:val="single" w:sz="4" w:space="0" w:color="auto"/>
            </w:tcBorders>
            <w:shd w:val="clear" w:color="auto" w:fill="auto"/>
            <w:hideMark/>
          </w:tcPr>
          <w:p w:rsidR="004527A8" w:rsidRPr="00850F7A" w:rsidRDefault="004527A8" w:rsidP="00646670">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04090510781290</w:t>
            </w:r>
          </w:p>
        </w:tc>
        <w:tc>
          <w:tcPr>
            <w:tcW w:w="1680"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 </w:t>
            </w:r>
          </w:p>
        </w:tc>
      </w:tr>
      <w:tr w:rsidR="004527A8" w:rsidRPr="00646670" w:rsidTr="006C07C7">
        <w:trPr>
          <w:trHeight w:val="980"/>
        </w:trPr>
        <w:tc>
          <w:tcPr>
            <w:tcW w:w="931" w:type="dxa"/>
            <w:tcBorders>
              <w:top w:val="single" w:sz="4" w:space="0" w:color="auto"/>
              <w:left w:val="single" w:sz="4" w:space="0" w:color="auto"/>
              <w:bottom w:val="single" w:sz="4" w:space="0" w:color="auto"/>
              <w:right w:val="single" w:sz="4" w:space="0" w:color="auto"/>
            </w:tcBorders>
            <w:shd w:val="clear" w:color="auto" w:fill="auto"/>
          </w:tcPr>
          <w:p w:rsidR="004527A8" w:rsidRPr="00646670" w:rsidRDefault="004527A8" w:rsidP="00646670">
            <w:pPr>
              <w:rPr>
                <w:rFonts w:eastAsia="Times New Roman"/>
                <w:lang w:eastAsia="ru-RU"/>
              </w:rPr>
            </w:pPr>
            <w:r>
              <w:rPr>
                <w:rFonts w:eastAsia="Times New Roman"/>
                <w:lang w:eastAsia="ru-RU"/>
              </w:rPr>
              <w:t>1.8</w:t>
            </w:r>
          </w:p>
        </w:tc>
        <w:tc>
          <w:tcPr>
            <w:tcW w:w="3762" w:type="dxa"/>
            <w:tcBorders>
              <w:top w:val="single" w:sz="4" w:space="0" w:color="auto"/>
              <w:left w:val="nil"/>
              <w:bottom w:val="single" w:sz="4" w:space="0" w:color="auto"/>
              <w:right w:val="single" w:sz="4" w:space="0" w:color="auto"/>
            </w:tcBorders>
            <w:shd w:val="clear" w:color="auto" w:fill="auto"/>
          </w:tcPr>
          <w:p w:rsidR="004527A8" w:rsidRPr="00646670" w:rsidRDefault="004527A8" w:rsidP="00646670">
            <w:pPr>
              <w:rPr>
                <w:rFonts w:eastAsia="Times New Roman"/>
                <w:lang w:eastAsia="ru-RU"/>
              </w:rPr>
            </w:pPr>
            <w:r>
              <w:rPr>
                <w:rFonts w:eastAsia="Times New Roman"/>
                <w:lang w:eastAsia="ru-RU"/>
              </w:rPr>
              <w:t>Обеспечение функционирования Ревизионной комиссии Таловского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tcPr>
          <w:p w:rsidR="004527A8" w:rsidRPr="00850F7A" w:rsidRDefault="004527A8" w:rsidP="00646670">
            <w:pPr>
              <w:rPr>
                <w:rFonts w:eastAsia="Times New Roman"/>
                <w:sz w:val="20"/>
                <w:szCs w:val="20"/>
                <w:lang w:eastAsia="ru-RU"/>
              </w:rPr>
            </w:pPr>
            <w:r w:rsidRPr="00850F7A">
              <w:rPr>
                <w:rFonts w:eastAsia="Times New Roman"/>
                <w:sz w:val="20"/>
                <w:szCs w:val="20"/>
                <w:lang w:eastAsia="ru-RU"/>
              </w:rPr>
              <w:t>Ревизионная комиссия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tcPr>
          <w:p w:rsidR="004527A8" w:rsidRPr="00646670" w:rsidRDefault="004527A8" w:rsidP="00646670">
            <w:pPr>
              <w:rPr>
                <w:rFonts w:eastAsia="Times New Roman"/>
                <w:sz w:val="22"/>
                <w:szCs w:val="22"/>
                <w:lang w:eastAsia="ru-RU"/>
              </w:rPr>
            </w:pPr>
          </w:p>
        </w:tc>
        <w:tc>
          <w:tcPr>
            <w:tcW w:w="1680" w:type="dxa"/>
            <w:tcBorders>
              <w:top w:val="single" w:sz="4" w:space="0" w:color="auto"/>
              <w:left w:val="nil"/>
              <w:bottom w:val="single" w:sz="4" w:space="0" w:color="auto"/>
              <w:right w:val="single" w:sz="4" w:space="0" w:color="auto"/>
            </w:tcBorders>
            <w:shd w:val="clear" w:color="auto" w:fill="auto"/>
          </w:tcPr>
          <w:p w:rsidR="004527A8" w:rsidRPr="00646670" w:rsidRDefault="004527A8" w:rsidP="00646670">
            <w:pPr>
              <w:rPr>
                <w:rFonts w:eastAsia="Times New Roman"/>
                <w:sz w:val="22"/>
                <w:szCs w:val="22"/>
                <w:lang w:eastAsia="ru-RU"/>
              </w:rPr>
            </w:pPr>
            <w:r>
              <w:rPr>
                <w:rFonts w:eastAsia="Times New Roman"/>
                <w:lang w:eastAsia="ru-RU"/>
              </w:rPr>
              <w:t>119,30</w:t>
            </w:r>
          </w:p>
        </w:tc>
        <w:tc>
          <w:tcPr>
            <w:tcW w:w="1581" w:type="dxa"/>
            <w:tcBorders>
              <w:top w:val="single" w:sz="4" w:space="0" w:color="auto"/>
              <w:left w:val="nil"/>
              <w:bottom w:val="single" w:sz="4" w:space="0" w:color="auto"/>
              <w:right w:val="single" w:sz="4" w:space="0" w:color="auto"/>
            </w:tcBorders>
            <w:shd w:val="clear" w:color="auto" w:fill="auto"/>
          </w:tcPr>
          <w:p w:rsidR="004527A8" w:rsidRPr="00646670" w:rsidRDefault="004527A8" w:rsidP="00646670">
            <w:pPr>
              <w:rPr>
                <w:rFonts w:eastAsia="Times New Roman"/>
                <w:lang w:eastAsia="ru-RU"/>
              </w:rPr>
            </w:pPr>
          </w:p>
        </w:tc>
        <w:tc>
          <w:tcPr>
            <w:tcW w:w="1275" w:type="dxa"/>
            <w:tcBorders>
              <w:top w:val="single" w:sz="4" w:space="0" w:color="auto"/>
              <w:left w:val="nil"/>
              <w:bottom w:val="single" w:sz="4" w:space="0" w:color="auto"/>
              <w:right w:val="single" w:sz="4" w:space="0" w:color="auto"/>
            </w:tcBorders>
            <w:shd w:val="clear" w:color="auto" w:fill="auto"/>
          </w:tcPr>
          <w:p w:rsidR="004527A8" w:rsidRPr="00646670" w:rsidRDefault="004527A8" w:rsidP="00646670">
            <w:pPr>
              <w:rPr>
                <w:rFonts w:eastAsia="Times New Roman"/>
                <w:sz w:val="22"/>
                <w:szCs w:val="22"/>
                <w:lang w:eastAsia="ru-RU"/>
              </w:rPr>
            </w:pPr>
          </w:p>
        </w:tc>
        <w:tc>
          <w:tcPr>
            <w:tcW w:w="1276" w:type="dxa"/>
            <w:tcBorders>
              <w:top w:val="single" w:sz="4" w:space="0" w:color="auto"/>
              <w:left w:val="nil"/>
              <w:bottom w:val="single" w:sz="4" w:space="0" w:color="auto"/>
              <w:right w:val="single" w:sz="4" w:space="0" w:color="auto"/>
            </w:tcBorders>
            <w:shd w:val="clear" w:color="auto" w:fill="auto"/>
          </w:tcPr>
          <w:p w:rsidR="004527A8" w:rsidRPr="00646670" w:rsidRDefault="004527A8" w:rsidP="00646670">
            <w:pPr>
              <w:rPr>
                <w:rFonts w:eastAsia="Times New Roman"/>
                <w:lang w:eastAsia="ru-RU"/>
              </w:rPr>
            </w:pPr>
            <w:r>
              <w:rPr>
                <w:rFonts w:eastAsia="Times New Roman"/>
                <w:lang w:eastAsia="ru-RU"/>
              </w:rPr>
              <w:t>119,30</w:t>
            </w:r>
          </w:p>
        </w:tc>
      </w:tr>
      <w:tr w:rsidR="004527A8" w:rsidRPr="00646670" w:rsidTr="006C07C7">
        <w:trPr>
          <w:trHeight w:val="222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4527A8" w:rsidRPr="00646670" w:rsidRDefault="004527A8" w:rsidP="00646670">
            <w:pPr>
              <w:rPr>
                <w:rFonts w:eastAsia="Times New Roman"/>
                <w:b/>
                <w:bCs/>
                <w:lang w:eastAsia="ru-RU"/>
              </w:rPr>
            </w:pPr>
            <w:r w:rsidRPr="00646670">
              <w:rPr>
                <w:rFonts w:eastAsia="Times New Roman"/>
                <w:b/>
                <w:bCs/>
                <w:lang w:eastAsia="ru-RU"/>
              </w:rPr>
              <w:t>2.</w:t>
            </w:r>
          </w:p>
        </w:tc>
        <w:tc>
          <w:tcPr>
            <w:tcW w:w="3762"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b/>
                <w:bCs/>
                <w:lang w:eastAsia="ru-RU"/>
              </w:rPr>
            </w:pPr>
            <w:r w:rsidRPr="00646670">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268"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lang w:eastAsia="ru-RU"/>
              </w:rPr>
            </w:pPr>
            <w:r w:rsidRPr="00646670">
              <w:rPr>
                <w:rFonts w:eastAsia="Times New Roman"/>
                <w:lang w:eastAsia="ru-RU"/>
              </w:rPr>
              <w:t>МКУ «ЕДДС и ХТО»</w:t>
            </w:r>
          </w:p>
        </w:tc>
        <w:tc>
          <w:tcPr>
            <w:tcW w:w="2126"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sz w:val="22"/>
                <w:szCs w:val="22"/>
                <w:lang w:eastAsia="ru-RU"/>
              </w:rPr>
            </w:pPr>
            <w:r w:rsidRPr="00646670">
              <w:rPr>
                <w:rFonts w:eastAsia="Times New Roman"/>
                <w:sz w:val="22"/>
                <w:szCs w:val="22"/>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90792B">
            <w:pPr>
              <w:rPr>
                <w:rFonts w:eastAsia="Times New Roman"/>
                <w:b/>
                <w:bCs/>
                <w:sz w:val="22"/>
                <w:szCs w:val="22"/>
                <w:lang w:eastAsia="ru-RU"/>
              </w:rPr>
            </w:pPr>
            <w:r w:rsidRPr="00646670">
              <w:rPr>
                <w:rFonts w:eastAsia="Times New Roman"/>
                <w:b/>
                <w:bCs/>
                <w:sz w:val="22"/>
                <w:szCs w:val="22"/>
                <w:lang w:eastAsia="ru-RU"/>
              </w:rPr>
              <w:t>207</w:t>
            </w:r>
            <w:r>
              <w:rPr>
                <w:rFonts w:eastAsia="Times New Roman"/>
                <w:b/>
                <w:bCs/>
                <w:sz w:val="22"/>
                <w:szCs w:val="22"/>
                <w:lang w:eastAsia="ru-RU"/>
              </w:rPr>
              <w:t>6</w:t>
            </w:r>
            <w:r w:rsidRPr="00646670">
              <w:rPr>
                <w:rFonts w:eastAsia="Times New Roman"/>
                <w:b/>
                <w:bCs/>
                <w:sz w:val="22"/>
                <w:szCs w:val="22"/>
                <w:lang w:eastAsia="ru-RU"/>
              </w:rPr>
              <w:t>5,50</w:t>
            </w:r>
          </w:p>
        </w:tc>
        <w:tc>
          <w:tcPr>
            <w:tcW w:w="1581"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b/>
                <w:bCs/>
                <w:lang w:eastAsia="ru-RU"/>
              </w:rPr>
            </w:pPr>
            <w:r>
              <w:rPr>
                <w:rFonts w:eastAsia="Times New Roman"/>
                <w:b/>
                <w:bCs/>
                <w:lang w:eastAsia="ru-RU"/>
              </w:rPr>
              <w:t>3</w:t>
            </w: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4527A8" w:rsidRPr="00646670" w:rsidRDefault="004527A8" w:rsidP="00646670">
            <w:pPr>
              <w:rPr>
                <w:rFonts w:eastAsia="Times New Roman"/>
                <w:b/>
                <w:bCs/>
                <w:lang w:eastAsia="ru-RU"/>
              </w:rPr>
            </w:pPr>
            <w:r w:rsidRPr="00646670">
              <w:rPr>
                <w:rFonts w:eastAsia="Times New Roman"/>
                <w:b/>
                <w:bCs/>
                <w:lang w:eastAsia="ru-RU"/>
              </w:rPr>
              <w:t>20735,50</w:t>
            </w:r>
          </w:p>
        </w:tc>
      </w:tr>
      <w:tr w:rsidR="00850F7A" w:rsidRPr="00646670" w:rsidTr="00850F7A">
        <w:trPr>
          <w:trHeight w:val="433"/>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850F7A" w:rsidRPr="00646670" w:rsidRDefault="00850F7A" w:rsidP="00F21293">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850F7A" w:rsidRPr="00646670" w:rsidRDefault="00850F7A" w:rsidP="00F21293">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850F7A" w:rsidRPr="00646670" w:rsidRDefault="00850F7A" w:rsidP="00F21293">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850F7A" w:rsidRPr="00646670" w:rsidRDefault="00850F7A" w:rsidP="00F21293">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850F7A" w:rsidRPr="00646670" w:rsidRDefault="00850F7A" w:rsidP="00F21293">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50F7A" w:rsidRPr="00646670" w:rsidRDefault="00850F7A" w:rsidP="00F21293">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50F7A" w:rsidRPr="00646670" w:rsidRDefault="00850F7A" w:rsidP="00F21293">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50F7A" w:rsidRPr="00646670" w:rsidRDefault="00850F7A" w:rsidP="00F21293">
            <w:pPr>
              <w:jc w:val="center"/>
              <w:rPr>
                <w:rFonts w:eastAsia="Times New Roman"/>
                <w:color w:val="000000"/>
                <w:lang w:eastAsia="ru-RU"/>
              </w:rPr>
            </w:pPr>
            <w:r>
              <w:rPr>
                <w:rFonts w:eastAsia="Times New Roman"/>
                <w:color w:val="000000"/>
                <w:lang w:eastAsia="ru-RU"/>
              </w:rPr>
              <w:t>8</w:t>
            </w:r>
          </w:p>
        </w:tc>
      </w:tr>
      <w:tr w:rsidR="00850F7A"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2.1.</w:t>
            </w:r>
          </w:p>
        </w:tc>
        <w:tc>
          <w:tcPr>
            <w:tcW w:w="3762"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Обеспечение безопасности в чрезвычайных ситуациях</w:t>
            </w:r>
          </w:p>
        </w:tc>
        <w:tc>
          <w:tcPr>
            <w:tcW w:w="2268"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03090520100590</w:t>
            </w:r>
          </w:p>
        </w:tc>
        <w:tc>
          <w:tcPr>
            <w:tcW w:w="1680"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2678,20</w:t>
            </w:r>
          </w:p>
        </w:tc>
        <w:tc>
          <w:tcPr>
            <w:tcW w:w="1581"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nil"/>
            </w:tcBorders>
            <w:shd w:val="clear" w:color="auto" w:fill="auto"/>
            <w:noWrap/>
            <w:vAlign w:val="bottom"/>
            <w:hideMark/>
          </w:tcPr>
          <w:p w:rsidR="00850F7A" w:rsidRPr="0090792B" w:rsidRDefault="00850F7A" w:rsidP="00646670">
            <w:pPr>
              <w:rPr>
                <w:rFonts w:eastAsia="Times New Roman"/>
                <w:color w:val="000000"/>
                <w:sz w:val="22"/>
                <w:szCs w:val="22"/>
                <w:lang w:eastAsia="ru-RU"/>
              </w:rPr>
            </w:pPr>
            <w:r w:rsidRPr="0090792B">
              <w:rPr>
                <w:rFonts w:eastAsia="Times New Roman"/>
                <w:color w:val="000000"/>
                <w:sz w:val="22"/>
                <w:szCs w:val="22"/>
                <w:lang w:eastAsia="ru-RU"/>
              </w:rPr>
              <w:t>30,00</w:t>
            </w:r>
          </w:p>
          <w:p w:rsidR="00850F7A" w:rsidRPr="00646670" w:rsidRDefault="00850F7A" w:rsidP="00646670">
            <w:pPr>
              <w:rPr>
                <w:rFonts w:ascii="Calibri" w:eastAsia="Times New Roman" w:hAnsi="Calibri"/>
                <w:color w:val="000000"/>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2678,20</w:t>
            </w:r>
          </w:p>
        </w:tc>
      </w:tr>
      <w:tr w:rsidR="00850F7A"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2.2.</w:t>
            </w:r>
          </w:p>
        </w:tc>
        <w:tc>
          <w:tcPr>
            <w:tcW w:w="3762"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01130520200590</w:t>
            </w:r>
          </w:p>
        </w:tc>
        <w:tc>
          <w:tcPr>
            <w:tcW w:w="1680"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18057,30</w:t>
            </w:r>
          </w:p>
        </w:tc>
        <w:tc>
          <w:tcPr>
            <w:tcW w:w="1581"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18057,30</w:t>
            </w:r>
          </w:p>
        </w:tc>
      </w:tr>
      <w:tr w:rsidR="00850F7A" w:rsidRPr="00646670" w:rsidTr="00850F7A">
        <w:trPr>
          <w:trHeight w:val="69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50F7A" w:rsidRPr="00646670" w:rsidRDefault="00850F7A" w:rsidP="00646670">
            <w:pPr>
              <w:rPr>
                <w:rFonts w:eastAsia="Times New Roman"/>
                <w:b/>
                <w:bCs/>
                <w:lang w:eastAsia="ru-RU"/>
              </w:rPr>
            </w:pPr>
            <w:r w:rsidRPr="00646670">
              <w:rPr>
                <w:rFonts w:eastAsia="Times New Roman"/>
                <w:b/>
                <w:bCs/>
                <w:lang w:eastAsia="ru-RU"/>
              </w:rPr>
              <w:t>3.</w:t>
            </w:r>
          </w:p>
        </w:tc>
        <w:tc>
          <w:tcPr>
            <w:tcW w:w="3762"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b/>
                <w:bCs/>
                <w:lang w:eastAsia="ru-RU"/>
              </w:rPr>
            </w:pPr>
            <w:r w:rsidRPr="00646670">
              <w:rPr>
                <w:rFonts w:eastAsia="Times New Roman"/>
                <w:b/>
                <w:bCs/>
                <w:lang w:eastAsia="ru-RU"/>
              </w:rPr>
              <w:t>Подпрграмма3 «Управление муниципальным имуществом» </w:t>
            </w:r>
          </w:p>
        </w:tc>
        <w:tc>
          <w:tcPr>
            <w:tcW w:w="2268" w:type="dxa"/>
            <w:tcBorders>
              <w:top w:val="single" w:sz="4" w:space="0" w:color="auto"/>
              <w:left w:val="nil"/>
              <w:bottom w:val="single" w:sz="4" w:space="0" w:color="auto"/>
              <w:right w:val="single" w:sz="4" w:space="0" w:color="auto"/>
            </w:tcBorders>
            <w:shd w:val="clear" w:color="auto" w:fill="auto"/>
            <w:hideMark/>
          </w:tcPr>
          <w:p w:rsidR="00850F7A" w:rsidRPr="00850F7A" w:rsidRDefault="00850F7A" w:rsidP="00646670">
            <w:pPr>
              <w:rPr>
                <w:rFonts w:eastAsia="Times New Roman"/>
                <w:sz w:val="20"/>
                <w:szCs w:val="20"/>
                <w:lang w:eastAsia="ru-RU"/>
              </w:rPr>
            </w:pPr>
            <w:r w:rsidRPr="00850F7A">
              <w:rPr>
                <w:rFonts w:eastAsia="Times New Roman"/>
                <w:sz w:val="20"/>
                <w:szCs w:val="20"/>
                <w:lang w:eastAsia="ru-RU"/>
              </w:rPr>
              <w:t>Отдел по управлению муниципальным имуществом</w:t>
            </w:r>
          </w:p>
        </w:tc>
        <w:tc>
          <w:tcPr>
            <w:tcW w:w="212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tcPr>
          <w:p w:rsidR="00850F7A" w:rsidRPr="00646670" w:rsidRDefault="00850F7A" w:rsidP="00646670">
            <w:pPr>
              <w:rPr>
                <w:rFonts w:eastAsia="Times New Roman"/>
                <w:b/>
                <w:bCs/>
                <w:sz w:val="22"/>
                <w:szCs w:val="22"/>
                <w:lang w:eastAsia="ru-RU"/>
              </w:rPr>
            </w:pPr>
            <w:r>
              <w:rPr>
                <w:rFonts w:eastAsia="Times New Roman"/>
                <w:b/>
                <w:bCs/>
                <w:sz w:val="22"/>
                <w:szCs w:val="22"/>
                <w:lang w:eastAsia="ru-RU"/>
              </w:rPr>
              <w:t>6076,80</w:t>
            </w:r>
          </w:p>
        </w:tc>
        <w:tc>
          <w:tcPr>
            <w:tcW w:w="1581"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b/>
                <w:bCs/>
                <w:lang w:eastAsia="ru-RU"/>
              </w:rPr>
            </w:pP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b/>
                <w:bCs/>
                <w:lang w:eastAsia="ru-RU"/>
              </w:rPr>
            </w:pPr>
            <w:r>
              <w:rPr>
                <w:rFonts w:eastAsia="Times New Roman"/>
                <w:b/>
                <w:bCs/>
                <w:lang w:eastAsia="ru-RU"/>
              </w:rPr>
              <w:t>6076,80</w:t>
            </w:r>
          </w:p>
        </w:tc>
      </w:tr>
      <w:tr w:rsidR="00850F7A" w:rsidRPr="00646670" w:rsidTr="00850F7A">
        <w:trPr>
          <w:trHeight w:val="83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3.1.</w:t>
            </w:r>
          </w:p>
        </w:tc>
        <w:tc>
          <w:tcPr>
            <w:tcW w:w="3762"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Техническая инвентаризация, оценка имущества для принятия управленческих решений</w:t>
            </w:r>
          </w:p>
        </w:tc>
        <w:tc>
          <w:tcPr>
            <w:tcW w:w="2268" w:type="dxa"/>
            <w:tcBorders>
              <w:top w:val="single" w:sz="4" w:space="0" w:color="auto"/>
              <w:left w:val="nil"/>
              <w:bottom w:val="single" w:sz="4" w:space="0" w:color="auto"/>
              <w:right w:val="single" w:sz="4" w:space="0" w:color="auto"/>
            </w:tcBorders>
            <w:shd w:val="clear" w:color="auto" w:fill="auto"/>
            <w:hideMark/>
          </w:tcPr>
          <w:p w:rsidR="00850F7A" w:rsidRPr="00850F7A" w:rsidRDefault="00850F7A" w:rsidP="00646670">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1130530180200</w:t>
            </w:r>
          </w:p>
        </w:tc>
        <w:tc>
          <w:tcPr>
            <w:tcW w:w="1680"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170,00</w:t>
            </w:r>
          </w:p>
        </w:tc>
        <w:tc>
          <w:tcPr>
            <w:tcW w:w="1581"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170,00</w:t>
            </w:r>
          </w:p>
        </w:tc>
      </w:tr>
      <w:tr w:rsidR="00850F7A" w:rsidRPr="00646670" w:rsidTr="00850F7A">
        <w:trPr>
          <w:trHeight w:val="140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3.2.</w:t>
            </w:r>
          </w:p>
        </w:tc>
        <w:tc>
          <w:tcPr>
            <w:tcW w:w="3762"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2268" w:type="dxa"/>
            <w:tcBorders>
              <w:top w:val="single" w:sz="4" w:space="0" w:color="auto"/>
              <w:left w:val="nil"/>
              <w:bottom w:val="single" w:sz="4" w:space="0" w:color="auto"/>
              <w:right w:val="single" w:sz="4" w:space="0" w:color="auto"/>
            </w:tcBorders>
            <w:shd w:val="clear" w:color="auto" w:fill="auto"/>
            <w:hideMark/>
          </w:tcPr>
          <w:p w:rsidR="00850F7A" w:rsidRPr="00850F7A" w:rsidRDefault="00850F7A" w:rsidP="00646670">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1130530280200</w:t>
            </w:r>
          </w:p>
        </w:tc>
        <w:tc>
          <w:tcPr>
            <w:tcW w:w="1680"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Pr>
                <w:rFonts w:eastAsia="Times New Roman"/>
                <w:sz w:val="22"/>
                <w:szCs w:val="22"/>
                <w:lang w:eastAsia="ru-RU"/>
              </w:rPr>
              <w:t>2076,80</w:t>
            </w:r>
          </w:p>
        </w:tc>
        <w:tc>
          <w:tcPr>
            <w:tcW w:w="1581"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Pr>
                <w:rFonts w:eastAsia="Times New Roman"/>
                <w:lang w:eastAsia="ru-RU"/>
              </w:rPr>
              <w:t>2076,80</w:t>
            </w:r>
          </w:p>
        </w:tc>
      </w:tr>
      <w:tr w:rsidR="00850F7A"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3.2.1.</w:t>
            </w:r>
          </w:p>
        </w:tc>
        <w:tc>
          <w:tcPr>
            <w:tcW w:w="3762"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Содержание имущества и проведение ремонтных работ</w:t>
            </w:r>
          </w:p>
        </w:tc>
        <w:tc>
          <w:tcPr>
            <w:tcW w:w="2268" w:type="dxa"/>
            <w:tcBorders>
              <w:top w:val="single" w:sz="4" w:space="0" w:color="auto"/>
              <w:left w:val="nil"/>
              <w:bottom w:val="single" w:sz="4" w:space="0" w:color="auto"/>
              <w:right w:val="single" w:sz="4" w:space="0" w:color="auto"/>
            </w:tcBorders>
            <w:shd w:val="clear" w:color="auto" w:fill="auto"/>
            <w:hideMark/>
          </w:tcPr>
          <w:p w:rsidR="00850F7A" w:rsidRPr="00850F7A" w:rsidRDefault="00850F7A" w:rsidP="00646670">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Pr>
                <w:rFonts w:eastAsia="Times New Roman"/>
                <w:sz w:val="22"/>
                <w:szCs w:val="22"/>
                <w:lang w:eastAsia="ru-RU"/>
              </w:rPr>
              <w:t>2076,80</w:t>
            </w:r>
          </w:p>
        </w:tc>
        <w:tc>
          <w:tcPr>
            <w:tcW w:w="1581"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Pr>
                <w:rFonts w:eastAsia="Times New Roman"/>
                <w:lang w:eastAsia="ru-RU"/>
              </w:rPr>
              <w:t>2076,80</w:t>
            </w:r>
          </w:p>
        </w:tc>
      </w:tr>
      <w:tr w:rsidR="00850F7A" w:rsidRPr="00646670" w:rsidTr="00850F7A">
        <w:trPr>
          <w:trHeight w:val="33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3.2.2.</w:t>
            </w:r>
          </w:p>
        </w:tc>
        <w:tc>
          <w:tcPr>
            <w:tcW w:w="3762"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Приобретение имущества казны</w:t>
            </w:r>
          </w:p>
        </w:tc>
        <w:tc>
          <w:tcPr>
            <w:tcW w:w="2268" w:type="dxa"/>
            <w:tcBorders>
              <w:top w:val="single" w:sz="4" w:space="0" w:color="auto"/>
              <w:left w:val="nil"/>
              <w:bottom w:val="single" w:sz="4" w:space="0" w:color="auto"/>
              <w:right w:val="single" w:sz="4" w:space="0" w:color="auto"/>
            </w:tcBorders>
            <w:shd w:val="clear" w:color="auto" w:fill="auto"/>
            <w:hideMark/>
          </w:tcPr>
          <w:p w:rsidR="00850F7A" w:rsidRPr="00850F7A" w:rsidRDefault="00850F7A" w:rsidP="00646670">
            <w:pPr>
              <w:rPr>
                <w:rFonts w:eastAsia="Times New Roman"/>
                <w:sz w:val="20"/>
                <w:szCs w:val="20"/>
                <w:lang w:eastAsia="ru-RU"/>
              </w:rPr>
            </w:pPr>
            <w:r w:rsidRPr="00850F7A">
              <w:rPr>
                <w:rFonts w:eastAsia="Times New Roman"/>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 </w:t>
            </w:r>
          </w:p>
        </w:tc>
      </w:tr>
      <w:tr w:rsidR="00850F7A" w:rsidRPr="00646670" w:rsidTr="00850F7A">
        <w:trPr>
          <w:trHeight w:val="556"/>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3.3.</w:t>
            </w:r>
          </w:p>
        </w:tc>
        <w:tc>
          <w:tcPr>
            <w:tcW w:w="3762"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Межевание земельных участков, оценка размера арендной платы</w:t>
            </w:r>
          </w:p>
        </w:tc>
        <w:tc>
          <w:tcPr>
            <w:tcW w:w="2268" w:type="dxa"/>
            <w:tcBorders>
              <w:top w:val="single" w:sz="4" w:space="0" w:color="auto"/>
              <w:left w:val="nil"/>
              <w:bottom w:val="single" w:sz="4" w:space="0" w:color="auto"/>
              <w:right w:val="single" w:sz="4" w:space="0" w:color="auto"/>
            </w:tcBorders>
            <w:shd w:val="clear" w:color="auto" w:fill="auto"/>
            <w:hideMark/>
          </w:tcPr>
          <w:p w:rsidR="00850F7A" w:rsidRPr="00850F7A" w:rsidRDefault="00850F7A" w:rsidP="00646670">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1130530380200</w:t>
            </w:r>
          </w:p>
        </w:tc>
        <w:tc>
          <w:tcPr>
            <w:tcW w:w="1680"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200,00</w:t>
            </w:r>
          </w:p>
        </w:tc>
        <w:tc>
          <w:tcPr>
            <w:tcW w:w="1581"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000000" w:fill="FFFFFF"/>
            <w:hideMark/>
          </w:tcPr>
          <w:p w:rsidR="00850F7A" w:rsidRPr="00646670" w:rsidRDefault="00850F7A" w:rsidP="00646670">
            <w:pPr>
              <w:rPr>
                <w:rFonts w:eastAsia="Times New Roman"/>
                <w:lang w:eastAsia="ru-RU"/>
              </w:rPr>
            </w:pPr>
            <w:r w:rsidRPr="00646670">
              <w:rPr>
                <w:rFonts w:eastAsia="Times New Roman"/>
                <w:lang w:eastAsia="ru-RU"/>
              </w:rPr>
              <w:t>200,00</w:t>
            </w:r>
          </w:p>
        </w:tc>
      </w:tr>
      <w:tr w:rsidR="00850F7A" w:rsidRPr="00646670" w:rsidTr="006C07C7">
        <w:trPr>
          <w:trHeight w:val="51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3.4.</w:t>
            </w:r>
          </w:p>
        </w:tc>
        <w:tc>
          <w:tcPr>
            <w:tcW w:w="3762"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Публикация информационных сообщений</w:t>
            </w:r>
          </w:p>
        </w:tc>
        <w:tc>
          <w:tcPr>
            <w:tcW w:w="2268" w:type="dxa"/>
            <w:tcBorders>
              <w:top w:val="single" w:sz="4" w:space="0" w:color="auto"/>
              <w:left w:val="nil"/>
              <w:bottom w:val="single" w:sz="4" w:space="0" w:color="auto"/>
              <w:right w:val="single" w:sz="4" w:space="0" w:color="auto"/>
            </w:tcBorders>
            <w:shd w:val="clear" w:color="auto" w:fill="auto"/>
            <w:hideMark/>
          </w:tcPr>
          <w:p w:rsidR="00850F7A" w:rsidRPr="00850F7A" w:rsidRDefault="00850F7A" w:rsidP="00646670">
            <w:pPr>
              <w:rPr>
                <w:rFonts w:eastAsia="Times New Roman"/>
                <w:sz w:val="20"/>
                <w:szCs w:val="20"/>
                <w:lang w:eastAsia="ru-RU"/>
              </w:rPr>
            </w:pPr>
            <w:r w:rsidRPr="00850F7A">
              <w:rPr>
                <w:rFonts w:eastAsia="Times New Roman"/>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1130530480200</w:t>
            </w:r>
          </w:p>
        </w:tc>
        <w:tc>
          <w:tcPr>
            <w:tcW w:w="1680"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50,00</w:t>
            </w:r>
          </w:p>
        </w:tc>
        <w:tc>
          <w:tcPr>
            <w:tcW w:w="1581"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50,00</w:t>
            </w:r>
          </w:p>
        </w:tc>
      </w:tr>
      <w:tr w:rsidR="00850F7A" w:rsidRPr="00646670" w:rsidTr="00690245">
        <w:trPr>
          <w:trHeight w:val="867"/>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3.5.</w:t>
            </w:r>
          </w:p>
        </w:tc>
        <w:tc>
          <w:tcPr>
            <w:tcW w:w="3762"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Обеспечение деятельности отдела по управлению муниципальным имуществом.</w:t>
            </w:r>
          </w:p>
        </w:tc>
        <w:tc>
          <w:tcPr>
            <w:tcW w:w="2268" w:type="dxa"/>
            <w:tcBorders>
              <w:top w:val="single" w:sz="4" w:space="0" w:color="auto"/>
              <w:left w:val="nil"/>
              <w:bottom w:val="single" w:sz="4" w:space="0" w:color="auto"/>
              <w:right w:val="single" w:sz="4" w:space="0" w:color="auto"/>
            </w:tcBorders>
            <w:shd w:val="clear" w:color="auto" w:fill="auto"/>
            <w:hideMark/>
          </w:tcPr>
          <w:p w:rsidR="00850F7A" w:rsidRPr="00850F7A" w:rsidRDefault="00850F7A" w:rsidP="00646670">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Pr>
                <w:rFonts w:eastAsia="Times New Roman"/>
                <w:sz w:val="20"/>
                <w:szCs w:val="20"/>
                <w:lang w:eastAsia="ru-RU"/>
              </w:rPr>
              <w:t>0</w:t>
            </w:r>
            <w:r w:rsidRPr="00646670">
              <w:rPr>
                <w:rFonts w:eastAsia="Times New Roman"/>
                <w:sz w:val="20"/>
                <w:szCs w:val="20"/>
                <w:lang w:eastAsia="ru-RU"/>
              </w:rPr>
              <w:t>1130530582010</w:t>
            </w:r>
          </w:p>
        </w:tc>
        <w:tc>
          <w:tcPr>
            <w:tcW w:w="1680"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3580,00</w:t>
            </w:r>
          </w:p>
        </w:tc>
        <w:tc>
          <w:tcPr>
            <w:tcW w:w="1581"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lang w:eastAsia="ru-RU"/>
              </w:rPr>
            </w:pPr>
            <w:r w:rsidRPr="00646670">
              <w:rPr>
                <w:rFonts w:eastAsia="Times New Roman"/>
                <w:lang w:eastAsia="ru-RU"/>
              </w:rPr>
              <w:t>3580,00</w:t>
            </w:r>
          </w:p>
        </w:tc>
      </w:tr>
      <w:tr w:rsidR="00850F7A" w:rsidRPr="00646670" w:rsidTr="006C07C7">
        <w:trPr>
          <w:trHeight w:val="8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50F7A" w:rsidRPr="00646670" w:rsidRDefault="00850F7A" w:rsidP="00646670">
            <w:pPr>
              <w:rPr>
                <w:rFonts w:eastAsia="Times New Roman"/>
                <w:b/>
                <w:bCs/>
                <w:lang w:eastAsia="ru-RU"/>
              </w:rPr>
            </w:pPr>
            <w:r w:rsidRPr="00646670">
              <w:rPr>
                <w:rFonts w:eastAsia="Times New Roman"/>
                <w:b/>
                <w:bCs/>
                <w:lang w:eastAsia="ru-RU"/>
              </w:rPr>
              <w:t>4.</w:t>
            </w:r>
          </w:p>
        </w:tc>
        <w:tc>
          <w:tcPr>
            <w:tcW w:w="3762"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b/>
                <w:bCs/>
                <w:lang w:eastAsia="ru-RU"/>
              </w:rPr>
            </w:pPr>
            <w:r w:rsidRPr="00646670">
              <w:rPr>
                <w:rFonts w:eastAsia="Times New Roman"/>
                <w:b/>
                <w:bCs/>
                <w:lang w:eastAsia="ru-RU"/>
              </w:rPr>
              <w:t>Подпрограмма 4. «Обеспечение жильем молодых семей» </w:t>
            </w:r>
          </w:p>
        </w:tc>
        <w:tc>
          <w:tcPr>
            <w:tcW w:w="2268" w:type="dxa"/>
            <w:tcBorders>
              <w:top w:val="single" w:sz="4" w:space="0" w:color="auto"/>
              <w:left w:val="nil"/>
              <w:bottom w:val="single" w:sz="4" w:space="0" w:color="auto"/>
              <w:right w:val="single" w:sz="4" w:space="0" w:color="auto"/>
            </w:tcBorders>
            <w:shd w:val="clear" w:color="auto" w:fill="auto"/>
            <w:hideMark/>
          </w:tcPr>
          <w:p w:rsidR="00850F7A" w:rsidRPr="00850F7A" w:rsidRDefault="00850F7A" w:rsidP="00646670">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646670">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7326FE">
            <w:pPr>
              <w:rPr>
                <w:rFonts w:eastAsia="Times New Roman"/>
                <w:sz w:val="22"/>
                <w:szCs w:val="22"/>
                <w:lang w:eastAsia="ru-RU"/>
              </w:rPr>
            </w:pPr>
            <w:r w:rsidRPr="00646670">
              <w:rPr>
                <w:rFonts w:eastAsia="Times New Roman"/>
                <w:sz w:val="22"/>
                <w:szCs w:val="22"/>
                <w:lang w:eastAsia="ru-RU"/>
              </w:rPr>
              <w:t>28</w:t>
            </w:r>
            <w:r w:rsidR="007326FE">
              <w:rPr>
                <w:rFonts w:eastAsia="Times New Roman"/>
                <w:sz w:val="22"/>
                <w:szCs w:val="22"/>
                <w:lang w:eastAsia="ru-RU"/>
              </w:rPr>
              <w:t>81,20</w:t>
            </w:r>
          </w:p>
        </w:tc>
        <w:tc>
          <w:tcPr>
            <w:tcW w:w="1581" w:type="dxa"/>
            <w:tcBorders>
              <w:top w:val="single" w:sz="4" w:space="0" w:color="auto"/>
              <w:left w:val="nil"/>
              <w:bottom w:val="single" w:sz="4" w:space="0" w:color="auto"/>
              <w:right w:val="single" w:sz="4" w:space="0" w:color="auto"/>
            </w:tcBorders>
            <w:shd w:val="clear" w:color="auto" w:fill="auto"/>
            <w:hideMark/>
          </w:tcPr>
          <w:p w:rsidR="00850F7A" w:rsidRPr="006C07C7" w:rsidRDefault="00850F7A" w:rsidP="00646670">
            <w:pPr>
              <w:rPr>
                <w:rFonts w:eastAsia="Times New Roman"/>
                <w:lang w:eastAsia="ru-RU"/>
              </w:rPr>
            </w:pPr>
            <w:r w:rsidRPr="006C07C7">
              <w:rPr>
                <w:rFonts w:eastAsia="Times New Roman"/>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850F7A" w:rsidRPr="006C07C7" w:rsidRDefault="00850F7A" w:rsidP="00646670">
            <w:pPr>
              <w:rPr>
                <w:rFonts w:eastAsia="Times New Roman"/>
                <w:lang w:eastAsia="ru-RU"/>
              </w:rPr>
            </w:pPr>
            <w:r w:rsidRPr="006C07C7">
              <w:rPr>
                <w:rFonts w:eastAsia="Times New Roman"/>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850F7A" w:rsidRPr="00646670" w:rsidRDefault="00850F7A" w:rsidP="007326FE">
            <w:pPr>
              <w:rPr>
                <w:rFonts w:eastAsia="Times New Roman"/>
                <w:lang w:eastAsia="ru-RU"/>
              </w:rPr>
            </w:pPr>
            <w:r w:rsidRPr="00646670">
              <w:rPr>
                <w:rFonts w:eastAsia="Times New Roman"/>
                <w:lang w:eastAsia="ru-RU"/>
              </w:rPr>
              <w:t>6</w:t>
            </w:r>
            <w:r w:rsidR="007326FE">
              <w:rPr>
                <w:rFonts w:eastAsia="Times New Roman"/>
                <w:lang w:eastAsia="ru-RU"/>
              </w:rPr>
              <w:t>41,16</w:t>
            </w:r>
          </w:p>
        </w:tc>
      </w:tr>
      <w:tr w:rsidR="007326FE" w:rsidRPr="00646670" w:rsidTr="004527A8">
        <w:trPr>
          <w:trHeight w:val="594"/>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7326FE" w:rsidRPr="00646670" w:rsidRDefault="007326FE" w:rsidP="00646670">
            <w:pPr>
              <w:rPr>
                <w:rFonts w:eastAsia="Times New Roman"/>
                <w:lang w:eastAsia="ru-RU"/>
              </w:rPr>
            </w:pPr>
            <w:r w:rsidRPr="00646670">
              <w:rPr>
                <w:rFonts w:eastAsia="Times New Roman"/>
                <w:lang w:eastAsia="ru-RU"/>
              </w:rPr>
              <w:t>4.1.</w:t>
            </w:r>
          </w:p>
        </w:tc>
        <w:tc>
          <w:tcPr>
            <w:tcW w:w="3762"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4527A8">
            <w:pPr>
              <w:rPr>
                <w:rFonts w:eastAsia="Times New Roman"/>
                <w:lang w:eastAsia="ru-RU"/>
              </w:rPr>
            </w:pPr>
            <w:r w:rsidRPr="00646670">
              <w:rPr>
                <w:rFonts w:eastAsia="Times New Roman"/>
                <w:lang w:eastAsia="ru-RU"/>
              </w:rPr>
              <w:t>Обеспечение жильем молодых семей</w:t>
            </w:r>
          </w:p>
        </w:tc>
        <w:tc>
          <w:tcPr>
            <w:tcW w:w="2268" w:type="dxa"/>
            <w:tcBorders>
              <w:top w:val="single" w:sz="4" w:space="0" w:color="auto"/>
              <w:left w:val="nil"/>
              <w:bottom w:val="single" w:sz="4" w:space="0" w:color="auto"/>
              <w:right w:val="single" w:sz="4" w:space="0" w:color="auto"/>
            </w:tcBorders>
            <w:shd w:val="clear" w:color="auto" w:fill="auto"/>
            <w:hideMark/>
          </w:tcPr>
          <w:p w:rsidR="007326FE" w:rsidRPr="00850F7A" w:rsidRDefault="007326FE" w:rsidP="00646670">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100305401L4970</w:t>
            </w:r>
          </w:p>
        </w:tc>
        <w:tc>
          <w:tcPr>
            <w:tcW w:w="1680"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7802CB">
            <w:pPr>
              <w:rPr>
                <w:rFonts w:eastAsia="Times New Roman"/>
                <w:sz w:val="22"/>
                <w:szCs w:val="22"/>
                <w:lang w:eastAsia="ru-RU"/>
              </w:rPr>
            </w:pPr>
            <w:r w:rsidRPr="00646670">
              <w:rPr>
                <w:rFonts w:eastAsia="Times New Roman"/>
                <w:sz w:val="22"/>
                <w:szCs w:val="22"/>
                <w:lang w:eastAsia="ru-RU"/>
              </w:rPr>
              <w:t>28</w:t>
            </w:r>
            <w:r>
              <w:rPr>
                <w:rFonts w:eastAsia="Times New Roman"/>
                <w:sz w:val="22"/>
                <w:szCs w:val="22"/>
                <w:lang w:eastAsia="ru-RU"/>
              </w:rPr>
              <w:t>81,20</w:t>
            </w:r>
          </w:p>
        </w:tc>
        <w:tc>
          <w:tcPr>
            <w:tcW w:w="1581" w:type="dxa"/>
            <w:tcBorders>
              <w:top w:val="single" w:sz="4" w:space="0" w:color="auto"/>
              <w:left w:val="nil"/>
              <w:bottom w:val="single" w:sz="4" w:space="0" w:color="auto"/>
              <w:right w:val="single" w:sz="4" w:space="0" w:color="auto"/>
            </w:tcBorders>
            <w:shd w:val="clear" w:color="auto" w:fill="auto"/>
            <w:hideMark/>
          </w:tcPr>
          <w:p w:rsidR="007326FE" w:rsidRPr="006C07C7" w:rsidRDefault="007326FE" w:rsidP="007802CB">
            <w:pPr>
              <w:rPr>
                <w:rFonts w:eastAsia="Times New Roman"/>
                <w:lang w:eastAsia="ru-RU"/>
              </w:rPr>
            </w:pPr>
            <w:r w:rsidRPr="006C07C7">
              <w:rPr>
                <w:rFonts w:eastAsia="Times New Roman"/>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7326FE" w:rsidRPr="006C07C7" w:rsidRDefault="007326FE" w:rsidP="007802CB">
            <w:pPr>
              <w:rPr>
                <w:rFonts w:eastAsia="Times New Roman"/>
                <w:lang w:eastAsia="ru-RU"/>
              </w:rPr>
            </w:pPr>
            <w:r w:rsidRPr="006C07C7">
              <w:rPr>
                <w:rFonts w:eastAsia="Times New Roman"/>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7802CB">
            <w:pPr>
              <w:rPr>
                <w:rFonts w:eastAsia="Times New Roman"/>
                <w:lang w:eastAsia="ru-RU"/>
              </w:rPr>
            </w:pPr>
            <w:r w:rsidRPr="00646670">
              <w:rPr>
                <w:rFonts w:eastAsia="Times New Roman"/>
                <w:lang w:eastAsia="ru-RU"/>
              </w:rPr>
              <w:t>6</w:t>
            </w:r>
            <w:r>
              <w:rPr>
                <w:rFonts w:eastAsia="Times New Roman"/>
                <w:lang w:eastAsia="ru-RU"/>
              </w:rPr>
              <w:t>41,16</w:t>
            </w:r>
          </w:p>
        </w:tc>
      </w:tr>
      <w:tr w:rsidR="007326FE" w:rsidRPr="00646670" w:rsidTr="00850F7A">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7326FE" w:rsidRPr="00646670" w:rsidRDefault="007326FE" w:rsidP="00F21293">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7326FE" w:rsidRPr="00646670" w:rsidRDefault="007326FE" w:rsidP="00F21293">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7326FE" w:rsidRPr="00646670" w:rsidRDefault="007326FE" w:rsidP="00F21293">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7326FE" w:rsidRPr="00646670" w:rsidRDefault="007326FE" w:rsidP="00F21293">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7326FE" w:rsidRPr="00646670" w:rsidRDefault="007326FE" w:rsidP="00F21293">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7326FE" w:rsidRPr="00646670" w:rsidRDefault="007326FE" w:rsidP="00F21293">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7326FE" w:rsidRPr="00646670" w:rsidRDefault="007326FE" w:rsidP="00F21293">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7326FE" w:rsidRPr="00646670" w:rsidRDefault="007326FE" w:rsidP="00F21293">
            <w:pPr>
              <w:jc w:val="center"/>
              <w:rPr>
                <w:rFonts w:eastAsia="Times New Roman"/>
                <w:color w:val="000000"/>
                <w:lang w:eastAsia="ru-RU"/>
              </w:rPr>
            </w:pPr>
            <w:r>
              <w:rPr>
                <w:rFonts w:eastAsia="Times New Roman"/>
                <w:color w:val="000000"/>
                <w:lang w:eastAsia="ru-RU"/>
              </w:rPr>
              <w:t>8</w:t>
            </w:r>
          </w:p>
        </w:tc>
      </w:tr>
      <w:tr w:rsidR="007326FE" w:rsidRPr="00646670" w:rsidTr="006C07C7">
        <w:trPr>
          <w:trHeight w:val="97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7326FE" w:rsidRPr="00646670" w:rsidRDefault="007326FE" w:rsidP="00646670">
            <w:pPr>
              <w:rPr>
                <w:rFonts w:eastAsia="Times New Roman"/>
                <w:b/>
                <w:bCs/>
                <w:lang w:eastAsia="ru-RU"/>
              </w:rPr>
            </w:pPr>
            <w:r w:rsidRPr="00646670">
              <w:rPr>
                <w:rFonts w:eastAsia="Times New Roman"/>
                <w:b/>
                <w:bCs/>
                <w:lang w:eastAsia="ru-RU"/>
              </w:rPr>
              <w:t>5.</w:t>
            </w:r>
          </w:p>
        </w:tc>
        <w:tc>
          <w:tcPr>
            <w:tcW w:w="3762"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b/>
                <w:bCs/>
                <w:lang w:eastAsia="ru-RU"/>
              </w:rPr>
            </w:pPr>
            <w:r w:rsidRPr="00646670">
              <w:rPr>
                <w:rFonts w:eastAsia="Times New Roman"/>
                <w:b/>
                <w:bCs/>
                <w:lang w:eastAsia="ru-RU"/>
              </w:rPr>
              <w:t>Подпр</w:t>
            </w:r>
            <w:r>
              <w:rPr>
                <w:rFonts w:eastAsia="Times New Roman"/>
                <w:b/>
                <w:bCs/>
                <w:lang w:eastAsia="ru-RU"/>
              </w:rPr>
              <w:t>о</w:t>
            </w:r>
            <w:r w:rsidRPr="00646670">
              <w:rPr>
                <w:rFonts w:eastAsia="Times New Roman"/>
                <w:b/>
                <w:bCs/>
                <w:lang w:eastAsia="ru-RU"/>
              </w:rPr>
              <w:t>грамма 5. «Развитие и поддержка малого и  среднего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7326FE" w:rsidRPr="00850F7A" w:rsidRDefault="007326FE" w:rsidP="00646670">
            <w:pPr>
              <w:rPr>
                <w:rFonts w:eastAsia="Times New Roman"/>
                <w:sz w:val="20"/>
                <w:szCs w:val="20"/>
                <w:lang w:eastAsia="ru-RU"/>
              </w:rPr>
            </w:pPr>
            <w:r w:rsidRPr="00850F7A">
              <w:rPr>
                <w:rFonts w:eastAsia="Times New Roman"/>
                <w:sz w:val="20"/>
                <w:szCs w:val="20"/>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4B338B">
            <w:pPr>
              <w:rPr>
                <w:rFonts w:eastAsia="Times New Roman"/>
                <w:b/>
                <w:bCs/>
                <w:sz w:val="22"/>
                <w:szCs w:val="22"/>
                <w:lang w:eastAsia="ru-RU"/>
              </w:rPr>
            </w:pPr>
            <w:r w:rsidRPr="00646670">
              <w:rPr>
                <w:rFonts w:eastAsia="Times New Roman"/>
                <w:b/>
                <w:bCs/>
                <w:sz w:val="22"/>
                <w:szCs w:val="22"/>
                <w:lang w:eastAsia="ru-RU"/>
              </w:rPr>
              <w:t>4</w:t>
            </w:r>
            <w:r>
              <w:rPr>
                <w:rFonts w:eastAsia="Times New Roman"/>
                <w:b/>
                <w:bCs/>
                <w:sz w:val="22"/>
                <w:szCs w:val="22"/>
                <w:lang w:eastAsia="ru-RU"/>
              </w:rPr>
              <w:t>219,80</w:t>
            </w:r>
          </w:p>
        </w:tc>
        <w:tc>
          <w:tcPr>
            <w:tcW w:w="1581"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4B338B">
            <w:pPr>
              <w:rPr>
                <w:rFonts w:eastAsia="Times New Roman"/>
                <w:sz w:val="22"/>
                <w:szCs w:val="22"/>
                <w:lang w:eastAsia="ru-RU"/>
              </w:rPr>
            </w:pPr>
            <w:r w:rsidRPr="00646670">
              <w:rPr>
                <w:rFonts w:eastAsia="Times New Roman"/>
                <w:sz w:val="22"/>
                <w:szCs w:val="22"/>
                <w:lang w:eastAsia="ru-RU"/>
              </w:rPr>
              <w:t>4</w:t>
            </w:r>
            <w:r>
              <w:rPr>
                <w:rFonts w:eastAsia="Times New Roman"/>
                <w:sz w:val="22"/>
                <w:szCs w:val="22"/>
                <w:lang w:eastAsia="ru-RU"/>
              </w:rPr>
              <w:t>219,80</w:t>
            </w:r>
          </w:p>
        </w:tc>
      </w:tr>
      <w:tr w:rsidR="007326FE" w:rsidRPr="00646670" w:rsidTr="006C07C7">
        <w:trPr>
          <w:trHeight w:val="246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7326FE" w:rsidRPr="00646670" w:rsidRDefault="007326FE" w:rsidP="00646670">
            <w:pPr>
              <w:rPr>
                <w:rFonts w:eastAsia="Times New Roman"/>
                <w:lang w:eastAsia="ru-RU"/>
              </w:rPr>
            </w:pPr>
            <w:r w:rsidRPr="00646670">
              <w:rPr>
                <w:rFonts w:eastAsia="Times New Roman"/>
                <w:lang w:eastAsia="ru-RU"/>
              </w:rPr>
              <w:t>5.1.</w:t>
            </w:r>
          </w:p>
        </w:tc>
        <w:tc>
          <w:tcPr>
            <w:tcW w:w="3762"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lang w:eastAsia="ru-RU"/>
              </w:rPr>
            </w:pPr>
            <w:r w:rsidRPr="00646670">
              <w:rPr>
                <w:rFonts w:eastAsia="Times New Roman"/>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268" w:type="dxa"/>
            <w:tcBorders>
              <w:top w:val="single" w:sz="4" w:space="0" w:color="auto"/>
              <w:left w:val="nil"/>
              <w:bottom w:val="single" w:sz="4" w:space="0" w:color="auto"/>
              <w:right w:val="single" w:sz="4" w:space="0" w:color="auto"/>
            </w:tcBorders>
            <w:shd w:val="clear" w:color="auto" w:fill="auto"/>
            <w:hideMark/>
          </w:tcPr>
          <w:p w:rsidR="007326FE" w:rsidRPr="00850F7A" w:rsidRDefault="007326FE" w:rsidP="00646670">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04080550181310</w:t>
            </w:r>
          </w:p>
        </w:tc>
        <w:tc>
          <w:tcPr>
            <w:tcW w:w="1680"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1000,00</w:t>
            </w:r>
          </w:p>
        </w:tc>
        <w:tc>
          <w:tcPr>
            <w:tcW w:w="1581"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lang w:eastAsia="ru-RU"/>
              </w:rPr>
            </w:pPr>
            <w:r w:rsidRPr="00646670">
              <w:rPr>
                <w:rFonts w:eastAsia="Times New Roman"/>
                <w:lang w:eastAsia="ru-RU"/>
              </w:rPr>
              <w:t>1000,00</w:t>
            </w:r>
          </w:p>
        </w:tc>
      </w:tr>
      <w:tr w:rsidR="007326FE" w:rsidRPr="00646670" w:rsidTr="00850F7A">
        <w:trPr>
          <w:trHeight w:val="1183"/>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7326FE" w:rsidRPr="00646670" w:rsidRDefault="007326FE" w:rsidP="00646670">
            <w:pPr>
              <w:rPr>
                <w:rFonts w:eastAsia="Times New Roman"/>
                <w:lang w:eastAsia="ru-RU"/>
              </w:rPr>
            </w:pPr>
            <w:r w:rsidRPr="00646670">
              <w:rPr>
                <w:rFonts w:eastAsia="Times New Roman"/>
                <w:lang w:eastAsia="ru-RU"/>
              </w:rPr>
              <w:t>5.2.</w:t>
            </w:r>
          </w:p>
        </w:tc>
        <w:tc>
          <w:tcPr>
            <w:tcW w:w="3762"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850F7A">
            <w:pPr>
              <w:rPr>
                <w:rFonts w:eastAsia="Times New Roman"/>
                <w:lang w:eastAsia="ru-RU"/>
              </w:rPr>
            </w:pPr>
            <w:r w:rsidRPr="00646670">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7326FE" w:rsidRPr="00850F7A" w:rsidRDefault="007326FE" w:rsidP="00646670">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04120550281400</w:t>
            </w:r>
          </w:p>
        </w:tc>
        <w:tc>
          <w:tcPr>
            <w:tcW w:w="1680"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200,00</w:t>
            </w:r>
          </w:p>
        </w:tc>
        <w:tc>
          <w:tcPr>
            <w:tcW w:w="1581"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lang w:eastAsia="ru-RU"/>
              </w:rPr>
            </w:pPr>
            <w:r w:rsidRPr="00646670">
              <w:rPr>
                <w:rFonts w:eastAsia="Times New Roman"/>
                <w:lang w:eastAsia="ru-RU"/>
              </w:rPr>
              <w:t>200,00</w:t>
            </w:r>
          </w:p>
        </w:tc>
      </w:tr>
      <w:tr w:rsidR="007326FE" w:rsidRPr="00646670" w:rsidTr="006C07C7">
        <w:trPr>
          <w:trHeight w:val="227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7326FE" w:rsidRPr="00646670" w:rsidRDefault="007326FE" w:rsidP="00646670">
            <w:pPr>
              <w:rPr>
                <w:rFonts w:eastAsia="Times New Roman"/>
                <w:lang w:eastAsia="ru-RU"/>
              </w:rPr>
            </w:pPr>
            <w:r w:rsidRPr="00646670">
              <w:rPr>
                <w:rFonts w:eastAsia="Times New Roman"/>
                <w:lang w:eastAsia="ru-RU"/>
              </w:rPr>
              <w:t>5.3.</w:t>
            </w:r>
          </w:p>
        </w:tc>
        <w:tc>
          <w:tcPr>
            <w:tcW w:w="3762"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lang w:eastAsia="ru-RU"/>
              </w:rPr>
            </w:pPr>
            <w:r w:rsidRPr="00646670">
              <w:rPr>
                <w:rFonts w:eastAsia="Times New Roman"/>
                <w:lang w:eastAsia="ru-RU"/>
              </w:rPr>
              <w:t xml:space="preserve">Предоставление субсидий на </w:t>
            </w:r>
            <w:r w:rsidRPr="00646670">
              <w:rPr>
                <w:rFonts w:eastAsia="Times New Roman"/>
                <w:lang w:eastAsia="ru-RU"/>
              </w:rPr>
              <w:br w:type="page"/>
              <w:t xml:space="preserve">компенсацию части затрат </w:t>
            </w:r>
            <w:r w:rsidRPr="00646670">
              <w:rPr>
                <w:rFonts w:eastAsia="Times New Roman"/>
                <w:lang w:eastAsia="ru-RU"/>
              </w:rPr>
              <w:br w:type="page"/>
              <w:t xml:space="preserve">субъектов  малого и среднего </w:t>
            </w:r>
            <w:r w:rsidRPr="00646670">
              <w:rPr>
                <w:rFonts w:eastAsia="Times New Roman"/>
                <w:lang w:eastAsia="ru-RU"/>
              </w:rPr>
              <w:br w:type="page"/>
              <w:t>предпринимательства, связанных</w:t>
            </w:r>
            <w:r w:rsidRPr="00646670">
              <w:rPr>
                <w:rFonts w:eastAsia="Times New Roman"/>
                <w:lang w:eastAsia="ru-RU"/>
              </w:rPr>
              <w:br w:type="page"/>
              <w:t xml:space="preserve">с приобретением оборудования в </w:t>
            </w:r>
            <w:r w:rsidRPr="00646670">
              <w:rPr>
                <w:rFonts w:eastAsia="Times New Roman"/>
                <w:lang w:eastAsia="ru-RU"/>
              </w:rPr>
              <w:br w:type="page"/>
              <w:t xml:space="preserve">целях создания и (или) развития </w:t>
            </w:r>
            <w:r w:rsidRPr="00646670">
              <w:rPr>
                <w:rFonts w:eastAsia="Times New Roman"/>
                <w:lang w:eastAsia="ru-RU"/>
              </w:rPr>
              <w:br w:type="page"/>
              <w:t xml:space="preserve">либо модернизации производства </w:t>
            </w:r>
            <w:r w:rsidRPr="00646670">
              <w:rPr>
                <w:rFonts w:eastAsia="Times New Roman"/>
                <w:lang w:eastAsia="ru-RU"/>
              </w:rPr>
              <w:br w:type="page"/>
              <w:t>товаров (работ, услуг)</w:t>
            </w:r>
            <w:r w:rsidRPr="00646670">
              <w:rPr>
                <w:rFonts w:eastAsia="Times New Roman"/>
                <w:lang w:eastAsia="ru-RU"/>
              </w:rPr>
              <w:br w:type="page"/>
            </w:r>
          </w:p>
        </w:tc>
        <w:tc>
          <w:tcPr>
            <w:tcW w:w="2268" w:type="dxa"/>
            <w:tcBorders>
              <w:top w:val="single" w:sz="4" w:space="0" w:color="auto"/>
              <w:left w:val="nil"/>
              <w:bottom w:val="single" w:sz="4" w:space="0" w:color="auto"/>
              <w:right w:val="single" w:sz="4" w:space="0" w:color="auto"/>
            </w:tcBorders>
            <w:shd w:val="clear" w:color="auto" w:fill="auto"/>
            <w:hideMark/>
          </w:tcPr>
          <w:p w:rsidR="007326FE" w:rsidRPr="00850F7A" w:rsidRDefault="007326FE" w:rsidP="00646670">
            <w:pPr>
              <w:rPr>
                <w:rFonts w:eastAsia="Times New Roman"/>
                <w:sz w:val="20"/>
                <w:szCs w:val="20"/>
                <w:lang w:eastAsia="ru-RU"/>
              </w:rPr>
            </w:pPr>
            <w:r w:rsidRPr="00850F7A">
              <w:rPr>
                <w:rFonts w:eastAsia="Times New Roman"/>
                <w:sz w:val="20"/>
                <w:szCs w:val="20"/>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04120550388640</w:t>
            </w:r>
          </w:p>
        </w:tc>
        <w:tc>
          <w:tcPr>
            <w:tcW w:w="1680"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4B338B">
            <w:pPr>
              <w:rPr>
                <w:rFonts w:eastAsia="Times New Roman"/>
                <w:sz w:val="22"/>
                <w:szCs w:val="22"/>
                <w:lang w:eastAsia="ru-RU"/>
              </w:rPr>
            </w:pPr>
            <w:r w:rsidRPr="00646670">
              <w:rPr>
                <w:rFonts w:eastAsia="Times New Roman"/>
                <w:sz w:val="22"/>
                <w:szCs w:val="22"/>
                <w:lang w:eastAsia="ru-RU"/>
              </w:rPr>
              <w:t>2</w:t>
            </w:r>
            <w:r>
              <w:rPr>
                <w:rFonts w:eastAsia="Times New Roman"/>
                <w:sz w:val="22"/>
                <w:szCs w:val="22"/>
                <w:lang w:eastAsia="ru-RU"/>
              </w:rPr>
              <w:t>939,80</w:t>
            </w:r>
          </w:p>
        </w:tc>
        <w:tc>
          <w:tcPr>
            <w:tcW w:w="1581"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4B338B">
            <w:pPr>
              <w:rPr>
                <w:rFonts w:eastAsia="Times New Roman"/>
                <w:lang w:eastAsia="ru-RU"/>
              </w:rPr>
            </w:pPr>
            <w:r w:rsidRPr="00646670">
              <w:rPr>
                <w:rFonts w:eastAsia="Times New Roman"/>
                <w:lang w:eastAsia="ru-RU"/>
              </w:rPr>
              <w:t>2</w:t>
            </w:r>
            <w:r>
              <w:rPr>
                <w:rFonts w:eastAsia="Times New Roman"/>
                <w:lang w:eastAsia="ru-RU"/>
              </w:rPr>
              <w:t>939,80</w:t>
            </w:r>
          </w:p>
        </w:tc>
      </w:tr>
      <w:tr w:rsidR="007326FE" w:rsidRPr="00646670" w:rsidTr="006C07C7">
        <w:trPr>
          <w:trHeight w:val="170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7326FE" w:rsidRPr="00646670" w:rsidRDefault="007326FE" w:rsidP="00646670">
            <w:pPr>
              <w:rPr>
                <w:rFonts w:eastAsia="Times New Roman"/>
                <w:lang w:eastAsia="ru-RU"/>
              </w:rPr>
            </w:pPr>
            <w:r w:rsidRPr="00646670">
              <w:rPr>
                <w:rFonts w:eastAsia="Times New Roman"/>
                <w:lang w:eastAsia="ru-RU"/>
              </w:rPr>
              <w:t>5.4.</w:t>
            </w:r>
          </w:p>
        </w:tc>
        <w:tc>
          <w:tcPr>
            <w:tcW w:w="3762" w:type="dxa"/>
            <w:tcBorders>
              <w:top w:val="single" w:sz="4" w:space="0" w:color="auto"/>
              <w:left w:val="nil"/>
              <w:bottom w:val="single" w:sz="4" w:space="0" w:color="auto"/>
              <w:right w:val="single" w:sz="4" w:space="0" w:color="auto"/>
            </w:tcBorders>
            <w:shd w:val="clear" w:color="auto" w:fill="auto"/>
            <w:hideMark/>
          </w:tcPr>
          <w:p w:rsidR="007326FE" w:rsidRPr="001E701D" w:rsidRDefault="007326FE" w:rsidP="00646670">
            <w:pPr>
              <w:rPr>
                <w:rFonts w:eastAsia="Times New Roman"/>
                <w:lang w:eastAsia="ru-RU"/>
              </w:rPr>
            </w:pPr>
            <w:r w:rsidRPr="001E701D">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населенных и малонаселенных пунктах.</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7326FE" w:rsidRPr="00850F7A" w:rsidRDefault="007326FE" w:rsidP="00646670">
            <w:pPr>
              <w:rPr>
                <w:rFonts w:ascii="Calibri" w:eastAsia="Times New Roman" w:hAnsi="Calibri"/>
                <w:color w:val="000000"/>
                <w:sz w:val="20"/>
                <w:szCs w:val="20"/>
                <w:lang w:eastAsia="ru-RU"/>
              </w:rPr>
            </w:pPr>
            <w:r w:rsidRPr="00850F7A">
              <w:rPr>
                <w:rFonts w:ascii="Calibri" w:eastAsia="Times New Roman" w:hAnsi="Calibri"/>
                <w:color w:val="000000"/>
                <w:sz w:val="20"/>
                <w:szCs w:val="20"/>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7326FE" w:rsidRPr="0090792B" w:rsidRDefault="007326FE" w:rsidP="00646670">
            <w:pPr>
              <w:rPr>
                <w:rFonts w:eastAsia="Times New Roman"/>
                <w:color w:val="000000"/>
                <w:sz w:val="22"/>
                <w:szCs w:val="22"/>
                <w:lang w:eastAsia="ru-RU"/>
              </w:rPr>
            </w:pPr>
            <w:r w:rsidRPr="0090792B">
              <w:rPr>
                <w:rFonts w:eastAsia="Times New Roman"/>
                <w:color w:val="000000"/>
                <w:sz w:val="22"/>
                <w:szCs w:val="22"/>
                <w:lang w:eastAsia="ru-RU"/>
              </w:rPr>
              <w:t>041205504S8340</w:t>
            </w:r>
          </w:p>
          <w:p w:rsidR="007326FE" w:rsidRDefault="007326FE" w:rsidP="00646670">
            <w:pPr>
              <w:rPr>
                <w:rFonts w:ascii="Calibri" w:eastAsia="Times New Roman" w:hAnsi="Calibri"/>
                <w:color w:val="000000"/>
                <w:sz w:val="22"/>
                <w:szCs w:val="22"/>
                <w:lang w:eastAsia="ru-RU"/>
              </w:rPr>
            </w:pPr>
          </w:p>
          <w:p w:rsidR="007326FE" w:rsidRDefault="007326FE" w:rsidP="00646670">
            <w:pPr>
              <w:rPr>
                <w:rFonts w:ascii="Calibri" w:eastAsia="Times New Roman" w:hAnsi="Calibri"/>
                <w:color w:val="000000"/>
                <w:sz w:val="22"/>
                <w:szCs w:val="22"/>
                <w:lang w:eastAsia="ru-RU"/>
              </w:rPr>
            </w:pPr>
          </w:p>
          <w:p w:rsidR="007326FE" w:rsidRDefault="007326FE" w:rsidP="00646670">
            <w:pPr>
              <w:rPr>
                <w:rFonts w:ascii="Calibri" w:eastAsia="Times New Roman" w:hAnsi="Calibri"/>
                <w:color w:val="000000"/>
                <w:sz w:val="22"/>
                <w:szCs w:val="22"/>
                <w:lang w:eastAsia="ru-RU"/>
              </w:rPr>
            </w:pPr>
          </w:p>
          <w:p w:rsidR="007326FE" w:rsidRDefault="007326FE" w:rsidP="00646670">
            <w:pPr>
              <w:rPr>
                <w:rFonts w:ascii="Calibri" w:eastAsia="Times New Roman" w:hAnsi="Calibri"/>
                <w:color w:val="000000"/>
                <w:sz w:val="22"/>
                <w:szCs w:val="22"/>
                <w:lang w:eastAsia="ru-RU"/>
              </w:rPr>
            </w:pPr>
          </w:p>
          <w:p w:rsidR="007326FE" w:rsidRPr="00646670" w:rsidRDefault="007326FE" w:rsidP="00646670">
            <w:pPr>
              <w:rPr>
                <w:rFonts w:ascii="Calibri" w:eastAsia="Times New Roman" w:hAnsi="Calibri"/>
                <w:color w:val="000000"/>
                <w:sz w:val="22"/>
                <w:szCs w:val="22"/>
                <w:lang w:eastAsia="ru-RU"/>
              </w:rPr>
            </w:pPr>
          </w:p>
        </w:tc>
        <w:tc>
          <w:tcPr>
            <w:tcW w:w="1680"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sz w:val="22"/>
                <w:szCs w:val="22"/>
                <w:lang w:eastAsia="ru-RU"/>
              </w:rPr>
            </w:pPr>
            <w:r w:rsidRPr="00646670">
              <w:rPr>
                <w:rFonts w:eastAsia="Times New Roman"/>
                <w:sz w:val="22"/>
                <w:szCs w:val="22"/>
                <w:lang w:eastAsia="ru-RU"/>
              </w:rPr>
              <w:t>80,00</w:t>
            </w:r>
          </w:p>
        </w:tc>
        <w:tc>
          <w:tcPr>
            <w:tcW w:w="1581" w:type="dxa"/>
            <w:tcBorders>
              <w:top w:val="single" w:sz="4" w:space="0" w:color="auto"/>
              <w:left w:val="nil"/>
              <w:bottom w:val="single" w:sz="4" w:space="0" w:color="auto"/>
              <w:right w:val="single" w:sz="4" w:space="0" w:color="auto"/>
            </w:tcBorders>
            <w:shd w:val="clear" w:color="auto" w:fill="auto"/>
            <w:noWrap/>
            <w:vAlign w:val="bottom"/>
            <w:hideMark/>
          </w:tcPr>
          <w:p w:rsidR="007326FE" w:rsidRPr="00646670" w:rsidRDefault="007326FE" w:rsidP="00646670">
            <w:pPr>
              <w:rPr>
                <w:rFonts w:ascii="Calibri" w:eastAsia="Times New Roman" w:hAnsi="Calibri"/>
                <w:color w:val="000000"/>
                <w:sz w:val="22"/>
                <w:szCs w:val="22"/>
                <w:lang w:eastAsia="ru-RU"/>
              </w:rPr>
            </w:pPr>
            <w:r w:rsidRPr="00646670">
              <w:rPr>
                <w:rFonts w:ascii="Calibri" w:eastAsia="Times New Roman" w:hAnsi="Calibri"/>
                <w:color w:val="000000"/>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7326FE" w:rsidRPr="00646670" w:rsidRDefault="007326FE" w:rsidP="00646670">
            <w:pPr>
              <w:rPr>
                <w:rFonts w:ascii="Calibri" w:eastAsia="Times New Roman" w:hAnsi="Calibri"/>
                <w:color w:val="000000"/>
                <w:sz w:val="22"/>
                <w:szCs w:val="22"/>
                <w:lang w:eastAsia="ru-RU"/>
              </w:rPr>
            </w:pPr>
            <w:r w:rsidRPr="00646670">
              <w:rPr>
                <w:rFonts w:ascii="Calibri" w:eastAsia="Times New Roman" w:hAnsi="Calibri"/>
                <w:color w:val="000000"/>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7326FE" w:rsidRPr="00646670" w:rsidRDefault="007326FE" w:rsidP="00646670">
            <w:pPr>
              <w:rPr>
                <w:rFonts w:eastAsia="Times New Roman"/>
                <w:lang w:eastAsia="ru-RU"/>
              </w:rPr>
            </w:pPr>
            <w:r w:rsidRPr="00646670">
              <w:rPr>
                <w:rFonts w:eastAsia="Times New Roman"/>
                <w:lang w:eastAsia="ru-RU"/>
              </w:rPr>
              <w:t>80,00</w:t>
            </w:r>
          </w:p>
        </w:tc>
      </w:tr>
    </w:tbl>
    <w:p w:rsidR="000050B9" w:rsidRDefault="000050B9" w:rsidP="000050B9">
      <w:pPr>
        <w:pStyle w:val="ConsPlusNonformat"/>
        <w:widowControl/>
        <w:jc w:val="both"/>
        <w:rPr>
          <w:rFonts w:ascii="Times New Roman" w:hAnsi="Times New Roman" w:cs="Times New Roman"/>
          <w:sz w:val="24"/>
          <w:szCs w:val="24"/>
        </w:rPr>
        <w:sectPr w:rsidR="000050B9" w:rsidSect="00717432">
          <w:headerReference w:type="even" r:id="rId34"/>
          <w:headerReference w:type="default" r:id="rId35"/>
          <w:footerReference w:type="even" r:id="rId36"/>
          <w:footerReference w:type="default" r:id="rId37"/>
          <w:headerReference w:type="first" r:id="rId38"/>
          <w:footerReference w:type="first" r:id="rId39"/>
          <w:pgSz w:w="16838" w:h="11906" w:orient="landscape"/>
          <w:pgMar w:top="851" w:right="1134" w:bottom="1618" w:left="851" w:header="709" w:footer="709" w:gutter="0"/>
          <w:cols w:space="708"/>
          <w:docGrid w:linePitch="360"/>
        </w:sectPr>
      </w:pPr>
    </w:p>
    <w:p w:rsidR="00632087" w:rsidRDefault="00632087" w:rsidP="00AF1332">
      <w:pPr>
        <w:pStyle w:val="ConsPlusNonformat"/>
        <w:widowControl/>
        <w:jc w:val="both"/>
      </w:pPr>
    </w:p>
    <w:sectPr w:rsidR="00632087" w:rsidSect="000050B9">
      <w:pgSz w:w="11906" w:h="16838"/>
      <w:pgMar w:top="851" w:right="851" w:bottom="1134" w:left="161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4CF" w:rsidRDefault="009C04CF" w:rsidP="005F2E5E">
      <w:r>
        <w:separator/>
      </w:r>
    </w:p>
  </w:endnote>
  <w:endnote w:type="continuationSeparator" w:id="0">
    <w:p w:rsidR="009C04CF" w:rsidRDefault="009C04CF"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93" w:rsidRDefault="00F21293">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93" w:rsidRDefault="00F21293">
    <w:pPr>
      <w:pStyle w:val="ae"/>
      <w:jc w:val="right"/>
    </w:pPr>
    <w:r>
      <w:fldChar w:fldCharType="begin"/>
    </w:r>
    <w:r>
      <w:instrText>PAGE   \* MERGEFORMAT</w:instrText>
    </w:r>
    <w:r>
      <w:fldChar w:fldCharType="separate"/>
    </w:r>
    <w:r w:rsidR="006B38BF">
      <w:rPr>
        <w:noProof/>
      </w:rPr>
      <w:t>3</w:t>
    </w:r>
    <w:r>
      <w:fldChar w:fldCharType="end"/>
    </w:r>
  </w:p>
  <w:p w:rsidR="00F21293" w:rsidRDefault="00F21293">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93" w:rsidRDefault="00F21293">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93" w:rsidRDefault="00F21293">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93" w:rsidRDefault="00F21293">
    <w:pPr>
      <w:pStyle w:val="ae"/>
      <w:jc w:val="right"/>
    </w:pPr>
    <w:r>
      <w:fldChar w:fldCharType="begin"/>
    </w:r>
    <w:r>
      <w:instrText>PAGE   \* MERGEFORMAT</w:instrText>
    </w:r>
    <w:r>
      <w:fldChar w:fldCharType="separate"/>
    </w:r>
    <w:r w:rsidR="00BF65F2">
      <w:rPr>
        <w:noProof/>
      </w:rPr>
      <w:t>83</w:t>
    </w:r>
    <w:r>
      <w:fldChar w:fldCharType="end"/>
    </w:r>
  </w:p>
  <w:p w:rsidR="00F21293" w:rsidRDefault="00F21293">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93" w:rsidRDefault="00F2129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4CF" w:rsidRDefault="009C04CF" w:rsidP="005F2E5E">
      <w:r>
        <w:separator/>
      </w:r>
    </w:p>
  </w:footnote>
  <w:footnote w:type="continuationSeparator" w:id="0">
    <w:p w:rsidR="009C04CF" w:rsidRDefault="009C04CF"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93" w:rsidRDefault="00F21293"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F21293" w:rsidRDefault="00F21293"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93" w:rsidRDefault="00F21293" w:rsidP="001E3BA7">
    <w:pPr>
      <w:pStyle w:val="a8"/>
      <w:framePr w:wrap="around" w:vAnchor="text" w:hAnchor="margin" w:xAlign="right" w:y="1"/>
      <w:rPr>
        <w:rStyle w:val="af0"/>
      </w:rPr>
    </w:pPr>
  </w:p>
  <w:p w:rsidR="00F21293" w:rsidRDefault="00F21293" w:rsidP="001E3BA7">
    <w:pPr>
      <w:pStyle w:val="a8"/>
      <w:ind w:right="360"/>
    </w:pPr>
    <w:r>
      <w:tab/>
    </w:r>
  </w:p>
  <w:p w:rsidR="00F21293" w:rsidRDefault="00F21293" w:rsidP="001E3BA7">
    <w:pPr>
      <w:pStyle w:val="a8"/>
      <w:ind w:right="360"/>
    </w:pPr>
  </w:p>
  <w:p w:rsidR="00F21293" w:rsidRDefault="00F21293"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93" w:rsidRDefault="00F21293">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93" w:rsidRDefault="00F21293">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93" w:rsidRDefault="00F21293">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293" w:rsidRDefault="00F2129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1E42B01"/>
    <w:multiLevelType w:val="multilevel"/>
    <w:tmpl w:val="0F78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E2C71FD"/>
    <w:multiLevelType w:val="hybridMultilevel"/>
    <w:tmpl w:val="9E281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FB00ED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15:restartNumberingAfterBreak="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6"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8"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9"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348E7251"/>
    <w:multiLevelType w:val="hybridMultilevel"/>
    <w:tmpl w:val="9EA0E56C"/>
    <w:lvl w:ilvl="0" w:tplc="24E82390">
      <w:start w:val="1"/>
      <w:numFmt w:val="decimal"/>
      <w:lvlText w:val="%1."/>
      <w:lvlJc w:val="left"/>
      <w:pPr>
        <w:ind w:left="402" w:hanging="360"/>
      </w:pPr>
      <w:rPr>
        <w:rFonts w:hint="default"/>
      </w:r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25"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7" w15:restartNumberingAfterBreak="0">
    <w:nsid w:val="437B7E1A"/>
    <w:multiLevelType w:val="hybridMultilevel"/>
    <w:tmpl w:val="3A4A8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30"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4"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5"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8"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3"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9"/>
  </w:num>
  <w:num w:numId="1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38"/>
  </w:num>
  <w:num w:numId="1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15"/>
  </w:num>
  <w:num w:numId="22">
    <w:abstractNumId w:val="2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num>
  <w:num w:numId="25">
    <w:abstractNumId w:val="37"/>
  </w:num>
  <w:num w:numId="26">
    <w:abstractNumId w:val="5"/>
  </w:num>
  <w:num w:numId="27">
    <w:abstractNumId w:val="32"/>
  </w:num>
  <w:num w:numId="28">
    <w:abstractNumId w:val="9"/>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40"/>
  </w:num>
  <w:num w:numId="32">
    <w:abstractNumId w:val="3"/>
  </w:num>
  <w:num w:numId="33">
    <w:abstractNumId w:val="28"/>
  </w:num>
  <w:num w:numId="34">
    <w:abstractNumId w:val="43"/>
  </w:num>
  <w:num w:numId="35">
    <w:abstractNumId w:val="33"/>
  </w:num>
  <w:num w:numId="36">
    <w:abstractNumId w:val="2"/>
  </w:num>
  <w:num w:numId="37">
    <w:abstractNumId w:val="34"/>
  </w:num>
  <w:num w:numId="38">
    <w:abstractNumId w:val="6"/>
  </w:num>
  <w:num w:numId="39">
    <w:abstractNumId w:val="35"/>
  </w:num>
  <w:num w:numId="40">
    <w:abstractNumId w:val="22"/>
  </w:num>
  <w:num w:numId="41">
    <w:abstractNumId w:val="16"/>
  </w:num>
  <w:num w:numId="42">
    <w:abstractNumId w:val="13"/>
  </w:num>
  <w:num w:numId="43">
    <w:abstractNumId w:val="10"/>
  </w:num>
  <w:num w:numId="44">
    <w:abstractNumId w:val="27"/>
  </w:num>
  <w:num w:numId="45">
    <w:abstractNumId w:val="4"/>
  </w:num>
  <w:num w:numId="46">
    <w:abstractNumId w:val="8"/>
  </w:num>
  <w:num w:numId="47">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0F4B"/>
    <w:rsid w:val="0000182B"/>
    <w:rsid w:val="0000198C"/>
    <w:rsid w:val="000019CA"/>
    <w:rsid w:val="00001CC7"/>
    <w:rsid w:val="00001FD6"/>
    <w:rsid w:val="00002745"/>
    <w:rsid w:val="0000286B"/>
    <w:rsid w:val="00002ADB"/>
    <w:rsid w:val="000041D3"/>
    <w:rsid w:val="000050B9"/>
    <w:rsid w:val="000057B1"/>
    <w:rsid w:val="00006735"/>
    <w:rsid w:val="00006BDD"/>
    <w:rsid w:val="00006E83"/>
    <w:rsid w:val="00010459"/>
    <w:rsid w:val="00010B07"/>
    <w:rsid w:val="00012058"/>
    <w:rsid w:val="000137D3"/>
    <w:rsid w:val="000152E2"/>
    <w:rsid w:val="00016F8C"/>
    <w:rsid w:val="000171F5"/>
    <w:rsid w:val="000172E7"/>
    <w:rsid w:val="0001730A"/>
    <w:rsid w:val="00020D89"/>
    <w:rsid w:val="00021398"/>
    <w:rsid w:val="00021925"/>
    <w:rsid w:val="00021EAF"/>
    <w:rsid w:val="00021F36"/>
    <w:rsid w:val="00023061"/>
    <w:rsid w:val="00023370"/>
    <w:rsid w:val="0002359E"/>
    <w:rsid w:val="00024FCD"/>
    <w:rsid w:val="00025DD1"/>
    <w:rsid w:val="000313C9"/>
    <w:rsid w:val="000315C4"/>
    <w:rsid w:val="00032573"/>
    <w:rsid w:val="00032E76"/>
    <w:rsid w:val="0003400C"/>
    <w:rsid w:val="00034499"/>
    <w:rsid w:val="0003480C"/>
    <w:rsid w:val="000358A5"/>
    <w:rsid w:val="00035C60"/>
    <w:rsid w:val="00037E77"/>
    <w:rsid w:val="00040D1C"/>
    <w:rsid w:val="000435BF"/>
    <w:rsid w:val="000436F8"/>
    <w:rsid w:val="00044409"/>
    <w:rsid w:val="00044E43"/>
    <w:rsid w:val="00045A89"/>
    <w:rsid w:val="00046A24"/>
    <w:rsid w:val="00046F4B"/>
    <w:rsid w:val="00047FF8"/>
    <w:rsid w:val="00050A02"/>
    <w:rsid w:val="00052598"/>
    <w:rsid w:val="00053ABB"/>
    <w:rsid w:val="00054FF3"/>
    <w:rsid w:val="00055FBC"/>
    <w:rsid w:val="0005607D"/>
    <w:rsid w:val="00056F93"/>
    <w:rsid w:val="000578ED"/>
    <w:rsid w:val="00057D2A"/>
    <w:rsid w:val="000603BE"/>
    <w:rsid w:val="00060558"/>
    <w:rsid w:val="00061B36"/>
    <w:rsid w:val="00063626"/>
    <w:rsid w:val="000636E8"/>
    <w:rsid w:val="00063E6C"/>
    <w:rsid w:val="000646A8"/>
    <w:rsid w:val="00065A90"/>
    <w:rsid w:val="000677A2"/>
    <w:rsid w:val="00070F01"/>
    <w:rsid w:val="0007222E"/>
    <w:rsid w:val="00072423"/>
    <w:rsid w:val="000738AC"/>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B41"/>
    <w:rsid w:val="000B6607"/>
    <w:rsid w:val="000C1B8C"/>
    <w:rsid w:val="000C38C6"/>
    <w:rsid w:val="000C3E47"/>
    <w:rsid w:val="000C552E"/>
    <w:rsid w:val="000C5A53"/>
    <w:rsid w:val="000C5B8E"/>
    <w:rsid w:val="000C67B8"/>
    <w:rsid w:val="000C69D8"/>
    <w:rsid w:val="000C6D81"/>
    <w:rsid w:val="000C786E"/>
    <w:rsid w:val="000C7C82"/>
    <w:rsid w:val="000D049C"/>
    <w:rsid w:val="000D1508"/>
    <w:rsid w:val="000D20A9"/>
    <w:rsid w:val="000D2252"/>
    <w:rsid w:val="000D23E6"/>
    <w:rsid w:val="000D2BE9"/>
    <w:rsid w:val="000D4B8A"/>
    <w:rsid w:val="000D7BA1"/>
    <w:rsid w:val="000D7D56"/>
    <w:rsid w:val="000D7F09"/>
    <w:rsid w:val="000E02CB"/>
    <w:rsid w:val="000E0500"/>
    <w:rsid w:val="000E09D7"/>
    <w:rsid w:val="000E157D"/>
    <w:rsid w:val="000E229F"/>
    <w:rsid w:val="000E2BBF"/>
    <w:rsid w:val="000E33BA"/>
    <w:rsid w:val="000E3D5F"/>
    <w:rsid w:val="000E40E6"/>
    <w:rsid w:val="000E41B3"/>
    <w:rsid w:val="000E433E"/>
    <w:rsid w:val="000E5EB6"/>
    <w:rsid w:val="000E7E19"/>
    <w:rsid w:val="000F052D"/>
    <w:rsid w:val="000F217F"/>
    <w:rsid w:val="000F2E75"/>
    <w:rsid w:val="000F399B"/>
    <w:rsid w:val="000F3B12"/>
    <w:rsid w:val="000F3D66"/>
    <w:rsid w:val="000F45E9"/>
    <w:rsid w:val="000F47DD"/>
    <w:rsid w:val="000F5E1C"/>
    <w:rsid w:val="000F6310"/>
    <w:rsid w:val="000F662E"/>
    <w:rsid w:val="001012EA"/>
    <w:rsid w:val="001020C4"/>
    <w:rsid w:val="0010251F"/>
    <w:rsid w:val="001037C8"/>
    <w:rsid w:val="00103ADA"/>
    <w:rsid w:val="00104514"/>
    <w:rsid w:val="00104595"/>
    <w:rsid w:val="001045AD"/>
    <w:rsid w:val="00105B1C"/>
    <w:rsid w:val="00105DB7"/>
    <w:rsid w:val="00106D9F"/>
    <w:rsid w:val="00111894"/>
    <w:rsid w:val="00112A78"/>
    <w:rsid w:val="00112E9A"/>
    <w:rsid w:val="001138CD"/>
    <w:rsid w:val="001139C2"/>
    <w:rsid w:val="00114705"/>
    <w:rsid w:val="00114C1B"/>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AD8"/>
    <w:rsid w:val="00130B38"/>
    <w:rsid w:val="00131140"/>
    <w:rsid w:val="00132A21"/>
    <w:rsid w:val="001336BA"/>
    <w:rsid w:val="00134050"/>
    <w:rsid w:val="0013415B"/>
    <w:rsid w:val="0013600B"/>
    <w:rsid w:val="00137E0F"/>
    <w:rsid w:val="0014040D"/>
    <w:rsid w:val="00140B63"/>
    <w:rsid w:val="001420CC"/>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3B3D"/>
    <w:rsid w:val="001540E6"/>
    <w:rsid w:val="00154317"/>
    <w:rsid w:val="00154AFB"/>
    <w:rsid w:val="00154E0C"/>
    <w:rsid w:val="001552C6"/>
    <w:rsid w:val="00156758"/>
    <w:rsid w:val="00156A46"/>
    <w:rsid w:val="00157B24"/>
    <w:rsid w:val="00161374"/>
    <w:rsid w:val="001617DA"/>
    <w:rsid w:val="00162CE7"/>
    <w:rsid w:val="00164CA6"/>
    <w:rsid w:val="00165395"/>
    <w:rsid w:val="00165B7B"/>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7ACA"/>
    <w:rsid w:val="001A00BE"/>
    <w:rsid w:val="001A06AA"/>
    <w:rsid w:val="001A0C1F"/>
    <w:rsid w:val="001A0F51"/>
    <w:rsid w:val="001A0F98"/>
    <w:rsid w:val="001A1127"/>
    <w:rsid w:val="001A14BC"/>
    <w:rsid w:val="001A183A"/>
    <w:rsid w:val="001A186A"/>
    <w:rsid w:val="001A1D12"/>
    <w:rsid w:val="001A2646"/>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FE7"/>
    <w:rsid w:val="001D0683"/>
    <w:rsid w:val="001D0E97"/>
    <w:rsid w:val="001D1565"/>
    <w:rsid w:val="001D1719"/>
    <w:rsid w:val="001D351E"/>
    <w:rsid w:val="001D3BD5"/>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701D"/>
    <w:rsid w:val="001E768A"/>
    <w:rsid w:val="001F3160"/>
    <w:rsid w:val="001F4007"/>
    <w:rsid w:val="001F638C"/>
    <w:rsid w:val="002008C6"/>
    <w:rsid w:val="002015B3"/>
    <w:rsid w:val="002020F3"/>
    <w:rsid w:val="0020241E"/>
    <w:rsid w:val="00202EF3"/>
    <w:rsid w:val="00203E69"/>
    <w:rsid w:val="0020469C"/>
    <w:rsid w:val="00205323"/>
    <w:rsid w:val="00205FD8"/>
    <w:rsid w:val="00206A63"/>
    <w:rsid w:val="00212BB1"/>
    <w:rsid w:val="00213E12"/>
    <w:rsid w:val="002174E3"/>
    <w:rsid w:val="00217A6F"/>
    <w:rsid w:val="002208B9"/>
    <w:rsid w:val="00221E82"/>
    <w:rsid w:val="002224A0"/>
    <w:rsid w:val="00222D20"/>
    <w:rsid w:val="002235D4"/>
    <w:rsid w:val="00223ABE"/>
    <w:rsid w:val="0022407A"/>
    <w:rsid w:val="0022427E"/>
    <w:rsid w:val="00224C93"/>
    <w:rsid w:val="002269A0"/>
    <w:rsid w:val="00226B9B"/>
    <w:rsid w:val="00227476"/>
    <w:rsid w:val="00227CAF"/>
    <w:rsid w:val="00231C92"/>
    <w:rsid w:val="00232C2F"/>
    <w:rsid w:val="00234335"/>
    <w:rsid w:val="00234CFD"/>
    <w:rsid w:val="00235156"/>
    <w:rsid w:val="00235B55"/>
    <w:rsid w:val="00237D48"/>
    <w:rsid w:val="00237E6F"/>
    <w:rsid w:val="00240D72"/>
    <w:rsid w:val="00241C77"/>
    <w:rsid w:val="00242092"/>
    <w:rsid w:val="00242140"/>
    <w:rsid w:val="00243E4E"/>
    <w:rsid w:val="00244AE9"/>
    <w:rsid w:val="00244CE7"/>
    <w:rsid w:val="00245DE2"/>
    <w:rsid w:val="00246D65"/>
    <w:rsid w:val="00247A4F"/>
    <w:rsid w:val="00252017"/>
    <w:rsid w:val="00253F75"/>
    <w:rsid w:val="00254269"/>
    <w:rsid w:val="002557C3"/>
    <w:rsid w:val="002574E6"/>
    <w:rsid w:val="00257FB5"/>
    <w:rsid w:val="0026009A"/>
    <w:rsid w:val="00260113"/>
    <w:rsid w:val="0026080C"/>
    <w:rsid w:val="00260AC2"/>
    <w:rsid w:val="00262099"/>
    <w:rsid w:val="002634EB"/>
    <w:rsid w:val="0026387C"/>
    <w:rsid w:val="00263D82"/>
    <w:rsid w:val="0026519D"/>
    <w:rsid w:val="00265332"/>
    <w:rsid w:val="0026596F"/>
    <w:rsid w:val="0027105D"/>
    <w:rsid w:val="002719B1"/>
    <w:rsid w:val="002719E7"/>
    <w:rsid w:val="00271E8D"/>
    <w:rsid w:val="0027447C"/>
    <w:rsid w:val="002744CF"/>
    <w:rsid w:val="00276A75"/>
    <w:rsid w:val="002775B6"/>
    <w:rsid w:val="002779E0"/>
    <w:rsid w:val="00280431"/>
    <w:rsid w:val="002804BB"/>
    <w:rsid w:val="00282CA9"/>
    <w:rsid w:val="0028365E"/>
    <w:rsid w:val="00283B3E"/>
    <w:rsid w:val="00283D6A"/>
    <w:rsid w:val="002873B4"/>
    <w:rsid w:val="002911CF"/>
    <w:rsid w:val="00291466"/>
    <w:rsid w:val="00291A92"/>
    <w:rsid w:val="00292417"/>
    <w:rsid w:val="00292D5E"/>
    <w:rsid w:val="00293FA1"/>
    <w:rsid w:val="002A006F"/>
    <w:rsid w:val="002A0A89"/>
    <w:rsid w:val="002A1745"/>
    <w:rsid w:val="002A18AF"/>
    <w:rsid w:val="002A1C96"/>
    <w:rsid w:val="002A3A3C"/>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C5D22"/>
    <w:rsid w:val="002D11B9"/>
    <w:rsid w:val="002D11E4"/>
    <w:rsid w:val="002D18D9"/>
    <w:rsid w:val="002D2810"/>
    <w:rsid w:val="002D3B18"/>
    <w:rsid w:val="002D443C"/>
    <w:rsid w:val="002D49F9"/>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2F76A8"/>
    <w:rsid w:val="00300B7C"/>
    <w:rsid w:val="00300F01"/>
    <w:rsid w:val="003030CC"/>
    <w:rsid w:val="00303325"/>
    <w:rsid w:val="00303362"/>
    <w:rsid w:val="00303A89"/>
    <w:rsid w:val="0030418C"/>
    <w:rsid w:val="00304E5A"/>
    <w:rsid w:val="00305861"/>
    <w:rsid w:val="00306208"/>
    <w:rsid w:val="00306DB4"/>
    <w:rsid w:val="003111E8"/>
    <w:rsid w:val="003113C4"/>
    <w:rsid w:val="00312E85"/>
    <w:rsid w:val="00313615"/>
    <w:rsid w:val="00314156"/>
    <w:rsid w:val="00314276"/>
    <w:rsid w:val="0031431C"/>
    <w:rsid w:val="0031495D"/>
    <w:rsid w:val="00314C96"/>
    <w:rsid w:val="00315121"/>
    <w:rsid w:val="003152A6"/>
    <w:rsid w:val="00315ADD"/>
    <w:rsid w:val="00316200"/>
    <w:rsid w:val="003167E7"/>
    <w:rsid w:val="00317765"/>
    <w:rsid w:val="00321B09"/>
    <w:rsid w:val="00321ECF"/>
    <w:rsid w:val="003222F5"/>
    <w:rsid w:val="00322347"/>
    <w:rsid w:val="00322C69"/>
    <w:rsid w:val="003244AE"/>
    <w:rsid w:val="003248CB"/>
    <w:rsid w:val="00327B6E"/>
    <w:rsid w:val="00327DD8"/>
    <w:rsid w:val="003306D4"/>
    <w:rsid w:val="00330967"/>
    <w:rsid w:val="00330A7E"/>
    <w:rsid w:val="003314D7"/>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1A73"/>
    <w:rsid w:val="00353221"/>
    <w:rsid w:val="003532B7"/>
    <w:rsid w:val="00353D63"/>
    <w:rsid w:val="003569FE"/>
    <w:rsid w:val="00356BD5"/>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6330"/>
    <w:rsid w:val="003671EF"/>
    <w:rsid w:val="00367388"/>
    <w:rsid w:val="003679E6"/>
    <w:rsid w:val="00370D98"/>
    <w:rsid w:val="00370DDF"/>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35BE"/>
    <w:rsid w:val="00393685"/>
    <w:rsid w:val="00393DEB"/>
    <w:rsid w:val="003948B3"/>
    <w:rsid w:val="00394D7D"/>
    <w:rsid w:val="0039545C"/>
    <w:rsid w:val="003954C4"/>
    <w:rsid w:val="00395B7A"/>
    <w:rsid w:val="00395F1E"/>
    <w:rsid w:val="00396FA4"/>
    <w:rsid w:val="00397448"/>
    <w:rsid w:val="00397D51"/>
    <w:rsid w:val="003A0963"/>
    <w:rsid w:val="003A2DA9"/>
    <w:rsid w:val="003A3CB1"/>
    <w:rsid w:val="003A4B38"/>
    <w:rsid w:val="003A5462"/>
    <w:rsid w:val="003A598B"/>
    <w:rsid w:val="003A6590"/>
    <w:rsid w:val="003A7261"/>
    <w:rsid w:val="003B0ADF"/>
    <w:rsid w:val="003B17A4"/>
    <w:rsid w:val="003B1D0C"/>
    <w:rsid w:val="003B2833"/>
    <w:rsid w:val="003B46FB"/>
    <w:rsid w:val="003B4E7E"/>
    <w:rsid w:val="003B50AC"/>
    <w:rsid w:val="003B5D1F"/>
    <w:rsid w:val="003B6100"/>
    <w:rsid w:val="003B64C0"/>
    <w:rsid w:val="003B6CEC"/>
    <w:rsid w:val="003B7DB5"/>
    <w:rsid w:val="003C0B2F"/>
    <w:rsid w:val="003C0C04"/>
    <w:rsid w:val="003C0C9D"/>
    <w:rsid w:val="003C371D"/>
    <w:rsid w:val="003C3B3C"/>
    <w:rsid w:val="003C3BAE"/>
    <w:rsid w:val="003C4187"/>
    <w:rsid w:val="003C494F"/>
    <w:rsid w:val="003C57B0"/>
    <w:rsid w:val="003C5BB2"/>
    <w:rsid w:val="003C6B0E"/>
    <w:rsid w:val="003C7F90"/>
    <w:rsid w:val="003D02D0"/>
    <w:rsid w:val="003D21E7"/>
    <w:rsid w:val="003D26EF"/>
    <w:rsid w:val="003D2730"/>
    <w:rsid w:val="003D2DA2"/>
    <w:rsid w:val="003D40AE"/>
    <w:rsid w:val="003D549C"/>
    <w:rsid w:val="003D6B3E"/>
    <w:rsid w:val="003D7A34"/>
    <w:rsid w:val="003D7AEE"/>
    <w:rsid w:val="003D7E7B"/>
    <w:rsid w:val="003E01AC"/>
    <w:rsid w:val="003E0E04"/>
    <w:rsid w:val="003E2744"/>
    <w:rsid w:val="003E2CED"/>
    <w:rsid w:val="003E31CD"/>
    <w:rsid w:val="003E3CA7"/>
    <w:rsid w:val="003E3F0A"/>
    <w:rsid w:val="003E5652"/>
    <w:rsid w:val="003E5B40"/>
    <w:rsid w:val="003E6E75"/>
    <w:rsid w:val="003E7309"/>
    <w:rsid w:val="003F2C3D"/>
    <w:rsid w:val="003F4292"/>
    <w:rsid w:val="003F5124"/>
    <w:rsid w:val="003F53A4"/>
    <w:rsid w:val="003F699B"/>
    <w:rsid w:val="004012A0"/>
    <w:rsid w:val="00402035"/>
    <w:rsid w:val="004032E0"/>
    <w:rsid w:val="00405593"/>
    <w:rsid w:val="004058F6"/>
    <w:rsid w:val="004064B5"/>
    <w:rsid w:val="00406CD5"/>
    <w:rsid w:val="004078E7"/>
    <w:rsid w:val="00407B4C"/>
    <w:rsid w:val="00410A9D"/>
    <w:rsid w:val="00411546"/>
    <w:rsid w:val="00411564"/>
    <w:rsid w:val="004115DB"/>
    <w:rsid w:val="004125C4"/>
    <w:rsid w:val="00413645"/>
    <w:rsid w:val="004147A6"/>
    <w:rsid w:val="00415D49"/>
    <w:rsid w:val="00420118"/>
    <w:rsid w:val="00420204"/>
    <w:rsid w:val="00420769"/>
    <w:rsid w:val="0042147B"/>
    <w:rsid w:val="00421B8C"/>
    <w:rsid w:val="00421C05"/>
    <w:rsid w:val="00422384"/>
    <w:rsid w:val="0042250D"/>
    <w:rsid w:val="004226F1"/>
    <w:rsid w:val="004242C1"/>
    <w:rsid w:val="004268F8"/>
    <w:rsid w:val="00426C2C"/>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0E5"/>
    <w:rsid w:val="00450FE2"/>
    <w:rsid w:val="004527A8"/>
    <w:rsid w:val="00453F91"/>
    <w:rsid w:val="00454F78"/>
    <w:rsid w:val="00455C41"/>
    <w:rsid w:val="00456385"/>
    <w:rsid w:val="00456C66"/>
    <w:rsid w:val="00456DAF"/>
    <w:rsid w:val="00456DEC"/>
    <w:rsid w:val="00457FF0"/>
    <w:rsid w:val="004602B3"/>
    <w:rsid w:val="0046075B"/>
    <w:rsid w:val="004610A4"/>
    <w:rsid w:val="0046133C"/>
    <w:rsid w:val="004614BF"/>
    <w:rsid w:val="00462323"/>
    <w:rsid w:val="004627E6"/>
    <w:rsid w:val="00462928"/>
    <w:rsid w:val="004632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91084"/>
    <w:rsid w:val="0049123D"/>
    <w:rsid w:val="004919A5"/>
    <w:rsid w:val="00492CEC"/>
    <w:rsid w:val="00493316"/>
    <w:rsid w:val="00493E97"/>
    <w:rsid w:val="004955A6"/>
    <w:rsid w:val="00495F1F"/>
    <w:rsid w:val="004A09AD"/>
    <w:rsid w:val="004A2577"/>
    <w:rsid w:val="004A2969"/>
    <w:rsid w:val="004A3597"/>
    <w:rsid w:val="004A380C"/>
    <w:rsid w:val="004A47BE"/>
    <w:rsid w:val="004A5480"/>
    <w:rsid w:val="004A5E5F"/>
    <w:rsid w:val="004A7E13"/>
    <w:rsid w:val="004B07BA"/>
    <w:rsid w:val="004B0AC0"/>
    <w:rsid w:val="004B15A5"/>
    <w:rsid w:val="004B1948"/>
    <w:rsid w:val="004B206E"/>
    <w:rsid w:val="004B289D"/>
    <w:rsid w:val="004B338B"/>
    <w:rsid w:val="004B3A45"/>
    <w:rsid w:val="004B3E23"/>
    <w:rsid w:val="004B5210"/>
    <w:rsid w:val="004B5E4B"/>
    <w:rsid w:val="004B64BD"/>
    <w:rsid w:val="004C1087"/>
    <w:rsid w:val="004C2384"/>
    <w:rsid w:val="004C2851"/>
    <w:rsid w:val="004C28B0"/>
    <w:rsid w:val="004C2D3F"/>
    <w:rsid w:val="004C35D3"/>
    <w:rsid w:val="004C36FF"/>
    <w:rsid w:val="004C515E"/>
    <w:rsid w:val="004C54C4"/>
    <w:rsid w:val="004C5F28"/>
    <w:rsid w:val="004C6623"/>
    <w:rsid w:val="004C662F"/>
    <w:rsid w:val="004C66AB"/>
    <w:rsid w:val="004C7312"/>
    <w:rsid w:val="004C77B1"/>
    <w:rsid w:val="004D006B"/>
    <w:rsid w:val="004D069E"/>
    <w:rsid w:val="004D0A1E"/>
    <w:rsid w:val="004D0CA7"/>
    <w:rsid w:val="004D2DBD"/>
    <w:rsid w:val="004D300B"/>
    <w:rsid w:val="004D34B5"/>
    <w:rsid w:val="004D3CEC"/>
    <w:rsid w:val="004D4C2B"/>
    <w:rsid w:val="004D5028"/>
    <w:rsid w:val="004D5153"/>
    <w:rsid w:val="004D63B4"/>
    <w:rsid w:val="004D68A7"/>
    <w:rsid w:val="004D6CA1"/>
    <w:rsid w:val="004D7202"/>
    <w:rsid w:val="004E0AC2"/>
    <w:rsid w:val="004E1504"/>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1E65"/>
    <w:rsid w:val="004F5F47"/>
    <w:rsid w:val="004F6F3B"/>
    <w:rsid w:val="004F76EF"/>
    <w:rsid w:val="005017BF"/>
    <w:rsid w:val="0050262E"/>
    <w:rsid w:val="005028F3"/>
    <w:rsid w:val="00502D12"/>
    <w:rsid w:val="00503BD0"/>
    <w:rsid w:val="005042D9"/>
    <w:rsid w:val="00507912"/>
    <w:rsid w:val="00507FDC"/>
    <w:rsid w:val="005116E3"/>
    <w:rsid w:val="00512332"/>
    <w:rsid w:val="005126CB"/>
    <w:rsid w:val="0051280F"/>
    <w:rsid w:val="005130CA"/>
    <w:rsid w:val="00513EFB"/>
    <w:rsid w:val="005141B4"/>
    <w:rsid w:val="005164A0"/>
    <w:rsid w:val="00516653"/>
    <w:rsid w:val="00516CFA"/>
    <w:rsid w:val="005177BD"/>
    <w:rsid w:val="005208B0"/>
    <w:rsid w:val="00522FB0"/>
    <w:rsid w:val="00524153"/>
    <w:rsid w:val="00524B25"/>
    <w:rsid w:val="00526EFD"/>
    <w:rsid w:val="00527681"/>
    <w:rsid w:val="00527781"/>
    <w:rsid w:val="00527A70"/>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FE6"/>
    <w:rsid w:val="0054612D"/>
    <w:rsid w:val="0054614B"/>
    <w:rsid w:val="00546597"/>
    <w:rsid w:val="005476EF"/>
    <w:rsid w:val="005515D9"/>
    <w:rsid w:val="00551D3D"/>
    <w:rsid w:val="00552896"/>
    <w:rsid w:val="005528BF"/>
    <w:rsid w:val="00553744"/>
    <w:rsid w:val="00553F92"/>
    <w:rsid w:val="005545C6"/>
    <w:rsid w:val="00554EFB"/>
    <w:rsid w:val="00555393"/>
    <w:rsid w:val="00555715"/>
    <w:rsid w:val="00555A19"/>
    <w:rsid w:val="00555E25"/>
    <w:rsid w:val="005569F0"/>
    <w:rsid w:val="00557171"/>
    <w:rsid w:val="00557540"/>
    <w:rsid w:val="00560EF8"/>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2BF1"/>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39CD"/>
    <w:rsid w:val="00593A3D"/>
    <w:rsid w:val="00593EFD"/>
    <w:rsid w:val="00594FAA"/>
    <w:rsid w:val="005961A3"/>
    <w:rsid w:val="005964D6"/>
    <w:rsid w:val="00596F04"/>
    <w:rsid w:val="00597AEC"/>
    <w:rsid w:val="005A0528"/>
    <w:rsid w:val="005A0E09"/>
    <w:rsid w:val="005A0F80"/>
    <w:rsid w:val="005A1AF9"/>
    <w:rsid w:val="005A266D"/>
    <w:rsid w:val="005A321E"/>
    <w:rsid w:val="005A3E33"/>
    <w:rsid w:val="005A4FD9"/>
    <w:rsid w:val="005A579F"/>
    <w:rsid w:val="005A6004"/>
    <w:rsid w:val="005A600D"/>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AD2"/>
    <w:rsid w:val="005C3B01"/>
    <w:rsid w:val="005C7168"/>
    <w:rsid w:val="005D0793"/>
    <w:rsid w:val="005D09FE"/>
    <w:rsid w:val="005D0F65"/>
    <w:rsid w:val="005D1E49"/>
    <w:rsid w:val="005D1F03"/>
    <w:rsid w:val="005D210F"/>
    <w:rsid w:val="005D2C20"/>
    <w:rsid w:val="005D3871"/>
    <w:rsid w:val="005D5F1C"/>
    <w:rsid w:val="005D637C"/>
    <w:rsid w:val="005D74BC"/>
    <w:rsid w:val="005D77E6"/>
    <w:rsid w:val="005E163C"/>
    <w:rsid w:val="005E1DB9"/>
    <w:rsid w:val="005E329C"/>
    <w:rsid w:val="005E38AF"/>
    <w:rsid w:val="005E3E84"/>
    <w:rsid w:val="005E4F9B"/>
    <w:rsid w:val="005F00DB"/>
    <w:rsid w:val="005F05D6"/>
    <w:rsid w:val="005F28E1"/>
    <w:rsid w:val="005F2E5E"/>
    <w:rsid w:val="005F3DC5"/>
    <w:rsid w:val="005F3F7C"/>
    <w:rsid w:val="005F408A"/>
    <w:rsid w:val="005F495F"/>
    <w:rsid w:val="005F58C1"/>
    <w:rsid w:val="005F5BB4"/>
    <w:rsid w:val="00600BC3"/>
    <w:rsid w:val="00601050"/>
    <w:rsid w:val="00602C1F"/>
    <w:rsid w:val="00603124"/>
    <w:rsid w:val="006061C6"/>
    <w:rsid w:val="006062BB"/>
    <w:rsid w:val="006067FB"/>
    <w:rsid w:val="00606995"/>
    <w:rsid w:val="00606BE6"/>
    <w:rsid w:val="00606CEE"/>
    <w:rsid w:val="00607FA9"/>
    <w:rsid w:val="006109C4"/>
    <w:rsid w:val="00611E7A"/>
    <w:rsid w:val="00612243"/>
    <w:rsid w:val="0061275C"/>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57C1"/>
    <w:rsid w:val="0064587B"/>
    <w:rsid w:val="006460FE"/>
    <w:rsid w:val="00646670"/>
    <w:rsid w:val="00646A04"/>
    <w:rsid w:val="00646DAE"/>
    <w:rsid w:val="006478D6"/>
    <w:rsid w:val="006509CF"/>
    <w:rsid w:val="006514A7"/>
    <w:rsid w:val="0065183B"/>
    <w:rsid w:val="006537F1"/>
    <w:rsid w:val="00653A52"/>
    <w:rsid w:val="00654A99"/>
    <w:rsid w:val="00654EB0"/>
    <w:rsid w:val="006556EA"/>
    <w:rsid w:val="006571CC"/>
    <w:rsid w:val="006573F6"/>
    <w:rsid w:val="006579C7"/>
    <w:rsid w:val="00657D09"/>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497"/>
    <w:rsid w:val="00667CF5"/>
    <w:rsid w:val="00670052"/>
    <w:rsid w:val="0067008D"/>
    <w:rsid w:val="00671A0D"/>
    <w:rsid w:val="006722D2"/>
    <w:rsid w:val="00672D76"/>
    <w:rsid w:val="00674289"/>
    <w:rsid w:val="006742E6"/>
    <w:rsid w:val="00674729"/>
    <w:rsid w:val="00674732"/>
    <w:rsid w:val="006750B4"/>
    <w:rsid w:val="00675BFA"/>
    <w:rsid w:val="00676261"/>
    <w:rsid w:val="0067754D"/>
    <w:rsid w:val="00677F5C"/>
    <w:rsid w:val="00681339"/>
    <w:rsid w:val="00682B73"/>
    <w:rsid w:val="006832FA"/>
    <w:rsid w:val="0068529C"/>
    <w:rsid w:val="006862D7"/>
    <w:rsid w:val="0068643E"/>
    <w:rsid w:val="00686D6B"/>
    <w:rsid w:val="00687115"/>
    <w:rsid w:val="00687719"/>
    <w:rsid w:val="00690245"/>
    <w:rsid w:val="006912EA"/>
    <w:rsid w:val="006935CA"/>
    <w:rsid w:val="00694CCB"/>
    <w:rsid w:val="006959ED"/>
    <w:rsid w:val="006A0E86"/>
    <w:rsid w:val="006A127B"/>
    <w:rsid w:val="006A1703"/>
    <w:rsid w:val="006A1CAC"/>
    <w:rsid w:val="006A2702"/>
    <w:rsid w:val="006A2981"/>
    <w:rsid w:val="006A304C"/>
    <w:rsid w:val="006A3309"/>
    <w:rsid w:val="006A4635"/>
    <w:rsid w:val="006A5BB5"/>
    <w:rsid w:val="006A5DFC"/>
    <w:rsid w:val="006A6762"/>
    <w:rsid w:val="006A6806"/>
    <w:rsid w:val="006A76C4"/>
    <w:rsid w:val="006B25B4"/>
    <w:rsid w:val="006B2B3D"/>
    <w:rsid w:val="006B301B"/>
    <w:rsid w:val="006B38BF"/>
    <w:rsid w:val="006B43CE"/>
    <w:rsid w:val="006B4C48"/>
    <w:rsid w:val="006B4D06"/>
    <w:rsid w:val="006B5ED8"/>
    <w:rsid w:val="006B63C9"/>
    <w:rsid w:val="006B7AE2"/>
    <w:rsid w:val="006C056F"/>
    <w:rsid w:val="006C076D"/>
    <w:rsid w:val="006C07C7"/>
    <w:rsid w:val="006C09F6"/>
    <w:rsid w:val="006C1E3A"/>
    <w:rsid w:val="006C203E"/>
    <w:rsid w:val="006C2293"/>
    <w:rsid w:val="006C22E5"/>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2D5"/>
    <w:rsid w:val="00702912"/>
    <w:rsid w:val="007031AB"/>
    <w:rsid w:val="00704707"/>
    <w:rsid w:val="00704C19"/>
    <w:rsid w:val="0070508D"/>
    <w:rsid w:val="007052BC"/>
    <w:rsid w:val="00705A28"/>
    <w:rsid w:val="0070630F"/>
    <w:rsid w:val="007074C7"/>
    <w:rsid w:val="00707BA9"/>
    <w:rsid w:val="007106AD"/>
    <w:rsid w:val="00710D57"/>
    <w:rsid w:val="007116DC"/>
    <w:rsid w:val="00712AC7"/>
    <w:rsid w:val="007145E4"/>
    <w:rsid w:val="00714946"/>
    <w:rsid w:val="007155BF"/>
    <w:rsid w:val="00716712"/>
    <w:rsid w:val="00716F1D"/>
    <w:rsid w:val="00717432"/>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26FE"/>
    <w:rsid w:val="007338A6"/>
    <w:rsid w:val="007359C0"/>
    <w:rsid w:val="007368F1"/>
    <w:rsid w:val="0073695E"/>
    <w:rsid w:val="00736CD2"/>
    <w:rsid w:val="0073713F"/>
    <w:rsid w:val="00737276"/>
    <w:rsid w:val="00737D3A"/>
    <w:rsid w:val="0074016D"/>
    <w:rsid w:val="00741BBA"/>
    <w:rsid w:val="00741F27"/>
    <w:rsid w:val="00742EC7"/>
    <w:rsid w:val="00743488"/>
    <w:rsid w:val="00744281"/>
    <w:rsid w:val="0074442D"/>
    <w:rsid w:val="0074665C"/>
    <w:rsid w:val="007468EC"/>
    <w:rsid w:val="00746DD6"/>
    <w:rsid w:val="0074716E"/>
    <w:rsid w:val="0074743D"/>
    <w:rsid w:val="007502CA"/>
    <w:rsid w:val="0075053B"/>
    <w:rsid w:val="007510BC"/>
    <w:rsid w:val="007512AC"/>
    <w:rsid w:val="007521FB"/>
    <w:rsid w:val="0075231F"/>
    <w:rsid w:val="0075262B"/>
    <w:rsid w:val="00753701"/>
    <w:rsid w:val="00754C28"/>
    <w:rsid w:val="007555B2"/>
    <w:rsid w:val="0075659A"/>
    <w:rsid w:val="00757858"/>
    <w:rsid w:val="007609E9"/>
    <w:rsid w:val="00763355"/>
    <w:rsid w:val="007638B7"/>
    <w:rsid w:val="00763F0E"/>
    <w:rsid w:val="00764BC3"/>
    <w:rsid w:val="00765B05"/>
    <w:rsid w:val="00765EE0"/>
    <w:rsid w:val="0076650E"/>
    <w:rsid w:val="00767AFB"/>
    <w:rsid w:val="00770DD8"/>
    <w:rsid w:val="00770FC1"/>
    <w:rsid w:val="007716E7"/>
    <w:rsid w:val="00771C9F"/>
    <w:rsid w:val="00771E94"/>
    <w:rsid w:val="0077330C"/>
    <w:rsid w:val="007747DE"/>
    <w:rsid w:val="00774B59"/>
    <w:rsid w:val="007752AD"/>
    <w:rsid w:val="007758F1"/>
    <w:rsid w:val="0077739A"/>
    <w:rsid w:val="00781A10"/>
    <w:rsid w:val="007846A6"/>
    <w:rsid w:val="00784888"/>
    <w:rsid w:val="00784B0F"/>
    <w:rsid w:val="00785090"/>
    <w:rsid w:val="00786637"/>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18CC"/>
    <w:rsid w:val="007A1B10"/>
    <w:rsid w:val="007A2079"/>
    <w:rsid w:val="007A2093"/>
    <w:rsid w:val="007A2BA7"/>
    <w:rsid w:val="007A33AB"/>
    <w:rsid w:val="007A33F9"/>
    <w:rsid w:val="007A36E5"/>
    <w:rsid w:val="007A39E7"/>
    <w:rsid w:val="007A4382"/>
    <w:rsid w:val="007A5011"/>
    <w:rsid w:val="007A578E"/>
    <w:rsid w:val="007A6187"/>
    <w:rsid w:val="007A6FA3"/>
    <w:rsid w:val="007B0868"/>
    <w:rsid w:val="007B0C70"/>
    <w:rsid w:val="007B0D57"/>
    <w:rsid w:val="007B1DDE"/>
    <w:rsid w:val="007B2E08"/>
    <w:rsid w:val="007B614B"/>
    <w:rsid w:val="007C1272"/>
    <w:rsid w:val="007C194B"/>
    <w:rsid w:val="007C1A61"/>
    <w:rsid w:val="007C1DDA"/>
    <w:rsid w:val="007C1E29"/>
    <w:rsid w:val="007C263E"/>
    <w:rsid w:val="007C2A1C"/>
    <w:rsid w:val="007C338C"/>
    <w:rsid w:val="007C3DBA"/>
    <w:rsid w:val="007C4BED"/>
    <w:rsid w:val="007C619E"/>
    <w:rsid w:val="007C61C4"/>
    <w:rsid w:val="007C6270"/>
    <w:rsid w:val="007C780C"/>
    <w:rsid w:val="007C7F5B"/>
    <w:rsid w:val="007C7F95"/>
    <w:rsid w:val="007D0FD3"/>
    <w:rsid w:val="007D1C09"/>
    <w:rsid w:val="007D2857"/>
    <w:rsid w:val="007D3E5F"/>
    <w:rsid w:val="007D4050"/>
    <w:rsid w:val="007D47CB"/>
    <w:rsid w:val="007D4F9A"/>
    <w:rsid w:val="007D5649"/>
    <w:rsid w:val="007D6254"/>
    <w:rsid w:val="007D67D1"/>
    <w:rsid w:val="007D6C03"/>
    <w:rsid w:val="007D72DC"/>
    <w:rsid w:val="007E0BD5"/>
    <w:rsid w:val="007E1021"/>
    <w:rsid w:val="007E152B"/>
    <w:rsid w:val="007E2FD0"/>
    <w:rsid w:val="007E31C7"/>
    <w:rsid w:val="007E346F"/>
    <w:rsid w:val="007E3D78"/>
    <w:rsid w:val="007E4895"/>
    <w:rsid w:val="007E5405"/>
    <w:rsid w:val="007E5993"/>
    <w:rsid w:val="007E5D1B"/>
    <w:rsid w:val="007E5DEF"/>
    <w:rsid w:val="007E6437"/>
    <w:rsid w:val="007E6B86"/>
    <w:rsid w:val="007E6ED7"/>
    <w:rsid w:val="007E7A3D"/>
    <w:rsid w:val="007E7E74"/>
    <w:rsid w:val="007F0B46"/>
    <w:rsid w:val="007F0C81"/>
    <w:rsid w:val="007F34C8"/>
    <w:rsid w:val="007F3AE3"/>
    <w:rsid w:val="007F43BE"/>
    <w:rsid w:val="007F5493"/>
    <w:rsid w:val="007F56D9"/>
    <w:rsid w:val="007F5FB5"/>
    <w:rsid w:val="007F73CD"/>
    <w:rsid w:val="007F7D04"/>
    <w:rsid w:val="00800B35"/>
    <w:rsid w:val="00801DB8"/>
    <w:rsid w:val="00802B86"/>
    <w:rsid w:val="00803A12"/>
    <w:rsid w:val="00803C43"/>
    <w:rsid w:val="008059F3"/>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0C"/>
    <w:rsid w:val="00827AB7"/>
    <w:rsid w:val="008327D8"/>
    <w:rsid w:val="00832A6B"/>
    <w:rsid w:val="008335D6"/>
    <w:rsid w:val="00833813"/>
    <w:rsid w:val="00833A30"/>
    <w:rsid w:val="00833FE2"/>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0F7A"/>
    <w:rsid w:val="0085307B"/>
    <w:rsid w:val="0085322C"/>
    <w:rsid w:val="00853EDD"/>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1DB0"/>
    <w:rsid w:val="00874074"/>
    <w:rsid w:val="008748DC"/>
    <w:rsid w:val="00874C33"/>
    <w:rsid w:val="008756CA"/>
    <w:rsid w:val="00875800"/>
    <w:rsid w:val="00876C8F"/>
    <w:rsid w:val="00876F14"/>
    <w:rsid w:val="00880F61"/>
    <w:rsid w:val="0088109E"/>
    <w:rsid w:val="00881867"/>
    <w:rsid w:val="00881E64"/>
    <w:rsid w:val="0088227D"/>
    <w:rsid w:val="0088250B"/>
    <w:rsid w:val="0088283E"/>
    <w:rsid w:val="008838AB"/>
    <w:rsid w:val="008838C4"/>
    <w:rsid w:val="008843EC"/>
    <w:rsid w:val="00885C9E"/>
    <w:rsid w:val="00887D34"/>
    <w:rsid w:val="00891C13"/>
    <w:rsid w:val="00891E4F"/>
    <w:rsid w:val="00892113"/>
    <w:rsid w:val="008938EC"/>
    <w:rsid w:val="0089434C"/>
    <w:rsid w:val="00894995"/>
    <w:rsid w:val="00895671"/>
    <w:rsid w:val="00895960"/>
    <w:rsid w:val="008959FE"/>
    <w:rsid w:val="008A0884"/>
    <w:rsid w:val="008A2175"/>
    <w:rsid w:val="008A2C63"/>
    <w:rsid w:val="008A3BD9"/>
    <w:rsid w:val="008A52D5"/>
    <w:rsid w:val="008A5459"/>
    <w:rsid w:val="008A596E"/>
    <w:rsid w:val="008A6CA9"/>
    <w:rsid w:val="008B0489"/>
    <w:rsid w:val="008B0A39"/>
    <w:rsid w:val="008B116C"/>
    <w:rsid w:val="008B28C5"/>
    <w:rsid w:val="008B399D"/>
    <w:rsid w:val="008B5238"/>
    <w:rsid w:val="008B54BC"/>
    <w:rsid w:val="008B5978"/>
    <w:rsid w:val="008B5CDF"/>
    <w:rsid w:val="008B61AC"/>
    <w:rsid w:val="008B7A02"/>
    <w:rsid w:val="008B7E0C"/>
    <w:rsid w:val="008C01E2"/>
    <w:rsid w:val="008C08B5"/>
    <w:rsid w:val="008C155A"/>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7372"/>
    <w:rsid w:val="008D7CA9"/>
    <w:rsid w:val="008E0B5D"/>
    <w:rsid w:val="008E0CD2"/>
    <w:rsid w:val="008E1505"/>
    <w:rsid w:val="008E2902"/>
    <w:rsid w:val="008E3665"/>
    <w:rsid w:val="008E385D"/>
    <w:rsid w:val="008E4FFF"/>
    <w:rsid w:val="008E5422"/>
    <w:rsid w:val="008E5C67"/>
    <w:rsid w:val="008E6334"/>
    <w:rsid w:val="008E6E98"/>
    <w:rsid w:val="008F03A5"/>
    <w:rsid w:val="008F0ACC"/>
    <w:rsid w:val="008F2C2B"/>
    <w:rsid w:val="008F31D3"/>
    <w:rsid w:val="008F376C"/>
    <w:rsid w:val="008F4385"/>
    <w:rsid w:val="008F4844"/>
    <w:rsid w:val="008F4C0F"/>
    <w:rsid w:val="008F561E"/>
    <w:rsid w:val="008F5828"/>
    <w:rsid w:val="008F5DC1"/>
    <w:rsid w:val="008F6777"/>
    <w:rsid w:val="0090165A"/>
    <w:rsid w:val="00901C24"/>
    <w:rsid w:val="00904DCE"/>
    <w:rsid w:val="00905735"/>
    <w:rsid w:val="00905927"/>
    <w:rsid w:val="009059C8"/>
    <w:rsid w:val="00905CB7"/>
    <w:rsid w:val="00906C74"/>
    <w:rsid w:val="0090792B"/>
    <w:rsid w:val="00907986"/>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21EB"/>
    <w:rsid w:val="0096274C"/>
    <w:rsid w:val="00962788"/>
    <w:rsid w:val="009629EB"/>
    <w:rsid w:val="00965976"/>
    <w:rsid w:val="00965B2C"/>
    <w:rsid w:val="00966B55"/>
    <w:rsid w:val="00967116"/>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1DA5"/>
    <w:rsid w:val="00992E0C"/>
    <w:rsid w:val="00992E98"/>
    <w:rsid w:val="00994082"/>
    <w:rsid w:val="00994508"/>
    <w:rsid w:val="00994864"/>
    <w:rsid w:val="00995969"/>
    <w:rsid w:val="00995A8E"/>
    <w:rsid w:val="00995B38"/>
    <w:rsid w:val="0099691A"/>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B753B"/>
    <w:rsid w:val="009C0168"/>
    <w:rsid w:val="009C038D"/>
    <w:rsid w:val="009C0400"/>
    <w:rsid w:val="009C04CF"/>
    <w:rsid w:val="009C2101"/>
    <w:rsid w:val="009C34E0"/>
    <w:rsid w:val="009C3C15"/>
    <w:rsid w:val="009C3CD8"/>
    <w:rsid w:val="009C413A"/>
    <w:rsid w:val="009C5738"/>
    <w:rsid w:val="009C6F68"/>
    <w:rsid w:val="009C75A5"/>
    <w:rsid w:val="009C7E73"/>
    <w:rsid w:val="009D079E"/>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632F"/>
    <w:rsid w:val="009E75FB"/>
    <w:rsid w:val="009F02E8"/>
    <w:rsid w:val="009F0D5F"/>
    <w:rsid w:val="009F3367"/>
    <w:rsid w:val="009F3C35"/>
    <w:rsid w:val="009F3DD7"/>
    <w:rsid w:val="009F5F4E"/>
    <w:rsid w:val="009F7151"/>
    <w:rsid w:val="00A00036"/>
    <w:rsid w:val="00A0061E"/>
    <w:rsid w:val="00A01CD8"/>
    <w:rsid w:val="00A02158"/>
    <w:rsid w:val="00A02372"/>
    <w:rsid w:val="00A0270B"/>
    <w:rsid w:val="00A0281F"/>
    <w:rsid w:val="00A0595B"/>
    <w:rsid w:val="00A06A2F"/>
    <w:rsid w:val="00A1029D"/>
    <w:rsid w:val="00A106DB"/>
    <w:rsid w:val="00A10EB4"/>
    <w:rsid w:val="00A118E7"/>
    <w:rsid w:val="00A121B6"/>
    <w:rsid w:val="00A13851"/>
    <w:rsid w:val="00A15045"/>
    <w:rsid w:val="00A15947"/>
    <w:rsid w:val="00A1781A"/>
    <w:rsid w:val="00A200F7"/>
    <w:rsid w:val="00A204D8"/>
    <w:rsid w:val="00A21436"/>
    <w:rsid w:val="00A21710"/>
    <w:rsid w:val="00A2277F"/>
    <w:rsid w:val="00A24AD0"/>
    <w:rsid w:val="00A254EF"/>
    <w:rsid w:val="00A259C7"/>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2E13"/>
    <w:rsid w:val="00A53A27"/>
    <w:rsid w:val="00A547A8"/>
    <w:rsid w:val="00A554B9"/>
    <w:rsid w:val="00A5566A"/>
    <w:rsid w:val="00A567D0"/>
    <w:rsid w:val="00A6029C"/>
    <w:rsid w:val="00A612B2"/>
    <w:rsid w:val="00A61657"/>
    <w:rsid w:val="00A62E68"/>
    <w:rsid w:val="00A6358E"/>
    <w:rsid w:val="00A636A8"/>
    <w:rsid w:val="00A6464D"/>
    <w:rsid w:val="00A64AB1"/>
    <w:rsid w:val="00A64B17"/>
    <w:rsid w:val="00A65E25"/>
    <w:rsid w:val="00A66299"/>
    <w:rsid w:val="00A6758A"/>
    <w:rsid w:val="00A6758F"/>
    <w:rsid w:val="00A67662"/>
    <w:rsid w:val="00A67EB1"/>
    <w:rsid w:val="00A7126D"/>
    <w:rsid w:val="00A71DEE"/>
    <w:rsid w:val="00A72DA2"/>
    <w:rsid w:val="00A7465E"/>
    <w:rsid w:val="00A75E73"/>
    <w:rsid w:val="00A77ABE"/>
    <w:rsid w:val="00A8112C"/>
    <w:rsid w:val="00A817D4"/>
    <w:rsid w:val="00A819E6"/>
    <w:rsid w:val="00A83E37"/>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3A4F"/>
    <w:rsid w:val="00A9452E"/>
    <w:rsid w:val="00A95123"/>
    <w:rsid w:val="00A9589B"/>
    <w:rsid w:val="00A960CC"/>
    <w:rsid w:val="00A97138"/>
    <w:rsid w:val="00A9745D"/>
    <w:rsid w:val="00AA1FC6"/>
    <w:rsid w:val="00AA4673"/>
    <w:rsid w:val="00AA4686"/>
    <w:rsid w:val="00AB1641"/>
    <w:rsid w:val="00AB239E"/>
    <w:rsid w:val="00AB25FE"/>
    <w:rsid w:val="00AB5535"/>
    <w:rsid w:val="00AB5889"/>
    <w:rsid w:val="00AB6525"/>
    <w:rsid w:val="00AB7061"/>
    <w:rsid w:val="00AB74B0"/>
    <w:rsid w:val="00AC16CC"/>
    <w:rsid w:val="00AC1D09"/>
    <w:rsid w:val="00AC1D80"/>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E18B3"/>
    <w:rsid w:val="00AE1D57"/>
    <w:rsid w:val="00AE33FF"/>
    <w:rsid w:val="00AE3A92"/>
    <w:rsid w:val="00AE3B8A"/>
    <w:rsid w:val="00AE3E5B"/>
    <w:rsid w:val="00AE6328"/>
    <w:rsid w:val="00AE770D"/>
    <w:rsid w:val="00AE79DE"/>
    <w:rsid w:val="00AE7EA7"/>
    <w:rsid w:val="00AF0503"/>
    <w:rsid w:val="00AF0682"/>
    <w:rsid w:val="00AF0E3E"/>
    <w:rsid w:val="00AF1332"/>
    <w:rsid w:val="00AF2D8A"/>
    <w:rsid w:val="00AF308E"/>
    <w:rsid w:val="00AF42BD"/>
    <w:rsid w:val="00AF550C"/>
    <w:rsid w:val="00AF631C"/>
    <w:rsid w:val="00AF6603"/>
    <w:rsid w:val="00AF7312"/>
    <w:rsid w:val="00B02BCF"/>
    <w:rsid w:val="00B034F9"/>
    <w:rsid w:val="00B03C54"/>
    <w:rsid w:val="00B04368"/>
    <w:rsid w:val="00B0453A"/>
    <w:rsid w:val="00B04657"/>
    <w:rsid w:val="00B0506E"/>
    <w:rsid w:val="00B0519A"/>
    <w:rsid w:val="00B060B2"/>
    <w:rsid w:val="00B06569"/>
    <w:rsid w:val="00B0658A"/>
    <w:rsid w:val="00B11290"/>
    <w:rsid w:val="00B114A7"/>
    <w:rsid w:val="00B11948"/>
    <w:rsid w:val="00B11C08"/>
    <w:rsid w:val="00B11EBD"/>
    <w:rsid w:val="00B12086"/>
    <w:rsid w:val="00B129CE"/>
    <w:rsid w:val="00B136BA"/>
    <w:rsid w:val="00B13B87"/>
    <w:rsid w:val="00B16939"/>
    <w:rsid w:val="00B17DE0"/>
    <w:rsid w:val="00B203CC"/>
    <w:rsid w:val="00B20D71"/>
    <w:rsid w:val="00B21A9B"/>
    <w:rsid w:val="00B21C60"/>
    <w:rsid w:val="00B21EC5"/>
    <w:rsid w:val="00B22A13"/>
    <w:rsid w:val="00B2436B"/>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5A5C"/>
    <w:rsid w:val="00B57B79"/>
    <w:rsid w:val="00B57BC5"/>
    <w:rsid w:val="00B57D33"/>
    <w:rsid w:val="00B61D52"/>
    <w:rsid w:val="00B63759"/>
    <w:rsid w:val="00B64DF8"/>
    <w:rsid w:val="00B65474"/>
    <w:rsid w:val="00B65A3D"/>
    <w:rsid w:val="00B6681B"/>
    <w:rsid w:val="00B669F9"/>
    <w:rsid w:val="00B714DA"/>
    <w:rsid w:val="00B71AA2"/>
    <w:rsid w:val="00B725B4"/>
    <w:rsid w:val="00B735FF"/>
    <w:rsid w:val="00B745E0"/>
    <w:rsid w:val="00B74927"/>
    <w:rsid w:val="00B74FFE"/>
    <w:rsid w:val="00B75D59"/>
    <w:rsid w:val="00B779A5"/>
    <w:rsid w:val="00B77FF0"/>
    <w:rsid w:val="00B80738"/>
    <w:rsid w:val="00B812B8"/>
    <w:rsid w:val="00B81460"/>
    <w:rsid w:val="00B830CF"/>
    <w:rsid w:val="00B83197"/>
    <w:rsid w:val="00B83461"/>
    <w:rsid w:val="00B83A72"/>
    <w:rsid w:val="00B84760"/>
    <w:rsid w:val="00B84CEC"/>
    <w:rsid w:val="00B85818"/>
    <w:rsid w:val="00B86029"/>
    <w:rsid w:val="00B93EFF"/>
    <w:rsid w:val="00B941DD"/>
    <w:rsid w:val="00B94568"/>
    <w:rsid w:val="00B94CE8"/>
    <w:rsid w:val="00B94EC2"/>
    <w:rsid w:val="00B952A9"/>
    <w:rsid w:val="00B968CF"/>
    <w:rsid w:val="00B97773"/>
    <w:rsid w:val="00B9797F"/>
    <w:rsid w:val="00BA125E"/>
    <w:rsid w:val="00BA2EF4"/>
    <w:rsid w:val="00BA4D66"/>
    <w:rsid w:val="00BA5DA7"/>
    <w:rsid w:val="00BA674E"/>
    <w:rsid w:val="00BA6AE2"/>
    <w:rsid w:val="00BA7EE6"/>
    <w:rsid w:val="00BA7F29"/>
    <w:rsid w:val="00BB0480"/>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972"/>
    <w:rsid w:val="00BE701F"/>
    <w:rsid w:val="00BE7456"/>
    <w:rsid w:val="00BE75EB"/>
    <w:rsid w:val="00BE7663"/>
    <w:rsid w:val="00BF0192"/>
    <w:rsid w:val="00BF05CC"/>
    <w:rsid w:val="00BF1D43"/>
    <w:rsid w:val="00BF2851"/>
    <w:rsid w:val="00BF2E1E"/>
    <w:rsid w:val="00BF388E"/>
    <w:rsid w:val="00BF412B"/>
    <w:rsid w:val="00BF5551"/>
    <w:rsid w:val="00BF574A"/>
    <w:rsid w:val="00BF65F2"/>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A2C"/>
    <w:rsid w:val="00C16FC5"/>
    <w:rsid w:val="00C2039A"/>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47F5"/>
    <w:rsid w:val="00C355F5"/>
    <w:rsid w:val="00C3600B"/>
    <w:rsid w:val="00C364D5"/>
    <w:rsid w:val="00C36760"/>
    <w:rsid w:val="00C37981"/>
    <w:rsid w:val="00C37CC5"/>
    <w:rsid w:val="00C4083A"/>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260"/>
    <w:rsid w:val="00C5444E"/>
    <w:rsid w:val="00C56FCB"/>
    <w:rsid w:val="00C57619"/>
    <w:rsid w:val="00C60278"/>
    <w:rsid w:val="00C61C55"/>
    <w:rsid w:val="00C62812"/>
    <w:rsid w:val="00C63AA2"/>
    <w:rsid w:val="00C63DEF"/>
    <w:rsid w:val="00C6570E"/>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3B6"/>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979DB"/>
    <w:rsid w:val="00CA0B24"/>
    <w:rsid w:val="00CA2B4F"/>
    <w:rsid w:val="00CA2BC5"/>
    <w:rsid w:val="00CA3D43"/>
    <w:rsid w:val="00CA44DE"/>
    <w:rsid w:val="00CA48B2"/>
    <w:rsid w:val="00CB0484"/>
    <w:rsid w:val="00CB13AC"/>
    <w:rsid w:val="00CB140C"/>
    <w:rsid w:val="00CB2564"/>
    <w:rsid w:val="00CB4252"/>
    <w:rsid w:val="00CB56BC"/>
    <w:rsid w:val="00CB5AB6"/>
    <w:rsid w:val="00CB5F9B"/>
    <w:rsid w:val="00CB60A3"/>
    <w:rsid w:val="00CB6316"/>
    <w:rsid w:val="00CB73BF"/>
    <w:rsid w:val="00CB769D"/>
    <w:rsid w:val="00CB789D"/>
    <w:rsid w:val="00CC0290"/>
    <w:rsid w:val="00CC02D7"/>
    <w:rsid w:val="00CC0608"/>
    <w:rsid w:val="00CC1AF9"/>
    <w:rsid w:val="00CC1D65"/>
    <w:rsid w:val="00CC475A"/>
    <w:rsid w:val="00CC47E8"/>
    <w:rsid w:val="00CC49FB"/>
    <w:rsid w:val="00CC57B1"/>
    <w:rsid w:val="00CC74E7"/>
    <w:rsid w:val="00CC78B7"/>
    <w:rsid w:val="00CD0A43"/>
    <w:rsid w:val="00CD25F7"/>
    <w:rsid w:val="00CD3E33"/>
    <w:rsid w:val="00CD40E7"/>
    <w:rsid w:val="00CD4E86"/>
    <w:rsid w:val="00CD51BF"/>
    <w:rsid w:val="00CD5DF1"/>
    <w:rsid w:val="00CD77AC"/>
    <w:rsid w:val="00CD7936"/>
    <w:rsid w:val="00CE19AC"/>
    <w:rsid w:val="00CE29BE"/>
    <w:rsid w:val="00CE3E18"/>
    <w:rsid w:val="00CE4A34"/>
    <w:rsid w:val="00CE5319"/>
    <w:rsid w:val="00CE6F0E"/>
    <w:rsid w:val="00CE7AC5"/>
    <w:rsid w:val="00CF1796"/>
    <w:rsid w:val="00CF188B"/>
    <w:rsid w:val="00CF1AF4"/>
    <w:rsid w:val="00CF255C"/>
    <w:rsid w:val="00CF49DD"/>
    <w:rsid w:val="00CF5F22"/>
    <w:rsid w:val="00CF6623"/>
    <w:rsid w:val="00CF6805"/>
    <w:rsid w:val="00CF6B5B"/>
    <w:rsid w:val="00CF6B63"/>
    <w:rsid w:val="00CF7451"/>
    <w:rsid w:val="00D00533"/>
    <w:rsid w:val="00D01C07"/>
    <w:rsid w:val="00D020F2"/>
    <w:rsid w:val="00D03AEF"/>
    <w:rsid w:val="00D042EB"/>
    <w:rsid w:val="00D05458"/>
    <w:rsid w:val="00D05DC4"/>
    <w:rsid w:val="00D0719B"/>
    <w:rsid w:val="00D1457F"/>
    <w:rsid w:val="00D14B72"/>
    <w:rsid w:val="00D15212"/>
    <w:rsid w:val="00D16514"/>
    <w:rsid w:val="00D17B06"/>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2207"/>
    <w:rsid w:val="00D4257C"/>
    <w:rsid w:val="00D4260D"/>
    <w:rsid w:val="00D42DF9"/>
    <w:rsid w:val="00D43253"/>
    <w:rsid w:val="00D442F1"/>
    <w:rsid w:val="00D45FAA"/>
    <w:rsid w:val="00D46758"/>
    <w:rsid w:val="00D46C63"/>
    <w:rsid w:val="00D47186"/>
    <w:rsid w:val="00D4773B"/>
    <w:rsid w:val="00D50109"/>
    <w:rsid w:val="00D5048B"/>
    <w:rsid w:val="00D522F4"/>
    <w:rsid w:val="00D57BC1"/>
    <w:rsid w:val="00D60FC2"/>
    <w:rsid w:val="00D64DC1"/>
    <w:rsid w:val="00D65323"/>
    <w:rsid w:val="00D65C9A"/>
    <w:rsid w:val="00D7010A"/>
    <w:rsid w:val="00D7065C"/>
    <w:rsid w:val="00D7114C"/>
    <w:rsid w:val="00D74503"/>
    <w:rsid w:val="00D74FA8"/>
    <w:rsid w:val="00D75BFC"/>
    <w:rsid w:val="00D7737E"/>
    <w:rsid w:val="00D80A76"/>
    <w:rsid w:val="00D80A9F"/>
    <w:rsid w:val="00D81B11"/>
    <w:rsid w:val="00D82871"/>
    <w:rsid w:val="00D8302E"/>
    <w:rsid w:val="00D83085"/>
    <w:rsid w:val="00D8320B"/>
    <w:rsid w:val="00D83C7F"/>
    <w:rsid w:val="00D855EA"/>
    <w:rsid w:val="00D86AC9"/>
    <w:rsid w:val="00D87F0B"/>
    <w:rsid w:val="00D902A6"/>
    <w:rsid w:val="00D912A7"/>
    <w:rsid w:val="00D9140D"/>
    <w:rsid w:val="00D91C0A"/>
    <w:rsid w:val="00D926D0"/>
    <w:rsid w:val="00D940ED"/>
    <w:rsid w:val="00D96BC2"/>
    <w:rsid w:val="00D97801"/>
    <w:rsid w:val="00DA0901"/>
    <w:rsid w:val="00DA0BED"/>
    <w:rsid w:val="00DA1502"/>
    <w:rsid w:val="00DA1814"/>
    <w:rsid w:val="00DA21E4"/>
    <w:rsid w:val="00DA2E81"/>
    <w:rsid w:val="00DA4AD3"/>
    <w:rsid w:val="00DA4B9D"/>
    <w:rsid w:val="00DB1C91"/>
    <w:rsid w:val="00DB1D1D"/>
    <w:rsid w:val="00DB211A"/>
    <w:rsid w:val="00DB2579"/>
    <w:rsid w:val="00DB293E"/>
    <w:rsid w:val="00DB2F61"/>
    <w:rsid w:val="00DB2F79"/>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5D9C"/>
    <w:rsid w:val="00DC6239"/>
    <w:rsid w:val="00DC6722"/>
    <w:rsid w:val="00DD0E3D"/>
    <w:rsid w:val="00DD0E4A"/>
    <w:rsid w:val="00DD1E50"/>
    <w:rsid w:val="00DD2576"/>
    <w:rsid w:val="00DD274E"/>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BAA"/>
    <w:rsid w:val="00DF3E53"/>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8D3"/>
    <w:rsid w:val="00E15D5C"/>
    <w:rsid w:val="00E15EBA"/>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2D57"/>
    <w:rsid w:val="00E3482C"/>
    <w:rsid w:val="00E34D20"/>
    <w:rsid w:val="00E35D38"/>
    <w:rsid w:val="00E36981"/>
    <w:rsid w:val="00E36B66"/>
    <w:rsid w:val="00E37A6E"/>
    <w:rsid w:val="00E37C40"/>
    <w:rsid w:val="00E40013"/>
    <w:rsid w:val="00E402D1"/>
    <w:rsid w:val="00E402DF"/>
    <w:rsid w:val="00E40320"/>
    <w:rsid w:val="00E403DA"/>
    <w:rsid w:val="00E43656"/>
    <w:rsid w:val="00E43ED4"/>
    <w:rsid w:val="00E44257"/>
    <w:rsid w:val="00E44BC1"/>
    <w:rsid w:val="00E44CA6"/>
    <w:rsid w:val="00E44DC7"/>
    <w:rsid w:val="00E44F8D"/>
    <w:rsid w:val="00E45422"/>
    <w:rsid w:val="00E45485"/>
    <w:rsid w:val="00E455C0"/>
    <w:rsid w:val="00E4582C"/>
    <w:rsid w:val="00E45A8A"/>
    <w:rsid w:val="00E5063A"/>
    <w:rsid w:val="00E50945"/>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67060"/>
    <w:rsid w:val="00E70190"/>
    <w:rsid w:val="00E7197C"/>
    <w:rsid w:val="00E71F20"/>
    <w:rsid w:val="00E71F35"/>
    <w:rsid w:val="00E722BD"/>
    <w:rsid w:val="00E72432"/>
    <w:rsid w:val="00E72F4D"/>
    <w:rsid w:val="00E738E0"/>
    <w:rsid w:val="00E75C18"/>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5666"/>
    <w:rsid w:val="00E9649E"/>
    <w:rsid w:val="00E96911"/>
    <w:rsid w:val="00E979C4"/>
    <w:rsid w:val="00EA0E05"/>
    <w:rsid w:val="00EA13F7"/>
    <w:rsid w:val="00EA175D"/>
    <w:rsid w:val="00EA26E3"/>
    <w:rsid w:val="00EA44C0"/>
    <w:rsid w:val="00EA546E"/>
    <w:rsid w:val="00EA5981"/>
    <w:rsid w:val="00EA6C1F"/>
    <w:rsid w:val="00EA7B6A"/>
    <w:rsid w:val="00EA7BDC"/>
    <w:rsid w:val="00EB0E29"/>
    <w:rsid w:val="00EB16E3"/>
    <w:rsid w:val="00EB19FD"/>
    <w:rsid w:val="00EB1AB3"/>
    <w:rsid w:val="00EB1D3C"/>
    <w:rsid w:val="00EB31B6"/>
    <w:rsid w:val="00EB48D0"/>
    <w:rsid w:val="00EB4AEE"/>
    <w:rsid w:val="00EB5464"/>
    <w:rsid w:val="00EB61E4"/>
    <w:rsid w:val="00EB79F6"/>
    <w:rsid w:val="00EB7E76"/>
    <w:rsid w:val="00EC081E"/>
    <w:rsid w:val="00EC4028"/>
    <w:rsid w:val="00EC5AFC"/>
    <w:rsid w:val="00ED130F"/>
    <w:rsid w:val="00ED36ED"/>
    <w:rsid w:val="00ED3BDA"/>
    <w:rsid w:val="00ED4BBF"/>
    <w:rsid w:val="00ED6930"/>
    <w:rsid w:val="00ED72D5"/>
    <w:rsid w:val="00ED7352"/>
    <w:rsid w:val="00ED7762"/>
    <w:rsid w:val="00EE04ED"/>
    <w:rsid w:val="00EE0F6C"/>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832"/>
    <w:rsid w:val="00F0297A"/>
    <w:rsid w:val="00F02E1A"/>
    <w:rsid w:val="00F050F8"/>
    <w:rsid w:val="00F06C7F"/>
    <w:rsid w:val="00F0711A"/>
    <w:rsid w:val="00F103A6"/>
    <w:rsid w:val="00F10A8F"/>
    <w:rsid w:val="00F10B9B"/>
    <w:rsid w:val="00F11197"/>
    <w:rsid w:val="00F1292E"/>
    <w:rsid w:val="00F12A77"/>
    <w:rsid w:val="00F14FD7"/>
    <w:rsid w:val="00F15FEE"/>
    <w:rsid w:val="00F201F7"/>
    <w:rsid w:val="00F21293"/>
    <w:rsid w:val="00F2134A"/>
    <w:rsid w:val="00F21C24"/>
    <w:rsid w:val="00F21FA5"/>
    <w:rsid w:val="00F226A3"/>
    <w:rsid w:val="00F2276A"/>
    <w:rsid w:val="00F22909"/>
    <w:rsid w:val="00F22EE9"/>
    <w:rsid w:val="00F23277"/>
    <w:rsid w:val="00F26057"/>
    <w:rsid w:val="00F264BB"/>
    <w:rsid w:val="00F265C5"/>
    <w:rsid w:val="00F26AC6"/>
    <w:rsid w:val="00F3211A"/>
    <w:rsid w:val="00F32385"/>
    <w:rsid w:val="00F326D2"/>
    <w:rsid w:val="00F32E0F"/>
    <w:rsid w:val="00F33349"/>
    <w:rsid w:val="00F34623"/>
    <w:rsid w:val="00F34677"/>
    <w:rsid w:val="00F36622"/>
    <w:rsid w:val="00F40D52"/>
    <w:rsid w:val="00F4131C"/>
    <w:rsid w:val="00F41459"/>
    <w:rsid w:val="00F42C59"/>
    <w:rsid w:val="00F42D36"/>
    <w:rsid w:val="00F43364"/>
    <w:rsid w:val="00F43B82"/>
    <w:rsid w:val="00F44C95"/>
    <w:rsid w:val="00F4651D"/>
    <w:rsid w:val="00F4713F"/>
    <w:rsid w:val="00F4732F"/>
    <w:rsid w:val="00F47D61"/>
    <w:rsid w:val="00F5207E"/>
    <w:rsid w:val="00F52861"/>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E75"/>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AE5"/>
    <w:rsid w:val="00F86B20"/>
    <w:rsid w:val="00F90ABB"/>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24FB"/>
    <w:rsid w:val="00FB2884"/>
    <w:rsid w:val="00FB2C0E"/>
    <w:rsid w:val="00FB37C6"/>
    <w:rsid w:val="00FB41B3"/>
    <w:rsid w:val="00FB5064"/>
    <w:rsid w:val="00FB5AA8"/>
    <w:rsid w:val="00FB69BF"/>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1FE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68919E14-70F4-41A5-8A50-6A01EC05C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335892">
      <w:bodyDiv w:val="1"/>
      <w:marLeft w:val="0"/>
      <w:marRight w:val="0"/>
      <w:marTop w:val="0"/>
      <w:marBottom w:val="0"/>
      <w:divBdr>
        <w:top w:val="none" w:sz="0" w:space="0" w:color="auto"/>
        <w:left w:val="none" w:sz="0" w:space="0" w:color="auto"/>
        <w:bottom w:val="none" w:sz="0" w:space="0" w:color="auto"/>
        <w:right w:val="none" w:sz="0" w:space="0" w:color="auto"/>
      </w:divBdr>
    </w:div>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385566836">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452090609">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59999688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124234709">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13892026">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hyperlink" Target="consultantplus://offline/ref=C73C99CBFEAA33EEA6B25C3379EA3859A48E37E5C1BC5DCD3AA4B7E6517C0B2B66517601HBJ0H" TargetMode="External"/><Relationship Id="rId39"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consultantplus://offline/ref=C73C99CBFEAA33EEA6B25C3379EA3859A78F37E2CDBD5DCD3AA4B7E6517C0B2B66517601B0F604B8H6J8H"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hyperlink" Target="consultantplus://offline/ref=C73C99CBFEAA33EEA6B25C3379EA3859A48E37E5C1BC5DCD3AA4B7E6517C0B2B66517601HBJ0H" TargetMode="External"/><Relationship Id="rId33" Type="http://schemas.openxmlformats.org/officeDocument/2006/relationships/footer" Target="footer3.xml"/><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yperlink" Target="consultantplus://offline/ref=C73C99CBFEAA33EEA6B25C3379EA3859A78F37E2CDBD5DCD3AA4B7E651H7JCH" TargetMode="External"/><Relationship Id="rId29" Type="http://schemas.openxmlformats.org/officeDocument/2006/relationships/header" Target="header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yperlink" Target="consultantplus://offline/ref=C73C99CBFEAA33EEA6B25C3379EA3859A48E37E5C1BC5DCD3AA4B7E6517C0B2B66517601HBJ0H" TargetMode="External"/><Relationship Id="rId32" Type="http://schemas.openxmlformats.org/officeDocument/2006/relationships/header" Target="header3.xml"/><Relationship Id="rId37" Type="http://schemas.openxmlformats.org/officeDocument/2006/relationships/footer" Target="footer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hyperlink" Target="consultantplus://offline/ref=C73C99CBFEAA33EEA6B25C3379EA3859A48E37E5C1BC5DCD3AA4B7E6517C0B2B66517601HBJ0H" TargetMode="External"/><Relationship Id="rId28" Type="http://schemas.openxmlformats.org/officeDocument/2006/relationships/header" Target="header1.xml"/><Relationship Id="rId36" Type="http://schemas.openxmlformats.org/officeDocument/2006/relationships/footer" Target="footer4.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hyperlink" Target="consultantplus://offline/ref=C73C99CBFEAA33EEA6B25C3379EA3859A78F37E2CDBD5DCD3AA4B7E6517C0B2B66517601B0F602BAH6JAH" TargetMode="External"/><Relationship Id="rId27" Type="http://schemas.openxmlformats.org/officeDocument/2006/relationships/hyperlink" Target="consultantplus://offline/ref=C73C99CBFEAA33EEA6B25C3379EA3859A48E37E5C1BC5DCD3AA4B7E6517C0B2B66517601HBJ0H" TargetMode="External"/><Relationship Id="rId30" Type="http://schemas.openxmlformats.org/officeDocument/2006/relationships/footer" Target="footer1.xml"/><Relationship Id="rId35"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687AE-BC17-4E99-B5C3-27F4E6D27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1773</TotalTime>
  <Pages>1</Pages>
  <Words>23930</Words>
  <Characters>136406</Characters>
  <Application>Microsoft Office Word</Application>
  <DocSecurity>0</DocSecurity>
  <Lines>1136</Lines>
  <Paragraphs>320</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160016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358</cp:revision>
  <cp:lastPrinted>2021-09-27T13:33:00Z</cp:lastPrinted>
  <dcterms:created xsi:type="dcterms:W3CDTF">2018-09-11T11:15:00Z</dcterms:created>
  <dcterms:modified xsi:type="dcterms:W3CDTF">2021-10-08T10:53:00Z</dcterms:modified>
</cp:coreProperties>
</file>