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2087" w:rsidRPr="00EC648C" w:rsidRDefault="00A66B66" w:rsidP="00EC648C">
      <w:pPr>
        <w:pStyle w:val="a8"/>
        <w:tabs>
          <w:tab w:val="left" w:pos="708"/>
        </w:tabs>
        <w:jc w:val="center"/>
        <w:rPr>
          <w:rFonts w:ascii="Arial" w:hAnsi="Arial" w:cs="Arial"/>
          <w:szCs w:val="22"/>
        </w:rPr>
      </w:pPr>
      <w:r>
        <w:rPr>
          <w:noProof/>
          <w:lang w:eastAsia="ru-RU"/>
        </w:rPr>
        <w:drawing>
          <wp:inline distT="0" distB="0" distL="0" distR="0">
            <wp:extent cx="676275" cy="800100"/>
            <wp:effectExtent l="19050" t="19050" r="28575" b="19050"/>
            <wp:docPr id="1"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7">
                      <a:lum bright="-44000" contrast="20000"/>
                      <a:grayscl/>
                      <a:biLevel thresh="50000"/>
                      <a:extLst>
                        <a:ext uri="{28A0092B-C50C-407E-A947-70E740481C1C}">
                          <a14:useLocalDpi xmlns:a14="http://schemas.microsoft.com/office/drawing/2010/main" val="0"/>
                        </a:ext>
                      </a:extLst>
                    </a:blip>
                    <a:srcRect/>
                    <a:stretch>
                      <a:fillRect/>
                    </a:stretch>
                  </pic:blipFill>
                  <pic:spPr bwMode="auto">
                    <a:xfrm>
                      <a:off x="0" y="0"/>
                      <a:ext cx="676275" cy="800100"/>
                    </a:xfrm>
                    <a:prstGeom prst="rect">
                      <a:avLst/>
                    </a:prstGeom>
                    <a:noFill/>
                    <a:ln w="3175" cmpd="sng">
                      <a:solidFill>
                        <a:srgbClr val="FFFFFF"/>
                      </a:solidFill>
                      <a:miter lim="800000"/>
                      <a:headEnd/>
                      <a:tailEnd/>
                    </a:ln>
                    <a:effectLst/>
                  </pic:spPr>
                </pic:pic>
              </a:graphicData>
            </a:graphic>
          </wp:inline>
        </w:drawing>
      </w:r>
    </w:p>
    <w:p w:rsidR="00632087" w:rsidRPr="00EC648C" w:rsidRDefault="00632087" w:rsidP="00EC648C">
      <w:pPr>
        <w:pStyle w:val="a8"/>
        <w:tabs>
          <w:tab w:val="left" w:pos="708"/>
        </w:tabs>
        <w:jc w:val="both"/>
        <w:rPr>
          <w:rFonts w:ascii="Arial" w:hAnsi="Arial" w:cs="Arial"/>
          <w:szCs w:val="22"/>
        </w:rPr>
      </w:pPr>
    </w:p>
    <w:p w:rsidR="00632087" w:rsidRPr="00173B88" w:rsidRDefault="00632087" w:rsidP="00EC648C">
      <w:pPr>
        <w:pStyle w:val="a8"/>
        <w:tabs>
          <w:tab w:val="left" w:pos="708"/>
        </w:tabs>
        <w:jc w:val="center"/>
        <w:rPr>
          <w:rFonts w:ascii="Arial" w:hAnsi="Arial" w:cs="Arial"/>
          <w:sz w:val="24"/>
          <w:szCs w:val="24"/>
        </w:rPr>
      </w:pPr>
      <w:r w:rsidRPr="00173B88">
        <w:rPr>
          <w:rFonts w:ascii="Arial" w:hAnsi="Arial" w:cs="Arial"/>
          <w:sz w:val="24"/>
          <w:szCs w:val="24"/>
        </w:rPr>
        <w:t>АДМИНИСТРАЦИЯ ТАЛОВСКОГО</w:t>
      </w:r>
    </w:p>
    <w:p w:rsidR="00632087" w:rsidRPr="00173B88" w:rsidRDefault="00632087" w:rsidP="00EC648C">
      <w:pPr>
        <w:pStyle w:val="a8"/>
        <w:tabs>
          <w:tab w:val="left" w:pos="708"/>
        </w:tabs>
        <w:jc w:val="center"/>
        <w:rPr>
          <w:rFonts w:ascii="Arial" w:hAnsi="Arial" w:cs="Arial"/>
          <w:sz w:val="24"/>
          <w:szCs w:val="24"/>
        </w:rPr>
      </w:pPr>
      <w:r w:rsidRPr="00173B88">
        <w:rPr>
          <w:rFonts w:ascii="Arial" w:hAnsi="Arial" w:cs="Arial"/>
          <w:sz w:val="24"/>
          <w:szCs w:val="24"/>
        </w:rPr>
        <w:t>МУНИЦИПАЛЬНОГО РАЙОНАВОРОНЕЖСКОЙ ОБЛАСТИ</w:t>
      </w:r>
    </w:p>
    <w:p w:rsidR="00632087" w:rsidRPr="00173B88" w:rsidRDefault="00632087" w:rsidP="00EC648C">
      <w:pPr>
        <w:pStyle w:val="a8"/>
        <w:tabs>
          <w:tab w:val="left" w:pos="708"/>
        </w:tabs>
        <w:jc w:val="center"/>
        <w:rPr>
          <w:rFonts w:ascii="Arial" w:hAnsi="Arial" w:cs="Arial"/>
          <w:sz w:val="24"/>
          <w:szCs w:val="24"/>
        </w:rPr>
      </w:pPr>
    </w:p>
    <w:p w:rsidR="00632087" w:rsidRPr="00173B88" w:rsidRDefault="00EC648C" w:rsidP="00EC648C">
      <w:pPr>
        <w:pStyle w:val="a8"/>
        <w:tabs>
          <w:tab w:val="left" w:pos="708"/>
        </w:tabs>
        <w:jc w:val="center"/>
        <w:rPr>
          <w:rFonts w:ascii="Arial" w:hAnsi="Arial" w:cs="Arial"/>
          <w:sz w:val="24"/>
          <w:szCs w:val="24"/>
        </w:rPr>
      </w:pPr>
      <w:r w:rsidRPr="00173B88">
        <w:rPr>
          <w:rFonts w:ascii="Arial" w:hAnsi="Arial" w:cs="Arial"/>
          <w:sz w:val="24"/>
          <w:szCs w:val="24"/>
        </w:rPr>
        <w:t>П</w:t>
      </w:r>
      <w:r w:rsidR="00632087" w:rsidRPr="00173B88">
        <w:rPr>
          <w:rFonts w:ascii="Arial" w:hAnsi="Arial" w:cs="Arial"/>
          <w:sz w:val="24"/>
          <w:szCs w:val="24"/>
        </w:rPr>
        <w:t>ОСТАНОВЛЕНИЕ</w:t>
      </w:r>
    </w:p>
    <w:p w:rsidR="00632087" w:rsidRPr="00173B88" w:rsidRDefault="00632087" w:rsidP="00EC648C">
      <w:pPr>
        <w:pStyle w:val="a8"/>
        <w:tabs>
          <w:tab w:val="left" w:pos="708"/>
        </w:tabs>
        <w:jc w:val="both"/>
        <w:rPr>
          <w:rFonts w:ascii="Arial" w:hAnsi="Arial" w:cs="Arial"/>
          <w:sz w:val="24"/>
          <w:szCs w:val="24"/>
        </w:rPr>
      </w:pPr>
    </w:p>
    <w:p w:rsidR="00632087" w:rsidRPr="00173B88" w:rsidRDefault="00632087" w:rsidP="00EC648C">
      <w:pPr>
        <w:pStyle w:val="a8"/>
        <w:tabs>
          <w:tab w:val="clear" w:pos="4677"/>
          <w:tab w:val="clear" w:pos="9355"/>
          <w:tab w:val="left" w:pos="708"/>
          <w:tab w:val="right" w:pos="3965"/>
        </w:tabs>
        <w:jc w:val="both"/>
        <w:rPr>
          <w:rFonts w:ascii="Arial" w:hAnsi="Arial" w:cs="Arial"/>
          <w:sz w:val="24"/>
          <w:szCs w:val="24"/>
        </w:rPr>
      </w:pPr>
      <w:r w:rsidRPr="00173B88">
        <w:rPr>
          <w:rFonts w:ascii="Arial" w:hAnsi="Arial" w:cs="Arial"/>
          <w:sz w:val="24"/>
          <w:szCs w:val="24"/>
        </w:rPr>
        <w:t xml:space="preserve">от </w:t>
      </w:r>
      <w:r w:rsidR="00DD6317" w:rsidRPr="00173B88">
        <w:rPr>
          <w:rFonts w:ascii="Arial" w:hAnsi="Arial" w:cs="Arial"/>
          <w:sz w:val="24"/>
          <w:szCs w:val="24"/>
        </w:rPr>
        <w:t>24 июня 2021г.</w:t>
      </w:r>
      <w:r w:rsidR="00EC648C" w:rsidRPr="00173B88">
        <w:rPr>
          <w:rFonts w:ascii="Arial" w:hAnsi="Arial" w:cs="Arial"/>
          <w:sz w:val="24"/>
          <w:szCs w:val="24"/>
        </w:rPr>
        <w:t xml:space="preserve"> </w:t>
      </w:r>
      <w:r w:rsidRPr="00173B88">
        <w:rPr>
          <w:rFonts w:ascii="Arial" w:hAnsi="Arial" w:cs="Arial"/>
          <w:sz w:val="24"/>
          <w:szCs w:val="24"/>
        </w:rPr>
        <w:t xml:space="preserve">№ </w:t>
      </w:r>
      <w:r w:rsidR="00DD6317" w:rsidRPr="00173B88">
        <w:rPr>
          <w:rFonts w:ascii="Arial" w:hAnsi="Arial" w:cs="Arial"/>
          <w:sz w:val="24"/>
          <w:szCs w:val="24"/>
        </w:rPr>
        <w:t>381</w:t>
      </w:r>
      <w:r w:rsidR="00EC648C" w:rsidRPr="00173B88">
        <w:rPr>
          <w:rFonts w:ascii="Arial" w:hAnsi="Arial" w:cs="Arial"/>
          <w:sz w:val="24"/>
          <w:szCs w:val="24"/>
        </w:rPr>
        <w:t xml:space="preserve"> </w:t>
      </w:r>
    </w:p>
    <w:p w:rsidR="00632087" w:rsidRPr="00173B88" w:rsidRDefault="00632087" w:rsidP="00EC648C">
      <w:pPr>
        <w:pStyle w:val="a8"/>
        <w:tabs>
          <w:tab w:val="left" w:pos="708"/>
          <w:tab w:val="center" w:pos="7200"/>
        </w:tabs>
        <w:jc w:val="both"/>
        <w:rPr>
          <w:rFonts w:ascii="Arial" w:hAnsi="Arial" w:cs="Arial"/>
          <w:sz w:val="24"/>
          <w:szCs w:val="24"/>
        </w:rPr>
      </w:pPr>
      <w:r w:rsidRPr="00173B88">
        <w:rPr>
          <w:rFonts w:ascii="Arial" w:hAnsi="Arial" w:cs="Arial"/>
          <w:sz w:val="24"/>
          <w:szCs w:val="24"/>
        </w:rPr>
        <w:t>р. п. Таловая</w:t>
      </w:r>
    </w:p>
    <w:p w:rsidR="00EC648C" w:rsidRPr="00173B88" w:rsidRDefault="00EC648C" w:rsidP="00EC648C">
      <w:pPr>
        <w:pStyle w:val="a8"/>
        <w:tabs>
          <w:tab w:val="clear" w:pos="4677"/>
          <w:tab w:val="left" w:pos="708"/>
          <w:tab w:val="center" w:pos="1890"/>
          <w:tab w:val="center" w:pos="5103"/>
          <w:tab w:val="center" w:pos="7200"/>
        </w:tabs>
        <w:jc w:val="both"/>
        <w:rPr>
          <w:rFonts w:ascii="Arial" w:hAnsi="Arial" w:cs="Arial"/>
          <w:sz w:val="24"/>
          <w:szCs w:val="24"/>
        </w:rPr>
      </w:pPr>
    </w:p>
    <w:p w:rsidR="00C23FE6" w:rsidRPr="00845844" w:rsidRDefault="0068458E" w:rsidP="00EC648C">
      <w:pPr>
        <w:pStyle w:val="a8"/>
        <w:tabs>
          <w:tab w:val="clear" w:pos="4677"/>
          <w:tab w:val="left" w:pos="708"/>
          <w:tab w:val="center" w:pos="1890"/>
          <w:tab w:val="center" w:pos="5103"/>
          <w:tab w:val="center" w:pos="7200"/>
        </w:tabs>
        <w:jc w:val="center"/>
        <w:rPr>
          <w:rFonts w:ascii="Arial" w:hAnsi="Arial" w:cs="Arial"/>
          <w:b/>
          <w:sz w:val="32"/>
          <w:szCs w:val="32"/>
        </w:rPr>
      </w:pPr>
      <w:r w:rsidRPr="00845844">
        <w:rPr>
          <w:rFonts w:ascii="Arial" w:hAnsi="Arial" w:cs="Arial"/>
          <w:b/>
          <w:sz w:val="32"/>
          <w:szCs w:val="32"/>
        </w:rPr>
        <w:t>О внесении изменений в постановление</w:t>
      </w:r>
      <w:r w:rsidR="00EC648C" w:rsidRPr="00845844">
        <w:rPr>
          <w:rFonts w:ascii="Arial" w:hAnsi="Arial" w:cs="Arial"/>
          <w:b/>
          <w:sz w:val="32"/>
          <w:szCs w:val="32"/>
        </w:rPr>
        <w:t xml:space="preserve"> </w:t>
      </w:r>
      <w:r w:rsidRPr="00845844">
        <w:rPr>
          <w:rFonts w:ascii="Arial" w:hAnsi="Arial" w:cs="Arial"/>
          <w:b/>
          <w:sz w:val="32"/>
          <w:szCs w:val="32"/>
        </w:rPr>
        <w:t>от 29.04.2019</w:t>
      </w:r>
      <w:r w:rsidR="00EC648C" w:rsidRPr="00845844">
        <w:rPr>
          <w:rFonts w:ascii="Arial" w:hAnsi="Arial" w:cs="Arial"/>
          <w:b/>
          <w:sz w:val="32"/>
          <w:szCs w:val="32"/>
        </w:rPr>
        <w:t xml:space="preserve"> </w:t>
      </w:r>
      <w:r w:rsidRPr="00845844">
        <w:rPr>
          <w:rFonts w:ascii="Arial" w:hAnsi="Arial" w:cs="Arial"/>
          <w:b/>
          <w:sz w:val="32"/>
          <w:szCs w:val="32"/>
        </w:rPr>
        <w:t>№365 «</w:t>
      </w:r>
      <w:r w:rsidR="00632087" w:rsidRPr="00845844">
        <w:rPr>
          <w:rFonts w:ascii="Arial" w:hAnsi="Arial" w:cs="Arial"/>
          <w:b/>
          <w:sz w:val="32"/>
          <w:szCs w:val="32"/>
        </w:rPr>
        <w:t xml:space="preserve">О </w:t>
      </w:r>
      <w:r w:rsidR="00C23FE6" w:rsidRPr="00845844">
        <w:rPr>
          <w:rFonts w:ascii="Arial" w:hAnsi="Arial" w:cs="Arial"/>
          <w:b/>
          <w:sz w:val="32"/>
          <w:szCs w:val="32"/>
        </w:rPr>
        <w:t>создании комиссии по проведению</w:t>
      </w:r>
      <w:r w:rsidR="000209F4" w:rsidRPr="00845844">
        <w:rPr>
          <w:rFonts w:ascii="Arial" w:hAnsi="Arial" w:cs="Arial"/>
          <w:b/>
          <w:sz w:val="32"/>
          <w:szCs w:val="32"/>
        </w:rPr>
        <w:t xml:space="preserve"> </w:t>
      </w:r>
      <w:r w:rsidR="00C23FE6" w:rsidRPr="00845844">
        <w:rPr>
          <w:rFonts w:ascii="Arial" w:hAnsi="Arial" w:cs="Arial"/>
          <w:b/>
          <w:sz w:val="32"/>
          <w:szCs w:val="32"/>
        </w:rPr>
        <w:t>Всероссийской переписи населения</w:t>
      </w:r>
      <w:r w:rsidR="000209F4" w:rsidRPr="00845844">
        <w:rPr>
          <w:rFonts w:ascii="Arial" w:hAnsi="Arial" w:cs="Arial"/>
          <w:b/>
          <w:sz w:val="32"/>
          <w:szCs w:val="32"/>
        </w:rPr>
        <w:t xml:space="preserve"> </w:t>
      </w:r>
      <w:r w:rsidR="00C23FE6" w:rsidRPr="00845844">
        <w:rPr>
          <w:rFonts w:ascii="Arial" w:hAnsi="Arial" w:cs="Arial"/>
          <w:b/>
          <w:sz w:val="32"/>
          <w:szCs w:val="32"/>
        </w:rPr>
        <w:t>на территории Таловского</w:t>
      </w:r>
      <w:r w:rsidR="000209F4" w:rsidRPr="00845844">
        <w:rPr>
          <w:rFonts w:ascii="Arial" w:hAnsi="Arial" w:cs="Arial"/>
          <w:b/>
          <w:sz w:val="32"/>
          <w:szCs w:val="32"/>
        </w:rPr>
        <w:t xml:space="preserve"> муниципального </w:t>
      </w:r>
      <w:r w:rsidR="00C23FE6" w:rsidRPr="00845844">
        <w:rPr>
          <w:rFonts w:ascii="Arial" w:hAnsi="Arial" w:cs="Arial"/>
          <w:b/>
          <w:sz w:val="32"/>
          <w:szCs w:val="32"/>
        </w:rPr>
        <w:t>района</w:t>
      </w:r>
      <w:r w:rsidRPr="00845844">
        <w:rPr>
          <w:rFonts w:ascii="Arial" w:hAnsi="Arial" w:cs="Arial"/>
          <w:b/>
          <w:sz w:val="32"/>
          <w:szCs w:val="32"/>
        </w:rPr>
        <w:t>»</w:t>
      </w:r>
    </w:p>
    <w:p w:rsidR="00C23FE6" w:rsidRPr="00173B88" w:rsidRDefault="00EC648C" w:rsidP="00EC648C">
      <w:pPr>
        <w:pStyle w:val="a8"/>
        <w:tabs>
          <w:tab w:val="left" w:pos="708"/>
        </w:tabs>
        <w:ind w:firstLine="709"/>
        <w:jc w:val="both"/>
        <w:rPr>
          <w:rFonts w:ascii="Arial" w:hAnsi="Arial" w:cs="Arial"/>
          <w:sz w:val="24"/>
          <w:szCs w:val="24"/>
        </w:rPr>
      </w:pPr>
      <w:r w:rsidRPr="00173B88">
        <w:rPr>
          <w:rFonts w:ascii="Arial" w:hAnsi="Arial" w:cs="Arial"/>
          <w:sz w:val="24"/>
          <w:szCs w:val="24"/>
        </w:rPr>
        <w:t xml:space="preserve"> </w:t>
      </w:r>
    </w:p>
    <w:p w:rsidR="00632087" w:rsidRPr="00173B88" w:rsidRDefault="00EC648C" w:rsidP="00EC648C">
      <w:pPr>
        <w:ind w:firstLine="709"/>
        <w:jc w:val="both"/>
        <w:rPr>
          <w:rFonts w:ascii="Arial" w:hAnsi="Arial" w:cs="Arial"/>
        </w:rPr>
      </w:pPr>
      <w:r w:rsidRPr="00173B88">
        <w:rPr>
          <w:rFonts w:ascii="Arial" w:hAnsi="Arial" w:cs="Arial"/>
        </w:rPr>
        <w:t xml:space="preserve"> </w:t>
      </w:r>
      <w:r w:rsidR="0068458E" w:rsidRPr="00173B88">
        <w:rPr>
          <w:rFonts w:ascii="Arial" w:hAnsi="Arial" w:cs="Arial"/>
        </w:rPr>
        <w:t>В связи с кадровыми изменениями</w:t>
      </w:r>
      <w:r w:rsidR="00632087" w:rsidRPr="00173B88">
        <w:rPr>
          <w:rFonts w:ascii="Arial" w:hAnsi="Arial" w:cs="Arial"/>
        </w:rPr>
        <w:t xml:space="preserve"> </w:t>
      </w:r>
      <w:r w:rsidR="0068458E" w:rsidRPr="00173B88">
        <w:rPr>
          <w:rFonts w:ascii="Arial" w:hAnsi="Arial" w:cs="Arial"/>
        </w:rPr>
        <w:t>администрация Таловского муниципального района</w:t>
      </w:r>
      <w:r w:rsidRPr="00173B88">
        <w:rPr>
          <w:rFonts w:ascii="Arial" w:hAnsi="Arial" w:cs="Arial"/>
        </w:rPr>
        <w:t xml:space="preserve"> </w:t>
      </w:r>
      <w:r w:rsidR="00632087" w:rsidRPr="00173B88">
        <w:rPr>
          <w:rFonts w:ascii="Arial" w:hAnsi="Arial" w:cs="Arial"/>
        </w:rPr>
        <w:t>постановляет:</w:t>
      </w:r>
    </w:p>
    <w:p w:rsidR="0068458E" w:rsidRPr="00173B88" w:rsidRDefault="00632087" w:rsidP="00EC648C">
      <w:pPr>
        <w:ind w:firstLine="709"/>
        <w:jc w:val="both"/>
        <w:rPr>
          <w:rFonts w:ascii="Arial" w:hAnsi="Arial" w:cs="Arial"/>
        </w:rPr>
      </w:pPr>
      <w:r w:rsidRPr="00173B88">
        <w:rPr>
          <w:rFonts w:ascii="Arial" w:hAnsi="Arial" w:cs="Arial"/>
        </w:rPr>
        <w:t xml:space="preserve"> 1.</w:t>
      </w:r>
      <w:r w:rsidR="00EC648C" w:rsidRPr="00173B88">
        <w:rPr>
          <w:rFonts w:ascii="Arial" w:hAnsi="Arial" w:cs="Arial"/>
        </w:rPr>
        <w:t xml:space="preserve"> </w:t>
      </w:r>
      <w:r w:rsidR="0068458E" w:rsidRPr="00173B88">
        <w:rPr>
          <w:rFonts w:ascii="Arial" w:hAnsi="Arial" w:cs="Arial"/>
        </w:rPr>
        <w:t>Изложить в новой редакции приложение №1 к постановлению администрации Таловского муниципального района от</w:t>
      </w:r>
      <w:r w:rsidR="00EC648C" w:rsidRPr="00173B88">
        <w:rPr>
          <w:rFonts w:ascii="Arial" w:hAnsi="Arial" w:cs="Arial"/>
        </w:rPr>
        <w:t xml:space="preserve"> </w:t>
      </w:r>
      <w:r w:rsidR="0068458E" w:rsidRPr="00173B88">
        <w:rPr>
          <w:rFonts w:ascii="Arial" w:hAnsi="Arial" w:cs="Arial"/>
        </w:rPr>
        <w:t>29.04.2019</w:t>
      </w:r>
      <w:r w:rsidR="00EC648C" w:rsidRPr="00173B88">
        <w:rPr>
          <w:rFonts w:ascii="Arial" w:hAnsi="Arial" w:cs="Arial"/>
        </w:rPr>
        <w:t xml:space="preserve"> </w:t>
      </w:r>
      <w:r w:rsidR="0068458E" w:rsidRPr="00173B88">
        <w:rPr>
          <w:rFonts w:ascii="Arial" w:hAnsi="Arial" w:cs="Arial"/>
        </w:rPr>
        <w:t>№365 «О создании комиссии по проведению Всероссийской переписи населения на территории Таловского муниципального района»</w:t>
      </w:r>
      <w:r w:rsidR="00C27D1B" w:rsidRPr="00173B88">
        <w:rPr>
          <w:rFonts w:ascii="Arial" w:hAnsi="Arial" w:cs="Arial"/>
        </w:rPr>
        <w:t>, согласно приложению.</w:t>
      </w:r>
    </w:p>
    <w:p w:rsidR="00632087" w:rsidRPr="00173B88" w:rsidRDefault="0068458E" w:rsidP="00EC648C">
      <w:pPr>
        <w:tabs>
          <w:tab w:val="left" w:pos="360"/>
        </w:tabs>
        <w:autoSpaceDE w:val="0"/>
        <w:autoSpaceDN w:val="0"/>
        <w:adjustRightInd w:val="0"/>
        <w:ind w:firstLine="709"/>
        <w:jc w:val="both"/>
        <w:rPr>
          <w:rFonts w:ascii="Arial" w:hAnsi="Arial" w:cs="Arial"/>
        </w:rPr>
      </w:pPr>
      <w:r w:rsidRPr="00173B88">
        <w:rPr>
          <w:rFonts w:ascii="Arial" w:hAnsi="Arial" w:cs="Arial"/>
        </w:rPr>
        <w:t>2</w:t>
      </w:r>
      <w:r w:rsidR="00632087" w:rsidRPr="00173B88">
        <w:rPr>
          <w:rFonts w:ascii="Arial" w:hAnsi="Arial" w:cs="Arial"/>
        </w:rPr>
        <w:t>. Контроль за исполнением настоящего постановления</w:t>
      </w:r>
      <w:r w:rsidR="00EC648C" w:rsidRPr="00173B88">
        <w:rPr>
          <w:rFonts w:ascii="Arial" w:hAnsi="Arial" w:cs="Arial"/>
        </w:rPr>
        <w:t xml:space="preserve"> </w:t>
      </w:r>
      <w:r w:rsidR="00632087" w:rsidRPr="00173B88">
        <w:rPr>
          <w:rFonts w:ascii="Arial" w:hAnsi="Arial" w:cs="Arial"/>
        </w:rPr>
        <w:t xml:space="preserve">возложить на заместителя главы администрации – начальника отдела по экономике Бирюкову Л.И. </w:t>
      </w:r>
    </w:p>
    <w:p w:rsidR="00EC648C" w:rsidRPr="00173B88" w:rsidRDefault="00EC648C" w:rsidP="00EC648C">
      <w:pPr>
        <w:tabs>
          <w:tab w:val="left" w:pos="360"/>
        </w:tabs>
        <w:autoSpaceDE w:val="0"/>
        <w:autoSpaceDN w:val="0"/>
        <w:adjustRightInd w:val="0"/>
        <w:ind w:firstLine="709"/>
        <w:jc w:val="both"/>
        <w:rPr>
          <w:rFonts w:ascii="Arial" w:hAnsi="Arial" w:cs="Arial"/>
        </w:rPr>
      </w:pPr>
    </w:p>
    <w:tbl>
      <w:tblPr>
        <w:tblW w:w="0" w:type="auto"/>
        <w:tblLook w:val="04A0" w:firstRow="1" w:lastRow="0" w:firstColumn="1" w:lastColumn="0" w:noHBand="0" w:noVBand="1"/>
      </w:tblPr>
      <w:tblGrid>
        <w:gridCol w:w="3379"/>
        <w:gridCol w:w="3379"/>
        <w:gridCol w:w="3379"/>
      </w:tblGrid>
      <w:tr w:rsidR="00EC648C" w:rsidRPr="00173B88" w:rsidTr="00EC648C">
        <w:tc>
          <w:tcPr>
            <w:tcW w:w="3379" w:type="dxa"/>
            <w:hideMark/>
          </w:tcPr>
          <w:p w:rsidR="00EC648C" w:rsidRPr="00173B88" w:rsidRDefault="00EC648C">
            <w:pPr>
              <w:jc w:val="both"/>
              <w:rPr>
                <w:rFonts w:ascii="Arial" w:hAnsi="Arial" w:cs="Arial"/>
                <w:lang w:eastAsia="ru-RU"/>
              </w:rPr>
            </w:pPr>
            <w:r w:rsidRPr="00173B88">
              <w:rPr>
                <w:rFonts w:ascii="Arial" w:hAnsi="Arial" w:cs="Arial"/>
              </w:rPr>
              <w:t>Глава муниципального района</w:t>
            </w:r>
          </w:p>
        </w:tc>
        <w:tc>
          <w:tcPr>
            <w:tcW w:w="3379" w:type="dxa"/>
          </w:tcPr>
          <w:p w:rsidR="00EC648C" w:rsidRPr="00173B88" w:rsidRDefault="00EC648C">
            <w:pPr>
              <w:jc w:val="both"/>
              <w:rPr>
                <w:rFonts w:ascii="Arial" w:hAnsi="Arial" w:cs="Arial"/>
              </w:rPr>
            </w:pPr>
          </w:p>
        </w:tc>
        <w:tc>
          <w:tcPr>
            <w:tcW w:w="3379" w:type="dxa"/>
            <w:vAlign w:val="bottom"/>
            <w:hideMark/>
          </w:tcPr>
          <w:p w:rsidR="00EC648C" w:rsidRPr="00173B88" w:rsidRDefault="00EC648C">
            <w:pPr>
              <w:jc w:val="right"/>
              <w:rPr>
                <w:rFonts w:ascii="Arial" w:hAnsi="Arial" w:cs="Arial"/>
              </w:rPr>
            </w:pPr>
            <w:r w:rsidRPr="00173B88">
              <w:rPr>
                <w:rFonts w:ascii="Arial" w:hAnsi="Arial" w:cs="Arial"/>
              </w:rPr>
              <w:t>В.В. Бурдин</w:t>
            </w:r>
          </w:p>
        </w:tc>
      </w:tr>
    </w:tbl>
    <w:p w:rsidR="00EC648C" w:rsidRDefault="00EC648C" w:rsidP="00EC648C">
      <w:pPr>
        <w:tabs>
          <w:tab w:val="left" w:pos="284"/>
        </w:tabs>
        <w:ind w:firstLine="709"/>
        <w:jc w:val="both"/>
        <w:rPr>
          <w:rFonts w:ascii="Arial" w:hAnsi="Arial" w:cs="Arial"/>
          <w:sz w:val="22"/>
          <w:szCs w:val="22"/>
        </w:rPr>
      </w:pPr>
    </w:p>
    <w:p w:rsidR="00EC648C" w:rsidRPr="00173B88" w:rsidRDefault="00EC648C" w:rsidP="00D70CB0">
      <w:pPr>
        <w:pStyle w:val="ConsPlusNormal"/>
        <w:ind w:firstLine="5670"/>
        <w:jc w:val="both"/>
        <w:rPr>
          <w:rFonts w:cs="Arial"/>
          <w:sz w:val="24"/>
          <w:szCs w:val="24"/>
        </w:rPr>
      </w:pPr>
      <w:r>
        <w:rPr>
          <w:rFonts w:cs="Arial"/>
          <w:szCs w:val="22"/>
        </w:rPr>
        <w:br w:type="page"/>
      </w:r>
      <w:r w:rsidRPr="00173B88">
        <w:rPr>
          <w:rFonts w:cs="Arial"/>
          <w:sz w:val="24"/>
          <w:szCs w:val="24"/>
        </w:rPr>
        <w:lastRenderedPageBreak/>
        <w:t xml:space="preserve">Приложение </w:t>
      </w:r>
    </w:p>
    <w:p w:rsidR="00EC648C" w:rsidRPr="00173B88" w:rsidRDefault="00EC648C" w:rsidP="00D70CB0">
      <w:pPr>
        <w:pStyle w:val="ConsPlusNormal"/>
        <w:ind w:firstLine="5670"/>
        <w:jc w:val="both"/>
        <w:rPr>
          <w:rFonts w:cs="Arial"/>
          <w:sz w:val="24"/>
          <w:szCs w:val="24"/>
        </w:rPr>
      </w:pPr>
      <w:r w:rsidRPr="00173B88">
        <w:rPr>
          <w:rFonts w:cs="Arial"/>
          <w:sz w:val="24"/>
          <w:szCs w:val="24"/>
        </w:rPr>
        <w:t>к постановлению администрации</w:t>
      </w:r>
    </w:p>
    <w:p w:rsidR="00EC648C" w:rsidRPr="00173B88" w:rsidRDefault="00EC648C" w:rsidP="00D70CB0">
      <w:pPr>
        <w:pStyle w:val="ConsPlusNormal"/>
        <w:ind w:firstLine="5670"/>
        <w:jc w:val="both"/>
        <w:rPr>
          <w:rFonts w:cs="Arial"/>
          <w:sz w:val="24"/>
          <w:szCs w:val="24"/>
        </w:rPr>
      </w:pPr>
      <w:r w:rsidRPr="00173B88">
        <w:rPr>
          <w:rFonts w:cs="Arial"/>
          <w:sz w:val="24"/>
          <w:szCs w:val="24"/>
        </w:rPr>
        <w:t>Таловского муниципального района</w:t>
      </w:r>
    </w:p>
    <w:p w:rsidR="00632087" w:rsidRPr="00173B88" w:rsidRDefault="00EC648C" w:rsidP="00D70CB0">
      <w:pPr>
        <w:tabs>
          <w:tab w:val="left" w:pos="284"/>
        </w:tabs>
        <w:ind w:firstLine="5670"/>
        <w:jc w:val="both"/>
        <w:rPr>
          <w:rFonts w:ascii="Arial" w:hAnsi="Arial" w:cs="Arial"/>
        </w:rPr>
      </w:pPr>
      <w:r w:rsidRPr="00173B88">
        <w:rPr>
          <w:rFonts w:ascii="Arial" w:hAnsi="Arial" w:cs="Arial"/>
        </w:rPr>
        <w:t>от</w:t>
      </w:r>
      <w:r w:rsidRPr="00173B88">
        <w:rPr>
          <w:rFonts w:cs="Arial"/>
        </w:rPr>
        <w:t xml:space="preserve"> </w:t>
      </w:r>
      <w:r w:rsidRPr="00173B88">
        <w:rPr>
          <w:rFonts w:cs="Arial"/>
        </w:rPr>
        <w:t xml:space="preserve">24.06.2021 </w:t>
      </w:r>
      <w:r w:rsidRPr="00173B88">
        <w:rPr>
          <w:rFonts w:ascii="Arial" w:hAnsi="Arial" w:cs="Arial"/>
        </w:rPr>
        <w:t>№</w:t>
      </w:r>
      <w:r w:rsidR="00D70CB0" w:rsidRPr="00173B88">
        <w:rPr>
          <w:rFonts w:ascii="Arial" w:hAnsi="Arial" w:cs="Arial"/>
        </w:rPr>
        <w:t>381</w:t>
      </w:r>
    </w:p>
    <w:p w:rsidR="001471CB" w:rsidRPr="00173B88" w:rsidRDefault="001471CB" w:rsidP="00EC648C">
      <w:pPr>
        <w:ind w:firstLine="709"/>
        <w:jc w:val="both"/>
        <w:rPr>
          <w:rFonts w:ascii="Arial" w:hAnsi="Arial" w:cs="Arial"/>
        </w:rPr>
      </w:pPr>
    </w:p>
    <w:p w:rsidR="00B16FA1" w:rsidRPr="00173B88" w:rsidRDefault="00B16FA1" w:rsidP="00D70CB0">
      <w:pPr>
        <w:jc w:val="center"/>
        <w:rPr>
          <w:rFonts w:ascii="Arial" w:hAnsi="Arial" w:cs="Arial"/>
        </w:rPr>
      </w:pPr>
      <w:r w:rsidRPr="00173B88">
        <w:rPr>
          <w:rFonts w:ascii="Arial" w:hAnsi="Arial" w:cs="Arial"/>
        </w:rPr>
        <w:t>Состав комиссии по проведению</w:t>
      </w:r>
    </w:p>
    <w:p w:rsidR="00B16FA1" w:rsidRPr="00173B88" w:rsidRDefault="00B16FA1" w:rsidP="00D70CB0">
      <w:pPr>
        <w:jc w:val="center"/>
        <w:rPr>
          <w:rFonts w:ascii="Arial" w:hAnsi="Arial" w:cs="Arial"/>
        </w:rPr>
      </w:pPr>
      <w:r w:rsidRPr="00173B88">
        <w:rPr>
          <w:rFonts w:ascii="Arial" w:hAnsi="Arial" w:cs="Arial"/>
        </w:rPr>
        <w:t>Всероссийской переписи населения 2020 года</w:t>
      </w:r>
    </w:p>
    <w:p w:rsidR="00B16FA1" w:rsidRPr="00173B88" w:rsidRDefault="00B16FA1" w:rsidP="00D70CB0">
      <w:pPr>
        <w:jc w:val="center"/>
        <w:rPr>
          <w:rFonts w:ascii="Arial" w:hAnsi="Arial" w:cs="Arial"/>
        </w:rPr>
      </w:pPr>
      <w:r w:rsidRPr="00173B88">
        <w:rPr>
          <w:rFonts w:ascii="Arial" w:hAnsi="Arial" w:cs="Arial"/>
        </w:rPr>
        <w:t>на территории Таловского муниципального района</w:t>
      </w:r>
    </w:p>
    <w:p w:rsidR="00B16FA1" w:rsidRPr="00173B88" w:rsidRDefault="00B16FA1" w:rsidP="00D70CB0">
      <w:pPr>
        <w:jc w:val="center"/>
        <w:rPr>
          <w:rFonts w:ascii="Arial" w:hAnsi="Arial" w:cs="Arial"/>
        </w:rPr>
      </w:pPr>
      <w:r w:rsidRPr="00173B88">
        <w:rPr>
          <w:rFonts w:ascii="Arial" w:hAnsi="Arial" w:cs="Arial"/>
        </w:rPr>
        <w:t>Воронежской области</w:t>
      </w:r>
    </w:p>
    <w:p w:rsidR="00D70CB0" w:rsidRPr="00EC648C" w:rsidRDefault="00D70CB0" w:rsidP="00D70CB0">
      <w:pPr>
        <w:jc w:val="center"/>
        <w:rPr>
          <w:rFonts w:ascii="Arial" w:hAnsi="Arial" w:cs="Arial"/>
          <w:sz w:val="22"/>
          <w:szCs w:val="22"/>
        </w:rPr>
      </w:pPr>
    </w:p>
    <w:tbl>
      <w:tblPr>
        <w:tblW w:w="0" w:type="auto"/>
        <w:tblLook w:val="04A0" w:firstRow="1" w:lastRow="0" w:firstColumn="1" w:lastColumn="0" w:noHBand="0" w:noVBand="1"/>
      </w:tblPr>
      <w:tblGrid>
        <w:gridCol w:w="3369"/>
        <w:gridCol w:w="6485"/>
      </w:tblGrid>
      <w:tr w:rsidR="00D70CB0" w:rsidTr="00173B88">
        <w:tc>
          <w:tcPr>
            <w:tcW w:w="3369" w:type="dxa"/>
            <w:hideMark/>
          </w:tcPr>
          <w:p w:rsidR="00D70CB0" w:rsidRDefault="00D70CB0">
            <w:pPr>
              <w:jc w:val="both"/>
              <w:rPr>
                <w:rFonts w:ascii="Arial" w:hAnsi="Arial" w:cs="Arial"/>
              </w:rPr>
            </w:pPr>
            <w:r>
              <w:rPr>
                <w:rFonts w:ascii="Arial" w:hAnsi="Arial" w:cs="Arial"/>
              </w:rPr>
              <w:t>Бирюкова</w:t>
            </w:r>
          </w:p>
          <w:p w:rsidR="00D70CB0" w:rsidRDefault="00D70CB0">
            <w:pPr>
              <w:jc w:val="both"/>
              <w:rPr>
                <w:rFonts w:ascii="Arial" w:hAnsi="Arial" w:cs="Arial"/>
              </w:rPr>
            </w:pPr>
            <w:r>
              <w:rPr>
                <w:rFonts w:ascii="Arial" w:hAnsi="Arial" w:cs="Arial"/>
              </w:rPr>
              <w:t>Людмила Ивановна</w:t>
            </w:r>
          </w:p>
        </w:tc>
        <w:tc>
          <w:tcPr>
            <w:tcW w:w="6485" w:type="dxa"/>
          </w:tcPr>
          <w:p w:rsidR="00D70CB0" w:rsidRDefault="00D70CB0" w:rsidP="00173B88">
            <w:pPr>
              <w:pStyle w:val="ConsPlusNonformat"/>
              <w:widowControl/>
              <w:tabs>
                <w:tab w:val="left" w:pos="3402"/>
              </w:tabs>
              <w:jc w:val="both"/>
              <w:rPr>
                <w:rFonts w:ascii="Arial" w:hAnsi="Arial" w:cs="Arial"/>
                <w:sz w:val="24"/>
                <w:szCs w:val="24"/>
                <w:lang w:eastAsia="en-US"/>
              </w:rPr>
            </w:pPr>
            <w:r>
              <w:rPr>
                <w:rFonts w:ascii="Arial" w:hAnsi="Arial" w:cs="Arial"/>
                <w:sz w:val="24"/>
                <w:szCs w:val="24"/>
                <w:lang w:eastAsia="en-US"/>
              </w:rPr>
              <w:t xml:space="preserve">- заместитель главы администрации </w:t>
            </w:r>
          </w:p>
          <w:p w:rsidR="00D70CB0" w:rsidRDefault="00D70CB0" w:rsidP="00173B88">
            <w:pPr>
              <w:pStyle w:val="ConsPlusNonformat"/>
              <w:widowControl/>
              <w:tabs>
                <w:tab w:val="left" w:pos="3402"/>
              </w:tabs>
              <w:jc w:val="both"/>
              <w:rPr>
                <w:rFonts w:ascii="Arial" w:hAnsi="Arial" w:cs="Arial"/>
                <w:sz w:val="24"/>
                <w:szCs w:val="24"/>
                <w:lang w:eastAsia="en-US"/>
              </w:rPr>
            </w:pPr>
            <w:r>
              <w:rPr>
                <w:rFonts w:ascii="Arial" w:hAnsi="Arial" w:cs="Arial"/>
                <w:sz w:val="24"/>
                <w:szCs w:val="24"/>
                <w:lang w:eastAsia="en-US"/>
              </w:rPr>
              <w:t>- начальник отдела по экономике, председатель комиссии</w:t>
            </w:r>
          </w:p>
          <w:p w:rsidR="00173B88" w:rsidRDefault="00173B88" w:rsidP="00173B88">
            <w:pPr>
              <w:pStyle w:val="ConsPlusNonformat"/>
              <w:widowControl/>
              <w:tabs>
                <w:tab w:val="left" w:pos="3402"/>
              </w:tabs>
              <w:jc w:val="both"/>
              <w:rPr>
                <w:rFonts w:ascii="Arial" w:hAnsi="Arial" w:cs="Arial"/>
                <w:sz w:val="24"/>
                <w:szCs w:val="24"/>
                <w:lang w:eastAsia="en-US"/>
              </w:rPr>
            </w:pPr>
          </w:p>
        </w:tc>
      </w:tr>
      <w:tr w:rsidR="00D70CB0" w:rsidTr="00173B88">
        <w:tc>
          <w:tcPr>
            <w:tcW w:w="3369" w:type="dxa"/>
            <w:hideMark/>
          </w:tcPr>
          <w:p w:rsidR="00D70CB0" w:rsidRPr="00EC648C" w:rsidRDefault="00D70CB0" w:rsidP="00D70CB0">
            <w:pPr>
              <w:pStyle w:val="ConsPlusNonformat"/>
              <w:widowControl/>
              <w:tabs>
                <w:tab w:val="left" w:pos="3402"/>
              </w:tabs>
              <w:jc w:val="both"/>
              <w:rPr>
                <w:rFonts w:ascii="Arial" w:hAnsi="Arial" w:cs="Arial"/>
                <w:sz w:val="22"/>
                <w:szCs w:val="22"/>
              </w:rPr>
            </w:pPr>
            <w:r w:rsidRPr="00EC648C">
              <w:rPr>
                <w:rFonts w:ascii="Arial" w:hAnsi="Arial" w:cs="Arial"/>
                <w:sz w:val="22"/>
                <w:szCs w:val="22"/>
              </w:rPr>
              <w:t>Закурдаева</w:t>
            </w:r>
            <w:r>
              <w:rPr>
                <w:rFonts w:ascii="Arial" w:hAnsi="Arial" w:cs="Arial"/>
                <w:sz w:val="22"/>
                <w:szCs w:val="22"/>
              </w:rPr>
              <w:t xml:space="preserve"> </w:t>
            </w:r>
          </w:p>
          <w:p w:rsidR="00D70CB0" w:rsidRDefault="00D70CB0" w:rsidP="00D70CB0">
            <w:pPr>
              <w:jc w:val="both"/>
              <w:rPr>
                <w:rFonts w:ascii="Arial" w:hAnsi="Arial" w:cs="Arial"/>
              </w:rPr>
            </w:pPr>
            <w:r w:rsidRPr="00EC648C">
              <w:rPr>
                <w:rFonts w:ascii="Arial" w:hAnsi="Arial" w:cs="Arial"/>
                <w:sz w:val="22"/>
                <w:szCs w:val="22"/>
              </w:rPr>
              <w:t>Ирина Викторовна</w:t>
            </w:r>
          </w:p>
        </w:tc>
        <w:tc>
          <w:tcPr>
            <w:tcW w:w="6485" w:type="dxa"/>
          </w:tcPr>
          <w:p w:rsidR="00D70CB0" w:rsidRPr="00D70CB0" w:rsidRDefault="00D70CB0" w:rsidP="00D70CB0">
            <w:pPr>
              <w:pStyle w:val="ConsPlusNonformat"/>
              <w:tabs>
                <w:tab w:val="left" w:pos="3402"/>
              </w:tabs>
              <w:jc w:val="both"/>
              <w:rPr>
                <w:rFonts w:ascii="Arial" w:hAnsi="Arial" w:cs="Arial"/>
                <w:sz w:val="24"/>
                <w:szCs w:val="24"/>
                <w:lang w:eastAsia="zh-CN"/>
              </w:rPr>
            </w:pPr>
            <w:r w:rsidRPr="00D70CB0">
              <w:rPr>
                <w:rFonts w:ascii="Arial" w:hAnsi="Arial" w:cs="Arial"/>
                <w:sz w:val="24"/>
                <w:szCs w:val="24"/>
                <w:lang w:eastAsia="zh-CN"/>
              </w:rPr>
              <w:t xml:space="preserve">- ведущий специалист –эксперт отдела государственной статистики, </w:t>
            </w:r>
          </w:p>
          <w:p w:rsidR="00D70CB0" w:rsidRPr="00D70CB0" w:rsidRDefault="00D70CB0" w:rsidP="00D70CB0">
            <w:pPr>
              <w:pStyle w:val="ConsPlusNonformat"/>
              <w:tabs>
                <w:tab w:val="left" w:pos="3402"/>
              </w:tabs>
              <w:jc w:val="both"/>
              <w:rPr>
                <w:rFonts w:ascii="Arial" w:hAnsi="Arial" w:cs="Arial"/>
                <w:sz w:val="24"/>
                <w:szCs w:val="24"/>
                <w:lang w:eastAsia="zh-CN"/>
              </w:rPr>
            </w:pPr>
            <w:r w:rsidRPr="00D70CB0">
              <w:rPr>
                <w:rFonts w:ascii="Arial" w:hAnsi="Arial" w:cs="Arial"/>
                <w:sz w:val="24"/>
                <w:szCs w:val="24"/>
                <w:lang w:eastAsia="zh-CN"/>
              </w:rPr>
              <w:t xml:space="preserve"> заместитель председателя комиссии</w:t>
            </w:r>
          </w:p>
          <w:p w:rsidR="00D70CB0" w:rsidRDefault="00D70CB0" w:rsidP="00D70CB0">
            <w:pPr>
              <w:pStyle w:val="ConsPlusNonformat"/>
              <w:widowControl/>
              <w:tabs>
                <w:tab w:val="left" w:pos="3402"/>
              </w:tabs>
              <w:jc w:val="both"/>
              <w:rPr>
                <w:rFonts w:ascii="Arial" w:hAnsi="Arial" w:cs="Arial"/>
                <w:sz w:val="24"/>
                <w:szCs w:val="24"/>
                <w:lang w:eastAsia="zh-CN"/>
              </w:rPr>
            </w:pPr>
            <w:r w:rsidRPr="00D70CB0">
              <w:rPr>
                <w:rFonts w:ascii="Arial" w:hAnsi="Arial" w:cs="Arial"/>
                <w:sz w:val="24"/>
                <w:szCs w:val="24"/>
                <w:lang w:eastAsia="zh-CN"/>
              </w:rPr>
              <w:t xml:space="preserve"> (по согласованию)</w:t>
            </w:r>
          </w:p>
        </w:tc>
      </w:tr>
      <w:tr w:rsidR="00D70CB0" w:rsidTr="00173B88">
        <w:tc>
          <w:tcPr>
            <w:tcW w:w="3369" w:type="dxa"/>
            <w:hideMark/>
          </w:tcPr>
          <w:p w:rsidR="00D70CB0" w:rsidRDefault="00D70CB0">
            <w:pPr>
              <w:pStyle w:val="ConsPlusNonformat"/>
              <w:widowControl/>
              <w:tabs>
                <w:tab w:val="left" w:pos="3402"/>
              </w:tabs>
              <w:jc w:val="both"/>
              <w:rPr>
                <w:rFonts w:ascii="Arial" w:hAnsi="Arial" w:cs="Arial"/>
                <w:sz w:val="24"/>
                <w:szCs w:val="24"/>
                <w:lang w:eastAsia="en-US"/>
              </w:rPr>
            </w:pPr>
            <w:r>
              <w:rPr>
                <w:rFonts w:ascii="Arial" w:hAnsi="Arial" w:cs="Arial"/>
                <w:sz w:val="24"/>
                <w:szCs w:val="24"/>
                <w:lang w:eastAsia="en-US"/>
              </w:rPr>
              <w:t xml:space="preserve">Кисурина Светлана </w:t>
            </w:r>
          </w:p>
          <w:p w:rsidR="00D70CB0" w:rsidRDefault="00D70CB0">
            <w:pPr>
              <w:jc w:val="both"/>
              <w:rPr>
                <w:rFonts w:ascii="Arial" w:hAnsi="Arial" w:cs="Arial"/>
              </w:rPr>
            </w:pPr>
            <w:r>
              <w:rPr>
                <w:rFonts w:ascii="Arial" w:hAnsi="Arial" w:cs="Arial"/>
              </w:rPr>
              <w:t>Даниловна</w:t>
            </w:r>
          </w:p>
        </w:tc>
        <w:tc>
          <w:tcPr>
            <w:tcW w:w="6485" w:type="dxa"/>
          </w:tcPr>
          <w:p w:rsidR="00173B88" w:rsidRDefault="00D70CB0">
            <w:pPr>
              <w:pStyle w:val="ConsPlusNonformat"/>
              <w:widowControl/>
              <w:tabs>
                <w:tab w:val="left" w:pos="3402"/>
              </w:tabs>
              <w:jc w:val="both"/>
              <w:rPr>
                <w:rFonts w:ascii="Arial" w:hAnsi="Arial" w:cs="Arial"/>
                <w:sz w:val="24"/>
                <w:szCs w:val="24"/>
                <w:lang w:eastAsia="en-US"/>
              </w:rPr>
            </w:pPr>
            <w:r>
              <w:rPr>
                <w:rFonts w:ascii="Arial" w:hAnsi="Arial" w:cs="Arial"/>
                <w:sz w:val="24"/>
                <w:szCs w:val="24"/>
                <w:lang w:eastAsia="en-US"/>
              </w:rPr>
              <w:t xml:space="preserve">- старший инспектор МКУ «ЕДДС и ХТО», секретарь комиссии </w:t>
            </w:r>
          </w:p>
          <w:p w:rsidR="00D70CB0" w:rsidRDefault="00D70CB0">
            <w:pPr>
              <w:pStyle w:val="ConsPlusNonformat"/>
              <w:widowControl/>
              <w:tabs>
                <w:tab w:val="left" w:pos="3402"/>
              </w:tabs>
              <w:jc w:val="both"/>
              <w:rPr>
                <w:rFonts w:ascii="Arial" w:hAnsi="Arial" w:cs="Arial"/>
                <w:sz w:val="24"/>
                <w:szCs w:val="24"/>
                <w:lang w:eastAsia="en-US"/>
              </w:rPr>
            </w:pPr>
            <w:r>
              <w:rPr>
                <w:rFonts w:ascii="Arial" w:hAnsi="Arial" w:cs="Arial"/>
                <w:sz w:val="24"/>
                <w:szCs w:val="24"/>
                <w:lang w:eastAsia="en-US"/>
              </w:rPr>
              <w:t>(по согласованию)</w:t>
            </w:r>
          </w:p>
          <w:p w:rsidR="00D70CB0" w:rsidRDefault="00D70CB0">
            <w:pPr>
              <w:jc w:val="both"/>
              <w:rPr>
                <w:rFonts w:ascii="Arial" w:hAnsi="Arial" w:cs="Arial"/>
              </w:rPr>
            </w:pPr>
          </w:p>
        </w:tc>
      </w:tr>
      <w:tr w:rsidR="00D70CB0" w:rsidTr="00173B88">
        <w:tc>
          <w:tcPr>
            <w:tcW w:w="3369" w:type="dxa"/>
          </w:tcPr>
          <w:p w:rsidR="00D70CB0" w:rsidRDefault="00D70CB0">
            <w:pPr>
              <w:pStyle w:val="ConsPlusNonformat"/>
              <w:widowControl/>
              <w:jc w:val="both"/>
              <w:rPr>
                <w:rFonts w:ascii="Arial" w:hAnsi="Arial" w:cs="Arial"/>
                <w:sz w:val="24"/>
                <w:szCs w:val="24"/>
                <w:lang w:eastAsia="en-US"/>
              </w:rPr>
            </w:pPr>
            <w:r>
              <w:rPr>
                <w:rFonts w:ascii="Arial" w:hAnsi="Arial" w:cs="Arial"/>
                <w:sz w:val="24"/>
                <w:szCs w:val="24"/>
                <w:lang w:eastAsia="en-US"/>
              </w:rPr>
              <w:t>Члены комиссии:</w:t>
            </w:r>
          </w:p>
          <w:p w:rsidR="00D70CB0" w:rsidRDefault="00D70CB0">
            <w:pPr>
              <w:jc w:val="both"/>
              <w:rPr>
                <w:rFonts w:ascii="Arial" w:hAnsi="Arial" w:cs="Arial"/>
              </w:rPr>
            </w:pPr>
          </w:p>
        </w:tc>
        <w:tc>
          <w:tcPr>
            <w:tcW w:w="6485" w:type="dxa"/>
          </w:tcPr>
          <w:p w:rsidR="00D70CB0" w:rsidRDefault="00D70CB0">
            <w:pPr>
              <w:jc w:val="both"/>
              <w:rPr>
                <w:rFonts w:ascii="Arial" w:hAnsi="Arial" w:cs="Arial"/>
              </w:rPr>
            </w:pPr>
          </w:p>
        </w:tc>
      </w:tr>
      <w:tr w:rsidR="00D70CB0" w:rsidTr="00173B88">
        <w:tc>
          <w:tcPr>
            <w:tcW w:w="3369" w:type="dxa"/>
            <w:hideMark/>
          </w:tcPr>
          <w:p w:rsidR="00D70CB0" w:rsidRDefault="00D70CB0">
            <w:pPr>
              <w:pStyle w:val="ConsPlusNonformat"/>
              <w:widowControl/>
              <w:tabs>
                <w:tab w:val="left" w:pos="3402"/>
              </w:tabs>
              <w:jc w:val="both"/>
              <w:rPr>
                <w:rFonts w:ascii="Arial" w:hAnsi="Arial" w:cs="Arial"/>
                <w:sz w:val="24"/>
                <w:szCs w:val="24"/>
                <w:lang w:eastAsia="en-US"/>
              </w:rPr>
            </w:pPr>
            <w:r>
              <w:rPr>
                <w:rFonts w:ascii="Arial" w:hAnsi="Arial" w:cs="Arial"/>
                <w:sz w:val="24"/>
                <w:szCs w:val="24"/>
                <w:lang w:eastAsia="en-US"/>
              </w:rPr>
              <w:t xml:space="preserve">Бородаенко </w:t>
            </w:r>
          </w:p>
          <w:p w:rsidR="00D70CB0" w:rsidRDefault="00D70CB0">
            <w:pPr>
              <w:jc w:val="both"/>
              <w:rPr>
                <w:rFonts w:ascii="Arial" w:hAnsi="Arial" w:cs="Arial"/>
              </w:rPr>
            </w:pPr>
            <w:r>
              <w:rPr>
                <w:rFonts w:ascii="Arial" w:hAnsi="Arial" w:cs="Arial"/>
              </w:rPr>
              <w:t>Юлия Викторовна</w:t>
            </w:r>
          </w:p>
        </w:tc>
        <w:tc>
          <w:tcPr>
            <w:tcW w:w="6485" w:type="dxa"/>
          </w:tcPr>
          <w:p w:rsidR="00D70CB0" w:rsidRDefault="00D70CB0">
            <w:pPr>
              <w:pStyle w:val="ConsPlusNonformat"/>
              <w:widowControl/>
              <w:jc w:val="both"/>
              <w:rPr>
                <w:rFonts w:ascii="Arial" w:hAnsi="Arial" w:cs="Arial"/>
                <w:sz w:val="24"/>
                <w:szCs w:val="24"/>
                <w:lang w:eastAsia="en-US"/>
              </w:rPr>
            </w:pPr>
            <w:r>
              <w:rPr>
                <w:rFonts w:ascii="Arial" w:hAnsi="Arial" w:cs="Arial"/>
                <w:sz w:val="24"/>
                <w:szCs w:val="24"/>
                <w:lang w:eastAsia="en-US"/>
              </w:rPr>
              <w:t>- руководитель аппарата администрации муниципального района</w:t>
            </w:r>
          </w:p>
          <w:p w:rsidR="00D70CB0" w:rsidRDefault="00D70CB0">
            <w:pPr>
              <w:jc w:val="both"/>
              <w:rPr>
                <w:rFonts w:ascii="Arial" w:hAnsi="Arial" w:cs="Arial"/>
              </w:rPr>
            </w:pPr>
          </w:p>
        </w:tc>
      </w:tr>
      <w:tr w:rsidR="00D70CB0" w:rsidTr="00173B88">
        <w:tc>
          <w:tcPr>
            <w:tcW w:w="3369" w:type="dxa"/>
            <w:hideMark/>
          </w:tcPr>
          <w:p w:rsidR="00D70CB0" w:rsidRDefault="00D70CB0">
            <w:pPr>
              <w:pStyle w:val="ConsPlusNonformat"/>
              <w:widowControl/>
              <w:tabs>
                <w:tab w:val="left" w:pos="3402"/>
              </w:tabs>
              <w:jc w:val="both"/>
              <w:rPr>
                <w:rFonts w:ascii="Arial" w:hAnsi="Arial" w:cs="Arial"/>
                <w:sz w:val="24"/>
                <w:szCs w:val="24"/>
                <w:lang w:eastAsia="en-US"/>
              </w:rPr>
            </w:pPr>
            <w:r>
              <w:rPr>
                <w:rFonts w:ascii="Arial" w:hAnsi="Arial" w:cs="Arial"/>
                <w:sz w:val="24"/>
                <w:szCs w:val="24"/>
                <w:lang w:eastAsia="en-US"/>
              </w:rPr>
              <w:t xml:space="preserve">Мыльникова </w:t>
            </w:r>
          </w:p>
          <w:p w:rsidR="00D70CB0" w:rsidRDefault="00D70CB0">
            <w:pPr>
              <w:jc w:val="both"/>
              <w:rPr>
                <w:rFonts w:ascii="Arial" w:hAnsi="Arial" w:cs="Arial"/>
              </w:rPr>
            </w:pPr>
            <w:r>
              <w:rPr>
                <w:rFonts w:ascii="Arial" w:hAnsi="Arial" w:cs="Arial"/>
              </w:rPr>
              <w:t>Людмила Николаевна</w:t>
            </w:r>
          </w:p>
        </w:tc>
        <w:tc>
          <w:tcPr>
            <w:tcW w:w="6485" w:type="dxa"/>
          </w:tcPr>
          <w:p w:rsidR="00D70CB0" w:rsidRDefault="00D70CB0">
            <w:pPr>
              <w:pStyle w:val="ConsPlusNonformat"/>
              <w:widowControl/>
              <w:jc w:val="both"/>
              <w:rPr>
                <w:rFonts w:ascii="Arial" w:hAnsi="Arial" w:cs="Arial"/>
                <w:sz w:val="24"/>
                <w:szCs w:val="24"/>
                <w:lang w:eastAsia="en-US"/>
              </w:rPr>
            </w:pPr>
            <w:r>
              <w:rPr>
                <w:rFonts w:ascii="Arial" w:hAnsi="Arial" w:cs="Arial"/>
                <w:sz w:val="24"/>
                <w:szCs w:val="24"/>
                <w:lang w:eastAsia="en-US"/>
              </w:rPr>
              <w:t>- руководитель финансового отдела администрации</w:t>
            </w:r>
            <w:r>
              <w:rPr>
                <w:rFonts w:ascii="Arial" w:hAnsi="Arial" w:cs="Arial"/>
                <w:lang w:eastAsia="en-US"/>
              </w:rPr>
              <w:t xml:space="preserve"> </w:t>
            </w:r>
            <w:r>
              <w:rPr>
                <w:rFonts w:ascii="Arial" w:hAnsi="Arial" w:cs="Arial"/>
                <w:sz w:val="24"/>
                <w:szCs w:val="24"/>
                <w:lang w:eastAsia="en-US"/>
              </w:rPr>
              <w:t>муниципального района</w:t>
            </w:r>
          </w:p>
          <w:p w:rsidR="00D70CB0" w:rsidRDefault="00D70CB0">
            <w:pPr>
              <w:jc w:val="both"/>
              <w:rPr>
                <w:rFonts w:ascii="Arial" w:hAnsi="Arial" w:cs="Arial"/>
              </w:rPr>
            </w:pPr>
          </w:p>
        </w:tc>
      </w:tr>
      <w:tr w:rsidR="00D70CB0" w:rsidTr="00173B88">
        <w:tc>
          <w:tcPr>
            <w:tcW w:w="3369" w:type="dxa"/>
            <w:hideMark/>
          </w:tcPr>
          <w:p w:rsidR="00D70CB0" w:rsidRDefault="00D70CB0">
            <w:pPr>
              <w:pStyle w:val="ConsPlusNonformat"/>
              <w:widowControl/>
              <w:tabs>
                <w:tab w:val="left" w:pos="3402"/>
              </w:tabs>
              <w:jc w:val="both"/>
              <w:rPr>
                <w:rFonts w:ascii="Arial" w:hAnsi="Arial" w:cs="Arial"/>
                <w:sz w:val="24"/>
                <w:szCs w:val="24"/>
                <w:lang w:eastAsia="en-US"/>
              </w:rPr>
            </w:pPr>
            <w:r>
              <w:rPr>
                <w:rFonts w:ascii="Arial" w:hAnsi="Arial" w:cs="Arial"/>
                <w:sz w:val="24"/>
                <w:szCs w:val="24"/>
                <w:lang w:eastAsia="en-US"/>
              </w:rPr>
              <w:t xml:space="preserve">Воронин Николай </w:t>
            </w:r>
          </w:p>
          <w:p w:rsidR="00D70CB0" w:rsidRDefault="00D70CB0">
            <w:pPr>
              <w:jc w:val="both"/>
              <w:rPr>
                <w:rFonts w:ascii="Arial" w:hAnsi="Arial" w:cs="Arial"/>
              </w:rPr>
            </w:pPr>
            <w:r>
              <w:rPr>
                <w:rFonts w:ascii="Arial" w:hAnsi="Arial" w:cs="Arial"/>
              </w:rPr>
              <w:t>Иванович</w:t>
            </w:r>
          </w:p>
        </w:tc>
        <w:tc>
          <w:tcPr>
            <w:tcW w:w="6485" w:type="dxa"/>
          </w:tcPr>
          <w:p w:rsidR="00173B88" w:rsidRDefault="00D70CB0">
            <w:pPr>
              <w:jc w:val="both"/>
              <w:rPr>
                <w:rFonts w:ascii="Arial" w:hAnsi="Arial" w:cs="Arial"/>
              </w:rPr>
            </w:pPr>
            <w:r>
              <w:rPr>
                <w:rFonts w:ascii="Arial" w:hAnsi="Arial" w:cs="Arial"/>
              </w:rPr>
              <w:t xml:space="preserve">- руководитель МКУ «Управление сельского хозяйства Таловского муниципального района» </w:t>
            </w:r>
          </w:p>
          <w:p w:rsidR="00D70CB0" w:rsidRDefault="00D70CB0">
            <w:pPr>
              <w:jc w:val="both"/>
              <w:rPr>
                <w:rFonts w:ascii="Arial" w:hAnsi="Arial" w:cs="Arial"/>
              </w:rPr>
            </w:pPr>
            <w:r>
              <w:rPr>
                <w:rFonts w:ascii="Arial" w:hAnsi="Arial" w:cs="Arial"/>
              </w:rPr>
              <w:t>(по согласованию)</w:t>
            </w:r>
          </w:p>
          <w:p w:rsidR="00D70CB0" w:rsidRDefault="00D70CB0">
            <w:pPr>
              <w:jc w:val="both"/>
              <w:rPr>
                <w:rFonts w:ascii="Arial" w:hAnsi="Arial" w:cs="Arial"/>
              </w:rPr>
            </w:pPr>
          </w:p>
        </w:tc>
      </w:tr>
      <w:tr w:rsidR="00D70CB0" w:rsidTr="00173B88">
        <w:tc>
          <w:tcPr>
            <w:tcW w:w="3369" w:type="dxa"/>
            <w:hideMark/>
          </w:tcPr>
          <w:p w:rsidR="00D70CB0" w:rsidRDefault="00D70CB0">
            <w:pPr>
              <w:pStyle w:val="ConsPlusNonformat"/>
              <w:widowControl/>
              <w:tabs>
                <w:tab w:val="left" w:pos="3402"/>
              </w:tabs>
              <w:jc w:val="both"/>
              <w:rPr>
                <w:rFonts w:ascii="Arial" w:hAnsi="Arial" w:cs="Arial"/>
                <w:sz w:val="24"/>
                <w:szCs w:val="24"/>
                <w:lang w:eastAsia="en-US"/>
              </w:rPr>
            </w:pPr>
            <w:r>
              <w:rPr>
                <w:rFonts w:ascii="Arial" w:hAnsi="Arial" w:cs="Arial"/>
                <w:sz w:val="24"/>
                <w:szCs w:val="24"/>
                <w:lang w:eastAsia="en-US"/>
              </w:rPr>
              <w:t xml:space="preserve">Буравлев Анатолий </w:t>
            </w:r>
          </w:p>
          <w:p w:rsidR="00D70CB0" w:rsidRDefault="00D70CB0">
            <w:pPr>
              <w:jc w:val="both"/>
              <w:rPr>
                <w:rFonts w:ascii="Arial" w:hAnsi="Arial" w:cs="Arial"/>
              </w:rPr>
            </w:pPr>
            <w:r>
              <w:rPr>
                <w:rFonts w:ascii="Arial" w:hAnsi="Arial" w:cs="Arial"/>
              </w:rPr>
              <w:t>Александрович</w:t>
            </w:r>
          </w:p>
        </w:tc>
        <w:tc>
          <w:tcPr>
            <w:tcW w:w="6485" w:type="dxa"/>
          </w:tcPr>
          <w:p w:rsidR="00135AAB" w:rsidRPr="00135AAB" w:rsidRDefault="00D70CB0">
            <w:pPr>
              <w:pStyle w:val="ConsPlusNonformat"/>
              <w:widowControl/>
              <w:jc w:val="both"/>
              <w:rPr>
                <w:rFonts w:ascii="Arial" w:hAnsi="Arial" w:cs="Arial"/>
                <w:sz w:val="24"/>
                <w:szCs w:val="24"/>
                <w:lang w:eastAsia="en-US"/>
              </w:rPr>
            </w:pPr>
            <w:r>
              <w:rPr>
                <w:rFonts w:ascii="Arial" w:hAnsi="Arial" w:cs="Arial"/>
                <w:sz w:val="24"/>
                <w:szCs w:val="24"/>
                <w:lang w:eastAsia="en-US"/>
              </w:rPr>
              <w:t>- начальник сектора градостроительной</w:t>
            </w:r>
            <w:r>
              <w:rPr>
                <w:rFonts w:ascii="Arial" w:hAnsi="Arial" w:cs="Arial"/>
                <w:lang w:eastAsia="en-US"/>
              </w:rPr>
              <w:t xml:space="preserve"> </w:t>
            </w:r>
          </w:p>
          <w:p w:rsidR="00135AAB" w:rsidRDefault="00D70CB0">
            <w:pPr>
              <w:pStyle w:val="ConsPlusNonformat"/>
              <w:widowControl/>
              <w:jc w:val="both"/>
              <w:rPr>
                <w:rFonts w:ascii="Arial" w:hAnsi="Arial" w:cs="Arial"/>
                <w:sz w:val="24"/>
                <w:szCs w:val="24"/>
                <w:lang w:eastAsia="en-US"/>
              </w:rPr>
            </w:pPr>
            <w:r>
              <w:rPr>
                <w:rFonts w:ascii="Arial" w:hAnsi="Arial" w:cs="Arial"/>
                <w:sz w:val="24"/>
                <w:szCs w:val="24"/>
                <w:lang w:eastAsia="en-US"/>
              </w:rPr>
              <w:t xml:space="preserve">деятельности отдела по архитектуре </w:t>
            </w:r>
          </w:p>
          <w:p w:rsidR="00D70CB0" w:rsidRDefault="00D70CB0">
            <w:pPr>
              <w:pStyle w:val="ConsPlusNonformat"/>
              <w:widowControl/>
              <w:jc w:val="both"/>
              <w:rPr>
                <w:rFonts w:ascii="Arial" w:hAnsi="Arial" w:cs="Arial"/>
                <w:sz w:val="24"/>
                <w:szCs w:val="24"/>
                <w:lang w:eastAsia="en-US"/>
              </w:rPr>
            </w:pPr>
            <w:r>
              <w:rPr>
                <w:rFonts w:ascii="Arial" w:hAnsi="Arial" w:cs="Arial"/>
                <w:sz w:val="24"/>
                <w:szCs w:val="24"/>
                <w:lang w:eastAsia="en-US"/>
              </w:rPr>
              <w:t>и строительной политике администрации муниципального района</w:t>
            </w:r>
          </w:p>
          <w:p w:rsidR="00D70CB0" w:rsidRDefault="00D70CB0">
            <w:pPr>
              <w:jc w:val="both"/>
              <w:rPr>
                <w:rFonts w:ascii="Arial" w:hAnsi="Arial" w:cs="Arial"/>
              </w:rPr>
            </w:pPr>
          </w:p>
        </w:tc>
      </w:tr>
      <w:tr w:rsidR="00D70CB0" w:rsidTr="00173B88">
        <w:tc>
          <w:tcPr>
            <w:tcW w:w="3369" w:type="dxa"/>
            <w:hideMark/>
          </w:tcPr>
          <w:p w:rsidR="00D70CB0" w:rsidRDefault="00D70CB0">
            <w:pPr>
              <w:pStyle w:val="ConsPlusNonformat"/>
              <w:widowControl/>
              <w:tabs>
                <w:tab w:val="left" w:pos="3402"/>
              </w:tabs>
              <w:jc w:val="both"/>
              <w:rPr>
                <w:rFonts w:ascii="Arial" w:hAnsi="Arial" w:cs="Arial"/>
                <w:sz w:val="24"/>
                <w:szCs w:val="24"/>
                <w:lang w:eastAsia="en-US"/>
              </w:rPr>
            </w:pPr>
            <w:r>
              <w:rPr>
                <w:rFonts w:ascii="Arial" w:hAnsi="Arial" w:cs="Arial"/>
                <w:sz w:val="24"/>
                <w:szCs w:val="24"/>
                <w:lang w:eastAsia="en-US"/>
              </w:rPr>
              <w:t xml:space="preserve">Гусева </w:t>
            </w:r>
          </w:p>
          <w:p w:rsidR="00D70CB0" w:rsidRDefault="00D70CB0">
            <w:pPr>
              <w:jc w:val="both"/>
              <w:rPr>
                <w:rFonts w:ascii="Arial" w:hAnsi="Arial" w:cs="Arial"/>
              </w:rPr>
            </w:pPr>
            <w:r>
              <w:rPr>
                <w:rFonts w:ascii="Arial" w:hAnsi="Arial" w:cs="Arial"/>
              </w:rPr>
              <w:t>Наталья Николаевна</w:t>
            </w:r>
          </w:p>
        </w:tc>
        <w:tc>
          <w:tcPr>
            <w:tcW w:w="6485" w:type="dxa"/>
          </w:tcPr>
          <w:p w:rsidR="00173B88" w:rsidRDefault="00D70CB0">
            <w:pPr>
              <w:pStyle w:val="ConsPlusNonformat"/>
              <w:widowControl/>
              <w:tabs>
                <w:tab w:val="left" w:pos="3402"/>
              </w:tabs>
              <w:jc w:val="both"/>
              <w:rPr>
                <w:rFonts w:ascii="Arial" w:hAnsi="Arial" w:cs="Arial"/>
                <w:sz w:val="24"/>
                <w:szCs w:val="24"/>
                <w:lang w:eastAsia="en-US"/>
              </w:rPr>
            </w:pPr>
            <w:r>
              <w:rPr>
                <w:rFonts w:ascii="Arial" w:hAnsi="Arial" w:cs="Arial"/>
                <w:sz w:val="24"/>
                <w:szCs w:val="24"/>
                <w:lang w:eastAsia="en-US"/>
              </w:rPr>
              <w:t xml:space="preserve">- директор КУ ВО «УСЗН Таловского района </w:t>
            </w:r>
          </w:p>
          <w:p w:rsidR="00D70CB0" w:rsidRDefault="00173B88">
            <w:pPr>
              <w:pStyle w:val="ConsPlusNonformat"/>
              <w:widowControl/>
              <w:tabs>
                <w:tab w:val="left" w:pos="3402"/>
              </w:tabs>
              <w:jc w:val="both"/>
              <w:rPr>
                <w:rFonts w:ascii="Arial" w:hAnsi="Arial" w:cs="Arial"/>
                <w:sz w:val="24"/>
                <w:szCs w:val="24"/>
                <w:lang w:eastAsia="en-US"/>
              </w:rPr>
            </w:pPr>
            <w:r>
              <w:rPr>
                <w:rFonts w:ascii="Arial" w:hAnsi="Arial" w:cs="Arial"/>
                <w:sz w:val="24"/>
                <w:szCs w:val="24"/>
                <w:lang w:eastAsia="en-US"/>
              </w:rPr>
              <w:t>(</w:t>
            </w:r>
            <w:r w:rsidR="00D70CB0">
              <w:rPr>
                <w:rFonts w:ascii="Arial" w:hAnsi="Arial" w:cs="Arial"/>
                <w:sz w:val="24"/>
                <w:szCs w:val="24"/>
                <w:lang w:eastAsia="en-US"/>
              </w:rPr>
              <w:t>по согласованию)</w:t>
            </w:r>
          </w:p>
          <w:p w:rsidR="00D70CB0" w:rsidRDefault="00D70CB0">
            <w:pPr>
              <w:jc w:val="both"/>
              <w:rPr>
                <w:rFonts w:ascii="Arial" w:hAnsi="Arial" w:cs="Arial"/>
              </w:rPr>
            </w:pPr>
          </w:p>
        </w:tc>
      </w:tr>
      <w:tr w:rsidR="00D70CB0" w:rsidTr="00173B88">
        <w:tc>
          <w:tcPr>
            <w:tcW w:w="3369" w:type="dxa"/>
            <w:hideMark/>
          </w:tcPr>
          <w:p w:rsidR="00D70CB0" w:rsidRDefault="00D70CB0" w:rsidP="00173B88">
            <w:pPr>
              <w:pStyle w:val="ConsPlusNonformat"/>
              <w:widowControl/>
              <w:tabs>
                <w:tab w:val="left" w:pos="3119"/>
                <w:tab w:val="left" w:pos="3402"/>
              </w:tabs>
              <w:rPr>
                <w:rFonts w:ascii="Arial" w:hAnsi="Arial" w:cs="Arial"/>
                <w:sz w:val="24"/>
                <w:szCs w:val="24"/>
                <w:lang w:eastAsia="en-US"/>
              </w:rPr>
            </w:pPr>
            <w:r>
              <w:rPr>
                <w:rFonts w:ascii="Arial" w:hAnsi="Arial" w:cs="Arial"/>
                <w:sz w:val="24"/>
                <w:szCs w:val="24"/>
                <w:lang w:eastAsia="en-US"/>
              </w:rPr>
              <w:t>Сепкина Надежда Владимировна</w:t>
            </w:r>
          </w:p>
        </w:tc>
        <w:tc>
          <w:tcPr>
            <w:tcW w:w="6485" w:type="dxa"/>
          </w:tcPr>
          <w:p w:rsidR="00173B88" w:rsidRDefault="00D70CB0">
            <w:pPr>
              <w:jc w:val="both"/>
              <w:rPr>
                <w:rFonts w:ascii="Arial" w:hAnsi="Arial" w:cs="Arial"/>
              </w:rPr>
            </w:pPr>
            <w:r>
              <w:rPr>
                <w:rFonts w:ascii="Arial" w:hAnsi="Arial" w:cs="Arial"/>
              </w:rPr>
              <w:t xml:space="preserve">- главный редактор районной газеты «Заря» </w:t>
            </w:r>
          </w:p>
          <w:p w:rsidR="00D70CB0" w:rsidRDefault="00D70CB0">
            <w:pPr>
              <w:jc w:val="both"/>
              <w:rPr>
                <w:rFonts w:ascii="Arial" w:hAnsi="Arial" w:cs="Arial"/>
              </w:rPr>
            </w:pPr>
            <w:r>
              <w:rPr>
                <w:rFonts w:ascii="Arial" w:hAnsi="Arial" w:cs="Arial"/>
              </w:rPr>
              <w:t>(по согласованию)</w:t>
            </w:r>
          </w:p>
          <w:p w:rsidR="00D70CB0" w:rsidRDefault="00D70CB0">
            <w:pPr>
              <w:jc w:val="both"/>
              <w:rPr>
                <w:rFonts w:ascii="Arial" w:hAnsi="Arial" w:cs="Arial"/>
              </w:rPr>
            </w:pPr>
          </w:p>
        </w:tc>
      </w:tr>
      <w:tr w:rsidR="00D70CB0" w:rsidTr="00173B88">
        <w:tc>
          <w:tcPr>
            <w:tcW w:w="3369" w:type="dxa"/>
            <w:hideMark/>
          </w:tcPr>
          <w:p w:rsidR="00D70CB0" w:rsidRDefault="00D70CB0">
            <w:pPr>
              <w:pStyle w:val="ConsPlusNonformat"/>
              <w:widowControl/>
              <w:tabs>
                <w:tab w:val="left" w:pos="3402"/>
              </w:tabs>
              <w:jc w:val="both"/>
              <w:rPr>
                <w:rFonts w:ascii="Arial" w:hAnsi="Arial" w:cs="Arial"/>
                <w:sz w:val="24"/>
                <w:szCs w:val="24"/>
                <w:lang w:eastAsia="en-US"/>
              </w:rPr>
            </w:pPr>
            <w:r>
              <w:rPr>
                <w:rFonts w:ascii="Arial" w:hAnsi="Arial" w:cs="Arial"/>
                <w:sz w:val="24"/>
                <w:szCs w:val="24"/>
                <w:lang w:eastAsia="en-US"/>
              </w:rPr>
              <w:t xml:space="preserve">Рябов </w:t>
            </w:r>
          </w:p>
          <w:p w:rsidR="00D70CB0" w:rsidRDefault="00D70CB0">
            <w:pPr>
              <w:jc w:val="both"/>
              <w:rPr>
                <w:rFonts w:ascii="Arial" w:hAnsi="Arial" w:cs="Arial"/>
              </w:rPr>
            </w:pPr>
            <w:r>
              <w:rPr>
                <w:rFonts w:ascii="Arial" w:hAnsi="Arial" w:cs="Arial"/>
              </w:rPr>
              <w:t>Алексей Вячеславович</w:t>
            </w:r>
          </w:p>
        </w:tc>
        <w:tc>
          <w:tcPr>
            <w:tcW w:w="6485" w:type="dxa"/>
          </w:tcPr>
          <w:p w:rsidR="00173B88" w:rsidRDefault="00D70CB0">
            <w:pPr>
              <w:pStyle w:val="ConsPlusNonformat"/>
              <w:widowControl/>
              <w:jc w:val="both"/>
              <w:rPr>
                <w:rFonts w:ascii="Arial" w:hAnsi="Arial" w:cs="Arial"/>
                <w:sz w:val="24"/>
                <w:szCs w:val="24"/>
                <w:lang w:eastAsia="en-US"/>
              </w:rPr>
            </w:pPr>
            <w:r>
              <w:rPr>
                <w:rFonts w:ascii="Arial" w:hAnsi="Arial" w:cs="Arial"/>
                <w:sz w:val="24"/>
                <w:szCs w:val="24"/>
                <w:lang w:eastAsia="en-US"/>
              </w:rPr>
              <w:t xml:space="preserve">- главный врач БУЗ ВО «Таловская РБ» </w:t>
            </w:r>
          </w:p>
          <w:p w:rsidR="00D70CB0" w:rsidRDefault="00D70CB0">
            <w:pPr>
              <w:pStyle w:val="ConsPlusNonformat"/>
              <w:widowControl/>
              <w:jc w:val="both"/>
              <w:rPr>
                <w:rFonts w:ascii="Arial" w:hAnsi="Arial" w:cs="Arial"/>
                <w:sz w:val="24"/>
                <w:szCs w:val="24"/>
                <w:lang w:eastAsia="en-US"/>
              </w:rPr>
            </w:pPr>
            <w:r>
              <w:rPr>
                <w:rFonts w:ascii="Arial" w:hAnsi="Arial" w:cs="Arial"/>
                <w:sz w:val="24"/>
                <w:szCs w:val="24"/>
                <w:lang w:eastAsia="en-US"/>
              </w:rPr>
              <w:t>(по согласованию)</w:t>
            </w:r>
          </w:p>
          <w:p w:rsidR="00D70CB0" w:rsidRDefault="00D70CB0">
            <w:pPr>
              <w:jc w:val="both"/>
              <w:rPr>
                <w:rFonts w:ascii="Arial" w:hAnsi="Arial" w:cs="Arial"/>
              </w:rPr>
            </w:pPr>
          </w:p>
        </w:tc>
      </w:tr>
      <w:tr w:rsidR="00D70CB0" w:rsidTr="00173B88">
        <w:tc>
          <w:tcPr>
            <w:tcW w:w="3369" w:type="dxa"/>
            <w:hideMark/>
          </w:tcPr>
          <w:p w:rsidR="00D70CB0" w:rsidRDefault="00D70CB0">
            <w:pPr>
              <w:pStyle w:val="ConsPlusNonformat"/>
              <w:widowControl/>
              <w:jc w:val="both"/>
              <w:rPr>
                <w:rFonts w:ascii="Arial" w:hAnsi="Arial" w:cs="Arial"/>
                <w:sz w:val="24"/>
                <w:szCs w:val="24"/>
                <w:lang w:eastAsia="en-US"/>
              </w:rPr>
            </w:pPr>
            <w:r>
              <w:rPr>
                <w:rFonts w:ascii="Arial" w:hAnsi="Arial" w:cs="Arial"/>
                <w:sz w:val="24"/>
                <w:szCs w:val="24"/>
                <w:lang w:eastAsia="en-US"/>
              </w:rPr>
              <w:t xml:space="preserve">Новикова </w:t>
            </w:r>
          </w:p>
          <w:p w:rsidR="00D70CB0" w:rsidRDefault="00D70CB0">
            <w:pPr>
              <w:jc w:val="both"/>
              <w:rPr>
                <w:rFonts w:ascii="Arial" w:hAnsi="Arial" w:cs="Arial"/>
              </w:rPr>
            </w:pPr>
            <w:r>
              <w:rPr>
                <w:rFonts w:ascii="Arial" w:hAnsi="Arial" w:cs="Arial"/>
              </w:rPr>
              <w:t>Наталья Владимировна</w:t>
            </w:r>
          </w:p>
        </w:tc>
        <w:tc>
          <w:tcPr>
            <w:tcW w:w="6485" w:type="dxa"/>
          </w:tcPr>
          <w:p w:rsidR="00D70CB0" w:rsidRDefault="00D70CB0">
            <w:pPr>
              <w:pStyle w:val="ConsPlusNonformat"/>
              <w:widowControl/>
              <w:jc w:val="both"/>
              <w:rPr>
                <w:rFonts w:ascii="Arial" w:hAnsi="Arial" w:cs="Arial"/>
                <w:sz w:val="24"/>
                <w:szCs w:val="24"/>
                <w:lang w:eastAsia="en-US"/>
              </w:rPr>
            </w:pPr>
            <w:r>
              <w:rPr>
                <w:rFonts w:ascii="Arial" w:hAnsi="Arial" w:cs="Arial"/>
                <w:sz w:val="24"/>
                <w:szCs w:val="24"/>
                <w:lang w:eastAsia="en-US"/>
              </w:rPr>
              <w:t>- директор ГКУ Воронежской области ЦЗН Таловского района (по согласованию)</w:t>
            </w:r>
          </w:p>
          <w:p w:rsidR="00D70CB0" w:rsidRDefault="00D70CB0">
            <w:pPr>
              <w:jc w:val="both"/>
              <w:rPr>
                <w:rFonts w:ascii="Arial" w:hAnsi="Arial" w:cs="Arial"/>
              </w:rPr>
            </w:pPr>
          </w:p>
        </w:tc>
      </w:tr>
      <w:tr w:rsidR="00D70CB0" w:rsidTr="00173B88">
        <w:tc>
          <w:tcPr>
            <w:tcW w:w="3369" w:type="dxa"/>
            <w:hideMark/>
          </w:tcPr>
          <w:p w:rsidR="00D70CB0" w:rsidRDefault="00D70CB0">
            <w:pPr>
              <w:pStyle w:val="ConsPlusNonformat"/>
              <w:widowControl/>
              <w:jc w:val="both"/>
              <w:rPr>
                <w:rFonts w:ascii="Arial" w:hAnsi="Arial" w:cs="Arial"/>
                <w:sz w:val="24"/>
                <w:szCs w:val="24"/>
                <w:lang w:eastAsia="en-US"/>
              </w:rPr>
            </w:pPr>
            <w:r>
              <w:rPr>
                <w:rFonts w:ascii="Arial" w:hAnsi="Arial" w:cs="Arial"/>
                <w:sz w:val="24"/>
                <w:szCs w:val="24"/>
                <w:lang w:eastAsia="en-US"/>
              </w:rPr>
              <w:t xml:space="preserve">Подольский </w:t>
            </w:r>
          </w:p>
          <w:p w:rsidR="00D70CB0" w:rsidRDefault="00D70CB0">
            <w:pPr>
              <w:jc w:val="both"/>
              <w:rPr>
                <w:rFonts w:ascii="Arial" w:hAnsi="Arial" w:cs="Arial"/>
              </w:rPr>
            </w:pPr>
            <w:r>
              <w:rPr>
                <w:rFonts w:ascii="Arial" w:hAnsi="Arial" w:cs="Arial"/>
              </w:rPr>
              <w:lastRenderedPageBreak/>
              <w:t>Игорь Васильевич</w:t>
            </w:r>
          </w:p>
        </w:tc>
        <w:tc>
          <w:tcPr>
            <w:tcW w:w="6485" w:type="dxa"/>
          </w:tcPr>
          <w:p w:rsidR="00173B88" w:rsidRDefault="00D70CB0">
            <w:pPr>
              <w:pStyle w:val="ConsPlusNonformat"/>
              <w:widowControl/>
              <w:jc w:val="both"/>
              <w:rPr>
                <w:rFonts w:ascii="Arial" w:hAnsi="Arial" w:cs="Arial"/>
                <w:sz w:val="24"/>
                <w:szCs w:val="24"/>
                <w:lang w:eastAsia="en-US"/>
              </w:rPr>
            </w:pPr>
            <w:r>
              <w:rPr>
                <w:rFonts w:ascii="Arial" w:hAnsi="Arial" w:cs="Arial"/>
                <w:sz w:val="24"/>
                <w:szCs w:val="24"/>
                <w:lang w:eastAsia="en-US"/>
              </w:rPr>
              <w:lastRenderedPageBreak/>
              <w:t xml:space="preserve">- начальник полиции отдела МВД России по </w:t>
            </w:r>
            <w:r>
              <w:rPr>
                <w:rFonts w:ascii="Arial" w:hAnsi="Arial" w:cs="Arial"/>
                <w:sz w:val="24"/>
                <w:szCs w:val="24"/>
                <w:lang w:eastAsia="en-US"/>
              </w:rPr>
              <w:lastRenderedPageBreak/>
              <w:t xml:space="preserve">Таловскому району Воронежской области </w:t>
            </w:r>
          </w:p>
          <w:p w:rsidR="00D70CB0" w:rsidRDefault="00D70CB0">
            <w:pPr>
              <w:pStyle w:val="ConsPlusNonformat"/>
              <w:widowControl/>
              <w:jc w:val="both"/>
              <w:rPr>
                <w:rFonts w:ascii="Arial" w:hAnsi="Arial" w:cs="Arial"/>
                <w:sz w:val="24"/>
                <w:szCs w:val="24"/>
                <w:lang w:eastAsia="en-US"/>
              </w:rPr>
            </w:pPr>
            <w:r>
              <w:rPr>
                <w:rFonts w:ascii="Arial" w:hAnsi="Arial" w:cs="Arial"/>
                <w:sz w:val="24"/>
                <w:szCs w:val="24"/>
                <w:lang w:eastAsia="en-US"/>
              </w:rPr>
              <w:t>(по согласованию)</w:t>
            </w:r>
          </w:p>
          <w:p w:rsidR="00D70CB0" w:rsidRDefault="00D70CB0">
            <w:pPr>
              <w:jc w:val="both"/>
              <w:rPr>
                <w:rFonts w:ascii="Arial" w:hAnsi="Arial" w:cs="Arial"/>
              </w:rPr>
            </w:pPr>
          </w:p>
        </w:tc>
      </w:tr>
      <w:tr w:rsidR="00D70CB0" w:rsidTr="00173B88">
        <w:tc>
          <w:tcPr>
            <w:tcW w:w="3369" w:type="dxa"/>
          </w:tcPr>
          <w:p w:rsidR="00D70CB0" w:rsidRDefault="00D70CB0">
            <w:pPr>
              <w:pStyle w:val="ConsPlusNonformat"/>
              <w:widowControl/>
              <w:jc w:val="both"/>
              <w:rPr>
                <w:rFonts w:ascii="Arial" w:hAnsi="Arial" w:cs="Arial"/>
                <w:sz w:val="24"/>
                <w:szCs w:val="24"/>
                <w:lang w:eastAsia="en-US"/>
              </w:rPr>
            </w:pPr>
            <w:r>
              <w:rPr>
                <w:rFonts w:ascii="Arial" w:hAnsi="Arial" w:cs="Arial"/>
                <w:sz w:val="24"/>
                <w:szCs w:val="24"/>
                <w:lang w:eastAsia="en-US"/>
              </w:rPr>
              <w:lastRenderedPageBreak/>
              <w:t>Ивлев</w:t>
            </w:r>
          </w:p>
          <w:p w:rsidR="00D70CB0" w:rsidRDefault="00D70CB0">
            <w:pPr>
              <w:pStyle w:val="ConsPlusNonformat"/>
              <w:widowControl/>
              <w:jc w:val="both"/>
              <w:rPr>
                <w:rFonts w:ascii="Arial" w:hAnsi="Arial" w:cs="Arial"/>
                <w:sz w:val="24"/>
                <w:szCs w:val="24"/>
                <w:lang w:eastAsia="en-US"/>
              </w:rPr>
            </w:pPr>
            <w:r>
              <w:rPr>
                <w:rFonts w:ascii="Arial" w:hAnsi="Arial" w:cs="Arial"/>
                <w:sz w:val="24"/>
                <w:szCs w:val="24"/>
                <w:lang w:eastAsia="en-US"/>
              </w:rPr>
              <w:t xml:space="preserve">Игорь Михайлов </w:t>
            </w:r>
          </w:p>
          <w:p w:rsidR="00D70CB0" w:rsidRDefault="00D70CB0">
            <w:pPr>
              <w:jc w:val="both"/>
              <w:rPr>
                <w:rFonts w:ascii="Arial" w:hAnsi="Arial" w:cs="Arial"/>
              </w:rPr>
            </w:pPr>
          </w:p>
        </w:tc>
        <w:tc>
          <w:tcPr>
            <w:tcW w:w="6485" w:type="dxa"/>
          </w:tcPr>
          <w:p w:rsidR="00D70CB0" w:rsidRDefault="00D70CB0">
            <w:pPr>
              <w:pStyle w:val="ConsPlusNonformat"/>
              <w:widowControl/>
              <w:jc w:val="both"/>
              <w:rPr>
                <w:rFonts w:ascii="Arial" w:hAnsi="Arial" w:cs="Arial"/>
                <w:sz w:val="24"/>
                <w:szCs w:val="24"/>
                <w:lang w:eastAsia="en-US"/>
              </w:rPr>
            </w:pPr>
            <w:r>
              <w:rPr>
                <w:rFonts w:ascii="Arial" w:hAnsi="Arial" w:cs="Arial"/>
                <w:sz w:val="24"/>
                <w:szCs w:val="24"/>
                <w:lang w:eastAsia="en-US"/>
              </w:rPr>
              <w:t xml:space="preserve">- военный комиссар Таловского муниципального района </w:t>
            </w:r>
            <w:r w:rsidR="00845844" w:rsidRPr="00845844">
              <w:rPr>
                <w:rFonts w:ascii="Arial" w:hAnsi="Arial" w:cs="Arial"/>
                <w:sz w:val="24"/>
                <w:szCs w:val="24"/>
                <w:lang w:eastAsia="en-US"/>
              </w:rPr>
              <w:t>(по согласованию)</w:t>
            </w:r>
          </w:p>
          <w:p w:rsidR="00D70CB0" w:rsidRDefault="00D70CB0">
            <w:pPr>
              <w:jc w:val="both"/>
              <w:rPr>
                <w:rFonts w:ascii="Arial" w:hAnsi="Arial" w:cs="Arial"/>
              </w:rPr>
            </w:pPr>
          </w:p>
        </w:tc>
      </w:tr>
      <w:tr w:rsidR="00D70CB0" w:rsidTr="00173B88">
        <w:tc>
          <w:tcPr>
            <w:tcW w:w="3369" w:type="dxa"/>
            <w:hideMark/>
          </w:tcPr>
          <w:p w:rsidR="00D70CB0" w:rsidRDefault="00D70CB0">
            <w:pPr>
              <w:pStyle w:val="ConsPlusNonformat"/>
              <w:widowControl/>
              <w:jc w:val="both"/>
              <w:rPr>
                <w:rFonts w:ascii="Arial" w:hAnsi="Arial" w:cs="Arial"/>
                <w:sz w:val="24"/>
                <w:szCs w:val="24"/>
                <w:lang w:eastAsia="en-US"/>
              </w:rPr>
            </w:pPr>
            <w:r>
              <w:rPr>
                <w:rFonts w:ascii="Arial" w:hAnsi="Arial" w:cs="Arial"/>
                <w:sz w:val="24"/>
                <w:szCs w:val="24"/>
                <w:lang w:eastAsia="en-US"/>
              </w:rPr>
              <w:t xml:space="preserve">Жукова </w:t>
            </w:r>
          </w:p>
          <w:p w:rsidR="00D70CB0" w:rsidRDefault="00D70CB0">
            <w:pPr>
              <w:jc w:val="both"/>
              <w:rPr>
                <w:rFonts w:ascii="Arial" w:hAnsi="Arial" w:cs="Arial"/>
              </w:rPr>
            </w:pPr>
            <w:r>
              <w:rPr>
                <w:rFonts w:ascii="Arial" w:hAnsi="Arial" w:cs="Arial"/>
              </w:rPr>
              <w:t>Лариса Николаевна</w:t>
            </w:r>
          </w:p>
        </w:tc>
        <w:tc>
          <w:tcPr>
            <w:tcW w:w="6485" w:type="dxa"/>
          </w:tcPr>
          <w:p w:rsidR="00173B88" w:rsidRDefault="00D70CB0">
            <w:pPr>
              <w:pStyle w:val="ConsPlusNonformat"/>
              <w:widowControl/>
              <w:jc w:val="both"/>
              <w:rPr>
                <w:rFonts w:ascii="Arial" w:hAnsi="Arial" w:cs="Arial"/>
                <w:sz w:val="24"/>
                <w:szCs w:val="24"/>
                <w:lang w:eastAsia="en-US"/>
              </w:rPr>
            </w:pPr>
            <w:r>
              <w:rPr>
                <w:rFonts w:ascii="Arial" w:hAnsi="Arial" w:cs="Arial"/>
                <w:sz w:val="24"/>
                <w:szCs w:val="24"/>
                <w:lang w:eastAsia="en-US"/>
              </w:rPr>
              <w:t xml:space="preserve">- руководитель </w:t>
            </w:r>
            <w:r>
              <w:rPr>
                <w:rFonts w:ascii="Arial" w:hAnsi="Arial" w:cs="Arial"/>
                <w:sz w:val="24"/>
                <w:szCs w:val="24"/>
                <w:shd w:val="clear" w:color="auto" w:fill="FFFFFF"/>
                <w:lang w:eastAsia="en-US"/>
              </w:rPr>
              <w:t>АУ "МФЦ Таловского МР ВО"</w:t>
            </w:r>
            <w:r>
              <w:rPr>
                <w:rFonts w:ascii="Arial" w:hAnsi="Arial" w:cs="Arial"/>
                <w:sz w:val="24"/>
                <w:szCs w:val="24"/>
                <w:lang w:eastAsia="en-US"/>
              </w:rPr>
              <w:t xml:space="preserve"> </w:t>
            </w:r>
          </w:p>
          <w:p w:rsidR="00D70CB0" w:rsidRDefault="00D70CB0">
            <w:pPr>
              <w:pStyle w:val="ConsPlusNonformat"/>
              <w:widowControl/>
              <w:jc w:val="both"/>
              <w:rPr>
                <w:rFonts w:ascii="Arial" w:hAnsi="Arial" w:cs="Arial"/>
                <w:sz w:val="24"/>
                <w:szCs w:val="24"/>
                <w:lang w:eastAsia="en-US"/>
              </w:rPr>
            </w:pPr>
            <w:r>
              <w:rPr>
                <w:rFonts w:ascii="Arial" w:hAnsi="Arial" w:cs="Arial"/>
                <w:sz w:val="24"/>
                <w:szCs w:val="24"/>
                <w:lang w:eastAsia="en-US"/>
              </w:rPr>
              <w:t>(по согласованию)</w:t>
            </w:r>
          </w:p>
          <w:p w:rsidR="00D70CB0" w:rsidRDefault="00D70CB0">
            <w:pPr>
              <w:jc w:val="both"/>
              <w:rPr>
                <w:rFonts w:ascii="Arial" w:hAnsi="Arial" w:cs="Arial"/>
              </w:rPr>
            </w:pPr>
          </w:p>
        </w:tc>
      </w:tr>
      <w:tr w:rsidR="00D70CB0" w:rsidTr="00173B88">
        <w:tc>
          <w:tcPr>
            <w:tcW w:w="3369" w:type="dxa"/>
            <w:hideMark/>
          </w:tcPr>
          <w:p w:rsidR="00D70CB0" w:rsidRDefault="00D70CB0" w:rsidP="00173B88">
            <w:pPr>
              <w:pStyle w:val="ConsPlusNonformat"/>
              <w:widowControl/>
              <w:rPr>
                <w:rFonts w:ascii="Arial" w:hAnsi="Arial" w:cs="Arial"/>
                <w:sz w:val="24"/>
                <w:szCs w:val="24"/>
                <w:lang w:eastAsia="en-US"/>
              </w:rPr>
            </w:pPr>
            <w:r>
              <w:rPr>
                <w:rFonts w:ascii="Arial" w:hAnsi="Arial" w:cs="Arial"/>
                <w:sz w:val="24"/>
                <w:szCs w:val="24"/>
                <w:lang w:eastAsia="en-US"/>
              </w:rPr>
              <w:t>Богатырева Ольга Митрофановна</w:t>
            </w:r>
          </w:p>
        </w:tc>
        <w:tc>
          <w:tcPr>
            <w:tcW w:w="6485" w:type="dxa"/>
          </w:tcPr>
          <w:p w:rsidR="00173B88" w:rsidRDefault="00D70CB0">
            <w:pPr>
              <w:rPr>
                <w:rFonts w:ascii="Arial" w:hAnsi="Arial" w:cs="Arial"/>
              </w:rPr>
            </w:pPr>
            <w:r>
              <w:rPr>
                <w:rFonts w:ascii="Arial" w:hAnsi="Arial" w:cs="Arial"/>
              </w:rPr>
              <w:t xml:space="preserve">- заместитель начальника Бобровского межмуниципального отдела Управления </w:t>
            </w:r>
          </w:p>
          <w:p w:rsidR="00173B88" w:rsidRDefault="00D70CB0">
            <w:pPr>
              <w:rPr>
                <w:rFonts w:ascii="Arial" w:hAnsi="Arial" w:cs="Arial"/>
              </w:rPr>
            </w:pPr>
            <w:r>
              <w:rPr>
                <w:rFonts w:ascii="Arial" w:hAnsi="Arial" w:cs="Arial"/>
              </w:rPr>
              <w:t xml:space="preserve">Росреестра по Воронежской области </w:t>
            </w:r>
          </w:p>
          <w:p w:rsidR="00D70CB0" w:rsidRDefault="00D70CB0">
            <w:pPr>
              <w:rPr>
                <w:rFonts w:ascii="Arial" w:hAnsi="Arial" w:cs="Arial"/>
              </w:rPr>
            </w:pPr>
            <w:r>
              <w:rPr>
                <w:rFonts w:ascii="Arial" w:hAnsi="Arial" w:cs="Arial"/>
              </w:rPr>
              <w:t>(по согласованию)</w:t>
            </w:r>
          </w:p>
          <w:p w:rsidR="00D70CB0" w:rsidRDefault="00D70CB0">
            <w:pPr>
              <w:jc w:val="both"/>
              <w:rPr>
                <w:rFonts w:ascii="Arial" w:hAnsi="Arial" w:cs="Arial"/>
              </w:rPr>
            </w:pPr>
          </w:p>
        </w:tc>
      </w:tr>
      <w:tr w:rsidR="00D70CB0" w:rsidTr="00173B88">
        <w:tc>
          <w:tcPr>
            <w:tcW w:w="3369" w:type="dxa"/>
            <w:hideMark/>
          </w:tcPr>
          <w:p w:rsidR="00D70CB0" w:rsidRDefault="00D70CB0">
            <w:pPr>
              <w:jc w:val="both"/>
              <w:rPr>
                <w:rFonts w:ascii="Arial" w:hAnsi="Arial" w:cs="Arial"/>
              </w:rPr>
            </w:pPr>
            <w:r>
              <w:rPr>
                <w:rFonts w:ascii="Arial" w:hAnsi="Arial" w:cs="Arial"/>
              </w:rPr>
              <w:t xml:space="preserve">Гончарова </w:t>
            </w:r>
          </w:p>
          <w:p w:rsidR="00D70CB0" w:rsidRDefault="00D70CB0">
            <w:pPr>
              <w:jc w:val="both"/>
              <w:rPr>
                <w:rFonts w:ascii="Arial" w:hAnsi="Arial" w:cs="Arial"/>
              </w:rPr>
            </w:pPr>
            <w:r>
              <w:rPr>
                <w:rFonts w:ascii="Arial" w:hAnsi="Arial" w:cs="Arial"/>
              </w:rPr>
              <w:t>Лариса Алексеевна</w:t>
            </w:r>
          </w:p>
        </w:tc>
        <w:tc>
          <w:tcPr>
            <w:tcW w:w="6485" w:type="dxa"/>
          </w:tcPr>
          <w:p w:rsidR="00173B88" w:rsidRDefault="00D70CB0">
            <w:pPr>
              <w:pStyle w:val="ConsPlusNonformat"/>
              <w:widowControl/>
              <w:jc w:val="both"/>
              <w:rPr>
                <w:rFonts w:ascii="Arial" w:hAnsi="Arial" w:cs="Arial"/>
                <w:sz w:val="24"/>
                <w:szCs w:val="24"/>
                <w:lang w:eastAsia="en-US"/>
              </w:rPr>
            </w:pPr>
            <w:r>
              <w:rPr>
                <w:rFonts w:ascii="Arial" w:hAnsi="Arial" w:cs="Arial"/>
                <w:sz w:val="24"/>
                <w:szCs w:val="24"/>
                <w:lang w:eastAsia="en-US"/>
              </w:rPr>
              <w:t xml:space="preserve">- начальник отделения по вопросам миграции </w:t>
            </w:r>
          </w:p>
          <w:p w:rsidR="00D70CB0" w:rsidRDefault="00173B88">
            <w:pPr>
              <w:pStyle w:val="ConsPlusNonformat"/>
              <w:widowControl/>
              <w:jc w:val="both"/>
              <w:rPr>
                <w:rFonts w:ascii="Arial" w:hAnsi="Arial" w:cs="Arial"/>
                <w:sz w:val="24"/>
                <w:szCs w:val="24"/>
                <w:lang w:eastAsia="en-US"/>
              </w:rPr>
            </w:pPr>
            <w:r>
              <w:rPr>
                <w:rFonts w:ascii="Arial" w:hAnsi="Arial" w:cs="Arial"/>
                <w:sz w:val="24"/>
                <w:szCs w:val="24"/>
                <w:lang w:eastAsia="en-US"/>
              </w:rPr>
              <w:t>о</w:t>
            </w:r>
            <w:r w:rsidR="00D70CB0">
              <w:rPr>
                <w:rFonts w:ascii="Arial" w:hAnsi="Arial" w:cs="Arial"/>
                <w:sz w:val="24"/>
                <w:szCs w:val="24"/>
                <w:lang w:eastAsia="en-US"/>
              </w:rPr>
              <w:t xml:space="preserve">тдела МВД России по Таловскому району </w:t>
            </w:r>
          </w:p>
          <w:p w:rsidR="00D70CB0" w:rsidRDefault="00D70CB0">
            <w:pPr>
              <w:pStyle w:val="ConsPlusNonformat"/>
              <w:widowControl/>
              <w:jc w:val="both"/>
              <w:rPr>
                <w:rFonts w:ascii="Arial" w:hAnsi="Arial" w:cs="Arial"/>
                <w:sz w:val="24"/>
                <w:szCs w:val="24"/>
                <w:lang w:eastAsia="en-US"/>
              </w:rPr>
            </w:pPr>
            <w:r>
              <w:rPr>
                <w:rFonts w:ascii="Arial" w:hAnsi="Arial" w:cs="Arial"/>
                <w:sz w:val="24"/>
                <w:szCs w:val="24"/>
                <w:lang w:eastAsia="en-US"/>
              </w:rPr>
              <w:t xml:space="preserve"> (по согласованию) </w:t>
            </w:r>
          </w:p>
          <w:p w:rsidR="00D70CB0" w:rsidRDefault="00D70CB0">
            <w:pPr>
              <w:jc w:val="both"/>
              <w:rPr>
                <w:rFonts w:ascii="Arial" w:hAnsi="Arial" w:cs="Arial"/>
              </w:rPr>
            </w:pPr>
          </w:p>
        </w:tc>
      </w:tr>
      <w:tr w:rsidR="00D70CB0" w:rsidTr="00173B88">
        <w:tc>
          <w:tcPr>
            <w:tcW w:w="3369" w:type="dxa"/>
            <w:hideMark/>
          </w:tcPr>
          <w:p w:rsidR="00D70CB0" w:rsidRDefault="00D70CB0">
            <w:pPr>
              <w:pStyle w:val="ConsPlusNonformat"/>
              <w:widowControl/>
              <w:tabs>
                <w:tab w:val="left" w:pos="3402"/>
              </w:tabs>
              <w:jc w:val="both"/>
              <w:rPr>
                <w:rFonts w:ascii="Arial" w:hAnsi="Arial" w:cs="Arial"/>
                <w:sz w:val="24"/>
                <w:szCs w:val="24"/>
                <w:lang w:eastAsia="en-US"/>
              </w:rPr>
            </w:pPr>
            <w:bookmarkStart w:id="0" w:name="_GoBack"/>
            <w:r>
              <w:rPr>
                <w:rFonts w:ascii="Arial" w:hAnsi="Arial" w:cs="Arial"/>
                <w:sz w:val="24"/>
                <w:szCs w:val="24"/>
                <w:lang w:eastAsia="en-US"/>
              </w:rPr>
              <w:t xml:space="preserve">Кувшинов </w:t>
            </w:r>
          </w:p>
          <w:p w:rsidR="00D70CB0" w:rsidRDefault="00D70CB0">
            <w:pPr>
              <w:jc w:val="both"/>
              <w:rPr>
                <w:rFonts w:ascii="Arial" w:hAnsi="Arial" w:cs="Arial"/>
              </w:rPr>
            </w:pPr>
            <w:r>
              <w:rPr>
                <w:rFonts w:ascii="Arial" w:hAnsi="Arial" w:cs="Arial"/>
              </w:rPr>
              <w:t>Олег Юрьевич</w:t>
            </w:r>
          </w:p>
        </w:tc>
        <w:tc>
          <w:tcPr>
            <w:tcW w:w="6485" w:type="dxa"/>
          </w:tcPr>
          <w:p w:rsidR="00173B88" w:rsidRDefault="00D70CB0">
            <w:pPr>
              <w:jc w:val="both"/>
              <w:rPr>
                <w:rFonts w:ascii="Arial" w:hAnsi="Arial" w:cs="Arial"/>
              </w:rPr>
            </w:pPr>
            <w:r>
              <w:rPr>
                <w:rFonts w:ascii="Arial" w:hAnsi="Arial" w:cs="Arial"/>
              </w:rPr>
              <w:t xml:space="preserve">- глава администрации Таловского </w:t>
            </w:r>
          </w:p>
          <w:p w:rsidR="00D70CB0" w:rsidRDefault="00D70CB0">
            <w:pPr>
              <w:jc w:val="both"/>
              <w:rPr>
                <w:rFonts w:ascii="Arial" w:hAnsi="Arial" w:cs="Arial"/>
              </w:rPr>
            </w:pPr>
            <w:r>
              <w:rPr>
                <w:rFonts w:ascii="Arial" w:hAnsi="Arial" w:cs="Arial"/>
              </w:rPr>
              <w:t>городского поселения (по согласованию)</w:t>
            </w:r>
          </w:p>
          <w:p w:rsidR="00D70CB0" w:rsidRDefault="00D70CB0">
            <w:pPr>
              <w:jc w:val="both"/>
              <w:rPr>
                <w:rFonts w:ascii="Arial" w:hAnsi="Arial" w:cs="Arial"/>
              </w:rPr>
            </w:pPr>
          </w:p>
        </w:tc>
      </w:tr>
      <w:bookmarkEnd w:id="0"/>
    </w:tbl>
    <w:p w:rsidR="00B16FA1" w:rsidRPr="00EC648C" w:rsidRDefault="00B16FA1" w:rsidP="00D70CB0">
      <w:pPr>
        <w:ind w:firstLine="709"/>
        <w:jc w:val="both"/>
        <w:rPr>
          <w:rFonts w:ascii="Arial" w:hAnsi="Arial" w:cs="Arial"/>
          <w:sz w:val="22"/>
          <w:szCs w:val="22"/>
        </w:rPr>
      </w:pPr>
    </w:p>
    <w:sectPr w:rsidR="00B16FA1" w:rsidRPr="00EC648C" w:rsidSect="00EC648C">
      <w:headerReference w:type="even" r:id="rId8"/>
      <w:headerReference w:type="default" r:id="rId9"/>
      <w:footerReference w:type="even" r:id="rId10"/>
      <w:footerReference w:type="default" r:id="rId11"/>
      <w:headerReference w:type="first" r:id="rId12"/>
      <w:footerReference w:type="first" r:id="rId13"/>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28CC" w:rsidRDefault="00E028CC" w:rsidP="005F2E5E">
      <w:r>
        <w:separator/>
      </w:r>
    </w:p>
  </w:endnote>
  <w:endnote w:type="continuationSeparator" w:id="0">
    <w:p w:rsidR="00E028CC" w:rsidRDefault="00E028CC" w:rsidP="005F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FA1" w:rsidRDefault="00B16FA1">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FA1" w:rsidRDefault="00B16FA1">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FA1" w:rsidRDefault="00B16FA1">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28CC" w:rsidRDefault="00E028CC" w:rsidP="005F2E5E">
      <w:r>
        <w:separator/>
      </w:r>
    </w:p>
  </w:footnote>
  <w:footnote w:type="continuationSeparator" w:id="0">
    <w:p w:rsidR="00E028CC" w:rsidRDefault="00E028CC" w:rsidP="005F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FA1" w:rsidRDefault="00B16FA1">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FA1" w:rsidRPr="00C62B7B" w:rsidRDefault="00B16FA1">
    <w:pPr>
      <w:pStyle w:val="a8"/>
      <w:rPr>
        <w:color w:val="800000"/>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FA1" w:rsidRDefault="00B16FA1">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15:restartNumberingAfterBreak="0">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15:restartNumberingAfterBreak="0">
    <w:nsid w:val="00003B25"/>
    <w:multiLevelType w:val="hybridMultilevel"/>
    <w:tmpl w:val="8D52FAC2"/>
    <w:lvl w:ilvl="0" w:tplc="5FD0024C">
      <w:start w:val="1"/>
      <w:numFmt w:val="decimal"/>
      <w:lvlText w:val="%1."/>
      <w:lvlJc w:val="left"/>
      <w:rPr>
        <w:rFonts w:cs="Times New Roman"/>
      </w:rPr>
    </w:lvl>
    <w:lvl w:ilvl="1" w:tplc="56928308">
      <w:numFmt w:val="decimal"/>
      <w:lvlText w:val=""/>
      <w:lvlJc w:val="left"/>
      <w:rPr>
        <w:rFonts w:cs="Times New Roman"/>
      </w:rPr>
    </w:lvl>
    <w:lvl w:ilvl="2" w:tplc="5F3A9202">
      <w:numFmt w:val="decimal"/>
      <w:lvlText w:val=""/>
      <w:lvlJc w:val="left"/>
      <w:rPr>
        <w:rFonts w:cs="Times New Roman"/>
      </w:rPr>
    </w:lvl>
    <w:lvl w:ilvl="3" w:tplc="C44C3856">
      <w:numFmt w:val="decimal"/>
      <w:lvlText w:val=""/>
      <w:lvlJc w:val="left"/>
      <w:rPr>
        <w:rFonts w:cs="Times New Roman"/>
      </w:rPr>
    </w:lvl>
    <w:lvl w:ilvl="4" w:tplc="A3043F0A">
      <w:numFmt w:val="decimal"/>
      <w:lvlText w:val=""/>
      <w:lvlJc w:val="left"/>
      <w:rPr>
        <w:rFonts w:cs="Times New Roman"/>
      </w:rPr>
    </w:lvl>
    <w:lvl w:ilvl="5" w:tplc="F5DA77A8">
      <w:numFmt w:val="decimal"/>
      <w:lvlText w:val=""/>
      <w:lvlJc w:val="left"/>
      <w:rPr>
        <w:rFonts w:cs="Times New Roman"/>
      </w:rPr>
    </w:lvl>
    <w:lvl w:ilvl="6" w:tplc="CD4A1A4E">
      <w:numFmt w:val="decimal"/>
      <w:lvlText w:val=""/>
      <w:lvlJc w:val="left"/>
      <w:rPr>
        <w:rFonts w:cs="Times New Roman"/>
      </w:rPr>
    </w:lvl>
    <w:lvl w:ilvl="7" w:tplc="87184E7C">
      <w:numFmt w:val="decimal"/>
      <w:lvlText w:val=""/>
      <w:lvlJc w:val="left"/>
      <w:rPr>
        <w:rFonts w:cs="Times New Roman"/>
      </w:rPr>
    </w:lvl>
    <w:lvl w:ilvl="8" w:tplc="751ADAC6">
      <w:numFmt w:val="decimal"/>
      <w:lvlText w:val=""/>
      <w:lvlJc w:val="left"/>
      <w:rPr>
        <w:rFonts w:cs="Times New Roman"/>
      </w:rPr>
    </w:lvl>
  </w:abstractNum>
  <w:abstractNum w:abstractNumId="3" w15:restartNumberingAfterBreak="0">
    <w:nsid w:val="01973AD6"/>
    <w:multiLevelType w:val="hybridMultilevel"/>
    <w:tmpl w:val="A0E043D0"/>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 w15:restartNumberingAfterBreak="0">
    <w:nsid w:val="01A554EF"/>
    <w:multiLevelType w:val="hybridMultilevel"/>
    <w:tmpl w:val="5A8629E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15:restartNumberingAfterBreak="0">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15:restartNumberingAfterBreak="0">
    <w:nsid w:val="088D4540"/>
    <w:multiLevelType w:val="hybridMultilevel"/>
    <w:tmpl w:val="FBFEEBD0"/>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0F1660C2"/>
    <w:multiLevelType w:val="hybridMultilevel"/>
    <w:tmpl w:val="76ECA6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15:restartNumberingAfterBreak="0">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1" w15:restartNumberingAfterBreak="0">
    <w:nsid w:val="150805C0"/>
    <w:multiLevelType w:val="hybridMultilevel"/>
    <w:tmpl w:val="799E16A2"/>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2" w15:restartNumberingAfterBreak="0">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15:restartNumberingAfterBreak="0">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14" w15:restartNumberingAfterBreak="0">
    <w:nsid w:val="16C0078F"/>
    <w:multiLevelType w:val="hybridMultilevel"/>
    <w:tmpl w:val="E414623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16" w15:restartNumberingAfterBreak="0">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7" w15:restartNumberingAfterBreak="0">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9" w15:restartNumberingAfterBreak="0">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0" w15:restartNumberingAfterBreak="0">
    <w:nsid w:val="2D61133C"/>
    <w:multiLevelType w:val="hybridMultilevel"/>
    <w:tmpl w:val="804EBD2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15:restartNumberingAfterBreak="0">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2" w15:restartNumberingAfterBreak="0">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2B012BD"/>
    <w:multiLevelType w:val="multilevel"/>
    <w:tmpl w:val="43EE7D18"/>
    <w:lvl w:ilvl="0">
      <w:start w:val="2"/>
      <w:numFmt w:val="decimal"/>
      <w:lvlText w:val="%1."/>
      <w:lvlJc w:val="left"/>
      <w:pPr>
        <w:ind w:left="600" w:hanging="600"/>
      </w:pPr>
      <w:rPr>
        <w:rFonts w:cs="Times New Roman" w:hint="default"/>
      </w:rPr>
    </w:lvl>
    <w:lvl w:ilvl="1">
      <w:start w:val="11"/>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abstractNum w:abstractNumId="24" w15:restartNumberingAfterBreak="0">
    <w:nsid w:val="4A377540"/>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5" w15:restartNumberingAfterBreak="0">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26" w15:restartNumberingAfterBreak="0">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7" w15:restartNumberingAfterBreak="0">
    <w:nsid w:val="55903DA4"/>
    <w:multiLevelType w:val="hybridMultilevel"/>
    <w:tmpl w:val="1CB80D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7772848"/>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9" w15:restartNumberingAfterBreak="0">
    <w:nsid w:val="5C7005A9"/>
    <w:multiLevelType w:val="hybridMultilevel"/>
    <w:tmpl w:val="E6606C32"/>
    <w:lvl w:ilvl="0" w:tplc="89AC1AA8">
      <w:start w:val="1"/>
      <w:numFmt w:val="decimal"/>
      <w:lvlText w:val="%1."/>
      <w:lvlJc w:val="left"/>
      <w:pPr>
        <w:ind w:left="915" w:hanging="360"/>
      </w:pPr>
      <w:rPr>
        <w:rFonts w:cs="Times New Roman" w:hint="default"/>
      </w:rPr>
    </w:lvl>
    <w:lvl w:ilvl="1" w:tplc="04190019" w:tentative="1">
      <w:start w:val="1"/>
      <w:numFmt w:val="lowerLetter"/>
      <w:lvlText w:val="%2."/>
      <w:lvlJc w:val="left"/>
      <w:pPr>
        <w:ind w:left="1635" w:hanging="360"/>
      </w:pPr>
      <w:rPr>
        <w:rFonts w:cs="Times New Roman"/>
      </w:rPr>
    </w:lvl>
    <w:lvl w:ilvl="2" w:tplc="0419001B" w:tentative="1">
      <w:start w:val="1"/>
      <w:numFmt w:val="lowerRoman"/>
      <w:lvlText w:val="%3."/>
      <w:lvlJc w:val="right"/>
      <w:pPr>
        <w:ind w:left="2355" w:hanging="180"/>
      </w:pPr>
      <w:rPr>
        <w:rFonts w:cs="Times New Roman"/>
      </w:rPr>
    </w:lvl>
    <w:lvl w:ilvl="3" w:tplc="0419000F" w:tentative="1">
      <w:start w:val="1"/>
      <w:numFmt w:val="decimal"/>
      <w:lvlText w:val="%4."/>
      <w:lvlJc w:val="left"/>
      <w:pPr>
        <w:ind w:left="3075" w:hanging="360"/>
      </w:pPr>
      <w:rPr>
        <w:rFonts w:cs="Times New Roman"/>
      </w:rPr>
    </w:lvl>
    <w:lvl w:ilvl="4" w:tplc="04190019" w:tentative="1">
      <w:start w:val="1"/>
      <w:numFmt w:val="lowerLetter"/>
      <w:lvlText w:val="%5."/>
      <w:lvlJc w:val="left"/>
      <w:pPr>
        <w:ind w:left="3795" w:hanging="360"/>
      </w:pPr>
      <w:rPr>
        <w:rFonts w:cs="Times New Roman"/>
      </w:rPr>
    </w:lvl>
    <w:lvl w:ilvl="5" w:tplc="0419001B" w:tentative="1">
      <w:start w:val="1"/>
      <w:numFmt w:val="lowerRoman"/>
      <w:lvlText w:val="%6."/>
      <w:lvlJc w:val="right"/>
      <w:pPr>
        <w:ind w:left="4515" w:hanging="180"/>
      </w:pPr>
      <w:rPr>
        <w:rFonts w:cs="Times New Roman"/>
      </w:rPr>
    </w:lvl>
    <w:lvl w:ilvl="6" w:tplc="0419000F" w:tentative="1">
      <w:start w:val="1"/>
      <w:numFmt w:val="decimal"/>
      <w:lvlText w:val="%7."/>
      <w:lvlJc w:val="left"/>
      <w:pPr>
        <w:ind w:left="5235" w:hanging="360"/>
      </w:pPr>
      <w:rPr>
        <w:rFonts w:cs="Times New Roman"/>
      </w:rPr>
    </w:lvl>
    <w:lvl w:ilvl="7" w:tplc="04190019" w:tentative="1">
      <w:start w:val="1"/>
      <w:numFmt w:val="lowerLetter"/>
      <w:lvlText w:val="%8."/>
      <w:lvlJc w:val="left"/>
      <w:pPr>
        <w:ind w:left="5955" w:hanging="360"/>
      </w:pPr>
      <w:rPr>
        <w:rFonts w:cs="Times New Roman"/>
      </w:rPr>
    </w:lvl>
    <w:lvl w:ilvl="8" w:tplc="0419001B" w:tentative="1">
      <w:start w:val="1"/>
      <w:numFmt w:val="lowerRoman"/>
      <w:lvlText w:val="%9."/>
      <w:lvlJc w:val="right"/>
      <w:pPr>
        <w:ind w:left="6675" w:hanging="180"/>
      </w:pPr>
      <w:rPr>
        <w:rFonts w:cs="Times New Roman"/>
      </w:rPr>
    </w:lvl>
  </w:abstractNum>
  <w:abstractNum w:abstractNumId="30" w15:restartNumberingAfterBreak="0">
    <w:nsid w:val="602D7959"/>
    <w:multiLevelType w:val="multilevel"/>
    <w:tmpl w:val="5FCA612A"/>
    <w:lvl w:ilvl="0">
      <w:start w:val="1"/>
      <w:numFmt w:val="decimal"/>
      <w:lvlText w:val="%1."/>
      <w:lvlJc w:val="left"/>
      <w:pPr>
        <w:ind w:left="720" w:hanging="360"/>
      </w:pPr>
      <w:rPr>
        <w:rFonts w:cs="Times New Roman"/>
      </w:rPr>
    </w:lvl>
    <w:lvl w:ilvl="1">
      <w:start w:val="1"/>
      <w:numFmt w:val="decimal"/>
      <w:isLgl/>
      <w:lvlText w:val="%1.%2."/>
      <w:lvlJc w:val="left"/>
      <w:pPr>
        <w:ind w:left="644"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31" w15:restartNumberingAfterBreak="0">
    <w:nsid w:val="63C715B2"/>
    <w:multiLevelType w:val="hybridMultilevel"/>
    <w:tmpl w:val="FC780D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4C533E4"/>
    <w:multiLevelType w:val="hybridMultilevel"/>
    <w:tmpl w:val="4C0853B4"/>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15:restartNumberingAfterBreak="0">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4" w15:restartNumberingAfterBreak="0">
    <w:nsid w:val="69CC0325"/>
    <w:multiLevelType w:val="hybridMultilevel"/>
    <w:tmpl w:val="3EFEF55E"/>
    <w:lvl w:ilvl="0" w:tplc="433236AE">
      <w:start w:val="1"/>
      <w:numFmt w:val="decimal"/>
      <w:lvlText w:val="%1."/>
      <w:lvlJc w:val="left"/>
      <w:pPr>
        <w:tabs>
          <w:tab w:val="num" w:pos="1380"/>
        </w:tabs>
        <w:ind w:left="1380" w:hanging="840"/>
      </w:pPr>
      <w:rPr>
        <w:rFonts w:cs="Times New Roman" w:hint="default"/>
        <w:color w:val="auto"/>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5" w15:restartNumberingAfterBreak="0">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7" w15:restartNumberingAfterBreak="0">
    <w:nsid w:val="76601EF3"/>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8" w15:restartNumberingAfterBreak="0">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9" w15:restartNumberingAfterBreak="0">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0" w15:restartNumberingAfterBreak="0">
    <w:nsid w:val="7EA7118B"/>
    <w:multiLevelType w:val="hybridMultilevel"/>
    <w:tmpl w:val="46FC93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EBD78FA"/>
    <w:multiLevelType w:val="multilevel"/>
    <w:tmpl w:val="B8E84490"/>
    <w:lvl w:ilvl="0">
      <w:start w:val="2"/>
      <w:numFmt w:val="decimal"/>
      <w:lvlText w:val="%1."/>
      <w:lvlJc w:val="left"/>
      <w:pPr>
        <w:ind w:left="570" w:hanging="570"/>
      </w:pPr>
      <w:rPr>
        <w:rFonts w:cs="Times New Roman" w:hint="default"/>
      </w:rPr>
    </w:lvl>
    <w:lvl w:ilvl="1">
      <w:start w:val="10"/>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num w:numId="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25"/>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17"/>
  </w:num>
  <w:num w:numId="10">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16"/>
  </w:num>
  <w:num w:numId="18">
    <w:abstractNumId w:val="35"/>
  </w:num>
  <w:num w:numId="19">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num>
  <w:num w:numId="21">
    <w:abstractNumId w:val="13"/>
  </w:num>
  <w:num w:numId="22">
    <w:abstractNumId w:val="18"/>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num>
  <w:num w:numId="25">
    <w:abstractNumId w:val="34"/>
  </w:num>
  <w:num w:numId="26">
    <w:abstractNumId w:val="5"/>
  </w:num>
  <w:num w:numId="27">
    <w:abstractNumId w:val="28"/>
  </w:num>
  <w:num w:numId="28">
    <w:abstractNumId w:val="8"/>
  </w:num>
  <w:num w:numId="2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num>
  <w:num w:numId="31">
    <w:abstractNumId w:val="37"/>
  </w:num>
  <w:num w:numId="32">
    <w:abstractNumId w:val="4"/>
  </w:num>
  <w:num w:numId="33">
    <w:abstractNumId w:val="24"/>
  </w:num>
  <w:num w:numId="34">
    <w:abstractNumId w:val="41"/>
  </w:num>
  <w:num w:numId="35">
    <w:abstractNumId w:val="29"/>
  </w:num>
  <w:num w:numId="36">
    <w:abstractNumId w:val="2"/>
  </w:num>
  <w:num w:numId="37">
    <w:abstractNumId w:val="30"/>
  </w:num>
  <w:num w:numId="38">
    <w:abstractNumId w:val="6"/>
  </w:num>
  <w:num w:numId="39">
    <w:abstractNumId w:val="32"/>
  </w:num>
  <w:num w:numId="40">
    <w:abstractNumId w:val="20"/>
  </w:num>
  <w:num w:numId="41">
    <w:abstractNumId w:val="14"/>
  </w:num>
  <w:num w:numId="42">
    <w:abstractNumId w:val="11"/>
  </w:num>
  <w:num w:numId="43">
    <w:abstractNumId w:val="3"/>
  </w:num>
  <w:num w:numId="44">
    <w:abstractNumId w:val="31"/>
  </w:num>
  <w:num w:numId="45">
    <w:abstractNumId w:val="4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7B1"/>
    <w:rsid w:val="00000A17"/>
    <w:rsid w:val="00000D84"/>
    <w:rsid w:val="0000182B"/>
    <w:rsid w:val="0000198C"/>
    <w:rsid w:val="000019CA"/>
    <w:rsid w:val="00001CC7"/>
    <w:rsid w:val="00001FD6"/>
    <w:rsid w:val="00002745"/>
    <w:rsid w:val="0000286B"/>
    <w:rsid w:val="00002ADB"/>
    <w:rsid w:val="000041D3"/>
    <w:rsid w:val="000057B1"/>
    <w:rsid w:val="00006735"/>
    <w:rsid w:val="00010459"/>
    <w:rsid w:val="00010B07"/>
    <w:rsid w:val="00012058"/>
    <w:rsid w:val="000137D3"/>
    <w:rsid w:val="000152E2"/>
    <w:rsid w:val="000171F5"/>
    <w:rsid w:val="000172E7"/>
    <w:rsid w:val="0001730A"/>
    <w:rsid w:val="000209F4"/>
    <w:rsid w:val="00020D89"/>
    <w:rsid w:val="00021398"/>
    <w:rsid w:val="00021925"/>
    <w:rsid w:val="00021EAF"/>
    <w:rsid w:val="00021F36"/>
    <w:rsid w:val="00023061"/>
    <w:rsid w:val="00023370"/>
    <w:rsid w:val="0002359E"/>
    <w:rsid w:val="00025728"/>
    <w:rsid w:val="00025DD1"/>
    <w:rsid w:val="000313C9"/>
    <w:rsid w:val="000315C4"/>
    <w:rsid w:val="00032573"/>
    <w:rsid w:val="0003400C"/>
    <w:rsid w:val="00034499"/>
    <w:rsid w:val="0003508B"/>
    <w:rsid w:val="000358A5"/>
    <w:rsid w:val="00035C60"/>
    <w:rsid w:val="000377D4"/>
    <w:rsid w:val="00037E77"/>
    <w:rsid w:val="00040D1C"/>
    <w:rsid w:val="000435BF"/>
    <w:rsid w:val="000436F8"/>
    <w:rsid w:val="00044409"/>
    <w:rsid w:val="00044E43"/>
    <w:rsid w:val="00045A89"/>
    <w:rsid w:val="00046A24"/>
    <w:rsid w:val="00047FF8"/>
    <w:rsid w:val="00050A02"/>
    <w:rsid w:val="00052598"/>
    <w:rsid w:val="00053ABB"/>
    <w:rsid w:val="00054FF3"/>
    <w:rsid w:val="0005607D"/>
    <w:rsid w:val="00056F93"/>
    <w:rsid w:val="000578ED"/>
    <w:rsid w:val="000603BE"/>
    <w:rsid w:val="00061B36"/>
    <w:rsid w:val="00063626"/>
    <w:rsid w:val="000636E8"/>
    <w:rsid w:val="00063E6C"/>
    <w:rsid w:val="000646A8"/>
    <w:rsid w:val="00065A90"/>
    <w:rsid w:val="000677A2"/>
    <w:rsid w:val="00070F01"/>
    <w:rsid w:val="0007222E"/>
    <w:rsid w:val="00072423"/>
    <w:rsid w:val="000738AC"/>
    <w:rsid w:val="00081955"/>
    <w:rsid w:val="00082099"/>
    <w:rsid w:val="00082C3D"/>
    <w:rsid w:val="00083B4B"/>
    <w:rsid w:val="00083E26"/>
    <w:rsid w:val="000855C7"/>
    <w:rsid w:val="00085BF8"/>
    <w:rsid w:val="00085F61"/>
    <w:rsid w:val="0008615B"/>
    <w:rsid w:val="0008631E"/>
    <w:rsid w:val="0008675D"/>
    <w:rsid w:val="000879A1"/>
    <w:rsid w:val="0009148C"/>
    <w:rsid w:val="00091B2A"/>
    <w:rsid w:val="0009433F"/>
    <w:rsid w:val="0009584E"/>
    <w:rsid w:val="00096A06"/>
    <w:rsid w:val="00097B5C"/>
    <w:rsid w:val="000A2A87"/>
    <w:rsid w:val="000A2C87"/>
    <w:rsid w:val="000A6B3B"/>
    <w:rsid w:val="000A6BFC"/>
    <w:rsid w:val="000B2C92"/>
    <w:rsid w:val="000B39D5"/>
    <w:rsid w:val="000B3E4C"/>
    <w:rsid w:val="000B48E2"/>
    <w:rsid w:val="000B5937"/>
    <w:rsid w:val="000B5B41"/>
    <w:rsid w:val="000C1B8C"/>
    <w:rsid w:val="000C38C6"/>
    <w:rsid w:val="000C3E47"/>
    <w:rsid w:val="000C552E"/>
    <w:rsid w:val="000C5A53"/>
    <w:rsid w:val="000C5B8E"/>
    <w:rsid w:val="000C67B8"/>
    <w:rsid w:val="000C69D8"/>
    <w:rsid w:val="000C6D81"/>
    <w:rsid w:val="000C786E"/>
    <w:rsid w:val="000D049C"/>
    <w:rsid w:val="000D1508"/>
    <w:rsid w:val="000D20A9"/>
    <w:rsid w:val="000D2252"/>
    <w:rsid w:val="000D2BE9"/>
    <w:rsid w:val="000D4B8A"/>
    <w:rsid w:val="000D7BA1"/>
    <w:rsid w:val="000D7D56"/>
    <w:rsid w:val="000E02CB"/>
    <w:rsid w:val="000E0500"/>
    <w:rsid w:val="000E09D7"/>
    <w:rsid w:val="000E157D"/>
    <w:rsid w:val="000E229F"/>
    <w:rsid w:val="000E2BBF"/>
    <w:rsid w:val="000E33BA"/>
    <w:rsid w:val="000E3D5F"/>
    <w:rsid w:val="000E40E6"/>
    <w:rsid w:val="000E433E"/>
    <w:rsid w:val="000E5EB6"/>
    <w:rsid w:val="000E7E19"/>
    <w:rsid w:val="000F052D"/>
    <w:rsid w:val="000F217F"/>
    <w:rsid w:val="000F2E75"/>
    <w:rsid w:val="000F399B"/>
    <w:rsid w:val="000F3B12"/>
    <w:rsid w:val="000F3D66"/>
    <w:rsid w:val="000F45E9"/>
    <w:rsid w:val="000F47DD"/>
    <w:rsid w:val="000F5E1C"/>
    <w:rsid w:val="000F6310"/>
    <w:rsid w:val="001012EA"/>
    <w:rsid w:val="001020C4"/>
    <w:rsid w:val="0010251F"/>
    <w:rsid w:val="001037C8"/>
    <w:rsid w:val="00103ADA"/>
    <w:rsid w:val="00104514"/>
    <w:rsid w:val="00104595"/>
    <w:rsid w:val="001045AD"/>
    <w:rsid w:val="00105B1C"/>
    <w:rsid w:val="00106D9F"/>
    <w:rsid w:val="00111894"/>
    <w:rsid w:val="00112A78"/>
    <w:rsid w:val="00112E9A"/>
    <w:rsid w:val="001138CD"/>
    <w:rsid w:val="001139C2"/>
    <w:rsid w:val="00114705"/>
    <w:rsid w:val="00115A69"/>
    <w:rsid w:val="0011660C"/>
    <w:rsid w:val="0011707F"/>
    <w:rsid w:val="00117178"/>
    <w:rsid w:val="00117464"/>
    <w:rsid w:val="00117799"/>
    <w:rsid w:val="0011793A"/>
    <w:rsid w:val="00120AB2"/>
    <w:rsid w:val="00120EFC"/>
    <w:rsid w:val="00121AB2"/>
    <w:rsid w:val="00124457"/>
    <w:rsid w:val="00124D73"/>
    <w:rsid w:val="001259D6"/>
    <w:rsid w:val="00125ECA"/>
    <w:rsid w:val="00125FB0"/>
    <w:rsid w:val="001273BE"/>
    <w:rsid w:val="001305A0"/>
    <w:rsid w:val="00130AD8"/>
    <w:rsid w:val="00130B38"/>
    <w:rsid w:val="00131140"/>
    <w:rsid w:val="00132A21"/>
    <w:rsid w:val="001336BA"/>
    <w:rsid w:val="00134050"/>
    <w:rsid w:val="0013415B"/>
    <w:rsid w:val="00135AAB"/>
    <w:rsid w:val="0013600B"/>
    <w:rsid w:val="0014040D"/>
    <w:rsid w:val="00140B63"/>
    <w:rsid w:val="001420CC"/>
    <w:rsid w:val="0014318C"/>
    <w:rsid w:val="00143F0F"/>
    <w:rsid w:val="001471CB"/>
    <w:rsid w:val="001474DB"/>
    <w:rsid w:val="001478D2"/>
    <w:rsid w:val="00147BC7"/>
    <w:rsid w:val="0015051E"/>
    <w:rsid w:val="00150612"/>
    <w:rsid w:val="001507AC"/>
    <w:rsid w:val="001509A0"/>
    <w:rsid w:val="00151251"/>
    <w:rsid w:val="00151327"/>
    <w:rsid w:val="00153B3D"/>
    <w:rsid w:val="001540E6"/>
    <w:rsid w:val="00154AFB"/>
    <w:rsid w:val="00154E0C"/>
    <w:rsid w:val="001552C6"/>
    <w:rsid w:val="00156758"/>
    <w:rsid w:val="00156A46"/>
    <w:rsid w:val="00157B24"/>
    <w:rsid w:val="00161374"/>
    <w:rsid w:val="001617DA"/>
    <w:rsid w:val="00162CE7"/>
    <w:rsid w:val="00164CA6"/>
    <w:rsid w:val="00165395"/>
    <w:rsid w:val="001657D9"/>
    <w:rsid w:val="00165B7B"/>
    <w:rsid w:val="00166EEE"/>
    <w:rsid w:val="00167EB7"/>
    <w:rsid w:val="00170F14"/>
    <w:rsid w:val="00173B88"/>
    <w:rsid w:val="00174E2F"/>
    <w:rsid w:val="00175788"/>
    <w:rsid w:val="00175E57"/>
    <w:rsid w:val="00180896"/>
    <w:rsid w:val="00180ADE"/>
    <w:rsid w:val="001810AC"/>
    <w:rsid w:val="0018269E"/>
    <w:rsid w:val="00183A57"/>
    <w:rsid w:val="0018507E"/>
    <w:rsid w:val="001870D1"/>
    <w:rsid w:val="0019124B"/>
    <w:rsid w:val="00191D43"/>
    <w:rsid w:val="001926AE"/>
    <w:rsid w:val="00194AB1"/>
    <w:rsid w:val="00195184"/>
    <w:rsid w:val="0019595D"/>
    <w:rsid w:val="001960B8"/>
    <w:rsid w:val="00196222"/>
    <w:rsid w:val="00197ACA"/>
    <w:rsid w:val="001A00BE"/>
    <w:rsid w:val="001A06AA"/>
    <w:rsid w:val="001A0C1F"/>
    <w:rsid w:val="001A0F51"/>
    <w:rsid w:val="001A0F98"/>
    <w:rsid w:val="001A1127"/>
    <w:rsid w:val="001A14BC"/>
    <w:rsid w:val="001A186A"/>
    <w:rsid w:val="001A1D12"/>
    <w:rsid w:val="001A2646"/>
    <w:rsid w:val="001A483A"/>
    <w:rsid w:val="001A4CC6"/>
    <w:rsid w:val="001A555F"/>
    <w:rsid w:val="001A6B26"/>
    <w:rsid w:val="001B058A"/>
    <w:rsid w:val="001B0D90"/>
    <w:rsid w:val="001B0E92"/>
    <w:rsid w:val="001B113F"/>
    <w:rsid w:val="001B143C"/>
    <w:rsid w:val="001B149C"/>
    <w:rsid w:val="001B23F7"/>
    <w:rsid w:val="001B246C"/>
    <w:rsid w:val="001B4B0A"/>
    <w:rsid w:val="001B60F6"/>
    <w:rsid w:val="001B6120"/>
    <w:rsid w:val="001B6F2C"/>
    <w:rsid w:val="001B6FE6"/>
    <w:rsid w:val="001B7EFF"/>
    <w:rsid w:val="001C0205"/>
    <w:rsid w:val="001C127B"/>
    <w:rsid w:val="001C1A3F"/>
    <w:rsid w:val="001C328C"/>
    <w:rsid w:val="001C4591"/>
    <w:rsid w:val="001C49D1"/>
    <w:rsid w:val="001C4AFA"/>
    <w:rsid w:val="001C4B7B"/>
    <w:rsid w:val="001C4D67"/>
    <w:rsid w:val="001C6FE7"/>
    <w:rsid w:val="001D0683"/>
    <w:rsid w:val="001D0E97"/>
    <w:rsid w:val="001D1565"/>
    <w:rsid w:val="001D1719"/>
    <w:rsid w:val="001D403B"/>
    <w:rsid w:val="001D4183"/>
    <w:rsid w:val="001D4896"/>
    <w:rsid w:val="001D5103"/>
    <w:rsid w:val="001D5A32"/>
    <w:rsid w:val="001D5E73"/>
    <w:rsid w:val="001D653F"/>
    <w:rsid w:val="001D6AB5"/>
    <w:rsid w:val="001D6BA1"/>
    <w:rsid w:val="001D6D29"/>
    <w:rsid w:val="001E2CB1"/>
    <w:rsid w:val="001E3B80"/>
    <w:rsid w:val="001E3BA7"/>
    <w:rsid w:val="001E40EF"/>
    <w:rsid w:val="001E5500"/>
    <w:rsid w:val="001E569C"/>
    <w:rsid w:val="001E5C07"/>
    <w:rsid w:val="001E5E74"/>
    <w:rsid w:val="001E768A"/>
    <w:rsid w:val="001F3160"/>
    <w:rsid w:val="001F4007"/>
    <w:rsid w:val="001F638C"/>
    <w:rsid w:val="002015B3"/>
    <w:rsid w:val="002020F3"/>
    <w:rsid w:val="0020241E"/>
    <w:rsid w:val="00202EF3"/>
    <w:rsid w:val="00203E69"/>
    <w:rsid w:val="00205323"/>
    <w:rsid w:val="00205FD8"/>
    <w:rsid w:val="00213E12"/>
    <w:rsid w:val="002174E3"/>
    <w:rsid w:val="00217A6F"/>
    <w:rsid w:val="002208B9"/>
    <w:rsid w:val="00221E82"/>
    <w:rsid w:val="002224A0"/>
    <w:rsid w:val="002235D4"/>
    <w:rsid w:val="0022407A"/>
    <w:rsid w:val="0022427E"/>
    <w:rsid w:val="00224C93"/>
    <w:rsid w:val="002269A0"/>
    <w:rsid w:val="00226B9B"/>
    <w:rsid w:val="00227476"/>
    <w:rsid w:val="00227CAF"/>
    <w:rsid w:val="00231C92"/>
    <w:rsid w:val="00232C2F"/>
    <w:rsid w:val="00234335"/>
    <w:rsid w:val="00235156"/>
    <w:rsid w:val="00235791"/>
    <w:rsid w:val="00235B55"/>
    <w:rsid w:val="00237D48"/>
    <w:rsid w:val="00237E6F"/>
    <w:rsid w:val="00240D72"/>
    <w:rsid w:val="00241C77"/>
    <w:rsid w:val="00242092"/>
    <w:rsid w:val="00243E4E"/>
    <w:rsid w:val="00244AE9"/>
    <w:rsid w:val="00244CE7"/>
    <w:rsid w:val="00245DE2"/>
    <w:rsid w:val="00246D65"/>
    <w:rsid w:val="00252017"/>
    <w:rsid w:val="00253F75"/>
    <w:rsid w:val="00254269"/>
    <w:rsid w:val="002557C3"/>
    <w:rsid w:val="002574E6"/>
    <w:rsid w:val="00257FB5"/>
    <w:rsid w:val="0026009A"/>
    <w:rsid w:val="00260113"/>
    <w:rsid w:val="00260AC2"/>
    <w:rsid w:val="002634EB"/>
    <w:rsid w:val="0026387C"/>
    <w:rsid w:val="00263D82"/>
    <w:rsid w:val="0026519D"/>
    <w:rsid w:val="00265332"/>
    <w:rsid w:val="0026596F"/>
    <w:rsid w:val="0027105D"/>
    <w:rsid w:val="002719E7"/>
    <w:rsid w:val="0027328C"/>
    <w:rsid w:val="0027447C"/>
    <w:rsid w:val="00276A75"/>
    <w:rsid w:val="002775B6"/>
    <w:rsid w:val="002779E0"/>
    <w:rsid w:val="00280431"/>
    <w:rsid w:val="002804BB"/>
    <w:rsid w:val="00282CA9"/>
    <w:rsid w:val="0028365E"/>
    <w:rsid w:val="002873B4"/>
    <w:rsid w:val="00291466"/>
    <w:rsid w:val="00291A92"/>
    <w:rsid w:val="00292417"/>
    <w:rsid w:val="00292D5E"/>
    <w:rsid w:val="0029406D"/>
    <w:rsid w:val="002A006F"/>
    <w:rsid w:val="002A0A89"/>
    <w:rsid w:val="002A18AF"/>
    <w:rsid w:val="002A1C96"/>
    <w:rsid w:val="002A3A3C"/>
    <w:rsid w:val="002A4AE4"/>
    <w:rsid w:val="002A53B9"/>
    <w:rsid w:val="002A58FC"/>
    <w:rsid w:val="002A5CE9"/>
    <w:rsid w:val="002A6C63"/>
    <w:rsid w:val="002A7266"/>
    <w:rsid w:val="002A7C6B"/>
    <w:rsid w:val="002A7FF4"/>
    <w:rsid w:val="002B0BAB"/>
    <w:rsid w:val="002B1916"/>
    <w:rsid w:val="002B1AFA"/>
    <w:rsid w:val="002B2940"/>
    <w:rsid w:val="002B42D3"/>
    <w:rsid w:val="002B4536"/>
    <w:rsid w:val="002B4E34"/>
    <w:rsid w:val="002B5C18"/>
    <w:rsid w:val="002B648E"/>
    <w:rsid w:val="002C0B77"/>
    <w:rsid w:val="002C1747"/>
    <w:rsid w:val="002C1D52"/>
    <w:rsid w:val="002C2881"/>
    <w:rsid w:val="002C3E3B"/>
    <w:rsid w:val="002C3EBB"/>
    <w:rsid w:val="002C42DF"/>
    <w:rsid w:val="002C4E07"/>
    <w:rsid w:val="002C4FBF"/>
    <w:rsid w:val="002C5A91"/>
    <w:rsid w:val="002C5D08"/>
    <w:rsid w:val="002D11B9"/>
    <w:rsid w:val="002D11E4"/>
    <w:rsid w:val="002D18D9"/>
    <w:rsid w:val="002D2810"/>
    <w:rsid w:val="002D443C"/>
    <w:rsid w:val="002D52FF"/>
    <w:rsid w:val="002D5EF4"/>
    <w:rsid w:val="002D6D66"/>
    <w:rsid w:val="002D7BEE"/>
    <w:rsid w:val="002D7C5E"/>
    <w:rsid w:val="002E0E91"/>
    <w:rsid w:val="002E320A"/>
    <w:rsid w:val="002E35D3"/>
    <w:rsid w:val="002E44DD"/>
    <w:rsid w:val="002E4718"/>
    <w:rsid w:val="002E4B68"/>
    <w:rsid w:val="002E67D7"/>
    <w:rsid w:val="002E7C15"/>
    <w:rsid w:val="002F02B5"/>
    <w:rsid w:val="002F130F"/>
    <w:rsid w:val="002F3274"/>
    <w:rsid w:val="002F7FBC"/>
    <w:rsid w:val="00300B7C"/>
    <w:rsid w:val="00300F01"/>
    <w:rsid w:val="00303325"/>
    <w:rsid w:val="00303362"/>
    <w:rsid w:val="00303A89"/>
    <w:rsid w:val="0030418C"/>
    <w:rsid w:val="00304E5A"/>
    <w:rsid w:val="00305861"/>
    <w:rsid w:val="00306208"/>
    <w:rsid w:val="00306DB4"/>
    <w:rsid w:val="003111E8"/>
    <w:rsid w:val="003113C4"/>
    <w:rsid w:val="00312E85"/>
    <w:rsid w:val="00314276"/>
    <w:rsid w:val="0031431C"/>
    <w:rsid w:val="0031495D"/>
    <w:rsid w:val="00314C96"/>
    <w:rsid w:val="003152A6"/>
    <w:rsid w:val="00315ADD"/>
    <w:rsid w:val="00316200"/>
    <w:rsid w:val="003167E7"/>
    <w:rsid w:val="00317765"/>
    <w:rsid w:val="00321ECF"/>
    <w:rsid w:val="003222F5"/>
    <w:rsid w:val="00322C69"/>
    <w:rsid w:val="003244AE"/>
    <w:rsid w:val="00327B6E"/>
    <w:rsid w:val="00327DD8"/>
    <w:rsid w:val="003306D4"/>
    <w:rsid w:val="00330A7E"/>
    <w:rsid w:val="003314D7"/>
    <w:rsid w:val="00333BCD"/>
    <w:rsid w:val="003356CA"/>
    <w:rsid w:val="003377B9"/>
    <w:rsid w:val="00340250"/>
    <w:rsid w:val="00340A4C"/>
    <w:rsid w:val="00343502"/>
    <w:rsid w:val="00343941"/>
    <w:rsid w:val="0034422D"/>
    <w:rsid w:val="00344375"/>
    <w:rsid w:val="00344725"/>
    <w:rsid w:val="003452C5"/>
    <w:rsid w:val="003457A6"/>
    <w:rsid w:val="00346851"/>
    <w:rsid w:val="00346EDF"/>
    <w:rsid w:val="0034720D"/>
    <w:rsid w:val="00353221"/>
    <w:rsid w:val="003532B7"/>
    <w:rsid w:val="00353D63"/>
    <w:rsid w:val="003569FE"/>
    <w:rsid w:val="00356BDD"/>
    <w:rsid w:val="00356D8F"/>
    <w:rsid w:val="00356EB0"/>
    <w:rsid w:val="00357367"/>
    <w:rsid w:val="0035760A"/>
    <w:rsid w:val="003579E3"/>
    <w:rsid w:val="00357AC8"/>
    <w:rsid w:val="00357F0F"/>
    <w:rsid w:val="00361E86"/>
    <w:rsid w:val="00362E29"/>
    <w:rsid w:val="003632B7"/>
    <w:rsid w:val="003633C7"/>
    <w:rsid w:val="00363684"/>
    <w:rsid w:val="0036427D"/>
    <w:rsid w:val="003648CD"/>
    <w:rsid w:val="003650C2"/>
    <w:rsid w:val="00365E47"/>
    <w:rsid w:val="00365EA1"/>
    <w:rsid w:val="003671EF"/>
    <w:rsid w:val="00367388"/>
    <w:rsid w:val="003679E6"/>
    <w:rsid w:val="00370D98"/>
    <w:rsid w:val="00370FDF"/>
    <w:rsid w:val="00371E9B"/>
    <w:rsid w:val="00371F7D"/>
    <w:rsid w:val="003728C6"/>
    <w:rsid w:val="00374465"/>
    <w:rsid w:val="00375B7E"/>
    <w:rsid w:val="003761CE"/>
    <w:rsid w:val="003773D2"/>
    <w:rsid w:val="00377864"/>
    <w:rsid w:val="00377B67"/>
    <w:rsid w:val="003814E5"/>
    <w:rsid w:val="0038288C"/>
    <w:rsid w:val="0038474E"/>
    <w:rsid w:val="00384E6C"/>
    <w:rsid w:val="00385AE2"/>
    <w:rsid w:val="003864B0"/>
    <w:rsid w:val="003868F3"/>
    <w:rsid w:val="00387F1C"/>
    <w:rsid w:val="00390B25"/>
    <w:rsid w:val="003919B1"/>
    <w:rsid w:val="003935BE"/>
    <w:rsid w:val="00393685"/>
    <w:rsid w:val="003948B3"/>
    <w:rsid w:val="00394D7D"/>
    <w:rsid w:val="003954C4"/>
    <w:rsid w:val="00395B7A"/>
    <w:rsid w:val="00395F1E"/>
    <w:rsid w:val="00396FA4"/>
    <w:rsid w:val="00397448"/>
    <w:rsid w:val="00397D51"/>
    <w:rsid w:val="003A0963"/>
    <w:rsid w:val="003A2DA9"/>
    <w:rsid w:val="003A3CB1"/>
    <w:rsid w:val="003A4B38"/>
    <w:rsid w:val="003A5462"/>
    <w:rsid w:val="003A598B"/>
    <w:rsid w:val="003A6590"/>
    <w:rsid w:val="003A7261"/>
    <w:rsid w:val="003B0ADF"/>
    <w:rsid w:val="003B17A4"/>
    <w:rsid w:val="003B2833"/>
    <w:rsid w:val="003B46FB"/>
    <w:rsid w:val="003B4E7E"/>
    <w:rsid w:val="003B5D1F"/>
    <w:rsid w:val="003B6100"/>
    <w:rsid w:val="003B6CEC"/>
    <w:rsid w:val="003B7DB5"/>
    <w:rsid w:val="003C0B2F"/>
    <w:rsid w:val="003C0C04"/>
    <w:rsid w:val="003C371D"/>
    <w:rsid w:val="003C3B3C"/>
    <w:rsid w:val="003C3BAE"/>
    <w:rsid w:val="003C4187"/>
    <w:rsid w:val="003C494F"/>
    <w:rsid w:val="003C57B0"/>
    <w:rsid w:val="003C5BB2"/>
    <w:rsid w:val="003C6B0E"/>
    <w:rsid w:val="003C7F90"/>
    <w:rsid w:val="003D02D0"/>
    <w:rsid w:val="003D21E7"/>
    <w:rsid w:val="003D26EF"/>
    <w:rsid w:val="003D2730"/>
    <w:rsid w:val="003D2DA2"/>
    <w:rsid w:val="003D549C"/>
    <w:rsid w:val="003D6B3E"/>
    <w:rsid w:val="003D7A34"/>
    <w:rsid w:val="003D7AEE"/>
    <w:rsid w:val="003D7E7B"/>
    <w:rsid w:val="003E01AC"/>
    <w:rsid w:val="003E0E04"/>
    <w:rsid w:val="003E2744"/>
    <w:rsid w:val="003E31CD"/>
    <w:rsid w:val="003E3F0A"/>
    <w:rsid w:val="003E5652"/>
    <w:rsid w:val="003E5B40"/>
    <w:rsid w:val="003E6E75"/>
    <w:rsid w:val="003F2C3D"/>
    <w:rsid w:val="003F4292"/>
    <w:rsid w:val="003F5124"/>
    <w:rsid w:val="003F699B"/>
    <w:rsid w:val="004012A0"/>
    <w:rsid w:val="00402035"/>
    <w:rsid w:val="004032E0"/>
    <w:rsid w:val="004058F6"/>
    <w:rsid w:val="004064B5"/>
    <w:rsid w:val="00406CD5"/>
    <w:rsid w:val="004078E7"/>
    <w:rsid w:val="00407B4C"/>
    <w:rsid w:val="00410A9D"/>
    <w:rsid w:val="00411546"/>
    <w:rsid w:val="004115DB"/>
    <w:rsid w:val="004125C4"/>
    <w:rsid w:val="004147A6"/>
    <w:rsid w:val="00415D49"/>
    <w:rsid w:val="00420118"/>
    <w:rsid w:val="00420204"/>
    <w:rsid w:val="00420769"/>
    <w:rsid w:val="0042147B"/>
    <w:rsid w:val="00421B8C"/>
    <w:rsid w:val="00421C05"/>
    <w:rsid w:val="004220F7"/>
    <w:rsid w:val="00422384"/>
    <w:rsid w:val="0042250D"/>
    <w:rsid w:val="004226F1"/>
    <w:rsid w:val="004242C1"/>
    <w:rsid w:val="004268F8"/>
    <w:rsid w:val="00430477"/>
    <w:rsid w:val="004305F2"/>
    <w:rsid w:val="00430B37"/>
    <w:rsid w:val="00430BEE"/>
    <w:rsid w:val="00431B88"/>
    <w:rsid w:val="00432BDE"/>
    <w:rsid w:val="00432C5B"/>
    <w:rsid w:val="00433259"/>
    <w:rsid w:val="00434943"/>
    <w:rsid w:val="004349EB"/>
    <w:rsid w:val="00434AAE"/>
    <w:rsid w:val="00435A28"/>
    <w:rsid w:val="00435E6A"/>
    <w:rsid w:val="0043604F"/>
    <w:rsid w:val="00440210"/>
    <w:rsid w:val="00441862"/>
    <w:rsid w:val="004445F5"/>
    <w:rsid w:val="0044537F"/>
    <w:rsid w:val="00445556"/>
    <w:rsid w:val="00445698"/>
    <w:rsid w:val="00446845"/>
    <w:rsid w:val="00447509"/>
    <w:rsid w:val="00447BD0"/>
    <w:rsid w:val="0045006F"/>
    <w:rsid w:val="00450FE2"/>
    <w:rsid w:val="00453F91"/>
    <w:rsid w:val="00454F78"/>
    <w:rsid w:val="00456C66"/>
    <w:rsid w:val="00456DAF"/>
    <w:rsid w:val="00456DEC"/>
    <w:rsid w:val="00457FF0"/>
    <w:rsid w:val="0046075B"/>
    <w:rsid w:val="004610A4"/>
    <w:rsid w:val="0046133C"/>
    <w:rsid w:val="004614BF"/>
    <w:rsid w:val="00462323"/>
    <w:rsid w:val="004627E6"/>
    <w:rsid w:val="00462928"/>
    <w:rsid w:val="0046397C"/>
    <w:rsid w:val="00464931"/>
    <w:rsid w:val="0046567F"/>
    <w:rsid w:val="00466A9A"/>
    <w:rsid w:val="00466D7E"/>
    <w:rsid w:val="00466E1A"/>
    <w:rsid w:val="00466EEF"/>
    <w:rsid w:val="00467003"/>
    <w:rsid w:val="00470919"/>
    <w:rsid w:val="00471E2C"/>
    <w:rsid w:val="00471E8E"/>
    <w:rsid w:val="0047298C"/>
    <w:rsid w:val="0047413E"/>
    <w:rsid w:val="0047490E"/>
    <w:rsid w:val="00475986"/>
    <w:rsid w:val="00476456"/>
    <w:rsid w:val="00477A91"/>
    <w:rsid w:val="0048055B"/>
    <w:rsid w:val="004815E2"/>
    <w:rsid w:val="00481CD0"/>
    <w:rsid w:val="00482835"/>
    <w:rsid w:val="00483AD3"/>
    <w:rsid w:val="00483D3E"/>
    <w:rsid w:val="00484829"/>
    <w:rsid w:val="00484BA2"/>
    <w:rsid w:val="004851F6"/>
    <w:rsid w:val="0048535D"/>
    <w:rsid w:val="004854C6"/>
    <w:rsid w:val="00485A27"/>
    <w:rsid w:val="00491084"/>
    <w:rsid w:val="0049123D"/>
    <w:rsid w:val="004919A5"/>
    <w:rsid w:val="00492CEC"/>
    <w:rsid w:val="00493316"/>
    <w:rsid w:val="004955A6"/>
    <w:rsid w:val="00495F1F"/>
    <w:rsid w:val="004A09AD"/>
    <w:rsid w:val="004A2969"/>
    <w:rsid w:val="004A380C"/>
    <w:rsid w:val="004A47BE"/>
    <w:rsid w:val="004A5480"/>
    <w:rsid w:val="004A5E5F"/>
    <w:rsid w:val="004A7E13"/>
    <w:rsid w:val="004B07BA"/>
    <w:rsid w:val="004B0AC0"/>
    <w:rsid w:val="004B15A5"/>
    <w:rsid w:val="004B1948"/>
    <w:rsid w:val="004B206E"/>
    <w:rsid w:val="004B289D"/>
    <w:rsid w:val="004B3A45"/>
    <w:rsid w:val="004B3E23"/>
    <w:rsid w:val="004B5210"/>
    <w:rsid w:val="004B5E4B"/>
    <w:rsid w:val="004B64BD"/>
    <w:rsid w:val="004C1087"/>
    <w:rsid w:val="004C2384"/>
    <w:rsid w:val="004C2851"/>
    <w:rsid w:val="004C28B0"/>
    <w:rsid w:val="004C2D3F"/>
    <w:rsid w:val="004C35D3"/>
    <w:rsid w:val="004C36FF"/>
    <w:rsid w:val="004C54C4"/>
    <w:rsid w:val="004C5F28"/>
    <w:rsid w:val="004C6623"/>
    <w:rsid w:val="004C662F"/>
    <w:rsid w:val="004C66AB"/>
    <w:rsid w:val="004C7312"/>
    <w:rsid w:val="004D006B"/>
    <w:rsid w:val="004D069E"/>
    <w:rsid w:val="004D0A1E"/>
    <w:rsid w:val="004D2DBD"/>
    <w:rsid w:val="004D300B"/>
    <w:rsid w:val="004D34B5"/>
    <w:rsid w:val="004D3CEC"/>
    <w:rsid w:val="004D4C2B"/>
    <w:rsid w:val="004D5028"/>
    <w:rsid w:val="004D507C"/>
    <w:rsid w:val="004D5153"/>
    <w:rsid w:val="004D63B4"/>
    <w:rsid w:val="004D68A7"/>
    <w:rsid w:val="004D6CA1"/>
    <w:rsid w:val="004D7202"/>
    <w:rsid w:val="004E0AC2"/>
    <w:rsid w:val="004E152A"/>
    <w:rsid w:val="004E1929"/>
    <w:rsid w:val="004E1A66"/>
    <w:rsid w:val="004E2A2C"/>
    <w:rsid w:val="004E2D16"/>
    <w:rsid w:val="004E379C"/>
    <w:rsid w:val="004E3E95"/>
    <w:rsid w:val="004E6159"/>
    <w:rsid w:val="004E62EE"/>
    <w:rsid w:val="004E6B34"/>
    <w:rsid w:val="004E7604"/>
    <w:rsid w:val="004E7865"/>
    <w:rsid w:val="004F1118"/>
    <w:rsid w:val="004F154B"/>
    <w:rsid w:val="004F1940"/>
    <w:rsid w:val="004F1D7C"/>
    <w:rsid w:val="004F5F47"/>
    <w:rsid w:val="004F6F3B"/>
    <w:rsid w:val="004F76EF"/>
    <w:rsid w:val="005017BF"/>
    <w:rsid w:val="0050262E"/>
    <w:rsid w:val="005028F3"/>
    <w:rsid w:val="00502D12"/>
    <w:rsid w:val="00503BD0"/>
    <w:rsid w:val="00507912"/>
    <w:rsid w:val="005116E3"/>
    <w:rsid w:val="00512332"/>
    <w:rsid w:val="005126CB"/>
    <w:rsid w:val="0051280F"/>
    <w:rsid w:val="005130CA"/>
    <w:rsid w:val="00513EFB"/>
    <w:rsid w:val="005141B4"/>
    <w:rsid w:val="005164A0"/>
    <w:rsid w:val="00516653"/>
    <w:rsid w:val="00516CFA"/>
    <w:rsid w:val="005208B0"/>
    <w:rsid w:val="00522FB0"/>
    <w:rsid w:val="00524153"/>
    <w:rsid w:val="00524B25"/>
    <w:rsid w:val="00527781"/>
    <w:rsid w:val="00527A70"/>
    <w:rsid w:val="0053070C"/>
    <w:rsid w:val="005313DB"/>
    <w:rsid w:val="0053474D"/>
    <w:rsid w:val="005349BE"/>
    <w:rsid w:val="005357BE"/>
    <w:rsid w:val="00535C54"/>
    <w:rsid w:val="00537020"/>
    <w:rsid w:val="005371D9"/>
    <w:rsid w:val="005376C8"/>
    <w:rsid w:val="00540684"/>
    <w:rsid w:val="00540DD8"/>
    <w:rsid w:val="0054130A"/>
    <w:rsid w:val="00543340"/>
    <w:rsid w:val="005447E4"/>
    <w:rsid w:val="00544F17"/>
    <w:rsid w:val="00545698"/>
    <w:rsid w:val="00545FE6"/>
    <w:rsid w:val="0054612D"/>
    <w:rsid w:val="0054614B"/>
    <w:rsid w:val="00546597"/>
    <w:rsid w:val="005476EF"/>
    <w:rsid w:val="005515D9"/>
    <w:rsid w:val="00551D3D"/>
    <w:rsid w:val="00552387"/>
    <w:rsid w:val="00552896"/>
    <w:rsid w:val="005528BF"/>
    <w:rsid w:val="00553744"/>
    <w:rsid w:val="00553F92"/>
    <w:rsid w:val="005545C6"/>
    <w:rsid w:val="00555393"/>
    <w:rsid w:val="00555715"/>
    <w:rsid w:val="00555A19"/>
    <w:rsid w:val="00555E25"/>
    <w:rsid w:val="00557171"/>
    <w:rsid w:val="00557540"/>
    <w:rsid w:val="00560EF8"/>
    <w:rsid w:val="00562165"/>
    <w:rsid w:val="00562D74"/>
    <w:rsid w:val="005631A6"/>
    <w:rsid w:val="00563506"/>
    <w:rsid w:val="00564EF0"/>
    <w:rsid w:val="0056538C"/>
    <w:rsid w:val="00565425"/>
    <w:rsid w:val="00565F2F"/>
    <w:rsid w:val="00566035"/>
    <w:rsid w:val="0056692A"/>
    <w:rsid w:val="00566B01"/>
    <w:rsid w:val="005674BD"/>
    <w:rsid w:val="00570713"/>
    <w:rsid w:val="00570FD2"/>
    <w:rsid w:val="005719C5"/>
    <w:rsid w:val="005724B1"/>
    <w:rsid w:val="005728FB"/>
    <w:rsid w:val="00573281"/>
    <w:rsid w:val="00574A34"/>
    <w:rsid w:val="00574ADC"/>
    <w:rsid w:val="005754F0"/>
    <w:rsid w:val="00576591"/>
    <w:rsid w:val="00580452"/>
    <w:rsid w:val="00580FB9"/>
    <w:rsid w:val="00581366"/>
    <w:rsid w:val="00581995"/>
    <w:rsid w:val="00581CF9"/>
    <w:rsid w:val="0058231E"/>
    <w:rsid w:val="005824F1"/>
    <w:rsid w:val="005828A2"/>
    <w:rsid w:val="00582F0A"/>
    <w:rsid w:val="00585597"/>
    <w:rsid w:val="005857A8"/>
    <w:rsid w:val="005861B7"/>
    <w:rsid w:val="005873B6"/>
    <w:rsid w:val="00587EFD"/>
    <w:rsid w:val="00590E98"/>
    <w:rsid w:val="0059179D"/>
    <w:rsid w:val="005939CD"/>
    <w:rsid w:val="00593A3D"/>
    <w:rsid w:val="00593EFD"/>
    <w:rsid w:val="00594FAA"/>
    <w:rsid w:val="005961A3"/>
    <w:rsid w:val="00596F04"/>
    <w:rsid w:val="00597AEC"/>
    <w:rsid w:val="005A0528"/>
    <w:rsid w:val="005A0E09"/>
    <w:rsid w:val="005A0F80"/>
    <w:rsid w:val="005A1AF9"/>
    <w:rsid w:val="005A266D"/>
    <w:rsid w:val="005A321E"/>
    <w:rsid w:val="005A3E33"/>
    <w:rsid w:val="005A579F"/>
    <w:rsid w:val="005A6004"/>
    <w:rsid w:val="005A600D"/>
    <w:rsid w:val="005A7201"/>
    <w:rsid w:val="005A7761"/>
    <w:rsid w:val="005B171F"/>
    <w:rsid w:val="005B2305"/>
    <w:rsid w:val="005B2A2D"/>
    <w:rsid w:val="005B3593"/>
    <w:rsid w:val="005B3CC3"/>
    <w:rsid w:val="005B5318"/>
    <w:rsid w:val="005B6626"/>
    <w:rsid w:val="005B6F4D"/>
    <w:rsid w:val="005C020F"/>
    <w:rsid w:val="005C04F2"/>
    <w:rsid w:val="005C1107"/>
    <w:rsid w:val="005C328D"/>
    <w:rsid w:val="005C3AD2"/>
    <w:rsid w:val="005C3B01"/>
    <w:rsid w:val="005C7168"/>
    <w:rsid w:val="005D09FE"/>
    <w:rsid w:val="005D0F65"/>
    <w:rsid w:val="005D1E49"/>
    <w:rsid w:val="005D1F03"/>
    <w:rsid w:val="005D210F"/>
    <w:rsid w:val="005D5F1C"/>
    <w:rsid w:val="005D637C"/>
    <w:rsid w:val="005D74BC"/>
    <w:rsid w:val="005D7625"/>
    <w:rsid w:val="005D77E6"/>
    <w:rsid w:val="005E163C"/>
    <w:rsid w:val="005E1DB9"/>
    <w:rsid w:val="005E329C"/>
    <w:rsid w:val="005E38AF"/>
    <w:rsid w:val="005E3E84"/>
    <w:rsid w:val="005E4F9B"/>
    <w:rsid w:val="005F00DB"/>
    <w:rsid w:val="005F28E1"/>
    <w:rsid w:val="005F2E5E"/>
    <w:rsid w:val="005F3DC5"/>
    <w:rsid w:val="005F3F7C"/>
    <w:rsid w:val="005F408A"/>
    <w:rsid w:val="005F43CF"/>
    <w:rsid w:val="005F5BB4"/>
    <w:rsid w:val="00600BC3"/>
    <w:rsid w:val="00601050"/>
    <w:rsid w:val="00602C1F"/>
    <w:rsid w:val="00603124"/>
    <w:rsid w:val="006061C6"/>
    <w:rsid w:val="006062BB"/>
    <w:rsid w:val="006067FB"/>
    <w:rsid w:val="00606995"/>
    <w:rsid w:val="00606BE6"/>
    <w:rsid w:val="00606CEE"/>
    <w:rsid w:val="006109C4"/>
    <w:rsid w:val="00611E7A"/>
    <w:rsid w:val="006127F8"/>
    <w:rsid w:val="00612961"/>
    <w:rsid w:val="006134C8"/>
    <w:rsid w:val="006139E0"/>
    <w:rsid w:val="006143C8"/>
    <w:rsid w:val="0061503E"/>
    <w:rsid w:val="00615297"/>
    <w:rsid w:val="006158CB"/>
    <w:rsid w:val="00615C0B"/>
    <w:rsid w:val="00616B38"/>
    <w:rsid w:val="00616D57"/>
    <w:rsid w:val="00616E29"/>
    <w:rsid w:val="0061728F"/>
    <w:rsid w:val="006200A8"/>
    <w:rsid w:val="006205A3"/>
    <w:rsid w:val="00620882"/>
    <w:rsid w:val="00621062"/>
    <w:rsid w:val="00624286"/>
    <w:rsid w:val="00626386"/>
    <w:rsid w:val="006263D0"/>
    <w:rsid w:val="00627B75"/>
    <w:rsid w:val="00627CB2"/>
    <w:rsid w:val="006312C7"/>
    <w:rsid w:val="0063134D"/>
    <w:rsid w:val="00632087"/>
    <w:rsid w:val="0063275A"/>
    <w:rsid w:val="00633201"/>
    <w:rsid w:val="00633B24"/>
    <w:rsid w:val="0063689D"/>
    <w:rsid w:val="00636912"/>
    <w:rsid w:val="006373B4"/>
    <w:rsid w:val="00637A64"/>
    <w:rsid w:val="00640F4E"/>
    <w:rsid w:val="0064109D"/>
    <w:rsid w:val="0064185C"/>
    <w:rsid w:val="0064295B"/>
    <w:rsid w:val="00642DDE"/>
    <w:rsid w:val="00643017"/>
    <w:rsid w:val="006437CC"/>
    <w:rsid w:val="00643E4B"/>
    <w:rsid w:val="006445DE"/>
    <w:rsid w:val="00644CB6"/>
    <w:rsid w:val="0064587B"/>
    <w:rsid w:val="00646A04"/>
    <w:rsid w:val="00646DAE"/>
    <w:rsid w:val="006478D6"/>
    <w:rsid w:val="006509CF"/>
    <w:rsid w:val="006514A7"/>
    <w:rsid w:val="0065183B"/>
    <w:rsid w:val="00654A99"/>
    <w:rsid w:val="00654EB0"/>
    <w:rsid w:val="006556EA"/>
    <w:rsid w:val="006565BF"/>
    <w:rsid w:val="006571CC"/>
    <w:rsid w:val="006573F6"/>
    <w:rsid w:val="006579C7"/>
    <w:rsid w:val="00657F1C"/>
    <w:rsid w:val="00660009"/>
    <w:rsid w:val="006611E6"/>
    <w:rsid w:val="00661251"/>
    <w:rsid w:val="006614BF"/>
    <w:rsid w:val="006617FF"/>
    <w:rsid w:val="006619ED"/>
    <w:rsid w:val="00661F82"/>
    <w:rsid w:val="00662831"/>
    <w:rsid w:val="0066300F"/>
    <w:rsid w:val="00663827"/>
    <w:rsid w:val="0066384B"/>
    <w:rsid w:val="00663CC3"/>
    <w:rsid w:val="00663E29"/>
    <w:rsid w:val="0066548C"/>
    <w:rsid w:val="00665920"/>
    <w:rsid w:val="00667CF5"/>
    <w:rsid w:val="00667EA9"/>
    <w:rsid w:val="00670052"/>
    <w:rsid w:val="0067008D"/>
    <w:rsid w:val="00671A0D"/>
    <w:rsid w:val="006722D2"/>
    <w:rsid w:val="00672D76"/>
    <w:rsid w:val="00674289"/>
    <w:rsid w:val="006742E6"/>
    <w:rsid w:val="00674729"/>
    <w:rsid w:val="00674732"/>
    <w:rsid w:val="006750B4"/>
    <w:rsid w:val="00675BFA"/>
    <w:rsid w:val="00676261"/>
    <w:rsid w:val="0067754D"/>
    <w:rsid w:val="00677F5C"/>
    <w:rsid w:val="00681339"/>
    <w:rsid w:val="00682B73"/>
    <w:rsid w:val="006832FA"/>
    <w:rsid w:val="0068458E"/>
    <w:rsid w:val="00684FC1"/>
    <w:rsid w:val="0068529C"/>
    <w:rsid w:val="006862D7"/>
    <w:rsid w:val="0068643E"/>
    <w:rsid w:val="00686D6B"/>
    <w:rsid w:val="00687115"/>
    <w:rsid w:val="00687719"/>
    <w:rsid w:val="006912EA"/>
    <w:rsid w:val="006935CA"/>
    <w:rsid w:val="006949F2"/>
    <w:rsid w:val="00694CCB"/>
    <w:rsid w:val="006A0E86"/>
    <w:rsid w:val="006A127B"/>
    <w:rsid w:val="006A1703"/>
    <w:rsid w:val="006A1CAC"/>
    <w:rsid w:val="006A2702"/>
    <w:rsid w:val="006A2981"/>
    <w:rsid w:val="006A304C"/>
    <w:rsid w:val="006A3309"/>
    <w:rsid w:val="006A4635"/>
    <w:rsid w:val="006A5BB5"/>
    <w:rsid w:val="006A6806"/>
    <w:rsid w:val="006A76C4"/>
    <w:rsid w:val="006B25B4"/>
    <w:rsid w:val="006B2B3D"/>
    <w:rsid w:val="006B301B"/>
    <w:rsid w:val="006B43CE"/>
    <w:rsid w:val="006B4757"/>
    <w:rsid w:val="006B4C48"/>
    <w:rsid w:val="006B4D06"/>
    <w:rsid w:val="006B525A"/>
    <w:rsid w:val="006B5ED8"/>
    <w:rsid w:val="006B7AE2"/>
    <w:rsid w:val="006C056F"/>
    <w:rsid w:val="006C076D"/>
    <w:rsid w:val="006C09F6"/>
    <w:rsid w:val="006C1E3A"/>
    <w:rsid w:val="006C203E"/>
    <w:rsid w:val="006C22E5"/>
    <w:rsid w:val="006C31B3"/>
    <w:rsid w:val="006C37C0"/>
    <w:rsid w:val="006C3865"/>
    <w:rsid w:val="006C39AC"/>
    <w:rsid w:val="006C445D"/>
    <w:rsid w:val="006C466E"/>
    <w:rsid w:val="006C4A0B"/>
    <w:rsid w:val="006D1AE0"/>
    <w:rsid w:val="006D26D0"/>
    <w:rsid w:val="006D3114"/>
    <w:rsid w:val="006D479C"/>
    <w:rsid w:val="006D48DA"/>
    <w:rsid w:val="006D4B33"/>
    <w:rsid w:val="006D4D43"/>
    <w:rsid w:val="006D549E"/>
    <w:rsid w:val="006D6457"/>
    <w:rsid w:val="006D6966"/>
    <w:rsid w:val="006D78EA"/>
    <w:rsid w:val="006D7B23"/>
    <w:rsid w:val="006E0D04"/>
    <w:rsid w:val="006E121E"/>
    <w:rsid w:val="006E1B93"/>
    <w:rsid w:val="006E3BEE"/>
    <w:rsid w:val="006E408C"/>
    <w:rsid w:val="006E53EA"/>
    <w:rsid w:val="006E6583"/>
    <w:rsid w:val="006E6FB8"/>
    <w:rsid w:val="006E75C2"/>
    <w:rsid w:val="006F0714"/>
    <w:rsid w:val="006F1161"/>
    <w:rsid w:val="006F131F"/>
    <w:rsid w:val="006F2901"/>
    <w:rsid w:val="006F3602"/>
    <w:rsid w:val="006F36EF"/>
    <w:rsid w:val="006F4460"/>
    <w:rsid w:val="006F49C5"/>
    <w:rsid w:val="006F4C34"/>
    <w:rsid w:val="006F50A1"/>
    <w:rsid w:val="006F5461"/>
    <w:rsid w:val="006F571D"/>
    <w:rsid w:val="006F60FA"/>
    <w:rsid w:val="006F639F"/>
    <w:rsid w:val="006F6DAB"/>
    <w:rsid w:val="0070082E"/>
    <w:rsid w:val="00702038"/>
    <w:rsid w:val="00702912"/>
    <w:rsid w:val="007031AB"/>
    <w:rsid w:val="00704707"/>
    <w:rsid w:val="00704C19"/>
    <w:rsid w:val="0070508D"/>
    <w:rsid w:val="007052BC"/>
    <w:rsid w:val="00705A28"/>
    <w:rsid w:val="0070630F"/>
    <w:rsid w:val="007074C7"/>
    <w:rsid w:val="00707BA9"/>
    <w:rsid w:val="007106AD"/>
    <w:rsid w:val="007116DC"/>
    <w:rsid w:val="00712AC7"/>
    <w:rsid w:val="007145A5"/>
    <w:rsid w:val="007145E4"/>
    <w:rsid w:val="00714946"/>
    <w:rsid w:val="007155BF"/>
    <w:rsid w:val="00716712"/>
    <w:rsid w:val="00716F1D"/>
    <w:rsid w:val="007209BA"/>
    <w:rsid w:val="00722C63"/>
    <w:rsid w:val="007237E8"/>
    <w:rsid w:val="00723962"/>
    <w:rsid w:val="0072452D"/>
    <w:rsid w:val="00725512"/>
    <w:rsid w:val="007256B6"/>
    <w:rsid w:val="00725A95"/>
    <w:rsid w:val="00725F99"/>
    <w:rsid w:val="007266B5"/>
    <w:rsid w:val="00726EE6"/>
    <w:rsid w:val="007273AE"/>
    <w:rsid w:val="00727477"/>
    <w:rsid w:val="00727572"/>
    <w:rsid w:val="0073082C"/>
    <w:rsid w:val="0073108A"/>
    <w:rsid w:val="0073255E"/>
    <w:rsid w:val="007338A6"/>
    <w:rsid w:val="007359C0"/>
    <w:rsid w:val="007368F1"/>
    <w:rsid w:val="0073695E"/>
    <w:rsid w:val="00736CD2"/>
    <w:rsid w:val="0073713F"/>
    <w:rsid w:val="007371A8"/>
    <w:rsid w:val="00737D3A"/>
    <w:rsid w:val="0074016D"/>
    <w:rsid w:val="00741F27"/>
    <w:rsid w:val="00742EC7"/>
    <w:rsid w:val="00743488"/>
    <w:rsid w:val="0074442D"/>
    <w:rsid w:val="0074665C"/>
    <w:rsid w:val="007468EC"/>
    <w:rsid w:val="0074716E"/>
    <w:rsid w:val="007502CA"/>
    <w:rsid w:val="007510BC"/>
    <w:rsid w:val="007512AC"/>
    <w:rsid w:val="007521FB"/>
    <w:rsid w:val="0075231F"/>
    <w:rsid w:val="0075262B"/>
    <w:rsid w:val="00753701"/>
    <w:rsid w:val="00754C28"/>
    <w:rsid w:val="0075659A"/>
    <w:rsid w:val="00757858"/>
    <w:rsid w:val="007609E9"/>
    <w:rsid w:val="00761B79"/>
    <w:rsid w:val="00763355"/>
    <w:rsid w:val="00763F0E"/>
    <w:rsid w:val="00764BC3"/>
    <w:rsid w:val="00765B05"/>
    <w:rsid w:val="00765EE0"/>
    <w:rsid w:val="0076650E"/>
    <w:rsid w:val="00767AFB"/>
    <w:rsid w:val="00770DD8"/>
    <w:rsid w:val="00770FC1"/>
    <w:rsid w:val="00771C9F"/>
    <w:rsid w:val="00771E94"/>
    <w:rsid w:val="0077330C"/>
    <w:rsid w:val="007747DE"/>
    <w:rsid w:val="00774B59"/>
    <w:rsid w:val="007752AD"/>
    <w:rsid w:val="007758F1"/>
    <w:rsid w:val="0077739A"/>
    <w:rsid w:val="00781A10"/>
    <w:rsid w:val="0078328E"/>
    <w:rsid w:val="007846A6"/>
    <w:rsid w:val="00784888"/>
    <w:rsid w:val="00785090"/>
    <w:rsid w:val="00786637"/>
    <w:rsid w:val="00787299"/>
    <w:rsid w:val="00787516"/>
    <w:rsid w:val="007876FC"/>
    <w:rsid w:val="00790108"/>
    <w:rsid w:val="007916E2"/>
    <w:rsid w:val="00792FB5"/>
    <w:rsid w:val="007932A8"/>
    <w:rsid w:val="00793AD7"/>
    <w:rsid w:val="0079427C"/>
    <w:rsid w:val="00794C62"/>
    <w:rsid w:val="00794EF5"/>
    <w:rsid w:val="00795212"/>
    <w:rsid w:val="00795AB4"/>
    <w:rsid w:val="0079671C"/>
    <w:rsid w:val="00796A16"/>
    <w:rsid w:val="00796D66"/>
    <w:rsid w:val="007A18CC"/>
    <w:rsid w:val="007A1B10"/>
    <w:rsid w:val="007A2079"/>
    <w:rsid w:val="007A2093"/>
    <w:rsid w:val="007A33AB"/>
    <w:rsid w:val="007A33F9"/>
    <w:rsid w:val="007A36E5"/>
    <w:rsid w:val="007A4382"/>
    <w:rsid w:val="007A5011"/>
    <w:rsid w:val="007A578E"/>
    <w:rsid w:val="007A6187"/>
    <w:rsid w:val="007A6FA3"/>
    <w:rsid w:val="007B0C70"/>
    <w:rsid w:val="007B0D57"/>
    <w:rsid w:val="007B1DDE"/>
    <w:rsid w:val="007B614B"/>
    <w:rsid w:val="007C1272"/>
    <w:rsid w:val="007C194B"/>
    <w:rsid w:val="007C1A61"/>
    <w:rsid w:val="007C1DDA"/>
    <w:rsid w:val="007C1E29"/>
    <w:rsid w:val="007C263E"/>
    <w:rsid w:val="007C2A1C"/>
    <w:rsid w:val="007C338C"/>
    <w:rsid w:val="007C4BED"/>
    <w:rsid w:val="007C619E"/>
    <w:rsid w:val="007C6270"/>
    <w:rsid w:val="007C780C"/>
    <w:rsid w:val="007C7F5B"/>
    <w:rsid w:val="007C7F95"/>
    <w:rsid w:val="007D0FD3"/>
    <w:rsid w:val="007D1C09"/>
    <w:rsid w:val="007D2857"/>
    <w:rsid w:val="007D3E5F"/>
    <w:rsid w:val="007D47CB"/>
    <w:rsid w:val="007D4F9A"/>
    <w:rsid w:val="007D6254"/>
    <w:rsid w:val="007D67D1"/>
    <w:rsid w:val="007D6C03"/>
    <w:rsid w:val="007D72DC"/>
    <w:rsid w:val="007E0BD5"/>
    <w:rsid w:val="007E1021"/>
    <w:rsid w:val="007E2FD0"/>
    <w:rsid w:val="007E31C7"/>
    <w:rsid w:val="007E346F"/>
    <w:rsid w:val="007E3D78"/>
    <w:rsid w:val="007E4895"/>
    <w:rsid w:val="007E5405"/>
    <w:rsid w:val="007E5993"/>
    <w:rsid w:val="007E5D1B"/>
    <w:rsid w:val="007E5DEF"/>
    <w:rsid w:val="007E6437"/>
    <w:rsid w:val="007E6B86"/>
    <w:rsid w:val="007E7A3D"/>
    <w:rsid w:val="007E7E74"/>
    <w:rsid w:val="007F0C81"/>
    <w:rsid w:val="007F3AE3"/>
    <w:rsid w:val="007F56D9"/>
    <w:rsid w:val="007F5FB5"/>
    <w:rsid w:val="007F73CD"/>
    <w:rsid w:val="007F7D04"/>
    <w:rsid w:val="00800B35"/>
    <w:rsid w:val="00801DB8"/>
    <w:rsid w:val="00802B86"/>
    <w:rsid w:val="00803C43"/>
    <w:rsid w:val="008068F7"/>
    <w:rsid w:val="00806BE8"/>
    <w:rsid w:val="00807374"/>
    <w:rsid w:val="00807795"/>
    <w:rsid w:val="0081028B"/>
    <w:rsid w:val="00811617"/>
    <w:rsid w:val="00811ACC"/>
    <w:rsid w:val="00811B66"/>
    <w:rsid w:val="00812161"/>
    <w:rsid w:val="00812B0A"/>
    <w:rsid w:val="00812CE3"/>
    <w:rsid w:val="0081341A"/>
    <w:rsid w:val="00813665"/>
    <w:rsid w:val="00813693"/>
    <w:rsid w:val="008146AC"/>
    <w:rsid w:val="00814A61"/>
    <w:rsid w:val="008156B5"/>
    <w:rsid w:val="00816361"/>
    <w:rsid w:val="0081646B"/>
    <w:rsid w:val="00816F1D"/>
    <w:rsid w:val="0081721B"/>
    <w:rsid w:val="008173B5"/>
    <w:rsid w:val="008200C6"/>
    <w:rsid w:val="008206A5"/>
    <w:rsid w:val="00821348"/>
    <w:rsid w:val="00821ED4"/>
    <w:rsid w:val="008228E7"/>
    <w:rsid w:val="008228FE"/>
    <w:rsid w:val="00822E0F"/>
    <w:rsid w:val="0082410F"/>
    <w:rsid w:val="00825E26"/>
    <w:rsid w:val="00825FE5"/>
    <w:rsid w:val="0082785A"/>
    <w:rsid w:val="008279B2"/>
    <w:rsid w:val="00827AB7"/>
    <w:rsid w:val="008327D8"/>
    <w:rsid w:val="00833813"/>
    <w:rsid w:val="00833A30"/>
    <w:rsid w:val="00833F14"/>
    <w:rsid w:val="00833FE2"/>
    <w:rsid w:val="00834B15"/>
    <w:rsid w:val="008357FC"/>
    <w:rsid w:val="0083586F"/>
    <w:rsid w:val="00835B94"/>
    <w:rsid w:val="008368E4"/>
    <w:rsid w:val="00837680"/>
    <w:rsid w:val="00837949"/>
    <w:rsid w:val="00837AD6"/>
    <w:rsid w:val="0084000A"/>
    <w:rsid w:val="00840475"/>
    <w:rsid w:val="00842FA0"/>
    <w:rsid w:val="0084384D"/>
    <w:rsid w:val="00843BFC"/>
    <w:rsid w:val="00844234"/>
    <w:rsid w:val="00844E56"/>
    <w:rsid w:val="00845461"/>
    <w:rsid w:val="0084557A"/>
    <w:rsid w:val="00845844"/>
    <w:rsid w:val="00847EA0"/>
    <w:rsid w:val="008500C1"/>
    <w:rsid w:val="00850A3F"/>
    <w:rsid w:val="008529A9"/>
    <w:rsid w:val="0085307B"/>
    <w:rsid w:val="0085322C"/>
    <w:rsid w:val="008541DA"/>
    <w:rsid w:val="008577EB"/>
    <w:rsid w:val="008579E7"/>
    <w:rsid w:val="0086312E"/>
    <w:rsid w:val="0086340A"/>
    <w:rsid w:val="00863A3B"/>
    <w:rsid w:val="00864C29"/>
    <w:rsid w:val="00864F20"/>
    <w:rsid w:val="00865546"/>
    <w:rsid w:val="00866845"/>
    <w:rsid w:val="00867841"/>
    <w:rsid w:val="008706C0"/>
    <w:rsid w:val="00870E2C"/>
    <w:rsid w:val="00870EFB"/>
    <w:rsid w:val="008748DC"/>
    <w:rsid w:val="00874C33"/>
    <w:rsid w:val="008756CA"/>
    <w:rsid w:val="00876C8F"/>
    <w:rsid w:val="00876F14"/>
    <w:rsid w:val="00880F61"/>
    <w:rsid w:val="0088109E"/>
    <w:rsid w:val="00881867"/>
    <w:rsid w:val="00881E64"/>
    <w:rsid w:val="0088227D"/>
    <w:rsid w:val="0088250B"/>
    <w:rsid w:val="008838C4"/>
    <w:rsid w:val="008843EC"/>
    <w:rsid w:val="00885C9E"/>
    <w:rsid w:val="00887D34"/>
    <w:rsid w:val="00891E4F"/>
    <w:rsid w:val="00892113"/>
    <w:rsid w:val="00892EC7"/>
    <w:rsid w:val="008938EC"/>
    <w:rsid w:val="0089434C"/>
    <w:rsid w:val="00894995"/>
    <w:rsid w:val="00895671"/>
    <w:rsid w:val="00895960"/>
    <w:rsid w:val="008A0884"/>
    <w:rsid w:val="008A2175"/>
    <w:rsid w:val="008A3BD9"/>
    <w:rsid w:val="008A52D5"/>
    <w:rsid w:val="008A5459"/>
    <w:rsid w:val="008A596E"/>
    <w:rsid w:val="008A6CA9"/>
    <w:rsid w:val="008B0A39"/>
    <w:rsid w:val="008B116C"/>
    <w:rsid w:val="008B28C5"/>
    <w:rsid w:val="008B399D"/>
    <w:rsid w:val="008B54BC"/>
    <w:rsid w:val="008B5CDF"/>
    <w:rsid w:val="008B61AC"/>
    <w:rsid w:val="008B7A02"/>
    <w:rsid w:val="008B7E0C"/>
    <w:rsid w:val="008C08B5"/>
    <w:rsid w:val="008C155A"/>
    <w:rsid w:val="008C2943"/>
    <w:rsid w:val="008C35E2"/>
    <w:rsid w:val="008C41FD"/>
    <w:rsid w:val="008C566A"/>
    <w:rsid w:val="008C5A00"/>
    <w:rsid w:val="008C6492"/>
    <w:rsid w:val="008C6B78"/>
    <w:rsid w:val="008C7737"/>
    <w:rsid w:val="008C7D0C"/>
    <w:rsid w:val="008D1D80"/>
    <w:rsid w:val="008D295C"/>
    <w:rsid w:val="008D2AF0"/>
    <w:rsid w:val="008D56D5"/>
    <w:rsid w:val="008D7372"/>
    <w:rsid w:val="008D7CA9"/>
    <w:rsid w:val="008E0B5D"/>
    <w:rsid w:val="008E0CD2"/>
    <w:rsid w:val="008E1505"/>
    <w:rsid w:val="008E2902"/>
    <w:rsid w:val="008E3665"/>
    <w:rsid w:val="008E385D"/>
    <w:rsid w:val="008E5C67"/>
    <w:rsid w:val="008E6334"/>
    <w:rsid w:val="008E6E98"/>
    <w:rsid w:val="008F0ACC"/>
    <w:rsid w:val="008F2C2B"/>
    <w:rsid w:val="008F31D3"/>
    <w:rsid w:val="008F376C"/>
    <w:rsid w:val="008F4385"/>
    <w:rsid w:val="008F4844"/>
    <w:rsid w:val="008F4C0F"/>
    <w:rsid w:val="008F5828"/>
    <w:rsid w:val="008F5DC1"/>
    <w:rsid w:val="008F6777"/>
    <w:rsid w:val="0090165A"/>
    <w:rsid w:val="00901C24"/>
    <w:rsid w:val="00904DCE"/>
    <w:rsid w:val="00905735"/>
    <w:rsid w:val="00905927"/>
    <w:rsid w:val="009059C8"/>
    <w:rsid w:val="00905CB7"/>
    <w:rsid w:val="00906C74"/>
    <w:rsid w:val="00911AEC"/>
    <w:rsid w:val="00912600"/>
    <w:rsid w:val="00912B96"/>
    <w:rsid w:val="009138E6"/>
    <w:rsid w:val="0091402D"/>
    <w:rsid w:val="009144CE"/>
    <w:rsid w:val="00914945"/>
    <w:rsid w:val="00914D66"/>
    <w:rsid w:val="009172C2"/>
    <w:rsid w:val="00917A3C"/>
    <w:rsid w:val="00921697"/>
    <w:rsid w:val="0092237C"/>
    <w:rsid w:val="00922B70"/>
    <w:rsid w:val="00922F55"/>
    <w:rsid w:val="009231AE"/>
    <w:rsid w:val="00923614"/>
    <w:rsid w:val="009260DC"/>
    <w:rsid w:val="00926DC0"/>
    <w:rsid w:val="0093017A"/>
    <w:rsid w:val="009327EF"/>
    <w:rsid w:val="009333F8"/>
    <w:rsid w:val="0093347E"/>
    <w:rsid w:val="009334A4"/>
    <w:rsid w:val="0093423B"/>
    <w:rsid w:val="00934949"/>
    <w:rsid w:val="00935369"/>
    <w:rsid w:val="00937C13"/>
    <w:rsid w:val="009401F0"/>
    <w:rsid w:val="00940B71"/>
    <w:rsid w:val="009419A3"/>
    <w:rsid w:val="00941CE0"/>
    <w:rsid w:val="009430C2"/>
    <w:rsid w:val="009433C6"/>
    <w:rsid w:val="00944546"/>
    <w:rsid w:val="00946A70"/>
    <w:rsid w:val="009474FC"/>
    <w:rsid w:val="009477CF"/>
    <w:rsid w:val="00947938"/>
    <w:rsid w:val="009506FB"/>
    <w:rsid w:val="009508F9"/>
    <w:rsid w:val="00950C95"/>
    <w:rsid w:val="009534A4"/>
    <w:rsid w:val="00955DF5"/>
    <w:rsid w:val="009621EB"/>
    <w:rsid w:val="0096274C"/>
    <w:rsid w:val="00962788"/>
    <w:rsid w:val="009629EB"/>
    <w:rsid w:val="00965976"/>
    <w:rsid w:val="0097074D"/>
    <w:rsid w:val="00971278"/>
    <w:rsid w:val="00971823"/>
    <w:rsid w:val="00971EED"/>
    <w:rsid w:val="00973083"/>
    <w:rsid w:val="0097458A"/>
    <w:rsid w:val="0097650A"/>
    <w:rsid w:val="00977085"/>
    <w:rsid w:val="009775D6"/>
    <w:rsid w:val="009802CF"/>
    <w:rsid w:val="00980DA7"/>
    <w:rsid w:val="00980E57"/>
    <w:rsid w:val="009810D8"/>
    <w:rsid w:val="00981742"/>
    <w:rsid w:val="00982E78"/>
    <w:rsid w:val="00984CBB"/>
    <w:rsid w:val="00985347"/>
    <w:rsid w:val="00985DE6"/>
    <w:rsid w:val="009867EA"/>
    <w:rsid w:val="0098789D"/>
    <w:rsid w:val="0098798B"/>
    <w:rsid w:val="009879DA"/>
    <w:rsid w:val="00990357"/>
    <w:rsid w:val="00990993"/>
    <w:rsid w:val="0099110B"/>
    <w:rsid w:val="00991279"/>
    <w:rsid w:val="00991441"/>
    <w:rsid w:val="00991977"/>
    <w:rsid w:val="00992E0C"/>
    <w:rsid w:val="00994082"/>
    <w:rsid w:val="00994864"/>
    <w:rsid w:val="00995969"/>
    <w:rsid w:val="00995A8E"/>
    <w:rsid w:val="00995B38"/>
    <w:rsid w:val="0099691A"/>
    <w:rsid w:val="009972E1"/>
    <w:rsid w:val="009973DB"/>
    <w:rsid w:val="009A119F"/>
    <w:rsid w:val="009A2461"/>
    <w:rsid w:val="009A3CB2"/>
    <w:rsid w:val="009A520C"/>
    <w:rsid w:val="009A798F"/>
    <w:rsid w:val="009A7EC7"/>
    <w:rsid w:val="009B25C1"/>
    <w:rsid w:val="009B4E69"/>
    <w:rsid w:val="009B5105"/>
    <w:rsid w:val="009B52DF"/>
    <w:rsid w:val="009B5C0A"/>
    <w:rsid w:val="009B5D6C"/>
    <w:rsid w:val="009B613E"/>
    <w:rsid w:val="009C038D"/>
    <w:rsid w:val="009C0400"/>
    <w:rsid w:val="009C2101"/>
    <w:rsid w:val="009C34E0"/>
    <w:rsid w:val="009C3C15"/>
    <w:rsid w:val="009C3CD8"/>
    <w:rsid w:val="009C413A"/>
    <w:rsid w:val="009C51AD"/>
    <w:rsid w:val="009C6F68"/>
    <w:rsid w:val="009C75A5"/>
    <w:rsid w:val="009D092E"/>
    <w:rsid w:val="009D0964"/>
    <w:rsid w:val="009D1CDE"/>
    <w:rsid w:val="009D2130"/>
    <w:rsid w:val="009D2CEE"/>
    <w:rsid w:val="009D3479"/>
    <w:rsid w:val="009D40F3"/>
    <w:rsid w:val="009D5737"/>
    <w:rsid w:val="009D61FF"/>
    <w:rsid w:val="009D766D"/>
    <w:rsid w:val="009D7B3F"/>
    <w:rsid w:val="009E0D18"/>
    <w:rsid w:val="009E2980"/>
    <w:rsid w:val="009E3262"/>
    <w:rsid w:val="009E4A7C"/>
    <w:rsid w:val="009E5000"/>
    <w:rsid w:val="009E5E03"/>
    <w:rsid w:val="009E6006"/>
    <w:rsid w:val="009E75FB"/>
    <w:rsid w:val="009F02E8"/>
    <w:rsid w:val="009F3367"/>
    <w:rsid w:val="009F3C35"/>
    <w:rsid w:val="009F3DD7"/>
    <w:rsid w:val="009F5571"/>
    <w:rsid w:val="00A00036"/>
    <w:rsid w:val="00A0061E"/>
    <w:rsid w:val="00A02372"/>
    <w:rsid w:val="00A0270B"/>
    <w:rsid w:val="00A0281F"/>
    <w:rsid w:val="00A0595B"/>
    <w:rsid w:val="00A1029D"/>
    <w:rsid w:val="00A106DB"/>
    <w:rsid w:val="00A10EB4"/>
    <w:rsid w:val="00A121B6"/>
    <w:rsid w:val="00A13851"/>
    <w:rsid w:val="00A15045"/>
    <w:rsid w:val="00A15947"/>
    <w:rsid w:val="00A1781A"/>
    <w:rsid w:val="00A200F7"/>
    <w:rsid w:val="00A204D8"/>
    <w:rsid w:val="00A21710"/>
    <w:rsid w:val="00A2277F"/>
    <w:rsid w:val="00A24AD0"/>
    <w:rsid w:val="00A254EF"/>
    <w:rsid w:val="00A27673"/>
    <w:rsid w:val="00A278E4"/>
    <w:rsid w:val="00A3058B"/>
    <w:rsid w:val="00A30984"/>
    <w:rsid w:val="00A30EA8"/>
    <w:rsid w:val="00A334AD"/>
    <w:rsid w:val="00A337B5"/>
    <w:rsid w:val="00A339CF"/>
    <w:rsid w:val="00A3594D"/>
    <w:rsid w:val="00A3775D"/>
    <w:rsid w:val="00A37F14"/>
    <w:rsid w:val="00A402FF"/>
    <w:rsid w:val="00A409F3"/>
    <w:rsid w:val="00A41BEA"/>
    <w:rsid w:val="00A426FE"/>
    <w:rsid w:val="00A43ACB"/>
    <w:rsid w:val="00A43C32"/>
    <w:rsid w:val="00A43FEA"/>
    <w:rsid w:val="00A44234"/>
    <w:rsid w:val="00A4628E"/>
    <w:rsid w:val="00A478F0"/>
    <w:rsid w:val="00A4798C"/>
    <w:rsid w:val="00A52E13"/>
    <w:rsid w:val="00A53A27"/>
    <w:rsid w:val="00A554B9"/>
    <w:rsid w:val="00A567D0"/>
    <w:rsid w:val="00A6029C"/>
    <w:rsid w:val="00A612B2"/>
    <w:rsid w:val="00A61657"/>
    <w:rsid w:val="00A62E68"/>
    <w:rsid w:val="00A6358E"/>
    <w:rsid w:val="00A6464D"/>
    <w:rsid w:val="00A64AB1"/>
    <w:rsid w:val="00A64B17"/>
    <w:rsid w:val="00A65E25"/>
    <w:rsid w:val="00A66299"/>
    <w:rsid w:val="00A66B66"/>
    <w:rsid w:val="00A6758A"/>
    <w:rsid w:val="00A67662"/>
    <w:rsid w:val="00A67EB1"/>
    <w:rsid w:val="00A7126D"/>
    <w:rsid w:val="00A71DEE"/>
    <w:rsid w:val="00A72DA2"/>
    <w:rsid w:val="00A7465E"/>
    <w:rsid w:val="00A75E73"/>
    <w:rsid w:val="00A77ABE"/>
    <w:rsid w:val="00A8112C"/>
    <w:rsid w:val="00A817D4"/>
    <w:rsid w:val="00A819E6"/>
    <w:rsid w:val="00A83FC5"/>
    <w:rsid w:val="00A83FEC"/>
    <w:rsid w:val="00A84FC3"/>
    <w:rsid w:val="00A85498"/>
    <w:rsid w:val="00A85EE8"/>
    <w:rsid w:val="00A869C0"/>
    <w:rsid w:val="00A86AA6"/>
    <w:rsid w:val="00A86DEA"/>
    <w:rsid w:val="00A87572"/>
    <w:rsid w:val="00A87C50"/>
    <w:rsid w:val="00A9037F"/>
    <w:rsid w:val="00A904F7"/>
    <w:rsid w:val="00A9055B"/>
    <w:rsid w:val="00A91139"/>
    <w:rsid w:val="00A915A1"/>
    <w:rsid w:val="00A91E5E"/>
    <w:rsid w:val="00A93A4F"/>
    <w:rsid w:val="00A95123"/>
    <w:rsid w:val="00A9589B"/>
    <w:rsid w:val="00A960CC"/>
    <w:rsid w:val="00A97138"/>
    <w:rsid w:val="00A9745D"/>
    <w:rsid w:val="00AA1FC6"/>
    <w:rsid w:val="00AA4673"/>
    <w:rsid w:val="00AA4686"/>
    <w:rsid w:val="00AB1641"/>
    <w:rsid w:val="00AB239E"/>
    <w:rsid w:val="00AB25FE"/>
    <w:rsid w:val="00AB5535"/>
    <w:rsid w:val="00AB6525"/>
    <w:rsid w:val="00AB7061"/>
    <w:rsid w:val="00AB74B0"/>
    <w:rsid w:val="00AC16CC"/>
    <w:rsid w:val="00AC1D09"/>
    <w:rsid w:val="00AC1D80"/>
    <w:rsid w:val="00AC58F1"/>
    <w:rsid w:val="00AC5F68"/>
    <w:rsid w:val="00AC6486"/>
    <w:rsid w:val="00AC741F"/>
    <w:rsid w:val="00AD01E6"/>
    <w:rsid w:val="00AD0D34"/>
    <w:rsid w:val="00AD15F5"/>
    <w:rsid w:val="00AD160F"/>
    <w:rsid w:val="00AD195A"/>
    <w:rsid w:val="00AD28AA"/>
    <w:rsid w:val="00AD2C8F"/>
    <w:rsid w:val="00AD4337"/>
    <w:rsid w:val="00AD452E"/>
    <w:rsid w:val="00AD4A59"/>
    <w:rsid w:val="00AD4D0D"/>
    <w:rsid w:val="00AE1D57"/>
    <w:rsid w:val="00AE33FF"/>
    <w:rsid w:val="00AE3A92"/>
    <w:rsid w:val="00AE3B8A"/>
    <w:rsid w:val="00AE3E5B"/>
    <w:rsid w:val="00AE770D"/>
    <w:rsid w:val="00AE79DE"/>
    <w:rsid w:val="00AE7EA7"/>
    <w:rsid w:val="00AF0503"/>
    <w:rsid w:val="00AF0682"/>
    <w:rsid w:val="00AF0E3E"/>
    <w:rsid w:val="00AF2D8A"/>
    <w:rsid w:val="00AF308E"/>
    <w:rsid w:val="00AF42BD"/>
    <w:rsid w:val="00AF550C"/>
    <w:rsid w:val="00AF631C"/>
    <w:rsid w:val="00AF6603"/>
    <w:rsid w:val="00AF7312"/>
    <w:rsid w:val="00B02BCF"/>
    <w:rsid w:val="00B034F9"/>
    <w:rsid w:val="00B03C54"/>
    <w:rsid w:val="00B0453A"/>
    <w:rsid w:val="00B04657"/>
    <w:rsid w:val="00B0506E"/>
    <w:rsid w:val="00B0519A"/>
    <w:rsid w:val="00B060B2"/>
    <w:rsid w:val="00B06569"/>
    <w:rsid w:val="00B0658A"/>
    <w:rsid w:val="00B11290"/>
    <w:rsid w:val="00B11C08"/>
    <w:rsid w:val="00B11EBD"/>
    <w:rsid w:val="00B12086"/>
    <w:rsid w:val="00B136BA"/>
    <w:rsid w:val="00B13806"/>
    <w:rsid w:val="00B13B87"/>
    <w:rsid w:val="00B16939"/>
    <w:rsid w:val="00B16FA1"/>
    <w:rsid w:val="00B203CC"/>
    <w:rsid w:val="00B20D71"/>
    <w:rsid w:val="00B21A9B"/>
    <w:rsid w:val="00B21C60"/>
    <w:rsid w:val="00B21EC5"/>
    <w:rsid w:val="00B22A13"/>
    <w:rsid w:val="00B252A9"/>
    <w:rsid w:val="00B25C81"/>
    <w:rsid w:val="00B2692E"/>
    <w:rsid w:val="00B27D4C"/>
    <w:rsid w:val="00B30206"/>
    <w:rsid w:val="00B3126B"/>
    <w:rsid w:val="00B32415"/>
    <w:rsid w:val="00B32954"/>
    <w:rsid w:val="00B33DE7"/>
    <w:rsid w:val="00B3559A"/>
    <w:rsid w:val="00B36574"/>
    <w:rsid w:val="00B36C6D"/>
    <w:rsid w:val="00B4107B"/>
    <w:rsid w:val="00B412A5"/>
    <w:rsid w:val="00B41EA5"/>
    <w:rsid w:val="00B45E97"/>
    <w:rsid w:val="00B478F2"/>
    <w:rsid w:val="00B526BC"/>
    <w:rsid w:val="00B53AD0"/>
    <w:rsid w:val="00B53BB9"/>
    <w:rsid w:val="00B53EF1"/>
    <w:rsid w:val="00B53F5F"/>
    <w:rsid w:val="00B54324"/>
    <w:rsid w:val="00B543F2"/>
    <w:rsid w:val="00B55325"/>
    <w:rsid w:val="00B57B79"/>
    <w:rsid w:val="00B57BC5"/>
    <w:rsid w:val="00B61D52"/>
    <w:rsid w:val="00B63759"/>
    <w:rsid w:val="00B64DF8"/>
    <w:rsid w:val="00B65474"/>
    <w:rsid w:val="00B65A3D"/>
    <w:rsid w:val="00B6681B"/>
    <w:rsid w:val="00B669F9"/>
    <w:rsid w:val="00B714DA"/>
    <w:rsid w:val="00B71AA2"/>
    <w:rsid w:val="00B725B4"/>
    <w:rsid w:val="00B735FF"/>
    <w:rsid w:val="00B74927"/>
    <w:rsid w:val="00B74FFE"/>
    <w:rsid w:val="00B779A5"/>
    <w:rsid w:val="00B77FF0"/>
    <w:rsid w:val="00B80738"/>
    <w:rsid w:val="00B812B8"/>
    <w:rsid w:val="00B81460"/>
    <w:rsid w:val="00B830CF"/>
    <w:rsid w:val="00B83197"/>
    <w:rsid w:val="00B83461"/>
    <w:rsid w:val="00B83A72"/>
    <w:rsid w:val="00B84760"/>
    <w:rsid w:val="00B84CEC"/>
    <w:rsid w:val="00B86029"/>
    <w:rsid w:val="00B93EFF"/>
    <w:rsid w:val="00B941DD"/>
    <w:rsid w:val="00B94568"/>
    <w:rsid w:val="00B94CE8"/>
    <w:rsid w:val="00B94EC2"/>
    <w:rsid w:val="00B952A9"/>
    <w:rsid w:val="00B968CF"/>
    <w:rsid w:val="00B97773"/>
    <w:rsid w:val="00B9797F"/>
    <w:rsid w:val="00BA125E"/>
    <w:rsid w:val="00BA4D66"/>
    <w:rsid w:val="00BA5DA7"/>
    <w:rsid w:val="00BA6AE2"/>
    <w:rsid w:val="00BA7F29"/>
    <w:rsid w:val="00BB0587"/>
    <w:rsid w:val="00BB1F32"/>
    <w:rsid w:val="00BB22DD"/>
    <w:rsid w:val="00BB27BE"/>
    <w:rsid w:val="00BB2B15"/>
    <w:rsid w:val="00BB2EB4"/>
    <w:rsid w:val="00BB6315"/>
    <w:rsid w:val="00BB63A4"/>
    <w:rsid w:val="00BB70F3"/>
    <w:rsid w:val="00BB72A7"/>
    <w:rsid w:val="00BB7A90"/>
    <w:rsid w:val="00BB7DB1"/>
    <w:rsid w:val="00BC0910"/>
    <w:rsid w:val="00BC0C19"/>
    <w:rsid w:val="00BC0D08"/>
    <w:rsid w:val="00BC5886"/>
    <w:rsid w:val="00BC65D5"/>
    <w:rsid w:val="00BC7C43"/>
    <w:rsid w:val="00BD0A7E"/>
    <w:rsid w:val="00BD27F0"/>
    <w:rsid w:val="00BD3254"/>
    <w:rsid w:val="00BD36A6"/>
    <w:rsid w:val="00BD5226"/>
    <w:rsid w:val="00BD5AB0"/>
    <w:rsid w:val="00BD6A71"/>
    <w:rsid w:val="00BD6C1D"/>
    <w:rsid w:val="00BD6D67"/>
    <w:rsid w:val="00BD6E38"/>
    <w:rsid w:val="00BE01FF"/>
    <w:rsid w:val="00BE0684"/>
    <w:rsid w:val="00BE1ED7"/>
    <w:rsid w:val="00BE21FD"/>
    <w:rsid w:val="00BE2FAE"/>
    <w:rsid w:val="00BE2FD0"/>
    <w:rsid w:val="00BE411E"/>
    <w:rsid w:val="00BE4D74"/>
    <w:rsid w:val="00BE5941"/>
    <w:rsid w:val="00BE6972"/>
    <w:rsid w:val="00BE7456"/>
    <w:rsid w:val="00BE7663"/>
    <w:rsid w:val="00BF0192"/>
    <w:rsid w:val="00BF05CC"/>
    <w:rsid w:val="00BF1D43"/>
    <w:rsid w:val="00BF2851"/>
    <w:rsid w:val="00BF2E1E"/>
    <w:rsid w:val="00BF388E"/>
    <w:rsid w:val="00BF412B"/>
    <w:rsid w:val="00BF5551"/>
    <w:rsid w:val="00BF574A"/>
    <w:rsid w:val="00BF7B1F"/>
    <w:rsid w:val="00C00098"/>
    <w:rsid w:val="00C00A67"/>
    <w:rsid w:val="00C00C39"/>
    <w:rsid w:val="00C013DE"/>
    <w:rsid w:val="00C01477"/>
    <w:rsid w:val="00C019D4"/>
    <w:rsid w:val="00C01D73"/>
    <w:rsid w:val="00C03D71"/>
    <w:rsid w:val="00C06691"/>
    <w:rsid w:val="00C06846"/>
    <w:rsid w:val="00C06E81"/>
    <w:rsid w:val="00C073D5"/>
    <w:rsid w:val="00C076EA"/>
    <w:rsid w:val="00C07BDE"/>
    <w:rsid w:val="00C10C90"/>
    <w:rsid w:val="00C11C4A"/>
    <w:rsid w:val="00C12998"/>
    <w:rsid w:val="00C12CAE"/>
    <w:rsid w:val="00C13D30"/>
    <w:rsid w:val="00C14A61"/>
    <w:rsid w:val="00C14CF9"/>
    <w:rsid w:val="00C16FC5"/>
    <w:rsid w:val="00C21082"/>
    <w:rsid w:val="00C21315"/>
    <w:rsid w:val="00C21F50"/>
    <w:rsid w:val="00C222A4"/>
    <w:rsid w:val="00C224E7"/>
    <w:rsid w:val="00C23B3E"/>
    <w:rsid w:val="00C23FE6"/>
    <w:rsid w:val="00C252B9"/>
    <w:rsid w:val="00C25A54"/>
    <w:rsid w:val="00C25ADE"/>
    <w:rsid w:val="00C27D1B"/>
    <w:rsid w:val="00C3082B"/>
    <w:rsid w:val="00C30B68"/>
    <w:rsid w:val="00C335C3"/>
    <w:rsid w:val="00C33AFD"/>
    <w:rsid w:val="00C347F5"/>
    <w:rsid w:val="00C355F5"/>
    <w:rsid w:val="00C3600B"/>
    <w:rsid w:val="00C36760"/>
    <w:rsid w:val="00C37981"/>
    <w:rsid w:val="00C37CC5"/>
    <w:rsid w:val="00C40B52"/>
    <w:rsid w:val="00C42BC0"/>
    <w:rsid w:val="00C4311B"/>
    <w:rsid w:val="00C43373"/>
    <w:rsid w:val="00C43990"/>
    <w:rsid w:val="00C440D1"/>
    <w:rsid w:val="00C451E0"/>
    <w:rsid w:val="00C4553E"/>
    <w:rsid w:val="00C45FCE"/>
    <w:rsid w:val="00C469B1"/>
    <w:rsid w:val="00C46E89"/>
    <w:rsid w:val="00C476F1"/>
    <w:rsid w:val="00C47918"/>
    <w:rsid w:val="00C47FB3"/>
    <w:rsid w:val="00C50B82"/>
    <w:rsid w:val="00C5227D"/>
    <w:rsid w:val="00C53522"/>
    <w:rsid w:val="00C53746"/>
    <w:rsid w:val="00C537E8"/>
    <w:rsid w:val="00C53A17"/>
    <w:rsid w:val="00C5444E"/>
    <w:rsid w:val="00C56FCB"/>
    <w:rsid w:val="00C57619"/>
    <w:rsid w:val="00C5765A"/>
    <w:rsid w:val="00C60278"/>
    <w:rsid w:val="00C62812"/>
    <w:rsid w:val="00C62B7B"/>
    <w:rsid w:val="00C63AA2"/>
    <w:rsid w:val="00C63DEF"/>
    <w:rsid w:val="00C6618F"/>
    <w:rsid w:val="00C66501"/>
    <w:rsid w:val="00C66573"/>
    <w:rsid w:val="00C66FB7"/>
    <w:rsid w:val="00C67183"/>
    <w:rsid w:val="00C70016"/>
    <w:rsid w:val="00C70DFF"/>
    <w:rsid w:val="00C71001"/>
    <w:rsid w:val="00C72189"/>
    <w:rsid w:val="00C72D55"/>
    <w:rsid w:val="00C72E20"/>
    <w:rsid w:val="00C73453"/>
    <w:rsid w:val="00C746A8"/>
    <w:rsid w:val="00C7491F"/>
    <w:rsid w:val="00C74E40"/>
    <w:rsid w:val="00C75609"/>
    <w:rsid w:val="00C7711A"/>
    <w:rsid w:val="00C80036"/>
    <w:rsid w:val="00C8151A"/>
    <w:rsid w:val="00C8236D"/>
    <w:rsid w:val="00C825AC"/>
    <w:rsid w:val="00C82DCF"/>
    <w:rsid w:val="00C8437E"/>
    <w:rsid w:val="00C85264"/>
    <w:rsid w:val="00C86419"/>
    <w:rsid w:val="00C86E8C"/>
    <w:rsid w:val="00C87D9D"/>
    <w:rsid w:val="00C87F28"/>
    <w:rsid w:val="00C908E8"/>
    <w:rsid w:val="00C91D10"/>
    <w:rsid w:val="00C920CD"/>
    <w:rsid w:val="00C92815"/>
    <w:rsid w:val="00C9360A"/>
    <w:rsid w:val="00C95E38"/>
    <w:rsid w:val="00C962EC"/>
    <w:rsid w:val="00C96A6B"/>
    <w:rsid w:val="00C970A0"/>
    <w:rsid w:val="00CA0B24"/>
    <w:rsid w:val="00CA2B4F"/>
    <w:rsid w:val="00CA2BC5"/>
    <w:rsid w:val="00CA3D43"/>
    <w:rsid w:val="00CA44DE"/>
    <w:rsid w:val="00CA48B2"/>
    <w:rsid w:val="00CB0484"/>
    <w:rsid w:val="00CB13AC"/>
    <w:rsid w:val="00CB140C"/>
    <w:rsid w:val="00CB2564"/>
    <w:rsid w:val="00CB56BC"/>
    <w:rsid w:val="00CB5F9B"/>
    <w:rsid w:val="00CB60A3"/>
    <w:rsid w:val="00CB6316"/>
    <w:rsid w:val="00CB73BF"/>
    <w:rsid w:val="00CB769D"/>
    <w:rsid w:val="00CC02D7"/>
    <w:rsid w:val="00CC1AF9"/>
    <w:rsid w:val="00CC1D65"/>
    <w:rsid w:val="00CC475A"/>
    <w:rsid w:val="00CC47E8"/>
    <w:rsid w:val="00CC49FB"/>
    <w:rsid w:val="00CC57B1"/>
    <w:rsid w:val="00CC74E7"/>
    <w:rsid w:val="00CC78B7"/>
    <w:rsid w:val="00CD25F7"/>
    <w:rsid w:val="00CD3E33"/>
    <w:rsid w:val="00CD40E7"/>
    <w:rsid w:val="00CD4E86"/>
    <w:rsid w:val="00CD51BF"/>
    <w:rsid w:val="00CD5DF1"/>
    <w:rsid w:val="00CD77AC"/>
    <w:rsid w:val="00CD7936"/>
    <w:rsid w:val="00CE29BE"/>
    <w:rsid w:val="00CE3E18"/>
    <w:rsid w:val="00CE4A34"/>
    <w:rsid w:val="00CE5319"/>
    <w:rsid w:val="00CE6F0E"/>
    <w:rsid w:val="00CE7AC5"/>
    <w:rsid w:val="00CF1796"/>
    <w:rsid w:val="00CF188B"/>
    <w:rsid w:val="00CF1AF4"/>
    <w:rsid w:val="00CF255C"/>
    <w:rsid w:val="00CF49DD"/>
    <w:rsid w:val="00CF5F22"/>
    <w:rsid w:val="00CF6623"/>
    <w:rsid w:val="00CF6B5B"/>
    <w:rsid w:val="00CF6B63"/>
    <w:rsid w:val="00CF7451"/>
    <w:rsid w:val="00D01C07"/>
    <w:rsid w:val="00D020F2"/>
    <w:rsid w:val="00D03AEF"/>
    <w:rsid w:val="00D05458"/>
    <w:rsid w:val="00D05DC4"/>
    <w:rsid w:val="00D1457F"/>
    <w:rsid w:val="00D14B72"/>
    <w:rsid w:val="00D15212"/>
    <w:rsid w:val="00D16514"/>
    <w:rsid w:val="00D17F6B"/>
    <w:rsid w:val="00D20346"/>
    <w:rsid w:val="00D2072D"/>
    <w:rsid w:val="00D218BA"/>
    <w:rsid w:val="00D23AA4"/>
    <w:rsid w:val="00D24BB8"/>
    <w:rsid w:val="00D24D06"/>
    <w:rsid w:val="00D25424"/>
    <w:rsid w:val="00D25A43"/>
    <w:rsid w:val="00D25F6D"/>
    <w:rsid w:val="00D26482"/>
    <w:rsid w:val="00D276A9"/>
    <w:rsid w:val="00D27E61"/>
    <w:rsid w:val="00D309A6"/>
    <w:rsid w:val="00D31172"/>
    <w:rsid w:val="00D33755"/>
    <w:rsid w:val="00D33FAB"/>
    <w:rsid w:val="00D34232"/>
    <w:rsid w:val="00D35B85"/>
    <w:rsid w:val="00D35D33"/>
    <w:rsid w:val="00D36479"/>
    <w:rsid w:val="00D42207"/>
    <w:rsid w:val="00D4260D"/>
    <w:rsid w:val="00D42DF9"/>
    <w:rsid w:val="00D43253"/>
    <w:rsid w:val="00D442F1"/>
    <w:rsid w:val="00D45FAA"/>
    <w:rsid w:val="00D46758"/>
    <w:rsid w:val="00D46C63"/>
    <w:rsid w:val="00D47186"/>
    <w:rsid w:val="00D4773B"/>
    <w:rsid w:val="00D5048B"/>
    <w:rsid w:val="00D57BC1"/>
    <w:rsid w:val="00D60FC2"/>
    <w:rsid w:val="00D61D4B"/>
    <w:rsid w:val="00D64DC1"/>
    <w:rsid w:val="00D65323"/>
    <w:rsid w:val="00D7010A"/>
    <w:rsid w:val="00D7065C"/>
    <w:rsid w:val="00D70CB0"/>
    <w:rsid w:val="00D7114C"/>
    <w:rsid w:val="00D74503"/>
    <w:rsid w:val="00D74FA8"/>
    <w:rsid w:val="00D80A76"/>
    <w:rsid w:val="00D80A9F"/>
    <w:rsid w:val="00D81B11"/>
    <w:rsid w:val="00D82871"/>
    <w:rsid w:val="00D8302E"/>
    <w:rsid w:val="00D83085"/>
    <w:rsid w:val="00D8320B"/>
    <w:rsid w:val="00D86AC9"/>
    <w:rsid w:val="00D902A6"/>
    <w:rsid w:val="00D912A7"/>
    <w:rsid w:val="00D91C0A"/>
    <w:rsid w:val="00D926D0"/>
    <w:rsid w:val="00D940ED"/>
    <w:rsid w:val="00D96BC2"/>
    <w:rsid w:val="00D97801"/>
    <w:rsid w:val="00DA0901"/>
    <w:rsid w:val="00DA0BED"/>
    <w:rsid w:val="00DA1814"/>
    <w:rsid w:val="00DA21E4"/>
    <w:rsid w:val="00DA2E81"/>
    <w:rsid w:val="00DA4AD3"/>
    <w:rsid w:val="00DA4B9D"/>
    <w:rsid w:val="00DB1C91"/>
    <w:rsid w:val="00DB1D1D"/>
    <w:rsid w:val="00DB211A"/>
    <w:rsid w:val="00DB2579"/>
    <w:rsid w:val="00DB293E"/>
    <w:rsid w:val="00DB2F61"/>
    <w:rsid w:val="00DB2F79"/>
    <w:rsid w:val="00DB3389"/>
    <w:rsid w:val="00DB426E"/>
    <w:rsid w:val="00DB463E"/>
    <w:rsid w:val="00DB466E"/>
    <w:rsid w:val="00DB4A05"/>
    <w:rsid w:val="00DB4F30"/>
    <w:rsid w:val="00DB501B"/>
    <w:rsid w:val="00DB5802"/>
    <w:rsid w:val="00DB5AC1"/>
    <w:rsid w:val="00DB650B"/>
    <w:rsid w:val="00DB718C"/>
    <w:rsid w:val="00DB7CA0"/>
    <w:rsid w:val="00DC0239"/>
    <w:rsid w:val="00DC2254"/>
    <w:rsid w:val="00DC258E"/>
    <w:rsid w:val="00DC3145"/>
    <w:rsid w:val="00DC3AFB"/>
    <w:rsid w:val="00DC4432"/>
    <w:rsid w:val="00DC5D9C"/>
    <w:rsid w:val="00DC6239"/>
    <w:rsid w:val="00DC6722"/>
    <w:rsid w:val="00DD0488"/>
    <w:rsid w:val="00DD0E3D"/>
    <w:rsid w:val="00DD0E4A"/>
    <w:rsid w:val="00DD1E50"/>
    <w:rsid w:val="00DD274E"/>
    <w:rsid w:val="00DD6210"/>
    <w:rsid w:val="00DD6317"/>
    <w:rsid w:val="00DD7DD4"/>
    <w:rsid w:val="00DE2745"/>
    <w:rsid w:val="00DE3F6F"/>
    <w:rsid w:val="00DE5787"/>
    <w:rsid w:val="00DE5F1E"/>
    <w:rsid w:val="00DE5F31"/>
    <w:rsid w:val="00DE71C9"/>
    <w:rsid w:val="00DE779A"/>
    <w:rsid w:val="00DE7B3C"/>
    <w:rsid w:val="00DE7D1E"/>
    <w:rsid w:val="00DF007E"/>
    <w:rsid w:val="00DF0E52"/>
    <w:rsid w:val="00DF1E3B"/>
    <w:rsid w:val="00DF3281"/>
    <w:rsid w:val="00DF3BAA"/>
    <w:rsid w:val="00DF3E53"/>
    <w:rsid w:val="00DF62C7"/>
    <w:rsid w:val="00E0102E"/>
    <w:rsid w:val="00E016C9"/>
    <w:rsid w:val="00E0198D"/>
    <w:rsid w:val="00E028CC"/>
    <w:rsid w:val="00E02F5C"/>
    <w:rsid w:val="00E03779"/>
    <w:rsid w:val="00E03FEA"/>
    <w:rsid w:val="00E04053"/>
    <w:rsid w:val="00E04E31"/>
    <w:rsid w:val="00E05CC6"/>
    <w:rsid w:val="00E06499"/>
    <w:rsid w:val="00E065B4"/>
    <w:rsid w:val="00E10E0A"/>
    <w:rsid w:val="00E11474"/>
    <w:rsid w:val="00E118A1"/>
    <w:rsid w:val="00E124A2"/>
    <w:rsid w:val="00E12D43"/>
    <w:rsid w:val="00E1473F"/>
    <w:rsid w:val="00E148D5"/>
    <w:rsid w:val="00E158D3"/>
    <w:rsid w:val="00E15D5C"/>
    <w:rsid w:val="00E15EBA"/>
    <w:rsid w:val="00E163E5"/>
    <w:rsid w:val="00E203A4"/>
    <w:rsid w:val="00E21409"/>
    <w:rsid w:val="00E22086"/>
    <w:rsid w:val="00E2252D"/>
    <w:rsid w:val="00E22703"/>
    <w:rsid w:val="00E24DDE"/>
    <w:rsid w:val="00E24E97"/>
    <w:rsid w:val="00E25055"/>
    <w:rsid w:val="00E255EB"/>
    <w:rsid w:val="00E2628B"/>
    <w:rsid w:val="00E26D13"/>
    <w:rsid w:val="00E30040"/>
    <w:rsid w:val="00E31291"/>
    <w:rsid w:val="00E329A3"/>
    <w:rsid w:val="00E32BAC"/>
    <w:rsid w:val="00E32D57"/>
    <w:rsid w:val="00E3482C"/>
    <w:rsid w:val="00E34D20"/>
    <w:rsid w:val="00E35D38"/>
    <w:rsid w:val="00E36B66"/>
    <w:rsid w:val="00E37A6E"/>
    <w:rsid w:val="00E37C40"/>
    <w:rsid w:val="00E402D1"/>
    <w:rsid w:val="00E402DF"/>
    <w:rsid w:val="00E43656"/>
    <w:rsid w:val="00E43ED4"/>
    <w:rsid w:val="00E44257"/>
    <w:rsid w:val="00E44BC1"/>
    <w:rsid w:val="00E44CA6"/>
    <w:rsid w:val="00E44DC7"/>
    <w:rsid w:val="00E44F8D"/>
    <w:rsid w:val="00E45422"/>
    <w:rsid w:val="00E45485"/>
    <w:rsid w:val="00E4582C"/>
    <w:rsid w:val="00E45A8A"/>
    <w:rsid w:val="00E47124"/>
    <w:rsid w:val="00E5063A"/>
    <w:rsid w:val="00E50945"/>
    <w:rsid w:val="00E51174"/>
    <w:rsid w:val="00E51B39"/>
    <w:rsid w:val="00E51BA1"/>
    <w:rsid w:val="00E52989"/>
    <w:rsid w:val="00E52E5C"/>
    <w:rsid w:val="00E55F83"/>
    <w:rsid w:val="00E57D9A"/>
    <w:rsid w:val="00E60261"/>
    <w:rsid w:val="00E6077C"/>
    <w:rsid w:val="00E60944"/>
    <w:rsid w:val="00E60F89"/>
    <w:rsid w:val="00E61274"/>
    <w:rsid w:val="00E62924"/>
    <w:rsid w:val="00E64693"/>
    <w:rsid w:val="00E646D0"/>
    <w:rsid w:val="00E65791"/>
    <w:rsid w:val="00E66439"/>
    <w:rsid w:val="00E6644B"/>
    <w:rsid w:val="00E66702"/>
    <w:rsid w:val="00E66711"/>
    <w:rsid w:val="00E7197C"/>
    <w:rsid w:val="00E71F20"/>
    <w:rsid w:val="00E71F35"/>
    <w:rsid w:val="00E72432"/>
    <w:rsid w:val="00E72F4D"/>
    <w:rsid w:val="00E738E0"/>
    <w:rsid w:val="00E75C18"/>
    <w:rsid w:val="00E773C0"/>
    <w:rsid w:val="00E80D55"/>
    <w:rsid w:val="00E81B2A"/>
    <w:rsid w:val="00E828D6"/>
    <w:rsid w:val="00E82A56"/>
    <w:rsid w:val="00E82F7D"/>
    <w:rsid w:val="00E84E51"/>
    <w:rsid w:val="00E859A3"/>
    <w:rsid w:val="00E91326"/>
    <w:rsid w:val="00E914D0"/>
    <w:rsid w:val="00E91735"/>
    <w:rsid w:val="00E92829"/>
    <w:rsid w:val="00E95666"/>
    <w:rsid w:val="00E9649E"/>
    <w:rsid w:val="00E96911"/>
    <w:rsid w:val="00E979C4"/>
    <w:rsid w:val="00EA175D"/>
    <w:rsid w:val="00EA26E3"/>
    <w:rsid w:val="00EA44C0"/>
    <w:rsid w:val="00EA546E"/>
    <w:rsid w:val="00EA7B6A"/>
    <w:rsid w:val="00EB16E3"/>
    <w:rsid w:val="00EB1AB3"/>
    <w:rsid w:val="00EB1CCF"/>
    <w:rsid w:val="00EB31B6"/>
    <w:rsid w:val="00EB48D0"/>
    <w:rsid w:val="00EB4AEE"/>
    <w:rsid w:val="00EB5464"/>
    <w:rsid w:val="00EB61E4"/>
    <w:rsid w:val="00EB7E76"/>
    <w:rsid w:val="00EC081E"/>
    <w:rsid w:val="00EC55D7"/>
    <w:rsid w:val="00EC5AFC"/>
    <w:rsid w:val="00EC648C"/>
    <w:rsid w:val="00ED130F"/>
    <w:rsid w:val="00ED36ED"/>
    <w:rsid w:val="00ED3BDA"/>
    <w:rsid w:val="00ED4BBF"/>
    <w:rsid w:val="00ED6930"/>
    <w:rsid w:val="00ED72D5"/>
    <w:rsid w:val="00ED7352"/>
    <w:rsid w:val="00EE04ED"/>
    <w:rsid w:val="00EE0F6C"/>
    <w:rsid w:val="00EE1DCE"/>
    <w:rsid w:val="00EE34AA"/>
    <w:rsid w:val="00EE38DD"/>
    <w:rsid w:val="00EE3F39"/>
    <w:rsid w:val="00EE4EC0"/>
    <w:rsid w:val="00EE5448"/>
    <w:rsid w:val="00EE5E43"/>
    <w:rsid w:val="00EE6A08"/>
    <w:rsid w:val="00EE7C63"/>
    <w:rsid w:val="00EF0048"/>
    <w:rsid w:val="00EF0161"/>
    <w:rsid w:val="00EF019C"/>
    <w:rsid w:val="00EF0475"/>
    <w:rsid w:val="00EF1BF9"/>
    <w:rsid w:val="00EF20F2"/>
    <w:rsid w:val="00EF357F"/>
    <w:rsid w:val="00EF6728"/>
    <w:rsid w:val="00EF684F"/>
    <w:rsid w:val="00EF6E75"/>
    <w:rsid w:val="00EF7F4B"/>
    <w:rsid w:val="00F00194"/>
    <w:rsid w:val="00F0020E"/>
    <w:rsid w:val="00F00227"/>
    <w:rsid w:val="00F009F7"/>
    <w:rsid w:val="00F00F20"/>
    <w:rsid w:val="00F01532"/>
    <w:rsid w:val="00F022EF"/>
    <w:rsid w:val="00F02832"/>
    <w:rsid w:val="00F02E1A"/>
    <w:rsid w:val="00F050F8"/>
    <w:rsid w:val="00F06C7F"/>
    <w:rsid w:val="00F0711A"/>
    <w:rsid w:val="00F103A6"/>
    <w:rsid w:val="00F10A8F"/>
    <w:rsid w:val="00F11197"/>
    <w:rsid w:val="00F1292E"/>
    <w:rsid w:val="00F12A77"/>
    <w:rsid w:val="00F14FD7"/>
    <w:rsid w:val="00F15FEE"/>
    <w:rsid w:val="00F201F7"/>
    <w:rsid w:val="00F2134A"/>
    <w:rsid w:val="00F21C24"/>
    <w:rsid w:val="00F2276A"/>
    <w:rsid w:val="00F22909"/>
    <w:rsid w:val="00F22EE9"/>
    <w:rsid w:val="00F26057"/>
    <w:rsid w:val="00F264BB"/>
    <w:rsid w:val="00F265C5"/>
    <w:rsid w:val="00F26AC6"/>
    <w:rsid w:val="00F3211A"/>
    <w:rsid w:val="00F32385"/>
    <w:rsid w:val="00F33349"/>
    <w:rsid w:val="00F34677"/>
    <w:rsid w:val="00F40D52"/>
    <w:rsid w:val="00F4131C"/>
    <w:rsid w:val="00F42C59"/>
    <w:rsid w:val="00F42D36"/>
    <w:rsid w:val="00F43364"/>
    <w:rsid w:val="00F43B82"/>
    <w:rsid w:val="00F44C95"/>
    <w:rsid w:val="00F4651D"/>
    <w:rsid w:val="00F4713F"/>
    <w:rsid w:val="00F4732F"/>
    <w:rsid w:val="00F5207E"/>
    <w:rsid w:val="00F53585"/>
    <w:rsid w:val="00F5454A"/>
    <w:rsid w:val="00F5715F"/>
    <w:rsid w:val="00F60339"/>
    <w:rsid w:val="00F60850"/>
    <w:rsid w:val="00F61DB2"/>
    <w:rsid w:val="00F627A3"/>
    <w:rsid w:val="00F6372F"/>
    <w:rsid w:val="00F63C17"/>
    <w:rsid w:val="00F64A9B"/>
    <w:rsid w:val="00F65AB6"/>
    <w:rsid w:val="00F6615E"/>
    <w:rsid w:val="00F66B82"/>
    <w:rsid w:val="00F66E75"/>
    <w:rsid w:val="00F67539"/>
    <w:rsid w:val="00F67B56"/>
    <w:rsid w:val="00F712DB"/>
    <w:rsid w:val="00F7135E"/>
    <w:rsid w:val="00F735A9"/>
    <w:rsid w:val="00F74CDD"/>
    <w:rsid w:val="00F765A4"/>
    <w:rsid w:val="00F81182"/>
    <w:rsid w:val="00F81B3A"/>
    <w:rsid w:val="00F82725"/>
    <w:rsid w:val="00F847C0"/>
    <w:rsid w:val="00F85798"/>
    <w:rsid w:val="00F85B6C"/>
    <w:rsid w:val="00F85E04"/>
    <w:rsid w:val="00F86B20"/>
    <w:rsid w:val="00F90C58"/>
    <w:rsid w:val="00F91447"/>
    <w:rsid w:val="00F91C2E"/>
    <w:rsid w:val="00F96D71"/>
    <w:rsid w:val="00FA1BBD"/>
    <w:rsid w:val="00FA1FE2"/>
    <w:rsid w:val="00FA2320"/>
    <w:rsid w:val="00FA27F5"/>
    <w:rsid w:val="00FA4D98"/>
    <w:rsid w:val="00FA4DBB"/>
    <w:rsid w:val="00FA6955"/>
    <w:rsid w:val="00FA6BB3"/>
    <w:rsid w:val="00FB18D7"/>
    <w:rsid w:val="00FB24DE"/>
    <w:rsid w:val="00FB24FB"/>
    <w:rsid w:val="00FB37C6"/>
    <w:rsid w:val="00FB41B3"/>
    <w:rsid w:val="00FB5064"/>
    <w:rsid w:val="00FB5AA8"/>
    <w:rsid w:val="00FB69BF"/>
    <w:rsid w:val="00FB752E"/>
    <w:rsid w:val="00FC0233"/>
    <w:rsid w:val="00FC0CC8"/>
    <w:rsid w:val="00FC1419"/>
    <w:rsid w:val="00FC34D3"/>
    <w:rsid w:val="00FC4781"/>
    <w:rsid w:val="00FC4F4D"/>
    <w:rsid w:val="00FC76A4"/>
    <w:rsid w:val="00FC7E63"/>
    <w:rsid w:val="00FD0044"/>
    <w:rsid w:val="00FD00CA"/>
    <w:rsid w:val="00FD0FE5"/>
    <w:rsid w:val="00FD10F0"/>
    <w:rsid w:val="00FD222B"/>
    <w:rsid w:val="00FD2463"/>
    <w:rsid w:val="00FD27F8"/>
    <w:rsid w:val="00FD2CF6"/>
    <w:rsid w:val="00FD3632"/>
    <w:rsid w:val="00FD3E1B"/>
    <w:rsid w:val="00FD433B"/>
    <w:rsid w:val="00FD4C3F"/>
    <w:rsid w:val="00FD63EA"/>
    <w:rsid w:val="00FD67BD"/>
    <w:rsid w:val="00FD6C9F"/>
    <w:rsid w:val="00FE0BC2"/>
    <w:rsid w:val="00FE10D2"/>
    <w:rsid w:val="00FE1D5F"/>
    <w:rsid w:val="00FE1E58"/>
    <w:rsid w:val="00FE2974"/>
    <w:rsid w:val="00FE2990"/>
    <w:rsid w:val="00FE3B1F"/>
    <w:rsid w:val="00FE49E9"/>
    <w:rsid w:val="00FE7C4D"/>
    <w:rsid w:val="00FF00DE"/>
    <w:rsid w:val="00FF04CD"/>
    <w:rsid w:val="00FF1892"/>
    <w:rsid w:val="00FF2A07"/>
    <w:rsid w:val="00FF3ACD"/>
    <w:rsid w:val="00FF5584"/>
    <w:rsid w:val="00FF5D7A"/>
    <w:rsid w:val="00FF6E80"/>
    <w:rsid w:val="00FF7BCB"/>
    <w:rsid w:val="00FF7C5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64032F5-62BC-404C-9BAE-70F30D246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7DB1"/>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rFonts w:ascii="Cambria" w:hAnsi="Cambria"/>
      <w:b/>
      <w:kern w:val="32"/>
      <w:sz w:val="32"/>
      <w:szCs w:val="20"/>
    </w:rPr>
  </w:style>
  <w:style w:type="paragraph" w:styleId="2">
    <w:name w:val="heading 2"/>
    <w:aliases w:val="Заголовок 2 Знак"/>
    <w:basedOn w:val="a"/>
    <w:next w:val="a"/>
    <w:link w:val="21"/>
    <w:uiPriority w:val="99"/>
    <w:qFormat/>
    <w:locked/>
    <w:rsid w:val="00AB1641"/>
    <w:pPr>
      <w:keepNext/>
      <w:jc w:val="center"/>
      <w:outlineLvl w:val="1"/>
    </w:pPr>
    <w:rPr>
      <w:rFonts w:ascii="Cambria" w:hAnsi="Cambria"/>
      <w:b/>
      <w:i/>
      <w:sz w:val="28"/>
      <w:szCs w:val="20"/>
    </w:rPr>
  </w:style>
  <w:style w:type="paragraph" w:styleId="3">
    <w:name w:val="heading 3"/>
    <w:basedOn w:val="a"/>
    <w:next w:val="a"/>
    <w:link w:val="30"/>
    <w:uiPriority w:val="99"/>
    <w:qFormat/>
    <w:locked/>
    <w:rsid w:val="00AB1641"/>
    <w:pPr>
      <w:keepNext/>
      <w:jc w:val="both"/>
      <w:outlineLvl w:val="2"/>
    </w:pPr>
    <w:rPr>
      <w:rFonts w:ascii="Cambria" w:hAnsi="Cambria"/>
      <w:b/>
      <w:sz w:val="26"/>
      <w:szCs w:val="20"/>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rFonts w:ascii="Calibri" w:hAnsi="Calibri"/>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4568"/>
    <w:rPr>
      <w:rFonts w:ascii="Cambria" w:hAnsi="Cambria"/>
      <w:b/>
      <w:kern w:val="32"/>
      <w:sz w:val="32"/>
      <w:lang w:eastAsia="zh-CN"/>
    </w:rPr>
  </w:style>
  <w:style w:type="character" w:customStyle="1" w:styleId="21">
    <w:name w:val="Заголовок 2 Знак1"/>
    <w:aliases w:val="Заголовок 2 Знак Знак"/>
    <w:link w:val="2"/>
    <w:uiPriority w:val="99"/>
    <w:semiHidden/>
    <w:locked/>
    <w:rsid w:val="00B94568"/>
    <w:rPr>
      <w:rFonts w:ascii="Cambria" w:hAnsi="Cambria"/>
      <w:b/>
      <w:i/>
      <w:sz w:val="28"/>
      <w:lang w:eastAsia="zh-CN"/>
    </w:rPr>
  </w:style>
  <w:style w:type="character" w:customStyle="1" w:styleId="30">
    <w:name w:val="Заголовок 3 Знак"/>
    <w:link w:val="3"/>
    <w:uiPriority w:val="99"/>
    <w:semiHidden/>
    <w:locked/>
    <w:rsid w:val="00B94568"/>
    <w:rPr>
      <w:rFonts w:ascii="Cambria" w:hAnsi="Cambria"/>
      <w:b/>
      <w:sz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link w:val="4"/>
    <w:uiPriority w:val="99"/>
    <w:semiHidden/>
    <w:locked/>
    <w:rsid w:val="00B94568"/>
    <w:rPr>
      <w:rFonts w:ascii="Calibri" w:hAnsi="Calibri"/>
      <w:b/>
      <w:sz w:val="28"/>
      <w:lang w:eastAsia="zh-CN"/>
    </w:rPr>
  </w:style>
  <w:style w:type="paragraph" w:styleId="a3">
    <w:name w:val="List Paragraph"/>
    <w:basedOn w:val="a"/>
    <w:uiPriority w:val="99"/>
    <w:qFormat/>
    <w:rsid w:val="00CC57B1"/>
    <w:pPr>
      <w:ind w:left="720"/>
      <w:contextualSpacing/>
    </w:pPr>
  </w:style>
  <w:style w:type="paragraph" w:styleId="a4">
    <w:name w:val="Body Text"/>
    <w:basedOn w:val="a"/>
    <w:link w:val="a5"/>
    <w:uiPriority w:val="99"/>
    <w:rsid w:val="006F6DAB"/>
    <w:pPr>
      <w:jc w:val="center"/>
    </w:pPr>
    <w:rPr>
      <w:b/>
      <w:szCs w:val="20"/>
      <w:lang w:eastAsia="ru-RU"/>
    </w:rPr>
  </w:style>
  <w:style w:type="character" w:customStyle="1" w:styleId="a5">
    <w:name w:val="Основной текст Знак"/>
    <w:link w:val="a4"/>
    <w:uiPriority w:val="99"/>
    <w:locked/>
    <w:rsid w:val="006F6DAB"/>
    <w:rPr>
      <w:rFonts w:eastAsia="Times New Roman"/>
      <w:b/>
      <w:sz w:val="24"/>
    </w:rPr>
  </w:style>
  <w:style w:type="paragraph" w:customStyle="1" w:styleId="ConsPlusNormal">
    <w:name w:val="ConsPlusNormal"/>
    <w:link w:val="ConsPlusNormal0"/>
    <w:uiPriority w:val="99"/>
    <w:rsid w:val="009A520C"/>
    <w:pPr>
      <w:autoSpaceDE w:val="0"/>
      <w:autoSpaceDN w:val="0"/>
      <w:adjustRightInd w:val="0"/>
      <w:ind w:firstLine="720"/>
    </w:pPr>
    <w:rPr>
      <w:rFonts w:ascii="Arial" w:hAnsi="Arial"/>
      <w:sz w:val="22"/>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99"/>
    <w:qFormat/>
    <w:rsid w:val="00B3126B"/>
    <w:rPr>
      <w:sz w:val="24"/>
      <w:szCs w:val="24"/>
    </w:rPr>
  </w:style>
  <w:style w:type="paragraph" w:styleId="a8">
    <w:name w:val="header"/>
    <w:aliases w:val="Знак"/>
    <w:basedOn w:val="a"/>
    <w:link w:val="11"/>
    <w:uiPriority w:val="99"/>
    <w:rsid w:val="00B3126B"/>
    <w:pPr>
      <w:tabs>
        <w:tab w:val="center" w:pos="4677"/>
        <w:tab w:val="right" w:pos="9355"/>
      </w:tabs>
    </w:pPr>
    <w:rPr>
      <w:rFonts w:ascii="Calibri" w:hAnsi="Calibri"/>
      <w:sz w:val="22"/>
      <w:szCs w:val="20"/>
      <w:lang w:eastAsia="en-US"/>
    </w:rPr>
  </w:style>
  <w:style w:type="character" w:customStyle="1" w:styleId="11">
    <w:name w:val="Верхний колонтитул Знак1"/>
    <w:aliases w:val="Знак Знак4"/>
    <w:link w:val="a8"/>
    <w:uiPriority w:val="99"/>
    <w:locked/>
    <w:rsid w:val="00B3126B"/>
    <w:rPr>
      <w:rFonts w:ascii="Calibri" w:hAnsi="Calibri"/>
      <w:sz w:val="22"/>
      <w:lang w:eastAsia="en-US"/>
    </w:rPr>
  </w:style>
  <w:style w:type="table" w:styleId="a9">
    <w:name w:val="Table Grid"/>
    <w:basedOn w:val="a1"/>
    <w:uiPriority w:val="99"/>
    <w:rsid w:val="00B3126B"/>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rsid w:val="00B3126B"/>
    <w:rPr>
      <w:rFonts w:ascii="Tahoma" w:hAnsi="Tahoma"/>
      <w:sz w:val="16"/>
      <w:szCs w:val="20"/>
    </w:rPr>
  </w:style>
  <w:style w:type="character" w:customStyle="1" w:styleId="ab">
    <w:name w:val="Текст выноски Знак"/>
    <w:link w:val="aa"/>
    <w:uiPriority w:val="99"/>
    <w:semiHidden/>
    <w:locked/>
    <w:rsid w:val="00B3126B"/>
    <w:rPr>
      <w:rFonts w:ascii="Tahoma" w:hAnsi="Tahoma"/>
      <w:sz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lang w:eastAsia="zh-CN"/>
    </w:rPr>
  </w:style>
  <w:style w:type="character" w:customStyle="1" w:styleId="31">
    <w:name w:val="Знак Знак3"/>
    <w:uiPriority w:val="99"/>
    <w:rsid w:val="00434943"/>
    <w:rPr>
      <w:rFonts w:ascii="Times New Roman CYR" w:hAnsi="Times New Roman CYR"/>
      <w:sz w:val="28"/>
      <w:lang w:val="ru-RU" w:eastAsia="ru-RU"/>
    </w:rPr>
  </w:style>
  <w:style w:type="paragraph" w:styleId="ae">
    <w:name w:val="footer"/>
    <w:basedOn w:val="a"/>
    <w:link w:val="af"/>
    <w:uiPriority w:val="99"/>
    <w:rsid w:val="00AB1641"/>
    <w:pPr>
      <w:tabs>
        <w:tab w:val="center" w:pos="4153"/>
        <w:tab w:val="right" w:pos="8306"/>
      </w:tabs>
      <w:spacing w:line="360" w:lineRule="atLeast"/>
      <w:jc w:val="both"/>
    </w:pPr>
    <w:rPr>
      <w:rFonts w:ascii="Tahoma" w:hAnsi="Tahoma"/>
      <w:sz w:val="16"/>
      <w:szCs w:val="20"/>
      <w:lang w:eastAsia="ru-RU"/>
    </w:rPr>
  </w:style>
  <w:style w:type="character" w:customStyle="1" w:styleId="FooterChar">
    <w:name w:val="Footer Char"/>
    <w:uiPriority w:val="99"/>
    <w:semiHidden/>
    <w:locked/>
    <w:rsid w:val="00B94568"/>
    <w:rPr>
      <w:sz w:val="24"/>
      <w:lang w:eastAsia="zh-CN"/>
    </w:rPr>
  </w:style>
  <w:style w:type="character" w:customStyle="1" w:styleId="af">
    <w:name w:val="Нижний колонтитул Знак"/>
    <w:link w:val="ae"/>
    <w:uiPriority w:val="99"/>
    <w:locked/>
    <w:rsid w:val="00AB1641"/>
    <w:rPr>
      <w:rFonts w:ascii="Tahoma" w:hAnsi="Tahoma"/>
      <w:sz w:val="16"/>
    </w:rPr>
  </w:style>
  <w:style w:type="character" w:styleId="af0">
    <w:name w:val="page number"/>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rPr>
  </w:style>
  <w:style w:type="character" w:customStyle="1" w:styleId="14">
    <w:name w:val="Текст сноски Знак1"/>
    <w:aliases w:val="Текст сноски-FN Знак,Footnote Text Char Знак Знак Знак,Footnote Text Char Знак Знак1,Текст сноски Знак Знак"/>
    <w:link w:val="af4"/>
    <w:uiPriority w:val="99"/>
    <w:semiHidden/>
    <w:locked/>
    <w:rsid w:val="00B94568"/>
    <w:rPr>
      <w:sz w:val="20"/>
      <w:lang w:eastAsia="zh-CN"/>
    </w:rPr>
  </w:style>
  <w:style w:type="paragraph" w:styleId="af5">
    <w:name w:val="Body Text Indent"/>
    <w:basedOn w:val="a"/>
    <w:link w:val="af6"/>
    <w:uiPriority w:val="99"/>
    <w:rsid w:val="00AB1641"/>
    <w:pPr>
      <w:spacing w:line="360" w:lineRule="atLeast"/>
      <w:ind w:firstLine="709"/>
      <w:jc w:val="both"/>
    </w:pPr>
    <w:rPr>
      <w:szCs w:val="20"/>
    </w:rPr>
  </w:style>
  <w:style w:type="character" w:customStyle="1" w:styleId="af6">
    <w:name w:val="Основной текст с отступом Знак"/>
    <w:link w:val="af5"/>
    <w:uiPriority w:val="99"/>
    <w:semiHidden/>
    <w:locked/>
    <w:rsid w:val="00B94568"/>
    <w:rPr>
      <w:sz w:val="24"/>
      <w:lang w:eastAsia="zh-CN"/>
    </w:rPr>
  </w:style>
  <w:style w:type="paragraph" w:styleId="22">
    <w:name w:val="Body Text Indent 2"/>
    <w:basedOn w:val="a"/>
    <w:link w:val="23"/>
    <w:uiPriority w:val="99"/>
    <w:rsid w:val="00AB1641"/>
    <w:pPr>
      <w:spacing w:line="360" w:lineRule="atLeast"/>
      <w:ind w:firstLine="709"/>
      <w:jc w:val="both"/>
    </w:pPr>
    <w:rPr>
      <w:szCs w:val="20"/>
    </w:rPr>
  </w:style>
  <w:style w:type="character" w:customStyle="1" w:styleId="23">
    <w:name w:val="Основной текст с отступом 2 Знак"/>
    <w:link w:val="22"/>
    <w:uiPriority w:val="99"/>
    <w:semiHidden/>
    <w:locked/>
    <w:rsid w:val="00B94568"/>
    <w:rPr>
      <w:sz w:val="24"/>
      <w:lang w:eastAsia="zh-CN"/>
    </w:rPr>
  </w:style>
  <w:style w:type="paragraph" w:styleId="32">
    <w:name w:val="Body Text Indent 3"/>
    <w:basedOn w:val="a"/>
    <w:link w:val="33"/>
    <w:uiPriority w:val="99"/>
    <w:rsid w:val="00AB1641"/>
    <w:pPr>
      <w:spacing w:line="360" w:lineRule="atLeast"/>
      <w:ind w:firstLine="709"/>
      <w:jc w:val="center"/>
    </w:pPr>
    <w:rPr>
      <w:sz w:val="16"/>
      <w:szCs w:val="20"/>
    </w:rPr>
  </w:style>
  <w:style w:type="character" w:customStyle="1" w:styleId="33">
    <w:name w:val="Основной текст с отступом 3 Знак"/>
    <w:link w:val="32"/>
    <w:uiPriority w:val="99"/>
    <w:semiHidden/>
    <w:locked/>
    <w:rsid w:val="00B94568"/>
    <w:rPr>
      <w:sz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rPr>
      <w:szCs w:val="20"/>
    </w:rPr>
  </w:style>
  <w:style w:type="character" w:customStyle="1" w:styleId="25">
    <w:name w:val="Основной текст 2 Знак"/>
    <w:link w:val="24"/>
    <w:uiPriority w:val="99"/>
    <w:semiHidden/>
    <w:locked/>
    <w:rsid w:val="00B94568"/>
    <w:rPr>
      <w:sz w:val="24"/>
      <w:lang w:eastAsia="zh-CN"/>
    </w:rPr>
  </w:style>
  <w:style w:type="paragraph" w:styleId="34">
    <w:name w:val="Body Text 3"/>
    <w:basedOn w:val="a"/>
    <w:link w:val="35"/>
    <w:uiPriority w:val="99"/>
    <w:rsid w:val="00AB1641"/>
    <w:rPr>
      <w:sz w:val="16"/>
      <w:szCs w:val="20"/>
    </w:rPr>
  </w:style>
  <w:style w:type="character" w:customStyle="1" w:styleId="35">
    <w:name w:val="Основной текст 3 Знак"/>
    <w:link w:val="34"/>
    <w:uiPriority w:val="99"/>
    <w:semiHidden/>
    <w:locked/>
    <w:rsid w:val="00B94568"/>
    <w:rPr>
      <w:sz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uiPriority w:val="99"/>
    <w:rsid w:val="00AB1641"/>
    <w:rPr>
      <w:b/>
      <w:sz w:val="36"/>
      <w:u w:val="single"/>
      <w:lang w:val="ru-RU" w:eastAsia="ru-RU"/>
    </w:rPr>
  </w:style>
  <w:style w:type="character" w:customStyle="1" w:styleId="26">
    <w:name w:val="Знак Знак2"/>
    <w:uiPriority w:val="99"/>
    <w:rsid w:val="00AB1641"/>
    <w:rPr>
      <w:sz w:val="28"/>
    </w:rPr>
  </w:style>
  <w:style w:type="character" w:customStyle="1" w:styleId="17">
    <w:name w:val="Знак Знак1"/>
    <w:uiPriority w:val="99"/>
    <w:rsid w:val="00AB1641"/>
    <w:rPr>
      <w:sz w:val="28"/>
    </w:rPr>
  </w:style>
  <w:style w:type="character" w:customStyle="1" w:styleId="af8">
    <w:name w:val="Верхний колонтитул Знак"/>
    <w:uiPriority w:val="99"/>
    <w:rsid w:val="00AB1641"/>
    <w:rPr>
      <w:sz w:val="28"/>
    </w:rPr>
  </w:style>
  <w:style w:type="character" w:customStyle="1" w:styleId="310">
    <w:name w:val="Знак Знак31"/>
    <w:uiPriority w:val="99"/>
    <w:rsid w:val="00AB1641"/>
    <w:rPr>
      <w:rFonts w:ascii="Times New Roman CYR" w:hAnsi="Times New Roman CYR"/>
      <w:sz w:val="28"/>
      <w:lang w:val="ru-RU" w:eastAsia="ru-RU"/>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rPr>
  </w:style>
  <w:style w:type="character" w:styleId="afa">
    <w:name w:val="FollowedHyperlink"/>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semiHidden/>
    <w:locked/>
    <w:rsid w:val="00B94568"/>
    <w:rPr>
      <w:rFonts w:ascii="Courier New" w:hAnsi="Courier New"/>
      <w:sz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rPr>
      <w:sz w:val="22"/>
    </w:rPr>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rFonts w:ascii="Cambria" w:hAnsi="Cambria"/>
      <w:b/>
      <w:kern w:val="28"/>
      <w:sz w:val="32"/>
      <w:szCs w:val="20"/>
    </w:rPr>
  </w:style>
  <w:style w:type="character" w:customStyle="1" w:styleId="aff">
    <w:name w:val="Название Знак"/>
    <w:link w:val="afe"/>
    <w:uiPriority w:val="99"/>
    <w:locked/>
    <w:rsid w:val="00B94568"/>
    <w:rPr>
      <w:rFonts w:ascii="Cambria" w:hAnsi="Cambria"/>
      <w:b/>
      <w:kern w:val="28"/>
      <w:sz w:val="32"/>
      <w:lang w:eastAsia="zh-CN"/>
    </w:rPr>
  </w:style>
  <w:style w:type="paragraph" w:styleId="aff0">
    <w:name w:val="Subtitle"/>
    <w:basedOn w:val="a"/>
    <w:link w:val="aff1"/>
    <w:uiPriority w:val="99"/>
    <w:qFormat/>
    <w:locked/>
    <w:rsid w:val="001E3BA7"/>
    <w:pPr>
      <w:jc w:val="center"/>
    </w:pPr>
    <w:rPr>
      <w:rFonts w:ascii="Cambria" w:hAnsi="Cambria"/>
      <w:szCs w:val="20"/>
    </w:rPr>
  </w:style>
  <w:style w:type="character" w:customStyle="1" w:styleId="aff1">
    <w:name w:val="Подзаголовок Знак"/>
    <w:link w:val="aff0"/>
    <w:uiPriority w:val="99"/>
    <w:locked/>
    <w:rsid w:val="00B94568"/>
    <w:rPr>
      <w:rFonts w:ascii="Cambria" w:hAnsi="Cambria"/>
      <w:sz w:val="24"/>
      <w:lang w:eastAsia="zh-CN"/>
    </w:rPr>
  </w:style>
  <w:style w:type="character" w:customStyle="1" w:styleId="1a">
    <w:name w:val="Основной текст Знак1"/>
    <w:uiPriority w:val="99"/>
    <w:rsid w:val="008F31D3"/>
    <w:rPr>
      <w:rFonts w:ascii="Times New Roman" w:hAnsi="Times New Roman"/>
      <w:sz w:val="25"/>
      <w:u w:val="none"/>
      <w:effect w:val="none"/>
    </w:rPr>
  </w:style>
  <w:style w:type="character" w:customStyle="1" w:styleId="12pt">
    <w:name w:val="Основной текст + 12 pt"/>
    <w:aliases w:val="Интервал 0 pt6"/>
    <w:uiPriority w:val="99"/>
    <w:rsid w:val="008F31D3"/>
    <w:rPr>
      <w:rFonts w:ascii="Times New Roman" w:hAnsi="Times New Roman"/>
      <w:spacing w:val="1"/>
      <w:sz w:val="24"/>
      <w:u w:val="none"/>
      <w:effect w:val="none"/>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uiPriority w:val="99"/>
    <w:semiHidden/>
    <w:locked/>
    <w:rsid w:val="00F735A9"/>
    <w:rPr>
      <w:rFonts w:eastAsia="SimSun"/>
      <w:sz w:val="28"/>
      <w:lang w:val="ru-RU" w:eastAsia="ru-RU"/>
    </w:rPr>
  </w:style>
  <w:style w:type="character" w:customStyle="1" w:styleId="71">
    <w:name w:val="Знак Знак71"/>
    <w:uiPriority w:val="99"/>
    <w:semiHidden/>
    <w:locked/>
    <w:rsid w:val="00990357"/>
    <w:rPr>
      <w:rFonts w:eastAsia="SimSun"/>
      <w:sz w:val="28"/>
      <w:lang w:val="ru-RU" w:eastAsia="ru-RU"/>
    </w:rPr>
  </w:style>
  <w:style w:type="character" w:customStyle="1" w:styleId="aff2">
    <w:name w:val="Знак Знак"/>
    <w:aliases w:val="Знак Знак Знак"/>
    <w:uiPriority w:val="99"/>
    <w:locked/>
    <w:rsid w:val="00260113"/>
    <w:rPr>
      <w:sz w:val="28"/>
      <w:lang w:val="ru-RU" w:eastAsia="ru-RU"/>
    </w:rPr>
  </w:style>
  <w:style w:type="paragraph" w:customStyle="1" w:styleId="36">
    <w:name w:val="Абзац списка3"/>
    <w:basedOn w:val="a"/>
    <w:uiPriority w:val="99"/>
    <w:rsid w:val="00E148D5"/>
    <w:pPr>
      <w:spacing w:after="200" w:line="276" w:lineRule="auto"/>
      <w:ind w:left="720"/>
    </w:pPr>
    <w:rPr>
      <w:rFonts w:ascii="Calibri" w:hAnsi="Calibri"/>
      <w:sz w:val="22"/>
      <w:szCs w:val="22"/>
      <w:lang w:eastAsia="en-US"/>
    </w:rPr>
  </w:style>
  <w:style w:type="character" w:customStyle="1" w:styleId="Bodytext">
    <w:name w:val="Body text_"/>
    <w:uiPriority w:val="99"/>
    <w:locked/>
    <w:rsid w:val="0063689D"/>
    <w:rPr>
      <w:rFonts w:ascii="Times New Roman" w:hAnsi="Times New Roman"/>
      <w:sz w:val="27"/>
      <w:shd w:val="clear" w:color="auto" w:fill="FFFFFF"/>
    </w:rPr>
  </w:style>
  <w:style w:type="paragraph" w:customStyle="1" w:styleId="1b">
    <w:name w:val="Стиль1"/>
    <w:basedOn w:val="a4"/>
    <w:uiPriority w:val="99"/>
    <w:rsid w:val="0063689D"/>
    <w:pPr>
      <w:spacing w:line="360" w:lineRule="auto"/>
      <w:ind w:firstLine="720"/>
      <w:jc w:val="both"/>
    </w:pPr>
    <w:rPr>
      <w:b w:val="0"/>
      <w:sz w:val="28"/>
    </w:rPr>
  </w:style>
  <w:style w:type="paragraph" w:customStyle="1" w:styleId="aff3">
    <w:name w:val="Таблица"/>
    <w:basedOn w:val="a"/>
    <w:uiPriority w:val="99"/>
    <w:rsid w:val="0063689D"/>
    <w:pPr>
      <w:spacing w:line="300" w:lineRule="auto"/>
      <w:jc w:val="center"/>
    </w:pPr>
    <w:rPr>
      <w:sz w:val="28"/>
      <w:szCs w:val="28"/>
      <w:lang w:eastAsia="en-US"/>
    </w:rPr>
  </w:style>
  <w:style w:type="paragraph" w:customStyle="1" w:styleId="Style6">
    <w:name w:val="Style6"/>
    <w:basedOn w:val="a"/>
    <w:uiPriority w:val="99"/>
    <w:rsid w:val="007932A8"/>
    <w:pPr>
      <w:widowControl w:val="0"/>
      <w:autoSpaceDE w:val="0"/>
      <w:autoSpaceDN w:val="0"/>
      <w:adjustRightInd w:val="0"/>
      <w:spacing w:line="485" w:lineRule="exact"/>
      <w:ind w:firstLine="542"/>
      <w:jc w:val="both"/>
    </w:pPr>
    <w:rPr>
      <w:lang w:eastAsia="ru-RU"/>
    </w:rPr>
  </w:style>
  <w:style w:type="paragraph" w:customStyle="1" w:styleId="font5">
    <w:name w:val="font5"/>
    <w:basedOn w:val="a"/>
    <w:rsid w:val="003919B1"/>
    <w:pPr>
      <w:spacing w:before="100" w:beforeAutospacing="1" w:after="100" w:afterAutospacing="1"/>
    </w:pPr>
    <w:rPr>
      <w:b/>
      <w:bCs/>
      <w:color w:val="000000"/>
      <w:sz w:val="26"/>
      <w:szCs w:val="26"/>
      <w:lang w:eastAsia="ru-RU"/>
    </w:rPr>
  </w:style>
  <w:style w:type="paragraph" w:customStyle="1" w:styleId="xl65">
    <w:name w:val="xl65"/>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66">
    <w:name w:val="xl66"/>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67">
    <w:name w:val="xl67"/>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68">
    <w:name w:val="xl68"/>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69">
    <w:name w:val="xl69"/>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70">
    <w:name w:val="xl70"/>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lang w:eastAsia="ru-RU"/>
    </w:rPr>
  </w:style>
  <w:style w:type="paragraph" w:customStyle="1" w:styleId="xl71">
    <w:name w:val="xl71"/>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lang w:eastAsia="ru-RU"/>
    </w:rPr>
  </w:style>
  <w:style w:type="paragraph" w:customStyle="1" w:styleId="xl72">
    <w:name w:val="xl72"/>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lang w:eastAsia="ru-RU"/>
    </w:rPr>
  </w:style>
  <w:style w:type="paragraph" w:customStyle="1" w:styleId="xl73">
    <w:name w:val="xl73"/>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74">
    <w:name w:val="xl74"/>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75">
    <w:name w:val="xl75"/>
    <w:basedOn w:val="a"/>
    <w:rsid w:val="003919B1"/>
    <w:pPr>
      <w:pBdr>
        <w:top w:val="single" w:sz="4" w:space="0" w:color="auto"/>
        <w:left w:val="single" w:sz="4" w:space="0" w:color="auto"/>
        <w:right w:val="single" w:sz="4" w:space="0" w:color="auto"/>
      </w:pBdr>
      <w:spacing w:before="100" w:beforeAutospacing="1" w:after="100" w:afterAutospacing="1"/>
      <w:textAlignment w:val="center"/>
    </w:pPr>
    <w:rPr>
      <w:lang w:eastAsia="ru-RU"/>
    </w:rPr>
  </w:style>
  <w:style w:type="paragraph" w:customStyle="1" w:styleId="xl76">
    <w:name w:val="xl76"/>
    <w:basedOn w:val="a"/>
    <w:rsid w:val="003919B1"/>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77">
    <w:name w:val="xl77"/>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lang w:eastAsia="ru-RU"/>
    </w:rPr>
  </w:style>
  <w:style w:type="paragraph" w:customStyle="1" w:styleId="xl78">
    <w:name w:val="xl78"/>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79">
    <w:name w:val="xl79"/>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80">
    <w:name w:val="xl80"/>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lang w:eastAsia="ru-RU"/>
    </w:rPr>
  </w:style>
  <w:style w:type="paragraph" w:customStyle="1" w:styleId="xl81">
    <w:name w:val="xl81"/>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lang w:eastAsia="ru-RU"/>
    </w:rPr>
  </w:style>
  <w:style w:type="paragraph" w:customStyle="1" w:styleId="xl82">
    <w:name w:val="xl82"/>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lang w:eastAsia="ru-RU"/>
    </w:rPr>
  </w:style>
  <w:style w:type="paragraph" w:customStyle="1" w:styleId="xl83">
    <w:name w:val="xl83"/>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lang w:eastAsia="ru-RU"/>
    </w:rPr>
  </w:style>
  <w:style w:type="paragraph" w:customStyle="1" w:styleId="xl84">
    <w:name w:val="xl84"/>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lang w:eastAsia="ru-RU"/>
    </w:rPr>
  </w:style>
  <w:style w:type="paragraph" w:customStyle="1" w:styleId="xl85">
    <w:name w:val="xl85"/>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86">
    <w:name w:val="xl86"/>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color w:val="0000FF"/>
      <w:lang w:eastAsia="ru-RU"/>
    </w:rPr>
  </w:style>
  <w:style w:type="paragraph" w:customStyle="1" w:styleId="xl87">
    <w:name w:val="xl87"/>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88">
    <w:name w:val="xl88"/>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lang w:eastAsia="ru-RU"/>
    </w:rPr>
  </w:style>
  <w:style w:type="paragraph" w:customStyle="1" w:styleId="xl89">
    <w:name w:val="xl89"/>
    <w:basedOn w:val="a"/>
    <w:rsid w:val="003919B1"/>
    <w:pPr>
      <w:pBdr>
        <w:top w:val="single" w:sz="4" w:space="0" w:color="auto"/>
        <w:left w:val="single" w:sz="4" w:space="0" w:color="auto"/>
        <w:right w:val="single" w:sz="4" w:space="0" w:color="auto"/>
      </w:pBdr>
      <w:spacing w:before="100" w:beforeAutospacing="1" w:after="100" w:afterAutospacing="1"/>
      <w:jc w:val="right"/>
      <w:textAlignment w:val="center"/>
    </w:pPr>
    <w:rPr>
      <w:lang w:eastAsia="ru-RU"/>
    </w:rPr>
  </w:style>
  <w:style w:type="paragraph" w:customStyle="1" w:styleId="xl90">
    <w:name w:val="xl90"/>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91">
    <w:name w:val="xl91"/>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92">
    <w:name w:val="xl92"/>
    <w:basedOn w:val="a"/>
    <w:rsid w:val="003919B1"/>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93">
    <w:name w:val="xl93"/>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94">
    <w:name w:val="xl94"/>
    <w:basedOn w:val="a"/>
    <w:rsid w:val="003919B1"/>
    <w:pPr>
      <w:pBdr>
        <w:top w:val="single" w:sz="4" w:space="0" w:color="auto"/>
        <w:left w:val="single" w:sz="4" w:space="0" w:color="auto"/>
        <w:right w:val="single" w:sz="4" w:space="0" w:color="auto"/>
      </w:pBdr>
      <w:shd w:val="clear" w:color="000000" w:fill="CCFFFF"/>
      <w:spacing w:before="100" w:beforeAutospacing="1" w:after="100" w:afterAutospacing="1"/>
      <w:textAlignment w:val="center"/>
    </w:pPr>
    <w:rPr>
      <w:lang w:eastAsia="ru-RU"/>
    </w:rPr>
  </w:style>
  <w:style w:type="paragraph" w:customStyle="1" w:styleId="xl95">
    <w:name w:val="xl95"/>
    <w:basedOn w:val="a"/>
    <w:rsid w:val="003919B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96">
    <w:name w:val="xl96"/>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7030A0"/>
      <w:lang w:eastAsia="ru-RU"/>
    </w:rPr>
  </w:style>
  <w:style w:type="paragraph" w:customStyle="1" w:styleId="xl97">
    <w:name w:val="xl97"/>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70C0"/>
      <w:lang w:eastAsia="ru-RU"/>
    </w:rPr>
  </w:style>
  <w:style w:type="paragraph" w:customStyle="1" w:styleId="xl98">
    <w:name w:val="xl98"/>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70C0"/>
      <w:lang w:eastAsia="ru-RU"/>
    </w:rPr>
  </w:style>
  <w:style w:type="paragraph" w:customStyle="1" w:styleId="xl99">
    <w:name w:val="xl99"/>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0070C0"/>
      <w:lang w:eastAsia="ru-RU"/>
    </w:rPr>
  </w:style>
  <w:style w:type="paragraph" w:customStyle="1" w:styleId="xl100">
    <w:name w:val="xl100"/>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101">
    <w:name w:val="xl101"/>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70C0"/>
      <w:lang w:eastAsia="ru-RU"/>
    </w:rPr>
  </w:style>
  <w:style w:type="paragraph" w:customStyle="1" w:styleId="xl102">
    <w:name w:val="xl102"/>
    <w:basedOn w:val="a"/>
    <w:rsid w:val="003919B1"/>
    <w:pPr>
      <w:pBdr>
        <w:top w:val="single" w:sz="4" w:space="0" w:color="auto"/>
        <w:left w:val="single" w:sz="4" w:space="0" w:color="auto"/>
        <w:right w:val="single" w:sz="4" w:space="0" w:color="auto"/>
      </w:pBdr>
      <w:spacing w:before="100" w:beforeAutospacing="1" w:after="100" w:afterAutospacing="1"/>
      <w:textAlignment w:val="center"/>
    </w:pPr>
    <w:rPr>
      <w:color w:val="0070C0"/>
      <w:lang w:eastAsia="ru-RU"/>
    </w:rPr>
  </w:style>
  <w:style w:type="paragraph" w:customStyle="1" w:styleId="xl103">
    <w:name w:val="xl103"/>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color w:val="0070C0"/>
      <w:lang w:eastAsia="ru-RU"/>
    </w:rPr>
  </w:style>
  <w:style w:type="paragraph" w:customStyle="1" w:styleId="xl104">
    <w:name w:val="xl104"/>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color w:val="0070C0"/>
      <w:lang w:eastAsia="ru-RU"/>
    </w:rPr>
  </w:style>
  <w:style w:type="paragraph" w:customStyle="1" w:styleId="xl105">
    <w:name w:val="xl105"/>
    <w:basedOn w:val="a"/>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06">
    <w:name w:val="xl106"/>
    <w:basedOn w:val="a"/>
    <w:rsid w:val="003919B1"/>
    <w:pPr>
      <w:pBdr>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07">
    <w:name w:val="xl107"/>
    <w:basedOn w:val="a"/>
    <w:rsid w:val="003919B1"/>
    <w:pPr>
      <w:pBdr>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08">
    <w:name w:val="xl108"/>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109">
    <w:name w:val="xl109"/>
    <w:basedOn w:val="a"/>
    <w:rsid w:val="003919B1"/>
    <w:pPr>
      <w:pBdr>
        <w:top w:val="single" w:sz="4" w:space="0" w:color="auto"/>
        <w:left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110">
    <w:name w:val="xl110"/>
    <w:basedOn w:val="a"/>
    <w:rsid w:val="003919B1"/>
    <w:pPr>
      <w:pBdr>
        <w:left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111">
    <w:name w:val="xl111"/>
    <w:basedOn w:val="a"/>
    <w:rsid w:val="003919B1"/>
    <w:pPr>
      <w:pBdr>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112">
    <w:name w:val="xl112"/>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13">
    <w:name w:val="xl113"/>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lang w:eastAsia="ru-RU"/>
    </w:rPr>
  </w:style>
  <w:style w:type="paragraph" w:customStyle="1" w:styleId="xl114">
    <w:name w:val="xl114"/>
    <w:basedOn w:val="a"/>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sz w:val="25"/>
      <w:szCs w:val="25"/>
      <w:lang w:eastAsia="ru-RU"/>
    </w:rPr>
  </w:style>
  <w:style w:type="paragraph" w:customStyle="1" w:styleId="xl115">
    <w:name w:val="xl115"/>
    <w:basedOn w:val="a"/>
    <w:rsid w:val="003919B1"/>
    <w:pPr>
      <w:pBdr>
        <w:left w:val="single" w:sz="4" w:space="0" w:color="auto"/>
        <w:right w:val="single" w:sz="4" w:space="0" w:color="auto"/>
      </w:pBdr>
      <w:spacing w:before="100" w:beforeAutospacing="1" w:after="100" w:afterAutospacing="1"/>
      <w:jc w:val="center"/>
      <w:textAlignment w:val="center"/>
    </w:pPr>
    <w:rPr>
      <w:sz w:val="25"/>
      <w:szCs w:val="25"/>
      <w:lang w:eastAsia="ru-RU"/>
    </w:rPr>
  </w:style>
  <w:style w:type="paragraph" w:customStyle="1" w:styleId="xl116">
    <w:name w:val="xl116"/>
    <w:basedOn w:val="a"/>
    <w:rsid w:val="003919B1"/>
    <w:pPr>
      <w:pBdr>
        <w:left w:val="single" w:sz="4" w:space="0" w:color="auto"/>
        <w:bottom w:val="single" w:sz="4" w:space="0" w:color="auto"/>
        <w:right w:val="single" w:sz="4" w:space="0" w:color="auto"/>
      </w:pBdr>
      <w:spacing w:before="100" w:beforeAutospacing="1" w:after="100" w:afterAutospacing="1"/>
      <w:jc w:val="center"/>
      <w:textAlignment w:val="center"/>
    </w:pPr>
    <w:rPr>
      <w:sz w:val="25"/>
      <w:szCs w:val="25"/>
      <w:lang w:eastAsia="ru-RU"/>
    </w:rPr>
  </w:style>
  <w:style w:type="paragraph" w:customStyle="1" w:styleId="xl117">
    <w:name w:val="xl117"/>
    <w:basedOn w:val="a"/>
    <w:rsid w:val="003919B1"/>
    <w:pPr>
      <w:pBdr>
        <w:top w:val="single" w:sz="4" w:space="0" w:color="auto"/>
        <w:left w:val="single" w:sz="4" w:space="0" w:color="auto"/>
        <w:right w:val="single" w:sz="4" w:space="0" w:color="auto"/>
      </w:pBdr>
      <w:shd w:val="clear" w:color="000000" w:fill="CCFFFF"/>
      <w:spacing w:before="100" w:beforeAutospacing="1" w:after="100" w:afterAutospacing="1"/>
      <w:jc w:val="center"/>
      <w:textAlignment w:val="center"/>
    </w:pPr>
    <w:rPr>
      <w:b/>
      <w:bCs/>
      <w:color w:val="0070C0"/>
      <w:lang w:eastAsia="ru-RU"/>
    </w:rPr>
  </w:style>
  <w:style w:type="paragraph" w:customStyle="1" w:styleId="xl118">
    <w:name w:val="xl118"/>
    <w:basedOn w:val="a"/>
    <w:rsid w:val="003919B1"/>
    <w:pPr>
      <w:pBdr>
        <w:left w:val="single" w:sz="4" w:space="0" w:color="auto"/>
        <w:right w:val="single" w:sz="4" w:space="0" w:color="auto"/>
      </w:pBdr>
      <w:shd w:val="clear" w:color="000000" w:fill="CCFFFF"/>
      <w:spacing w:before="100" w:beforeAutospacing="1" w:after="100" w:afterAutospacing="1"/>
      <w:jc w:val="center"/>
      <w:textAlignment w:val="center"/>
    </w:pPr>
    <w:rPr>
      <w:b/>
      <w:bCs/>
      <w:color w:val="0070C0"/>
      <w:lang w:eastAsia="ru-RU"/>
    </w:rPr>
  </w:style>
  <w:style w:type="paragraph" w:customStyle="1" w:styleId="xl119">
    <w:name w:val="xl119"/>
    <w:basedOn w:val="a"/>
    <w:uiPriority w:val="99"/>
    <w:rsid w:val="003919B1"/>
    <w:pPr>
      <w:pBdr>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color w:val="0070C0"/>
      <w:lang w:eastAsia="ru-RU"/>
    </w:rPr>
  </w:style>
  <w:style w:type="paragraph" w:customStyle="1" w:styleId="xl120">
    <w:name w:val="xl120"/>
    <w:basedOn w:val="a"/>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5"/>
      <w:szCs w:val="25"/>
      <w:lang w:eastAsia="ru-RU"/>
    </w:rPr>
  </w:style>
  <w:style w:type="paragraph" w:customStyle="1" w:styleId="xl121">
    <w:name w:val="xl121"/>
    <w:basedOn w:val="a"/>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ru-RU"/>
    </w:rPr>
  </w:style>
  <w:style w:type="paragraph" w:customStyle="1" w:styleId="xl122">
    <w:name w:val="xl122"/>
    <w:basedOn w:val="a"/>
    <w:uiPriority w:val="99"/>
    <w:rsid w:val="003919B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123">
    <w:name w:val="xl123"/>
    <w:basedOn w:val="a"/>
    <w:uiPriority w:val="99"/>
    <w:rsid w:val="003919B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124">
    <w:name w:val="xl124"/>
    <w:basedOn w:val="a"/>
    <w:uiPriority w:val="99"/>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25">
    <w:name w:val="xl125"/>
    <w:basedOn w:val="a"/>
    <w:uiPriority w:val="99"/>
    <w:rsid w:val="003919B1"/>
    <w:pPr>
      <w:pBdr>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26">
    <w:name w:val="xl126"/>
    <w:basedOn w:val="a"/>
    <w:uiPriority w:val="99"/>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color w:val="0070C0"/>
      <w:lang w:eastAsia="ru-RU"/>
    </w:rPr>
  </w:style>
  <w:style w:type="paragraph" w:customStyle="1" w:styleId="xl127">
    <w:name w:val="xl127"/>
    <w:basedOn w:val="a"/>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28">
    <w:name w:val="xl128"/>
    <w:basedOn w:val="a"/>
    <w:uiPriority w:val="99"/>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29">
    <w:name w:val="xl129"/>
    <w:basedOn w:val="a"/>
    <w:uiPriority w:val="99"/>
    <w:rsid w:val="003919B1"/>
    <w:pPr>
      <w:pBdr>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30">
    <w:name w:val="xl130"/>
    <w:basedOn w:val="a"/>
    <w:uiPriority w:val="99"/>
    <w:rsid w:val="003919B1"/>
    <w:pPr>
      <w:pBdr>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31">
    <w:name w:val="xl131"/>
    <w:basedOn w:val="a"/>
    <w:uiPriority w:val="99"/>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32">
    <w:name w:val="xl132"/>
    <w:basedOn w:val="a"/>
    <w:uiPriority w:val="99"/>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63">
    <w:name w:val="xl63"/>
    <w:basedOn w:val="a"/>
    <w:rsid w:val="00A42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lang w:eastAsia="ru-RU"/>
    </w:rPr>
  </w:style>
  <w:style w:type="paragraph" w:customStyle="1" w:styleId="xl64">
    <w:name w:val="xl64"/>
    <w:basedOn w:val="a"/>
    <w:rsid w:val="00A42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4988650">
      <w:bodyDiv w:val="1"/>
      <w:marLeft w:val="0"/>
      <w:marRight w:val="0"/>
      <w:marTop w:val="0"/>
      <w:marBottom w:val="0"/>
      <w:divBdr>
        <w:top w:val="none" w:sz="0" w:space="0" w:color="auto"/>
        <w:left w:val="none" w:sz="0" w:space="0" w:color="auto"/>
        <w:bottom w:val="none" w:sz="0" w:space="0" w:color="auto"/>
        <w:right w:val="none" w:sz="0" w:space="0" w:color="auto"/>
      </w:divBdr>
    </w:div>
    <w:div w:id="695739455">
      <w:bodyDiv w:val="1"/>
      <w:marLeft w:val="0"/>
      <w:marRight w:val="0"/>
      <w:marTop w:val="0"/>
      <w:marBottom w:val="0"/>
      <w:divBdr>
        <w:top w:val="none" w:sz="0" w:space="0" w:color="auto"/>
        <w:left w:val="none" w:sz="0" w:space="0" w:color="auto"/>
        <w:bottom w:val="none" w:sz="0" w:space="0" w:color="auto"/>
        <w:right w:val="none" w:sz="0" w:space="0" w:color="auto"/>
      </w:divBdr>
    </w:div>
    <w:div w:id="801341058">
      <w:bodyDiv w:val="1"/>
      <w:marLeft w:val="0"/>
      <w:marRight w:val="0"/>
      <w:marTop w:val="0"/>
      <w:marBottom w:val="0"/>
      <w:divBdr>
        <w:top w:val="none" w:sz="0" w:space="0" w:color="auto"/>
        <w:left w:val="none" w:sz="0" w:space="0" w:color="auto"/>
        <w:bottom w:val="none" w:sz="0" w:space="0" w:color="auto"/>
        <w:right w:val="none" w:sz="0" w:space="0" w:color="auto"/>
      </w:divBdr>
    </w:div>
    <w:div w:id="1165901360">
      <w:bodyDiv w:val="1"/>
      <w:marLeft w:val="0"/>
      <w:marRight w:val="0"/>
      <w:marTop w:val="0"/>
      <w:marBottom w:val="0"/>
      <w:divBdr>
        <w:top w:val="none" w:sz="0" w:space="0" w:color="auto"/>
        <w:left w:val="none" w:sz="0" w:space="0" w:color="auto"/>
        <w:bottom w:val="none" w:sz="0" w:space="0" w:color="auto"/>
        <w:right w:val="none" w:sz="0" w:space="0" w:color="auto"/>
      </w:divBdr>
    </w:div>
    <w:div w:id="1386683263">
      <w:bodyDiv w:val="1"/>
      <w:marLeft w:val="0"/>
      <w:marRight w:val="0"/>
      <w:marTop w:val="0"/>
      <w:marBottom w:val="0"/>
      <w:divBdr>
        <w:top w:val="none" w:sz="0" w:space="0" w:color="auto"/>
        <w:left w:val="none" w:sz="0" w:space="0" w:color="auto"/>
        <w:bottom w:val="none" w:sz="0" w:space="0" w:color="auto"/>
        <w:right w:val="none" w:sz="0" w:space="0" w:color="auto"/>
      </w:divBdr>
    </w:div>
    <w:div w:id="1499880860">
      <w:marLeft w:val="0"/>
      <w:marRight w:val="0"/>
      <w:marTop w:val="0"/>
      <w:marBottom w:val="0"/>
      <w:divBdr>
        <w:top w:val="none" w:sz="0" w:space="0" w:color="auto"/>
        <w:left w:val="none" w:sz="0" w:space="0" w:color="auto"/>
        <w:bottom w:val="none" w:sz="0" w:space="0" w:color="auto"/>
        <w:right w:val="none" w:sz="0" w:space="0" w:color="auto"/>
      </w:divBdr>
    </w:div>
    <w:div w:id="1499880861">
      <w:marLeft w:val="0"/>
      <w:marRight w:val="0"/>
      <w:marTop w:val="0"/>
      <w:marBottom w:val="0"/>
      <w:divBdr>
        <w:top w:val="none" w:sz="0" w:space="0" w:color="auto"/>
        <w:left w:val="none" w:sz="0" w:space="0" w:color="auto"/>
        <w:bottom w:val="none" w:sz="0" w:space="0" w:color="auto"/>
        <w:right w:val="none" w:sz="0" w:space="0" w:color="auto"/>
      </w:divBdr>
    </w:div>
    <w:div w:id="1499880862">
      <w:marLeft w:val="0"/>
      <w:marRight w:val="0"/>
      <w:marTop w:val="0"/>
      <w:marBottom w:val="0"/>
      <w:divBdr>
        <w:top w:val="none" w:sz="0" w:space="0" w:color="auto"/>
        <w:left w:val="none" w:sz="0" w:space="0" w:color="auto"/>
        <w:bottom w:val="none" w:sz="0" w:space="0" w:color="auto"/>
        <w:right w:val="none" w:sz="0" w:space="0" w:color="auto"/>
      </w:divBdr>
    </w:div>
    <w:div w:id="1499880863">
      <w:marLeft w:val="0"/>
      <w:marRight w:val="0"/>
      <w:marTop w:val="0"/>
      <w:marBottom w:val="0"/>
      <w:divBdr>
        <w:top w:val="none" w:sz="0" w:space="0" w:color="auto"/>
        <w:left w:val="none" w:sz="0" w:space="0" w:color="auto"/>
        <w:bottom w:val="none" w:sz="0" w:space="0" w:color="auto"/>
        <w:right w:val="none" w:sz="0" w:space="0" w:color="auto"/>
      </w:divBdr>
    </w:div>
    <w:div w:id="1499880864">
      <w:marLeft w:val="0"/>
      <w:marRight w:val="0"/>
      <w:marTop w:val="0"/>
      <w:marBottom w:val="0"/>
      <w:divBdr>
        <w:top w:val="none" w:sz="0" w:space="0" w:color="auto"/>
        <w:left w:val="none" w:sz="0" w:space="0" w:color="auto"/>
        <w:bottom w:val="none" w:sz="0" w:space="0" w:color="auto"/>
        <w:right w:val="none" w:sz="0" w:space="0" w:color="auto"/>
      </w:divBdr>
    </w:div>
    <w:div w:id="1499880865">
      <w:marLeft w:val="0"/>
      <w:marRight w:val="0"/>
      <w:marTop w:val="0"/>
      <w:marBottom w:val="0"/>
      <w:divBdr>
        <w:top w:val="none" w:sz="0" w:space="0" w:color="auto"/>
        <w:left w:val="none" w:sz="0" w:space="0" w:color="auto"/>
        <w:bottom w:val="none" w:sz="0" w:space="0" w:color="auto"/>
        <w:right w:val="none" w:sz="0" w:space="0" w:color="auto"/>
      </w:divBdr>
    </w:div>
    <w:div w:id="1499880866">
      <w:marLeft w:val="0"/>
      <w:marRight w:val="0"/>
      <w:marTop w:val="0"/>
      <w:marBottom w:val="0"/>
      <w:divBdr>
        <w:top w:val="none" w:sz="0" w:space="0" w:color="auto"/>
        <w:left w:val="none" w:sz="0" w:space="0" w:color="auto"/>
        <w:bottom w:val="none" w:sz="0" w:space="0" w:color="auto"/>
        <w:right w:val="none" w:sz="0" w:space="0" w:color="auto"/>
      </w:divBdr>
    </w:div>
    <w:div w:id="1499880867">
      <w:marLeft w:val="0"/>
      <w:marRight w:val="0"/>
      <w:marTop w:val="0"/>
      <w:marBottom w:val="0"/>
      <w:divBdr>
        <w:top w:val="none" w:sz="0" w:space="0" w:color="auto"/>
        <w:left w:val="none" w:sz="0" w:space="0" w:color="auto"/>
        <w:bottom w:val="none" w:sz="0" w:space="0" w:color="auto"/>
        <w:right w:val="none" w:sz="0" w:space="0" w:color="auto"/>
      </w:divBdr>
    </w:div>
    <w:div w:id="1499880868">
      <w:marLeft w:val="0"/>
      <w:marRight w:val="0"/>
      <w:marTop w:val="0"/>
      <w:marBottom w:val="0"/>
      <w:divBdr>
        <w:top w:val="none" w:sz="0" w:space="0" w:color="auto"/>
        <w:left w:val="none" w:sz="0" w:space="0" w:color="auto"/>
        <w:bottom w:val="none" w:sz="0" w:space="0" w:color="auto"/>
        <w:right w:val="none" w:sz="0" w:space="0" w:color="auto"/>
      </w:divBdr>
    </w:div>
    <w:div w:id="1499880869">
      <w:marLeft w:val="0"/>
      <w:marRight w:val="0"/>
      <w:marTop w:val="0"/>
      <w:marBottom w:val="0"/>
      <w:divBdr>
        <w:top w:val="none" w:sz="0" w:space="0" w:color="auto"/>
        <w:left w:val="none" w:sz="0" w:space="0" w:color="auto"/>
        <w:bottom w:val="none" w:sz="0" w:space="0" w:color="auto"/>
        <w:right w:val="none" w:sz="0" w:space="0" w:color="auto"/>
      </w:divBdr>
    </w:div>
    <w:div w:id="1499880870">
      <w:marLeft w:val="0"/>
      <w:marRight w:val="0"/>
      <w:marTop w:val="0"/>
      <w:marBottom w:val="0"/>
      <w:divBdr>
        <w:top w:val="none" w:sz="0" w:space="0" w:color="auto"/>
        <w:left w:val="none" w:sz="0" w:space="0" w:color="auto"/>
        <w:bottom w:val="none" w:sz="0" w:space="0" w:color="auto"/>
        <w:right w:val="none" w:sz="0" w:space="0" w:color="auto"/>
      </w:divBdr>
    </w:div>
    <w:div w:id="1499880871">
      <w:marLeft w:val="0"/>
      <w:marRight w:val="0"/>
      <w:marTop w:val="0"/>
      <w:marBottom w:val="0"/>
      <w:divBdr>
        <w:top w:val="none" w:sz="0" w:space="0" w:color="auto"/>
        <w:left w:val="none" w:sz="0" w:space="0" w:color="auto"/>
        <w:bottom w:val="none" w:sz="0" w:space="0" w:color="auto"/>
        <w:right w:val="none" w:sz="0" w:space="0" w:color="auto"/>
      </w:divBdr>
    </w:div>
    <w:div w:id="1499880872">
      <w:marLeft w:val="0"/>
      <w:marRight w:val="0"/>
      <w:marTop w:val="0"/>
      <w:marBottom w:val="0"/>
      <w:divBdr>
        <w:top w:val="none" w:sz="0" w:space="0" w:color="auto"/>
        <w:left w:val="none" w:sz="0" w:space="0" w:color="auto"/>
        <w:bottom w:val="none" w:sz="0" w:space="0" w:color="auto"/>
        <w:right w:val="none" w:sz="0" w:space="0" w:color="auto"/>
      </w:divBdr>
    </w:div>
    <w:div w:id="1499880873">
      <w:marLeft w:val="0"/>
      <w:marRight w:val="0"/>
      <w:marTop w:val="0"/>
      <w:marBottom w:val="0"/>
      <w:divBdr>
        <w:top w:val="none" w:sz="0" w:space="0" w:color="auto"/>
        <w:left w:val="none" w:sz="0" w:space="0" w:color="auto"/>
        <w:bottom w:val="none" w:sz="0" w:space="0" w:color="auto"/>
        <w:right w:val="none" w:sz="0" w:space="0" w:color="auto"/>
      </w:divBdr>
    </w:div>
    <w:div w:id="1499880874">
      <w:marLeft w:val="0"/>
      <w:marRight w:val="0"/>
      <w:marTop w:val="0"/>
      <w:marBottom w:val="0"/>
      <w:divBdr>
        <w:top w:val="none" w:sz="0" w:space="0" w:color="auto"/>
        <w:left w:val="none" w:sz="0" w:space="0" w:color="auto"/>
        <w:bottom w:val="none" w:sz="0" w:space="0" w:color="auto"/>
        <w:right w:val="none" w:sz="0" w:space="0" w:color="auto"/>
      </w:divBdr>
    </w:div>
    <w:div w:id="1499880875">
      <w:marLeft w:val="0"/>
      <w:marRight w:val="0"/>
      <w:marTop w:val="0"/>
      <w:marBottom w:val="0"/>
      <w:divBdr>
        <w:top w:val="none" w:sz="0" w:space="0" w:color="auto"/>
        <w:left w:val="none" w:sz="0" w:space="0" w:color="auto"/>
        <w:bottom w:val="none" w:sz="0" w:space="0" w:color="auto"/>
        <w:right w:val="none" w:sz="0" w:space="0" w:color="auto"/>
      </w:divBdr>
    </w:div>
    <w:div w:id="1499880876">
      <w:marLeft w:val="0"/>
      <w:marRight w:val="0"/>
      <w:marTop w:val="0"/>
      <w:marBottom w:val="0"/>
      <w:divBdr>
        <w:top w:val="none" w:sz="0" w:space="0" w:color="auto"/>
        <w:left w:val="none" w:sz="0" w:space="0" w:color="auto"/>
        <w:bottom w:val="none" w:sz="0" w:space="0" w:color="auto"/>
        <w:right w:val="none" w:sz="0" w:space="0" w:color="auto"/>
      </w:divBdr>
    </w:div>
    <w:div w:id="1499880877">
      <w:marLeft w:val="0"/>
      <w:marRight w:val="0"/>
      <w:marTop w:val="0"/>
      <w:marBottom w:val="0"/>
      <w:divBdr>
        <w:top w:val="none" w:sz="0" w:space="0" w:color="auto"/>
        <w:left w:val="none" w:sz="0" w:space="0" w:color="auto"/>
        <w:bottom w:val="none" w:sz="0" w:space="0" w:color="auto"/>
        <w:right w:val="none" w:sz="0" w:space="0" w:color="auto"/>
      </w:divBdr>
    </w:div>
    <w:div w:id="1499880878">
      <w:marLeft w:val="0"/>
      <w:marRight w:val="0"/>
      <w:marTop w:val="0"/>
      <w:marBottom w:val="0"/>
      <w:divBdr>
        <w:top w:val="none" w:sz="0" w:space="0" w:color="auto"/>
        <w:left w:val="none" w:sz="0" w:space="0" w:color="auto"/>
        <w:bottom w:val="none" w:sz="0" w:space="0" w:color="auto"/>
        <w:right w:val="none" w:sz="0" w:space="0" w:color="auto"/>
      </w:divBdr>
    </w:div>
    <w:div w:id="1499880879">
      <w:marLeft w:val="0"/>
      <w:marRight w:val="0"/>
      <w:marTop w:val="0"/>
      <w:marBottom w:val="0"/>
      <w:divBdr>
        <w:top w:val="none" w:sz="0" w:space="0" w:color="auto"/>
        <w:left w:val="none" w:sz="0" w:space="0" w:color="auto"/>
        <w:bottom w:val="none" w:sz="0" w:space="0" w:color="auto"/>
        <w:right w:val="none" w:sz="0" w:space="0" w:color="auto"/>
      </w:divBdr>
    </w:div>
    <w:div w:id="1499880880">
      <w:marLeft w:val="0"/>
      <w:marRight w:val="0"/>
      <w:marTop w:val="0"/>
      <w:marBottom w:val="0"/>
      <w:divBdr>
        <w:top w:val="none" w:sz="0" w:space="0" w:color="auto"/>
        <w:left w:val="none" w:sz="0" w:space="0" w:color="auto"/>
        <w:bottom w:val="none" w:sz="0" w:space="0" w:color="auto"/>
        <w:right w:val="none" w:sz="0" w:space="0" w:color="auto"/>
      </w:divBdr>
    </w:div>
    <w:div w:id="1499880881">
      <w:marLeft w:val="0"/>
      <w:marRight w:val="0"/>
      <w:marTop w:val="0"/>
      <w:marBottom w:val="0"/>
      <w:divBdr>
        <w:top w:val="none" w:sz="0" w:space="0" w:color="auto"/>
        <w:left w:val="none" w:sz="0" w:space="0" w:color="auto"/>
        <w:bottom w:val="none" w:sz="0" w:space="0" w:color="auto"/>
        <w:right w:val="none" w:sz="0" w:space="0" w:color="auto"/>
      </w:divBdr>
    </w:div>
    <w:div w:id="1499880882">
      <w:marLeft w:val="0"/>
      <w:marRight w:val="0"/>
      <w:marTop w:val="0"/>
      <w:marBottom w:val="0"/>
      <w:divBdr>
        <w:top w:val="none" w:sz="0" w:space="0" w:color="auto"/>
        <w:left w:val="none" w:sz="0" w:space="0" w:color="auto"/>
        <w:bottom w:val="none" w:sz="0" w:space="0" w:color="auto"/>
        <w:right w:val="none" w:sz="0" w:space="0" w:color="auto"/>
      </w:divBdr>
    </w:div>
    <w:div w:id="1499880883">
      <w:marLeft w:val="0"/>
      <w:marRight w:val="0"/>
      <w:marTop w:val="0"/>
      <w:marBottom w:val="0"/>
      <w:divBdr>
        <w:top w:val="none" w:sz="0" w:space="0" w:color="auto"/>
        <w:left w:val="none" w:sz="0" w:space="0" w:color="auto"/>
        <w:bottom w:val="none" w:sz="0" w:space="0" w:color="auto"/>
        <w:right w:val="none" w:sz="0" w:space="0" w:color="auto"/>
      </w:divBdr>
    </w:div>
    <w:div w:id="1499880884">
      <w:marLeft w:val="0"/>
      <w:marRight w:val="0"/>
      <w:marTop w:val="0"/>
      <w:marBottom w:val="0"/>
      <w:divBdr>
        <w:top w:val="none" w:sz="0" w:space="0" w:color="auto"/>
        <w:left w:val="none" w:sz="0" w:space="0" w:color="auto"/>
        <w:bottom w:val="none" w:sz="0" w:space="0" w:color="auto"/>
        <w:right w:val="none" w:sz="0" w:space="0" w:color="auto"/>
      </w:divBdr>
    </w:div>
    <w:div w:id="1499880885">
      <w:marLeft w:val="0"/>
      <w:marRight w:val="0"/>
      <w:marTop w:val="0"/>
      <w:marBottom w:val="0"/>
      <w:divBdr>
        <w:top w:val="none" w:sz="0" w:space="0" w:color="auto"/>
        <w:left w:val="none" w:sz="0" w:space="0" w:color="auto"/>
        <w:bottom w:val="none" w:sz="0" w:space="0" w:color="auto"/>
        <w:right w:val="none" w:sz="0" w:space="0" w:color="auto"/>
      </w:divBdr>
    </w:div>
    <w:div w:id="1499880886">
      <w:marLeft w:val="0"/>
      <w:marRight w:val="0"/>
      <w:marTop w:val="0"/>
      <w:marBottom w:val="0"/>
      <w:divBdr>
        <w:top w:val="none" w:sz="0" w:space="0" w:color="auto"/>
        <w:left w:val="none" w:sz="0" w:space="0" w:color="auto"/>
        <w:bottom w:val="none" w:sz="0" w:space="0" w:color="auto"/>
        <w:right w:val="none" w:sz="0" w:space="0" w:color="auto"/>
      </w:divBdr>
    </w:div>
    <w:div w:id="1499880887">
      <w:marLeft w:val="0"/>
      <w:marRight w:val="0"/>
      <w:marTop w:val="0"/>
      <w:marBottom w:val="0"/>
      <w:divBdr>
        <w:top w:val="none" w:sz="0" w:space="0" w:color="auto"/>
        <w:left w:val="none" w:sz="0" w:space="0" w:color="auto"/>
        <w:bottom w:val="none" w:sz="0" w:space="0" w:color="auto"/>
        <w:right w:val="none" w:sz="0" w:space="0" w:color="auto"/>
      </w:divBdr>
    </w:div>
    <w:div w:id="1499880888">
      <w:marLeft w:val="0"/>
      <w:marRight w:val="0"/>
      <w:marTop w:val="0"/>
      <w:marBottom w:val="0"/>
      <w:divBdr>
        <w:top w:val="none" w:sz="0" w:space="0" w:color="auto"/>
        <w:left w:val="none" w:sz="0" w:space="0" w:color="auto"/>
        <w:bottom w:val="none" w:sz="0" w:space="0" w:color="auto"/>
        <w:right w:val="none" w:sz="0" w:space="0" w:color="auto"/>
      </w:divBdr>
    </w:div>
    <w:div w:id="1499880889">
      <w:marLeft w:val="0"/>
      <w:marRight w:val="0"/>
      <w:marTop w:val="0"/>
      <w:marBottom w:val="0"/>
      <w:divBdr>
        <w:top w:val="none" w:sz="0" w:space="0" w:color="auto"/>
        <w:left w:val="none" w:sz="0" w:space="0" w:color="auto"/>
        <w:bottom w:val="none" w:sz="0" w:space="0" w:color="auto"/>
        <w:right w:val="none" w:sz="0" w:space="0" w:color="auto"/>
      </w:divBdr>
    </w:div>
    <w:div w:id="1499880890">
      <w:marLeft w:val="0"/>
      <w:marRight w:val="0"/>
      <w:marTop w:val="0"/>
      <w:marBottom w:val="0"/>
      <w:divBdr>
        <w:top w:val="none" w:sz="0" w:space="0" w:color="auto"/>
        <w:left w:val="none" w:sz="0" w:space="0" w:color="auto"/>
        <w:bottom w:val="none" w:sz="0" w:space="0" w:color="auto"/>
        <w:right w:val="none" w:sz="0" w:space="0" w:color="auto"/>
      </w:divBdr>
    </w:div>
    <w:div w:id="1499880891">
      <w:marLeft w:val="0"/>
      <w:marRight w:val="0"/>
      <w:marTop w:val="0"/>
      <w:marBottom w:val="0"/>
      <w:divBdr>
        <w:top w:val="none" w:sz="0" w:space="0" w:color="auto"/>
        <w:left w:val="none" w:sz="0" w:space="0" w:color="auto"/>
        <w:bottom w:val="none" w:sz="0" w:space="0" w:color="auto"/>
        <w:right w:val="none" w:sz="0" w:space="0" w:color="auto"/>
      </w:divBdr>
    </w:div>
    <w:div w:id="1499880892">
      <w:marLeft w:val="0"/>
      <w:marRight w:val="0"/>
      <w:marTop w:val="0"/>
      <w:marBottom w:val="0"/>
      <w:divBdr>
        <w:top w:val="none" w:sz="0" w:space="0" w:color="auto"/>
        <w:left w:val="none" w:sz="0" w:space="0" w:color="auto"/>
        <w:bottom w:val="none" w:sz="0" w:space="0" w:color="auto"/>
        <w:right w:val="none" w:sz="0" w:space="0" w:color="auto"/>
      </w:divBdr>
    </w:div>
    <w:div w:id="1499880893">
      <w:marLeft w:val="0"/>
      <w:marRight w:val="0"/>
      <w:marTop w:val="0"/>
      <w:marBottom w:val="0"/>
      <w:divBdr>
        <w:top w:val="none" w:sz="0" w:space="0" w:color="auto"/>
        <w:left w:val="none" w:sz="0" w:space="0" w:color="auto"/>
        <w:bottom w:val="none" w:sz="0" w:space="0" w:color="auto"/>
        <w:right w:val="none" w:sz="0" w:space="0" w:color="auto"/>
      </w:divBdr>
    </w:div>
    <w:div w:id="1499880894">
      <w:marLeft w:val="0"/>
      <w:marRight w:val="0"/>
      <w:marTop w:val="0"/>
      <w:marBottom w:val="0"/>
      <w:divBdr>
        <w:top w:val="none" w:sz="0" w:space="0" w:color="auto"/>
        <w:left w:val="none" w:sz="0" w:space="0" w:color="auto"/>
        <w:bottom w:val="none" w:sz="0" w:space="0" w:color="auto"/>
        <w:right w:val="none" w:sz="0" w:space="0" w:color="auto"/>
      </w:divBdr>
    </w:div>
    <w:div w:id="1499880895">
      <w:marLeft w:val="0"/>
      <w:marRight w:val="0"/>
      <w:marTop w:val="0"/>
      <w:marBottom w:val="0"/>
      <w:divBdr>
        <w:top w:val="none" w:sz="0" w:space="0" w:color="auto"/>
        <w:left w:val="none" w:sz="0" w:space="0" w:color="auto"/>
        <w:bottom w:val="none" w:sz="0" w:space="0" w:color="auto"/>
        <w:right w:val="none" w:sz="0" w:space="0" w:color="auto"/>
      </w:divBdr>
    </w:div>
    <w:div w:id="1499880896">
      <w:marLeft w:val="0"/>
      <w:marRight w:val="0"/>
      <w:marTop w:val="0"/>
      <w:marBottom w:val="0"/>
      <w:divBdr>
        <w:top w:val="none" w:sz="0" w:space="0" w:color="auto"/>
        <w:left w:val="none" w:sz="0" w:space="0" w:color="auto"/>
        <w:bottom w:val="none" w:sz="0" w:space="0" w:color="auto"/>
        <w:right w:val="none" w:sz="0" w:space="0" w:color="auto"/>
      </w:divBdr>
    </w:div>
    <w:div w:id="1499880897">
      <w:marLeft w:val="0"/>
      <w:marRight w:val="0"/>
      <w:marTop w:val="0"/>
      <w:marBottom w:val="0"/>
      <w:divBdr>
        <w:top w:val="none" w:sz="0" w:space="0" w:color="auto"/>
        <w:left w:val="none" w:sz="0" w:space="0" w:color="auto"/>
        <w:bottom w:val="none" w:sz="0" w:space="0" w:color="auto"/>
        <w:right w:val="none" w:sz="0" w:space="0" w:color="auto"/>
      </w:divBdr>
    </w:div>
    <w:div w:id="1499880898">
      <w:marLeft w:val="0"/>
      <w:marRight w:val="0"/>
      <w:marTop w:val="0"/>
      <w:marBottom w:val="0"/>
      <w:divBdr>
        <w:top w:val="none" w:sz="0" w:space="0" w:color="auto"/>
        <w:left w:val="none" w:sz="0" w:space="0" w:color="auto"/>
        <w:bottom w:val="none" w:sz="0" w:space="0" w:color="auto"/>
        <w:right w:val="none" w:sz="0" w:space="0" w:color="auto"/>
      </w:divBdr>
    </w:div>
    <w:div w:id="1499880899">
      <w:marLeft w:val="0"/>
      <w:marRight w:val="0"/>
      <w:marTop w:val="0"/>
      <w:marBottom w:val="0"/>
      <w:divBdr>
        <w:top w:val="none" w:sz="0" w:space="0" w:color="auto"/>
        <w:left w:val="none" w:sz="0" w:space="0" w:color="auto"/>
        <w:bottom w:val="none" w:sz="0" w:space="0" w:color="auto"/>
        <w:right w:val="none" w:sz="0" w:space="0" w:color="auto"/>
      </w:divBdr>
    </w:div>
    <w:div w:id="1499880900">
      <w:marLeft w:val="0"/>
      <w:marRight w:val="0"/>
      <w:marTop w:val="0"/>
      <w:marBottom w:val="0"/>
      <w:divBdr>
        <w:top w:val="none" w:sz="0" w:space="0" w:color="auto"/>
        <w:left w:val="none" w:sz="0" w:space="0" w:color="auto"/>
        <w:bottom w:val="none" w:sz="0" w:space="0" w:color="auto"/>
        <w:right w:val="none" w:sz="0" w:space="0" w:color="auto"/>
      </w:divBdr>
    </w:div>
    <w:div w:id="1499880901">
      <w:marLeft w:val="0"/>
      <w:marRight w:val="0"/>
      <w:marTop w:val="0"/>
      <w:marBottom w:val="0"/>
      <w:divBdr>
        <w:top w:val="none" w:sz="0" w:space="0" w:color="auto"/>
        <w:left w:val="none" w:sz="0" w:space="0" w:color="auto"/>
        <w:bottom w:val="none" w:sz="0" w:space="0" w:color="auto"/>
        <w:right w:val="none" w:sz="0" w:space="0" w:color="auto"/>
      </w:divBdr>
    </w:div>
    <w:div w:id="1499880902">
      <w:marLeft w:val="0"/>
      <w:marRight w:val="0"/>
      <w:marTop w:val="0"/>
      <w:marBottom w:val="0"/>
      <w:divBdr>
        <w:top w:val="none" w:sz="0" w:space="0" w:color="auto"/>
        <w:left w:val="none" w:sz="0" w:space="0" w:color="auto"/>
        <w:bottom w:val="none" w:sz="0" w:space="0" w:color="auto"/>
        <w:right w:val="none" w:sz="0" w:space="0" w:color="auto"/>
      </w:divBdr>
    </w:div>
    <w:div w:id="1499880903">
      <w:marLeft w:val="0"/>
      <w:marRight w:val="0"/>
      <w:marTop w:val="0"/>
      <w:marBottom w:val="0"/>
      <w:divBdr>
        <w:top w:val="none" w:sz="0" w:space="0" w:color="auto"/>
        <w:left w:val="none" w:sz="0" w:space="0" w:color="auto"/>
        <w:bottom w:val="none" w:sz="0" w:space="0" w:color="auto"/>
        <w:right w:val="none" w:sz="0" w:space="0" w:color="auto"/>
      </w:divBdr>
    </w:div>
    <w:div w:id="1499880904">
      <w:marLeft w:val="0"/>
      <w:marRight w:val="0"/>
      <w:marTop w:val="0"/>
      <w:marBottom w:val="0"/>
      <w:divBdr>
        <w:top w:val="none" w:sz="0" w:space="0" w:color="auto"/>
        <w:left w:val="none" w:sz="0" w:space="0" w:color="auto"/>
        <w:bottom w:val="none" w:sz="0" w:space="0" w:color="auto"/>
        <w:right w:val="none" w:sz="0" w:space="0" w:color="auto"/>
      </w:divBdr>
    </w:div>
    <w:div w:id="1499880905">
      <w:marLeft w:val="0"/>
      <w:marRight w:val="0"/>
      <w:marTop w:val="0"/>
      <w:marBottom w:val="0"/>
      <w:divBdr>
        <w:top w:val="none" w:sz="0" w:space="0" w:color="auto"/>
        <w:left w:val="none" w:sz="0" w:space="0" w:color="auto"/>
        <w:bottom w:val="none" w:sz="0" w:space="0" w:color="auto"/>
        <w:right w:val="none" w:sz="0" w:space="0" w:color="auto"/>
      </w:divBdr>
    </w:div>
    <w:div w:id="1561943964">
      <w:bodyDiv w:val="1"/>
      <w:marLeft w:val="0"/>
      <w:marRight w:val="0"/>
      <w:marTop w:val="0"/>
      <w:marBottom w:val="0"/>
      <w:divBdr>
        <w:top w:val="none" w:sz="0" w:space="0" w:color="auto"/>
        <w:left w:val="none" w:sz="0" w:space="0" w:color="auto"/>
        <w:bottom w:val="none" w:sz="0" w:space="0" w:color="auto"/>
        <w:right w:val="none" w:sz="0" w:space="0" w:color="auto"/>
      </w:divBdr>
    </w:div>
    <w:div w:id="1646005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РАСПОРЯЖЕНИЕ</Template>
  <TotalTime>0</TotalTime>
  <Pages>3</Pages>
  <Words>455</Words>
  <Characters>2597</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
  <LinksUpToDate>false</LinksUpToDate>
  <CharactersWithSpaces>3046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subject/>
  <dc:creator>наиля</dc:creator>
  <cp:keywords/>
  <dc:description/>
  <cp:lastModifiedBy>Паринова Евгения Сергеевна</cp:lastModifiedBy>
  <cp:revision>2</cp:revision>
  <cp:lastPrinted>2021-06-23T06:47:00Z</cp:lastPrinted>
  <dcterms:created xsi:type="dcterms:W3CDTF">2021-06-30T11:46:00Z</dcterms:created>
  <dcterms:modified xsi:type="dcterms:W3CDTF">2021-06-30T11:46:00Z</dcterms:modified>
</cp:coreProperties>
</file>