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7A6" w:rsidRDefault="007F3821"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9D57A6" w:rsidRDefault="009D57A6" w:rsidP="0097458A">
      <w:pPr>
        <w:pStyle w:val="a8"/>
        <w:tabs>
          <w:tab w:val="left" w:pos="708"/>
        </w:tabs>
        <w:rPr>
          <w:b/>
          <w:sz w:val="26"/>
        </w:rPr>
      </w:pPr>
    </w:p>
    <w:p w:rsidR="009D57A6" w:rsidRDefault="009D57A6"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D57A6" w:rsidRPr="00260113" w:rsidRDefault="009D57A6"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9D57A6" w:rsidRPr="00C920CD" w:rsidRDefault="009D57A6" w:rsidP="0097458A">
      <w:pPr>
        <w:pStyle w:val="a8"/>
        <w:tabs>
          <w:tab w:val="left" w:pos="708"/>
        </w:tabs>
        <w:rPr>
          <w:rFonts w:ascii="Times New Roman" w:hAnsi="Times New Roman"/>
          <w:b/>
          <w:sz w:val="28"/>
          <w:szCs w:val="28"/>
        </w:rPr>
      </w:pPr>
    </w:p>
    <w:p w:rsidR="009D57A6" w:rsidRPr="00C47918" w:rsidRDefault="009D57A6"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9D57A6" w:rsidRPr="00434943" w:rsidRDefault="009D57A6" w:rsidP="0097458A">
      <w:pPr>
        <w:pStyle w:val="a8"/>
        <w:tabs>
          <w:tab w:val="left" w:pos="708"/>
        </w:tabs>
        <w:rPr>
          <w:rFonts w:ascii="Times New Roman" w:hAnsi="Times New Roman"/>
          <w:b/>
          <w:sz w:val="24"/>
          <w:szCs w:val="24"/>
        </w:rPr>
      </w:pPr>
    </w:p>
    <w:p w:rsidR="00FF6C2B" w:rsidRPr="00FF6C2B" w:rsidRDefault="00FF6C2B" w:rsidP="00FF6C2B">
      <w:pPr>
        <w:tabs>
          <w:tab w:val="left" w:pos="708"/>
          <w:tab w:val="center" w:pos="1890"/>
          <w:tab w:val="center" w:pos="4536"/>
          <w:tab w:val="center" w:pos="7200"/>
          <w:tab w:val="right" w:pos="9072"/>
        </w:tabs>
        <w:ind w:left="142" w:right="4676"/>
        <w:rPr>
          <w:sz w:val="28"/>
          <w:szCs w:val="20"/>
          <w:lang w:eastAsia="x-none"/>
        </w:rPr>
      </w:pPr>
      <w:r w:rsidRPr="00FF6C2B">
        <w:rPr>
          <w:sz w:val="28"/>
          <w:szCs w:val="22"/>
          <w:lang w:eastAsia="x-none"/>
        </w:rPr>
        <w:t xml:space="preserve">от </w:t>
      </w:r>
      <w:r>
        <w:rPr>
          <w:sz w:val="28"/>
          <w:szCs w:val="22"/>
          <w:lang w:eastAsia="x-none"/>
        </w:rPr>
        <w:t>30</w:t>
      </w:r>
      <w:r w:rsidRPr="00FF6C2B">
        <w:rPr>
          <w:sz w:val="28"/>
          <w:szCs w:val="22"/>
          <w:lang w:eastAsia="x-none"/>
        </w:rPr>
        <w:t xml:space="preserve"> ноября 2017 №1</w:t>
      </w:r>
      <w:r>
        <w:rPr>
          <w:sz w:val="28"/>
          <w:szCs w:val="22"/>
          <w:lang w:eastAsia="x-none"/>
        </w:rPr>
        <w:t>107</w:t>
      </w:r>
    </w:p>
    <w:p w:rsidR="00FF6C2B" w:rsidRDefault="00FF6C2B" w:rsidP="00FF6C2B">
      <w:pPr>
        <w:jc w:val="both"/>
        <w:rPr>
          <w:rFonts w:eastAsia="Times New Roman"/>
          <w:lang w:eastAsia="ru-RU"/>
        </w:rPr>
      </w:pPr>
      <w:r w:rsidRPr="00FF6C2B">
        <w:rPr>
          <w:rFonts w:eastAsia="Times New Roman"/>
          <w:lang w:eastAsia="ru-RU"/>
        </w:rPr>
        <w:t>р.п.Таловая</w:t>
      </w:r>
    </w:p>
    <w:p w:rsidR="00FF6C2B" w:rsidRDefault="00FF6C2B" w:rsidP="00FF6C2B">
      <w:pPr>
        <w:jc w:val="both"/>
        <w:rPr>
          <w:rFonts w:eastAsia="Times New Roman"/>
          <w:lang w:eastAsia="ru-RU"/>
        </w:rPr>
      </w:pPr>
    </w:p>
    <w:p w:rsidR="009D57A6" w:rsidRDefault="009D57A6" w:rsidP="00FF6C2B">
      <w:pPr>
        <w:jc w:val="both"/>
        <w:rPr>
          <w:b/>
          <w:sz w:val="28"/>
          <w:szCs w:val="28"/>
        </w:rPr>
      </w:pPr>
      <w:r>
        <w:rPr>
          <w:b/>
          <w:sz w:val="28"/>
          <w:szCs w:val="28"/>
        </w:rPr>
        <w:t xml:space="preserve">О внесении изменений </w:t>
      </w:r>
    </w:p>
    <w:p w:rsidR="009D57A6" w:rsidRDefault="009D57A6" w:rsidP="00E148D5">
      <w:pPr>
        <w:jc w:val="both"/>
        <w:rPr>
          <w:b/>
          <w:sz w:val="28"/>
          <w:szCs w:val="28"/>
        </w:rPr>
      </w:pPr>
      <w:r>
        <w:rPr>
          <w:b/>
          <w:sz w:val="28"/>
          <w:szCs w:val="28"/>
        </w:rPr>
        <w:t xml:space="preserve">в постановление от 08.11.2017 </w:t>
      </w:r>
    </w:p>
    <w:p w:rsidR="009D57A6" w:rsidRPr="00E148D5" w:rsidRDefault="009D57A6" w:rsidP="00E148D5">
      <w:pPr>
        <w:jc w:val="both"/>
        <w:rPr>
          <w:b/>
          <w:sz w:val="28"/>
          <w:szCs w:val="28"/>
        </w:rPr>
      </w:pPr>
      <w:r>
        <w:rPr>
          <w:b/>
          <w:sz w:val="28"/>
          <w:szCs w:val="28"/>
        </w:rPr>
        <w:t>№1043 «</w:t>
      </w:r>
      <w:r w:rsidRPr="00E148D5">
        <w:rPr>
          <w:b/>
          <w:sz w:val="28"/>
          <w:szCs w:val="28"/>
        </w:rPr>
        <w:t>О мониторинге и  оценке</w:t>
      </w:r>
    </w:p>
    <w:p w:rsidR="009D57A6" w:rsidRPr="00E148D5" w:rsidRDefault="009D57A6" w:rsidP="00E148D5">
      <w:pPr>
        <w:jc w:val="both"/>
        <w:rPr>
          <w:b/>
          <w:sz w:val="28"/>
          <w:szCs w:val="28"/>
        </w:rPr>
      </w:pPr>
      <w:r w:rsidRPr="00E148D5">
        <w:rPr>
          <w:b/>
          <w:sz w:val="28"/>
          <w:szCs w:val="28"/>
        </w:rPr>
        <w:t>эффективности развития</w:t>
      </w:r>
    </w:p>
    <w:p w:rsidR="009D57A6" w:rsidRPr="00E148D5" w:rsidRDefault="009D57A6" w:rsidP="00E148D5">
      <w:pPr>
        <w:jc w:val="both"/>
        <w:rPr>
          <w:b/>
          <w:sz w:val="28"/>
          <w:szCs w:val="28"/>
        </w:rPr>
      </w:pPr>
      <w:r w:rsidRPr="00E148D5">
        <w:rPr>
          <w:b/>
          <w:sz w:val="28"/>
          <w:szCs w:val="28"/>
        </w:rPr>
        <w:t>сельских поселений</w:t>
      </w:r>
    </w:p>
    <w:p w:rsidR="009D57A6" w:rsidRDefault="009D57A6" w:rsidP="00E148D5">
      <w:pPr>
        <w:jc w:val="both"/>
        <w:rPr>
          <w:b/>
          <w:sz w:val="28"/>
          <w:szCs w:val="28"/>
        </w:rPr>
      </w:pPr>
      <w:r w:rsidRPr="00E148D5">
        <w:rPr>
          <w:b/>
          <w:sz w:val="28"/>
          <w:szCs w:val="28"/>
        </w:rPr>
        <w:t xml:space="preserve">Таловского муниципального </w:t>
      </w:r>
    </w:p>
    <w:p w:rsidR="009D57A6" w:rsidRPr="00E148D5" w:rsidRDefault="009D57A6" w:rsidP="00E148D5">
      <w:pPr>
        <w:jc w:val="both"/>
        <w:rPr>
          <w:b/>
          <w:sz w:val="28"/>
          <w:szCs w:val="28"/>
        </w:rPr>
      </w:pPr>
      <w:r>
        <w:rPr>
          <w:b/>
          <w:sz w:val="28"/>
          <w:szCs w:val="28"/>
        </w:rPr>
        <w:t>р</w:t>
      </w:r>
      <w:r w:rsidRPr="00E148D5">
        <w:rPr>
          <w:b/>
          <w:sz w:val="28"/>
          <w:szCs w:val="28"/>
        </w:rPr>
        <w:t>айона</w:t>
      </w:r>
      <w:r>
        <w:rPr>
          <w:b/>
          <w:sz w:val="28"/>
          <w:szCs w:val="28"/>
        </w:rPr>
        <w:t>»</w:t>
      </w:r>
    </w:p>
    <w:p w:rsidR="009D57A6" w:rsidRPr="00170F14" w:rsidRDefault="009D57A6" w:rsidP="0097458A">
      <w:pPr>
        <w:rPr>
          <w:b/>
          <w:sz w:val="28"/>
          <w:szCs w:val="28"/>
        </w:rPr>
      </w:pPr>
    </w:p>
    <w:p w:rsidR="009D57A6" w:rsidRDefault="009D57A6" w:rsidP="0097458A">
      <w:pPr>
        <w:pStyle w:val="a8"/>
        <w:tabs>
          <w:tab w:val="left" w:pos="708"/>
        </w:tabs>
        <w:rPr>
          <w:rFonts w:ascii="Times New Roman" w:hAnsi="Times New Roman"/>
          <w:sz w:val="28"/>
          <w:szCs w:val="28"/>
        </w:rPr>
      </w:pPr>
    </w:p>
    <w:p w:rsidR="009D57A6" w:rsidRDefault="009D57A6" w:rsidP="00081FC7">
      <w:pPr>
        <w:tabs>
          <w:tab w:val="left" w:pos="709"/>
          <w:tab w:val="left" w:pos="2694"/>
        </w:tabs>
        <w:spacing w:line="360" w:lineRule="auto"/>
        <w:jc w:val="both"/>
        <w:rPr>
          <w:b/>
          <w:sz w:val="28"/>
          <w:szCs w:val="28"/>
        </w:rPr>
      </w:pPr>
      <w:r>
        <w:rPr>
          <w:sz w:val="28"/>
          <w:szCs w:val="28"/>
        </w:rPr>
        <w:t>А</w:t>
      </w:r>
      <w:r w:rsidRPr="00E148D5">
        <w:rPr>
          <w:sz w:val="28"/>
          <w:szCs w:val="28"/>
        </w:rPr>
        <w:t>дминистрация Таловского муниципального района</w:t>
      </w:r>
      <w:r w:rsidRPr="00E148D5">
        <w:rPr>
          <w:b/>
          <w:sz w:val="28"/>
          <w:szCs w:val="28"/>
        </w:rPr>
        <w:t>постановляет:</w:t>
      </w:r>
    </w:p>
    <w:p w:rsidR="009D57A6" w:rsidRPr="00633A41" w:rsidRDefault="009D57A6" w:rsidP="00633A41">
      <w:pPr>
        <w:spacing w:line="360" w:lineRule="auto"/>
        <w:jc w:val="both"/>
        <w:rPr>
          <w:sz w:val="28"/>
          <w:szCs w:val="28"/>
        </w:rPr>
      </w:pPr>
      <w:r w:rsidRPr="00633A41">
        <w:rPr>
          <w:sz w:val="28"/>
          <w:szCs w:val="28"/>
        </w:rPr>
        <w:t xml:space="preserve">         1. Внести в постановление от 08.11.2017. №1043 «О мониторинге и оценке эффективности развития сельских поселений Таловского муниципального района» (далее постановление) следующие изменения:</w:t>
      </w:r>
    </w:p>
    <w:p w:rsidR="009D57A6" w:rsidRPr="00125FB0" w:rsidRDefault="009D57A6" w:rsidP="00633A41">
      <w:pPr>
        <w:tabs>
          <w:tab w:val="left" w:pos="2694"/>
        </w:tabs>
        <w:spacing w:line="360" w:lineRule="auto"/>
        <w:jc w:val="both"/>
        <w:rPr>
          <w:sz w:val="28"/>
          <w:szCs w:val="28"/>
        </w:rPr>
      </w:pPr>
      <w:r w:rsidRPr="00125FB0">
        <w:rPr>
          <w:sz w:val="28"/>
          <w:szCs w:val="28"/>
        </w:rPr>
        <w:t>1.</w:t>
      </w:r>
      <w:r>
        <w:rPr>
          <w:sz w:val="28"/>
          <w:szCs w:val="28"/>
        </w:rPr>
        <w:t>1.</w:t>
      </w:r>
      <w:r w:rsidRPr="00125FB0">
        <w:rPr>
          <w:sz w:val="28"/>
          <w:szCs w:val="28"/>
        </w:rPr>
        <w:t xml:space="preserve">Перечень показателей эффективности развития </w:t>
      </w:r>
      <w:r>
        <w:rPr>
          <w:sz w:val="28"/>
          <w:szCs w:val="28"/>
        </w:rPr>
        <w:t xml:space="preserve">сельских </w:t>
      </w:r>
      <w:r w:rsidRPr="00125FB0">
        <w:rPr>
          <w:sz w:val="28"/>
          <w:szCs w:val="28"/>
        </w:rPr>
        <w:t xml:space="preserve">поселений Таловского муниципального района Воронежской области и </w:t>
      </w:r>
      <w:r>
        <w:rPr>
          <w:sz w:val="28"/>
          <w:szCs w:val="28"/>
        </w:rPr>
        <w:t>лиц, ответственных за осуществление мониторинга достижения показателей, утвержденных постановлением изложить в новой редакции, согласно приложению №1</w:t>
      </w:r>
      <w:r w:rsidRPr="00125FB0">
        <w:rPr>
          <w:sz w:val="28"/>
          <w:szCs w:val="28"/>
        </w:rPr>
        <w:t>.</w:t>
      </w:r>
    </w:p>
    <w:p w:rsidR="009D57A6" w:rsidRDefault="009D57A6" w:rsidP="00081FC7">
      <w:pPr>
        <w:tabs>
          <w:tab w:val="left" w:pos="567"/>
        </w:tabs>
        <w:spacing w:line="360" w:lineRule="auto"/>
        <w:jc w:val="both"/>
        <w:rPr>
          <w:sz w:val="28"/>
          <w:szCs w:val="28"/>
        </w:rPr>
      </w:pPr>
      <w:r>
        <w:rPr>
          <w:sz w:val="28"/>
          <w:szCs w:val="28"/>
        </w:rPr>
        <w:t xml:space="preserve"> 1.</w:t>
      </w:r>
      <w:r w:rsidRPr="00125FB0">
        <w:rPr>
          <w:sz w:val="28"/>
          <w:szCs w:val="28"/>
        </w:rPr>
        <w:t>2.</w:t>
      </w:r>
      <w:r>
        <w:rPr>
          <w:sz w:val="28"/>
          <w:szCs w:val="28"/>
        </w:rPr>
        <w:t>Методику формирования и расчета показателей эффективности развития сельских поселений Таловского муниципального района Воронежской области, утвержденную постановлением изложить в новой редакции, согласно приложению № 2</w:t>
      </w:r>
      <w:r w:rsidRPr="00125FB0">
        <w:rPr>
          <w:sz w:val="28"/>
          <w:szCs w:val="28"/>
        </w:rPr>
        <w:t>.</w:t>
      </w:r>
    </w:p>
    <w:p w:rsidR="009D57A6" w:rsidRDefault="009D57A6" w:rsidP="00633A41">
      <w:pPr>
        <w:tabs>
          <w:tab w:val="left" w:pos="709"/>
        </w:tabs>
        <w:spacing w:line="360" w:lineRule="auto"/>
        <w:jc w:val="both"/>
        <w:rPr>
          <w:sz w:val="28"/>
          <w:szCs w:val="28"/>
        </w:rPr>
      </w:pPr>
      <w:r>
        <w:rPr>
          <w:sz w:val="28"/>
          <w:szCs w:val="28"/>
        </w:rPr>
        <w:t xml:space="preserve">  2</w:t>
      </w:r>
      <w:r w:rsidRPr="00243E4E">
        <w:rPr>
          <w:sz w:val="28"/>
          <w:szCs w:val="28"/>
        </w:rPr>
        <w:t xml:space="preserve">.Признать утратившим силу </w:t>
      </w:r>
      <w:r w:rsidRPr="008649F7">
        <w:rPr>
          <w:sz w:val="28"/>
          <w:szCs w:val="28"/>
        </w:rPr>
        <w:t xml:space="preserve"> постановление администрации Таловского муниципального района от 14.07.2016 №282 «О внесении изменений в постановление 12.11.2014 г. №1155«О мониторинге и  оценке эффективности развитиясельских поселений Таловского муниципального района».</w:t>
      </w:r>
    </w:p>
    <w:p w:rsidR="009D57A6" w:rsidRPr="00243E4E" w:rsidRDefault="009D57A6" w:rsidP="006518BC">
      <w:pPr>
        <w:tabs>
          <w:tab w:val="left" w:pos="567"/>
        </w:tabs>
        <w:spacing w:line="360" w:lineRule="auto"/>
        <w:jc w:val="both"/>
        <w:rPr>
          <w:sz w:val="28"/>
          <w:szCs w:val="28"/>
        </w:rPr>
      </w:pPr>
      <w:r>
        <w:rPr>
          <w:sz w:val="28"/>
          <w:szCs w:val="28"/>
        </w:rPr>
        <w:lastRenderedPageBreak/>
        <w:t>3</w:t>
      </w:r>
      <w:r w:rsidRPr="00243E4E">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9D57A6" w:rsidRPr="00243E4E" w:rsidRDefault="009D57A6" w:rsidP="00243E4E">
      <w:pPr>
        <w:spacing w:line="360" w:lineRule="auto"/>
        <w:jc w:val="both"/>
        <w:rPr>
          <w:sz w:val="28"/>
          <w:szCs w:val="28"/>
        </w:rPr>
      </w:pPr>
    </w:p>
    <w:p w:rsidR="009D57A6" w:rsidRDefault="009D57A6" w:rsidP="00083E26">
      <w:pPr>
        <w:tabs>
          <w:tab w:val="left" w:pos="284"/>
        </w:tabs>
        <w:rPr>
          <w:sz w:val="28"/>
          <w:szCs w:val="28"/>
        </w:rPr>
      </w:pPr>
      <w:bookmarkStart w:id="0" w:name="Par13"/>
      <w:bookmarkStart w:id="1" w:name="Par14"/>
      <w:bookmarkEnd w:id="0"/>
      <w:bookmarkEnd w:id="1"/>
    </w:p>
    <w:p w:rsidR="009D57A6" w:rsidRDefault="009D57A6" w:rsidP="00083E26">
      <w:pPr>
        <w:tabs>
          <w:tab w:val="left" w:pos="284"/>
        </w:tabs>
        <w:rPr>
          <w:sz w:val="28"/>
          <w:szCs w:val="28"/>
        </w:rPr>
      </w:pPr>
      <w:r>
        <w:rPr>
          <w:sz w:val="28"/>
          <w:szCs w:val="28"/>
        </w:rPr>
        <w:t xml:space="preserve">Глава администрации </w:t>
      </w:r>
    </w:p>
    <w:p w:rsidR="009D57A6" w:rsidRDefault="009D57A6" w:rsidP="00083E26">
      <w:pPr>
        <w:tabs>
          <w:tab w:val="left" w:pos="284"/>
        </w:tabs>
        <w:rPr>
          <w:sz w:val="28"/>
          <w:szCs w:val="28"/>
        </w:rPr>
      </w:pPr>
      <w:r>
        <w:rPr>
          <w:sz w:val="28"/>
          <w:szCs w:val="28"/>
        </w:rPr>
        <w:t xml:space="preserve">муниципального района </w:t>
      </w:r>
      <w:r w:rsidR="00497260">
        <w:rPr>
          <w:sz w:val="28"/>
          <w:szCs w:val="28"/>
        </w:rPr>
        <w:t xml:space="preserve">                                                              </w:t>
      </w:r>
      <w:bookmarkStart w:id="2" w:name="_GoBack"/>
      <w:bookmarkEnd w:id="2"/>
      <w:r>
        <w:rPr>
          <w:sz w:val="28"/>
          <w:szCs w:val="28"/>
        </w:rPr>
        <w:t>В.В. Бурдин</w:t>
      </w:r>
    </w:p>
    <w:p w:rsidR="009D57A6" w:rsidRDefault="009D57A6" w:rsidP="0097458A">
      <w:pPr>
        <w:tabs>
          <w:tab w:val="left" w:pos="1080"/>
          <w:tab w:val="left" w:pos="6660"/>
        </w:tabs>
        <w:ind w:right="-954"/>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p w:rsidR="009D57A6" w:rsidRDefault="009D57A6" w:rsidP="006518BC">
      <w:pPr>
        <w:tabs>
          <w:tab w:val="left" w:pos="1080"/>
          <w:tab w:val="left" w:pos="6660"/>
        </w:tabs>
        <w:ind w:right="-954" w:firstLine="708"/>
        <w:rPr>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9D57A6" w:rsidRPr="00D34232" w:rsidTr="00125FB0">
        <w:tc>
          <w:tcPr>
            <w:tcW w:w="5300" w:type="dxa"/>
            <w:tcBorders>
              <w:top w:val="nil"/>
              <w:left w:val="nil"/>
              <w:bottom w:val="nil"/>
              <w:right w:val="nil"/>
            </w:tcBorders>
          </w:tcPr>
          <w:p w:rsidR="009D57A6" w:rsidRPr="00D34232" w:rsidRDefault="009D57A6" w:rsidP="00125FB0">
            <w:pPr>
              <w:pStyle w:val="ConsPlusNormal"/>
              <w:ind w:firstLine="0"/>
              <w:jc w:val="right"/>
              <w:rPr>
                <w:rFonts w:ascii="Times New Roman" w:hAnsi="Times New Roman"/>
                <w:sz w:val="28"/>
                <w:szCs w:val="28"/>
              </w:rPr>
            </w:pPr>
            <w:r>
              <w:rPr>
                <w:rFonts w:ascii="Times New Roman" w:hAnsi="Times New Roman"/>
                <w:sz w:val="24"/>
                <w:szCs w:val="24"/>
              </w:rPr>
              <w:lastRenderedPageBreak/>
              <w:tab/>
            </w:r>
            <w:r>
              <w:rPr>
                <w:rFonts w:ascii="Times New Roman" w:hAnsi="Times New Roman"/>
                <w:sz w:val="28"/>
                <w:szCs w:val="28"/>
              </w:rPr>
              <w:tab/>
            </w:r>
            <w:r>
              <w:rPr>
                <w:sz w:val="26"/>
                <w:szCs w:val="26"/>
              </w:rPr>
              <w:tab/>
            </w:r>
          </w:p>
        </w:tc>
        <w:tc>
          <w:tcPr>
            <w:tcW w:w="4356" w:type="dxa"/>
            <w:tcBorders>
              <w:top w:val="nil"/>
              <w:left w:val="nil"/>
              <w:bottom w:val="nil"/>
              <w:right w:val="nil"/>
            </w:tcBorders>
          </w:tcPr>
          <w:p w:rsidR="009D57A6" w:rsidRDefault="009D57A6" w:rsidP="00125FB0">
            <w:pPr>
              <w:pStyle w:val="ConsPlusNormal"/>
              <w:ind w:firstLine="0"/>
              <w:jc w:val="center"/>
              <w:rPr>
                <w:rFonts w:ascii="Times New Roman" w:hAnsi="Times New Roman"/>
                <w:sz w:val="28"/>
                <w:szCs w:val="28"/>
              </w:rPr>
            </w:pPr>
            <w:r>
              <w:rPr>
                <w:rFonts w:ascii="Times New Roman" w:hAnsi="Times New Roman"/>
                <w:sz w:val="28"/>
                <w:szCs w:val="28"/>
              </w:rPr>
              <w:t>Приложение 1</w:t>
            </w:r>
          </w:p>
          <w:p w:rsidR="009D57A6" w:rsidRPr="00D34232" w:rsidRDefault="009D57A6" w:rsidP="00125FB0">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9D57A6" w:rsidRPr="00D34232" w:rsidRDefault="009D57A6" w:rsidP="00125FB0">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9D57A6" w:rsidRPr="00D34232" w:rsidRDefault="009D57A6" w:rsidP="00125FB0">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9D57A6" w:rsidRPr="00D34232" w:rsidRDefault="00FF6C2B" w:rsidP="00125FB0">
            <w:pPr>
              <w:pStyle w:val="ConsPlusNormal"/>
              <w:ind w:firstLine="0"/>
              <w:jc w:val="right"/>
              <w:rPr>
                <w:rFonts w:ascii="Times New Roman" w:hAnsi="Times New Roman"/>
                <w:sz w:val="28"/>
                <w:szCs w:val="28"/>
              </w:rPr>
            </w:pPr>
            <w:r w:rsidRPr="00FF6C2B">
              <w:rPr>
                <w:rFonts w:ascii="Times New Roman" w:hAnsi="Times New Roman"/>
                <w:sz w:val="28"/>
                <w:szCs w:val="28"/>
              </w:rPr>
              <w:t>от 30 ноября 2017 №1107</w:t>
            </w:r>
          </w:p>
        </w:tc>
      </w:tr>
    </w:tbl>
    <w:p w:rsidR="009D57A6" w:rsidRPr="009D7773" w:rsidRDefault="009D57A6" w:rsidP="00E148D5">
      <w:pPr>
        <w:ind w:firstLine="720"/>
        <w:jc w:val="both"/>
        <w:rPr>
          <w:szCs w:val="28"/>
        </w:rPr>
      </w:pPr>
    </w:p>
    <w:p w:rsidR="009D57A6" w:rsidRPr="009D7773" w:rsidRDefault="009D57A6" w:rsidP="00125FB0">
      <w:pPr>
        <w:pStyle w:val="ConsPlusNormal"/>
        <w:ind w:firstLine="0"/>
        <w:jc w:val="center"/>
        <w:rPr>
          <w:rFonts w:ascii="Times New Roman" w:hAnsi="Times New Roman"/>
          <w:b/>
          <w:sz w:val="28"/>
          <w:szCs w:val="28"/>
        </w:rPr>
      </w:pPr>
      <w:r w:rsidRPr="009D7773">
        <w:rPr>
          <w:rFonts w:ascii="Times New Roman" w:hAnsi="Times New Roman"/>
          <w:b/>
          <w:sz w:val="28"/>
          <w:szCs w:val="28"/>
        </w:rPr>
        <w:t>ПЕРЕЧЕНЬ</w:t>
      </w:r>
    </w:p>
    <w:p w:rsidR="009D57A6" w:rsidRPr="009D7773" w:rsidRDefault="009D57A6" w:rsidP="00125FB0">
      <w:pPr>
        <w:pStyle w:val="ConsPlusNormal"/>
        <w:ind w:firstLine="0"/>
        <w:jc w:val="center"/>
        <w:rPr>
          <w:rFonts w:ascii="Times New Roman" w:hAnsi="Times New Roman"/>
          <w:b/>
          <w:sz w:val="28"/>
          <w:szCs w:val="28"/>
        </w:rPr>
      </w:pPr>
      <w:r>
        <w:rPr>
          <w:rFonts w:ascii="Times New Roman" w:hAnsi="Times New Roman"/>
          <w:b/>
          <w:sz w:val="28"/>
          <w:szCs w:val="28"/>
        </w:rPr>
        <w:t>П</w:t>
      </w:r>
      <w:r w:rsidRPr="009D7773">
        <w:rPr>
          <w:rFonts w:ascii="Times New Roman" w:hAnsi="Times New Roman"/>
          <w:b/>
          <w:sz w:val="28"/>
          <w:szCs w:val="28"/>
        </w:rPr>
        <w:t xml:space="preserve">оказателей эффективности развития </w:t>
      </w:r>
      <w:r>
        <w:rPr>
          <w:rFonts w:ascii="Times New Roman" w:hAnsi="Times New Roman"/>
          <w:b/>
          <w:sz w:val="28"/>
          <w:szCs w:val="28"/>
        </w:rPr>
        <w:t xml:space="preserve">сельских </w:t>
      </w:r>
      <w:r w:rsidRPr="009D7773">
        <w:rPr>
          <w:rFonts w:ascii="Times New Roman" w:hAnsi="Times New Roman"/>
          <w:b/>
          <w:sz w:val="28"/>
          <w:szCs w:val="28"/>
        </w:rPr>
        <w:t xml:space="preserve">поселений Таловского муниципального района Воронежской области и </w:t>
      </w:r>
      <w:r>
        <w:rPr>
          <w:rFonts w:ascii="Times New Roman" w:hAnsi="Times New Roman"/>
          <w:b/>
          <w:sz w:val="28"/>
          <w:szCs w:val="28"/>
        </w:rPr>
        <w:t>лиц,</w:t>
      </w:r>
      <w:r w:rsidRPr="009D7773">
        <w:rPr>
          <w:rFonts w:ascii="Times New Roman" w:hAnsi="Times New Roman"/>
          <w:b/>
          <w:sz w:val="28"/>
          <w:szCs w:val="28"/>
        </w:rPr>
        <w:t xml:space="preserve"> ответственных за осуществление мониторинга достижения показателей</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98"/>
        <w:gridCol w:w="5022"/>
        <w:gridCol w:w="1418"/>
        <w:gridCol w:w="2409"/>
      </w:tblGrid>
      <w:tr w:rsidR="009D57A6" w:rsidRPr="00244AE9" w:rsidTr="000152E2">
        <w:trPr>
          <w:trHeight w:val="541"/>
        </w:trPr>
        <w:tc>
          <w:tcPr>
            <w:tcW w:w="898" w:type="dxa"/>
          </w:tcPr>
          <w:p w:rsidR="009D57A6" w:rsidRPr="00244AE9" w:rsidRDefault="009D57A6" w:rsidP="00125FB0">
            <w:pPr>
              <w:jc w:val="center"/>
              <w:rPr>
                <w:b/>
                <w:sz w:val="28"/>
                <w:szCs w:val="28"/>
              </w:rPr>
            </w:pPr>
            <w:r w:rsidRPr="00244AE9">
              <w:rPr>
                <w:b/>
                <w:sz w:val="28"/>
                <w:szCs w:val="28"/>
              </w:rPr>
              <w:t>№ п\п</w:t>
            </w:r>
          </w:p>
        </w:tc>
        <w:tc>
          <w:tcPr>
            <w:tcW w:w="5022" w:type="dxa"/>
            <w:vAlign w:val="center"/>
          </w:tcPr>
          <w:p w:rsidR="009D57A6" w:rsidRPr="00244AE9" w:rsidRDefault="009D57A6" w:rsidP="00125FB0">
            <w:pPr>
              <w:jc w:val="center"/>
              <w:rPr>
                <w:b/>
                <w:sz w:val="28"/>
                <w:szCs w:val="28"/>
              </w:rPr>
            </w:pPr>
            <w:r w:rsidRPr="00244AE9">
              <w:rPr>
                <w:b/>
                <w:sz w:val="28"/>
                <w:szCs w:val="28"/>
              </w:rPr>
              <w:t>Наименование показателя</w:t>
            </w:r>
          </w:p>
        </w:tc>
        <w:tc>
          <w:tcPr>
            <w:tcW w:w="1418" w:type="dxa"/>
          </w:tcPr>
          <w:p w:rsidR="009D57A6" w:rsidRPr="00244AE9" w:rsidRDefault="009D57A6" w:rsidP="00125FB0">
            <w:pPr>
              <w:jc w:val="center"/>
              <w:rPr>
                <w:b/>
                <w:sz w:val="28"/>
                <w:szCs w:val="28"/>
              </w:rPr>
            </w:pPr>
            <w:r w:rsidRPr="00244AE9">
              <w:rPr>
                <w:b/>
                <w:sz w:val="28"/>
                <w:szCs w:val="28"/>
              </w:rPr>
              <w:t>Единица измерения</w:t>
            </w:r>
          </w:p>
        </w:tc>
        <w:tc>
          <w:tcPr>
            <w:tcW w:w="2409" w:type="dxa"/>
          </w:tcPr>
          <w:p w:rsidR="009D57A6" w:rsidRPr="00244AE9" w:rsidRDefault="009D57A6" w:rsidP="00125FB0">
            <w:pPr>
              <w:jc w:val="center"/>
              <w:rPr>
                <w:b/>
                <w:sz w:val="28"/>
                <w:szCs w:val="28"/>
              </w:rPr>
            </w:pPr>
            <w:r w:rsidRPr="00244AE9">
              <w:rPr>
                <w:b/>
                <w:sz w:val="28"/>
                <w:szCs w:val="28"/>
              </w:rPr>
              <w:t>Ответственный исполнитель, ФИО</w:t>
            </w:r>
          </w:p>
        </w:tc>
      </w:tr>
      <w:tr w:rsidR="009D57A6" w:rsidRPr="00244AE9" w:rsidTr="000152E2">
        <w:trPr>
          <w:trHeight w:val="107"/>
        </w:trPr>
        <w:tc>
          <w:tcPr>
            <w:tcW w:w="898" w:type="dxa"/>
          </w:tcPr>
          <w:p w:rsidR="009D57A6" w:rsidRPr="00244AE9" w:rsidRDefault="009D57A6" w:rsidP="00125FB0">
            <w:pPr>
              <w:jc w:val="center"/>
              <w:rPr>
                <w:sz w:val="28"/>
                <w:szCs w:val="28"/>
              </w:rPr>
            </w:pPr>
            <w:r w:rsidRPr="00244AE9">
              <w:rPr>
                <w:sz w:val="28"/>
                <w:szCs w:val="28"/>
              </w:rPr>
              <w:t>1</w:t>
            </w:r>
          </w:p>
        </w:tc>
        <w:tc>
          <w:tcPr>
            <w:tcW w:w="5022" w:type="dxa"/>
          </w:tcPr>
          <w:p w:rsidR="009D57A6" w:rsidRPr="00244AE9" w:rsidRDefault="009D57A6" w:rsidP="00125FB0">
            <w:pPr>
              <w:jc w:val="center"/>
              <w:rPr>
                <w:sz w:val="28"/>
                <w:szCs w:val="28"/>
              </w:rPr>
            </w:pPr>
            <w:r w:rsidRPr="00244AE9">
              <w:rPr>
                <w:sz w:val="28"/>
                <w:szCs w:val="28"/>
              </w:rPr>
              <w:t>2</w:t>
            </w:r>
          </w:p>
        </w:tc>
        <w:tc>
          <w:tcPr>
            <w:tcW w:w="1418" w:type="dxa"/>
          </w:tcPr>
          <w:p w:rsidR="009D57A6" w:rsidRPr="00244AE9" w:rsidRDefault="009D57A6" w:rsidP="00125FB0">
            <w:pPr>
              <w:jc w:val="center"/>
              <w:rPr>
                <w:sz w:val="28"/>
                <w:szCs w:val="28"/>
              </w:rPr>
            </w:pPr>
            <w:r w:rsidRPr="00244AE9">
              <w:rPr>
                <w:sz w:val="28"/>
                <w:szCs w:val="28"/>
              </w:rPr>
              <w:t>3</w:t>
            </w:r>
          </w:p>
        </w:tc>
        <w:tc>
          <w:tcPr>
            <w:tcW w:w="2409" w:type="dxa"/>
          </w:tcPr>
          <w:p w:rsidR="009D57A6" w:rsidRPr="00244AE9" w:rsidRDefault="009D57A6" w:rsidP="00125FB0">
            <w:pPr>
              <w:jc w:val="center"/>
              <w:rPr>
                <w:sz w:val="28"/>
                <w:szCs w:val="28"/>
              </w:rPr>
            </w:pPr>
            <w:r w:rsidRPr="00244AE9">
              <w:rPr>
                <w:sz w:val="28"/>
                <w:szCs w:val="28"/>
              </w:rPr>
              <w:t>4</w:t>
            </w:r>
          </w:p>
        </w:tc>
      </w:tr>
      <w:tr w:rsidR="009D57A6" w:rsidRPr="00244AE9" w:rsidTr="000152E2">
        <w:trPr>
          <w:trHeight w:val="107"/>
        </w:trPr>
        <w:tc>
          <w:tcPr>
            <w:tcW w:w="898" w:type="dxa"/>
          </w:tcPr>
          <w:p w:rsidR="009D57A6" w:rsidRPr="00244AE9" w:rsidRDefault="009D57A6" w:rsidP="00125FB0">
            <w:pPr>
              <w:numPr>
                <w:ilvl w:val="0"/>
                <w:numId w:val="32"/>
              </w:numPr>
              <w:contextualSpacing/>
            </w:pPr>
          </w:p>
        </w:tc>
        <w:tc>
          <w:tcPr>
            <w:tcW w:w="5022" w:type="dxa"/>
          </w:tcPr>
          <w:p w:rsidR="009D57A6" w:rsidRPr="00244AE9" w:rsidRDefault="009D57A6" w:rsidP="001E40EF">
            <w:pPr>
              <w:ind w:right="-108"/>
              <w:contextualSpacing/>
              <w:rPr>
                <w:sz w:val="28"/>
                <w:szCs w:val="28"/>
              </w:rPr>
            </w:pPr>
            <w:r w:rsidRPr="00244AE9">
              <w:rPr>
                <w:sz w:val="28"/>
                <w:szCs w:val="28"/>
              </w:rP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1418" w:type="dxa"/>
          </w:tcPr>
          <w:p w:rsidR="009D57A6" w:rsidRPr="00244AE9"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pStyle w:val="ConsPlusNormal"/>
              <w:ind w:firstLine="0"/>
              <w:jc w:val="center"/>
              <w:rPr>
                <w:rFonts w:ascii="Times New Roman" w:hAnsi="Times New Roman"/>
                <w:sz w:val="28"/>
                <w:szCs w:val="28"/>
              </w:rPr>
            </w:pPr>
            <w:r w:rsidRPr="00244AE9">
              <w:rPr>
                <w:rFonts w:ascii="Times New Roman" w:hAnsi="Times New Roman"/>
                <w:sz w:val="28"/>
                <w:szCs w:val="28"/>
              </w:rPr>
              <w:t>Мыльникова Л.Н.</w:t>
            </w:r>
          </w:p>
        </w:tc>
      </w:tr>
      <w:tr w:rsidR="009D57A6" w:rsidRPr="00244AE9" w:rsidTr="000152E2">
        <w:trPr>
          <w:trHeight w:val="107"/>
        </w:trPr>
        <w:tc>
          <w:tcPr>
            <w:tcW w:w="898" w:type="dxa"/>
          </w:tcPr>
          <w:p w:rsidR="009D57A6" w:rsidRPr="00244AE9" w:rsidRDefault="009D57A6" w:rsidP="00125FB0">
            <w:pPr>
              <w:numPr>
                <w:ilvl w:val="0"/>
                <w:numId w:val="32"/>
              </w:numPr>
              <w:contextualSpacing/>
            </w:pPr>
          </w:p>
        </w:tc>
        <w:tc>
          <w:tcPr>
            <w:tcW w:w="5022" w:type="dxa"/>
          </w:tcPr>
          <w:p w:rsidR="009D57A6" w:rsidRPr="00244AE9" w:rsidRDefault="009D57A6" w:rsidP="001E40EF">
            <w:pPr>
              <w:contextualSpacing/>
              <w:rPr>
                <w:sz w:val="28"/>
                <w:szCs w:val="28"/>
              </w:rPr>
            </w:pPr>
            <w:r w:rsidRPr="00244AE9">
              <w:rPr>
                <w:sz w:val="28"/>
                <w:szCs w:val="28"/>
              </w:rP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1418" w:type="dxa"/>
          </w:tcPr>
          <w:p w:rsidR="009D57A6" w:rsidRPr="00244AE9"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9D57A6" w:rsidRPr="00244AE9" w:rsidTr="000152E2">
        <w:trPr>
          <w:trHeight w:val="107"/>
        </w:trPr>
        <w:tc>
          <w:tcPr>
            <w:tcW w:w="898" w:type="dxa"/>
          </w:tcPr>
          <w:p w:rsidR="009D57A6" w:rsidRPr="00244AE9" w:rsidRDefault="009D57A6" w:rsidP="00125FB0">
            <w:pPr>
              <w:numPr>
                <w:ilvl w:val="0"/>
                <w:numId w:val="32"/>
              </w:numPr>
              <w:contextualSpacing/>
            </w:pPr>
          </w:p>
        </w:tc>
        <w:tc>
          <w:tcPr>
            <w:tcW w:w="5022" w:type="dxa"/>
          </w:tcPr>
          <w:p w:rsidR="009D57A6" w:rsidRPr="00244AE9" w:rsidRDefault="009D57A6" w:rsidP="001E40EF">
            <w:pPr>
              <w:contextualSpacing/>
              <w:rPr>
                <w:sz w:val="28"/>
                <w:szCs w:val="28"/>
              </w:rPr>
            </w:pPr>
            <w:r w:rsidRPr="00244AE9">
              <w:rPr>
                <w:sz w:val="28"/>
                <w:szCs w:val="28"/>
              </w:rP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tc>
        <w:tc>
          <w:tcPr>
            <w:tcW w:w="1418" w:type="dxa"/>
          </w:tcPr>
          <w:p w:rsidR="009D57A6" w:rsidRPr="00244AE9"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9D57A6" w:rsidRPr="00244AE9" w:rsidTr="000152E2">
        <w:trPr>
          <w:trHeight w:val="107"/>
        </w:trPr>
        <w:tc>
          <w:tcPr>
            <w:tcW w:w="898" w:type="dxa"/>
            <w:vAlign w:val="center"/>
          </w:tcPr>
          <w:p w:rsidR="009D57A6" w:rsidRPr="00244AE9" w:rsidRDefault="009D57A6" w:rsidP="00125FB0">
            <w:pPr>
              <w:numPr>
                <w:ilvl w:val="0"/>
                <w:numId w:val="32"/>
              </w:numPr>
              <w:contextualSpacing/>
            </w:pPr>
          </w:p>
        </w:tc>
        <w:tc>
          <w:tcPr>
            <w:tcW w:w="5022" w:type="dxa"/>
            <w:vAlign w:val="center"/>
          </w:tcPr>
          <w:p w:rsidR="009D57A6" w:rsidRPr="00244AE9" w:rsidRDefault="009D57A6" w:rsidP="001E40EF">
            <w:pPr>
              <w:pStyle w:val="a3"/>
              <w:spacing w:line="259" w:lineRule="auto"/>
              <w:ind w:left="0"/>
              <w:rPr>
                <w:sz w:val="28"/>
                <w:szCs w:val="28"/>
              </w:rPr>
            </w:pPr>
            <w:r w:rsidRPr="00244AE9">
              <w:rPr>
                <w:sz w:val="28"/>
                <w:szCs w:val="28"/>
              </w:rPr>
              <w:t xml:space="preserve">Снижение недоимки по местным налогам и сборам, зачисляемым в бюджет поселения </w:t>
            </w:r>
          </w:p>
        </w:tc>
        <w:tc>
          <w:tcPr>
            <w:tcW w:w="1418" w:type="dxa"/>
            <w:vAlign w:val="center"/>
          </w:tcPr>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9D57A6" w:rsidRPr="00244AE9" w:rsidTr="000152E2">
        <w:trPr>
          <w:trHeight w:val="107"/>
        </w:trPr>
        <w:tc>
          <w:tcPr>
            <w:tcW w:w="898" w:type="dxa"/>
            <w:vAlign w:val="center"/>
          </w:tcPr>
          <w:p w:rsidR="009D57A6" w:rsidRPr="00244AE9" w:rsidRDefault="009D57A6" w:rsidP="00125FB0">
            <w:pPr>
              <w:numPr>
                <w:ilvl w:val="0"/>
                <w:numId w:val="32"/>
              </w:numPr>
              <w:contextualSpacing/>
            </w:pPr>
          </w:p>
        </w:tc>
        <w:tc>
          <w:tcPr>
            <w:tcW w:w="5022" w:type="dxa"/>
            <w:vAlign w:val="center"/>
          </w:tcPr>
          <w:p w:rsidR="009D57A6" w:rsidRPr="00244AE9" w:rsidRDefault="009D57A6" w:rsidP="001E40EF">
            <w:pPr>
              <w:contextualSpacing/>
              <w:rPr>
                <w:sz w:val="28"/>
                <w:szCs w:val="28"/>
              </w:rPr>
            </w:pPr>
            <w:r w:rsidRPr="00244AE9">
              <w:rPr>
                <w:sz w:val="28"/>
                <w:szCs w:val="28"/>
              </w:rP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p w:rsidR="009D57A6" w:rsidRDefault="009D57A6" w:rsidP="001E40EF">
            <w:pPr>
              <w:contextualSpacing/>
              <w:rPr>
                <w:b/>
                <w:sz w:val="28"/>
                <w:szCs w:val="28"/>
              </w:rPr>
            </w:pPr>
          </w:p>
          <w:p w:rsidR="009D57A6" w:rsidRPr="00244AE9" w:rsidRDefault="009D57A6" w:rsidP="001E40EF">
            <w:pPr>
              <w:contextualSpacing/>
              <w:rPr>
                <w:b/>
                <w:sz w:val="28"/>
                <w:szCs w:val="28"/>
              </w:rPr>
            </w:pPr>
          </w:p>
        </w:tc>
        <w:tc>
          <w:tcPr>
            <w:tcW w:w="1418" w:type="dxa"/>
            <w:vAlign w:val="center"/>
          </w:tcPr>
          <w:p w:rsidR="009D57A6" w:rsidRPr="00244AE9" w:rsidRDefault="009D57A6" w:rsidP="008649F7">
            <w:pPr>
              <w:ind w:left="-108" w:right="-107"/>
              <w:contextualSpacing/>
              <w:rPr>
                <w:sz w:val="28"/>
                <w:szCs w:val="28"/>
              </w:rPr>
            </w:pPr>
            <w:r w:rsidRPr="00244AE9">
              <w:rPr>
                <w:sz w:val="28"/>
                <w:szCs w:val="28"/>
              </w:rPr>
              <w:t>руб.</w:t>
            </w:r>
          </w:p>
        </w:tc>
        <w:tc>
          <w:tcPr>
            <w:tcW w:w="2409" w:type="dxa"/>
          </w:tcPr>
          <w:p w:rsidR="009D57A6" w:rsidRPr="00244AE9" w:rsidRDefault="009D57A6" w:rsidP="001E40EF">
            <w:pPr>
              <w:pStyle w:val="ConsPlusNormal"/>
              <w:ind w:firstLine="0"/>
              <w:jc w:val="center"/>
              <w:rPr>
                <w:rFonts w:ascii="Times New Roman" w:hAnsi="Times New Roman"/>
                <w:b/>
                <w:sz w:val="28"/>
                <w:szCs w:val="28"/>
              </w:rPr>
            </w:pPr>
            <w:r w:rsidRPr="00244AE9">
              <w:rPr>
                <w:rFonts w:ascii="Times New Roman" w:hAnsi="Times New Roman"/>
                <w:sz w:val="28"/>
                <w:szCs w:val="28"/>
              </w:rPr>
              <w:t>Мыльникова Л.Н.</w:t>
            </w:r>
          </w:p>
        </w:tc>
      </w:tr>
      <w:tr w:rsidR="009D57A6" w:rsidRPr="00244AE9" w:rsidTr="000152E2">
        <w:trPr>
          <w:trHeight w:val="107"/>
        </w:trPr>
        <w:tc>
          <w:tcPr>
            <w:tcW w:w="898" w:type="dxa"/>
          </w:tcPr>
          <w:p w:rsidR="009D57A6" w:rsidRPr="00244AE9" w:rsidRDefault="009D57A6" w:rsidP="001E40EF">
            <w:pPr>
              <w:jc w:val="center"/>
              <w:rPr>
                <w:b/>
                <w:sz w:val="28"/>
                <w:szCs w:val="28"/>
              </w:rPr>
            </w:pPr>
            <w:r w:rsidRPr="00244AE9">
              <w:rPr>
                <w:b/>
                <w:sz w:val="28"/>
                <w:szCs w:val="28"/>
              </w:rPr>
              <w:lastRenderedPageBreak/>
              <w:t>1</w:t>
            </w:r>
          </w:p>
        </w:tc>
        <w:tc>
          <w:tcPr>
            <w:tcW w:w="5022" w:type="dxa"/>
          </w:tcPr>
          <w:p w:rsidR="009D57A6" w:rsidRPr="00244AE9" w:rsidRDefault="009D57A6" w:rsidP="001E40EF">
            <w:pPr>
              <w:jc w:val="center"/>
              <w:rPr>
                <w:b/>
                <w:sz w:val="28"/>
                <w:szCs w:val="28"/>
              </w:rPr>
            </w:pPr>
            <w:r w:rsidRPr="00244AE9">
              <w:rPr>
                <w:b/>
                <w:sz w:val="28"/>
                <w:szCs w:val="28"/>
              </w:rPr>
              <w:t>2</w:t>
            </w:r>
          </w:p>
        </w:tc>
        <w:tc>
          <w:tcPr>
            <w:tcW w:w="1418" w:type="dxa"/>
          </w:tcPr>
          <w:p w:rsidR="009D57A6" w:rsidRPr="00244AE9" w:rsidRDefault="009D57A6" w:rsidP="008649F7">
            <w:pPr>
              <w:rPr>
                <w:b/>
                <w:sz w:val="28"/>
                <w:szCs w:val="28"/>
              </w:rPr>
            </w:pPr>
            <w:r w:rsidRPr="00244AE9">
              <w:rPr>
                <w:b/>
                <w:sz w:val="28"/>
                <w:szCs w:val="28"/>
              </w:rPr>
              <w:t>3</w:t>
            </w:r>
          </w:p>
        </w:tc>
        <w:tc>
          <w:tcPr>
            <w:tcW w:w="2409" w:type="dxa"/>
          </w:tcPr>
          <w:p w:rsidR="009D57A6" w:rsidRPr="00244AE9" w:rsidRDefault="009D57A6" w:rsidP="001E40EF">
            <w:pPr>
              <w:jc w:val="center"/>
              <w:rPr>
                <w:b/>
                <w:sz w:val="28"/>
                <w:szCs w:val="28"/>
              </w:rPr>
            </w:pPr>
            <w:r w:rsidRPr="00244AE9">
              <w:rPr>
                <w:b/>
                <w:sz w:val="28"/>
                <w:szCs w:val="28"/>
              </w:rPr>
              <w:t>4</w:t>
            </w:r>
          </w:p>
        </w:tc>
      </w:tr>
      <w:tr w:rsidR="009D57A6" w:rsidRPr="00244AE9" w:rsidTr="000152E2">
        <w:trPr>
          <w:trHeight w:val="107"/>
        </w:trPr>
        <w:tc>
          <w:tcPr>
            <w:tcW w:w="898" w:type="dxa"/>
          </w:tcPr>
          <w:p w:rsidR="009D57A6" w:rsidRPr="00244AE9" w:rsidRDefault="009D57A6" w:rsidP="00125FB0">
            <w:pPr>
              <w:numPr>
                <w:ilvl w:val="0"/>
                <w:numId w:val="32"/>
              </w:numPr>
            </w:pPr>
          </w:p>
        </w:tc>
        <w:tc>
          <w:tcPr>
            <w:tcW w:w="5022" w:type="dxa"/>
          </w:tcPr>
          <w:p w:rsidR="009D57A6" w:rsidRPr="00244AE9" w:rsidRDefault="009D57A6" w:rsidP="007D4F9A">
            <w:pPr>
              <w:tabs>
                <w:tab w:val="left" w:pos="720"/>
              </w:tabs>
              <w:contextualSpacing/>
              <w:rPr>
                <w:sz w:val="28"/>
                <w:szCs w:val="28"/>
              </w:rPr>
            </w:pPr>
            <w:r w:rsidRPr="00244AE9">
              <w:rPr>
                <w:sz w:val="28"/>
                <w:szCs w:val="28"/>
              </w:rPr>
              <w:t>Участие в организации проведения общественных работ и временного трудоустройства граждан, испытывающих трудности в поиске работы</w:t>
            </w:r>
          </w:p>
        </w:tc>
        <w:tc>
          <w:tcPr>
            <w:tcW w:w="1418" w:type="dxa"/>
          </w:tcPr>
          <w:p w:rsidR="009D57A6" w:rsidRPr="00244AE9" w:rsidRDefault="009D57A6" w:rsidP="008649F7">
            <w:pPr>
              <w:ind w:left="-108" w:right="-107"/>
              <w:contextualSpacing/>
              <w:rPr>
                <w:sz w:val="28"/>
                <w:szCs w:val="28"/>
              </w:rPr>
            </w:pPr>
            <w:r w:rsidRPr="00244AE9">
              <w:rPr>
                <w:sz w:val="28"/>
                <w:szCs w:val="28"/>
              </w:rPr>
              <w:t>Руб.</w:t>
            </w:r>
          </w:p>
        </w:tc>
        <w:tc>
          <w:tcPr>
            <w:tcW w:w="2409" w:type="dxa"/>
          </w:tcPr>
          <w:p w:rsidR="009D57A6" w:rsidRPr="00244AE9" w:rsidRDefault="009D57A6" w:rsidP="007D4F9A">
            <w:pPr>
              <w:pStyle w:val="ConsPlusNormal"/>
              <w:ind w:firstLine="0"/>
              <w:rPr>
                <w:rFonts w:ascii="Times New Roman" w:hAnsi="Times New Roman"/>
                <w:sz w:val="28"/>
                <w:szCs w:val="28"/>
              </w:rPr>
            </w:pPr>
            <w:r w:rsidRPr="00244AE9">
              <w:rPr>
                <w:rFonts w:ascii="Times New Roman" w:hAnsi="Times New Roman"/>
                <w:sz w:val="28"/>
                <w:szCs w:val="28"/>
              </w:rPr>
              <w:t>Дубовая С.А.</w:t>
            </w:r>
          </w:p>
        </w:tc>
      </w:tr>
      <w:tr w:rsidR="009D57A6" w:rsidRPr="00244AE9" w:rsidTr="000152E2">
        <w:trPr>
          <w:trHeight w:val="107"/>
        </w:trPr>
        <w:tc>
          <w:tcPr>
            <w:tcW w:w="898" w:type="dxa"/>
          </w:tcPr>
          <w:p w:rsidR="009D57A6" w:rsidRPr="00244AE9" w:rsidRDefault="009D57A6" w:rsidP="00125FB0">
            <w:pPr>
              <w:numPr>
                <w:ilvl w:val="0"/>
                <w:numId w:val="32"/>
              </w:numPr>
              <w:contextualSpacing/>
            </w:pPr>
          </w:p>
        </w:tc>
        <w:tc>
          <w:tcPr>
            <w:tcW w:w="5022" w:type="dxa"/>
          </w:tcPr>
          <w:p w:rsidR="009D57A6" w:rsidRPr="00244AE9" w:rsidRDefault="009D57A6" w:rsidP="001E40EF">
            <w:pPr>
              <w:tabs>
                <w:tab w:val="left" w:pos="720"/>
              </w:tabs>
              <w:contextualSpacing/>
              <w:rPr>
                <w:sz w:val="28"/>
                <w:szCs w:val="28"/>
              </w:rPr>
            </w:pPr>
            <w:r w:rsidRPr="00244AE9">
              <w:rPr>
                <w:sz w:val="28"/>
                <w:szCs w:val="28"/>
              </w:rPr>
              <w:t>Участие поселения в областных и федеральных конкурсах</w:t>
            </w:r>
            <w:r w:rsidRPr="00244AE9">
              <w:rPr>
                <w:sz w:val="28"/>
                <w:szCs w:val="28"/>
              </w:rPr>
              <w:tab/>
            </w:r>
            <w:r w:rsidRPr="00244AE9">
              <w:rPr>
                <w:sz w:val="28"/>
                <w:szCs w:val="28"/>
              </w:rPr>
              <w:tab/>
            </w:r>
          </w:p>
        </w:tc>
        <w:tc>
          <w:tcPr>
            <w:tcW w:w="1418" w:type="dxa"/>
          </w:tcPr>
          <w:p w:rsidR="009D57A6" w:rsidRPr="00244AE9"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r w:rsidRPr="00244AE9">
              <w:rPr>
                <w:sz w:val="28"/>
                <w:szCs w:val="28"/>
              </w:rPr>
              <w:t>единиц</w:t>
            </w:r>
          </w:p>
        </w:tc>
        <w:tc>
          <w:tcPr>
            <w:tcW w:w="2409" w:type="dxa"/>
          </w:tcPr>
          <w:p w:rsidR="009D57A6" w:rsidRPr="00244AE9" w:rsidRDefault="009D57A6" w:rsidP="001E40EF">
            <w:pPr>
              <w:rPr>
                <w:sz w:val="28"/>
                <w:szCs w:val="28"/>
              </w:rPr>
            </w:pPr>
            <w:r w:rsidRPr="00244AE9">
              <w:rPr>
                <w:sz w:val="28"/>
                <w:szCs w:val="28"/>
              </w:rPr>
              <w:t>Бородаенко Ю.В.</w:t>
            </w:r>
          </w:p>
        </w:tc>
      </w:tr>
      <w:tr w:rsidR="009D57A6" w:rsidRPr="00244AE9" w:rsidTr="000152E2">
        <w:trPr>
          <w:trHeight w:val="107"/>
        </w:trPr>
        <w:tc>
          <w:tcPr>
            <w:tcW w:w="898" w:type="dxa"/>
          </w:tcPr>
          <w:p w:rsidR="009D57A6" w:rsidRPr="00244AE9" w:rsidRDefault="009D57A6" w:rsidP="00125FB0">
            <w:pPr>
              <w:numPr>
                <w:ilvl w:val="0"/>
                <w:numId w:val="32"/>
              </w:numPr>
              <w:contextualSpacing/>
            </w:pPr>
          </w:p>
        </w:tc>
        <w:tc>
          <w:tcPr>
            <w:tcW w:w="5022" w:type="dxa"/>
          </w:tcPr>
          <w:p w:rsidR="009D57A6" w:rsidRPr="00244AE9" w:rsidRDefault="009D57A6" w:rsidP="007D4F9A">
            <w:pPr>
              <w:contextualSpacing/>
              <w:rPr>
                <w:sz w:val="28"/>
                <w:szCs w:val="28"/>
              </w:rPr>
            </w:pPr>
            <w:r w:rsidRPr="00244AE9">
              <w:rPr>
                <w:sz w:val="28"/>
                <w:szCs w:val="28"/>
              </w:rPr>
              <w:t>Уровень охвата территории поселения  ТОС</w:t>
            </w:r>
          </w:p>
        </w:tc>
        <w:tc>
          <w:tcPr>
            <w:tcW w:w="1418" w:type="dxa"/>
          </w:tcPr>
          <w:p w:rsidR="009D57A6" w:rsidRPr="00244AE9"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rPr>
                <w:b/>
                <w:sz w:val="28"/>
                <w:szCs w:val="28"/>
              </w:rPr>
            </w:pPr>
            <w:r w:rsidRPr="00244AE9">
              <w:rPr>
                <w:sz w:val="28"/>
                <w:szCs w:val="28"/>
              </w:rPr>
              <w:t>Бородаенко Ю.В.</w:t>
            </w:r>
          </w:p>
        </w:tc>
      </w:tr>
      <w:tr w:rsidR="009D57A6" w:rsidRPr="00244AE9" w:rsidTr="000152E2">
        <w:trPr>
          <w:trHeight w:val="107"/>
        </w:trPr>
        <w:tc>
          <w:tcPr>
            <w:tcW w:w="898" w:type="dxa"/>
            <w:vAlign w:val="center"/>
          </w:tcPr>
          <w:p w:rsidR="009D57A6" w:rsidRPr="00244AE9" w:rsidRDefault="009D57A6" w:rsidP="00125FB0">
            <w:pPr>
              <w:numPr>
                <w:ilvl w:val="0"/>
                <w:numId w:val="32"/>
              </w:numPr>
              <w:contextualSpacing/>
            </w:pPr>
          </w:p>
        </w:tc>
        <w:tc>
          <w:tcPr>
            <w:tcW w:w="5022" w:type="dxa"/>
          </w:tcPr>
          <w:p w:rsidR="009D57A6" w:rsidRPr="00244AE9" w:rsidRDefault="009D57A6" w:rsidP="001E40EF">
            <w:pPr>
              <w:contextualSpacing/>
              <w:rPr>
                <w:sz w:val="28"/>
                <w:szCs w:val="28"/>
              </w:rPr>
            </w:pPr>
            <w:r w:rsidRPr="00244AE9">
              <w:rPr>
                <w:sz w:val="28"/>
                <w:szCs w:val="28"/>
              </w:rPr>
              <w:t xml:space="preserve">Наличие направленных в районную административную комиссию материалов по административным правонарушениям  </w:t>
            </w:r>
          </w:p>
        </w:tc>
        <w:tc>
          <w:tcPr>
            <w:tcW w:w="1418" w:type="dxa"/>
          </w:tcPr>
          <w:p w:rsidR="009D57A6" w:rsidRPr="00244AE9" w:rsidRDefault="009D57A6" w:rsidP="008649F7">
            <w:pPr>
              <w:rPr>
                <w:sz w:val="28"/>
                <w:szCs w:val="28"/>
              </w:rPr>
            </w:pPr>
            <w:r w:rsidRPr="00244AE9">
              <w:rPr>
                <w:sz w:val="28"/>
                <w:szCs w:val="28"/>
              </w:rPr>
              <w:t>единиц</w:t>
            </w:r>
          </w:p>
          <w:p w:rsidR="009D57A6" w:rsidRPr="00244AE9" w:rsidRDefault="009D57A6" w:rsidP="008649F7">
            <w:pPr>
              <w:rPr>
                <w:sz w:val="28"/>
                <w:szCs w:val="28"/>
              </w:rPr>
            </w:pPr>
            <w:r w:rsidRPr="00244AE9">
              <w:rPr>
                <w:sz w:val="28"/>
                <w:szCs w:val="28"/>
              </w:rPr>
              <w:t>на 1 тыс.чел.</w:t>
            </w:r>
          </w:p>
          <w:p w:rsidR="009D57A6" w:rsidRPr="00244AE9" w:rsidRDefault="009D57A6" w:rsidP="008649F7">
            <w:pPr>
              <w:rPr>
                <w:sz w:val="28"/>
                <w:szCs w:val="28"/>
              </w:rPr>
            </w:pPr>
            <w:r w:rsidRPr="00244AE9">
              <w:rPr>
                <w:sz w:val="28"/>
                <w:szCs w:val="28"/>
              </w:rPr>
              <w:t>населения</w:t>
            </w:r>
          </w:p>
          <w:p w:rsidR="009D57A6" w:rsidRPr="00244AE9" w:rsidRDefault="009D57A6" w:rsidP="008649F7">
            <w:pPr>
              <w:ind w:left="-108" w:right="-107"/>
              <w:contextualSpacing/>
              <w:rPr>
                <w:sz w:val="28"/>
                <w:szCs w:val="28"/>
              </w:rPr>
            </w:pPr>
          </w:p>
        </w:tc>
        <w:tc>
          <w:tcPr>
            <w:tcW w:w="2409" w:type="dxa"/>
          </w:tcPr>
          <w:p w:rsidR="009D57A6" w:rsidRPr="00244AE9" w:rsidRDefault="009D57A6" w:rsidP="001E40EF">
            <w:pPr>
              <w:rPr>
                <w:sz w:val="28"/>
                <w:szCs w:val="28"/>
              </w:rPr>
            </w:pPr>
            <w:r w:rsidRPr="00244AE9">
              <w:rPr>
                <w:sz w:val="28"/>
                <w:szCs w:val="28"/>
              </w:rPr>
              <w:t>Бородаенко Ю.В.</w:t>
            </w:r>
          </w:p>
        </w:tc>
      </w:tr>
      <w:tr w:rsidR="009D57A6" w:rsidRPr="00244AE9" w:rsidTr="000152E2">
        <w:trPr>
          <w:trHeight w:val="107"/>
        </w:trPr>
        <w:tc>
          <w:tcPr>
            <w:tcW w:w="898" w:type="dxa"/>
            <w:vAlign w:val="center"/>
          </w:tcPr>
          <w:p w:rsidR="009D57A6" w:rsidRPr="00244AE9" w:rsidRDefault="009D57A6" w:rsidP="00125FB0">
            <w:pPr>
              <w:numPr>
                <w:ilvl w:val="0"/>
                <w:numId w:val="32"/>
              </w:numPr>
              <w:contextualSpacing/>
            </w:pPr>
          </w:p>
        </w:tc>
        <w:tc>
          <w:tcPr>
            <w:tcW w:w="5022" w:type="dxa"/>
            <w:vAlign w:val="center"/>
          </w:tcPr>
          <w:p w:rsidR="009D57A6" w:rsidRPr="00244AE9" w:rsidRDefault="009D57A6" w:rsidP="001E40EF">
            <w:pPr>
              <w:ind w:left="67"/>
              <w:rPr>
                <w:sz w:val="28"/>
                <w:szCs w:val="28"/>
              </w:rPr>
            </w:pPr>
            <w:r w:rsidRPr="00244AE9">
              <w:rPr>
                <w:sz w:val="28"/>
                <w:szCs w:val="28"/>
              </w:rPr>
              <w:t>Доля граждан, проживающих на территории муниципального образования, зарегистрированных в ЕСИА (Единая система идентификации и аутентификации)</w:t>
            </w:r>
          </w:p>
        </w:tc>
        <w:tc>
          <w:tcPr>
            <w:tcW w:w="1418" w:type="dxa"/>
            <w:vAlign w:val="center"/>
          </w:tcPr>
          <w:p w:rsidR="009D57A6" w:rsidRPr="00244AE9" w:rsidRDefault="009D57A6" w:rsidP="008649F7">
            <w:pPr>
              <w:tabs>
                <w:tab w:val="left" w:pos="1000"/>
              </w:tabs>
              <w:rPr>
                <w:sz w:val="28"/>
                <w:szCs w:val="28"/>
              </w:rPr>
            </w:pPr>
            <w:r w:rsidRPr="00244AE9">
              <w:rPr>
                <w:sz w:val="28"/>
                <w:szCs w:val="28"/>
              </w:rPr>
              <w:t>%</w:t>
            </w:r>
          </w:p>
        </w:tc>
        <w:tc>
          <w:tcPr>
            <w:tcW w:w="2409" w:type="dxa"/>
          </w:tcPr>
          <w:p w:rsidR="009D57A6" w:rsidRPr="00244AE9" w:rsidRDefault="009D57A6" w:rsidP="001E40EF">
            <w:pPr>
              <w:rPr>
                <w:b/>
                <w:sz w:val="28"/>
                <w:szCs w:val="28"/>
              </w:rPr>
            </w:pPr>
            <w:r w:rsidRPr="00244AE9">
              <w:rPr>
                <w:sz w:val="28"/>
                <w:szCs w:val="28"/>
              </w:rPr>
              <w:t>Бородаенко Ю.В.</w:t>
            </w:r>
          </w:p>
        </w:tc>
      </w:tr>
      <w:tr w:rsidR="009D57A6" w:rsidRPr="00244AE9" w:rsidTr="000152E2">
        <w:trPr>
          <w:trHeight w:val="107"/>
        </w:trPr>
        <w:tc>
          <w:tcPr>
            <w:tcW w:w="898" w:type="dxa"/>
          </w:tcPr>
          <w:p w:rsidR="009D57A6" w:rsidRPr="00244AE9" w:rsidRDefault="009D57A6" w:rsidP="00125FB0">
            <w:pPr>
              <w:numPr>
                <w:ilvl w:val="0"/>
                <w:numId w:val="32"/>
              </w:numPr>
              <w:contextualSpacing/>
            </w:pPr>
          </w:p>
        </w:tc>
        <w:tc>
          <w:tcPr>
            <w:tcW w:w="5022" w:type="dxa"/>
            <w:vAlign w:val="center"/>
          </w:tcPr>
          <w:p w:rsidR="009D57A6" w:rsidRPr="00244AE9" w:rsidRDefault="009D57A6" w:rsidP="001E40EF">
            <w:pPr>
              <w:rPr>
                <w:sz w:val="28"/>
                <w:szCs w:val="28"/>
              </w:rPr>
            </w:pPr>
            <w:r w:rsidRPr="00244AE9">
              <w:rPr>
                <w:sz w:val="28"/>
                <w:szCs w:val="28"/>
              </w:rPr>
              <w:t>Количество жалоб от населения в районную администрацию  и правительство Воронежской области на исполнение полномочий главы поселения в расчете на 1000 чел.  населения, нашедших свое подтверждение</w:t>
            </w:r>
          </w:p>
        </w:tc>
        <w:tc>
          <w:tcPr>
            <w:tcW w:w="1418" w:type="dxa"/>
            <w:vAlign w:val="center"/>
          </w:tcPr>
          <w:p w:rsidR="009D57A6" w:rsidRPr="00244AE9" w:rsidRDefault="009D57A6" w:rsidP="008649F7">
            <w:pPr>
              <w:rPr>
                <w:sz w:val="28"/>
                <w:szCs w:val="28"/>
              </w:rPr>
            </w:pPr>
            <w:r w:rsidRPr="00244AE9">
              <w:rPr>
                <w:sz w:val="28"/>
                <w:szCs w:val="28"/>
              </w:rPr>
              <w:t>единиц</w:t>
            </w:r>
          </w:p>
          <w:p w:rsidR="009D57A6" w:rsidRPr="00244AE9" w:rsidRDefault="009D57A6" w:rsidP="008649F7">
            <w:pPr>
              <w:rPr>
                <w:sz w:val="28"/>
                <w:szCs w:val="28"/>
              </w:rPr>
            </w:pPr>
            <w:r w:rsidRPr="00244AE9">
              <w:rPr>
                <w:sz w:val="28"/>
                <w:szCs w:val="28"/>
              </w:rPr>
              <w:t>на 1 тыс.чел.</w:t>
            </w:r>
          </w:p>
          <w:p w:rsidR="009D57A6" w:rsidRDefault="009D57A6" w:rsidP="008649F7">
            <w:pPr>
              <w:ind w:left="-108" w:right="-107"/>
              <w:contextualSpacing/>
              <w:rPr>
                <w:sz w:val="28"/>
                <w:szCs w:val="28"/>
              </w:rPr>
            </w:pPr>
            <w:r w:rsidRPr="00244AE9">
              <w:rPr>
                <w:sz w:val="28"/>
                <w:szCs w:val="28"/>
              </w:rPr>
              <w:t>населения</w:t>
            </w:r>
          </w:p>
          <w:p w:rsidR="009D57A6" w:rsidRDefault="009D57A6" w:rsidP="008649F7">
            <w:pPr>
              <w:ind w:left="-108" w:right="-107"/>
              <w:contextualSpacing/>
              <w:rPr>
                <w:sz w:val="28"/>
                <w:szCs w:val="28"/>
              </w:rPr>
            </w:pPr>
          </w:p>
          <w:p w:rsidR="009D57A6"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p>
        </w:tc>
        <w:tc>
          <w:tcPr>
            <w:tcW w:w="2409" w:type="dxa"/>
          </w:tcPr>
          <w:p w:rsidR="009D57A6" w:rsidRPr="00244AE9" w:rsidRDefault="009D57A6" w:rsidP="001E40EF">
            <w:pPr>
              <w:rPr>
                <w:sz w:val="28"/>
                <w:szCs w:val="28"/>
              </w:rPr>
            </w:pPr>
            <w:r w:rsidRPr="00244AE9">
              <w:rPr>
                <w:sz w:val="28"/>
                <w:szCs w:val="28"/>
              </w:rPr>
              <w:t>Бородаенко Ю.В.</w:t>
            </w:r>
          </w:p>
          <w:p w:rsidR="009D57A6" w:rsidRPr="00244AE9" w:rsidRDefault="009D57A6" w:rsidP="001E40EF">
            <w:pPr>
              <w:rPr>
                <w:sz w:val="28"/>
                <w:szCs w:val="28"/>
              </w:rPr>
            </w:pPr>
            <w:r w:rsidRPr="00244AE9">
              <w:rPr>
                <w:sz w:val="28"/>
                <w:szCs w:val="28"/>
              </w:rPr>
              <w:t>Коробов А.В.</w:t>
            </w:r>
          </w:p>
        </w:tc>
      </w:tr>
      <w:tr w:rsidR="009D57A6" w:rsidRPr="00244AE9" w:rsidTr="000152E2">
        <w:trPr>
          <w:trHeight w:val="107"/>
        </w:trPr>
        <w:tc>
          <w:tcPr>
            <w:tcW w:w="898" w:type="dxa"/>
          </w:tcPr>
          <w:p w:rsidR="009D57A6" w:rsidRPr="00244AE9" w:rsidRDefault="009D57A6" w:rsidP="00125FB0">
            <w:pPr>
              <w:numPr>
                <w:ilvl w:val="0"/>
                <w:numId w:val="32"/>
              </w:numPr>
            </w:pPr>
          </w:p>
        </w:tc>
        <w:tc>
          <w:tcPr>
            <w:tcW w:w="5022" w:type="dxa"/>
            <w:vAlign w:val="center"/>
          </w:tcPr>
          <w:p w:rsidR="009D57A6" w:rsidRPr="00244AE9" w:rsidRDefault="009D57A6" w:rsidP="001E40EF">
            <w:pPr>
              <w:rPr>
                <w:sz w:val="28"/>
                <w:szCs w:val="28"/>
              </w:rPr>
            </w:pPr>
            <w:r w:rsidRPr="00244AE9">
              <w:rPr>
                <w:sz w:val="28"/>
                <w:szCs w:val="28"/>
              </w:rPr>
              <w:t>Соблюдение сроков и качества представляемой в администрацию района отчетности</w:t>
            </w:r>
          </w:p>
          <w:p w:rsidR="009D57A6" w:rsidRPr="00244AE9" w:rsidRDefault="009D57A6" w:rsidP="001E40EF">
            <w:pPr>
              <w:rPr>
                <w:sz w:val="28"/>
                <w:szCs w:val="28"/>
              </w:rPr>
            </w:pPr>
          </w:p>
        </w:tc>
        <w:tc>
          <w:tcPr>
            <w:tcW w:w="1418" w:type="dxa"/>
            <w:vAlign w:val="center"/>
          </w:tcPr>
          <w:p w:rsidR="009D57A6" w:rsidRPr="00244AE9" w:rsidRDefault="009D57A6" w:rsidP="00E540B6">
            <w:pPr>
              <w:ind w:left="-108" w:right="-107"/>
              <w:contextualSpacing/>
              <w:rPr>
                <w:sz w:val="28"/>
                <w:szCs w:val="28"/>
              </w:rPr>
            </w:pPr>
            <w:r w:rsidRPr="00244AE9">
              <w:rPr>
                <w:sz w:val="28"/>
                <w:szCs w:val="28"/>
              </w:rPr>
              <w:t xml:space="preserve">% </w:t>
            </w:r>
          </w:p>
        </w:tc>
        <w:tc>
          <w:tcPr>
            <w:tcW w:w="2409" w:type="dxa"/>
          </w:tcPr>
          <w:p w:rsidR="009D57A6" w:rsidRPr="00244AE9" w:rsidRDefault="009D57A6" w:rsidP="001E40EF">
            <w:pPr>
              <w:rPr>
                <w:sz w:val="28"/>
                <w:szCs w:val="28"/>
              </w:rPr>
            </w:pPr>
            <w:r w:rsidRPr="00244AE9">
              <w:rPr>
                <w:sz w:val="28"/>
                <w:szCs w:val="28"/>
              </w:rPr>
              <w:t>Коробов А.В.</w:t>
            </w:r>
          </w:p>
        </w:tc>
      </w:tr>
      <w:tr w:rsidR="009D57A6" w:rsidRPr="00244AE9" w:rsidTr="000152E2">
        <w:trPr>
          <w:trHeight w:val="107"/>
        </w:trPr>
        <w:tc>
          <w:tcPr>
            <w:tcW w:w="898" w:type="dxa"/>
          </w:tcPr>
          <w:p w:rsidR="009D57A6" w:rsidRPr="00244AE9" w:rsidRDefault="009D57A6" w:rsidP="00125FB0">
            <w:pPr>
              <w:numPr>
                <w:ilvl w:val="0"/>
                <w:numId w:val="32"/>
              </w:numPr>
            </w:pPr>
          </w:p>
        </w:tc>
        <w:tc>
          <w:tcPr>
            <w:tcW w:w="5022" w:type="dxa"/>
          </w:tcPr>
          <w:p w:rsidR="009D57A6" w:rsidRPr="00244AE9" w:rsidRDefault="009D57A6" w:rsidP="001E40EF">
            <w:pPr>
              <w:snapToGrid w:val="0"/>
              <w:rPr>
                <w:sz w:val="28"/>
                <w:szCs w:val="28"/>
              </w:rPr>
            </w:pPr>
            <w:r w:rsidRPr="00244AE9">
              <w:rPr>
                <w:sz w:val="28"/>
                <w:szCs w:val="28"/>
              </w:rPr>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418" w:type="dxa"/>
          </w:tcPr>
          <w:p w:rsidR="009D57A6" w:rsidRPr="00244AE9" w:rsidRDefault="009D57A6" w:rsidP="008649F7">
            <w:pPr>
              <w:snapToGrid w:val="0"/>
              <w:rPr>
                <w:sz w:val="28"/>
                <w:szCs w:val="28"/>
              </w:rPr>
            </w:pPr>
          </w:p>
          <w:p w:rsidR="009D57A6" w:rsidRPr="00244AE9" w:rsidRDefault="009D57A6" w:rsidP="008649F7">
            <w:pPr>
              <w:snapToGrid w:val="0"/>
              <w:rPr>
                <w:sz w:val="28"/>
                <w:szCs w:val="28"/>
              </w:rPr>
            </w:pPr>
          </w:p>
          <w:p w:rsidR="009D57A6" w:rsidRPr="00244AE9" w:rsidRDefault="009D57A6" w:rsidP="008649F7">
            <w:pPr>
              <w:snapToGrid w:val="0"/>
              <w:rPr>
                <w:sz w:val="28"/>
                <w:szCs w:val="28"/>
              </w:rPr>
            </w:pPr>
            <w:r w:rsidRPr="00244AE9">
              <w:rPr>
                <w:sz w:val="28"/>
                <w:szCs w:val="28"/>
              </w:rPr>
              <w:t>%</w:t>
            </w:r>
          </w:p>
          <w:p w:rsidR="009D57A6" w:rsidRPr="00244AE9" w:rsidRDefault="009D57A6" w:rsidP="008649F7">
            <w:pPr>
              <w:snapToGrid w:val="0"/>
              <w:rPr>
                <w:sz w:val="28"/>
                <w:szCs w:val="28"/>
              </w:rPr>
            </w:pPr>
          </w:p>
          <w:p w:rsidR="009D57A6" w:rsidRPr="00244AE9" w:rsidRDefault="009D57A6" w:rsidP="008649F7">
            <w:pPr>
              <w:snapToGrid w:val="0"/>
              <w:rPr>
                <w:i/>
                <w:sz w:val="28"/>
                <w:szCs w:val="28"/>
              </w:rPr>
            </w:pPr>
          </w:p>
        </w:tc>
        <w:tc>
          <w:tcPr>
            <w:tcW w:w="2409" w:type="dxa"/>
          </w:tcPr>
          <w:p w:rsidR="009D57A6" w:rsidRPr="00244AE9" w:rsidRDefault="009D57A6" w:rsidP="001E40EF">
            <w:pPr>
              <w:rPr>
                <w:sz w:val="28"/>
                <w:szCs w:val="28"/>
              </w:rPr>
            </w:pPr>
            <w:r w:rsidRPr="00244AE9">
              <w:rPr>
                <w:sz w:val="28"/>
                <w:szCs w:val="28"/>
              </w:rPr>
              <w:t>Коробов А.В.</w:t>
            </w:r>
          </w:p>
          <w:p w:rsidR="009D57A6" w:rsidRPr="00244AE9" w:rsidRDefault="009D57A6" w:rsidP="001E40EF">
            <w:pPr>
              <w:rPr>
                <w:b/>
                <w:sz w:val="28"/>
                <w:szCs w:val="28"/>
              </w:rPr>
            </w:pPr>
            <w:r w:rsidRPr="00244AE9">
              <w:rPr>
                <w:sz w:val="28"/>
                <w:szCs w:val="28"/>
              </w:rPr>
              <w:t>Недосекина Е.А.</w:t>
            </w:r>
          </w:p>
        </w:tc>
      </w:tr>
      <w:tr w:rsidR="009D57A6" w:rsidRPr="00244AE9" w:rsidTr="000152E2">
        <w:trPr>
          <w:trHeight w:val="107"/>
        </w:trPr>
        <w:tc>
          <w:tcPr>
            <w:tcW w:w="898" w:type="dxa"/>
            <w:vAlign w:val="center"/>
          </w:tcPr>
          <w:p w:rsidR="009D57A6" w:rsidRPr="00244AE9" w:rsidRDefault="009D57A6" w:rsidP="00125FB0">
            <w:pPr>
              <w:numPr>
                <w:ilvl w:val="0"/>
                <w:numId w:val="32"/>
              </w:numPr>
              <w:contextualSpacing/>
            </w:pPr>
          </w:p>
        </w:tc>
        <w:tc>
          <w:tcPr>
            <w:tcW w:w="5022" w:type="dxa"/>
          </w:tcPr>
          <w:p w:rsidR="009D57A6" w:rsidRPr="00244AE9" w:rsidRDefault="009D57A6" w:rsidP="001E40EF">
            <w:pPr>
              <w:contextualSpacing/>
              <w:rPr>
                <w:sz w:val="28"/>
                <w:szCs w:val="28"/>
              </w:rPr>
            </w:pPr>
            <w:r w:rsidRPr="00244AE9">
              <w:rPr>
                <w:sz w:val="28"/>
                <w:szCs w:val="28"/>
              </w:rPr>
              <w:t>Реализация местных инициатив территориального общественного самоуправления</w:t>
            </w:r>
          </w:p>
        </w:tc>
        <w:tc>
          <w:tcPr>
            <w:tcW w:w="1418" w:type="dxa"/>
          </w:tcPr>
          <w:p w:rsidR="009D57A6" w:rsidRPr="00244AE9" w:rsidRDefault="009D57A6" w:rsidP="008649F7">
            <w:pPr>
              <w:ind w:left="-108" w:right="-107"/>
              <w:contextualSpacing/>
              <w:rPr>
                <w:sz w:val="28"/>
                <w:szCs w:val="28"/>
              </w:rPr>
            </w:pPr>
          </w:p>
          <w:p w:rsidR="009D57A6" w:rsidRPr="00244AE9" w:rsidRDefault="009D57A6" w:rsidP="008649F7">
            <w:pPr>
              <w:ind w:left="-108" w:right="-107"/>
              <w:contextualSpacing/>
              <w:rPr>
                <w:sz w:val="28"/>
                <w:szCs w:val="28"/>
              </w:rPr>
            </w:pPr>
            <w:r w:rsidRPr="00244AE9">
              <w:rPr>
                <w:sz w:val="28"/>
                <w:szCs w:val="28"/>
              </w:rPr>
              <w:t>единиц</w:t>
            </w:r>
          </w:p>
        </w:tc>
        <w:tc>
          <w:tcPr>
            <w:tcW w:w="2409" w:type="dxa"/>
          </w:tcPr>
          <w:p w:rsidR="009D57A6" w:rsidRPr="00244AE9" w:rsidRDefault="009D57A6" w:rsidP="001020C4">
            <w:pPr>
              <w:rPr>
                <w:sz w:val="28"/>
                <w:szCs w:val="28"/>
              </w:rPr>
            </w:pPr>
            <w:r w:rsidRPr="00244AE9">
              <w:rPr>
                <w:sz w:val="28"/>
                <w:szCs w:val="28"/>
              </w:rPr>
              <w:t>Бородаенко Ю.В.</w:t>
            </w:r>
          </w:p>
        </w:tc>
      </w:tr>
      <w:tr w:rsidR="009D57A6" w:rsidRPr="00244AE9" w:rsidTr="000152E2">
        <w:trPr>
          <w:trHeight w:val="107"/>
        </w:trPr>
        <w:tc>
          <w:tcPr>
            <w:tcW w:w="898" w:type="dxa"/>
          </w:tcPr>
          <w:p w:rsidR="009D57A6" w:rsidRPr="00244AE9" w:rsidRDefault="009D57A6" w:rsidP="00125FB0">
            <w:pPr>
              <w:numPr>
                <w:ilvl w:val="0"/>
                <w:numId w:val="32"/>
              </w:numPr>
            </w:pPr>
          </w:p>
        </w:tc>
        <w:tc>
          <w:tcPr>
            <w:tcW w:w="5022" w:type="dxa"/>
            <w:vAlign w:val="center"/>
          </w:tcPr>
          <w:p w:rsidR="009D57A6" w:rsidRPr="00244AE9" w:rsidRDefault="009D57A6" w:rsidP="002F0E48">
            <w:pPr>
              <w:rPr>
                <w:sz w:val="28"/>
                <w:szCs w:val="28"/>
              </w:rPr>
            </w:pPr>
            <w:r w:rsidRPr="00244AE9">
              <w:rPr>
                <w:sz w:val="28"/>
                <w:szCs w:val="28"/>
              </w:rPr>
              <w:t>Доля протяженности освещенных частей улиц, проездов, набережных в их общей протяженности на конец отчетного года</w:t>
            </w:r>
          </w:p>
        </w:tc>
        <w:tc>
          <w:tcPr>
            <w:tcW w:w="1418" w:type="dxa"/>
            <w:vAlign w:val="center"/>
          </w:tcPr>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rPr>
                <w:b/>
                <w:sz w:val="28"/>
                <w:szCs w:val="28"/>
              </w:rPr>
            </w:pPr>
            <w:r w:rsidRPr="00244AE9">
              <w:rPr>
                <w:sz w:val="28"/>
                <w:szCs w:val="28"/>
              </w:rPr>
              <w:t>Шевцов В.Н.</w:t>
            </w:r>
          </w:p>
        </w:tc>
      </w:tr>
      <w:tr w:rsidR="009D57A6" w:rsidRPr="00244AE9" w:rsidTr="00D46C63">
        <w:trPr>
          <w:trHeight w:val="107"/>
        </w:trPr>
        <w:tc>
          <w:tcPr>
            <w:tcW w:w="898" w:type="dxa"/>
          </w:tcPr>
          <w:p w:rsidR="009D57A6" w:rsidRPr="00244AE9" w:rsidRDefault="009D57A6" w:rsidP="00D46C63">
            <w:pPr>
              <w:jc w:val="center"/>
              <w:rPr>
                <w:sz w:val="28"/>
                <w:szCs w:val="28"/>
              </w:rPr>
            </w:pPr>
            <w:r w:rsidRPr="00244AE9">
              <w:rPr>
                <w:sz w:val="28"/>
                <w:szCs w:val="28"/>
              </w:rPr>
              <w:lastRenderedPageBreak/>
              <w:t>1</w:t>
            </w:r>
          </w:p>
        </w:tc>
        <w:tc>
          <w:tcPr>
            <w:tcW w:w="5022" w:type="dxa"/>
          </w:tcPr>
          <w:p w:rsidR="009D57A6" w:rsidRPr="00244AE9" w:rsidRDefault="009D57A6" w:rsidP="00D46C63">
            <w:pPr>
              <w:jc w:val="center"/>
              <w:rPr>
                <w:sz w:val="28"/>
                <w:szCs w:val="28"/>
              </w:rPr>
            </w:pPr>
            <w:r w:rsidRPr="00244AE9">
              <w:rPr>
                <w:sz w:val="28"/>
                <w:szCs w:val="28"/>
              </w:rPr>
              <w:t>2</w:t>
            </w:r>
          </w:p>
        </w:tc>
        <w:tc>
          <w:tcPr>
            <w:tcW w:w="1418" w:type="dxa"/>
          </w:tcPr>
          <w:p w:rsidR="009D57A6" w:rsidRPr="00244AE9" w:rsidRDefault="009D57A6" w:rsidP="008649F7">
            <w:pPr>
              <w:rPr>
                <w:sz w:val="28"/>
                <w:szCs w:val="28"/>
              </w:rPr>
            </w:pPr>
            <w:r w:rsidRPr="00244AE9">
              <w:rPr>
                <w:sz w:val="28"/>
                <w:szCs w:val="28"/>
              </w:rPr>
              <w:t>3</w:t>
            </w:r>
          </w:p>
        </w:tc>
        <w:tc>
          <w:tcPr>
            <w:tcW w:w="2409" w:type="dxa"/>
          </w:tcPr>
          <w:p w:rsidR="009D57A6" w:rsidRPr="00244AE9" w:rsidRDefault="009D57A6" w:rsidP="00D46C63">
            <w:pPr>
              <w:jc w:val="center"/>
              <w:rPr>
                <w:sz w:val="28"/>
                <w:szCs w:val="28"/>
              </w:rPr>
            </w:pPr>
            <w:r w:rsidRPr="00244AE9">
              <w:rPr>
                <w:sz w:val="28"/>
                <w:szCs w:val="28"/>
              </w:rPr>
              <w:t>4</w:t>
            </w:r>
          </w:p>
        </w:tc>
      </w:tr>
      <w:tr w:rsidR="009D57A6" w:rsidRPr="00244AE9" w:rsidTr="000152E2">
        <w:trPr>
          <w:trHeight w:val="107"/>
        </w:trPr>
        <w:tc>
          <w:tcPr>
            <w:tcW w:w="898" w:type="dxa"/>
            <w:vAlign w:val="center"/>
          </w:tcPr>
          <w:p w:rsidR="009D57A6" w:rsidRPr="00244AE9" w:rsidRDefault="009D57A6" w:rsidP="00125FB0">
            <w:pPr>
              <w:numPr>
                <w:ilvl w:val="0"/>
                <w:numId w:val="32"/>
              </w:numPr>
              <w:contextualSpacing/>
            </w:pPr>
          </w:p>
        </w:tc>
        <w:tc>
          <w:tcPr>
            <w:tcW w:w="5022" w:type="dxa"/>
          </w:tcPr>
          <w:p w:rsidR="009D57A6" w:rsidRPr="00244AE9" w:rsidRDefault="009D57A6" w:rsidP="00D46C63">
            <w:pPr>
              <w:contextualSpacing/>
              <w:rPr>
                <w:bCs/>
                <w:sz w:val="28"/>
                <w:szCs w:val="28"/>
              </w:rPr>
            </w:pPr>
            <w:r w:rsidRPr="00244AE9">
              <w:rPr>
                <w:sz w:val="28"/>
                <w:szCs w:val="28"/>
              </w:rPr>
              <w:t>Доля отремонтированных автомобильных дорог общего пользования местного значения поселения (улично-дорожная сеть)</w:t>
            </w:r>
          </w:p>
        </w:tc>
        <w:tc>
          <w:tcPr>
            <w:tcW w:w="1418" w:type="dxa"/>
          </w:tcPr>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rPr>
                <w:sz w:val="28"/>
                <w:szCs w:val="28"/>
              </w:rPr>
            </w:pPr>
            <w:r w:rsidRPr="00244AE9">
              <w:rPr>
                <w:sz w:val="28"/>
                <w:szCs w:val="28"/>
              </w:rPr>
              <w:t>Шевцов В.Н.</w:t>
            </w:r>
          </w:p>
        </w:tc>
      </w:tr>
      <w:tr w:rsidR="009D57A6" w:rsidRPr="00244AE9" w:rsidTr="000152E2">
        <w:trPr>
          <w:trHeight w:val="107"/>
        </w:trPr>
        <w:tc>
          <w:tcPr>
            <w:tcW w:w="898" w:type="dxa"/>
          </w:tcPr>
          <w:p w:rsidR="009D57A6" w:rsidRPr="00244AE9" w:rsidRDefault="009D57A6" w:rsidP="00125FB0">
            <w:pPr>
              <w:numPr>
                <w:ilvl w:val="0"/>
                <w:numId w:val="32"/>
              </w:numPr>
              <w:contextualSpacing/>
            </w:pPr>
          </w:p>
        </w:tc>
        <w:tc>
          <w:tcPr>
            <w:tcW w:w="5022" w:type="dxa"/>
            <w:vAlign w:val="center"/>
          </w:tcPr>
          <w:p w:rsidR="009D57A6" w:rsidRPr="00244AE9" w:rsidRDefault="009D57A6" w:rsidP="001E40EF">
            <w:pPr>
              <w:contextualSpacing/>
              <w:rPr>
                <w:sz w:val="28"/>
                <w:szCs w:val="28"/>
              </w:rPr>
            </w:pPr>
            <w:r w:rsidRPr="00244AE9">
              <w:rPr>
                <w:sz w:val="28"/>
                <w:szCs w:val="28"/>
              </w:rPr>
              <w:t xml:space="preserve">Доля населения, принявшего участие в выполнении нормативов испытаний (тестов) Всеросийского физкультурно-спортивного комплекса «Готов к труду и обороне» (ГТО), в общей численности населения </w:t>
            </w:r>
          </w:p>
        </w:tc>
        <w:tc>
          <w:tcPr>
            <w:tcW w:w="1418" w:type="dxa"/>
            <w:vAlign w:val="center"/>
          </w:tcPr>
          <w:p w:rsidR="009D57A6" w:rsidRPr="00244AE9" w:rsidRDefault="009D57A6" w:rsidP="008649F7">
            <w:pPr>
              <w:ind w:left="-108" w:right="-107"/>
              <w:contextualSpacing/>
              <w:rPr>
                <w:sz w:val="28"/>
                <w:szCs w:val="28"/>
              </w:rPr>
            </w:pPr>
            <w:r w:rsidRPr="00244AE9">
              <w:rPr>
                <w:sz w:val="28"/>
                <w:szCs w:val="28"/>
              </w:rPr>
              <w:t>%</w:t>
            </w:r>
          </w:p>
        </w:tc>
        <w:tc>
          <w:tcPr>
            <w:tcW w:w="2409" w:type="dxa"/>
          </w:tcPr>
          <w:p w:rsidR="009D57A6" w:rsidRPr="00244AE9" w:rsidRDefault="009D57A6" w:rsidP="001E40EF">
            <w:pPr>
              <w:rPr>
                <w:sz w:val="28"/>
                <w:szCs w:val="28"/>
              </w:rPr>
            </w:pPr>
            <w:r w:rsidRPr="00244AE9">
              <w:rPr>
                <w:sz w:val="28"/>
                <w:szCs w:val="28"/>
              </w:rPr>
              <w:t>Дубовая С.А.</w:t>
            </w:r>
          </w:p>
          <w:p w:rsidR="009D57A6" w:rsidRPr="00244AE9" w:rsidRDefault="009D57A6" w:rsidP="001E40EF">
            <w:pPr>
              <w:rPr>
                <w:sz w:val="28"/>
                <w:szCs w:val="28"/>
              </w:rPr>
            </w:pPr>
            <w:r w:rsidRPr="00244AE9">
              <w:rPr>
                <w:sz w:val="28"/>
                <w:szCs w:val="28"/>
              </w:rPr>
              <w:t>Шеин А.А.</w:t>
            </w:r>
          </w:p>
        </w:tc>
      </w:tr>
      <w:tr w:rsidR="009D57A6" w:rsidRPr="00244AE9" w:rsidTr="000152E2">
        <w:trPr>
          <w:trHeight w:val="107"/>
        </w:trPr>
        <w:tc>
          <w:tcPr>
            <w:tcW w:w="898" w:type="dxa"/>
            <w:vAlign w:val="center"/>
          </w:tcPr>
          <w:p w:rsidR="009D57A6" w:rsidRPr="00244AE9" w:rsidRDefault="009D57A6" w:rsidP="00125FB0">
            <w:pPr>
              <w:numPr>
                <w:ilvl w:val="0"/>
                <w:numId w:val="32"/>
              </w:numPr>
              <w:contextualSpacing/>
            </w:pPr>
          </w:p>
        </w:tc>
        <w:tc>
          <w:tcPr>
            <w:tcW w:w="5022" w:type="dxa"/>
          </w:tcPr>
          <w:p w:rsidR="009D57A6" w:rsidRPr="00244AE9" w:rsidRDefault="009D57A6" w:rsidP="001E40EF">
            <w:pPr>
              <w:contextualSpacing/>
              <w:rPr>
                <w:sz w:val="28"/>
                <w:szCs w:val="28"/>
              </w:rPr>
            </w:pPr>
            <w:r w:rsidRPr="00244AE9">
              <w:rPr>
                <w:sz w:val="28"/>
                <w:szCs w:val="28"/>
              </w:rPr>
              <w:t>Участие сборных команд поселения в официальных физкультурно- оздоровительных и спортивных мероприятиях муниципального района</w:t>
            </w:r>
          </w:p>
        </w:tc>
        <w:tc>
          <w:tcPr>
            <w:tcW w:w="1418" w:type="dxa"/>
          </w:tcPr>
          <w:p w:rsidR="009D57A6" w:rsidRPr="002F0E48" w:rsidRDefault="009D57A6" w:rsidP="008649F7">
            <w:pPr>
              <w:ind w:left="-108" w:right="-107"/>
              <w:contextualSpacing/>
              <w:rPr>
                <w:color w:val="1F497D"/>
                <w:sz w:val="28"/>
                <w:szCs w:val="28"/>
              </w:rPr>
            </w:pPr>
            <w:r w:rsidRPr="002F0E48">
              <w:rPr>
                <w:color w:val="1F497D"/>
                <w:sz w:val="28"/>
                <w:szCs w:val="28"/>
              </w:rPr>
              <w:t>%</w:t>
            </w:r>
          </w:p>
        </w:tc>
        <w:tc>
          <w:tcPr>
            <w:tcW w:w="2409" w:type="dxa"/>
          </w:tcPr>
          <w:p w:rsidR="009D57A6" w:rsidRPr="00244AE9" w:rsidRDefault="009D57A6" w:rsidP="001E40EF">
            <w:pPr>
              <w:rPr>
                <w:sz w:val="28"/>
                <w:szCs w:val="28"/>
              </w:rPr>
            </w:pPr>
            <w:r w:rsidRPr="00244AE9">
              <w:rPr>
                <w:sz w:val="28"/>
                <w:szCs w:val="28"/>
              </w:rPr>
              <w:t>Дубовая С.А.</w:t>
            </w:r>
          </w:p>
          <w:p w:rsidR="009D57A6" w:rsidRPr="00244AE9" w:rsidRDefault="009D57A6" w:rsidP="001E40EF">
            <w:pPr>
              <w:rPr>
                <w:sz w:val="28"/>
                <w:szCs w:val="28"/>
              </w:rPr>
            </w:pPr>
            <w:r w:rsidRPr="00244AE9">
              <w:rPr>
                <w:sz w:val="28"/>
                <w:szCs w:val="28"/>
              </w:rPr>
              <w:t>Шеин А.А.</w:t>
            </w:r>
          </w:p>
        </w:tc>
      </w:tr>
      <w:tr w:rsidR="009D57A6" w:rsidRPr="00244AE9" w:rsidTr="000152E2">
        <w:trPr>
          <w:trHeight w:val="68"/>
        </w:trPr>
        <w:tc>
          <w:tcPr>
            <w:tcW w:w="898" w:type="dxa"/>
          </w:tcPr>
          <w:p w:rsidR="009D57A6" w:rsidRPr="00244AE9" w:rsidRDefault="009D57A6" w:rsidP="00125FB0">
            <w:pPr>
              <w:numPr>
                <w:ilvl w:val="0"/>
                <w:numId w:val="32"/>
              </w:numPr>
            </w:pPr>
          </w:p>
        </w:tc>
        <w:tc>
          <w:tcPr>
            <w:tcW w:w="5022" w:type="dxa"/>
          </w:tcPr>
          <w:p w:rsidR="009D57A6" w:rsidRPr="00244AE9" w:rsidRDefault="009D57A6" w:rsidP="001E40EF">
            <w:pPr>
              <w:contextualSpacing/>
              <w:rPr>
                <w:sz w:val="28"/>
                <w:szCs w:val="28"/>
              </w:rPr>
            </w:pPr>
            <w:r w:rsidRPr="00244AE9">
              <w:rPr>
                <w:sz w:val="28"/>
                <w:szCs w:val="28"/>
              </w:rPr>
              <w:t>Выявление раннего семейного неблагополучия, обеспечение взаимодействия администрации сельского поселения органами системы профилактики</w:t>
            </w:r>
          </w:p>
        </w:tc>
        <w:tc>
          <w:tcPr>
            <w:tcW w:w="1418" w:type="dxa"/>
          </w:tcPr>
          <w:p w:rsidR="009D57A6" w:rsidRPr="00244AE9" w:rsidRDefault="009D57A6" w:rsidP="008649F7">
            <w:pPr>
              <w:ind w:left="-108" w:right="-107"/>
              <w:contextualSpacing/>
              <w:rPr>
                <w:sz w:val="28"/>
                <w:szCs w:val="28"/>
              </w:rPr>
            </w:pPr>
            <w:r w:rsidRPr="00244AE9">
              <w:rPr>
                <w:sz w:val="28"/>
                <w:szCs w:val="28"/>
              </w:rPr>
              <w:t>Да/нет</w:t>
            </w:r>
          </w:p>
        </w:tc>
        <w:tc>
          <w:tcPr>
            <w:tcW w:w="2409" w:type="dxa"/>
          </w:tcPr>
          <w:p w:rsidR="009D57A6" w:rsidRPr="00244AE9" w:rsidRDefault="009D57A6" w:rsidP="001E40EF">
            <w:pPr>
              <w:rPr>
                <w:sz w:val="28"/>
                <w:szCs w:val="28"/>
              </w:rPr>
            </w:pPr>
            <w:r w:rsidRPr="00244AE9">
              <w:rPr>
                <w:sz w:val="28"/>
                <w:szCs w:val="28"/>
              </w:rPr>
              <w:t>Дубовая С.А.</w:t>
            </w:r>
          </w:p>
          <w:p w:rsidR="009D57A6" w:rsidRPr="00244AE9" w:rsidRDefault="009D57A6" w:rsidP="001E40EF">
            <w:pPr>
              <w:rPr>
                <w:sz w:val="28"/>
                <w:szCs w:val="28"/>
              </w:rPr>
            </w:pPr>
            <w:r w:rsidRPr="00244AE9">
              <w:rPr>
                <w:sz w:val="28"/>
                <w:szCs w:val="28"/>
              </w:rPr>
              <w:t>Лукьянова С.Б.</w:t>
            </w:r>
          </w:p>
        </w:tc>
      </w:tr>
      <w:tr w:rsidR="009D57A6" w:rsidRPr="00244AE9" w:rsidTr="000152E2">
        <w:trPr>
          <w:trHeight w:val="68"/>
        </w:trPr>
        <w:tc>
          <w:tcPr>
            <w:tcW w:w="898" w:type="dxa"/>
          </w:tcPr>
          <w:p w:rsidR="009D57A6" w:rsidRPr="00244AE9" w:rsidRDefault="009D57A6" w:rsidP="00125FB0">
            <w:pPr>
              <w:numPr>
                <w:ilvl w:val="0"/>
                <w:numId w:val="32"/>
              </w:numPr>
              <w:contextualSpacing/>
            </w:pPr>
          </w:p>
        </w:tc>
        <w:tc>
          <w:tcPr>
            <w:tcW w:w="5022" w:type="dxa"/>
          </w:tcPr>
          <w:p w:rsidR="009D57A6" w:rsidRPr="00244AE9" w:rsidRDefault="009D57A6" w:rsidP="001E40EF">
            <w:pPr>
              <w:contextualSpacing/>
              <w:rPr>
                <w:sz w:val="28"/>
                <w:szCs w:val="28"/>
              </w:rPr>
            </w:pPr>
            <w:r w:rsidRPr="00244AE9">
              <w:rPr>
                <w:sz w:val="28"/>
                <w:szCs w:val="28"/>
              </w:rPr>
              <w:t>Количество публикаций в АИС «Единое информационное пространство в сфере культуры»</w:t>
            </w:r>
          </w:p>
        </w:tc>
        <w:tc>
          <w:tcPr>
            <w:tcW w:w="1418" w:type="dxa"/>
          </w:tcPr>
          <w:p w:rsidR="009D57A6" w:rsidRPr="00244AE9" w:rsidRDefault="009D57A6" w:rsidP="008649F7">
            <w:pPr>
              <w:ind w:left="-108" w:right="-107"/>
              <w:contextualSpacing/>
              <w:rPr>
                <w:sz w:val="28"/>
                <w:szCs w:val="28"/>
              </w:rPr>
            </w:pPr>
            <w:r w:rsidRPr="00244AE9">
              <w:rPr>
                <w:sz w:val="28"/>
                <w:szCs w:val="28"/>
              </w:rPr>
              <w:t>единиц</w:t>
            </w:r>
          </w:p>
        </w:tc>
        <w:tc>
          <w:tcPr>
            <w:tcW w:w="2409" w:type="dxa"/>
          </w:tcPr>
          <w:p w:rsidR="009D57A6" w:rsidRPr="00244AE9" w:rsidRDefault="009D57A6" w:rsidP="001E40EF">
            <w:pPr>
              <w:rPr>
                <w:sz w:val="28"/>
                <w:szCs w:val="28"/>
              </w:rPr>
            </w:pPr>
            <w:r w:rsidRPr="00244AE9">
              <w:rPr>
                <w:sz w:val="28"/>
                <w:szCs w:val="28"/>
              </w:rPr>
              <w:t>Литвинова Н.В.</w:t>
            </w:r>
          </w:p>
        </w:tc>
      </w:tr>
      <w:tr w:rsidR="009D57A6" w:rsidRPr="00244AE9" w:rsidTr="000152E2">
        <w:trPr>
          <w:trHeight w:val="68"/>
        </w:trPr>
        <w:tc>
          <w:tcPr>
            <w:tcW w:w="898" w:type="dxa"/>
            <w:vAlign w:val="center"/>
          </w:tcPr>
          <w:p w:rsidR="009D57A6" w:rsidRPr="00244AE9" w:rsidRDefault="009D57A6" w:rsidP="00125FB0">
            <w:pPr>
              <w:numPr>
                <w:ilvl w:val="0"/>
                <w:numId w:val="32"/>
              </w:numPr>
              <w:contextualSpacing/>
            </w:pPr>
          </w:p>
        </w:tc>
        <w:tc>
          <w:tcPr>
            <w:tcW w:w="5022" w:type="dxa"/>
          </w:tcPr>
          <w:p w:rsidR="009D57A6" w:rsidRPr="00244AE9" w:rsidRDefault="009D57A6" w:rsidP="001E40EF">
            <w:pPr>
              <w:contextualSpacing/>
              <w:rPr>
                <w:sz w:val="28"/>
                <w:szCs w:val="28"/>
              </w:rPr>
            </w:pPr>
            <w:r w:rsidRPr="00244AE9">
              <w:rPr>
                <w:sz w:val="28"/>
                <w:szCs w:val="28"/>
              </w:rPr>
              <w:t xml:space="preserve">Участие  творческих коллективов в конкурсах и фестивалях (муниципальных, областных, всероссийских) </w:t>
            </w:r>
          </w:p>
        </w:tc>
        <w:tc>
          <w:tcPr>
            <w:tcW w:w="1418" w:type="dxa"/>
          </w:tcPr>
          <w:p w:rsidR="009D57A6" w:rsidRPr="00244AE9" w:rsidRDefault="009D57A6" w:rsidP="008649F7">
            <w:pPr>
              <w:ind w:left="-108" w:right="-107"/>
              <w:contextualSpacing/>
              <w:rPr>
                <w:sz w:val="28"/>
                <w:szCs w:val="28"/>
              </w:rPr>
            </w:pPr>
            <w:r w:rsidRPr="00244AE9">
              <w:rPr>
                <w:sz w:val="28"/>
                <w:szCs w:val="28"/>
              </w:rPr>
              <w:t>единиц</w:t>
            </w:r>
          </w:p>
        </w:tc>
        <w:tc>
          <w:tcPr>
            <w:tcW w:w="2409" w:type="dxa"/>
          </w:tcPr>
          <w:p w:rsidR="009D57A6" w:rsidRPr="00244AE9" w:rsidRDefault="009D57A6" w:rsidP="001E40EF">
            <w:pPr>
              <w:rPr>
                <w:sz w:val="28"/>
                <w:szCs w:val="28"/>
              </w:rPr>
            </w:pPr>
            <w:r w:rsidRPr="00244AE9">
              <w:rPr>
                <w:sz w:val="28"/>
                <w:szCs w:val="28"/>
              </w:rPr>
              <w:t>Литвинова Н.В.</w:t>
            </w:r>
          </w:p>
        </w:tc>
      </w:tr>
      <w:tr w:rsidR="009D57A6" w:rsidRPr="00244AE9" w:rsidTr="000152E2">
        <w:trPr>
          <w:trHeight w:val="68"/>
        </w:trPr>
        <w:tc>
          <w:tcPr>
            <w:tcW w:w="898" w:type="dxa"/>
            <w:vAlign w:val="center"/>
          </w:tcPr>
          <w:p w:rsidR="009D57A6" w:rsidRPr="00244AE9" w:rsidRDefault="009D57A6" w:rsidP="00125FB0">
            <w:pPr>
              <w:numPr>
                <w:ilvl w:val="0"/>
                <w:numId w:val="32"/>
              </w:numPr>
              <w:contextualSpacing/>
            </w:pPr>
          </w:p>
        </w:tc>
        <w:tc>
          <w:tcPr>
            <w:tcW w:w="5022" w:type="dxa"/>
            <w:vAlign w:val="center"/>
          </w:tcPr>
          <w:p w:rsidR="009D57A6" w:rsidRPr="00244AE9" w:rsidRDefault="009D57A6" w:rsidP="001E40EF">
            <w:pPr>
              <w:rPr>
                <w:sz w:val="28"/>
                <w:szCs w:val="28"/>
              </w:rPr>
            </w:pPr>
            <w:r w:rsidRPr="00244AE9">
              <w:rPr>
                <w:sz w:val="28"/>
                <w:szCs w:val="28"/>
              </w:rPr>
              <w:t>Охват населения услугой по сбору и вывозу твердых коммунальных отходов</w:t>
            </w:r>
          </w:p>
        </w:tc>
        <w:tc>
          <w:tcPr>
            <w:tcW w:w="1418" w:type="dxa"/>
            <w:vAlign w:val="center"/>
          </w:tcPr>
          <w:p w:rsidR="009D57A6" w:rsidRPr="00244AE9" w:rsidRDefault="009D57A6" w:rsidP="008649F7">
            <w:pPr>
              <w:ind w:left="-108" w:right="-107"/>
              <w:rPr>
                <w:sz w:val="28"/>
                <w:szCs w:val="28"/>
              </w:rPr>
            </w:pPr>
            <w:r w:rsidRPr="00244AE9">
              <w:rPr>
                <w:sz w:val="28"/>
                <w:szCs w:val="28"/>
              </w:rPr>
              <w:t>%</w:t>
            </w:r>
          </w:p>
        </w:tc>
        <w:tc>
          <w:tcPr>
            <w:tcW w:w="2409" w:type="dxa"/>
          </w:tcPr>
          <w:p w:rsidR="009D57A6" w:rsidRPr="00244AE9" w:rsidRDefault="009D57A6" w:rsidP="001E40EF">
            <w:pPr>
              <w:rPr>
                <w:sz w:val="28"/>
                <w:szCs w:val="28"/>
              </w:rPr>
            </w:pPr>
            <w:r w:rsidRPr="00244AE9">
              <w:rPr>
                <w:sz w:val="28"/>
                <w:szCs w:val="28"/>
              </w:rPr>
              <w:t>Вдовенко В.Ю.</w:t>
            </w:r>
          </w:p>
        </w:tc>
      </w:tr>
    </w:tbl>
    <w:p w:rsidR="009D57A6" w:rsidRPr="00244AE9" w:rsidRDefault="009D57A6" w:rsidP="00493316">
      <w:pPr>
        <w:pStyle w:val="ConsPlusNormal"/>
        <w:ind w:firstLine="0"/>
        <w:jc w:val="center"/>
        <w:rPr>
          <w:rFonts w:ascii="Times New Roman" w:hAnsi="Times New Roman"/>
          <w:sz w:val="28"/>
          <w:szCs w:val="28"/>
        </w:rPr>
      </w:pPr>
    </w:p>
    <w:p w:rsidR="009D57A6" w:rsidRPr="00244AE9" w:rsidRDefault="009D57A6" w:rsidP="00493316">
      <w:pPr>
        <w:pStyle w:val="ConsPlusNormal"/>
        <w:ind w:firstLine="0"/>
        <w:jc w:val="center"/>
        <w:rPr>
          <w:rFonts w:ascii="Times New Roman" w:hAnsi="Times New Roman"/>
          <w:sz w:val="28"/>
          <w:szCs w:val="28"/>
        </w:rPr>
      </w:pPr>
    </w:p>
    <w:p w:rsidR="009D57A6" w:rsidRPr="00244AE9" w:rsidRDefault="009D57A6" w:rsidP="00493316">
      <w:pPr>
        <w:pStyle w:val="ConsPlusNormal"/>
        <w:ind w:firstLine="0"/>
        <w:jc w:val="center"/>
        <w:rPr>
          <w:rFonts w:ascii="Times New Roman" w:hAnsi="Times New Roman"/>
          <w:sz w:val="28"/>
          <w:szCs w:val="28"/>
        </w:rPr>
      </w:pPr>
    </w:p>
    <w:p w:rsidR="009D57A6" w:rsidRPr="00244AE9" w:rsidRDefault="009D57A6" w:rsidP="00493316">
      <w:pPr>
        <w:pStyle w:val="ConsPlusNormal"/>
        <w:ind w:firstLine="0"/>
        <w:jc w:val="center"/>
        <w:rPr>
          <w:rFonts w:ascii="Times New Roman" w:hAnsi="Times New Roman"/>
          <w:sz w:val="28"/>
          <w:szCs w:val="28"/>
        </w:rPr>
      </w:pPr>
    </w:p>
    <w:p w:rsidR="009D57A6" w:rsidRPr="00244AE9" w:rsidRDefault="009D57A6" w:rsidP="00493316">
      <w:pPr>
        <w:pStyle w:val="ConsPlusNormal"/>
        <w:ind w:firstLine="0"/>
        <w:jc w:val="center"/>
        <w:rPr>
          <w:rFonts w:ascii="Times New Roman" w:hAnsi="Times New Roman"/>
          <w:sz w:val="28"/>
          <w:szCs w:val="28"/>
        </w:rPr>
      </w:pPr>
    </w:p>
    <w:p w:rsidR="009D57A6" w:rsidRPr="00244AE9" w:rsidRDefault="009D57A6" w:rsidP="00493316">
      <w:pPr>
        <w:pStyle w:val="ConsPlusNormal"/>
        <w:ind w:firstLine="0"/>
        <w:jc w:val="center"/>
        <w:rPr>
          <w:rFonts w:ascii="Times New Roman" w:hAnsi="Times New Roman"/>
          <w:sz w:val="28"/>
          <w:szCs w:val="28"/>
        </w:rPr>
      </w:pPr>
    </w:p>
    <w:p w:rsidR="009D57A6" w:rsidRPr="00244AE9" w:rsidRDefault="009D57A6" w:rsidP="00493316">
      <w:pPr>
        <w:pStyle w:val="ConsPlusNormal"/>
        <w:ind w:firstLine="0"/>
        <w:jc w:val="center"/>
        <w:rPr>
          <w:rFonts w:ascii="Times New Roman" w:hAnsi="Times New Roman"/>
          <w:sz w:val="28"/>
          <w:szCs w:val="28"/>
        </w:rPr>
      </w:pPr>
    </w:p>
    <w:p w:rsidR="009D57A6" w:rsidRPr="00244AE9" w:rsidRDefault="009D57A6" w:rsidP="00493316">
      <w:pPr>
        <w:pStyle w:val="ConsPlusNormal"/>
        <w:ind w:firstLine="0"/>
        <w:jc w:val="center"/>
        <w:rPr>
          <w:rFonts w:ascii="Times New Roman" w:hAnsi="Times New Roman"/>
          <w:sz w:val="28"/>
          <w:szCs w:val="28"/>
        </w:rPr>
      </w:pPr>
    </w:p>
    <w:p w:rsidR="009D57A6" w:rsidRDefault="009D57A6" w:rsidP="00493316">
      <w:pPr>
        <w:pStyle w:val="ConsPlusNormal"/>
        <w:ind w:firstLine="0"/>
        <w:jc w:val="center"/>
        <w:rPr>
          <w:rFonts w:ascii="Times New Roman" w:hAnsi="Times New Roman"/>
          <w:sz w:val="28"/>
          <w:szCs w:val="28"/>
        </w:rPr>
      </w:pPr>
    </w:p>
    <w:p w:rsidR="009D57A6" w:rsidRDefault="009D57A6" w:rsidP="008A2175">
      <w:pPr>
        <w:jc w:val="right"/>
        <w:rPr>
          <w:sz w:val="28"/>
          <w:szCs w:val="28"/>
        </w:rPr>
      </w:pPr>
    </w:p>
    <w:p w:rsidR="009D57A6" w:rsidRDefault="009D57A6" w:rsidP="008A2175">
      <w:pPr>
        <w:jc w:val="right"/>
        <w:rPr>
          <w:sz w:val="28"/>
          <w:szCs w:val="28"/>
        </w:rPr>
      </w:pPr>
    </w:p>
    <w:p w:rsidR="009D57A6" w:rsidRDefault="009D57A6" w:rsidP="008A2175">
      <w:pPr>
        <w:jc w:val="right"/>
        <w:rPr>
          <w:sz w:val="28"/>
          <w:szCs w:val="28"/>
        </w:rPr>
      </w:pPr>
    </w:p>
    <w:p w:rsidR="009D57A6" w:rsidRDefault="009D57A6" w:rsidP="008A2175">
      <w:pPr>
        <w:jc w:val="right"/>
        <w:rPr>
          <w:sz w:val="28"/>
          <w:szCs w:val="28"/>
        </w:rPr>
      </w:pPr>
    </w:p>
    <w:p w:rsidR="009D57A6" w:rsidRDefault="009D57A6" w:rsidP="002B4536">
      <w:pPr>
        <w:pStyle w:val="ConsPlusNormal"/>
        <w:ind w:firstLine="0"/>
        <w:jc w:val="right"/>
        <w:rPr>
          <w:rFonts w:ascii="Times New Roman" w:hAnsi="Times New Roman"/>
          <w:sz w:val="28"/>
          <w:szCs w:val="28"/>
        </w:rPr>
        <w:sectPr w:rsidR="009D57A6" w:rsidSect="00E148D5">
          <w:headerReference w:type="even" r:id="rId8"/>
          <w:headerReference w:type="default" r:id="rId9"/>
          <w:footerReference w:type="even" r:id="rId10"/>
          <w:footerReference w:type="default" r:id="rId11"/>
          <w:headerReference w:type="first" r:id="rId12"/>
          <w:footerReference w:type="first" r:id="rId13"/>
          <w:type w:val="nextColumn"/>
          <w:pgSz w:w="11906" w:h="16838"/>
          <w:pgMar w:top="1134" w:right="851" w:bottom="851" w:left="1440" w:header="709" w:footer="709" w:gutter="0"/>
          <w:paperSrc w:first="7" w:other="7"/>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7229"/>
      </w:tblGrid>
      <w:tr w:rsidR="009D57A6" w:rsidRPr="00D34232" w:rsidTr="002B4536">
        <w:tc>
          <w:tcPr>
            <w:tcW w:w="7621" w:type="dxa"/>
            <w:tcBorders>
              <w:top w:val="nil"/>
              <w:left w:val="nil"/>
              <w:bottom w:val="nil"/>
              <w:right w:val="nil"/>
            </w:tcBorders>
          </w:tcPr>
          <w:p w:rsidR="009D57A6" w:rsidRPr="00D34232" w:rsidRDefault="009D57A6" w:rsidP="002B4536">
            <w:pPr>
              <w:pStyle w:val="ConsPlusNormal"/>
              <w:ind w:firstLine="0"/>
              <w:jc w:val="right"/>
              <w:rPr>
                <w:rFonts w:ascii="Times New Roman" w:hAnsi="Times New Roman"/>
                <w:sz w:val="28"/>
                <w:szCs w:val="28"/>
              </w:rPr>
            </w:pPr>
            <w:r>
              <w:rPr>
                <w:rFonts w:ascii="Times New Roman" w:hAnsi="Times New Roman"/>
                <w:sz w:val="28"/>
                <w:szCs w:val="28"/>
              </w:rPr>
              <w:lastRenderedPageBreak/>
              <w:tab/>
            </w:r>
            <w:r>
              <w:rPr>
                <w:sz w:val="26"/>
                <w:szCs w:val="26"/>
              </w:rPr>
              <w:tab/>
            </w:r>
          </w:p>
        </w:tc>
        <w:tc>
          <w:tcPr>
            <w:tcW w:w="7229" w:type="dxa"/>
            <w:tcBorders>
              <w:top w:val="nil"/>
              <w:left w:val="nil"/>
              <w:bottom w:val="nil"/>
              <w:right w:val="nil"/>
            </w:tcBorders>
          </w:tcPr>
          <w:p w:rsidR="009D57A6" w:rsidRDefault="009D57A6" w:rsidP="002B4536">
            <w:pPr>
              <w:pStyle w:val="ConsPlusNormal"/>
              <w:ind w:firstLine="0"/>
              <w:jc w:val="center"/>
              <w:rPr>
                <w:rFonts w:ascii="Times New Roman" w:hAnsi="Times New Roman"/>
                <w:sz w:val="28"/>
                <w:szCs w:val="28"/>
              </w:rPr>
            </w:pPr>
            <w:r>
              <w:rPr>
                <w:rFonts w:ascii="Times New Roman" w:hAnsi="Times New Roman"/>
                <w:sz w:val="28"/>
                <w:szCs w:val="28"/>
              </w:rPr>
              <w:t>Приложение 2</w:t>
            </w:r>
          </w:p>
          <w:p w:rsidR="009D57A6" w:rsidRPr="00D34232" w:rsidRDefault="009D57A6" w:rsidP="002B4536">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9D57A6" w:rsidRPr="00D34232" w:rsidRDefault="009D57A6" w:rsidP="002B4536">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9D57A6" w:rsidRPr="00D34232" w:rsidRDefault="009D57A6" w:rsidP="002B4536">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9D57A6" w:rsidRDefault="00FF6C2B" w:rsidP="002B4536">
            <w:pPr>
              <w:pStyle w:val="ConsPlusNormal"/>
              <w:ind w:firstLine="0"/>
              <w:jc w:val="right"/>
              <w:rPr>
                <w:rFonts w:ascii="Times New Roman" w:hAnsi="Times New Roman"/>
                <w:sz w:val="28"/>
                <w:szCs w:val="28"/>
              </w:rPr>
            </w:pPr>
            <w:r w:rsidRPr="00FF6C2B">
              <w:rPr>
                <w:rFonts w:ascii="Times New Roman" w:hAnsi="Times New Roman"/>
                <w:sz w:val="28"/>
                <w:szCs w:val="28"/>
              </w:rPr>
              <w:t>от 30 ноября 2017 №1107</w:t>
            </w:r>
          </w:p>
          <w:p w:rsidR="00FF6C2B" w:rsidRPr="00D34232" w:rsidRDefault="00FF6C2B" w:rsidP="002B4536">
            <w:pPr>
              <w:pStyle w:val="ConsPlusNormal"/>
              <w:ind w:firstLine="0"/>
              <w:jc w:val="right"/>
              <w:rPr>
                <w:rFonts w:ascii="Times New Roman" w:hAnsi="Times New Roman"/>
                <w:sz w:val="28"/>
                <w:szCs w:val="28"/>
              </w:rPr>
            </w:pPr>
          </w:p>
        </w:tc>
      </w:tr>
    </w:tbl>
    <w:p w:rsidR="009D57A6" w:rsidRDefault="009D57A6" w:rsidP="002B4536">
      <w:pPr>
        <w:pStyle w:val="ConsPlusNormal"/>
        <w:ind w:firstLine="0"/>
        <w:jc w:val="center"/>
        <w:rPr>
          <w:rFonts w:ascii="Times New Roman" w:hAnsi="Times New Roman"/>
          <w:b/>
          <w:sz w:val="28"/>
          <w:szCs w:val="28"/>
        </w:rPr>
      </w:pPr>
      <w:r>
        <w:rPr>
          <w:rFonts w:ascii="Times New Roman" w:hAnsi="Times New Roman"/>
          <w:b/>
          <w:sz w:val="28"/>
          <w:szCs w:val="28"/>
        </w:rPr>
        <w:t>Методика формирования и расчета</w:t>
      </w:r>
    </w:p>
    <w:p w:rsidR="009D57A6" w:rsidRDefault="009D57A6" w:rsidP="002B4536">
      <w:pPr>
        <w:pStyle w:val="ConsPlusNormal"/>
        <w:ind w:firstLine="0"/>
        <w:jc w:val="center"/>
        <w:rPr>
          <w:rFonts w:ascii="Times New Roman" w:hAnsi="Times New Roman"/>
          <w:b/>
          <w:sz w:val="28"/>
          <w:szCs w:val="28"/>
        </w:rPr>
      </w:pPr>
      <w:r>
        <w:rPr>
          <w:rFonts w:ascii="Times New Roman" w:hAnsi="Times New Roman"/>
          <w:b/>
          <w:sz w:val="28"/>
          <w:szCs w:val="28"/>
        </w:rPr>
        <w:t xml:space="preserve">показателей эффективности развития сельских поселений Таловского муниципального района Воронежской области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114"/>
        <w:gridCol w:w="1295"/>
        <w:gridCol w:w="6230"/>
        <w:gridCol w:w="2410"/>
        <w:gridCol w:w="1842"/>
      </w:tblGrid>
      <w:tr w:rsidR="009D57A6" w:rsidTr="00DB10A0">
        <w:tc>
          <w:tcPr>
            <w:tcW w:w="959" w:type="dxa"/>
          </w:tcPr>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 п\п</w:t>
            </w:r>
          </w:p>
        </w:tc>
        <w:tc>
          <w:tcPr>
            <w:tcW w:w="2114" w:type="dxa"/>
          </w:tcPr>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Наименование показателя</w:t>
            </w:r>
          </w:p>
        </w:tc>
        <w:tc>
          <w:tcPr>
            <w:tcW w:w="1295" w:type="dxa"/>
          </w:tcPr>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 xml:space="preserve">Единица </w:t>
            </w:r>
          </w:p>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измерения</w:t>
            </w:r>
          </w:p>
        </w:tc>
        <w:tc>
          <w:tcPr>
            <w:tcW w:w="6230" w:type="dxa"/>
          </w:tcPr>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Методика формирования</w:t>
            </w:r>
          </w:p>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показателя</w:t>
            </w:r>
          </w:p>
        </w:tc>
        <w:tc>
          <w:tcPr>
            <w:tcW w:w="2410" w:type="dxa"/>
          </w:tcPr>
          <w:p w:rsidR="009D57A6" w:rsidRDefault="009D57A6">
            <w:pPr>
              <w:jc w:val="center"/>
              <w:rPr>
                <w:rFonts w:eastAsia="Times New Roman"/>
                <w:b/>
              </w:rPr>
            </w:pPr>
            <w:r>
              <w:rPr>
                <w:b/>
              </w:rPr>
              <w:t>Условия оценки –</w:t>
            </w:r>
          </w:p>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3-бальная система</w:t>
            </w:r>
          </w:p>
        </w:tc>
        <w:tc>
          <w:tcPr>
            <w:tcW w:w="1842" w:type="dxa"/>
          </w:tcPr>
          <w:p w:rsidR="009D57A6" w:rsidRDefault="009D57A6">
            <w:pPr>
              <w:pStyle w:val="ConsPlusNormal"/>
              <w:ind w:firstLine="0"/>
              <w:jc w:val="center"/>
              <w:rPr>
                <w:rFonts w:ascii="Times New Roman" w:hAnsi="Times New Roman"/>
                <w:b/>
                <w:sz w:val="24"/>
                <w:szCs w:val="24"/>
              </w:rPr>
            </w:pPr>
            <w:r>
              <w:rPr>
                <w:rFonts w:ascii="Times New Roman" w:hAnsi="Times New Roman"/>
                <w:b/>
                <w:sz w:val="24"/>
                <w:szCs w:val="24"/>
              </w:rPr>
              <w:t>Примечание</w:t>
            </w:r>
          </w:p>
        </w:tc>
      </w:tr>
      <w:tr w:rsidR="009D57A6" w:rsidTr="00DB10A0">
        <w:tc>
          <w:tcPr>
            <w:tcW w:w="959" w:type="dxa"/>
          </w:tcPr>
          <w:p w:rsidR="009D57A6" w:rsidRPr="00DC0239" w:rsidRDefault="009D57A6" w:rsidP="00DC0239">
            <w:pPr>
              <w:ind w:left="360"/>
              <w:contextualSpacing/>
              <w:jc w:val="center"/>
            </w:pPr>
            <w:r w:rsidRPr="00DC0239">
              <w:t>1</w:t>
            </w:r>
          </w:p>
        </w:tc>
        <w:tc>
          <w:tcPr>
            <w:tcW w:w="2114" w:type="dxa"/>
          </w:tcPr>
          <w:p w:rsidR="009D57A6" w:rsidRPr="00DC0239" w:rsidRDefault="009D57A6" w:rsidP="00DC0239">
            <w:pPr>
              <w:ind w:right="-108"/>
              <w:contextualSpacing/>
              <w:jc w:val="center"/>
            </w:pPr>
            <w:r w:rsidRPr="00DC0239">
              <w:t>2</w:t>
            </w:r>
          </w:p>
        </w:tc>
        <w:tc>
          <w:tcPr>
            <w:tcW w:w="1295" w:type="dxa"/>
          </w:tcPr>
          <w:p w:rsidR="009D57A6" w:rsidRPr="00DC0239" w:rsidRDefault="009D57A6" w:rsidP="00DC0239">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DC0239">
            <w:pPr>
              <w:jc w:val="center"/>
            </w:pPr>
            <w:r w:rsidRPr="00DC0239">
              <w:t>4</w:t>
            </w:r>
          </w:p>
        </w:tc>
        <w:tc>
          <w:tcPr>
            <w:tcW w:w="2410" w:type="dxa"/>
          </w:tcPr>
          <w:p w:rsidR="009D57A6" w:rsidRPr="00DC0239" w:rsidRDefault="009D57A6" w:rsidP="00DC0239">
            <w:pPr>
              <w:jc w:val="center"/>
              <w:rPr>
                <w:rFonts w:eastAsia="Times New Roman"/>
              </w:rPr>
            </w:pPr>
            <w:r w:rsidRPr="00DC0239">
              <w:rPr>
                <w:rFonts w:eastAsia="Times New Roman"/>
              </w:rPr>
              <w:t>5</w:t>
            </w:r>
          </w:p>
        </w:tc>
        <w:tc>
          <w:tcPr>
            <w:tcW w:w="1842" w:type="dxa"/>
          </w:tcPr>
          <w:p w:rsidR="009D57A6" w:rsidRPr="00DC0239" w:rsidRDefault="009D57A6" w:rsidP="00DC0239">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pPr>
              <w:ind w:left="360"/>
              <w:contextualSpacing/>
              <w:jc w:val="both"/>
            </w:pPr>
            <w:r>
              <w:t>1</w:t>
            </w:r>
          </w:p>
        </w:tc>
        <w:tc>
          <w:tcPr>
            <w:tcW w:w="2114" w:type="dxa"/>
          </w:tcPr>
          <w:p w:rsidR="009D57A6" w:rsidRPr="00EE5E43" w:rsidRDefault="009D57A6">
            <w:pPr>
              <w:ind w:right="-108"/>
              <w:contextualSpacing/>
            </w:pPr>
            <w:r>
              <w:t>Доля налоговых и неналоговых доходов местного бюджета в общем объеме доходов бюджета муниципального образования (без учета безвозмездных поступлений, имеющих целевой характер)</w:t>
            </w: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w:t>
            </w:r>
          </w:p>
        </w:tc>
        <w:tc>
          <w:tcPr>
            <w:tcW w:w="6230" w:type="dxa"/>
          </w:tcPr>
          <w:p w:rsidR="009D57A6" w:rsidRPr="00EE5E43" w:rsidRDefault="009D57A6">
            <w:pPr>
              <w:rPr>
                <w:b/>
                <w:u w:val="single"/>
              </w:rPr>
            </w:pPr>
            <w:r>
              <w:rPr>
                <w:b/>
                <w:u w:val="single"/>
              </w:rPr>
              <w:t>Расчет показателя</w:t>
            </w:r>
            <w:r w:rsidRPr="00EE5E43">
              <w:rPr>
                <w:b/>
                <w:u w:val="single"/>
              </w:rPr>
              <w:t xml:space="preserve">: </w:t>
            </w:r>
          </w:p>
          <w:p w:rsidR="009D57A6" w:rsidRPr="00EE5E43" w:rsidRDefault="009D57A6">
            <w:r w:rsidRPr="00EE5E43">
              <w:t xml:space="preserve">D =   </w:t>
            </w:r>
            <w:r w:rsidRPr="00EE5E43">
              <w:object w:dxaOrig="3210" w:dyaOrig="690">
                <v:shape id="_x0000_i1025" type="#_x0000_t75" style="width:160.5pt;height:34.5pt" o:ole="">
                  <v:imagedata r:id="rId14" o:title=""/>
                </v:shape>
                <o:OLEObject Type="Embed" ProgID="Equation.3" ShapeID="_x0000_i1025" DrawAspect="Content" ObjectID="_1573906466" r:id="rId15"/>
              </w:object>
            </w:r>
          </w:p>
          <w:p w:rsidR="009D57A6" w:rsidRPr="00EE5E43" w:rsidRDefault="009D57A6">
            <w:r w:rsidRPr="00EE5E43">
              <w:t>где</w:t>
            </w:r>
          </w:p>
          <w:p w:rsidR="009D57A6" w:rsidRPr="00EE5E43" w:rsidRDefault="009D57A6">
            <w:r w:rsidRPr="00EE5E43">
              <w:t>D – доля налоговых и неналоговых доходов  бюджета поселения  в общем объеме доходов бюджета поселения (без учета безвозмездных поступлений, имеющих целевой характер);</w:t>
            </w:r>
          </w:p>
          <w:p w:rsidR="009D57A6" w:rsidRPr="00EE5E43" w:rsidRDefault="009D57A6">
            <w:r w:rsidRPr="00EE5E43">
              <w:t>Дн – налоговые и неналоговые доходы поселения, тыс. руб</w:t>
            </w:r>
            <w:r>
              <w:t>.</w:t>
            </w:r>
            <w:r w:rsidRPr="00EE5E43">
              <w:t>;</w:t>
            </w:r>
          </w:p>
          <w:p w:rsidR="009D57A6" w:rsidRPr="00EE5E43" w:rsidRDefault="009D57A6">
            <w:r w:rsidRPr="00EE5E43">
              <w:t>Д – общий объем доходов, тыс. руб</w:t>
            </w:r>
            <w:r>
              <w:t>.</w:t>
            </w:r>
            <w:r w:rsidRPr="00EE5E43">
              <w:t>;</w:t>
            </w:r>
          </w:p>
          <w:p w:rsidR="009D57A6" w:rsidRPr="00EE5E43" w:rsidRDefault="009D57A6">
            <w:r w:rsidRPr="00EE5E43">
              <w:t>Св – общий объем субвенций бюджету поселения, тыс. руб</w:t>
            </w:r>
            <w:r>
              <w:t>.</w:t>
            </w:r>
            <w:r w:rsidRPr="00EE5E43">
              <w:t>;</w:t>
            </w:r>
          </w:p>
          <w:p w:rsidR="009D57A6" w:rsidRPr="00990380" w:rsidRDefault="009D57A6">
            <w:r w:rsidRPr="00EE5E43">
              <w:t xml:space="preserve">Сс – общий объем субсидий бюджету поселения, </w:t>
            </w:r>
            <w:r w:rsidRPr="00990380">
              <w:rPr>
                <w:sz w:val="22"/>
                <w:szCs w:val="22"/>
              </w:rPr>
              <w:t>тыс. руб.;</w:t>
            </w:r>
          </w:p>
          <w:p w:rsidR="009D57A6" w:rsidRPr="00EE5E43" w:rsidRDefault="009D57A6">
            <w:r w:rsidRPr="00EE5E43">
              <w:t>И – общий объем иных межбюджетныхтрансфертов бюджету поселения, имеющих целевой характер, тыс. руб</w:t>
            </w:r>
            <w:r>
              <w:t>.</w:t>
            </w:r>
            <w:r w:rsidRPr="00EE5E43">
              <w:t>;</w:t>
            </w:r>
          </w:p>
          <w:p w:rsidR="009D57A6" w:rsidRPr="00EE5E43" w:rsidRDefault="009D57A6" w:rsidP="00990380">
            <w:pPr>
              <w:rPr>
                <w:b/>
                <w:u w:val="single"/>
              </w:rPr>
            </w:pPr>
            <w:r w:rsidRPr="00EE5E43">
              <w:t xml:space="preserve">Спг – дотации по обеспечению сбалансированности бюджету поселения по отдельным поручениям главы </w:t>
            </w:r>
            <w:r w:rsidRPr="00EE5E43">
              <w:lastRenderedPageBreak/>
              <w:t>администрации муниципального района, тыс. руб</w:t>
            </w:r>
            <w:r>
              <w:t>.</w:t>
            </w:r>
          </w:p>
        </w:tc>
        <w:tc>
          <w:tcPr>
            <w:tcW w:w="2410" w:type="dxa"/>
          </w:tcPr>
          <w:p w:rsidR="009D57A6" w:rsidRPr="00F61DB2" w:rsidRDefault="009D57A6">
            <w:pPr>
              <w:rPr>
                <w:rFonts w:eastAsia="Times New Roman"/>
              </w:rPr>
            </w:pPr>
            <w:r w:rsidRPr="00F61DB2">
              <w:rPr>
                <w:rFonts w:eastAsia="Times New Roman"/>
              </w:rPr>
              <w:lastRenderedPageBreak/>
              <w:t>3 балла –</w:t>
            </w:r>
          </w:p>
          <w:p w:rsidR="009D57A6" w:rsidRPr="00F61DB2" w:rsidRDefault="009D57A6">
            <w:pPr>
              <w:rPr>
                <w:rFonts w:eastAsia="Times New Roman"/>
              </w:rPr>
            </w:pPr>
            <w:r w:rsidRPr="00F61DB2">
              <w:rPr>
                <w:rFonts w:eastAsia="Times New Roman"/>
              </w:rPr>
              <w:t>Свыше 50%;</w:t>
            </w:r>
          </w:p>
          <w:p w:rsidR="009D57A6" w:rsidRPr="00F61DB2" w:rsidRDefault="009D57A6">
            <w:pPr>
              <w:rPr>
                <w:rFonts w:eastAsia="Times New Roman"/>
              </w:rPr>
            </w:pPr>
            <w:r w:rsidRPr="00F61DB2">
              <w:rPr>
                <w:rFonts w:eastAsia="Times New Roman"/>
              </w:rPr>
              <w:t>2 балла – от 40% до 50%;</w:t>
            </w:r>
          </w:p>
          <w:p w:rsidR="009D57A6" w:rsidRPr="00F61DB2" w:rsidRDefault="009D57A6">
            <w:pPr>
              <w:rPr>
                <w:rFonts w:eastAsia="Times New Roman"/>
              </w:rPr>
            </w:pPr>
            <w:r w:rsidRPr="00F61DB2">
              <w:rPr>
                <w:rFonts w:eastAsia="Times New Roman"/>
              </w:rPr>
              <w:t>1 балл – менее 40%</w:t>
            </w:r>
          </w:p>
        </w:tc>
        <w:tc>
          <w:tcPr>
            <w:tcW w:w="1842" w:type="dxa"/>
          </w:tcPr>
          <w:p w:rsidR="009D57A6" w:rsidRPr="00EE5E43" w:rsidRDefault="009D57A6" w:rsidP="00EE5E43">
            <w:pPr>
              <w:rPr>
                <w:rFonts w:eastAsia="Times New Roman"/>
                <w:b/>
              </w:rPr>
            </w:pPr>
          </w:p>
        </w:tc>
      </w:tr>
      <w:tr w:rsidR="009D57A6" w:rsidTr="00DB10A0">
        <w:tc>
          <w:tcPr>
            <w:tcW w:w="959" w:type="dxa"/>
          </w:tcPr>
          <w:p w:rsidR="009D57A6" w:rsidRPr="00DC0239" w:rsidRDefault="009D57A6" w:rsidP="00DC0239">
            <w:pPr>
              <w:ind w:left="360"/>
              <w:contextualSpacing/>
              <w:jc w:val="center"/>
            </w:pPr>
            <w:r w:rsidRPr="00DC0239">
              <w:t>1</w:t>
            </w:r>
          </w:p>
        </w:tc>
        <w:tc>
          <w:tcPr>
            <w:tcW w:w="2114" w:type="dxa"/>
          </w:tcPr>
          <w:p w:rsidR="009D57A6" w:rsidRPr="00DC0239" w:rsidRDefault="009D57A6" w:rsidP="00DC0239">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DC0239">
            <w:pPr>
              <w:jc w:val="center"/>
            </w:pPr>
            <w:r w:rsidRPr="00DC0239">
              <w:t>4</w:t>
            </w:r>
          </w:p>
        </w:tc>
        <w:tc>
          <w:tcPr>
            <w:tcW w:w="2410" w:type="dxa"/>
          </w:tcPr>
          <w:p w:rsidR="009D57A6" w:rsidRPr="00DC0239" w:rsidRDefault="009D57A6" w:rsidP="00DC0239">
            <w:pPr>
              <w:jc w:val="center"/>
              <w:rPr>
                <w:rFonts w:eastAsia="Times New Roman"/>
              </w:rPr>
            </w:pPr>
            <w:r w:rsidRPr="00DC0239">
              <w:rPr>
                <w:rFonts w:eastAsia="Times New Roman"/>
              </w:rPr>
              <w:t>5</w:t>
            </w:r>
          </w:p>
        </w:tc>
        <w:tc>
          <w:tcPr>
            <w:tcW w:w="1842" w:type="dxa"/>
          </w:tcPr>
          <w:p w:rsidR="009D57A6" w:rsidRPr="00DC0239" w:rsidRDefault="009D57A6" w:rsidP="00DC0239">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rsidP="00EE5E43">
            <w:pPr>
              <w:ind w:left="360"/>
              <w:contextualSpacing/>
              <w:jc w:val="both"/>
            </w:pPr>
            <w:r>
              <w:t>2</w:t>
            </w:r>
          </w:p>
        </w:tc>
        <w:tc>
          <w:tcPr>
            <w:tcW w:w="2114" w:type="dxa"/>
          </w:tcPr>
          <w:p w:rsidR="009D57A6" w:rsidRPr="00EE5E43" w:rsidRDefault="009D57A6" w:rsidP="00EE5E43">
            <w:pPr>
              <w:ind w:right="-108"/>
              <w:contextualSpacing/>
            </w:pPr>
            <w:r>
              <w:t xml:space="preserve">Удельный вес недоимки по земельному налогу на 1 января года, следующего за отчетным к общему объему поступления доходов в местный бюджет поселения от земельного налога за отчетный период </w:t>
            </w: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w:t>
            </w:r>
          </w:p>
        </w:tc>
        <w:tc>
          <w:tcPr>
            <w:tcW w:w="6230" w:type="dxa"/>
          </w:tcPr>
          <w:p w:rsidR="009D57A6" w:rsidRPr="00EE5E43" w:rsidRDefault="009D57A6">
            <w:pPr>
              <w:rPr>
                <w:b/>
                <w:u w:val="single"/>
              </w:rPr>
            </w:pPr>
            <w:r>
              <w:rPr>
                <w:b/>
                <w:u w:val="single"/>
              </w:rPr>
              <w:t>Расчет показателя</w:t>
            </w:r>
            <w:r w:rsidRPr="00EE5E43">
              <w:rPr>
                <w:b/>
                <w:u w:val="single"/>
              </w:rPr>
              <w:t xml:space="preserve">: </w:t>
            </w:r>
          </w:p>
          <w:p w:rsidR="009D57A6" w:rsidRPr="00EE5E43" w:rsidRDefault="009D57A6">
            <w:pPr>
              <w:rPr>
                <w:b/>
                <w:u w:val="single"/>
              </w:rPr>
            </w:pPr>
          </w:p>
          <w:p w:rsidR="009D57A6" w:rsidRPr="00EE5E43" w:rsidRDefault="009D57A6">
            <w:r w:rsidRPr="00EE5E43">
              <w:t>Р = Аi / Bi*100%,  где:</w:t>
            </w:r>
          </w:p>
          <w:p w:rsidR="009D57A6" w:rsidRPr="00EE5E43" w:rsidRDefault="009D57A6">
            <w:r w:rsidRPr="00EE5E43">
              <w:t>Аi – недоимка по земельному налогу на 1 января года, следующего за отчетным в местный бюджет i поселения, тыс. руб.;</w:t>
            </w:r>
          </w:p>
          <w:p w:rsidR="009D57A6" w:rsidRPr="00EE5E43" w:rsidRDefault="009D57A6" w:rsidP="00EE5E43">
            <w:pPr>
              <w:rPr>
                <w:b/>
                <w:u w:val="single"/>
              </w:rPr>
            </w:pPr>
            <w:r w:rsidRPr="00EE5E43">
              <w:t>Bi - общей объема поступления доходов в местный бюджет i поселения от земельного налога за отчетный период, тыс. руб.</w:t>
            </w:r>
          </w:p>
        </w:tc>
        <w:tc>
          <w:tcPr>
            <w:tcW w:w="2410" w:type="dxa"/>
          </w:tcPr>
          <w:p w:rsidR="009D57A6" w:rsidRPr="00F61DB2" w:rsidRDefault="009D57A6">
            <w:pPr>
              <w:rPr>
                <w:rFonts w:eastAsia="Times New Roman"/>
              </w:rPr>
            </w:pPr>
            <w:r w:rsidRPr="00F61DB2">
              <w:rPr>
                <w:rFonts w:eastAsia="Times New Roman"/>
              </w:rPr>
              <w:t>3 балла -  менее 20%;</w:t>
            </w:r>
          </w:p>
          <w:p w:rsidR="009D57A6" w:rsidRPr="00F61DB2" w:rsidRDefault="009D57A6">
            <w:pPr>
              <w:rPr>
                <w:rFonts w:eastAsia="Times New Roman"/>
              </w:rPr>
            </w:pPr>
            <w:r w:rsidRPr="00F61DB2">
              <w:rPr>
                <w:rFonts w:eastAsia="Times New Roman"/>
              </w:rPr>
              <w:t>2 балла - от 20% до 30%;</w:t>
            </w:r>
          </w:p>
          <w:p w:rsidR="009D57A6" w:rsidRPr="00F61DB2" w:rsidRDefault="009D57A6">
            <w:pPr>
              <w:rPr>
                <w:rFonts w:eastAsia="Times New Roman"/>
              </w:rPr>
            </w:pPr>
            <w:r w:rsidRPr="00F61DB2">
              <w:rPr>
                <w:rFonts w:eastAsia="Times New Roman"/>
              </w:rPr>
              <w:t>1 балл - от 31% до 40%;</w:t>
            </w:r>
          </w:p>
          <w:p w:rsidR="009D57A6" w:rsidRPr="00F61DB2" w:rsidRDefault="009D57A6">
            <w:pPr>
              <w:rPr>
                <w:rFonts w:eastAsia="Times New Roman"/>
              </w:rPr>
            </w:pPr>
            <w:r w:rsidRPr="00F61DB2">
              <w:rPr>
                <w:rFonts w:eastAsia="Times New Roman"/>
              </w:rPr>
              <w:t>0 баллов – свыше 40%</w:t>
            </w:r>
          </w:p>
        </w:tc>
        <w:tc>
          <w:tcPr>
            <w:tcW w:w="1842" w:type="dxa"/>
          </w:tcPr>
          <w:p w:rsidR="009D57A6" w:rsidRDefault="009D57A6" w:rsidP="00EE5E43">
            <w:pPr>
              <w:rPr>
                <w:rFonts w:eastAsia="Times New Roman"/>
                <w:b/>
              </w:rPr>
            </w:pPr>
          </w:p>
        </w:tc>
      </w:tr>
      <w:tr w:rsidR="009D57A6" w:rsidTr="00DB10A0">
        <w:tc>
          <w:tcPr>
            <w:tcW w:w="959" w:type="dxa"/>
          </w:tcPr>
          <w:p w:rsidR="009D57A6" w:rsidRPr="00EE5E43" w:rsidRDefault="009D57A6" w:rsidP="00EE5E43">
            <w:pPr>
              <w:ind w:left="360"/>
              <w:contextualSpacing/>
              <w:jc w:val="both"/>
            </w:pPr>
            <w:r>
              <w:t>3</w:t>
            </w:r>
          </w:p>
        </w:tc>
        <w:tc>
          <w:tcPr>
            <w:tcW w:w="2114" w:type="dxa"/>
          </w:tcPr>
          <w:p w:rsidR="009D57A6" w:rsidRPr="00EE5E43" w:rsidRDefault="009D57A6" w:rsidP="00EE5E43">
            <w:pPr>
              <w:ind w:right="-108"/>
              <w:contextualSpacing/>
            </w:pPr>
            <w:r>
              <w:t xml:space="preserve">Удельный вес недоимки по налогу на имущество физических лиц на 1 января года, следующего за отчетным к общему объему поступления доходов в местный бюджет поселения от налога на имущество физических лиц за отчетный период </w:t>
            </w:r>
          </w:p>
          <w:p w:rsidR="009D57A6" w:rsidRDefault="009D57A6" w:rsidP="00EE5E43">
            <w:pPr>
              <w:ind w:right="-108"/>
              <w:contextualSpacing/>
            </w:pPr>
          </w:p>
          <w:p w:rsidR="009D57A6" w:rsidRDefault="009D57A6" w:rsidP="00EE5E43">
            <w:pPr>
              <w:ind w:right="-108"/>
              <w:contextualSpacing/>
            </w:pPr>
          </w:p>
          <w:p w:rsidR="009D57A6" w:rsidRDefault="009D57A6" w:rsidP="00EE5E43">
            <w:pPr>
              <w:ind w:right="-108"/>
              <w:contextualSpacing/>
            </w:pPr>
          </w:p>
          <w:p w:rsidR="009D57A6" w:rsidRPr="00EE5E43" w:rsidRDefault="009D57A6" w:rsidP="00EE5E43">
            <w:pPr>
              <w:ind w:right="-108"/>
              <w:contextualSpacing/>
            </w:pP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w:t>
            </w:r>
          </w:p>
        </w:tc>
        <w:tc>
          <w:tcPr>
            <w:tcW w:w="6230" w:type="dxa"/>
          </w:tcPr>
          <w:p w:rsidR="009D57A6" w:rsidRPr="00EE5E43" w:rsidRDefault="009D57A6">
            <w:pPr>
              <w:rPr>
                <w:b/>
                <w:u w:val="single"/>
              </w:rPr>
            </w:pPr>
            <w:r>
              <w:rPr>
                <w:b/>
                <w:u w:val="single"/>
              </w:rPr>
              <w:t>Расчет показателя</w:t>
            </w:r>
            <w:r w:rsidRPr="00EE5E43">
              <w:rPr>
                <w:b/>
                <w:u w:val="single"/>
              </w:rPr>
              <w:t xml:space="preserve">: </w:t>
            </w:r>
          </w:p>
          <w:p w:rsidR="009D57A6" w:rsidRPr="00EE5E43" w:rsidRDefault="009D57A6">
            <w:pPr>
              <w:rPr>
                <w:b/>
                <w:u w:val="single"/>
              </w:rPr>
            </w:pPr>
          </w:p>
          <w:p w:rsidR="009D57A6" w:rsidRPr="00EE5E43" w:rsidRDefault="009D57A6">
            <w:r w:rsidRPr="00EE5E43">
              <w:t>Р = Аi / Bi *100%, где:</w:t>
            </w:r>
          </w:p>
          <w:p w:rsidR="009D57A6" w:rsidRPr="00EE5E43" w:rsidRDefault="009D57A6">
            <w:r w:rsidRPr="00EE5E43">
              <w:t>Аi – недоимка по налогу на имущество физических лиц на 1 января года, следующего за отчетным в местный бюджет i поселения, тыс. руб.;</w:t>
            </w:r>
          </w:p>
          <w:p w:rsidR="009D57A6" w:rsidRPr="00EE5E43" w:rsidRDefault="009D57A6" w:rsidP="00EE5E43">
            <w:r w:rsidRPr="00EE5E43">
              <w:t>Bi – общий объем  поступления доходов в местный бюджет i поселения от  налога на имущество физических лиц за отчетный период, тыс. руб</w:t>
            </w: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p w:rsidR="009D57A6" w:rsidRPr="00EE5E43" w:rsidRDefault="009D57A6" w:rsidP="00EE5E43">
            <w:pPr>
              <w:rPr>
                <w:b/>
                <w:u w:val="single"/>
              </w:rPr>
            </w:pPr>
          </w:p>
        </w:tc>
        <w:tc>
          <w:tcPr>
            <w:tcW w:w="2410" w:type="dxa"/>
          </w:tcPr>
          <w:p w:rsidR="009D57A6" w:rsidRPr="00F61DB2" w:rsidRDefault="009D57A6">
            <w:pPr>
              <w:rPr>
                <w:rFonts w:eastAsia="Times New Roman"/>
              </w:rPr>
            </w:pPr>
            <w:r w:rsidRPr="00F61DB2">
              <w:rPr>
                <w:rFonts w:eastAsia="Times New Roman"/>
              </w:rPr>
              <w:t>3 балла -  менее 20%;</w:t>
            </w:r>
          </w:p>
          <w:p w:rsidR="009D57A6" w:rsidRPr="00F61DB2" w:rsidRDefault="009D57A6">
            <w:pPr>
              <w:rPr>
                <w:rFonts w:eastAsia="Times New Roman"/>
              </w:rPr>
            </w:pPr>
            <w:r w:rsidRPr="00F61DB2">
              <w:rPr>
                <w:rFonts w:eastAsia="Times New Roman"/>
              </w:rPr>
              <w:t>2 балла - от 20% до 30%;</w:t>
            </w:r>
          </w:p>
          <w:p w:rsidR="009D57A6" w:rsidRPr="00F61DB2" w:rsidRDefault="009D57A6">
            <w:pPr>
              <w:rPr>
                <w:rFonts w:eastAsia="Times New Roman"/>
              </w:rPr>
            </w:pPr>
            <w:r w:rsidRPr="00F61DB2">
              <w:rPr>
                <w:rFonts w:eastAsia="Times New Roman"/>
              </w:rPr>
              <w:t>1 балл - от 31% до 40%;</w:t>
            </w:r>
          </w:p>
          <w:p w:rsidR="009D57A6" w:rsidRPr="00F61DB2" w:rsidRDefault="009D57A6">
            <w:pPr>
              <w:rPr>
                <w:rFonts w:eastAsia="Times New Roman"/>
              </w:rPr>
            </w:pPr>
            <w:r w:rsidRPr="00F61DB2">
              <w:rPr>
                <w:rFonts w:eastAsia="Times New Roman"/>
              </w:rPr>
              <w:t xml:space="preserve">0 баллов – свыше 40% </w:t>
            </w:r>
          </w:p>
        </w:tc>
        <w:tc>
          <w:tcPr>
            <w:tcW w:w="1842" w:type="dxa"/>
          </w:tcPr>
          <w:p w:rsidR="009D57A6" w:rsidRDefault="009D57A6" w:rsidP="00EE5E43">
            <w:pPr>
              <w:rPr>
                <w:rFonts w:eastAsia="Times New Roman"/>
                <w:b/>
              </w:rPr>
            </w:pPr>
          </w:p>
        </w:tc>
      </w:tr>
      <w:tr w:rsidR="009D57A6" w:rsidTr="00DB10A0">
        <w:tc>
          <w:tcPr>
            <w:tcW w:w="959" w:type="dxa"/>
          </w:tcPr>
          <w:p w:rsidR="009D57A6" w:rsidRPr="00DC0239" w:rsidRDefault="009D57A6" w:rsidP="00DC0239">
            <w:pPr>
              <w:ind w:left="360"/>
              <w:contextualSpacing/>
              <w:jc w:val="center"/>
            </w:pPr>
            <w:r w:rsidRPr="00DC0239">
              <w:t>1</w:t>
            </w:r>
          </w:p>
        </w:tc>
        <w:tc>
          <w:tcPr>
            <w:tcW w:w="2114" w:type="dxa"/>
          </w:tcPr>
          <w:p w:rsidR="009D57A6" w:rsidRPr="00DC0239" w:rsidRDefault="009D57A6" w:rsidP="00DC0239">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DC0239">
            <w:pPr>
              <w:jc w:val="center"/>
            </w:pPr>
            <w:r w:rsidRPr="00DC0239">
              <w:t>4</w:t>
            </w:r>
          </w:p>
        </w:tc>
        <w:tc>
          <w:tcPr>
            <w:tcW w:w="2410" w:type="dxa"/>
          </w:tcPr>
          <w:p w:rsidR="009D57A6" w:rsidRPr="00DC0239" w:rsidRDefault="009D57A6" w:rsidP="00DC0239">
            <w:pPr>
              <w:jc w:val="center"/>
              <w:rPr>
                <w:rFonts w:eastAsia="Times New Roman"/>
              </w:rPr>
            </w:pPr>
            <w:r w:rsidRPr="00DC0239">
              <w:rPr>
                <w:rFonts w:eastAsia="Times New Roman"/>
              </w:rPr>
              <w:t>5</w:t>
            </w:r>
          </w:p>
        </w:tc>
        <w:tc>
          <w:tcPr>
            <w:tcW w:w="1842" w:type="dxa"/>
          </w:tcPr>
          <w:p w:rsidR="009D57A6" w:rsidRPr="00DC0239" w:rsidRDefault="009D57A6" w:rsidP="00DC0239">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rsidP="00EE5E43">
            <w:pPr>
              <w:ind w:left="360"/>
              <w:contextualSpacing/>
              <w:jc w:val="both"/>
            </w:pPr>
            <w:r>
              <w:t>4</w:t>
            </w:r>
          </w:p>
        </w:tc>
        <w:tc>
          <w:tcPr>
            <w:tcW w:w="2114" w:type="dxa"/>
          </w:tcPr>
          <w:p w:rsidR="009D57A6" w:rsidRPr="00EE5E43" w:rsidRDefault="009D57A6" w:rsidP="00EE5E43">
            <w:pPr>
              <w:ind w:right="-108"/>
            </w:pPr>
            <w:r>
              <w:t>Снижение недоимки по местным налогам и сборам, зачисляемым в бюджет поселения</w:t>
            </w:r>
          </w:p>
          <w:p w:rsidR="009D57A6" w:rsidRDefault="009D57A6" w:rsidP="00EE5E43">
            <w:pPr>
              <w:ind w:right="-108"/>
            </w:pPr>
          </w:p>
          <w:p w:rsidR="009D57A6" w:rsidRDefault="009D57A6" w:rsidP="00EE5E43">
            <w:pPr>
              <w:ind w:right="-108"/>
            </w:pPr>
          </w:p>
          <w:p w:rsidR="009D57A6" w:rsidRDefault="009D57A6" w:rsidP="00EE5E43">
            <w:pPr>
              <w:ind w:right="-108"/>
            </w:pPr>
          </w:p>
          <w:p w:rsidR="009D57A6" w:rsidRDefault="009D57A6" w:rsidP="00EE5E43">
            <w:pPr>
              <w:ind w:right="-108"/>
            </w:pPr>
          </w:p>
          <w:p w:rsidR="009D57A6" w:rsidRDefault="009D57A6" w:rsidP="00EE5E43">
            <w:pPr>
              <w:ind w:right="-108"/>
            </w:pPr>
          </w:p>
          <w:p w:rsidR="009D57A6" w:rsidRPr="00EE5E43" w:rsidRDefault="009D57A6" w:rsidP="00EE5E43">
            <w:pPr>
              <w:ind w:right="-108"/>
            </w:pPr>
          </w:p>
        </w:tc>
        <w:tc>
          <w:tcPr>
            <w:tcW w:w="1295" w:type="dxa"/>
          </w:tcPr>
          <w:p w:rsidR="009D57A6" w:rsidRDefault="009D57A6" w:rsidP="00DB10A0">
            <w:pPr>
              <w:ind w:left="-108" w:right="-107"/>
              <w:contextualSpacing/>
              <w:jc w:val="center"/>
              <w:rPr>
                <w:rFonts w:eastAsia="Times New Roman"/>
              </w:rPr>
            </w:pPr>
            <w:r w:rsidRPr="00EE5E43">
              <w:rPr>
                <w:rFonts w:eastAsia="Times New Roman"/>
              </w:rPr>
              <w:t>%</w:t>
            </w: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p>
        </w:tc>
        <w:tc>
          <w:tcPr>
            <w:tcW w:w="6230" w:type="dxa"/>
          </w:tcPr>
          <w:p w:rsidR="009D57A6" w:rsidRPr="00EE5E43" w:rsidRDefault="009D57A6">
            <w:pPr>
              <w:rPr>
                <w:b/>
                <w:u w:val="single"/>
              </w:rPr>
            </w:pPr>
            <w:r>
              <w:rPr>
                <w:b/>
                <w:u w:val="single"/>
              </w:rPr>
              <w:t>Расчет показателя</w:t>
            </w:r>
            <w:r w:rsidRPr="00EE5E43">
              <w:rPr>
                <w:b/>
                <w:u w:val="single"/>
              </w:rPr>
              <w:t>:</w:t>
            </w:r>
          </w:p>
          <w:p w:rsidR="009D57A6" w:rsidRPr="00EE5E43" w:rsidRDefault="009D57A6" w:rsidP="00EE5E43">
            <w:r w:rsidRPr="00EE5E43">
              <w:t xml:space="preserve">                         ∑нед. (янв.)- ∑нед. (ноя.)</w:t>
            </w:r>
          </w:p>
          <w:p w:rsidR="009D57A6" w:rsidRPr="00EE5E43" w:rsidRDefault="009D57A6">
            <w:r w:rsidRPr="00EE5E43">
              <w:t>Сниж.нед. = ---------------------------------- х 100,</w:t>
            </w:r>
          </w:p>
          <w:p w:rsidR="009D57A6" w:rsidRPr="00EE5E43" w:rsidRDefault="009D57A6">
            <w:r w:rsidRPr="00EE5E43">
              <w:t xml:space="preserve">                                    ∑нед. (янв.)</w:t>
            </w:r>
          </w:p>
          <w:p w:rsidR="009D57A6" w:rsidRPr="00EE5E43" w:rsidRDefault="009D57A6">
            <w:r w:rsidRPr="00EE5E43">
              <w:t>Сниж.нед.  – снижение недоимки по местным налогам и сборам, зачисляемым в бюджет поселения, %;</w:t>
            </w:r>
          </w:p>
          <w:p w:rsidR="009D57A6" w:rsidRPr="00EE5E43" w:rsidRDefault="009D57A6">
            <w:r w:rsidRPr="00EE5E43">
              <w:t>∑нед. (янв.) – сумма недоимки по местным налогам и сборам, зачисляемым в бюджет поселения на 1 января отчетного года, тыс. руб.;</w:t>
            </w:r>
          </w:p>
          <w:p w:rsidR="009D57A6" w:rsidRDefault="009D57A6" w:rsidP="00EE5E43">
            <w:r w:rsidRPr="00EE5E43">
              <w:t>∑нед. (ноя.) – сумма недоимки по местным налогам и сборам, зачисляемым в бюджет поселения на 1 ноября отчетного года, тыс. руб.</w:t>
            </w:r>
          </w:p>
          <w:p w:rsidR="009D57A6" w:rsidRDefault="009D57A6" w:rsidP="00EE5E43"/>
          <w:p w:rsidR="009D57A6" w:rsidRPr="00EE5E43" w:rsidRDefault="009D57A6" w:rsidP="00EE5E43">
            <w:pPr>
              <w:rPr>
                <w:b/>
                <w:u w:val="single"/>
              </w:rPr>
            </w:pPr>
          </w:p>
        </w:tc>
        <w:tc>
          <w:tcPr>
            <w:tcW w:w="2410" w:type="dxa"/>
          </w:tcPr>
          <w:p w:rsidR="009D57A6" w:rsidRPr="00F61DB2" w:rsidRDefault="009D57A6">
            <w:pPr>
              <w:rPr>
                <w:rFonts w:eastAsia="Times New Roman"/>
              </w:rPr>
            </w:pPr>
            <w:r w:rsidRPr="00F61DB2">
              <w:rPr>
                <w:rFonts w:eastAsia="Times New Roman"/>
              </w:rPr>
              <w:t>3 балла – свыше 40%;</w:t>
            </w:r>
          </w:p>
          <w:p w:rsidR="009D57A6" w:rsidRPr="00F61DB2" w:rsidRDefault="009D57A6">
            <w:pPr>
              <w:rPr>
                <w:rFonts w:eastAsia="Times New Roman"/>
              </w:rPr>
            </w:pPr>
            <w:r w:rsidRPr="00F61DB2">
              <w:rPr>
                <w:rFonts w:eastAsia="Times New Roman"/>
              </w:rPr>
              <w:t>2 балла - от 30% до 40%;</w:t>
            </w:r>
          </w:p>
          <w:p w:rsidR="009D57A6" w:rsidRPr="00F61DB2" w:rsidRDefault="009D57A6">
            <w:pPr>
              <w:rPr>
                <w:rFonts w:eastAsia="Times New Roman"/>
              </w:rPr>
            </w:pPr>
            <w:r w:rsidRPr="00F61DB2">
              <w:rPr>
                <w:rFonts w:eastAsia="Times New Roman"/>
              </w:rPr>
              <w:t>0 баллов - менее 30%</w:t>
            </w:r>
          </w:p>
        </w:tc>
        <w:tc>
          <w:tcPr>
            <w:tcW w:w="1842" w:type="dxa"/>
          </w:tcPr>
          <w:p w:rsidR="009D57A6" w:rsidRDefault="009D57A6" w:rsidP="00EE5E43">
            <w:pPr>
              <w:rPr>
                <w:rFonts w:eastAsia="Times New Roman"/>
                <w:b/>
              </w:rPr>
            </w:pPr>
          </w:p>
        </w:tc>
      </w:tr>
      <w:tr w:rsidR="009D57A6" w:rsidTr="00DB10A0">
        <w:tc>
          <w:tcPr>
            <w:tcW w:w="959" w:type="dxa"/>
          </w:tcPr>
          <w:p w:rsidR="009D57A6" w:rsidRPr="00EE5E43" w:rsidRDefault="009D57A6" w:rsidP="00EE5E43">
            <w:pPr>
              <w:ind w:left="360"/>
              <w:contextualSpacing/>
              <w:jc w:val="both"/>
            </w:pPr>
            <w:r>
              <w:t>5</w:t>
            </w:r>
          </w:p>
        </w:tc>
        <w:tc>
          <w:tcPr>
            <w:tcW w:w="2114" w:type="dxa"/>
          </w:tcPr>
          <w:p w:rsidR="009D57A6" w:rsidRPr="00EE5E43" w:rsidRDefault="009D57A6" w:rsidP="00EE5E43">
            <w:pPr>
              <w:ind w:right="-108"/>
              <w:contextualSpacing/>
            </w:pPr>
            <w:r>
              <w:t>Объем средств, привлеченных муниципальным образованием из федерального и областного бюджетов, на 1 рубль налоговых и неналоговых доходов бюджета муниципального образования</w:t>
            </w:r>
          </w:p>
          <w:p w:rsidR="009D57A6" w:rsidRPr="00EE5E43" w:rsidRDefault="009D57A6" w:rsidP="00EE5E43">
            <w:pPr>
              <w:ind w:right="-108"/>
              <w:contextualSpacing/>
            </w:pPr>
          </w:p>
        </w:tc>
        <w:tc>
          <w:tcPr>
            <w:tcW w:w="1295" w:type="dxa"/>
          </w:tcPr>
          <w:p w:rsidR="009D57A6" w:rsidRDefault="009D57A6" w:rsidP="00DB10A0">
            <w:pPr>
              <w:ind w:left="-108" w:right="-107"/>
              <w:contextualSpacing/>
              <w:jc w:val="center"/>
              <w:rPr>
                <w:rFonts w:eastAsia="Times New Roman"/>
              </w:rPr>
            </w:pPr>
            <w:r w:rsidRPr="00EE5E43">
              <w:rPr>
                <w:rFonts w:eastAsia="Times New Roman"/>
              </w:rPr>
              <w:t>руб.</w:t>
            </w:r>
          </w:p>
        </w:tc>
        <w:tc>
          <w:tcPr>
            <w:tcW w:w="6230" w:type="dxa"/>
          </w:tcPr>
          <w:p w:rsidR="009D57A6" w:rsidRPr="00EE5E43" w:rsidRDefault="009D57A6" w:rsidP="00EE5E43">
            <w:pPr>
              <w:rPr>
                <w:b/>
                <w:u w:val="single"/>
              </w:rPr>
            </w:pPr>
            <w:r>
              <w:rPr>
                <w:b/>
                <w:u w:val="single"/>
              </w:rPr>
              <w:t xml:space="preserve">Источник информации: </w:t>
            </w:r>
          </w:p>
          <w:p w:rsidR="009D57A6" w:rsidRPr="00EE5E43" w:rsidRDefault="009D57A6" w:rsidP="00EE5E43">
            <w:r w:rsidRPr="00EE5E43">
              <w:t>отчет об исполнении бюджета муниципального образования</w:t>
            </w:r>
          </w:p>
          <w:p w:rsidR="009D57A6" w:rsidRDefault="009D57A6" w:rsidP="00EE5E43">
            <w:pPr>
              <w:rPr>
                <w:b/>
                <w:u w:val="single"/>
              </w:rPr>
            </w:pPr>
            <w:r>
              <w:rPr>
                <w:b/>
                <w:u w:val="single"/>
              </w:rPr>
              <w:t>Расчет показателя:</w:t>
            </w:r>
          </w:p>
          <w:p w:rsidR="009D57A6" w:rsidRPr="00EE5E43" w:rsidRDefault="009D57A6">
            <w:r w:rsidRPr="00EE5E43">
              <w:t>R = Vфор/Vм, где</w:t>
            </w:r>
          </w:p>
          <w:p w:rsidR="009D57A6" w:rsidRPr="00EE5E43" w:rsidRDefault="009D57A6">
            <w:r w:rsidRPr="00EE5E43">
              <w:t>R - объем средств, привлеченных муниципальным образованием из федерального и областного бюджетов, в расчете на 1 рубль налоговых и неналоговых доходов бюджета муниципального образования;</w:t>
            </w:r>
          </w:p>
          <w:p w:rsidR="009D57A6" w:rsidRPr="00EE5E43" w:rsidRDefault="009D57A6">
            <w:r w:rsidRPr="00EE5E43">
              <w:t>Vфор - объем средств, привлеченных муниципальным образованием из федерального и областного бюджетов, тыс. руб.;</w:t>
            </w:r>
          </w:p>
          <w:p w:rsidR="009D57A6" w:rsidRDefault="009D57A6" w:rsidP="00F61DB2">
            <w:r w:rsidRPr="00EE5E43">
              <w:t>Vм – объем налоговых и неналоговых доходов местного бюджета, тыс. руб.</w:t>
            </w:r>
          </w:p>
          <w:p w:rsidR="009D57A6" w:rsidRDefault="009D57A6" w:rsidP="00F61DB2"/>
          <w:p w:rsidR="009D57A6" w:rsidRDefault="009D57A6" w:rsidP="00F61DB2"/>
          <w:p w:rsidR="009D57A6" w:rsidRDefault="009D57A6" w:rsidP="00F61DB2"/>
          <w:p w:rsidR="009D57A6" w:rsidRDefault="009D57A6" w:rsidP="00F61DB2"/>
          <w:p w:rsidR="009D57A6" w:rsidRPr="00EE5E43" w:rsidRDefault="009D57A6" w:rsidP="00F61DB2">
            <w:pPr>
              <w:rPr>
                <w:b/>
                <w:u w:val="single"/>
              </w:rPr>
            </w:pPr>
          </w:p>
        </w:tc>
        <w:tc>
          <w:tcPr>
            <w:tcW w:w="2410" w:type="dxa"/>
          </w:tcPr>
          <w:p w:rsidR="009D57A6" w:rsidRPr="00F61DB2" w:rsidRDefault="009D57A6">
            <w:pPr>
              <w:rPr>
                <w:rFonts w:eastAsia="Times New Roman"/>
              </w:rPr>
            </w:pPr>
            <w:r w:rsidRPr="00F61DB2">
              <w:rPr>
                <w:rFonts w:eastAsia="Times New Roman"/>
              </w:rPr>
              <w:lastRenderedPageBreak/>
              <w:t>3 балла - от 0% до 20%;</w:t>
            </w:r>
          </w:p>
          <w:p w:rsidR="009D57A6" w:rsidRPr="00F61DB2" w:rsidRDefault="009D57A6">
            <w:pPr>
              <w:rPr>
                <w:rFonts w:eastAsia="Times New Roman"/>
              </w:rPr>
            </w:pPr>
            <w:r w:rsidRPr="00F61DB2">
              <w:rPr>
                <w:rFonts w:eastAsia="Times New Roman"/>
              </w:rPr>
              <w:t>2 балла - от 21% до 50%;</w:t>
            </w:r>
          </w:p>
          <w:p w:rsidR="009D57A6" w:rsidRPr="00F61DB2" w:rsidRDefault="009D57A6">
            <w:pPr>
              <w:rPr>
                <w:rFonts w:eastAsia="Times New Roman"/>
              </w:rPr>
            </w:pPr>
            <w:r w:rsidRPr="00F61DB2">
              <w:rPr>
                <w:rFonts w:eastAsia="Times New Roman"/>
              </w:rPr>
              <w:t>0 баллов - от 51%</w:t>
            </w:r>
          </w:p>
        </w:tc>
        <w:tc>
          <w:tcPr>
            <w:tcW w:w="1842" w:type="dxa"/>
          </w:tcPr>
          <w:p w:rsidR="009D57A6" w:rsidRDefault="009D57A6" w:rsidP="00EE5E43">
            <w:pPr>
              <w:rPr>
                <w:rFonts w:eastAsia="Times New Roman"/>
                <w:b/>
              </w:rPr>
            </w:pPr>
          </w:p>
        </w:tc>
      </w:tr>
      <w:tr w:rsidR="009D57A6" w:rsidTr="00DB10A0">
        <w:tc>
          <w:tcPr>
            <w:tcW w:w="959" w:type="dxa"/>
          </w:tcPr>
          <w:p w:rsidR="009D57A6" w:rsidRPr="00DC0239" w:rsidRDefault="009D57A6" w:rsidP="00DC0239">
            <w:pPr>
              <w:ind w:left="360"/>
              <w:contextualSpacing/>
              <w:jc w:val="center"/>
            </w:pPr>
            <w:r w:rsidRPr="00DC0239">
              <w:t>1</w:t>
            </w:r>
          </w:p>
        </w:tc>
        <w:tc>
          <w:tcPr>
            <w:tcW w:w="2114" w:type="dxa"/>
          </w:tcPr>
          <w:p w:rsidR="009D57A6" w:rsidRPr="00DC0239" w:rsidRDefault="009D57A6" w:rsidP="00DC0239">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DC0239">
            <w:pPr>
              <w:jc w:val="center"/>
            </w:pPr>
            <w:r w:rsidRPr="00DC0239">
              <w:t>4</w:t>
            </w:r>
          </w:p>
        </w:tc>
        <w:tc>
          <w:tcPr>
            <w:tcW w:w="2410" w:type="dxa"/>
          </w:tcPr>
          <w:p w:rsidR="009D57A6" w:rsidRPr="00DC0239" w:rsidRDefault="009D57A6" w:rsidP="00DC0239">
            <w:pPr>
              <w:jc w:val="center"/>
              <w:rPr>
                <w:rFonts w:eastAsia="Times New Roman"/>
              </w:rPr>
            </w:pPr>
            <w:r w:rsidRPr="00DC0239">
              <w:rPr>
                <w:rFonts w:eastAsia="Times New Roman"/>
              </w:rPr>
              <w:t>5</w:t>
            </w:r>
          </w:p>
        </w:tc>
        <w:tc>
          <w:tcPr>
            <w:tcW w:w="1842" w:type="dxa"/>
          </w:tcPr>
          <w:p w:rsidR="009D57A6" w:rsidRPr="00DC0239" w:rsidRDefault="009D57A6" w:rsidP="00DC0239">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rsidP="00EE5E43">
            <w:pPr>
              <w:ind w:left="360"/>
              <w:contextualSpacing/>
              <w:jc w:val="both"/>
            </w:pPr>
            <w:r w:rsidRPr="00EE5E43">
              <w:t xml:space="preserve">6 </w:t>
            </w:r>
          </w:p>
        </w:tc>
        <w:tc>
          <w:tcPr>
            <w:tcW w:w="2114" w:type="dxa"/>
          </w:tcPr>
          <w:p w:rsidR="009D57A6" w:rsidRPr="00EE5E43" w:rsidRDefault="009D57A6" w:rsidP="00EE5E43">
            <w:pPr>
              <w:ind w:right="-108"/>
              <w:contextualSpacing/>
            </w:pPr>
            <w:r>
              <w:t>Участие в органи-зации проведения общественных работ и временного трудоустройства граждан, испытывающих трудности в поиске работы.</w:t>
            </w:r>
          </w:p>
        </w:tc>
        <w:tc>
          <w:tcPr>
            <w:tcW w:w="1295" w:type="dxa"/>
          </w:tcPr>
          <w:p w:rsidR="009D57A6" w:rsidRDefault="009D57A6" w:rsidP="00DB10A0">
            <w:pPr>
              <w:ind w:left="-108" w:right="-107"/>
              <w:contextualSpacing/>
              <w:jc w:val="center"/>
              <w:rPr>
                <w:rFonts w:eastAsia="Times New Roman"/>
              </w:rPr>
            </w:pPr>
            <w:r w:rsidRPr="00EE5E43">
              <w:rPr>
                <w:rFonts w:eastAsia="Times New Roman"/>
              </w:rPr>
              <w:t>Руб.</w:t>
            </w:r>
          </w:p>
        </w:tc>
        <w:tc>
          <w:tcPr>
            <w:tcW w:w="6230" w:type="dxa"/>
          </w:tcPr>
          <w:p w:rsidR="009D57A6" w:rsidRPr="00EE5E43" w:rsidRDefault="009D57A6">
            <w:pPr>
              <w:rPr>
                <w:b/>
                <w:u w:val="single"/>
              </w:rPr>
            </w:pPr>
            <w:r w:rsidRPr="00EE5E43">
              <w:rPr>
                <w:b/>
                <w:u w:val="single"/>
              </w:rPr>
              <w:t xml:space="preserve">Источник информации: ГКУ ВО ЦЗН </w:t>
            </w:r>
          </w:p>
          <w:p w:rsidR="009D57A6" w:rsidRPr="00EE5E43" w:rsidRDefault="009D57A6">
            <w:r w:rsidRPr="00EE5E43">
              <w:t>Таловского района</w:t>
            </w:r>
          </w:p>
          <w:p w:rsidR="009D57A6" w:rsidRPr="00EE5E43" w:rsidRDefault="009D57A6">
            <w:r w:rsidRPr="00EE5E43">
              <w:t>Расчет показателя:</w:t>
            </w:r>
          </w:p>
          <w:p w:rsidR="009D57A6" w:rsidRPr="00EE5E43" w:rsidRDefault="009D57A6">
            <w:r w:rsidRPr="00EE5E43">
              <w:t>Показатель рассчитывается как сумма  начисленной заработной  платы и страховых платежей участникам общественных  работ поселения   в отчетном периоде.</w:t>
            </w:r>
          </w:p>
          <w:p w:rsidR="009D57A6" w:rsidRPr="00EE5E43" w:rsidRDefault="009D57A6">
            <w:pPr>
              <w:rPr>
                <w:b/>
                <w:u w:val="single"/>
              </w:rPr>
            </w:pPr>
          </w:p>
        </w:tc>
        <w:tc>
          <w:tcPr>
            <w:tcW w:w="2410" w:type="dxa"/>
          </w:tcPr>
          <w:p w:rsidR="009D57A6" w:rsidRPr="00F61DB2" w:rsidRDefault="009D57A6">
            <w:pPr>
              <w:rPr>
                <w:rFonts w:eastAsia="Times New Roman"/>
              </w:rPr>
            </w:pPr>
            <w:r w:rsidRPr="00F61DB2">
              <w:rPr>
                <w:rFonts w:eastAsia="Times New Roman"/>
              </w:rPr>
              <w:t>3 балла- свыше 40 000 руб.;</w:t>
            </w:r>
          </w:p>
          <w:p w:rsidR="009D57A6" w:rsidRPr="00F61DB2" w:rsidRDefault="009D57A6">
            <w:pPr>
              <w:rPr>
                <w:rFonts w:eastAsia="Times New Roman"/>
              </w:rPr>
            </w:pPr>
            <w:r w:rsidRPr="00F61DB2">
              <w:rPr>
                <w:rFonts w:eastAsia="Times New Roman"/>
              </w:rPr>
              <w:t>2 балла- от 10 001  руб. до 40 000 руб.;</w:t>
            </w:r>
          </w:p>
          <w:p w:rsidR="009D57A6" w:rsidRPr="00F61DB2" w:rsidRDefault="009D57A6">
            <w:pPr>
              <w:rPr>
                <w:rFonts w:eastAsia="Times New Roman"/>
              </w:rPr>
            </w:pPr>
            <w:r w:rsidRPr="00F61DB2">
              <w:rPr>
                <w:rFonts w:eastAsia="Times New Roman"/>
              </w:rPr>
              <w:t>1 балл – менее 10 000 руб.;</w:t>
            </w:r>
          </w:p>
          <w:p w:rsidR="009D57A6" w:rsidRPr="00F61DB2" w:rsidRDefault="009D57A6">
            <w:pPr>
              <w:rPr>
                <w:rFonts w:eastAsia="Times New Roman"/>
              </w:rPr>
            </w:pPr>
            <w:r w:rsidRPr="00F61DB2">
              <w:rPr>
                <w:rFonts w:eastAsia="Times New Roman"/>
              </w:rPr>
              <w:t>0 баллов- 0 руб.</w:t>
            </w:r>
          </w:p>
        </w:tc>
        <w:tc>
          <w:tcPr>
            <w:tcW w:w="1842" w:type="dxa"/>
          </w:tcPr>
          <w:p w:rsidR="009D57A6" w:rsidRPr="00EE5E43" w:rsidRDefault="009D57A6" w:rsidP="00EE5E43">
            <w:pPr>
              <w:rPr>
                <w:rFonts w:eastAsia="Times New Roman"/>
                <w:b/>
              </w:rPr>
            </w:pPr>
          </w:p>
        </w:tc>
      </w:tr>
      <w:tr w:rsidR="009D57A6" w:rsidTr="00DB10A0">
        <w:tc>
          <w:tcPr>
            <w:tcW w:w="959" w:type="dxa"/>
          </w:tcPr>
          <w:p w:rsidR="009D57A6" w:rsidRPr="00EE5E43" w:rsidRDefault="009D57A6" w:rsidP="00EE5E43">
            <w:pPr>
              <w:ind w:left="360"/>
              <w:contextualSpacing/>
              <w:jc w:val="both"/>
            </w:pPr>
            <w:r>
              <w:t>7</w:t>
            </w:r>
          </w:p>
        </w:tc>
        <w:tc>
          <w:tcPr>
            <w:tcW w:w="2114" w:type="dxa"/>
          </w:tcPr>
          <w:p w:rsidR="009D57A6" w:rsidRPr="00EE5E43" w:rsidRDefault="009D57A6" w:rsidP="00EE5E43">
            <w:pPr>
              <w:ind w:right="-108"/>
              <w:contextualSpacing/>
            </w:pPr>
            <w:r>
              <w:t>Участие поселения в областных и федеральных конкурсах</w:t>
            </w:r>
            <w:r>
              <w:tab/>
            </w:r>
            <w:r>
              <w:tab/>
            </w: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единиц</w:t>
            </w:r>
          </w:p>
        </w:tc>
        <w:tc>
          <w:tcPr>
            <w:tcW w:w="6230" w:type="dxa"/>
          </w:tcPr>
          <w:p w:rsidR="009D57A6" w:rsidRPr="00EE5E43" w:rsidRDefault="009D57A6">
            <w:pPr>
              <w:rPr>
                <w:b/>
                <w:u w:val="single"/>
              </w:rPr>
            </w:pPr>
            <w:r>
              <w:rPr>
                <w:b/>
                <w:u w:val="single"/>
              </w:rPr>
              <w:t>Источник информации</w:t>
            </w:r>
            <w:r w:rsidRPr="00EE5E43">
              <w:t>: органы местного самоуправления поселения, исполнительные органы государственной власти Воронежской области. При формировании показателя учитываются все заявки на участие в областных и федеральных конкурсах</w:t>
            </w:r>
            <w:r w:rsidRPr="00F61DB2">
              <w:t xml:space="preserve">. </w:t>
            </w:r>
          </w:p>
        </w:tc>
        <w:tc>
          <w:tcPr>
            <w:tcW w:w="2410" w:type="dxa"/>
          </w:tcPr>
          <w:p w:rsidR="009D57A6" w:rsidRPr="00F61DB2" w:rsidRDefault="009D57A6" w:rsidP="00EE5E43">
            <w:pPr>
              <w:rPr>
                <w:rFonts w:eastAsia="Times New Roman"/>
              </w:rPr>
            </w:pPr>
            <w:r w:rsidRPr="00F61DB2">
              <w:rPr>
                <w:rFonts w:eastAsia="Times New Roman"/>
              </w:rPr>
              <w:t xml:space="preserve">3 балла – за победу в конкурсе,  </w:t>
            </w:r>
          </w:p>
          <w:p w:rsidR="009D57A6" w:rsidRPr="00F61DB2" w:rsidRDefault="009D57A6" w:rsidP="00EE5E43">
            <w:pPr>
              <w:rPr>
                <w:rFonts w:eastAsia="Times New Roman"/>
              </w:rPr>
            </w:pPr>
            <w:r w:rsidRPr="00F61DB2">
              <w:rPr>
                <w:rFonts w:eastAsia="Times New Roman"/>
              </w:rPr>
              <w:t>1 балл – за участие в каждой номинации конкурса, но не более 3-х баллов;</w:t>
            </w:r>
          </w:p>
          <w:p w:rsidR="009D57A6" w:rsidRPr="00F61DB2" w:rsidRDefault="009D57A6" w:rsidP="00EE5E43">
            <w:pPr>
              <w:rPr>
                <w:rFonts w:eastAsia="Times New Roman"/>
              </w:rPr>
            </w:pPr>
            <w:r w:rsidRPr="00F61DB2">
              <w:rPr>
                <w:rFonts w:eastAsia="Times New Roman"/>
              </w:rPr>
              <w:t>0 баллов – неучастие.</w:t>
            </w:r>
          </w:p>
        </w:tc>
        <w:tc>
          <w:tcPr>
            <w:tcW w:w="1842" w:type="dxa"/>
          </w:tcPr>
          <w:p w:rsidR="009D57A6" w:rsidRDefault="009D57A6">
            <w:pPr>
              <w:rPr>
                <w:rFonts w:eastAsia="Times New Roman"/>
                <w:b/>
              </w:rPr>
            </w:pPr>
          </w:p>
        </w:tc>
      </w:tr>
      <w:tr w:rsidR="009D57A6" w:rsidTr="00DB10A0">
        <w:tc>
          <w:tcPr>
            <w:tcW w:w="959" w:type="dxa"/>
          </w:tcPr>
          <w:p w:rsidR="009D57A6" w:rsidRPr="00EE5E43" w:rsidRDefault="009D57A6" w:rsidP="00EE5E43">
            <w:pPr>
              <w:ind w:left="360"/>
              <w:contextualSpacing/>
              <w:jc w:val="both"/>
            </w:pPr>
            <w:r>
              <w:t>8</w:t>
            </w:r>
          </w:p>
        </w:tc>
        <w:tc>
          <w:tcPr>
            <w:tcW w:w="2114" w:type="dxa"/>
          </w:tcPr>
          <w:p w:rsidR="009D57A6" w:rsidRPr="00EE5E43" w:rsidRDefault="009D57A6" w:rsidP="00EE5E43">
            <w:pPr>
              <w:ind w:right="-108"/>
              <w:contextualSpacing/>
            </w:pPr>
            <w:r>
              <w:t>Уровень охвата территории поселения  ТОС</w:t>
            </w:r>
          </w:p>
        </w:tc>
        <w:tc>
          <w:tcPr>
            <w:tcW w:w="1295" w:type="dxa"/>
          </w:tcPr>
          <w:p w:rsidR="009D57A6"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w:t>
            </w:r>
          </w:p>
        </w:tc>
        <w:tc>
          <w:tcPr>
            <w:tcW w:w="6230" w:type="dxa"/>
          </w:tcPr>
          <w:p w:rsidR="009D57A6" w:rsidRPr="00EE5E43" w:rsidRDefault="009D57A6">
            <w:pPr>
              <w:rPr>
                <w:b/>
                <w:u w:val="single"/>
              </w:rPr>
            </w:pPr>
            <w:r>
              <w:rPr>
                <w:b/>
                <w:u w:val="single"/>
              </w:rPr>
              <w:t>Источник информации</w:t>
            </w:r>
            <w:r w:rsidRPr="00EE5E43">
              <w:rPr>
                <w:b/>
                <w:u w:val="single"/>
              </w:rPr>
              <w:t xml:space="preserve">: </w:t>
            </w:r>
            <w:r w:rsidRPr="00EE5E43">
              <w:t>органы местного самоуправления поселения</w:t>
            </w:r>
            <w:r w:rsidRPr="00EE5E43">
              <w:rPr>
                <w:b/>
              </w:rPr>
              <w:t>.</w:t>
            </w:r>
          </w:p>
          <w:p w:rsidR="009D57A6" w:rsidRPr="00EE5E43" w:rsidRDefault="009D57A6">
            <w:pPr>
              <w:rPr>
                <w:b/>
                <w:u w:val="single"/>
              </w:rPr>
            </w:pPr>
            <w:r>
              <w:rPr>
                <w:b/>
                <w:u w:val="single"/>
              </w:rPr>
              <w:t>Расчет показателя</w:t>
            </w:r>
            <w:r w:rsidRPr="00EE5E43">
              <w:rPr>
                <w:b/>
                <w:u w:val="single"/>
              </w:rPr>
              <w:t>:</w:t>
            </w:r>
          </w:p>
          <w:p w:rsidR="009D57A6" w:rsidRPr="00EE5E43" w:rsidRDefault="009D57A6" w:rsidP="00EE5E43">
            <w:r w:rsidRPr="00EE5E43">
              <w:t xml:space="preserve">Показатель (Т) определяется как отношение количества органов территориального общественного самоуправления (ТОС), организованных на территории поселения (с предоставлением необходимых подтверждающих документов), к общему количеству населенных пунктов, за исключением населенных пунктов  с численностью населения менее 50 человек. </w:t>
            </w:r>
          </w:p>
          <w:p w:rsidR="009D57A6" w:rsidRPr="00EE5E43" w:rsidRDefault="009D57A6">
            <w:r w:rsidRPr="00EE5E43">
              <w:t>Т = Ктос/(N-Nо)*100, где:</w:t>
            </w:r>
          </w:p>
          <w:p w:rsidR="009D57A6" w:rsidRPr="00EE5E43" w:rsidRDefault="009D57A6">
            <w:r w:rsidRPr="00EE5E43">
              <w:t>Ктос – общее количество ТОС  на территории поселения;</w:t>
            </w:r>
          </w:p>
          <w:p w:rsidR="009D57A6" w:rsidRPr="00EE5E43" w:rsidRDefault="009D57A6">
            <w:r w:rsidRPr="00EE5E43">
              <w:t>Nо – количество населенных пунктов в поселении с численность менее 50 чел.</w:t>
            </w:r>
          </w:p>
          <w:p w:rsidR="009D57A6" w:rsidRPr="00EE5E43" w:rsidRDefault="009D57A6" w:rsidP="00F61DB2">
            <w:pPr>
              <w:rPr>
                <w:b/>
                <w:u w:val="single"/>
              </w:rPr>
            </w:pPr>
            <w:r w:rsidRPr="00EE5E43">
              <w:lastRenderedPageBreak/>
              <w:t>N- общее количество населенных пунктов в поселении.</w:t>
            </w:r>
          </w:p>
        </w:tc>
        <w:tc>
          <w:tcPr>
            <w:tcW w:w="2410" w:type="dxa"/>
          </w:tcPr>
          <w:p w:rsidR="009D57A6" w:rsidRPr="00F61DB2" w:rsidRDefault="009D57A6">
            <w:pPr>
              <w:rPr>
                <w:rFonts w:eastAsia="Times New Roman"/>
              </w:rPr>
            </w:pPr>
            <w:r w:rsidRPr="00F61DB2">
              <w:rPr>
                <w:rFonts w:eastAsia="Times New Roman"/>
              </w:rPr>
              <w:lastRenderedPageBreak/>
              <w:t>80 – 100 % - 3 балла;</w:t>
            </w:r>
          </w:p>
          <w:p w:rsidR="009D57A6" w:rsidRPr="00F61DB2" w:rsidRDefault="009D57A6">
            <w:pPr>
              <w:rPr>
                <w:rFonts w:eastAsia="Times New Roman"/>
              </w:rPr>
            </w:pPr>
            <w:r w:rsidRPr="00F61DB2">
              <w:rPr>
                <w:rFonts w:eastAsia="Times New Roman"/>
              </w:rPr>
              <w:t>50 – 79% - 2 балла;</w:t>
            </w:r>
          </w:p>
          <w:p w:rsidR="009D57A6" w:rsidRPr="00F61DB2" w:rsidRDefault="009D57A6">
            <w:pPr>
              <w:rPr>
                <w:rFonts w:eastAsia="Times New Roman"/>
              </w:rPr>
            </w:pPr>
            <w:r w:rsidRPr="00F61DB2">
              <w:rPr>
                <w:rFonts w:eastAsia="Times New Roman"/>
              </w:rPr>
              <w:t>20 – 49% - 1 балл;</w:t>
            </w:r>
          </w:p>
          <w:p w:rsidR="009D57A6" w:rsidRPr="00F61DB2" w:rsidRDefault="009D57A6">
            <w:pPr>
              <w:rPr>
                <w:rFonts w:eastAsia="Times New Roman"/>
              </w:rPr>
            </w:pPr>
            <w:r w:rsidRPr="00F61DB2">
              <w:rPr>
                <w:rFonts w:eastAsia="Times New Roman"/>
              </w:rPr>
              <w:t>менее 20% - 0 баллов.</w:t>
            </w:r>
          </w:p>
        </w:tc>
        <w:tc>
          <w:tcPr>
            <w:tcW w:w="1842" w:type="dxa"/>
          </w:tcPr>
          <w:p w:rsidR="009D57A6" w:rsidRDefault="009D57A6">
            <w:pPr>
              <w:rPr>
                <w:rFonts w:eastAsia="Times New Roman"/>
                <w:b/>
              </w:rPr>
            </w:pPr>
          </w:p>
        </w:tc>
      </w:tr>
      <w:tr w:rsidR="009D57A6" w:rsidTr="00DB10A0">
        <w:tc>
          <w:tcPr>
            <w:tcW w:w="959" w:type="dxa"/>
          </w:tcPr>
          <w:p w:rsidR="009D57A6" w:rsidRPr="00DC0239" w:rsidRDefault="009D57A6" w:rsidP="00DC0239">
            <w:pPr>
              <w:ind w:left="360"/>
              <w:contextualSpacing/>
              <w:jc w:val="center"/>
            </w:pPr>
            <w:r w:rsidRPr="00DC0239">
              <w:t>1</w:t>
            </w:r>
          </w:p>
        </w:tc>
        <w:tc>
          <w:tcPr>
            <w:tcW w:w="2114" w:type="dxa"/>
          </w:tcPr>
          <w:p w:rsidR="009D57A6" w:rsidRPr="00DC0239" w:rsidRDefault="009D57A6" w:rsidP="00DC0239">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DC0239">
            <w:pPr>
              <w:jc w:val="center"/>
            </w:pPr>
            <w:r w:rsidRPr="00DC0239">
              <w:t>4</w:t>
            </w:r>
          </w:p>
        </w:tc>
        <w:tc>
          <w:tcPr>
            <w:tcW w:w="2410" w:type="dxa"/>
          </w:tcPr>
          <w:p w:rsidR="009D57A6" w:rsidRPr="00DC0239" w:rsidRDefault="009D57A6" w:rsidP="00DC0239">
            <w:pPr>
              <w:jc w:val="center"/>
              <w:rPr>
                <w:rFonts w:eastAsia="Times New Roman"/>
              </w:rPr>
            </w:pPr>
            <w:r w:rsidRPr="00DC0239">
              <w:rPr>
                <w:rFonts w:eastAsia="Times New Roman"/>
              </w:rPr>
              <w:t>5</w:t>
            </w:r>
          </w:p>
        </w:tc>
        <w:tc>
          <w:tcPr>
            <w:tcW w:w="1842" w:type="dxa"/>
          </w:tcPr>
          <w:p w:rsidR="009D57A6" w:rsidRPr="00DC0239" w:rsidRDefault="009D57A6" w:rsidP="00DC0239">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rsidP="00EE5E43">
            <w:pPr>
              <w:ind w:left="360"/>
              <w:contextualSpacing/>
              <w:jc w:val="both"/>
            </w:pPr>
            <w:r>
              <w:t>9</w:t>
            </w:r>
          </w:p>
        </w:tc>
        <w:tc>
          <w:tcPr>
            <w:tcW w:w="2114" w:type="dxa"/>
          </w:tcPr>
          <w:p w:rsidR="009D57A6" w:rsidRPr="00EE5E43" w:rsidRDefault="009D57A6" w:rsidP="00EE5E43">
            <w:pPr>
              <w:ind w:right="-108"/>
              <w:contextualSpacing/>
            </w:pPr>
            <w:r>
              <w:t xml:space="preserve">Наличие направленных в районную административную комиссию ходатайств   по административным правонарушениям  </w:t>
            </w:r>
          </w:p>
        </w:tc>
        <w:tc>
          <w:tcPr>
            <w:tcW w:w="1295" w:type="dxa"/>
          </w:tcPr>
          <w:p w:rsidR="009D57A6" w:rsidRDefault="009D57A6" w:rsidP="00DB10A0">
            <w:pPr>
              <w:ind w:left="-108" w:right="-107"/>
              <w:contextualSpacing/>
              <w:jc w:val="center"/>
              <w:rPr>
                <w:rFonts w:eastAsia="Times New Roman"/>
              </w:rPr>
            </w:pPr>
          </w:p>
          <w:p w:rsidR="009D57A6" w:rsidRDefault="009D57A6" w:rsidP="00CD76B7">
            <w:pPr>
              <w:ind w:left="-108" w:right="-107"/>
              <w:contextualSpacing/>
              <w:jc w:val="center"/>
              <w:rPr>
                <w:rFonts w:eastAsia="Times New Roman"/>
              </w:rPr>
            </w:pPr>
            <w:r>
              <w:rPr>
                <w:rFonts w:eastAsia="Times New Roman"/>
              </w:rPr>
              <w:t>единиц</w:t>
            </w:r>
          </w:p>
          <w:p w:rsidR="009D57A6" w:rsidRDefault="009D57A6" w:rsidP="00CD76B7">
            <w:pPr>
              <w:ind w:left="-108" w:right="-107"/>
              <w:contextualSpacing/>
              <w:jc w:val="center"/>
              <w:rPr>
                <w:rFonts w:eastAsia="Times New Roman"/>
              </w:rPr>
            </w:pPr>
            <w:r>
              <w:rPr>
                <w:rFonts w:eastAsia="Times New Roman"/>
              </w:rPr>
              <w:t>на 1 тыс. чел.</w:t>
            </w:r>
          </w:p>
          <w:p w:rsidR="009D57A6" w:rsidRPr="00EE5E43" w:rsidRDefault="009D57A6" w:rsidP="00CD76B7">
            <w:pPr>
              <w:ind w:left="-108" w:right="-107"/>
              <w:contextualSpacing/>
              <w:jc w:val="center"/>
              <w:rPr>
                <w:rFonts w:eastAsia="Times New Roman"/>
              </w:rPr>
            </w:pPr>
            <w:r>
              <w:rPr>
                <w:rFonts w:eastAsia="Times New Roman"/>
              </w:rPr>
              <w:t>населения</w:t>
            </w: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p>
        </w:tc>
        <w:tc>
          <w:tcPr>
            <w:tcW w:w="6230" w:type="dxa"/>
          </w:tcPr>
          <w:p w:rsidR="009D57A6" w:rsidRPr="00F61DB2" w:rsidRDefault="009D57A6">
            <w:r>
              <w:rPr>
                <w:b/>
                <w:u w:val="single"/>
              </w:rPr>
              <w:t>Источник информации</w:t>
            </w:r>
            <w:r w:rsidRPr="00EE5E43">
              <w:rPr>
                <w:b/>
                <w:u w:val="single"/>
              </w:rPr>
              <w:t xml:space="preserve">: </w:t>
            </w:r>
            <w:r w:rsidRPr="00F61DB2">
              <w:t>органы местного самоуправления района.</w:t>
            </w:r>
          </w:p>
          <w:p w:rsidR="009D57A6" w:rsidRPr="00EE5E43" w:rsidRDefault="009D57A6">
            <w:pPr>
              <w:rPr>
                <w:b/>
                <w:u w:val="single"/>
              </w:rPr>
            </w:pPr>
            <w:r>
              <w:rPr>
                <w:b/>
                <w:u w:val="single"/>
              </w:rPr>
              <w:t>Расчет показателя</w:t>
            </w:r>
            <w:r w:rsidRPr="00EE5E43">
              <w:rPr>
                <w:b/>
                <w:u w:val="single"/>
              </w:rPr>
              <w:t>:</w:t>
            </w:r>
          </w:p>
          <w:p w:rsidR="009D57A6" w:rsidRPr="00CE2426" w:rsidRDefault="009D57A6">
            <w:pPr>
              <w:rPr>
                <w:color w:val="1F497D"/>
              </w:rPr>
            </w:pPr>
            <w:r w:rsidRPr="00F61DB2">
              <w:t>Показатель (Х) определяется по количеству направленных в районную административную комиссию ходатайств  для составления протоколов по административным правонарушениям  (в случае привлечения к административной ответственности в виде  штрафа)</w:t>
            </w:r>
            <w:r>
              <w:t xml:space="preserve">, </w:t>
            </w:r>
            <w:r w:rsidRPr="00CE2426">
              <w:rPr>
                <w:color w:val="1F497D"/>
              </w:rPr>
              <w:t xml:space="preserve">в пересчете на 1000  чел. населения. </w:t>
            </w:r>
          </w:p>
          <w:p w:rsidR="009D57A6" w:rsidRPr="00F61DB2" w:rsidRDefault="009D57A6" w:rsidP="00F61DB2">
            <w:pPr>
              <w:tabs>
                <w:tab w:val="left" w:pos="3405"/>
              </w:tabs>
            </w:pPr>
            <w:r w:rsidRPr="00F61DB2">
              <w:t>Х=К/ Чср*1000, где</w:t>
            </w:r>
            <w:r w:rsidRPr="00F61DB2">
              <w:tab/>
            </w:r>
          </w:p>
          <w:p w:rsidR="009D57A6" w:rsidRPr="00F61DB2" w:rsidRDefault="009D57A6">
            <w:r w:rsidRPr="00F61DB2">
              <w:t>К- количество направленных в районную административную комиссию ходатайств для составления протоколов по административным правонарушениям  (в случае привлечения к административной ответственности в виде  штрафа);</w:t>
            </w:r>
          </w:p>
          <w:p w:rsidR="009D57A6" w:rsidRPr="00EE5E43" w:rsidRDefault="009D57A6" w:rsidP="00DC0239">
            <w:pPr>
              <w:rPr>
                <w:b/>
                <w:u w:val="single"/>
              </w:rPr>
            </w:pPr>
            <w:r w:rsidRPr="00F61DB2">
              <w:t>Чср- среднегодовая численность населения  сельского  поселения</w:t>
            </w:r>
          </w:p>
        </w:tc>
        <w:tc>
          <w:tcPr>
            <w:tcW w:w="2410" w:type="dxa"/>
          </w:tcPr>
          <w:p w:rsidR="009D57A6" w:rsidRPr="00F61DB2" w:rsidRDefault="009D57A6">
            <w:pPr>
              <w:rPr>
                <w:rFonts w:eastAsia="Times New Roman"/>
              </w:rPr>
            </w:pPr>
            <w:r w:rsidRPr="00F61DB2">
              <w:rPr>
                <w:rFonts w:eastAsia="Times New Roman"/>
              </w:rPr>
              <w:t>3 балла - 8 и более материалов на 1000 жителей;</w:t>
            </w:r>
          </w:p>
          <w:p w:rsidR="009D57A6" w:rsidRPr="00F61DB2" w:rsidRDefault="009D57A6">
            <w:pPr>
              <w:rPr>
                <w:rFonts w:eastAsia="Times New Roman"/>
              </w:rPr>
            </w:pPr>
            <w:r w:rsidRPr="00F61DB2">
              <w:rPr>
                <w:rFonts w:eastAsia="Times New Roman"/>
              </w:rPr>
              <w:t xml:space="preserve">2 балла- 6 – 7,9 материалов; </w:t>
            </w:r>
          </w:p>
          <w:p w:rsidR="009D57A6" w:rsidRPr="00F61DB2" w:rsidRDefault="009D57A6">
            <w:pPr>
              <w:rPr>
                <w:rFonts w:eastAsia="Times New Roman"/>
              </w:rPr>
            </w:pPr>
            <w:r w:rsidRPr="00F61DB2">
              <w:rPr>
                <w:rFonts w:eastAsia="Times New Roman"/>
              </w:rPr>
              <w:t>1 балл- от 2 до 5,9 материалов;</w:t>
            </w:r>
          </w:p>
          <w:p w:rsidR="009D57A6" w:rsidRPr="00F61DB2" w:rsidRDefault="009D57A6">
            <w:pPr>
              <w:rPr>
                <w:rFonts w:eastAsia="Times New Roman"/>
              </w:rPr>
            </w:pPr>
            <w:r w:rsidRPr="00F61DB2">
              <w:rPr>
                <w:rFonts w:eastAsia="Times New Roman"/>
              </w:rPr>
              <w:t>0 баллов - менее 1 материала.</w:t>
            </w:r>
          </w:p>
        </w:tc>
        <w:tc>
          <w:tcPr>
            <w:tcW w:w="1842" w:type="dxa"/>
          </w:tcPr>
          <w:p w:rsidR="009D57A6" w:rsidRDefault="009D57A6">
            <w:pPr>
              <w:rPr>
                <w:rFonts w:eastAsia="Times New Roman"/>
                <w:b/>
              </w:rPr>
            </w:pPr>
          </w:p>
        </w:tc>
      </w:tr>
      <w:tr w:rsidR="009D57A6" w:rsidTr="00DB10A0">
        <w:tc>
          <w:tcPr>
            <w:tcW w:w="959" w:type="dxa"/>
          </w:tcPr>
          <w:p w:rsidR="009D57A6" w:rsidRPr="008649F7" w:rsidRDefault="009D57A6" w:rsidP="00EE5E43">
            <w:pPr>
              <w:ind w:left="360"/>
              <w:contextualSpacing/>
              <w:jc w:val="both"/>
            </w:pPr>
            <w:r w:rsidRPr="008649F7">
              <w:t>10</w:t>
            </w:r>
          </w:p>
        </w:tc>
        <w:tc>
          <w:tcPr>
            <w:tcW w:w="2114" w:type="dxa"/>
            <w:vAlign w:val="center"/>
          </w:tcPr>
          <w:p w:rsidR="009D57A6" w:rsidRPr="008649F7" w:rsidRDefault="009D57A6" w:rsidP="008649F7">
            <w:pPr>
              <w:ind w:left="67"/>
            </w:pPr>
            <w:r w:rsidRPr="008649F7">
              <w:t>Доля граждан, проживающих на территории муниципального образования, зарегистрированных в ЕСИА (Единая система идентификации и аутентификации)</w:t>
            </w:r>
          </w:p>
          <w:p w:rsidR="009D57A6" w:rsidRPr="008649F7" w:rsidRDefault="009D57A6" w:rsidP="008649F7">
            <w:pPr>
              <w:ind w:left="67"/>
            </w:pPr>
          </w:p>
          <w:p w:rsidR="009D57A6" w:rsidRPr="008649F7" w:rsidRDefault="009D57A6" w:rsidP="008649F7">
            <w:pPr>
              <w:ind w:left="67"/>
            </w:pPr>
          </w:p>
          <w:p w:rsidR="009D57A6" w:rsidRPr="008649F7" w:rsidRDefault="009D57A6" w:rsidP="008649F7">
            <w:pPr>
              <w:ind w:left="67"/>
            </w:pPr>
          </w:p>
        </w:tc>
        <w:tc>
          <w:tcPr>
            <w:tcW w:w="1295" w:type="dxa"/>
            <w:vAlign w:val="center"/>
          </w:tcPr>
          <w:p w:rsidR="009D57A6" w:rsidRPr="008649F7" w:rsidRDefault="009D57A6" w:rsidP="00DB10A0">
            <w:pPr>
              <w:tabs>
                <w:tab w:val="left" w:pos="1000"/>
              </w:tabs>
              <w:jc w:val="center"/>
            </w:pPr>
            <w:r w:rsidRPr="008649F7">
              <w:t>%</w:t>
            </w:r>
          </w:p>
        </w:tc>
        <w:tc>
          <w:tcPr>
            <w:tcW w:w="6230" w:type="dxa"/>
          </w:tcPr>
          <w:p w:rsidR="009D57A6" w:rsidRPr="008649F7" w:rsidRDefault="009D57A6" w:rsidP="008649F7">
            <w:r w:rsidRPr="008649F7">
              <w:rPr>
                <w:b/>
                <w:u w:val="single"/>
              </w:rPr>
              <w:t>Источник информации</w:t>
            </w:r>
            <w:r w:rsidRPr="008649F7">
              <w:rPr>
                <w:u w:val="single"/>
              </w:rPr>
              <w:t>:</w:t>
            </w:r>
            <w:r w:rsidRPr="008649F7">
              <w:t xml:space="preserve"> органы местного самоуправления муниципального района, исполнительные органы государственной власти Воронежской области.</w:t>
            </w:r>
          </w:p>
          <w:p w:rsidR="009D57A6" w:rsidRPr="008649F7" w:rsidRDefault="009D57A6" w:rsidP="00F02E44">
            <w:pPr>
              <w:rPr>
                <w:b/>
                <w:u w:val="single"/>
              </w:rPr>
            </w:pPr>
            <w:r w:rsidRPr="008649F7">
              <w:rPr>
                <w:b/>
                <w:u w:val="single"/>
              </w:rPr>
              <w:t>Расчет показателя:</w:t>
            </w:r>
          </w:p>
          <w:p w:rsidR="009D57A6" w:rsidRPr="008649F7" w:rsidRDefault="009D57A6" w:rsidP="00F02E44">
            <w:pPr>
              <w:pStyle w:val="ConsPlusCell"/>
              <w:tabs>
                <w:tab w:val="left" w:pos="1000"/>
              </w:tabs>
              <w:ind w:left="34" w:hanging="34"/>
              <w:rPr>
                <w:rFonts w:ascii="Times New Roman" w:hAnsi="Times New Roman" w:cs="Times New Roman"/>
                <w:sz w:val="24"/>
                <w:szCs w:val="24"/>
              </w:rPr>
            </w:pPr>
            <w:r w:rsidRPr="008649F7">
              <w:rPr>
                <w:rFonts w:ascii="Times New Roman" w:hAnsi="Times New Roman" w:cs="Times New Roman"/>
                <w:sz w:val="24"/>
                <w:szCs w:val="24"/>
              </w:rPr>
              <w:t>Дг = ЗКГ /ОКГ</w:t>
            </w:r>
            <w:r w:rsidRPr="008649F7">
              <w:rPr>
                <w:rFonts w:ascii="Times New Roman" w:hAnsi="Times New Roman" w:cs="Times New Roman"/>
                <w:sz w:val="24"/>
                <w:szCs w:val="24"/>
                <w:lang w:val="en-US"/>
              </w:rPr>
              <w:t> </w:t>
            </w:r>
            <w:r w:rsidRPr="008649F7">
              <w:rPr>
                <w:rFonts w:ascii="Times New Roman" w:hAnsi="Times New Roman" w:cs="Times New Roman"/>
                <w:sz w:val="24"/>
                <w:szCs w:val="24"/>
              </w:rPr>
              <w:t>*</w:t>
            </w:r>
            <w:r w:rsidRPr="008649F7">
              <w:rPr>
                <w:rFonts w:ascii="Times New Roman" w:hAnsi="Times New Roman" w:cs="Times New Roman"/>
                <w:sz w:val="24"/>
                <w:szCs w:val="24"/>
                <w:lang w:val="en-US"/>
              </w:rPr>
              <w:t> </w:t>
            </w:r>
            <w:r w:rsidRPr="008649F7">
              <w:rPr>
                <w:rFonts w:ascii="Times New Roman" w:hAnsi="Times New Roman" w:cs="Times New Roman"/>
                <w:sz w:val="24"/>
                <w:szCs w:val="24"/>
              </w:rPr>
              <w:t>100, где:</w:t>
            </w:r>
          </w:p>
          <w:p w:rsidR="009D57A6" w:rsidRPr="008649F7" w:rsidRDefault="009D57A6" w:rsidP="00F02E44">
            <w:pPr>
              <w:pStyle w:val="ConsPlusCell"/>
              <w:tabs>
                <w:tab w:val="left" w:pos="1000"/>
              </w:tabs>
              <w:ind w:left="34" w:hanging="34"/>
              <w:rPr>
                <w:rFonts w:ascii="Times New Roman" w:hAnsi="Times New Roman" w:cs="Times New Roman"/>
                <w:sz w:val="24"/>
                <w:szCs w:val="24"/>
              </w:rPr>
            </w:pPr>
          </w:p>
          <w:p w:rsidR="009D57A6" w:rsidRPr="008649F7" w:rsidRDefault="009D57A6" w:rsidP="00F02E44">
            <w:pPr>
              <w:pStyle w:val="ConsPlusCell"/>
              <w:tabs>
                <w:tab w:val="left" w:pos="1000"/>
              </w:tabs>
              <w:ind w:left="34" w:hanging="34"/>
              <w:rPr>
                <w:rFonts w:ascii="Times New Roman" w:hAnsi="Times New Roman" w:cs="Times New Roman"/>
                <w:sz w:val="24"/>
                <w:szCs w:val="24"/>
              </w:rPr>
            </w:pPr>
            <w:r w:rsidRPr="008649F7">
              <w:rPr>
                <w:rFonts w:ascii="Times New Roman" w:hAnsi="Times New Roman" w:cs="Times New Roman"/>
                <w:sz w:val="24"/>
                <w:szCs w:val="24"/>
              </w:rPr>
              <w:t>Дг – доля граждан, зарегистрированных в ЕСИА;</w:t>
            </w:r>
          </w:p>
          <w:p w:rsidR="009D57A6" w:rsidRPr="008649F7" w:rsidRDefault="009D57A6" w:rsidP="00F02E44">
            <w:pPr>
              <w:pStyle w:val="ConsPlusCell"/>
              <w:tabs>
                <w:tab w:val="left" w:pos="1000"/>
              </w:tabs>
              <w:ind w:left="34" w:hanging="34"/>
              <w:rPr>
                <w:rFonts w:ascii="Times New Roman" w:hAnsi="Times New Roman" w:cs="Times New Roman"/>
                <w:sz w:val="24"/>
                <w:szCs w:val="24"/>
              </w:rPr>
            </w:pPr>
            <w:r w:rsidRPr="008649F7">
              <w:rPr>
                <w:rFonts w:ascii="Times New Roman" w:hAnsi="Times New Roman" w:cs="Times New Roman"/>
                <w:sz w:val="24"/>
                <w:szCs w:val="24"/>
              </w:rPr>
              <w:t>ЗКГ – количество граждан, зарегистрированных в ЕСИА, чел.;</w:t>
            </w:r>
          </w:p>
          <w:p w:rsidR="009D57A6" w:rsidRDefault="009D57A6" w:rsidP="00F02E44">
            <w:pPr>
              <w:pStyle w:val="ConsPlusCell"/>
              <w:tabs>
                <w:tab w:val="left" w:pos="1000"/>
              </w:tabs>
              <w:ind w:left="34" w:hanging="34"/>
              <w:rPr>
                <w:rFonts w:ascii="Times New Roman" w:hAnsi="Times New Roman" w:cs="Times New Roman"/>
                <w:sz w:val="24"/>
                <w:szCs w:val="24"/>
              </w:rPr>
            </w:pPr>
            <w:r w:rsidRPr="008649F7">
              <w:rPr>
                <w:rFonts w:ascii="Times New Roman" w:hAnsi="Times New Roman" w:cs="Times New Roman"/>
                <w:sz w:val="24"/>
                <w:szCs w:val="24"/>
              </w:rPr>
              <w:t>ОКГ - общее количество граждан, проживающих на территории муниципального образования, в возрасте от 14 лет, чел.</w:t>
            </w:r>
          </w:p>
          <w:p w:rsidR="009D57A6" w:rsidRDefault="009D57A6" w:rsidP="00F02E44">
            <w:pPr>
              <w:pStyle w:val="ConsPlusCell"/>
              <w:tabs>
                <w:tab w:val="left" w:pos="1000"/>
              </w:tabs>
              <w:ind w:left="34" w:hanging="34"/>
              <w:rPr>
                <w:rFonts w:ascii="Times New Roman" w:hAnsi="Times New Roman" w:cs="Times New Roman"/>
                <w:sz w:val="24"/>
                <w:szCs w:val="24"/>
              </w:rPr>
            </w:pPr>
          </w:p>
          <w:p w:rsidR="009D57A6" w:rsidRDefault="009D57A6" w:rsidP="00F02E44">
            <w:pPr>
              <w:pStyle w:val="ConsPlusCell"/>
              <w:tabs>
                <w:tab w:val="left" w:pos="1000"/>
              </w:tabs>
              <w:ind w:left="34" w:hanging="34"/>
              <w:rPr>
                <w:rFonts w:ascii="Times New Roman" w:hAnsi="Times New Roman" w:cs="Times New Roman"/>
                <w:sz w:val="24"/>
                <w:szCs w:val="24"/>
              </w:rPr>
            </w:pPr>
          </w:p>
          <w:p w:rsidR="009D57A6" w:rsidRPr="008649F7" w:rsidRDefault="009D57A6" w:rsidP="00F02E44">
            <w:pPr>
              <w:pStyle w:val="ConsPlusCell"/>
              <w:tabs>
                <w:tab w:val="left" w:pos="1000"/>
              </w:tabs>
              <w:ind w:left="34" w:hanging="34"/>
              <w:rPr>
                <w:sz w:val="24"/>
                <w:szCs w:val="24"/>
              </w:rPr>
            </w:pPr>
          </w:p>
        </w:tc>
        <w:tc>
          <w:tcPr>
            <w:tcW w:w="2410" w:type="dxa"/>
          </w:tcPr>
          <w:p w:rsidR="009D57A6" w:rsidRPr="008649F7" w:rsidRDefault="009D57A6" w:rsidP="008649F7">
            <w:r w:rsidRPr="008649F7">
              <w:lastRenderedPageBreak/>
              <w:t>70 %  и более 1 балл;</w:t>
            </w:r>
          </w:p>
          <w:p w:rsidR="009D57A6" w:rsidRPr="008649F7" w:rsidRDefault="009D57A6" w:rsidP="008649F7">
            <w:pPr>
              <w:rPr>
                <w:b/>
              </w:rPr>
            </w:pPr>
            <w:r w:rsidRPr="008649F7">
              <w:t>менее 70 % - 0 баллов.</w:t>
            </w:r>
          </w:p>
        </w:tc>
        <w:tc>
          <w:tcPr>
            <w:tcW w:w="1842" w:type="dxa"/>
          </w:tcPr>
          <w:p w:rsidR="009D57A6" w:rsidRPr="00F02E44" w:rsidRDefault="009D57A6">
            <w:pPr>
              <w:rPr>
                <w:rFonts w:eastAsia="Times New Roman"/>
                <w:b/>
                <w:color w:val="FF0000"/>
              </w:rPr>
            </w:pPr>
          </w:p>
        </w:tc>
      </w:tr>
      <w:tr w:rsidR="009D57A6" w:rsidTr="00DB10A0">
        <w:tc>
          <w:tcPr>
            <w:tcW w:w="959" w:type="dxa"/>
          </w:tcPr>
          <w:p w:rsidR="009D57A6" w:rsidRPr="00DC0239" w:rsidRDefault="009D57A6" w:rsidP="008649F7">
            <w:pPr>
              <w:ind w:left="360"/>
              <w:contextualSpacing/>
              <w:jc w:val="center"/>
            </w:pPr>
            <w:r w:rsidRPr="00DC0239">
              <w:t>1</w:t>
            </w:r>
          </w:p>
        </w:tc>
        <w:tc>
          <w:tcPr>
            <w:tcW w:w="2114" w:type="dxa"/>
          </w:tcPr>
          <w:p w:rsidR="009D57A6" w:rsidRPr="00DC0239" w:rsidRDefault="009D57A6" w:rsidP="008649F7">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8649F7">
            <w:pPr>
              <w:jc w:val="center"/>
            </w:pPr>
            <w:r w:rsidRPr="00DC0239">
              <w:t>4</w:t>
            </w:r>
          </w:p>
        </w:tc>
        <w:tc>
          <w:tcPr>
            <w:tcW w:w="2410" w:type="dxa"/>
          </w:tcPr>
          <w:p w:rsidR="009D57A6" w:rsidRPr="00DC0239" w:rsidRDefault="009D57A6" w:rsidP="008649F7">
            <w:pPr>
              <w:jc w:val="center"/>
              <w:rPr>
                <w:rFonts w:eastAsia="Times New Roman"/>
              </w:rPr>
            </w:pPr>
            <w:r w:rsidRPr="00DC0239">
              <w:rPr>
                <w:rFonts w:eastAsia="Times New Roman"/>
              </w:rPr>
              <w:t>5</w:t>
            </w:r>
          </w:p>
        </w:tc>
        <w:tc>
          <w:tcPr>
            <w:tcW w:w="1842" w:type="dxa"/>
          </w:tcPr>
          <w:p w:rsidR="009D57A6" w:rsidRPr="00DC0239" w:rsidRDefault="009D57A6" w:rsidP="008649F7">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rsidP="00EE5E43">
            <w:pPr>
              <w:ind w:left="360"/>
              <w:contextualSpacing/>
              <w:jc w:val="both"/>
            </w:pPr>
            <w:r>
              <w:t>11</w:t>
            </w:r>
          </w:p>
        </w:tc>
        <w:tc>
          <w:tcPr>
            <w:tcW w:w="2114" w:type="dxa"/>
          </w:tcPr>
          <w:p w:rsidR="009D57A6" w:rsidRPr="00EE5E43" w:rsidRDefault="009D57A6" w:rsidP="00EE5E43">
            <w:pPr>
              <w:ind w:right="-108"/>
              <w:contextualSpacing/>
            </w:pPr>
            <w:r>
              <w:t>Количество жалоб от населения в районную администрацию  и правительство Воронежской области на исполнение полномочий главы поселения в расчете на 1000 чел.  населения, нашедших свое подтверждение</w:t>
            </w:r>
          </w:p>
          <w:p w:rsidR="009D57A6" w:rsidRPr="00EE5E43" w:rsidRDefault="009D57A6" w:rsidP="00EE5E43">
            <w:pPr>
              <w:ind w:right="-108"/>
              <w:contextualSpacing/>
            </w:pP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r w:rsidRPr="00EE5E43">
              <w:rPr>
                <w:rFonts w:eastAsia="Times New Roman"/>
              </w:rPr>
              <w:t>единиц</w:t>
            </w:r>
          </w:p>
          <w:p w:rsidR="009D57A6" w:rsidRPr="00EE5E43" w:rsidRDefault="009D57A6" w:rsidP="00DB10A0">
            <w:pPr>
              <w:ind w:left="-108" w:right="-107"/>
              <w:contextualSpacing/>
              <w:jc w:val="center"/>
              <w:rPr>
                <w:rFonts w:eastAsia="Times New Roman"/>
              </w:rPr>
            </w:pPr>
            <w:r w:rsidRPr="00EE5E43">
              <w:rPr>
                <w:rFonts w:eastAsia="Times New Roman"/>
              </w:rPr>
              <w:t>на 1 тыс. чел.</w:t>
            </w:r>
          </w:p>
          <w:p w:rsidR="009D57A6" w:rsidRDefault="009D57A6" w:rsidP="00DB10A0">
            <w:pPr>
              <w:ind w:left="-108" w:right="-107"/>
              <w:contextualSpacing/>
              <w:jc w:val="center"/>
              <w:rPr>
                <w:rFonts w:eastAsia="Times New Roman"/>
              </w:rPr>
            </w:pPr>
            <w:r w:rsidRPr="00EE5E43">
              <w:rPr>
                <w:rFonts w:eastAsia="Times New Roman"/>
              </w:rPr>
              <w:t>населения</w:t>
            </w:r>
          </w:p>
        </w:tc>
        <w:tc>
          <w:tcPr>
            <w:tcW w:w="6230" w:type="dxa"/>
          </w:tcPr>
          <w:p w:rsidR="009D57A6" w:rsidRPr="00F61DB2" w:rsidRDefault="009D57A6">
            <w:r w:rsidRPr="00F61DB2">
              <w:rPr>
                <w:b/>
                <w:u w:val="single"/>
              </w:rPr>
              <w:t>Источник информации:</w:t>
            </w:r>
            <w:r w:rsidRPr="00F61DB2">
              <w:t xml:space="preserve"> органы местного самоуправления, журнал учета обращений граждан.</w:t>
            </w:r>
          </w:p>
          <w:p w:rsidR="009D57A6" w:rsidRPr="00F61DB2" w:rsidRDefault="009D57A6">
            <w:pPr>
              <w:rPr>
                <w:b/>
                <w:u w:val="single"/>
              </w:rPr>
            </w:pPr>
            <w:r w:rsidRPr="00F61DB2">
              <w:rPr>
                <w:b/>
                <w:u w:val="single"/>
              </w:rPr>
              <w:t>Расчет показателя:</w:t>
            </w:r>
          </w:p>
          <w:p w:rsidR="009D57A6" w:rsidRPr="00F61DB2" w:rsidRDefault="009D57A6">
            <w:r w:rsidRPr="00F61DB2">
              <w:t xml:space="preserve"> показатель определяется как отношение числа жалоб от населения на исполнение полномочий главой поселения, нашедших свое подтверждение к 1000 человек (условных) постоянного населения. </w:t>
            </w:r>
          </w:p>
          <w:p w:rsidR="009D57A6" w:rsidRPr="00F61DB2" w:rsidRDefault="009D57A6">
            <w:r w:rsidRPr="00F61DB2">
              <w:t>Показатель определяется как коэффициент с одним десятичным знаком.</w:t>
            </w:r>
          </w:p>
          <w:p w:rsidR="009D57A6" w:rsidRPr="00F61DB2" w:rsidRDefault="009D57A6">
            <w:r w:rsidRPr="00F61DB2">
              <w:t>Ж= Чж / Чср*1000, где</w:t>
            </w:r>
          </w:p>
          <w:p w:rsidR="009D57A6" w:rsidRPr="00F61DB2" w:rsidRDefault="009D57A6">
            <w:r w:rsidRPr="00F61DB2">
              <w:t>Чж – общее число жалоб от населения на исполнение полномочий главой поселения, нашедших свое подтверждение ;</w:t>
            </w:r>
          </w:p>
          <w:p w:rsidR="009D57A6" w:rsidRDefault="009D57A6" w:rsidP="008649F7">
            <w:r w:rsidRPr="00F61DB2">
              <w:t>Чср- среднегодовая численность населения  сельского  поселения</w:t>
            </w:r>
          </w:p>
          <w:p w:rsidR="009D57A6" w:rsidRPr="00F61DB2" w:rsidRDefault="009D57A6" w:rsidP="008649F7"/>
        </w:tc>
        <w:tc>
          <w:tcPr>
            <w:tcW w:w="2410" w:type="dxa"/>
          </w:tcPr>
          <w:p w:rsidR="009D57A6" w:rsidRPr="00F61DB2" w:rsidRDefault="009D57A6">
            <w:pPr>
              <w:rPr>
                <w:rFonts w:eastAsia="Times New Roman"/>
              </w:rPr>
            </w:pPr>
            <w:r w:rsidRPr="00F61DB2">
              <w:rPr>
                <w:rFonts w:eastAsia="Times New Roman"/>
              </w:rPr>
              <w:t>3 балла – отсутствие жалоб;</w:t>
            </w:r>
          </w:p>
          <w:p w:rsidR="009D57A6" w:rsidRPr="00F61DB2" w:rsidRDefault="009D57A6">
            <w:pPr>
              <w:rPr>
                <w:rFonts w:eastAsia="Times New Roman"/>
              </w:rPr>
            </w:pPr>
            <w:r w:rsidRPr="00F61DB2">
              <w:rPr>
                <w:rFonts w:eastAsia="Times New Roman"/>
              </w:rPr>
              <w:t>2 балла – менее 1 жалобы;</w:t>
            </w:r>
          </w:p>
          <w:p w:rsidR="009D57A6" w:rsidRPr="00F61DB2" w:rsidRDefault="009D57A6">
            <w:pPr>
              <w:rPr>
                <w:rFonts w:eastAsia="Times New Roman"/>
              </w:rPr>
            </w:pPr>
            <w:r w:rsidRPr="00F61DB2">
              <w:rPr>
                <w:rFonts w:eastAsia="Times New Roman"/>
              </w:rPr>
              <w:t>1 балл – от 1 до 2 жалобы;</w:t>
            </w:r>
          </w:p>
          <w:p w:rsidR="009D57A6" w:rsidRPr="00F61DB2" w:rsidRDefault="009D57A6">
            <w:pPr>
              <w:rPr>
                <w:rFonts w:eastAsia="Times New Roman"/>
              </w:rPr>
            </w:pPr>
            <w:r w:rsidRPr="00F61DB2">
              <w:rPr>
                <w:rFonts w:eastAsia="Times New Roman"/>
              </w:rPr>
              <w:t>0 баллов – более 2 жалоб</w:t>
            </w:r>
          </w:p>
        </w:tc>
        <w:tc>
          <w:tcPr>
            <w:tcW w:w="1842" w:type="dxa"/>
          </w:tcPr>
          <w:p w:rsidR="009D57A6" w:rsidRDefault="009D57A6">
            <w:pPr>
              <w:rPr>
                <w:rFonts w:eastAsia="Times New Roman"/>
                <w:b/>
              </w:rPr>
            </w:pPr>
          </w:p>
        </w:tc>
      </w:tr>
      <w:tr w:rsidR="009D57A6" w:rsidTr="00DB10A0">
        <w:tc>
          <w:tcPr>
            <w:tcW w:w="959" w:type="dxa"/>
          </w:tcPr>
          <w:p w:rsidR="009D57A6" w:rsidRPr="00EE5E43" w:rsidRDefault="009D57A6" w:rsidP="00EE5E43">
            <w:pPr>
              <w:ind w:left="360"/>
              <w:contextualSpacing/>
              <w:jc w:val="both"/>
            </w:pPr>
            <w:r w:rsidRPr="00EE5E43">
              <w:t>12</w:t>
            </w:r>
          </w:p>
        </w:tc>
        <w:tc>
          <w:tcPr>
            <w:tcW w:w="2114" w:type="dxa"/>
          </w:tcPr>
          <w:p w:rsidR="009D57A6" w:rsidRPr="00EE5E43" w:rsidRDefault="009D57A6" w:rsidP="00EE5E43">
            <w:pPr>
              <w:ind w:right="-108"/>
              <w:contextualSpacing/>
            </w:pPr>
            <w:r>
              <w:t>Соблюдение сроков и качества представляемой в администрацию района отчетности</w:t>
            </w:r>
          </w:p>
          <w:p w:rsidR="009D57A6" w:rsidRDefault="009D57A6" w:rsidP="00EE5E43">
            <w:pPr>
              <w:ind w:right="-108"/>
              <w:contextualSpacing/>
            </w:pPr>
          </w:p>
          <w:p w:rsidR="009D57A6" w:rsidRDefault="009D57A6" w:rsidP="00EE5E43">
            <w:pPr>
              <w:ind w:right="-108"/>
              <w:contextualSpacing/>
            </w:pPr>
          </w:p>
          <w:p w:rsidR="009D57A6" w:rsidRDefault="009D57A6" w:rsidP="00EE5E43">
            <w:pPr>
              <w:ind w:right="-108"/>
              <w:contextualSpacing/>
            </w:pPr>
          </w:p>
          <w:p w:rsidR="009D57A6" w:rsidRDefault="009D57A6" w:rsidP="00EE5E43">
            <w:pPr>
              <w:ind w:right="-108"/>
              <w:contextualSpacing/>
            </w:pPr>
          </w:p>
          <w:p w:rsidR="009D57A6" w:rsidRDefault="009D57A6" w:rsidP="00EE5E43">
            <w:pPr>
              <w:ind w:right="-108"/>
              <w:contextualSpacing/>
            </w:pPr>
          </w:p>
          <w:p w:rsidR="009D57A6" w:rsidRDefault="009D57A6" w:rsidP="00EE5E43">
            <w:pPr>
              <w:ind w:right="-108"/>
              <w:contextualSpacing/>
            </w:pPr>
          </w:p>
          <w:p w:rsidR="009D57A6" w:rsidRDefault="009D57A6" w:rsidP="00EE5E43">
            <w:pPr>
              <w:ind w:right="-108"/>
              <w:contextualSpacing/>
            </w:pPr>
          </w:p>
          <w:p w:rsidR="009D57A6" w:rsidRPr="00EE5E43" w:rsidRDefault="009D57A6" w:rsidP="00EE5E43">
            <w:pPr>
              <w:ind w:right="-108"/>
              <w:contextualSpacing/>
            </w:pPr>
          </w:p>
        </w:tc>
        <w:tc>
          <w:tcPr>
            <w:tcW w:w="1295" w:type="dxa"/>
          </w:tcPr>
          <w:p w:rsidR="009D57A6" w:rsidRDefault="009D57A6" w:rsidP="00DB10A0">
            <w:pPr>
              <w:ind w:left="-108" w:right="-107"/>
              <w:contextualSpacing/>
              <w:jc w:val="center"/>
              <w:rPr>
                <w:rFonts w:eastAsia="Times New Roman"/>
              </w:rPr>
            </w:pPr>
            <w:r w:rsidRPr="00EE5E43">
              <w:rPr>
                <w:rFonts w:eastAsia="Times New Roman"/>
              </w:rPr>
              <w:t>%</w:t>
            </w: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p>
        </w:tc>
        <w:tc>
          <w:tcPr>
            <w:tcW w:w="6230" w:type="dxa"/>
          </w:tcPr>
          <w:p w:rsidR="009D57A6" w:rsidRPr="00F61DB2" w:rsidRDefault="009D57A6">
            <w:r w:rsidRPr="00F61DB2">
              <w:rPr>
                <w:b/>
                <w:u w:val="single"/>
              </w:rPr>
              <w:t>Источники информации</w:t>
            </w:r>
            <w:r w:rsidRPr="00F61DB2">
              <w:t xml:space="preserve">: органы местного самоуправления муниципального района, органы местного самоуправления поселения. </w:t>
            </w:r>
          </w:p>
          <w:p w:rsidR="009D57A6" w:rsidRPr="00F61DB2" w:rsidRDefault="009D57A6">
            <w:pPr>
              <w:rPr>
                <w:b/>
                <w:u w:val="single"/>
              </w:rPr>
            </w:pPr>
            <w:r w:rsidRPr="00F61DB2">
              <w:rPr>
                <w:b/>
                <w:u w:val="single"/>
              </w:rPr>
              <w:t>Расчет показателя:</w:t>
            </w:r>
          </w:p>
          <w:p w:rsidR="009D57A6" w:rsidRPr="00F61DB2" w:rsidRDefault="009D57A6">
            <w:r w:rsidRPr="00F61DB2">
              <w:t>Для расчета показателя учитывается отчетность предоставленная поселениями:</w:t>
            </w:r>
          </w:p>
          <w:p w:rsidR="009D57A6" w:rsidRPr="00F61DB2" w:rsidRDefault="009D57A6">
            <w:r w:rsidRPr="00F61DB2">
              <w:t>- Отчет по бюджету (доходам и расходам);</w:t>
            </w:r>
          </w:p>
          <w:p w:rsidR="009D57A6" w:rsidRPr="00F61DB2" w:rsidRDefault="009D57A6">
            <w:r w:rsidRPr="00F61DB2">
              <w:t>- Реестр нормативно- правовых актов ;</w:t>
            </w:r>
          </w:p>
          <w:p w:rsidR="009D57A6" w:rsidRPr="00F61DB2" w:rsidRDefault="009D57A6">
            <w:r w:rsidRPr="00F61DB2">
              <w:t>-  По невостребованным земельным долям ;</w:t>
            </w:r>
          </w:p>
          <w:p w:rsidR="009D57A6" w:rsidRPr="00F61DB2" w:rsidRDefault="009D57A6">
            <w:r w:rsidRPr="00F61DB2">
              <w:t>- По муниципальным служащим (количество, фонд оплаты труда) ;</w:t>
            </w:r>
          </w:p>
          <w:p w:rsidR="009D57A6" w:rsidRDefault="009D57A6">
            <w:r w:rsidRPr="00F61DB2">
              <w:t>-Другие отчеты.</w:t>
            </w:r>
          </w:p>
          <w:p w:rsidR="009D57A6" w:rsidRDefault="009D57A6"/>
          <w:p w:rsidR="009D57A6" w:rsidRDefault="009D57A6"/>
          <w:p w:rsidR="009D57A6" w:rsidRDefault="009D57A6"/>
          <w:p w:rsidR="009D57A6" w:rsidRDefault="009D57A6"/>
          <w:p w:rsidR="009D57A6" w:rsidRPr="00F61DB2" w:rsidRDefault="009D57A6"/>
        </w:tc>
        <w:tc>
          <w:tcPr>
            <w:tcW w:w="2410" w:type="dxa"/>
          </w:tcPr>
          <w:p w:rsidR="009D57A6" w:rsidRPr="00F61DB2" w:rsidRDefault="009D57A6">
            <w:pPr>
              <w:rPr>
                <w:rFonts w:eastAsia="Times New Roman"/>
              </w:rPr>
            </w:pPr>
            <w:r w:rsidRPr="00F61DB2">
              <w:rPr>
                <w:rFonts w:eastAsia="Times New Roman"/>
              </w:rPr>
              <w:lastRenderedPageBreak/>
              <w:t>3 –90-100 %;</w:t>
            </w:r>
          </w:p>
          <w:p w:rsidR="009D57A6" w:rsidRPr="00F61DB2" w:rsidRDefault="009D57A6">
            <w:pPr>
              <w:rPr>
                <w:rFonts w:eastAsia="Times New Roman"/>
              </w:rPr>
            </w:pPr>
            <w:r w:rsidRPr="00F61DB2">
              <w:rPr>
                <w:rFonts w:eastAsia="Times New Roman"/>
              </w:rPr>
              <w:t>2 – 80-89,99%;</w:t>
            </w:r>
          </w:p>
          <w:p w:rsidR="009D57A6" w:rsidRPr="00F61DB2" w:rsidRDefault="009D57A6">
            <w:pPr>
              <w:rPr>
                <w:rFonts w:eastAsia="Times New Roman"/>
              </w:rPr>
            </w:pPr>
            <w:r w:rsidRPr="00F61DB2">
              <w:rPr>
                <w:rFonts w:eastAsia="Times New Roman"/>
              </w:rPr>
              <w:t xml:space="preserve">1-70-79,99% </w:t>
            </w:r>
          </w:p>
          <w:p w:rsidR="009D57A6" w:rsidRPr="00F61DB2" w:rsidRDefault="009D57A6">
            <w:pPr>
              <w:rPr>
                <w:rFonts w:eastAsia="Times New Roman"/>
              </w:rPr>
            </w:pPr>
            <w:r w:rsidRPr="00F61DB2">
              <w:rPr>
                <w:rFonts w:eastAsia="Times New Roman"/>
              </w:rPr>
              <w:t>0 – менее 70%</w:t>
            </w:r>
          </w:p>
        </w:tc>
        <w:tc>
          <w:tcPr>
            <w:tcW w:w="1842" w:type="dxa"/>
          </w:tcPr>
          <w:p w:rsidR="009D57A6" w:rsidRPr="00EE5E43" w:rsidRDefault="009D57A6">
            <w:pPr>
              <w:rPr>
                <w:rFonts w:eastAsia="Times New Roman"/>
                <w:b/>
              </w:rPr>
            </w:pPr>
          </w:p>
        </w:tc>
      </w:tr>
      <w:tr w:rsidR="009D57A6" w:rsidTr="00DB10A0">
        <w:tc>
          <w:tcPr>
            <w:tcW w:w="959" w:type="dxa"/>
          </w:tcPr>
          <w:p w:rsidR="009D57A6" w:rsidRPr="00DC0239" w:rsidRDefault="009D57A6" w:rsidP="008649F7">
            <w:pPr>
              <w:ind w:left="360"/>
              <w:contextualSpacing/>
              <w:jc w:val="center"/>
            </w:pPr>
            <w:r w:rsidRPr="00DC0239">
              <w:t>1</w:t>
            </w:r>
          </w:p>
        </w:tc>
        <w:tc>
          <w:tcPr>
            <w:tcW w:w="2114" w:type="dxa"/>
          </w:tcPr>
          <w:p w:rsidR="009D57A6" w:rsidRPr="00DC0239" w:rsidRDefault="009D57A6" w:rsidP="008649F7">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8649F7">
            <w:pPr>
              <w:jc w:val="center"/>
            </w:pPr>
            <w:r w:rsidRPr="00DC0239">
              <w:t>4</w:t>
            </w:r>
          </w:p>
        </w:tc>
        <w:tc>
          <w:tcPr>
            <w:tcW w:w="2410" w:type="dxa"/>
          </w:tcPr>
          <w:p w:rsidR="009D57A6" w:rsidRPr="00DC0239" w:rsidRDefault="009D57A6" w:rsidP="008649F7">
            <w:pPr>
              <w:jc w:val="center"/>
              <w:rPr>
                <w:rFonts w:eastAsia="Times New Roman"/>
              </w:rPr>
            </w:pPr>
            <w:r w:rsidRPr="00DC0239">
              <w:rPr>
                <w:rFonts w:eastAsia="Times New Roman"/>
              </w:rPr>
              <w:t>5</w:t>
            </w:r>
          </w:p>
        </w:tc>
        <w:tc>
          <w:tcPr>
            <w:tcW w:w="1842" w:type="dxa"/>
          </w:tcPr>
          <w:p w:rsidR="009D57A6" w:rsidRPr="00DC0239" w:rsidRDefault="009D57A6" w:rsidP="008649F7">
            <w:pPr>
              <w:jc w:val="center"/>
              <w:rPr>
                <w:rFonts w:eastAsia="Times New Roman"/>
              </w:rPr>
            </w:pPr>
            <w:r w:rsidRPr="00DC0239">
              <w:rPr>
                <w:rFonts w:eastAsia="Times New Roman"/>
              </w:rPr>
              <w:t>6</w:t>
            </w:r>
          </w:p>
        </w:tc>
      </w:tr>
      <w:tr w:rsidR="009D57A6" w:rsidRPr="00CE2426" w:rsidTr="00DB10A0">
        <w:tc>
          <w:tcPr>
            <w:tcW w:w="959" w:type="dxa"/>
          </w:tcPr>
          <w:p w:rsidR="009D57A6" w:rsidRPr="00DB10A0" w:rsidRDefault="009D57A6" w:rsidP="008649F7">
            <w:pPr>
              <w:ind w:left="360"/>
              <w:contextualSpacing/>
              <w:jc w:val="both"/>
            </w:pPr>
            <w:r w:rsidRPr="00DB10A0">
              <w:t>13</w:t>
            </w:r>
          </w:p>
        </w:tc>
        <w:tc>
          <w:tcPr>
            <w:tcW w:w="2114" w:type="dxa"/>
          </w:tcPr>
          <w:p w:rsidR="009D57A6" w:rsidRPr="00DB10A0" w:rsidRDefault="009D57A6" w:rsidP="008649F7">
            <w:pPr>
              <w:ind w:right="-108"/>
              <w:contextualSpacing/>
            </w:pPr>
            <w:r w:rsidRPr="00DB10A0">
              <w:t>Соответствие информации о деятельности органов местного самоуправления, размещенной на официальном сайте муниципального образования, требованиям законодательства</w:t>
            </w:r>
          </w:p>
        </w:tc>
        <w:tc>
          <w:tcPr>
            <w:tcW w:w="1295" w:type="dxa"/>
          </w:tcPr>
          <w:p w:rsidR="009D57A6" w:rsidRPr="00DB10A0" w:rsidRDefault="009D57A6" w:rsidP="00DB10A0">
            <w:pPr>
              <w:ind w:left="-108" w:right="-107"/>
              <w:contextualSpacing/>
              <w:jc w:val="center"/>
              <w:rPr>
                <w:rFonts w:eastAsia="Times New Roman"/>
              </w:rPr>
            </w:pPr>
            <w:r w:rsidRPr="00DB10A0">
              <w:rPr>
                <w:rFonts w:eastAsia="Times New Roman"/>
              </w:rPr>
              <w:t>%</w:t>
            </w: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tc>
        <w:tc>
          <w:tcPr>
            <w:tcW w:w="6230" w:type="dxa"/>
          </w:tcPr>
          <w:p w:rsidR="009D57A6" w:rsidRPr="00DB10A0" w:rsidRDefault="009D57A6" w:rsidP="008649F7">
            <w:r w:rsidRPr="00DB10A0">
              <w:rPr>
                <w:b/>
                <w:u w:val="single"/>
              </w:rPr>
              <w:t>Источник информации</w:t>
            </w:r>
            <w:r w:rsidRPr="00DB10A0">
              <w:t xml:space="preserve">: органы местного самоуправления. </w:t>
            </w:r>
          </w:p>
          <w:p w:rsidR="009D57A6" w:rsidRPr="00DB10A0" w:rsidRDefault="009D57A6" w:rsidP="008649F7">
            <w:pPr>
              <w:rPr>
                <w:b/>
                <w:u w:val="single"/>
              </w:rPr>
            </w:pPr>
            <w:r w:rsidRPr="00DB10A0">
              <w:rPr>
                <w:b/>
                <w:u w:val="single"/>
              </w:rPr>
              <w:t>Расчет показателя:</w:t>
            </w:r>
          </w:p>
          <w:p w:rsidR="009D57A6" w:rsidRPr="00DB10A0" w:rsidRDefault="009D57A6" w:rsidP="008649F7">
            <w:pPr>
              <w:jc w:val="both"/>
              <w:outlineLvl w:val="3"/>
            </w:pPr>
            <w:r w:rsidRPr="00DB10A0">
              <w:t>Показатель определяется исходя из соответствия состава размещенной информации на сайте поселения</w:t>
            </w:r>
            <w:r w:rsidRPr="00DB10A0">
              <w:rPr>
                <w:rFonts w:eastAsia="Times New Roman"/>
              </w:rPr>
              <w:t xml:space="preserve"> Перечню информации о деятельности органов местного самоуправления (далее - Перечень), который утверждается в </w:t>
            </w:r>
            <w:r w:rsidRPr="00DB10A0">
              <w:t>соответствии с требованиями части 1 ст.13 и ст. 14 Федерального закона от 09.02.2009 № 8-ФЗ «Об обеспечении доступа к информации о деятельности государственных органов и органов местного самоуправления», с учетом периодичности размещения информации (ежеквартально).</w:t>
            </w:r>
          </w:p>
          <w:p w:rsidR="009D57A6" w:rsidRPr="00DB10A0" w:rsidRDefault="009D57A6" w:rsidP="008649F7">
            <w:r w:rsidRPr="00DB10A0">
              <w:t>Показатель определяется как отношение количества видов размещенной информации к общему количеству видов информации, утвержденному  Перечнем, умноженное на 100:</w:t>
            </w:r>
          </w:p>
          <w:p w:rsidR="009D57A6" w:rsidRPr="00DB10A0" w:rsidRDefault="009D57A6" w:rsidP="008649F7">
            <w:r w:rsidRPr="00DB10A0">
              <w:t>С=(О1+О2+О3+О4)/(В1+В2+В3+В4) *100 %, где</w:t>
            </w:r>
            <w:r w:rsidRPr="00DB10A0">
              <w:tab/>
            </w:r>
          </w:p>
          <w:p w:rsidR="009D57A6" w:rsidRPr="00DB10A0" w:rsidRDefault="009D57A6" w:rsidP="008649F7">
            <w:r w:rsidRPr="00DB10A0">
              <w:t>О1,О2,О3,О4 - общее количество информации за квартал, предусмотренное Перечнем;</w:t>
            </w:r>
          </w:p>
          <w:p w:rsidR="009D57A6" w:rsidRPr="00DB10A0" w:rsidRDefault="009D57A6" w:rsidP="008649F7">
            <w:r w:rsidRPr="00DB10A0">
              <w:t>В1,В2,В3,В4 – количество размещенной на сайте муниципального образования информации за квартал, предусмотренной Перечнем</w:t>
            </w:r>
          </w:p>
        </w:tc>
        <w:tc>
          <w:tcPr>
            <w:tcW w:w="2410" w:type="dxa"/>
          </w:tcPr>
          <w:p w:rsidR="009D57A6" w:rsidRPr="00DB10A0" w:rsidRDefault="009D57A6" w:rsidP="008649F7">
            <w:pPr>
              <w:rPr>
                <w:rFonts w:eastAsia="Times New Roman"/>
              </w:rPr>
            </w:pPr>
            <w:r w:rsidRPr="00DB10A0">
              <w:rPr>
                <w:rFonts w:eastAsia="Times New Roman"/>
              </w:rPr>
              <w:t>3 балла – 90-100 %</w:t>
            </w:r>
          </w:p>
          <w:p w:rsidR="009D57A6" w:rsidRPr="00DB10A0" w:rsidRDefault="009D57A6" w:rsidP="008649F7">
            <w:pPr>
              <w:rPr>
                <w:rFonts w:eastAsia="Times New Roman"/>
              </w:rPr>
            </w:pPr>
            <w:r w:rsidRPr="00DB10A0">
              <w:rPr>
                <w:rFonts w:eastAsia="Times New Roman"/>
              </w:rPr>
              <w:t>2 балла – 70-89 %</w:t>
            </w:r>
          </w:p>
          <w:p w:rsidR="009D57A6" w:rsidRPr="00DB10A0" w:rsidRDefault="009D57A6" w:rsidP="008649F7">
            <w:pPr>
              <w:rPr>
                <w:rFonts w:eastAsia="Times New Roman"/>
              </w:rPr>
            </w:pPr>
            <w:r w:rsidRPr="00DB10A0">
              <w:rPr>
                <w:rFonts w:eastAsia="Times New Roman"/>
              </w:rPr>
              <w:t>1 балл – 50-69 %</w:t>
            </w:r>
          </w:p>
          <w:p w:rsidR="009D57A6" w:rsidRPr="00DB10A0" w:rsidRDefault="009D57A6" w:rsidP="008649F7">
            <w:pPr>
              <w:rPr>
                <w:rFonts w:eastAsia="Times New Roman"/>
              </w:rPr>
            </w:pPr>
            <w:r w:rsidRPr="00DB10A0">
              <w:rPr>
                <w:rFonts w:eastAsia="Times New Roman"/>
              </w:rPr>
              <w:t>0 баллов – 0-49 %</w:t>
            </w:r>
          </w:p>
          <w:p w:rsidR="009D57A6" w:rsidRPr="00DB10A0" w:rsidRDefault="009D57A6" w:rsidP="008649F7">
            <w:pPr>
              <w:rPr>
                <w:rFonts w:eastAsia="Times New Roman"/>
              </w:rPr>
            </w:pPr>
          </w:p>
          <w:p w:rsidR="009D57A6" w:rsidRPr="00DB10A0" w:rsidRDefault="009D57A6" w:rsidP="008649F7">
            <w:pPr>
              <w:rPr>
                <w:rFonts w:eastAsia="Times New Roman"/>
              </w:rPr>
            </w:pPr>
          </w:p>
          <w:p w:rsidR="009D57A6" w:rsidRPr="00DB10A0" w:rsidRDefault="009D57A6" w:rsidP="008649F7">
            <w:pPr>
              <w:rPr>
                <w:rFonts w:eastAsia="Times New Roman"/>
              </w:rPr>
            </w:pPr>
          </w:p>
          <w:p w:rsidR="009D57A6" w:rsidRPr="00DB10A0" w:rsidRDefault="009D57A6" w:rsidP="008649F7">
            <w:pPr>
              <w:rPr>
                <w:rFonts w:eastAsia="Times New Roman"/>
              </w:rPr>
            </w:pPr>
          </w:p>
          <w:p w:rsidR="009D57A6" w:rsidRPr="00DB10A0" w:rsidRDefault="009D57A6" w:rsidP="008649F7">
            <w:pPr>
              <w:rPr>
                <w:rFonts w:eastAsia="Times New Roman"/>
              </w:rPr>
            </w:pPr>
          </w:p>
        </w:tc>
        <w:tc>
          <w:tcPr>
            <w:tcW w:w="1842" w:type="dxa"/>
          </w:tcPr>
          <w:p w:rsidR="009D57A6" w:rsidRPr="00DB10A0" w:rsidRDefault="009D57A6">
            <w:pPr>
              <w:rPr>
                <w:rFonts w:eastAsia="Times New Roman"/>
                <w:b/>
              </w:rPr>
            </w:pPr>
          </w:p>
        </w:tc>
      </w:tr>
      <w:tr w:rsidR="009D57A6" w:rsidTr="00DB10A0">
        <w:tc>
          <w:tcPr>
            <w:tcW w:w="959" w:type="dxa"/>
          </w:tcPr>
          <w:p w:rsidR="009D57A6" w:rsidRPr="00DB10A0" w:rsidRDefault="009D57A6" w:rsidP="00EE5E43">
            <w:pPr>
              <w:ind w:left="360"/>
              <w:contextualSpacing/>
              <w:jc w:val="both"/>
            </w:pPr>
            <w:r w:rsidRPr="00DB10A0">
              <w:t>14</w:t>
            </w:r>
          </w:p>
        </w:tc>
        <w:tc>
          <w:tcPr>
            <w:tcW w:w="2114" w:type="dxa"/>
          </w:tcPr>
          <w:p w:rsidR="009D57A6" w:rsidRPr="00DB10A0" w:rsidRDefault="009D57A6" w:rsidP="00EE5E43">
            <w:pPr>
              <w:ind w:right="-108"/>
              <w:contextualSpacing/>
            </w:pPr>
            <w:r w:rsidRPr="00DB10A0">
              <w:t>Реализация местных инициатив территориального общественного самоуправления</w:t>
            </w:r>
          </w:p>
        </w:tc>
        <w:tc>
          <w:tcPr>
            <w:tcW w:w="1295" w:type="dxa"/>
          </w:tcPr>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r w:rsidRPr="00DB10A0">
              <w:rPr>
                <w:rFonts w:eastAsia="Times New Roman"/>
              </w:rPr>
              <w:t>единиц</w:t>
            </w:r>
          </w:p>
        </w:tc>
        <w:tc>
          <w:tcPr>
            <w:tcW w:w="6230" w:type="dxa"/>
          </w:tcPr>
          <w:p w:rsidR="009D57A6" w:rsidRPr="00DB10A0" w:rsidRDefault="009D57A6">
            <w:r w:rsidRPr="00DB10A0">
              <w:t>Источник информации: органы местного самоуправления поселения.</w:t>
            </w:r>
          </w:p>
          <w:p w:rsidR="009D57A6" w:rsidRPr="00DB10A0" w:rsidRDefault="009D57A6">
            <w:r w:rsidRPr="00DB10A0">
              <w:t>Расчет показателя:</w:t>
            </w:r>
          </w:p>
          <w:p w:rsidR="009D57A6" w:rsidRPr="00DB10A0" w:rsidRDefault="009D57A6">
            <w:r w:rsidRPr="00DB10A0">
              <w:t>Показатель определяется как количество реализованных местных инициатив территориального общественного самоуправления, при этом учитываются привлеченные средства, как с областного бюджета, так и внебюджетные.</w:t>
            </w:r>
          </w:p>
        </w:tc>
        <w:tc>
          <w:tcPr>
            <w:tcW w:w="2410" w:type="dxa"/>
          </w:tcPr>
          <w:p w:rsidR="009D57A6" w:rsidRPr="00DB10A0" w:rsidRDefault="009D57A6">
            <w:pPr>
              <w:rPr>
                <w:rFonts w:eastAsia="Times New Roman"/>
              </w:rPr>
            </w:pPr>
            <w:r w:rsidRPr="00DB10A0">
              <w:rPr>
                <w:rFonts w:eastAsia="Times New Roman"/>
              </w:rPr>
              <w:t xml:space="preserve">1 балл – за каждый реализованный проект ТОС с привлечением областных и внебюджетных средств (грантов), </w:t>
            </w:r>
          </w:p>
          <w:p w:rsidR="009D57A6" w:rsidRPr="00DB10A0" w:rsidRDefault="009D57A6" w:rsidP="008649F7">
            <w:pPr>
              <w:rPr>
                <w:rFonts w:eastAsia="Times New Roman"/>
              </w:rPr>
            </w:pPr>
            <w:r w:rsidRPr="00DB10A0">
              <w:rPr>
                <w:rFonts w:eastAsia="Times New Roman"/>
              </w:rPr>
              <w:t xml:space="preserve">0 баллов– отсутствие реализованных </w:t>
            </w:r>
            <w:r w:rsidRPr="00DB10A0">
              <w:rPr>
                <w:rFonts w:eastAsia="Times New Roman"/>
              </w:rPr>
              <w:lastRenderedPageBreak/>
              <w:t>проектов</w:t>
            </w:r>
          </w:p>
        </w:tc>
        <w:tc>
          <w:tcPr>
            <w:tcW w:w="1842" w:type="dxa"/>
          </w:tcPr>
          <w:p w:rsidR="009D57A6" w:rsidRPr="00DB10A0" w:rsidRDefault="009D57A6">
            <w:pPr>
              <w:rPr>
                <w:rFonts w:eastAsia="Times New Roman"/>
                <w:b/>
              </w:rPr>
            </w:pPr>
          </w:p>
        </w:tc>
      </w:tr>
      <w:tr w:rsidR="009D57A6" w:rsidTr="00DB10A0">
        <w:tc>
          <w:tcPr>
            <w:tcW w:w="959" w:type="dxa"/>
          </w:tcPr>
          <w:p w:rsidR="009D57A6" w:rsidRPr="00DB10A0" w:rsidRDefault="009D57A6" w:rsidP="008649F7">
            <w:pPr>
              <w:ind w:left="360"/>
              <w:contextualSpacing/>
              <w:jc w:val="center"/>
            </w:pPr>
            <w:r w:rsidRPr="00DB10A0">
              <w:t>1</w:t>
            </w:r>
          </w:p>
        </w:tc>
        <w:tc>
          <w:tcPr>
            <w:tcW w:w="2114" w:type="dxa"/>
          </w:tcPr>
          <w:p w:rsidR="009D57A6" w:rsidRPr="00DB10A0" w:rsidRDefault="009D57A6" w:rsidP="008649F7">
            <w:pPr>
              <w:ind w:right="-108"/>
              <w:contextualSpacing/>
              <w:jc w:val="center"/>
            </w:pPr>
            <w:r w:rsidRPr="00DB10A0">
              <w:t>2</w:t>
            </w:r>
          </w:p>
        </w:tc>
        <w:tc>
          <w:tcPr>
            <w:tcW w:w="1295" w:type="dxa"/>
          </w:tcPr>
          <w:p w:rsidR="009D57A6" w:rsidRPr="00DB10A0" w:rsidRDefault="009D57A6" w:rsidP="00DB10A0">
            <w:pPr>
              <w:ind w:left="-108" w:right="-107"/>
              <w:contextualSpacing/>
              <w:jc w:val="center"/>
              <w:rPr>
                <w:rFonts w:eastAsia="Times New Roman"/>
              </w:rPr>
            </w:pPr>
            <w:r w:rsidRPr="00DB10A0">
              <w:rPr>
                <w:rFonts w:eastAsia="Times New Roman"/>
              </w:rPr>
              <w:t>3</w:t>
            </w:r>
          </w:p>
        </w:tc>
        <w:tc>
          <w:tcPr>
            <w:tcW w:w="6230" w:type="dxa"/>
          </w:tcPr>
          <w:p w:rsidR="009D57A6" w:rsidRPr="00DB10A0" w:rsidRDefault="009D57A6" w:rsidP="008649F7">
            <w:pPr>
              <w:jc w:val="center"/>
            </w:pPr>
            <w:r w:rsidRPr="00DB10A0">
              <w:t>4</w:t>
            </w:r>
          </w:p>
        </w:tc>
        <w:tc>
          <w:tcPr>
            <w:tcW w:w="2410" w:type="dxa"/>
          </w:tcPr>
          <w:p w:rsidR="009D57A6" w:rsidRPr="00DB10A0" w:rsidRDefault="009D57A6" w:rsidP="008649F7">
            <w:pPr>
              <w:jc w:val="center"/>
              <w:rPr>
                <w:rFonts w:eastAsia="Times New Roman"/>
              </w:rPr>
            </w:pPr>
            <w:r w:rsidRPr="00DB10A0">
              <w:rPr>
                <w:rFonts w:eastAsia="Times New Roman"/>
              </w:rPr>
              <w:t>5</w:t>
            </w:r>
          </w:p>
        </w:tc>
        <w:tc>
          <w:tcPr>
            <w:tcW w:w="1842" w:type="dxa"/>
          </w:tcPr>
          <w:p w:rsidR="009D57A6" w:rsidRPr="00DB10A0" w:rsidRDefault="009D57A6" w:rsidP="008649F7">
            <w:pPr>
              <w:jc w:val="center"/>
              <w:rPr>
                <w:rFonts w:eastAsia="Times New Roman"/>
              </w:rPr>
            </w:pPr>
            <w:r w:rsidRPr="00DB10A0">
              <w:rPr>
                <w:rFonts w:eastAsia="Times New Roman"/>
              </w:rPr>
              <w:t>6</w:t>
            </w:r>
          </w:p>
        </w:tc>
      </w:tr>
      <w:tr w:rsidR="009D57A6" w:rsidTr="00DB10A0">
        <w:tc>
          <w:tcPr>
            <w:tcW w:w="959" w:type="dxa"/>
          </w:tcPr>
          <w:p w:rsidR="009D57A6" w:rsidRPr="00DB10A0" w:rsidRDefault="009D57A6" w:rsidP="00EE5E43">
            <w:pPr>
              <w:ind w:left="360"/>
              <w:contextualSpacing/>
              <w:jc w:val="both"/>
            </w:pPr>
            <w:r w:rsidRPr="00DB10A0">
              <w:t>15</w:t>
            </w:r>
          </w:p>
        </w:tc>
        <w:tc>
          <w:tcPr>
            <w:tcW w:w="2114" w:type="dxa"/>
          </w:tcPr>
          <w:p w:rsidR="009D57A6" w:rsidRPr="00DB10A0" w:rsidRDefault="009D57A6" w:rsidP="00EE5E43">
            <w:pPr>
              <w:ind w:right="-108"/>
              <w:contextualSpacing/>
            </w:pPr>
            <w:r w:rsidRPr="00DB10A0">
              <w:t>Доля протяженности освещенных частей улиц, проездов, набережных в их общей протяженности на конец отчетного года</w:t>
            </w: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p w:rsidR="009D57A6" w:rsidRPr="00DB10A0" w:rsidRDefault="009D57A6" w:rsidP="00EE5E43">
            <w:pPr>
              <w:ind w:right="-108"/>
              <w:contextualSpacing/>
            </w:pPr>
          </w:p>
        </w:tc>
        <w:tc>
          <w:tcPr>
            <w:tcW w:w="1295" w:type="dxa"/>
          </w:tcPr>
          <w:p w:rsidR="009D57A6" w:rsidRPr="00DB10A0" w:rsidRDefault="009D57A6" w:rsidP="00DB10A0">
            <w:pPr>
              <w:ind w:left="-108" w:right="-107"/>
              <w:contextualSpacing/>
              <w:jc w:val="center"/>
              <w:rPr>
                <w:rFonts w:eastAsia="Times New Roman"/>
              </w:rPr>
            </w:pPr>
            <w:r w:rsidRPr="00DB10A0">
              <w:rPr>
                <w:rFonts w:eastAsia="Times New Roman"/>
              </w:rPr>
              <w:t>%</w:t>
            </w: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tc>
        <w:tc>
          <w:tcPr>
            <w:tcW w:w="6230" w:type="dxa"/>
          </w:tcPr>
          <w:p w:rsidR="009D57A6" w:rsidRPr="00DB10A0" w:rsidRDefault="009D57A6">
            <w:r w:rsidRPr="00DB10A0">
              <w:rPr>
                <w:b/>
                <w:u w:val="single"/>
              </w:rPr>
              <w:t xml:space="preserve">Источник информации: </w:t>
            </w:r>
            <w:r w:rsidRPr="00DB10A0">
              <w:t>органы местного самоуправления поселения.</w:t>
            </w:r>
          </w:p>
          <w:p w:rsidR="009D57A6" w:rsidRPr="00DB10A0" w:rsidRDefault="009D57A6">
            <w:pPr>
              <w:rPr>
                <w:b/>
                <w:u w:val="single"/>
              </w:rPr>
            </w:pPr>
            <w:r w:rsidRPr="00DB10A0">
              <w:rPr>
                <w:b/>
                <w:u w:val="single"/>
              </w:rPr>
              <w:t>Расчет показателя:</w:t>
            </w:r>
          </w:p>
          <w:p w:rsidR="009D57A6" w:rsidRPr="00DB10A0" w:rsidRDefault="009D57A6" w:rsidP="00EE5E43">
            <w:r w:rsidRPr="00DB10A0">
              <w:t>Поч</w:t>
            </w:r>
          </w:p>
          <w:p w:rsidR="009D57A6" w:rsidRPr="00DB10A0" w:rsidRDefault="009D57A6">
            <w:r w:rsidRPr="00DB10A0">
              <w:t>Дп = --------- х 100, где:</w:t>
            </w:r>
          </w:p>
          <w:p w:rsidR="009D57A6" w:rsidRPr="00DB10A0" w:rsidRDefault="009D57A6">
            <w:r w:rsidRPr="00DB10A0">
              <w:t xml:space="preserve">           Оп</w:t>
            </w:r>
          </w:p>
          <w:p w:rsidR="009D57A6" w:rsidRPr="00DB10A0" w:rsidRDefault="009D57A6">
            <w:r w:rsidRPr="00DB10A0">
              <w:t>Дп – доля протяженности освещенных частей улиц, проездов, набережных в их общей протяженности на конец отчетного года;</w:t>
            </w:r>
          </w:p>
          <w:p w:rsidR="009D57A6" w:rsidRPr="00DB10A0" w:rsidRDefault="009D57A6">
            <w:r w:rsidRPr="00DB10A0">
              <w:t>Поч – протяженность освещенных частей улиц, проездов, набережных в границах населенных пунктов;</w:t>
            </w:r>
          </w:p>
          <w:p w:rsidR="009D57A6" w:rsidRPr="00DB10A0" w:rsidRDefault="009D57A6">
            <w:r w:rsidRPr="00DB10A0">
              <w:t>Оп – общая протяженность улиц, проездов, набережных в границах населенных пунктов.</w:t>
            </w:r>
          </w:p>
          <w:p w:rsidR="009D57A6" w:rsidRPr="00DB10A0" w:rsidRDefault="009D57A6" w:rsidP="00EE5E43">
            <w:r w:rsidRPr="00DB10A0">
              <w:t>Протяженность освещенных частей улиц, проездов, набережных рассчитывается исходя из необходимости размещения светильников уличного освещения на расстоянии 80 метров друг от друга</w:t>
            </w:r>
          </w:p>
          <w:p w:rsidR="009D57A6" w:rsidRPr="00DB10A0" w:rsidRDefault="009D57A6" w:rsidP="00EE5E43"/>
          <w:p w:rsidR="009D57A6" w:rsidRPr="00DB10A0" w:rsidRDefault="009D57A6" w:rsidP="00EE5E43"/>
          <w:p w:rsidR="009D57A6" w:rsidRPr="00DB10A0" w:rsidRDefault="009D57A6" w:rsidP="00EE5E43">
            <w:pPr>
              <w:rPr>
                <w:b/>
                <w:u w:val="single"/>
              </w:rPr>
            </w:pPr>
          </w:p>
        </w:tc>
        <w:tc>
          <w:tcPr>
            <w:tcW w:w="2410" w:type="dxa"/>
          </w:tcPr>
          <w:p w:rsidR="009D57A6" w:rsidRPr="00DB10A0" w:rsidRDefault="009D57A6">
            <w:pPr>
              <w:rPr>
                <w:rFonts w:eastAsia="Times New Roman"/>
              </w:rPr>
            </w:pPr>
            <w:r w:rsidRPr="00DB10A0">
              <w:rPr>
                <w:rFonts w:eastAsia="Times New Roman"/>
              </w:rPr>
              <w:t>3 балла – 100%;</w:t>
            </w:r>
          </w:p>
          <w:p w:rsidR="009D57A6" w:rsidRPr="00DB10A0" w:rsidRDefault="009D57A6">
            <w:pPr>
              <w:rPr>
                <w:rFonts w:eastAsia="Times New Roman"/>
              </w:rPr>
            </w:pPr>
            <w:r w:rsidRPr="00DB10A0">
              <w:rPr>
                <w:rFonts w:eastAsia="Times New Roman"/>
              </w:rPr>
              <w:t>2 балла – от 90% до 100%;</w:t>
            </w:r>
          </w:p>
          <w:p w:rsidR="009D57A6" w:rsidRPr="00DB10A0" w:rsidRDefault="009D57A6">
            <w:pPr>
              <w:rPr>
                <w:rFonts w:eastAsia="Times New Roman"/>
              </w:rPr>
            </w:pPr>
            <w:r w:rsidRPr="00DB10A0">
              <w:rPr>
                <w:rFonts w:eastAsia="Times New Roman"/>
              </w:rPr>
              <w:t>1 балл – от 80% до 90%;</w:t>
            </w:r>
          </w:p>
          <w:p w:rsidR="009D57A6" w:rsidRPr="00DB10A0" w:rsidRDefault="009D57A6">
            <w:pPr>
              <w:rPr>
                <w:rFonts w:eastAsia="Times New Roman"/>
              </w:rPr>
            </w:pPr>
            <w:r w:rsidRPr="00DB10A0">
              <w:rPr>
                <w:rFonts w:eastAsia="Times New Roman"/>
              </w:rPr>
              <w:t>0 баллов – менее 80%</w:t>
            </w:r>
          </w:p>
        </w:tc>
        <w:tc>
          <w:tcPr>
            <w:tcW w:w="1842" w:type="dxa"/>
          </w:tcPr>
          <w:p w:rsidR="009D57A6" w:rsidRPr="00DB10A0" w:rsidRDefault="009D57A6">
            <w:pPr>
              <w:rPr>
                <w:rFonts w:eastAsia="Times New Roman"/>
                <w:b/>
              </w:rPr>
            </w:pPr>
          </w:p>
        </w:tc>
      </w:tr>
      <w:tr w:rsidR="009D57A6" w:rsidTr="00DB10A0">
        <w:tc>
          <w:tcPr>
            <w:tcW w:w="959" w:type="dxa"/>
          </w:tcPr>
          <w:p w:rsidR="009D57A6" w:rsidRPr="00DB10A0" w:rsidRDefault="009D57A6" w:rsidP="00EE5E43">
            <w:pPr>
              <w:ind w:left="360"/>
              <w:contextualSpacing/>
              <w:jc w:val="both"/>
            </w:pPr>
            <w:r w:rsidRPr="00DB10A0">
              <w:t>16</w:t>
            </w:r>
          </w:p>
        </w:tc>
        <w:tc>
          <w:tcPr>
            <w:tcW w:w="2114" w:type="dxa"/>
          </w:tcPr>
          <w:p w:rsidR="009D57A6" w:rsidRPr="00DB10A0" w:rsidRDefault="009D57A6" w:rsidP="00EE5E43">
            <w:pPr>
              <w:ind w:right="-108"/>
              <w:contextualSpacing/>
            </w:pPr>
            <w:r w:rsidRPr="00DB10A0">
              <w:t>Доля отремонтированных автомобильных дорог общего пользования местного значения поселения (улично-дорожная сеть)</w:t>
            </w:r>
          </w:p>
        </w:tc>
        <w:tc>
          <w:tcPr>
            <w:tcW w:w="1295" w:type="dxa"/>
          </w:tcPr>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r w:rsidRPr="00DB10A0">
              <w:rPr>
                <w:rFonts w:eastAsia="Times New Roman"/>
              </w:rPr>
              <w:t>%</w:t>
            </w:r>
          </w:p>
        </w:tc>
        <w:tc>
          <w:tcPr>
            <w:tcW w:w="6230" w:type="dxa"/>
          </w:tcPr>
          <w:p w:rsidR="009D57A6" w:rsidRPr="00DB10A0" w:rsidRDefault="009D57A6">
            <w:r w:rsidRPr="00DB10A0">
              <w:rPr>
                <w:b/>
                <w:u w:val="single"/>
              </w:rPr>
              <w:t>Источник информации</w:t>
            </w:r>
            <w:r w:rsidRPr="00DB10A0">
              <w:t>: органы местного самоуправления поселения.</w:t>
            </w:r>
          </w:p>
          <w:p w:rsidR="009D57A6" w:rsidRPr="00DB10A0" w:rsidRDefault="009D57A6" w:rsidP="00F61DB2">
            <w:pPr>
              <w:tabs>
                <w:tab w:val="left" w:pos="3165"/>
              </w:tabs>
              <w:rPr>
                <w:b/>
                <w:u w:val="single"/>
              </w:rPr>
            </w:pPr>
            <w:r w:rsidRPr="00DB10A0">
              <w:rPr>
                <w:b/>
                <w:u w:val="single"/>
              </w:rPr>
              <w:t>Расчет показателя:</w:t>
            </w:r>
          </w:p>
          <w:p w:rsidR="009D57A6" w:rsidRPr="00DB10A0" w:rsidRDefault="009D57A6"/>
          <w:p w:rsidR="009D57A6" w:rsidRPr="00DB10A0" w:rsidRDefault="009D57A6">
            <w:r w:rsidRPr="00DB10A0">
              <w:t xml:space="preserve">D = Пр/По*100, </w:t>
            </w:r>
          </w:p>
          <w:p w:rsidR="009D57A6" w:rsidRPr="00DB10A0" w:rsidRDefault="009D57A6" w:rsidP="00F61DB2">
            <w:pPr>
              <w:tabs>
                <w:tab w:val="left" w:pos="750"/>
              </w:tabs>
            </w:pPr>
            <w:r w:rsidRPr="00DB10A0">
              <w:t>где</w:t>
            </w:r>
            <w:r w:rsidRPr="00DB10A0">
              <w:tab/>
            </w:r>
          </w:p>
          <w:p w:rsidR="009D57A6" w:rsidRPr="00DB10A0" w:rsidRDefault="009D57A6">
            <w:r w:rsidRPr="00DB10A0">
              <w:t>D - доля отремонтированных автомобильных дорог общего пользования местного значения поселения;</w:t>
            </w:r>
          </w:p>
          <w:p w:rsidR="009D57A6" w:rsidRPr="00DB10A0" w:rsidRDefault="009D57A6">
            <w:r w:rsidRPr="00DB10A0">
              <w:t>Пр - протяженность отремонтированных автомобильных дорог общего пользования местного значения поселения;</w:t>
            </w:r>
          </w:p>
          <w:p w:rsidR="009D57A6" w:rsidRPr="00DB10A0" w:rsidRDefault="009D57A6">
            <w:r w:rsidRPr="00DB10A0">
              <w:t>По – общая протяженность  автомобильных дорог общего пользования местного значения поселения</w:t>
            </w:r>
          </w:p>
          <w:p w:rsidR="009D57A6" w:rsidRPr="00DB10A0" w:rsidRDefault="009D57A6"/>
        </w:tc>
        <w:tc>
          <w:tcPr>
            <w:tcW w:w="2410" w:type="dxa"/>
          </w:tcPr>
          <w:p w:rsidR="009D57A6" w:rsidRPr="00DB10A0" w:rsidRDefault="009D57A6">
            <w:pPr>
              <w:rPr>
                <w:rFonts w:eastAsia="Times New Roman"/>
              </w:rPr>
            </w:pPr>
            <w:r w:rsidRPr="00DB10A0">
              <w:rPr>
                <w:rFonts w:eastAsia="Times New Roman"/>
              </w:rPr>
              <w:lastRenderedPageBreak/>
              <w:t>3 балла – свыше 10%;</w:t>
            </w:r>
          </w:p>
          <w:p w:rsidR="009D57A6" w:rsidRPr="00DB10A0" w:rsidRDefault="009D57A6">
            <w:pPr>
              <w:rPr>
                <w:rFonts w:eastAsia="Times New Roman"/>
              </w:rPr>
            </w:pPr>
            <w:r w:rsidRPr="00DB10A0">
              <w:rPr>
                <w:rFonts w:eastAsia="Times New Roman"/>
              </w:rPr>
              <w:t>2 балла – от 6% до 10%;</w:t>
            </w:r>
          </w:p>
          <w:p w:rsidR="009D57A6" w:rsidRPr="00DB10A0" w:rsidRDefault="009D57A6">
            <w:pPr>
              <w:rPr>
                <w:rFonts w:eastAsia="Times New Roman"/>
              </w:rPr>
            </w:pPr>
            <w:r w:rsidRPr="00DB10A0">
              <w:rPr>
                <w:rFonts w:eastAsia="Times New Roman"/>
              </w:rPr>
              <w:t>1 балл – от 3% до 6%</w:t>
            </w:r>
          </w:p>
          <w:p w:rsidR="009D57A6" w:rsidRPr="00DB10A0" w:rsidRDefault="009D57A6">
            <w:pPr>
              <w:rPr>
                <w:rFonts w:eastAsia="Times New Roman"/>
              </w:rPr>
            </w:pPr>
            <w:r w:rsidRPr="00DB10A0">
              <w:rPr>
                <w:rFonts w:eastAsia="Times New Roman"/>
              </w:rPr>
              <w:t>0 баллов – менее 3%</w:t>
            </w:r>
          </w:p>
        </w:tc>
        <w:tc>
          <w:tcPr>
            <w:tcW w:w="1842" w:type="dxa"/>
          </w:tcPr>
          <w:p w:rsidR="009D57A6" w:rsidRPr="00DB10A0" w:rsidRDefault="009D57A6">
            <w:pPr>
              <w:rPr>
                <w:rFonts w:eastAsia="Times New Roman"/>
                <w:b/>
              </w:rPr>
            </w:pPr>
          </w:p>
        </w:tc>
      </w:tr>
      <w:tr w:rsidR="009D57A6" w:rsidTr="00DB10A0">
        <w:tc>
          <w:tcPr>
            <w:tcW w:w="959" w:type="dxa"/>
          </w:tcPr>
          <w:p w:rsidR="009D57A6" w:rsidRPr="00DB10A0" w:rsidRDefault="009D57A6" w:rsidP="008649F7">
            <w:pPr>
              <w:ind w:left="360"/>
              <w:contextualSpacing/>
              <w:jc w:val="center"/>
            </w:pPr>
            <w:r w:rsidRPr="00DB10A0">
              <w:t>1</w:t>
            </w:r>
          </w:p>
        </w:tc>
        <w:tc>
          <w:tcPr>
            <w:tcW w:w="2114" w:type="dxa"/>
          </w:tcPr>
          <w:p w:rsidR="009D57A6" w:rsidRPr="00DB10A0" w:rsidRDefault="009D57A6" w:rsidP="008649F7">
            <w:pPr>
              <w:ind w:right="-108"/>
              <w:contextualSpacing/>
              <w:jc w:val="center"/>
            </w:pPr>
            <w:r w:rsidRPr="00DB10A0">
              <w:t>2</w:t>
            </w:r>
          </w:p>
        </w:tc>
        <w:tc>
          <w:tcPr>
            <w:tcW w:w="1295" w:type="dxa"/>
          </w:tcPr>
          <w:p w:rsidR="009D57A6" w:rsidRPr="00DB10A0" w:rsidRDefault="009D57A6" w:rsidP="00DB10A0">
            <w:pPr>
              <w:ind w:left="-108" w:right="-107"/>
              <w:contextualSpacing/>
              <w:jc w:val="center"/>
              <w:rPr>
                <w:rFonts w:eastAsia="Times New Roman"/>
              </w:rPr>
            </w:pPr>
            <w:r w:rsidRPr="00DB10A0">
              <w:rPr>
                <w:rFonts w:eastAsia="Times New Roman"/>
              </w:rPr>
              <w:t>3</w:t>
            </w:r>
          </w:p>
        </w:tc>
        <w:tc>
          <w:tcPr>
            <w:tcW w:w="6230" w:type="dxa"/>
          </w:tcPr>
          <w:p w:rsidR="009D57A6" w:rsidRPr="00DB10A0" w:rsidRDefault="009D57A6" w:rsidP="008649F7">
            <w:pPr>
              <w:jc w:val="center"/>
            </w:pPr>
            <w:r w:rsidRPr="00DB10A0">
              <w:t>4</w:t>
            </w:r>
          </w:p>
        </w:tc>
        <w:tc>
          <w:tcPr>
            <w:tcW w:w="2410" w:type="dxa"/>
          </w:tcPr>
          <w:p w:rsidR="009D57A6" w:rsidRPr="00DB10A0" w:rsidRDefault="009D57A6" w:rsidP="008649F7">
            <w:pPr>
              <w:jc w:val="center"/>
              <w:rPr>
                <w:rFonts w:eastAsia="Times New Roman"/>
              </w:rPr>
            </w:pPr>
            <w:r w:rsidRPr="00DB10A0">
              <w:rPr>
                <w:rFonts w:eastAsia="Times New Roman"/>
              </w:rPr>
              <w:t>5</w:t>
            </w:r>
          </w:p>
        </w:tc>
        <w:tc>
          <w:tcPr>
            <w:tcW w:w="1842" w:type="dxa"/>
          </w:tcPr>
          <w:p w:rsidR="009D57A6" w:rsidRPr="00DB10A0" w:rsidRDefault="009D57A6" w:rsidP="008649F7">
            <w:pPr>
              <w:jc w:val="center"/>
              <w:rPr>
                <w:rFonts w:eastAsia="Times New Roman"/>
              </w:rPr>
            </w:pPr>
            <w:r w:rsidRPr="00DB10A0">
              <w:rPr>
                <w:rFonts w:eastAsia="Times New Roman"/>
              </w:rPr>
              <w:t>6</w:t>
            </w:r>
          </w:p>
        </w:tc>
      </w:tr>
      <w:tr w:rsidR="009D57A6" w:rsidTr="00DB10A0">
        <w:tc>
          <w:tcPr>
            <w:tcW w:w="959" w:type="dxa"/>
          </w:tcPr>
          <w:p w:rsidR="009D57A6" w:rsidRPr="00DB10A0" w:rsidRDefault="009D57A6" w:rsidP="00EE5E43">
            <w:pPr>
              <w:ind w:left="360"/>
              <w:contextualSpacing/>
              <w:jc w:val="both"/>
            </w:pPr>
            <w:r w:rsidRPr="00DB10A0">
              <w:t>17</w:t>
            </w:r>
          </w:p>
        </w:tc>
        <w:tc>
          <w:tcPr>
            <w:tcW w:w="2114" w:type="dxa"/>
          </w:tcPr>
          <w:p w:rsidR="009D57A6" w:rsidRPr="00DB10A0" w:rsidRDefault="009D57A6" w:rsidP="00EE5E43">
            <w:pPr>
              <w:ind w:right="-108"/>
              <w:contextualSpacing/>
            </w:pPr>
            <w:r w:rsidRPr="00DB10A0">
              <w:t>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tc>
        <w:tc>
          <w:tcPr>
            <w:tcW w:w="1295" w:type="dxa"/>
          </w:tcPr>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r w:rsidRPr="00DB10A0">
              <w:rPr>
                <w:rFonts w:eastAsia="Times New Roman"/>
              </w:rPr>
              <w:t>%</w:t>
            </w:r>
          </w:p>
        </w:tc>
        <w:tc>
          <w:tcPr>
            <w:tcW w:w="6230" w:type="dxa"/>
          </w:tcPr>
          <w:p w:rsidR="009D57A6" w:rsidRPr="00DB10A0" w:rsidRDefault="009D57A6">
            <w:r w:rsidRPr="00DB10A0">
              <w:rPr>
                <w:b/>
                <w:u w:val="single"/>
              </w:rPr>
              <w:t>Источник информации:</w:t>
            </w:r>
            <w:r w:rsidRPr="00DB10A0">
              <w:t xml:space="preserve"> органы местного самоуправления. </w:t>
            </w:r>
          </w:p>
          <w:p w:rsidR="009D57A6" w:rsidRPr="00DB10A0" w:rsidRDefault="009D57A6">
            <w:pPr>
              <w:rPr>
                <w:b/>
                <w:u w:val="single"/>
              </w:rPr>
            </w:pPr>
            <w:r w:rsidRPr="00DB10A0">
              <w:rPr>
                <w:b/>
                <w:u w:val="single"/>
              </w:rPr>
              <w:t>Расчет показателя:</w:t>
            </w:r>
          </w:p>
          <w:p w:rsidR="009D57A6" w:rsidRPr="00DB10A0" w:rsidRDefault="009D57A6"/>
          <w:p w:rsidR="009D57A6" w:rsidRPr="00DB10A0" w:rsidRDefault="007F3821">
            <w:r>
              <w:pict>
                <v:shape id="_x0000_i1026" type="#_x0000_t75" style="width:120pt;height:31.5pt" equationxml="&lt;">
                  <v:imagedata r:id="rId16" o:title="" chromakey="white"/>
                </v:shape>
              </w:pict>
            </w:r>
          </w:p>
          <w:p w:rsidR="009D57A6" w:rsidRPr="00DB10A0" w:rsidRDefault="009D57A6"/>
          <w:p w:rsidR="009D57A6" w:rsidRPr="00DB10A0" w:rsidRDefault="009D57A6">
            <w:r w:rsidRPr="00DB10A0">
              <w:t>Где:</w:t>
            </w:r>
          </w:p>
          <w:p w:rsidR="009D57A6" w:rsidRPr="00DB10A0" w:rsidRDefault="009D57A6">
            <w:r w:rsidRPr="00DB10A0">
              <w:t>Дгто – доля взрослого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взрослого населения сельского поселения;</w:t>
            </w:r>
          </w:p>
          <w:p w:rsidR="009D57A6" w:rsidRPr="00DB10A0" w:rsidRDefault="009D57A6" w:rsidP="00DB10A0">
            <w:r w:rsidRPr="00DB10A0">
              <w:t>Чгто – количество взрослых человек, принявших участие в выполнении нормативов испытаний (тестов) Всероссийского физкультурно-спортивного комплекса «Готов к труду и обороне» (ГТО) за отчетный год;</w:t>
            </w:r>
          </w:p>
          <w:p w:rsidR="009D57A6" w:rsidRPr="00DB10A0" w:rsidRDefault="009D57A6" w:rsidP="00DB10A0">
            <w:pPr>
              <w:ind w:left="-115"/>
            </w:pPr>
            <w:r w:rsidRPr="00DB10A0">
              <w:t>ЧН– общая численность сельского поселения старше 18лет</w:t>
            </w:r>
          </w:p>
        </w:tc>
        <w:tc>
          <w:tcPr>
            <w:tcW w:w="2410" w:type="dxa"/>
          </w:tcPr>
          <w:p w:rsidR="009D57A6" w:rsidRPr="00DB10A0" w:rsidRDefault="009D57A6">
            <w:pPr>
              <w:rPr>
                <w:rFonts w:eastAsia="Times New Roman"/>
              </w:rPr>
            </w:pPr>
            <w:r w:rsidRPr="00DB10A0">
              <w:rPr>
                <w:rFonts w:eastAsia="Times New Roman"/>
              </w:rPr>
              <w:t>3 балла – 5 и более %;</w:t>
            </w:r>
          </w:p>
          <w:p w:rsidR="009D57A6" w:rsidRPr="00DB10A0" w:rsidRDefault="009D57A6">
            <w:pPr>
              <w:rPr>
                <w:rFonts w:eastAsia="Times New Roman"/>
              </w:rPr>
            </w:pPr>
            <w:r w:rsidRPr="00DB10A0">
              <w:rPr>
                <w:rFonts w:eastAsia="Times New Roman"/>
              </w:rPr>
              <w:t xml:space="preserve">2 балла – 3-4 %; </w:t>
            </w:r>
          </w:p>
          <w:p w:rsidR="009D57A6" w:rsidRPr="00DB10A0" w:rsidRDefault="009D57A6">
            <w:pPr>
              <w:rPr>
                <w:rFonts w:eastAsia="Times New Roman"/>
              </w:rPr>
            </w:pPr>
            <w:r w:rsidRPr="00DB10A0">
              <w:rPr>
                <w:rFonts w:eastAsia="Times New Roman"/>
              </w:rPr>
              <w:t xml:space="preserve">1 балл – 1-2 %; </w:t>
            </w:r>
          </w:p>
          <w:p w:rsidR="009D57A6" w:rsidRPr="00DB10A0" w:rsidRDefault="009D57A6">
            <w:pPr>
              <w:rPr>
                <w:rFonts w:eastAsia="Times New Roman"/>
              </w:rPr>
            </w:pPr>
            <w:r w:rsidRPr="00DB10A0">
              <w:rPr>
                <w:rFonts w:eastAsia="Times New Roman"/>
              </w:rPr>
              <w:t>0 баллов – менее 1%;</w:t>
            </w: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p w:rsidR="009D57A6" w:rsidRPr="00DB10A0" w:rsidRDefault="009D57A6">
            <w:pPr>
              <w:rPr>
                <w:rFonts w:eastAsia="Times New Roman"/>
              </w:rPr>
            </w:pPr>
          </w:p>
        </w:tc>
        <w:tc>
          <w:tcPr>
            <w:tcW w:w="1842" w:type="dxa"/>
          </w:tcPr>
          <w:p w:rsidR="009D57A6" w:rsidRPr="00DB10A0" w:rsidRDefault="009D57A6">
            <w:pPr>
              <w:rPr>
                <w:rFonts w:eastAsia="Times New Roman"/>
              </w:rPr>
            </w:pPr>
            <w:r w:rsidRPr="00DB10A0">
              <w:rPr>
                <w:rFonts w:eastAsia="Times New Roman"/>
              </w:rPr>
              <w:t>Взрослое население – от 18 лет и старше</w:t>
            </w:r>
          </w:p>
        </w:tc>
      </w:tr>
      <w:tr w:rsidR="009D57A6" w:rsidTr="00DB10A0">
        <w:tc>
          <w:tcPr>
            <w:tcW w:w="959" w:type="dxa"/>
          </w:tcPr>
          <w:p w:rsidR="009D57A6" w:rsidRPr="00DB10A0" w:rsidRDefault="009D57A6" w:rsidP="00EE5E43">
            <w:pPr>
              <w:ind w:left="360"/>
              <w:contextualSpacing/>
              <w:jc w:val="both"/>
            </w:pPr>
            <w:r w:rsidRPr="00DB10A0">
              <w:t>18</w:t>
            </w:r>
          </w:p>
        </w:tc>
        <w:tc>
          <w:tcPr>
            <w:tcW w:w="2114" w:type="dxa"/>
          </w:tcPr>
          <w:p w:rsidR="009D57A6" w:rsidRPr="00DB10A0" w:rsidRDefault="009D57A6" w:rsidP="00EE5E43">
            <w:pPr>
              <w:ind w:right="-108"/>
              <w:contextualSpacing/>
            </w:pPr>
            <w:r w:rsidRPr="00DB10A0">
              <w:t>Участие сборных команд поселения в официальных физкультурно-оздоровительных и спортивных мероприятиях муниципального района</w:t>
            </w:r>
          </w:p>
        </w:tc>
        <w:tc>
          <w:tcPr>
            <w:tcW w:w="1295" w:type="dxa"/>
          </w:tcPr>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p>
          <w:p w:rsidR="009D57A6" w:rsidRPr="00DB10A0" w:rsidRDefault="009D57A6" w:rsidP="00DB10A0">
            <w:pPr>
              <w:ind w:left="-108" w:right="-107"/>
              <w:contextualSpacing/>
              <w:jc w:val="center"/>
              <w:rPr>
                <w:rFonts w:eastAsia="Times New Roman"/>
              </w:rPr>
            </w:pPr>
            <w:r w:rsidRPr="00DB10A0">
              <w:rPr>
                <w:rFonts w:eastAsia="Times New Roman"/>
              </w:rPr>
              <w:t>%</w:t>
            </w:r>
          </w:p>
        </w:tc>
        <w:tc>
          <w:tcPr>
            <w:tcW w:w="6230" w:type="dxa"/>
          </w:tcPr>
          <w:p w:rsidR="009D57A6" w:rsidRPr="00DB10A0" w:rsidRDefault="009D57A6">
            <w:r w:rsidRPr="00DB10A0">
              <w:rPr>
                <w:b/>
                <w:u w:val="single"/>
              </w:rPr>
              <w:t>Источник информации</w:t>
            </w:r>
            <w:r w:rsidRPr="00DB10A0">
              <w:t>: органы местного самоуправления поселения</w:t>
            </w:r>
          </w:p>
          <w:p w:rsidR="009D57A6" w:rsidRPr="00DB10A0" w:rsidRDefault="009D57A6" w:rsidP="00EE5E43">
            <w:r w:rsidRPr="00DB10A0">
              <w:t>Показатель (У) определяется по количеству официальных физкультурно-оздоровительных и спортивных мероприятий района, в которых сборные команды поселения приняли участие.</w:t>
            </w:r>
          </w:p>
          <w:p w:rsidR="009D57A6" w:rsidRPr="00DB10A0" w:rsidRDefault="009D57A6">
            <w:pPr>
              <w:rPr>
                <w:b/>
                <w:u w:val="single"/>
              </w:rPr>
            </w:pPr>
            <w:r w:rsidRPr="00DB10A0">
              <w:rPr>
                <w:b/>
                <w:u w:val="single"/>
              </w:rPr>
              <w:t>Расчет показателя:</w:t>
            </w:r>
          </w:p>
          <w:p w:rsidR="009D57A6" w:rsidRPr="00DB10A0" w:rsidRDefault="009D57A6">
            <w:r w:rsidRPr="00DB10A0">
              <w:t>У= Кобщ/ Кпр*100, где:</w:t>
            </w:r>
          </w:p>
          <w:p w:rsidR="009D57A6" w:rsidRPr="00DB10A0" w:rsidRDefault="009D57A6">
            <w:r w:rsidRPr="00DB10A0">
              <w:t>К общ – общее количество  официальных физкультурно-оздоровительных и спортивных мероприятий района за отчетный  год;</w:t>
            </w:r>
          </w:p>
          <w:p w:rsidR="009D57A6" w:rsidRPr="00DB10A0" w:rsidRDefault="009D57A6" w:rsidP="00DB10A0">
            <w:r w:rsidRPr="00DB10A0">
              <w:t xml:space="preserve">К пр – количество физкультурно-оздоровительных и спортивных мероприятий района в которых поселение </w:t>
            </w:r>
            <w:r w:rsidRPr="00DB10A0">
              <w:lastRenderedPageBreak/>
              <w:t>приняло участие за отчетный год</w:t>
            </w:r>
          </w:p>
        </w:tc>
        <w:tc>
          <w:tcPr>
            <w:tcW w:w="2410" w:type="dxa"/>
          </w:tcPr>
          <w:p w:rsidR="009D57A6" w:rsidRPr="00DB10A0" w:rsidRDefault="009D57A6" w:rsidP="00EE5E43">
            <w:pPr>
              <w:rPr>
                <w:rFonts w:eastAsia="Times New Roman"/>
              </w:rPr>
            </w:pPr>
            <w:r w:rsidRPr="00DB10A0">
              <w:rPr>
                <w:rFonts w:eastAsia="Times New Roman"/>
              </w:rPr>
              <w:lastRenderedPageBreak/>
              <w:t>3 балла – 100% участия в мероприятиях;</w:t>
            </w:r>
          </w:p>
          <w:p w:rsidR="009D57A6" w:rsidRPr="00DB10A0" w:rsidRDefault="009D57A6">
            <w:pPr>
              <w:rPr>
                <w:rFonts w:eastAsia="Times New Roman"/>
              </w:rPr>
            </w:pPr>
            <w:r w:rsidRPr="00DB10A0">
              <w:rPr>
                <w:rFonts w:eastAsia="Times New Roman"/>
              </w:rPr>
              <w:t>2 балла –  более 50 % участия в мероприятиях;</w:t>
            </w:r>
          </w:p>
          <w:p w:rsidR="009D57A6" w:rsidRPr="00DB10A0" w:rsidRDefault="009D57A6">
            <w:pPr>
              <w:rPr>
                <w:rFonts w:eastAsia="Times New Roman"/>
              </w:rPr>
            </w:pPr>
            <w:r w:rsidRPr="00DB10A0">
              <w:rPr>
                <w:rFonts w:eastAsia="Times New Roman"/>
              </w:rPr>
              <w:t>1 балл – до 50% участия в мероприятиях;</w:t>
            </w:r>
          </w:p>
          <w:p w:rsidR="009D57A6" w:rsidRPr="00DB10A0" w:rsidRDefault="009D57A6">
            <w:pPr>
              <w:rPr>
                <w:rFonts w:eastAsia="Times New Roman"/>
              </w:rPr>
            </w:pPr>
            <w:r w:rsidRPr="00DB10A0">
              <w:rPr>
                <w:rFonts w:eastAsia="Times New Roman"/>
              </w:rPr>
              <w:t xml:space="preserve"> 0 баллов – не принимали участие в мероприятиях.</w:t>
            </w:r>
          </w:p>
          <w:p w:rsidR="009D57A6" w:rsidRPr="00DB10A0" w:rsidRDefault="009D57A6">
            <w:pPr>
              <w:rPr>
                <w:rFonts w:eastAsia="Times New Roman"/>
              </w:rPr>
            </w:pPr>
          </w:p>
        </w:tc>
        <w:tc>
          <w:tcPr>
            <w:tcW w:w="1842" w:type="dxa"/>
          </w:tcPr>
          <w:p w:rsidR="009D57A6" w:rsidRPr="00DB10A0" w:rsidRDefault="009D57A6" w:rsidP="00DB10A0">
            <w:pPr>
              <w:rPr>
                <w:rFonts w:eastAsia="Times New Roman"/>
              </w:rPr>
            </w:pPr>
            <w:r w:rsidRPr="00DB10A0">
              <w:rPr>
                <w:rFonts w:eastAsia="Times New Roman"/>
              </w:rPr>
              <w:t xml:space="preserve">Мероприятие является учтённым, если в организации  участия команды или представителей сельского поселения принимали участие главы или работники сельских </w:t>
            </w:r>
            <w:r w:rsidRPr="00DB10A0">
              <w:rPr>
                <w:rFonts w:eastAsia="Times New Roman"/>
              </w:rPr>
              <w:lastRenderedPageBreak/>
              <w:t>администраций</w:t>
            </w:r>
          </w:p>
        </w:tc>
      </w:tr>
      <w:tr w:rsidR="009D57A6" w:rsidTr="00DB10A0">
        <w:tc>
          <w:tcPr>
            <w:tcW w:w="959" w:type="dxa"/>
          </w:tcPr>
          <w:p w:rsidR="009D57A6" w:rsidRPr="00DC0239" w:rsidRDefault="009D57A6" w:rsidP="006518BC">
            <w:pPr>
              <w:ind w:left="360"/>
              <w:contextualSpacing/>
              <w:jc w:val="center"/>
            </w:pPr>
            <w:r w:rsidRPr="00DC0239">
              <w:lastRenderedPageBreak/>
              <w:t>1</w:t>
            </w:r>
          </w:p>
        </w:tc>
        <w:tc>
          <w:tcPr>
            <w:tcW w:w="2114" w:type="dxa"/>
          </w:tcPr>
          <w:p w:rsidR="009D57A6" w:rsidRPr="00DC0239" w:rsidRDefault="009D57A6" w:rsidP="006518BC">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6518BC">
            <w:pPr>
              <w:jc w:val="center"/>
            </w:pPr>
            <w:r w:rsidRPr="00DC0239">
              <w:t>4</w:t>
            </w:r>
          </w:p>
        </w:tc>
        <w:tc>
          <w:tcPr>
            <w:tcW w:w="2410" w:type="dxa"/>
          </w:tcPr>
          <w:p w:rsidR="009D57A6" w:rsidRPr="00DC0239" w:rsidRDefault="009D57A6" w:rsidP="006518BC">
            <w:pPr>
              <w:jc w:val="center"/>
              <w:rPr>
                <w:rFonts w:eastAsia="Times New Roman"/>
              </w:rPr>
            </w:pPr>
            <w:r w:rsidRPr="00DC0239">
              <w:rPr>
                <w:rFonts w:eastAsia="Times New Roman"/>
              </w:rPr>
              <w:t>5</w:t>
            </w:r>
          </w:p>
        </w:tc>
        <w:tc>
          <w:tcPr>
            <w:tcW w:w="1842" w:type="dxa"/>
          </w:tcPr>
          <w:p w:rsidR="009D57A6" w:rsidRPr="00DC0239" w:rsidRDefault="009D57A6" w:rsidP="006518BC">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rsidP="00EE5E43">
            <w:pPr>
              <w:ind w:left="360"/>
              <w:contextualSpacing/>
              <w:jc w:val="both"/>
            </w:pPr>
            <w:r>
              <w:t>19</w:t>
            </w:r>
          </w:p>
        </w:tc>
        <w:tc>
          <w:tcPr>
            <w:tcW w:w="2114" w:type="dxa"/>
          </w:tcPr>
          <w:p w:rsidR="009D57A6" w:rsidRPr="00EE5E43" w:rsidRDefault="009D57A6" w:rsidP="00EE5E43">
            <w:pPr>
              <w:ind w:right="-108"/>
              <w:contextualSpacing/>
            </w:pPr>
            <w:r>
              <w:t>Выявление раннего семейного неблагополучия, обеспечение взаимодействия администрации сельского поселения с органами системы профилактики</w:t>
            </w: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Да/нет</w:t>
            </w:r>
          </w:p>
        </w:tc>
        <w:tc>
          <w:tcPr>
            <w:tcW w:w="6230" w:type="dxa"/>
          </w:tcPr>
          <w:p w:rsidR="009D57A6" w:rsidRPr="00F61DB2" w:rsidRDefault="009D57A6">
            <w:r w:rsidRPr="00F61DB2">
              <w:rPr>
                <w:b/>
                <w:u w:val="single"/>
              </w:rPr>
              <w:t>Источник информации:</w:t>
            </w:r>
            <w:r w:rsidRPr="00F61DB2">
              <w:t xml:space="preserve"> органы местного самоуправления поселения.</w:t>
            </w:r>
          </w:p>
          <w:p w:rsidR="009D57A6" w:rsidRPr="00F61DB2" w:rsidRDefault="009D57A6">
            <w:pPr>
              <w:rPr>
                <w:b/>
                <w:u w:val="single"/>
              </w:rPr>
            </w:pPr>
            <w:r w:rsidRPr="00F61DB2">
              <w:rPr>
                <w:b/>
                <w:u w:val="single"/>
              </w:rPr>
              <w:t>Расчет показателя:</w:t>
            </w:r>
          </w:p>
          <w:p w:rsidR="009D57A6" w:rsidRPr="00F61DB2" w:rsidRDefault="009D57A6">
            <w:r w:rsidRPr="00F61DB2">
              <w:t>Показатель определяется как количество выявленных случаев семейного неблагополучия администрациями сельских поселений, проведение профилактической работы с неблагополучными семьями.</w:t>
            </w:r>
          </w:p>
        </w:tc>
        <w:tc>
          <w:tcPr>
            <w:tcW w:w="2410" w:type="dxa"/>
          </w:tcPr>
          <w:p w:rsidR="009D57A6" w:rsidRPr="00F61DB2" w:rsidRDefault="009D57A6">
            <w:pPr>
              <w:rPr>
                <w:rFonts w:eastAsia="Times New Roman"/>
              </w:rPr>
            </w:pPr>
            <w:r w:rsidRPr="00F61DB2">
              <w:rPr>
                <w:rFonts w:eastAsia="Times New Roman"/>
              </w:rPr>
              <w:t>3 балла-да</w:t>
            </w:r>
          </w:p>
          <w:p w:rsidR="009D57A6" w:rsidRPr="00F61DB2" w:rsidRDefault="009D57A6">
            <w:pPr>
              <w:rPr>
                <w:rFonts w:eastAsia="Times New Roman"/>
              </w:rPr>
            </w:pPr>
            <w:r w:rsidRPr="00F61DB2">
              <w:rPr>
                <w:rFonts w:eastAsia="Times New Roman"/>
              </w:rPr>
              <w:t>0 баллов- нет</w:t>
            </w:r>
          </w:p>
          <w:p w:rsidR="009D57A6" w:rsidRPr="00F61DB2" w:rsidRDefault="009D57A6">
            <w:pPr>
              <w:rPr>
                <w:rFonts w:eastAsia="Times New Roman"/>
              </w:rPr>
            </w:pPr>
          </w:p>
          <w:p w:rsidR="009D57A6" w:rsidRPr="00F61DB2" w:rsidRDefault="009D57A6">
            <w:pPr>
              <w:rPr>
                <w:rFonts w:eastAsia="Times New Roman"/>
              </w:rPr>
            </w:pPr>
          </w:p>
          <w:p w:rsidR="009D57A6" w:rsidRPr="00F61DB2" w:rsidRDefault="009D57A6">
            <w:pPr>
              <w:rPr>
                <w:rFonts w:eastAsia="Times New Roman"/>
              </w:rPr>
            </w:pPr>
          </w:p>
          <w:p w:rsidR="009D57A6" w:rsidRPr="00F61DB2" w:rsidRDefault="009D57A6">
            <w:pPr>
              <w:rPr>
                <w:rFonts w:eastAsia="Times New Roman"/>
              </w:rPr>
            </w:pPr>
          </w:p>
          <w:p w:rsidR="009D57A6" w:rsidRPr="00F61DB2" w:rsidRDefault="009D57A6">
            <w:pPr>
              <w:rPr>
                <w:rFonts w:eastAsia="Times New Roman"/>
              </w:rPr>
            </w:pPr>
          </w:p>
          <w:p w:rsidR="009D57A6" w:rsidRPr="00F61DB2" w:rsidRDefault="009D57A6">
            <w:pPr>
              <w:rPr>
                <w:rFonts w:eastAsia="Times New Roman"/>
              </w:rPr>
            </w:pPr>
          </w:p>
          <w:p w:rsidR="009D57A6" w:rsidRPr="00F61DB2" w:rsidRDefault="009D57A6">
            <w:pPr>
              <w:rPr>
                <w:rFonts w:eastAsia="Times New Roman"/>
              </w:rPr>
            </w:pPr>
          </w:p>
        </w:tc>
        <w:tc>
          <w:tcPr>
            <w:tcW w:w="1842" w:type="dxa"/>
          </w:tcPr>
          <w:p w:rsidR="009D57A6" w:rsidRPr="00EE5E43" w:rsidRDefault="009D57A6">
            <w:pPr>
              <w:rPr>
                <w:rFonts w:eastAsia="Times New Roman"/>
                <w:b/>
              </w:rPr>
            </w:pPr>
          </w:p>
        </w:tc>
      </w:tr>
      <w:tr w:rsidR="009D57A6" w:rsidTr="00DB10A0">
        <w:tc>
          <w:tcPr>
            <w:tcW w:w="959" w:type="dxa"/>
          </w:tcPr>
          <w:p w:rsidR="009D57A6" w:rsidRPr="00EE5E43" w:rsidRDefault="009D57A6" w:rsidP="00EE5E43">
            <w:pPr>
              <w:ind w:left="360"/>
              <w:contextualSpacing/>
              <w:jc w:val="both"/>
            </w:pPr>
            <w:r w:rsidRPr="00EE5E43">
              <w:t>20</w:t>
            </w:r>
          </w:p>
        </w:tc>
        <w:tc>
          <w:tcPr>
            <w:tcW w:w="2114" w:type="dxa"/>
          </w:tcPr>
          <w:p w:rsidR="009D57A6" w:rsidRPr="00EE5E43" w:rsidRDefault="009D57A6" w:rsidP="00EE5E43">
            <w:pPr>
              <w:ind w:right="-108"/>
              <w:contextualSpacing/>
            </w:pPr>
            <w:r>
              <w:t>Количество публикаций в АИС «Единое информационное пространство в сфере культуры»</w:t>
            </w: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единиц</w:t>
            </w:r>
          </w:p>
        </w:tc>
        <w:tc>
          <w:tcPr>
            <w:tcW w:w="6230" w:type="dxa"/>
          </w:tcPr>
          <w:p w:rsidR="009D57A6" w:rsidRPr="00F61DB2" w:rsidRDefault="009D57A6">
            <w:r w:rsidRPr="00F61DB2">
              <w:rPr>
                <w:b/>
                <w:u w:val="single"/>
              </w:rPr>
              <w:t>Источник информации</w:t>
            </w:r>
            <w:r w:rsidRPr="00F61DB2">
              <w:t>: статистический отчет АИС «ЕИПСК»</w:t>
            </w:r>
          </w:p>
          <w:p w:rsidR="009D57A6" w:rsidRPr="00F61DB2" w:rsidRDefault="009D57A6">
            <w:r w:rsidRPr="00F61DB2">
              <w:rPr>
                <w:b/>
                <w:u w:val="single"/>
              </w:rPr>
              <w:t>Расчет показателя</w:t>
            </w:r>
            <w:r w:rsidRPr="00F61DB2">
              <w:t>:</w:t>
            </w:r>
          </w:p>
          <w:p w:rsidR="009D57A6" w:rsidRPr="00F61DB2" w:rsidRDefault="009D57A6">
            <w:r w:rsidRPr="00F61DB2">
              <w:t>Показатель определяется как общее количество публикаций (события и обзоры) в АИС «ЕИПСК» по одному МКУ за период с 01 января по 31 декабря.</w:t>
            </w:r>
          </w:p>
        </w:tc>
        <w:tc>
          <w:tcPr>
            <w:tcW w:w="2410" w:type="dxa"/>
          </w:tcPr>
          <w:p w:rsidR="009D57A6" w:rsidRPr="00F61DB2" w:rsidRDefault="009D57A6">
            <w:pPr>
              <w:rPr>
                <w:rFonts w:eastAsia="Times New Roman"/>
              </w:rPr>
            </w:pPr>
            <w:r w:rsidRPr="00F61DB2">
              <w:rPr>
                <w:rFonts w:eastAsia="Times New Roman"/>
              </w:rPr>
              <w:t>3 балла - 60 и  более публикаций;</w:t>
            </w:r>
          </w:p>
          <w:p w:rsidR="009D57A6" w:rsidRPr="00F61DB2" w:rsidRDefault="009D57A6">
            <w:pPr>
              <w:rPr>
                <w:rFonts w:eastAsia="Times New Roman"/>
              </w:rPr>
            </w:pPr>
            <w:r w:rsidRPr="00F61DB2">
              <w:rPr>
                <w:rFonts w:eastAsia="Times New Roman"/>
              </w:rPr>
              <w:t>2 балла -36-59 публикаций;</w:t>
            </w:r>
          </w:p>
          <w:p w:rsidR="009D57A6" w:rsidRPr="00F61DB2" w:rsidRDefault="009D57A6">
            <w:pPr>
              <w:rPr>
                <w:rFonts w:eastAsia="Times New Roman"/>
              </w:rPr>
            </w:pPr>
            <w:r w:rsidRPr="00F61DB2">
              <w:rPr>
                <w:rFonts w:eastAsia="Times New Roman"/>
              </w:rPr>
              <w:t>1 балл -24-35 публикаций;</w:t>
            </w:r>
          </w:p>
          <w:p w:rsidR="009D57A6" w:rsidRDefault="009D57A6">
            <w:pPr>
              <w:rPr>
                <w:rFonts w:eastAsia="Times New Roman"/>
              </w:rPr>
            </w:pPr>
            <w:r w:rsidRPr="00F61DB2">
              <w:rPr>
                <w:rFonts w:eastAsia="Times New Roman"/>
              </w:rPr>
              <w:t>0 баллов – менее 24 публикаций.</w:t>
            </w:r>
          </w:p>
          <w:p w:rsidR="009D57A6" w:rsidRPr="00F61DB2" w:rsidRDefault="009D57A6">
            <w:pPr>
              <w:rPr>
                <w:rFonts w:eastAsia="Times New Roman"/>
              </w:rPr>
            </w:pPr>
          </w:p>
        </w:tc>
        <w:tc>
          <w:tcPr>
            <w:tcW w:w="1842" w:type="dxa"/>
          </w:tcPr>
          <w:p w:rsidR="009D57A6" w:rsidRPr="00EE5E43" w:rsidRDefault="009D57A6">
            <w:pPr>
              <w:rPr>
                <w:rFonts w:eastAsia="Times New Roman"/>
                <w:b/>
              </w:rPr>
            </w:pPr>
          </w:p>
          <w:p w:rsidR="009D57A6" w:rsidRPr="00EE5E43" w:rsidRDefault="009D57A6">
            <w:pPr>
              <w:rPr>
                <w:rFonts w:eastAsia="Times New Roman"/>
                <w:b/>
              </w:rPr>
            </w:pPr>
          </w:p>
        </w:tc>
      </w:tr>
      <w:tr w:rsidR="009D57A6" w:rsidTr="00DB10A0">
        <w:tc>
          <w:tcPr>
            <w:tcW w:w="959" w:type="dxa"/>
          </w:tcPr>
          <w:p w:rsidR="009D57A6" w:rsidRPr="00EE5E43" w:rsidRDefault="009D57A6" w:rsidP="00EE5E43">
            <w:pPr>
              <w:ind w:left="360"/>
              <w:contextualSpacing/>
              <w:jc w:val="both"/>
            </w:pPr>
            <w:r w:rsidRPr="00EE5E43">
              <w:t>21</w:t>
            </w:r>
          </w:p>
        </w:tc>
        <w:tc>
          <w:tcPr>
            <w:tcW w:w="2114" w:type="dxa"/>
          </w:tcPr>
          <w:p w:rsidR="009D57A6" w:rsidRPr="00EE5E43" w:rsidRDefault="009D57A6" w:rsidP="00EE5E43">
            <w:pPr>
              <w:ind w:right="-108"/>
              <w:contextualSpacing/>
            </w:pPr>
            <w:r>
              <w:t xml:space="preserve">Участие  творческих коллективов в конкурсах и фестивалях (муниципальных, областных, всероссийских) </w:t>
            </w:r>
          </w:p>
        </w:tc>
        <w:tc>
          <w:tcPr>
            <w:tcW w:w="1295" w:type="dxa"/>
          </w:tcPr>
          <w:p w:rsidR="009D57A6"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Pr="00EE5E43"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единиц</w:t>
            </w:r>
          </w:p>
        </w:tc>
        <w:tc>
          <w:tcPr>
            <w:tcW w:w="6230" w:type="dxa"/>
          </w:tcPr>
          <w:p w:rsidR="009D57A6" w:rsidRPr="00F61DB2" w:rsidRDefault="009D57A6">
            <w:r w:rsidRPr="00F61DB2">
              <w:t>Источник информации: органы местного самоуправления поселения</w:t>
            </w:r>
          </w:p>
          <w:p w:rsidR="009D57A6" w:rsidRPr="00F61DB2" w:rsidRDefault="009D57A6">
            <w:r w:rsidRPr="00F61DB2">
              <w:t>Расчет показателя:</w:t>
            </w:r>
          </w:p>
          <w:p w:rsidR="009D57A6" w:rsidRPr="00F61DB2" w:rsidRDefault="009D57A6" w:rsidP="00EE5E43">
            <w:r w:rsidRPr="00F61DB2">
              <w:t>Показатель определяется по количеству районных, областных, всероссийских  мероприятий, в которых творческие коллективы поселений приняли участие.</w:t>
            </w:r>
          </w:p>
          <w:p w:rsidR="009D57A6" w:rsidRPr="00F61DB2" w:rsidRDefault="009D57A6"/>
        </w:tc>
        <w:tc>
          <w:tcPr>
            <w:tcW w:w="2410" w:type="dxa"/>
          </w:tcPr>
          <w:p w:rsidR="009D57A6" w:rsidRPr="00F61DB2" w:rsidRDefault="009D57A6">
            <w:pPr>
              <w:rPr>
                <w:rFonts w:eastAsia="Times New Roman"/>
              </w:rPr>
            </w:pPr>
            <w:r w:rsidRPr="00F61DB2">
              <w:rPr>
                <w:rFonts w:eastAsia="Times New Roman"/>
              </w:rPr>
              <w:t>3 балла – участвовало  в 7 и более мероприятиях;</w:t>
            </w:r>
          </w:p>
          <w:p w:rsidR="009D57A6" w:rsidRPr="00F61DB2" w:rsidRDefault="009D57A6">
            <w:pPr>
              <w:rPr>
                <w:rFonts w:eastAsia="Times New Roman"/>
              </w:rPr>
            </w:pPr>
            <w:r w:rsidRPr="00F61DB2">
              <w:rPr>
                <w:rFonts w:eastAsia="Times New Roman"/>
              </w:rPr>
              <w:t>2 балла- приняло участие от 4 до 6 мероприятий;</w:t>
            </w:r>
          </w:p>
          <w:p w:rsidR="009D57A6" w:rsidRPr="00F61DB2" w:rsidRDefault="009D57A6">
            <w:pPr>
              <w:rPr>
                <w:rFonts w:eastAsia="Times New Roman"/>
              </w:rPr>
            </w:pPr>
            <w:r w:rsidRPr="00F61DB2">
              <w:rPr>
                <w:rFonts w:eastAsia="Times New Roman"/>
              </w:rPr>
              <w:t>1 балл – приняло участие от 1 до 3 мероприятий;</w:t>
            </w:r>
          </w:p>
          <w:p w:rsidR="009D57A6" w:rsidRDefault="009D57A6">
            <w:pPr>
              <w:rPr>
                <w:rFonts w:eastAsia="Times New Roman"/>
              </w:rPr>
            </w:pPr>
            <w:r w:rsidRPr="00F61DB2">
              <w:rPr>
                <w:rFonts w:eastAsia="Times New Roman"/>
              </w:rPr>
              <w:t>0 баллов – не участвовало</w:t>
            </w:r>
          </w:p>
          <w:p w:rsidR="009D57A6" w:rsidRDefault="009D57A6">
            <w:pPr>
              <w:rPr>
                <w:rFonts w:eastAsia="Times New Roman"/>
              </w:rPr>
            </w:pPr>
          </w:p>
          <w:p w:rsidR="009D57A6" w:rsidRDefault="009D57A6">
            <w:pPr>
              <w:rPr>
                <w:rFonts w:eastAsia="Times New Roman"/>
              </w:rPr>
            </w:pPr>
          </w:p>
          <w:p w:rsidR="009D57A6" w:rsidRPr="00F61DB2" w:rsidRDefault="009D57A6">
            <w:pPr>
              <w:rPr>
                <w:rFonts w:eastAsia="Times New Roman"/>
              </w:rPr>
            </w:pPr>
          </w:p>
        </w:tc>
        <w:tc>
          <w:tcPr>
            <w:tcW w:w="1842" w:type="dxa"/>
          </w:tcPr>
          <w:p w:rsidR="009D57A6" w:rsidRPr="00DC0239" w:rsidRDefault="009D57A6" w:rsidP="006518BC">
            <w:pPr>
              <w:ind w:left="360"/>
              <w:contextualSpacing/>
              <w:jc w:val="center"/>
            </w:pPr>
            <w:r w:rsidRPr="00DC0239">
              <w:lastRenderedPageBreak/>
              <w:t>1</w:t>
            </w:r>
          </w:p>
        </w:tc>
      </w:tr>
      <w:tr w:rsidR="009D57A6" w:rsidTr="00DB10A0">
        <w:tc>
          <w:tcPr>
            <w:tcW w:w="959" w:type="dxa"/>
          </w:tcPr>
          <w:p w:rsidR="009D57A6" w:rsidRPr="00DC0239" w:rsidRDefault="009D57A6" w:rsidP="006518BC">
            <w:pPr>
              <w:ind w:left="360"/>
              <w:contextualSpacing/>
              <w:jc w:val="center"/>
            </w:pPr>
            <w:r w:rsidRPr="00DC0239">
              <w:t>1</w:t>
            </w:r>
          </w:p>
        </w:tc>
        <w:tc>
          <w:tcPr>
            <w:tcW w:w="2114" w:type="dxa"/>
          </w:tcPr>
          <w:p w:rsidR="009D57A6" w:rsidRPr="00DC0239" w:rsidRDefault="009D57A6" w:rsidP="006518BC">
            <w:pPr>
              <w:ind w:right="-108"/>
              <w:contextualSpacing/>
              <w:jc w:val="center"/>
            </w:pPr>
            <w:r w:rsidRPr="00DC0239">
              <w:t>2</w:t>
            </w:r>
          </w:p>
        </w:tc>
        <w:tc>
          <w:tcPr>
            <w:tcW w:w="1295" w:type="dxa"/>
          </w:tcPr>
          <w:p w:rsidR="009D57A6" w:rsidRPr="00DC0239" w:rsidRDefault="009D57A6" w:rsidP="00DB10A0">
            <w:pPr>
              <w:ind w:left="-108" w:right="-107"/>
              <w:contextualSpacing/>
              <w:jc w:val="center"/>
              <w:rPr>
                <w:rFonts w:eastAsia="Times New Roman"/>
              </w:rPr>
            </w:pPr>
            <w:r w:rsidRPr="00DC0239">
              <w:rPr>
                <w:rFonts w:eastAsia="Times New Roman"/>
              </w:rPr>
              <w:t>3</w:t>
            </w:r>
          </w:p>
        </w:tc>
        <w:tc>
          <w:tcPr>
            <w:tcW w:w="6230" w:type="dxa"/>
          </w:tcPr>
          <w:p w:rsidR="009D57A6" w:rsidRPr="00DC0239" w:rsidRDefault="009D57A6" w:rsidP="006518BC">
            <w:pPr>
              <w:jc w:val="center"/>
            </w:pPr>
            <w:r w:rsidRPr="00DC0239">
              <w:t>4</w:t>
            </w:r>
          </w:p>
        </w:tc>
        <w:tc>
          <w:tcPr>
            <w:tcW w:w="2410" w:type="dxa"/>
          </w:tcPr>
          <w:p w:rsidR="009D57A6" w:rsidRPr="00DC0239" w:rsidRDefault="009D57A6" w:rsidP="006518BC">
            <w:pPr>
              <w:jc w:val="center"/>
              <w:rPr>
                <w:rFonts w:eastAsia="Times New Roman"/>
              </w:rPr>
            </w:pPr>
            <w:r w:rsidRPr="00DC0239">
              <w:rPr>
                <w:rFonts w:eastAsia="Times New Roman"/>
              </w:rPr>
              <w:t>5</w:t>
            </w:r>
          </w:p>
        </w:tc>
        <w:tc>
          <w:tcPr>
            <w:tcW w:w="1842" w:type="dxa"/>
          </w:tcPr>
          <w:p w:rsidR="009D57A6" w:rsidRPr="00DC0239" w:rsidRDefault="009D57A6" w:rsidP="006518BC">
            <w:pPr>
              <w:jc w:val="center"/>
              <w:rPr>
                <w:rFonts w:eastAsia="Times New Roman"/>
              </w:rPr>
            </w:pPr>
            <w:r w:rsidRPr="00DC0239">
              <w:rPr>
                <w:rFonts w:eastAsia="Times New Roman"/>
              </w:rPr>
              <w:t>6</w:t>
            </w:r>
          </w:p>
        </w:tc>
      </w:tr>
      <w:tr w:rsidR="009D57A6" w:rsidTr="00DB10A0">
        <w:tc>
          <w:tcPr>
            <w:tcW w:w="959" w:type="dxa"/>
          </w:tcPr>
          <w:p w:rsidR="009D57A6" w:rsidRPr="00EE5E43" w:rsidRDefault="009D57A6" w:rsidP="00EE5E43">
            <w:pPr>
              <w:ind w:left="360"/>
              <w:contextualSpacing/>
              <w:jc w:val="both"/>
            </w:pPr>
            <w:r>
              <w:t>22</w:t>
            </w:r>
          </w:p>
        </w:tc>
        <w:tc>
          <w:tcPr>
            <w:tcW w:w="2114" w:type="dxa"/>
          </w:tcPr>
          <w:p w:rsidR="009D57A6" w:rsidRPr="00EE5E43" w:rsidRDefault="009D57A6" w:rsidP="00EE5E43">
            <w:pPr>
              <w:ind w:right="-108"/>
              <w:contextualSpacing/>
            </w:pPr>
            <w:r>
              <w:t>Охват населения услугой по сбору и вывозу твердых коммунальных отходов</w:t>
            </w:r>
          </w:p>
          <w:p w:rsidR="009D57A6" w:rsidRDefault="009D57A6" w:rsidP="00EE5E43">
            <w:pPr>
              <w:ind w:right="-108"/>
              <w:contextualSpacing/>
            </w:pPr>
          </w:p>
          <w:p w:rsidR="009D57A6" w:rsidRPr="00EE5E43" w:rsidRDefault="009D57A6" w:rsidP="00EE5E43">
            <w:pPr>
              <w:ind w:right="-108"/>
              <w:contextualSpacing/>
            </w:pPr>
          </w:p>
        </w:tc>
        <w:tc>
          <w:tcPr>
            <w:tcW w:w="1295" w:type="dxa"/>
          </w:tcPr>
          <w:p w:rsidR="009D57A6" w:rsidRDefault="009D57A6" w:rsidP="00DB10A0">
            <w:pPr>
              <w:ind w:left="-108" w:right="-107"/>
              <w:contextualSpacing/>
              <w:jc w:val="center"/>
              <w:rPr>
                <w:rFonts w:eastAsia="Times New Roman"/>
              </w:rPr>
            </w:pPr>
          </w:p>
          <w:p w:rsidR="009D57A6" w:rsidRDefault="009D57A6" w:rsidP="00DB10A0">
            <w:pPr>
              <w:ind w:left="-108" w:right="-107"/>
              <w:contextualSpacing/>
              <w:jc w:val="center"/>
              <w:rPr>
                <w:rFonts w:eastAsia="Times New Roman"/>
              </w:rPr>
            </w:pPr>
            <w:r w:rsidRPr="00EE5E43">
              <w:rPr>
                <w:rFonts w:eastAsia="Times New Roman"/>
              </w:rPr>
              <w:t>%</w:t>
            </w:r>
          </w:p>
        </w:tc>
        <w:tc>
          <w:tcPr>
            <w:tcW w:w="6230" w:type="dxa"/>
          </w:tcPr>
          <w:p w:rsidR="009D57A6" w:rsidRPr="00F61DB2" w:rsidRDefault="009D57A6">
            <w:r w:rsidRPr="00F61DB2">
              <w:t>Источник информации: органы местного самоуправления.</w:t>
            </w:r>
          </w:p>
          <w:p w:rsidR="009D57A6" w:rsidRPr="00F61DB2" w:rsidRDefault="009D57A6">
            <w:r w:rsidRPr="00F61DB2">
              <w:t>Расчет показателя:</w:t>
            </w:r>
          </w:p>
          <w:p w:rsidR="009D57A6" w:rsidRPr="00F61DB2" w:rsidRDefault="009D57A6">
            <w:r w:rsidRPr="00F61DB2">
              <w:t>О = Дз/ Чж*100, где:</w:t>
            </w:r>
          </w:p>
          <w:p w:rsidR="009D57A6" w:rsidRPr="00F61DB2" w:rsidRDefault="009D57A6">
            <w:r w:rsidRPr="00F61DB2">
              <w:t>О – охват населения услугой по сбору и вывозу твердых коммунальных отходов;</w:t>
            </w:r>
          </w:p>
          <w:p w:rsidR="009D57A6" w:rsidRPr="00F61DB2" w:rsidRDefault="009D57A6">
            <w:r w:rsidRPr="00F61DB2">
              <w:t>Дз– фактическое число договоров, заключенных с собственниками жилых домовладений на вывоз твердых коммунальных отходов;</w:t>
            </w:r>
          </w:p>
          <w:p w:rsidR="009D57A6" w:rsidRPr="00F61DB2" w:rsidRDefault="009D57A6">
            <w:r w:rsidRPr="00F61DB2">
              <w:t>Чж –число жилых домовладений на территории поселения, с фактическим проживанием.</w:t>
            </w:r>
          </w:p>
        </w:tc>
        <w:tc>
          <w:tcPr>
            <w:tcW w:w="2410" w:type="dxa"/>
          </w:tcPr>
          <w:p w:rsidR="009D57A6" w:rsidRPr="00F61DB2" w:rsidRDefault="009D57A6">
            <w:pPr>
              <w:rPr>
                <w:rFonts w:eastAsia="Times New Roman"/>
              </w:rPr>
            </w:pPr>
            <w:r w:rsidRPr="00F61DB2">
              <w:rPr>
                <w:rFonts w:eastAsia="Times New Roman"/>
              </w:rPr>
              <w:t>3 балла- свыше 75%</w:t>
            </w:r>
          </w:p>
          <w:p w:rsidR="009D57A6" w:rsidRPr="00F61DB2" w:rsidRDefault="009D57A6">
            <w:pPr>
              <w:rPr>
                <w:rFonts w:eastAsia="Times New Roman"/>
              </w:rPr>
            </w:pPr>
            <w:r w:rsidRPr="00F61DB2">
              <w:rPr>
                <w:rFonts w:eastAsia="Times New Roman"/>
              </w:rPr>
              <w:t>2 балла-от 75% до 50%</w:t>
            </w:r>
          </w:p>
          <w:p w:rsidR="009D57A6" w:rsidRPr="00F61DB2" w:rsidRDefault="009D57A6">
            <w:pPr>
              <w:rPr>
                <w:rFonts w:eastAsia="Times New Roman"/>
              </w:rPr>
            </w:pPr>
            <w:r w:rsidRPr="00F61DB2">
              <w:rPr>
                <w:rFonts w:eastAsia="Times New Roman"/>
              </w:rPr>
              <w:t>1 балл-от 50% до 25%</w:t>
            </w:r>
          </w:p>
          <w:p w:rsidR="009D57A6" w:rsidRPr="00F61DB2" w:rsidRDefault="009D57A6">
            <w:pPr>
              <w:rPr>
                <w:rFonts w:eastAsia="Times New Roman"/>
              </w:rPr>
            </w:pPr>
            <w:r w:rsidRPr="00F61DB2">
              <w:rPr>
                <w:rFonts w:eastAsia="Times New Roman"/>
              </w:rPr>
              <w:t>0 баллов - менее 25%</w:t>
            </w:r>
          </w:p>
        </w:tc>
        <w:tc>
          <w:tcPr>
            <w:tcW w:w="1842" w:type="dxa"/>
          </w:tcPr>
          <w:p w:rsidR="009D57A6" w:rsidRDefault="009D57A6">
            <w:pPr>
              <w:rPr>
                <w:rFonts w:eastAsia="Times New Roman"/>
                <w:b/>
              </w:rPr>
            </w:pPr>
          </w:p>
        </w:tc>
      </w:tr>
    </w:tbl>
    <w:p w:rsidR="009D57A6" w:rsidRDefault="009D57A6" w:rsidP="008A2175">
      <w:pPr>
        <w:jc w:val="right"/>
        <w:rPr>
          <w:sz w:val="28"/>
          <w:szCs w:val="28"/>
        </w:rPr>
      </w:pPr>
    </w:p>
    <w:sectPr w:rsidR="009D57A6" w:rsidSect="002B4536">
      <w:type w:val="nextColumn"/>
      <w:pgSz w:w="16838" w:h="11906" w:orient="landscape"/>
      <w:pgMar w:top="851" w:right="851"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821" w:rsidRDefault="007F3821" w:rsidP="005F2E5E">
      <w:r>
        <w:separator/>
      </w:r>
    </w:p>
  </w:endnote>
  <w:endnote w:type="continuationSeparator" w:id="0">
    <w:p w:rsidR="007F3821" w:rsidRDefault="007F382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
    <w:altName w:val="§­§°§®§Ц"/>
    <w:panose1 w:val="00000000000000000000"/>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7A6" w:rsidRDefault="009D57A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7A6" w:rsidRDefault="009D57A6">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7A6" w:rsidRDefault="009D57A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821" w:rsidRDefault="007F3821" w:rsidP="005F2E5E">
      <w:r>
        <w:separator/>
      </w:r>
    </w:p>
  </w:footnote>
  <w:footnote w:type="continuationSeparator" w:id="0">
    <w:p w:rsidR="007F3821" w:rsidRDefault="007F382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7A6" w:rsidRDefault="009D57A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7A6" w:rsidRDefault="009D57A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7A6" w:rsidRDefault="009D57A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D744652"/>
    <w:multiLevelType w:val="hybridMultilevel"/>
    <w:tmpl w:val="CDDAC274"/>
    <w:lvl w:ilvl="0" w:tplc="565C59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7"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9"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1"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ECD2FC0"/>
    <w:multiLevelType w:val="hybridMultilevel"/>
    <w:tmpl w:val="C5D4E58E"/>
    <w:lvl w:ilvl="0" w:tplc="6EDA04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5"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7"/>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6"/>
  </w:num>
  <w:num w:numId="26">
    <w:abstractNumId w:val="3"/>
  </w:num>
  <w:num w:numId="27">
    <w:abstractNumId w:val="23"/>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9"/>
  </w:num>
  <w:num w:numId="32">
    <w:abstractNumId w:val="2"/>
  </w:num>
  <w:num w:numId="33">
    <w:abstractNumId w:val="19"/>
  </w:num>
  <w:num w:numId="34">
    <w:abstractNumId w:val="32"/>
  </w:num>
  <w:num w:numId="35">
    <w:abstractNumId w:val="24"/>
  </w:num>
  <w:num w:numId="36">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1B72"/>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0E48"/>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3117"/>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4F3F"/>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97260"/>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5AA"/>
    <w:rsid w:val="0064295B"/>
    <w:rsid w:val="00642DDE"/>
    <w:rsid w:val="00643017"/>
    <w:rsid w:val="00643E4B"/>
    <w:rsid w:val="006445DE"/>
    <w:rsid w:val="00644CB6"/>
    <w:rsid w:val="0064587B"/>
    <w:rsid w:val="00646A04"/>
    <w:rsid w:val="00646DAE"/>
    <w:rsid w:val="006478D6"/>
    <w:rsid w:val="006509CF"/>
    <w:rsid w:val="006514A7"/>
    <w:rsid w:val="0065183B"/>
    <w:rsid w:val="006518BC"/>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494"/>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66A1"/>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82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9F7"/>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2FB4"/>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380"/>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57A6"/>
    <w:rsid w:val="009D766D"/>
    <w:rsid w:val="009D7773"/>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1C50"/>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6B7"/>
    <w:rsid w:val="00CD77AC"/>
    <w:rsid w:val="00CD7936"/>
    <w:rsid w:val="00CE2426"/>
    <w:rsid w:val="00CE29BE"/>
    <w:rsid w:val="00CE3E18"/>
    <w:rsid w:val="00CE4A34"/>
    <w:rsid w:val="00CE5319"/>
    <w:rsid w:val="00CE6F0E"/>
    <w:rsid w:val="00CE7AC5"/>
    <w:rsid w:val="00CF1796"/>
    <w:rsid w:val="00CF188B"/>
    <w:rsid w:val="00CF1AF4"/>
    <w:rsid w:val="00CF255C"/>
    <w:rsid w:val="00CF429A"/>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0A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40B6"/>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2E44"/>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826"/>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C2B"/>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300702D6-1C8C-4B2D-97A8-67FB2CE7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
      <w:sz w:val="28"/>
      <w:lang w:val="ru-RU" w:eastAsia="ru-RU"/>
    </w:rPr>
  </w:style>
  <w:style w:type="character" w:customStyle="1" w:styleId="71">
    <w:name w:val="Знак Знак71"/>
    <w:uiPriority w:val="99"/>
    <w:semiHidden/>
    <w:locked/>
    <w:rsid w:val="00990357"/>
    <w:rPr>
      <w:rFonts w:eastAsia="S"/>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983653">
      <w:bodyDiv w:val="1"/>
      <w:marLeft w:val="0"/>
      <w:marRight w:val="0"/>
      <w:marTop w:val="0"/>
      <w:marBottom w:val="0"/>
      <w:divBdr>
        <w:top w:val="none" w:sz="0" w:space="0" w:color="auto"/>
        <w:left w:val="none" w:sz="0" w:space="0" w:color="auto"/>
        <w:bottom w:val="none" w:sz="0" w:space="0" w:color="auto"/>
        <w:right w:val="none" w:sz="0" w:space="0" w:color="auto"/>
      </w:divBdr>
    </w:div>
    <w:div w:id="1945071978">
      <w:marLeft w:val="0"/>
      <w:marRight w:val="0"/>
      <w:marTop w:val="0"/>
      <w:marBottom w:val="0"/>
      <w:divBdr>
        <w:top w:val="none" w:sz="0" w:space="0" w:color="auto"/>
        <w:left w:val="none" w:sz="0" w:space="0" w:color="auto"/>
        <w:bottom w:val="none" w:sz="0" w:space="0" w:color="auto"/>
        <w:right w:val="none" w:sz="0" w:space="0" w:color="auto"/>
      </w:divBdr>
    </w:div>
    <w:div w:id="1945071979">
      <w:marLeft w:val="0"/>
      <w:marRight w:val="0"/>
      <w:marTop w:val="0"/>
      <w:marBottom w:val="0"/>
      <w:divBdr>
        <w:top w:val="none" w:sz="0" w:space="0" w:color="auto"/>
        <w:left w:val="none" w:sz="0" w:space="0" w:color="auto"/>
        <w:bottom w:val="none" w:sz="0" w:space="0" w:color="auto"/>
        <w:right w:val="none" w:sz="0" w:space="0" w:color="auto"/>
      </w:divBdr>
    </w:div>
    <w:div w:id="1945071980">
      <w:marLeft w:val="0"/>
      <w:marRight w:val="0"/>
      <w:marTop w:val="0"/>
      <w:marBottom w:val="0"/>
      <w:divBdr>
        <w:top w:val="none" w:sz="0" w:space="0" w:color="auto"/>
        <w:left w:val="none" w:sz="0" w:space="0" w:color="auto"/>
        <w:bottom w:val="none" w:sz="0" w:space="0" w:color="auto"/>
        <w:right w:val="none" w:sz="0" w:space="0" w:color="auto"/>
      </w:divBdr>
    </w:div>
    <w:div w:id="1945071981">
      <w:marLeft w:val="0"/>
      <w:marRight w:val="0"/>
      <w:marTop w:val="0"/>
      <w:marBottom w:val="0"/>
      <w:divBdr>
        <w:top w:val="none" w:sz="0" w:space="0" w:color="auto"/>
        <w:left w:val="none" w:sz="0" w:space="0" w:color="auto"/>
        <w:bottom w:val="none" w:sz="0" w:space="0" w:color="auto"/>
        <w:right w:val="none" w:sz="0" w:space="0" w:color="auto"/>
      </w:divBdr>
    </w:div>
    <w:div w:id="1945071982">
      <w:marLeft w:val="0"/>
      <w:marRight w:val="0"/>
      <w:marTop w:val="0"/>
      <w:marBottom w:val="0"/>
      <w:divBdr>
        <w:top w:val="none" w:sz="0" w:space="0" w:color="auto"/>
        <w:left w:val="none" w:sz="0" w:space="0" w:color="auto"/>
        <w:bottom w:val="none" w:sz="0" w:space="0" w:color="auto"/>
        <w:right w:val="none" w:sz="0" w:space="0" w:color="auto"/>
      </w:divBdr>
    </w:div>
    <w:div w:id="1945071983">
      <w:marLeft w:val="0"/>
      <w:marRight w:val="0"/>
      <w:marTop w:val="0"/>
      <w:marBottom w:val="0"/>
      <w:divBdr>
        <w:top w:val="none" w:sz="0" w:space="0" w:color="auto"/>
        <w:left w:val="none" w:sz="0" w:space="0" w:color="auto"/>
        <w:bottom w:val="none" w:sz="0" w:space="0" w:color="auto"/>
        <w:right w:val="none" w:sz="0" w:space="0" w:color="auto"/>
      </w:divBdr>
    </w:div>
    <w:div w:id="1945071984">
      <w:marLeft w:val="0"/>
      <w:marRight w:val="0"/>
      <w:marTop w:val="0"/>
      <w:marBottom w:val="0"/>
      <w:divBdr>
        <w:top w:val="none" w:sz="0" w:space="0" w:color="auto"/>
        <w:left w:val="none" w:sz="0" w:space="0" w:color="auto"/>
        <w:bottom w:val="none" w:sz="0" w:space="0" w:color="auto"/>
        <w:right w:val="none" w:sz="0" w:space="0" w:color="auto"/>
      </w:divBdr>
    </w:div>
    <w:div w:id="1945071985">
      <w:marLeft w:val="0"/>
      <w:marRight w:val="0"/>
      <w:marTop w:val="0"/>
      <w:marBottom w:val="0"/>
      <w:divBdr>
        <w:top w:val="none" w:sz="0" w:space="0" w:color="auto"/>
        <w:left w:val="none" w:sz="0" w:space="0" w:color="auto"/>
        <w:bottom w:val="none" w:sz="0" w:space="0" w:color="auto"/>
        <w:right w:val="none" w:sz="0" w:space="0" w:color="auto"/>
      </w:divBdr>
    </w:div>
    <w:div w:id="1945071986">
      <w:marLeft w:val="0"/>
      <w:marRight w:val="0"/>
      <w:marTop w:val="0"/>
      <w:marBottom w:val="0"/>
      <w:divBdr>
        <w:top w:val="none" w:sz="0" w:space="0" w:color="auto"/>
        <w:left w:val="none" w:sz="0" w:space="0" w:color="auto"/>
        <w:bottom w:val="none" w:sz="0" w:space="0" w:color="auto"/>
        <w:right w:val="none" w:sz="0" w:space="0" w:color="auto"/>
      </w:divBdr>
    </w:div>
    <w:div w:id="1945071987">
      <w:marLeft w:val="0"/>
      <w:marRight w:val="0"/>
      <w:marTop w:val="0"/>
      <w:marBottom w:val="0"/>
      <w:divBdr>
        <w:top w:val="none" w:sz="0" w:space="0" w:color="auto"/>
        <w:left w:val="none" w:sz="0" w:space="0" w:color="auto"/>
        <w:bottom w:val="none" w:sz="0" w:space="0" w:color="auto"/>
        <w:right w:val="none" w:sz="0" w:space="0" w:color="auto"/>
      </w:divBdr>
    </w:div>
    <w:div w:id="1945071988">
      <w:marLeft w:val="0"/>
      <w:marRight w:val="0"/>
      <w:marTop w:val="0"/>
      <w:marBottom w:val="0"/>
      <w:divBdr>
        <w:top w:val="none" w:sz="0" w:space="0" w:color="auto"/>
        <w:left w:val="none" w:sz="0" w:space="0" w:color="auto"/>
        <w:bottom w:val="none" w:sz="0" w:space="0" w:color="auto"/>
        <w:right w:val="none" w:sz="0" w:space="0" w:color="auto"/>
      </w:divBdr>
    </w:div>
    <w:div w:id="1945071989">
      <w:marLeft w:val="0"/>
      <w:marRight w:val="0"/>
      <w:marTop w:val="0"/>
      <w:marBottom w:val="0"/>
      <w:divBdr>
        <w:top w:val="none" w:sz="0" w:space="0" w:color="auto"/>
        <w:left w:val="none" w:sz="0" w:space="0" w:color="auto"/>
        <w:bottom w:val="none" w:sz="0" w:space="0" w:color="auto"/>
        <w:right w:val="none" w:sz="0" w:space="0" w:color="auto"/>
      </w:divBdr>
    </w:div>
    <w:div w:id="1945071990">
      <w:marLeft w:val="0"/>
      <w:marRight w:val="0"/>
      <w:marTop w:val="0"/>
      <w:marBottom w:val="0"/>
      <w:divBdr>
        <w:top w:val="none" w:sz="0" w:space="0" w:color="auto"/>
        <w:left w:val="none" w:sz="0" w:space="0" w:color="auto"/>
        <w:bottom w:val="none" w:sz="0" w:space="0" w:color="auto"/>
        <w:right w:val="none" w:sz="0" w:space="0" w:color="auto"/>
      </w:divBdr>
    </w:div>
    <w:div w:id="1945071991">
      <w:marLeft w:val="0"/>
      <w:marRight w:val="0"/>
      <w:marTop w:val="0"/>
      <w:marBottom w:val="0"/>
      <w:divBdr>
        <w:top w:val="none" w:sz="0" w:space="0" w:color="auto"/>
        <w:left w:val="none" w:sz="0" w:space="0" w:color="auto"/>
        <w:bottom w:val="none" w:sz="0" w:space="0" w:color="auto"/>
        <w:right w:val="none" w:sz="0" w:space="0" w:color="auto"/>
      </w:divBdr>
    </w:div>
    <w:div w:id="1945071992">
      <w:marLeft w:val="0"/>
      <w:marRight w:val="0"/>
      <w:marTop w:val="0"/>
      <w:marBottom w:val="0"/>
      <w:divBdr>
        <w:top w:val="none" w:sz="0" w:space="0" w:color="auto"/>
        <w:left w:val="none" w:sz="0" w:space="0" w:color="auto"/>
        <w:bottom w:val="none" w:sz="0" w:space="0" w:color="auto"/>
        <w:right w:val="none" w:sz="0" w:space="0" w:color="auto"/>
      </w:divBdr>
    </w:div>
    <w:div w:id="1945071993">
      <w:marLeft w:val="0"/>
      <w:marRight w:val="0"/>
      <w:marTop w:val="0"/>
      <w:marBottom w:val="0"/>
      <w:divBdr>
        <w:top w:val="none" w:sz="0" w:space="0" w:color="auto"/>
        <w:left w:val="none" w:sz="0" w:space="0" w:color="auto"/>
        <w:bottom w:val="none" w:sz="0" w:space="0" w:color="auto"/>
        <w:right w:val="none" w:sz="0" w:space="0" w:color="auto"/>
      </w:divBdr>
    </w:div>
    <w:div w:id="1945071994">
      <w:marLeft w:val="0"/>
      <w:marRight w:val="0"/>
      <w:marTop w:val="0"/>
      <w:marBottom w:val="0"/>
      <w:divBdr>
        <w:top w:val="none" w:sz="0" w:space="0" w:color="auto"/>
        <w:left w:val="none" w:sz="0" w:space="0" w:color="auto"/>
        <w:bottom w:val="none" w:sz="0" w:space="0" w:color="auto"/>
        <w:right w:val="none" w:sz="0" w:space="0" w:color="auto"/>
      </w:divBdr>
    </w:div>
    <w:div w:id="1945071995">
      <w:marLeft w:val="0"/>
      <w:marRight w:val="0"/>
      <w:marTop w:val="0"/>
      <w:marBottom w:val="0"/>
      <w:divBdr>
        <w:top w:val="none" w:sz="0" w:space="0" w:color="auto"/>
        <w:left w:val="none" w:sz="0" w:space="0" w:color="auto"/>
        <w:bottom w:val="none" w:sz="0" w:space="0" w:color="auto"/>
        <w:right w:val="none" w:sz="0" w:space="0" w:color="auto"/>
      </w:divBdr>
    </w:div>
    <w:div w:id="1945071996">
      <w:marLeft w:val="0"/>
      <w:marRight w:val="0"/>
      <w:marTop w:val="0"/>
      <w:marBottom w:val="0"/>
      <w:divBdr>
        <w:top w:val="none" w:sz="0" w:space="0" w:color="auto"/>
        <w:left w:val="none" w:sz="0" w:space="0" w:color="auto"/>
        <w:bottom w:val="none" w:sz="0" w:space="0" w:color="auto"/>
        <w:right w:val="none" w:sz="0" w:space="0" w:color="auto"/>
      </w:divBdr>
    </w:div>
    <w:div w:id="1945071997">
      <w:marLeft w:val="0"/>
      <w:marRight w:val="0"/>
      <w:marTop w:val="0"/>
      <w:marBottom w:val="0"/>
      <w:divBdr>
        <w:top w:val="none" w:sz="0" w:space="0" w:color="auto"/>
        <w:left w:val="none" w:sz="0" w:space="0" w:color="auto"/>
        <w:bottom w:val="none" w:sz="0" w:space="0" w:color="auto"/>
        <w:right w:val="none" w:sz="0" w:space="0" w:color="auto"/>
      </w:divBdr>
    </w:div>
    <w:div w:id="1945071998">
      <w:marLeft w:val="0"/>
      <w:marRight w:val="0"/>
      <w:marTop w:val="0"/>
      <w:marBottom w:val="0"/>
      <w:divBdr>
        <w:top w:val="none" w:sz="0" w:space="0" w:color="auto"/>
        <w:left w:val="none" w:sz="0" w:space="0" w:color="auto"/>
        <w:bottom w:val="none" w:sz="0" w:space="0" w:color="auto"/>
        <w:right w:val="none" w:sz="0" w:space="0" w:color="auto"/>
      </w:divBdr>
    </w:div>
    <w:div w:id="1945071999">
      <w:marLeft w:val="0"/>
      <w:marRight w:val="0"/>
      <w:marTop w:val="0"/>
      <w:marBottom w:val="0"/>
      <w:divBdr>
        <w:top w:val="none" w:sz="0" w:space="0" w:color="auto"/>
        <w:left w:val="none" w:sz="0" w:space="0" w:color="auto"/>
        <w:bottom w:val="none" w:sz="0" w:space="0" w:color="auto"/>
        <w:right w:val="none" w:sz="0" w:space="0" w:color="auto"/>
      </w:divBdr>
    </w:div>
    <w:div w:id="1945072000">
      <w:marLeft w:val="0"/>
      <w:marRight w:val="0"/>
      <w:marTop w:val="0"/>
      <w:marBottom w:val="0"/>
      <w:divBdr>
        <w:top w:val="none" w:sz="0" w:space="0" w:color="auto"/>
        <w:left w:val="none" w:sz="0" w:space="0" w:color="auto"/>
        <w:bottom w:val="none" w:sz="0" w:space="0" w:color="auto"/>
        <w:right w:val="none" w:sz="0" w:space="0" w:color="auto"/>
      </w:divBdr>
    </w:div>
    <w:div w:id="1945072001">
      <w:marLeft w:val="0"/>
      <w:marRight w:val="0"/>
      <w:marTop w:val="0"/>
      <w:marBottom w:val="0"/>
      <w:divBdr>
        <w:top w:val="none" w:sz="0" w:space="0" w:color="auto"/>
        <w:left w:val="none" w:sz="0" w:space="0" w:color="auto"/>
        <w:bottom w:val="none" w:sz="0" w:space="0" w:color="auto"/>
        <w:right w:val="none" w:sz="0" w:space="0" w:color="auto"/>
      </w:divBdr>
    </w:div>
    <w:div w:id="1945072002">
      <w:marLeft w:val="0"/>
      <w:marRight w:val="0"/>
      <w:marTop w:val="0"/>
      <w:marBottom w:val="0"/>
      <w:divBdr>
        <w:top w:val="none" w:sz="0" w:space="0" w:color="auto"/>
        <w:left w:val="none" w:sz="0" w:space="0" w:color="auto"/>
        <w:bottom w:val="none" w:sz="0" w:space="0" w:color="auto"/>
        <w:right w:val="none" w:sz="0" w:space="0" w:color="auto"/>
      </w:divBdr>
    </w:div>
    <w:div w:id="1945072003">
      <w:marLeft w:val="0"/>
      <w:marRight w:val="0"/>
      <w:marTop w:val="0"/>
      <w:marBottom w:val="0"/>
      <w:divBdr>
        <w:top w:val="none" w:sz="0" w:space="0" w:color="auto"/>
        <w:left w:val="none" w:sz="0" w:space="0" w:color="auto"/>
        <w:bottom w:val="none" w:sz="0" w:space="0" w:color="auto"/>
        <w:right w:val="none" w:sz="0" w:space="0" w:color="auto"/>
      </w:divBdr>
    </w:div>
    <w:div w:id="1945072004">
      <w:marLeft w:val="0"/>
      <w:marRight w:val="0"/>
      <w:marTop w:val="0"/>
      <w:marBottom w:val="0"/>
      <w:divBdr>
        <w:top w:val="none" w:sz="0" w:space="0" w:color="auto"/>
        <w:left w:val="none" w:sz="0" w:space="0" w:color="auto"/>
        <w:bottom w:val="none" w:sz="0" w:space="0" w:color="auto"/>
        <w:right w:val="none" w:sz="0" w:space="0" w:color="auto"/>
      </w:divBdr>
    </w:div>
    <w:div w:id="1945072005">
      <w:marLeft w:val="0"/>
      <w:marRight w:val="0"/>
      <w:marTop w:val="0"/>
      <w:marBottom w:val="0"/>
      <w:divBdr>
        <w:top w:val="none" w:sz="0" w:space="0" w:color="auto"/>
        <w:left w:val="none" w:sz="0" w:space="0" w:color="auto"/>
        <w:bottom w:val="none" w:sz="0" w:space="0" w:color="auto"/>
        <w:right w:val="none" w:sz="0" w:space="0" w:color="auto"/>
      </w:divBdr>
    </w:div>
    <w:div w:id="1945072006">
      <w:marLeft w:val="0"/>
      <w:marRight w:val="0"/>
      <w:marTop w:val="0"/>
      <w:marBottom w:val="0"/>
      <w:divBdr>
        <w:top w:val="none" w:sz="0" w:space="0" w:color="auto"/>
        <w:left w:val="none" w:sz="0" w:space="0" w:color="auto"/>
        <w:bottom w:val="none" w:sz="0" w:space="0" w:color="auto"/>
        <w:right w:val="none" w:sz="0" w:space="0" w:color="auto"/>
      </w:divBdr>
    </w:div>
    <w:div w:id="1945072007">
      <w:marLeft w:val="0"/>
      <w:marRight w:val="0"/>
      <w:marTop w:val="0"/>
      <w:marBottom w:val="0"/>
      <w:divBdr>
        <w:top w:val="none" w:sz="0" w:space="0" w:color="auto"/>
        <w:left w:val="none" w:sz="0" w:space="0" w:color="auto"/>
        <w:bottom w:val="none" w:sz="0" w:space="0" w:color="auto"/>
        <w:right w:val="none" w:sz="0" w:space="0" w:color="auto"/>
      </w:divBdr>
    </w:div>
    <w:div w:id="19450720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1087</TotalTime>
  <Pages>16</Pages>
  <Words>3171</Words>
  <Characters>18075</Characters>
  <Application>Microsoft Office Word</Application>
  <DocSecurity>0</DocSecurity>
  <Lines>150</Lines>
  <Paragraphs>42</Paragraphs>
  <ScaleCrop>false</ScaleCrop>
  <Company/>
  <LinksUpToDate>false</LinksUpToDate>
  <CharactersWithSpaces>21204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90</cp:revision>
  <cp:lastPrinted>2017-11-28T08:14:00Z</cp:lastPrinted>
  <dcterms:created xsi:type="dcterms:W3CDTF">2017-02-13T05:48:00Z</dcterms:created>
  <dcterms:modified xsi:type="dcterms:W3CDTF">2017-12-04T12:28:00Z</dcterms:modified>
</cp:coreProperties>
</file>