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56E" w:rsidRDefault="0009156E" w:rsidP="00434943">
      <w:pPr>
        <w:pStyle w:val="a8"/>
        <w:tabs>
          <w:tab w:val="left" w:pos="708"/>
        </w:tabs>
        <w:rPr>
          <w:b/>
          <w:sz w:val="26"/>
        </w:rPr>
      </w:pPr>
    </w:p>
    <w:p w:rsidR="0009156E" w:rsidRDefault="0009156E" w:rsidP="0097458A">
      <w:pPr>
        <w:pStyle w:val="a8"/>
        <w:tabs>
          <w:tab w:val="left" w:pos="708"/>
        </w:tabs>
        <w:rPr>
          <w:b/>
          <w:sz w:val="26"/>
        </w:rPr>
      </w:pPr>
    </w:p>
    <w:p w:rsidR="0009156E" w:rsidRDefault="0083273A"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3in;margin-top:-12.9pt;width:53.15pt;height:63pt;z-index:-1;visibility:visible" wrapcoords="-304 -257 -304 21600 21904 21600 21904 -257 -304 -257" stroked="t" strokecolor="white" strokeweight=".25pt">
            <v:imagedata r:id="rId7" o:title="" grayscale="t" bilevel="t"/>
            <w10:wrap type="tight"/>
          </v:shape>
        </w:pict>
      </w:r>
    </w:p>
    <w:p w:rsidR="0009156E" w:rsidRDefault="0009156E" w:rsidP="0097458A">
      <w:pPr>
        <w:pStyle w:val="a8"/>
        <w:tabs>
          <w:tab w:val="left" w:pos="708"/>
        </w:tabs>
        <w:rPr>
          <w:b/>
          <w:sz w:val="26"/>
        </w:rPr>
      </w:pPr>
    </w:p>
    <w:p w:rsidR="0009156E" w:rsidRDefault="0009156E" w:rsidP="0097458A">
      <w:pPr>
        <w:pStyle w:val="a8"/>
        <w:tabs>
          <w:tab w:val="left" w:pos="708"/>
        </w:tabs>
        <w:jc w:val="center"/>
        <w:rPr>
          <w:b/>
          <w:sz w:val="26"/>
        </w:rPr>
      </w:pPr>
    </w:p>
    <w:p w:rsidR="0009156E" w:rsidRDefault="0009156E" w:rsidP="0097458A">
      <w:pPr>
        <w:pStyle w:val="a8"/>
        <w:tabs>
          <w:tab w:val="left" w:pos="708"/>
        </w:tabs>
        <w:jc w:val="center"/>
        <w:rPr>
          <w:b/>
          <w:sz w:val="26"/>
        </w:rPr>
      </w:pPr>
    </w:p>
    <w:p w:rsidR="0009156E" w:rsidRPr="00260113" w:rsidRDefault="0009156E"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АДМИНИСТРАЦИЯ ТАЛОВСКОГО МУНИЦИПАЛЬНОГО РАЙОНА</w:t>
      </w:r>
    </w:p>
    <w:p w:rsidR="0009156E" w:rsidRPr="00260113" w:rsidRDefault="0009156E"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ВОРОНЕЖСКОЙ ОБЛАСТИ</w:t>
      </w:r>
    </w:p>
    <w:p w:rsidR="0009156E" w:rsidRPr="00C920CD" w:rsidRDefault="0009156E" w:rsidP="0097458A">
      <w:pPr>
        <w:pStyle w:val="a8"/>
        <w:tabs>
          <w:tab w:val="left" w:pos="708"/>
        </w:tabs>
        <w:rPr>
          <w:rFonts w:ascii="Times New Roman" w:hAnsi="Times New Roman"/>
          <w:b/>
          <w:sz w:val="28"/>
          <w:szCs w:val="28"/>
        </w:rPr>
      </w:pPr>
    </w:p>
    <w:p w:rsidR="0009156E" w:rsidRPr="00C47918" w:rsidRDefault="0009156E"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09156E" w:rsidRPr="00434943" w:rsidRDefault="0009156E" w:rsidP="0097458A">
      <w:pPr>
        <w:pStyle w:val="a8"/>
        <w:tabs>
          <w:tab w:val="left" w:pos="708"/>
        </w:tabs>
        <w:rPr>
          <w:rFonts w:ascii="Times New Roman" w:hAnsi="Times New Roman"/>
          <w:b/>
          <w:sz w:val="24"/>
          <w:szCs w:val="24"/>
        </w:rPr>
      </w:pPr>
    </w:p>
    <w:p w:rsidR="00DB1FB9" w:rsidRPr="00DB1FB9" w:rsidRDefault="00DB1FB9" w:rsidP="0097458A">
      <w:pPr>
        <w:rPr>
          <w:sz w:val="28"/>
          <w:szCs w:val="28"/>
        </w:rPr>
      </w:pPr>
      <w:r w:rsidRPr="00DB1FB9">
        <w:rPr>
          <w:sz w:val="28"/>
          <w:szCs w:val="28"/>
        </w:rPr>
        <w:t>от 18 июля 2017  № 631</w:t>
      </w:r>
    </w:p>
    <w:p w:rsidR="00DB1FB9" w:rsidRPr="00DB1FB9" w:rsidRDefault="00DB1FB9" w:rsidP="0097458A">
      <w:pPr>
        <w:rPr>
          <w:sz w:val="28"/>
          <w:szCs w:val="28"/>
        </w:rPr>
      </w:pPr>
      <w:r w:rsidRPr="00DB1FB9">
        <w:rPr>
          <w:sz w:val="28"/>
          <w:szCs w:val="28"/>
        </w:rPr>
        <w:t>р.п.Таловая</w:t>
      </w:r>
    </w:p>
    <w:p w:rsidR="00DB1FB9" w:rsidRDefault="00DB1FB9" w:rsidP="0097458A">
      <w:pPr>
        <w:rPr>
          <w:b/>
          <w:sz w:val="28"/>
          <w:szCs w:val="28"/>
        </w:rPr>
      </w:pPr>
    </w:p>
    <w:p w:rsidR="0009156E" w:rsidRDefault="0009156E" w:rsidP="0097458A">
      <w:pPr>
        <w:rPr>
          <w:b/>
          <w:sz w:val="28"/>
          <w:szCs w:val="28"/>
        </w:rPr>
      </w:pPr>
      <w:r w:rsidRPr="00A6029C">
        <w:rPr>
          <w:b/>
          <w:sz w:val="28"/>
          <w:szCs w:val="28"/>
        </w:rPr>
        <w:t>О внесении изменений  в</w:t>
      </w:r>
    </w:p>
    <w:p w:rsidR="0009156E" w:rsidRDefault="0009156E" w:rsidP="0097458A">
      <w:pPr>
        <w:rPr>
          <w:b/>
          <w:sz w:val="28"/>
          <w:szCs w:val="28"/>
        </w:rPr>
      </w:pPr>
      <w:r w:rsidRPr="00A6029C">
        <w:rPr>
          <w:b/>
          <w:sz w:val="28"/>
          <w:szCs w:val="28"/>
        </w:rPr>
        <w:t xml:space="preserve">постановление от 18.12.2013  </w:t>
      </w:r>
    </w:p>
    <w:p w:rsidR="0009156E" w:rsidRPr="00A6029C" w:rsidRDefault="0009156E" w:rsidP="0097458A">
      <w:pPr>
        <w:rPr>
          <w:b/>
          <w:sz w:val="28"/>
          <w:szCs w:val="28"/>
        </w:rPr>
      </w:pPr>
      <w:r w:rsidRPr="00A6029C">
        <w:rPr>
          <w:b/>
          <w:sz w:val="28"/>
          <w:szCs w:val="28"/>
        </w:rPr>
        <w:t xml:space="preserve">№1332 «Об утверждении </w:t>
      </w:r>
    </w:p>
    <w:p w:rsidR="0009156E" w:rsidRDefault="0009156E" w:rsidP="0097458A">
      <w:pPr>
        <w:rPr>
          <w:b/>
          <w:sz w:val="28"/>
          <w:szCs w:val="28"/>
        </w:rPr>
      </w:pPr>
      <w:r w:rsidRPr="00A6029C">
        <w:rPr>
          <w:b/>
          <w:sz w:val="28"/>
          <w:szCs w:val="28"/>
        </w:rPr>
        <w:t xml:space="preserve">муниципальной программы </w:t>
      </w:r>
    </w:p>
    <w:p w:rsidR="0009156E" w:rsidRDefault="0009156E" w:rsidP="0097458A">
      <w:pPr>
        <w:rPr>
          <w:b/>
          <w:sz w:val="28"/>
          <w:szCs w:val="28"/>
        </w:rPr>
      </w:pPr>
      <w:r w:rsidRPr="00A6029C">
        <w:rPr>
          <w:b/>
          <w:sz w:val="28"/>
          <w:szCs w:val="28"/>
        </w:rPr>
        <w:t xml:space="preserve">«Муниципальное управление и </w:t>
      </w:r>
    </w:p>
    <w:p w:rsidR="0009156E" w:rsidRPr="00170F14" w:rsidRDefault="0009156E" w:rsidP="0097458A">
      <w:pPr>
        <w:rPr>
          <w:b/>
          <w:sz w:val="28"/>
          <w:szCs w:val="28"/>
        </w:rPr>
      </w:pPr>
      <w:r w:rsidRPr="00A6029C">
        <w:rPr>
          <w:b/>
          <w:sz w:val="28"/>
          <w:szCs w:val="28"/>
        </w:rPr>
        <w:t>гражданское общество на 2014-2019 гг»</w:t>
      </w:r>
    </w:p>
    <w:p w:rsidR="0009156E" w:rsidRDefault="0009156E" w:rsidP="0097458A">
      <w:pPr>
        <w:pStyle w:val="a8"/>
        <w:tabs>
          <w:tab w:val="left" w:pos="708"/>
        </w:tabs>
        <w:rPr>
          <w:rFonts w:ascii="Times New Roman" w:hAnsi="Times New Roman"/>
          <w:sz w:val="28"/>
          <w:szCs w:val="28"/>
        </w:rPr>
      </w:pPr>
    </w:p>
    <w:p w:rsidR="0009156E" w:rsidRPr="00422384" w:rsidRDefault="0009156E" w:rsidP="00422384">
      <w:pPr>
        <w:spacing w:line="360" w:lineRule="auto"/>
        <w:jc w:val="both"/>
        <w:rPr>
          <w:b/>
          <w:sz w:val="28"/>
          <w:szCs w:val="28"/>
        </w:rPr>
      </w:pPr>
      <w:r w:rsidRPr="00422384">
        <w:rPr>
          <w:sz w:val="28"/>
          <w:szCs w:val="28"/>
        </w:rPr>
        <w:t xml:space="preserve">         В целях уточнения финансирования мероприятий муниципальной программы «Муниципальное управление и гражданское общество на 2014-2019 гг» ,   администрация Таловского муниципального района </w:t>
      </w:r>
      <w:r w:rsidRPr="00422384">
        <w:rPr>
          <w:b/>
          <w:sz w:val="28"/>
          <w:szCs w:val="28"/>
        </w:rPr>
        <w:t>постановляет:</w:t>
      </w:r>
    </w:p>
    <w:p w:rsidR="0009156E" w:rsidRDefault="0009156E" w:rsidP="00AF0503">
      <w:pPr>
        <w:spacing w:line="360" w:lineRule="auto"/>
        <w:ind w:firstLine="567"/>
        <w:jc w:val="both"/>
        <w:rPr>
          <w:sz w:val="28"/>
          <w:szCs w:val="28"/>
        </w:rPr>
      </w:pPr>
      <w:r>
        <w:rPr>
          <w:sz w:val="28"/>
          <w:szCs w:val="28"/>
        </w:rPr>
        <w:t>1.</w:t>
      </w:r>
      <w:r w:rsidRPr="00FE7C4D">
        <w:rPr>
          <w:sz w:val="28"/>
          <w:szCs w:val="28"/>
        </w:rPr>
        <w:t xml:space="preserve"> В постановлени</w:t>
      </w:r>
      <w:r>
        <w:rPr>
          <w:sz w:val="28"/>
          <w:szCs w:val="28"/>
        </w:rPr>
        <w:t>е</w:t>
      </w:r>
      <w:r w:rsidRPr="00FE7C4D">
        <w:rPr>
          <w:sz w:val="28"/>
          <w:szCs w:val="28"/>
        </w:rPr>
        <w:t xml:space="preserve"> от 18.12.2013  №1332 «Об утверждении муниципальной  программы  «Муниципальное управление и гражданское общество  на 2014-2019 гг» </w:t>
      </w:r>
      <w:r>
        <w:rPr>
          <w:sz w:val="28"/>
          <w:szCs w:val="28"/>
        </w:rPr>
        <w:t xml:space="preserve"> (далее постановление) </w:t>
      </w:r>
      <w:r w:rsidRPr="00FE7C4D">
        <w:rPr>
          <w:sz w:val="28"/>
          <w:szCs w:val="28"/>
        </w:rPr>
        <w:t xml:space="preserve"> внести следующие изменения:</w:t>
      </w:r>
    </w:p>
    <w:p w:rsidR="0009156E" w:rsidRDefault="0009156E" w:rsidP="00AF0503">
      <w:pPr>
        <w:pStyle w:val="ConsPlusNormal"/>
        <w:spacing w:line="360" w:lineRule="auto"/>
        <w:ind w:firstLine="567"/>
        <w:jc w:val="both"/>
        <w:rPr>
          <w:rFonts w:ascii="Times New Roman" w:hAnsi="Times New Roman"/>
          <w:sz w:val="28"/>
          <w:szCs w:val="28"/>
        </w:rPr>
      </w:pPr>
      <w:r w:rsidRPr="0097458A">
        <w:rPr>
          <w:rFonts w:ascii="Times New Roman" w:hAnsi="Times New Roman"/>
          <w:sz w:val="28"/>
          <w:szCs w:val="28"/>
        </w:rPr>
        <w:t>1.</w:t>
      </w:r>
      <w:r>
        <w:rPr>
          <w:rFonts w:ascii="Times New Roman" w:hAnsi="Times New Roman"/>
          <w:sz w:val="28"/>
          <w:szCs w:val="28"/>
        </w:rPr>
        <w:t>1</w:t>
      </w:r>
      <w:r w:rsidRPr="0097458A">
        <w:rPr>
          <w:rFonts w:ascii="Times New Roman" w:hAnsi="Times New Roman"/>
          <w:sz w:val="28"/>
          <w:szCs w:val="28"/>
        </w:rPr>
        <w:t xml:space="preserve"> Изложить муниципальную  программу «Муниципальное управление и гражданское общество  на 2014-2019 гг», утвержденную постановлением</w:t>
      </w:r>
      <w:r>
        <w:rPr>
          <w:rFonts w:ascii="Times New Roman" w:hAnsi="Times New Roman"/>
          <w:sz w:val="28"/>
          <w:szCs w:val="28"/>
        </w:rPr>
        <w:t>,</w:t>
      </w:r>
      <w:r w:rsidRPr="0097458A">
        <w:rPr>
          <w:rFonts w:ascii="Times New Roman" w:hAnsi="Times New Roman"/>
          <w:sz w:val="28"/>
          <w:szCs w:val="28"/>
        </w:rPr>
        <w:t xml:space="preserve"> в новой редакции, согласно приложению к настоящему постановлению.</w:t>
      </w:r>
    </w:p>
    <w:p w:rsidR="0009156E" w:rsidRDefault="0009156E" w:rsidP="00F96D71">
      <w:pPr>
        <w:pStyle w:val="a3"/>
        <w:spacing w:line="360" w:lineRule="auto"/>
        <w:ind w:left="0" w:firstLine="567"/>
        <w:jc w:val="both"/>
        <w:rPr>
          <w:sz w:val="28"/>
          <w:szCs w:val="28"/>
        </w:rPr>
      </w:pPr>
      <w:r>
        <w:rPr>
          <w:sz w:val="28"/>
          <w:szCs w:val="28"/>
        </w:rPr>
        <w:t>2. Настоящее постановление вступает в силу со дня официального опубликования и распространяет свое действие на правоотношения, возникшие с 01.07.2017 года.</w:t>
      </w:r>
    </w:p>
    <w:p w:rsidR="0009156E" w:rsidRPr="0097458A" w:rsidRDefault="0009156E" w:rsidP="00AF0503">
      <w:pPr>
        <w:tabs>
          <w:tab w:val="left" w:pos="360"/>
        </w:tabs>
        <w:autoSpaceDE w:val="0"/>
        <w:autoSpaceDN w:val="0"/>
        <w:adjustRightInd w:val="0"/>
        <w:spacing w:line="360" w:lineRule="auto"/>
        <w:ind w:firstLine="567"/>
        <w:jc w:val="both"/>
        <w:rPr>
          <w:sz w:val="28"/>
          <w:szCs w:val="28"/>
        </w:rPr>
      </w:pPr>
      <w:bookmarkStart w:id="0" w:name="Par13"/>
      <w:bookmarkStart w:id="1" w:name="Par14"/>
      <w:bookmarkEnd w:id="0"/>
      <w:bookmarkEnd w:id="1"/>
      <w:r>
        <w:rPr>
          <w:sz w:val="28"/>
          <w:szCs w:val="28"/>
        </w:rPr>
        <w:t>3</w:t>
      </w:r>
      <w:r w:rsidRPr="0097458A">
        <w:rPr>
          <w:sz w:val="28"/>
          <w:szCs w:val="28"/>
        </w:rPr>
        <w:t xml:space="preserve">. Контроль за исполнением настоящего постановления  возложить на заместителя главы администрации –начальника отдела по экономике Бирюкову Л.И. </w:t>
      </w:r>
    </w:p>
    <w:p w:rsidR="0009156E" w:rsidRDefault="0009156E" w:rsidP="00083E26">
      <w:pPr>
        <w:tabs>
          <w:tab w:val="left" w:pos="284"/>
        </w:tabs>
        <w:rPr>
          <w:sz w:val="28"/>
          <w:szCs w:val="28"/>
        </w:rPr>
      </w:pPr>
    </w:p>
    <w:p w:rsidR="0009156E" w:rsidRDefault="0009156E" w:rsidP="00083E26">
      <w:pPr>
        <w:tabs>
          <w:tab w:val="left" w:pos="284"/>
        </w:tabs>
        <w:rPr>
          <w:sz w:val="28"/>
          <w:szCs w:val="28"/>
        </w:rPr>
      </w:pPr>
      <w:r>
        <w:rPr>
          <w:sz w:val="28"/>
          <w:szCs w:val="28"/>
        </w:rPr>
        <w:t>Глава администрации</w:t>
      </w:r>
    </w:p>
    <w:p w:rsidR="0009156E" w:rsidRPr="0097458A" w:rsidRDefault="0009156E" w:rsidP="00083E26">
      <w:pPr>
        <w:tabs>
          <w:tab w:val="left" w:pos="284"/>
        </w:tabs>
        <w:rPr>
          <w:sz w:val="28"/>
          <w:szCs w:val="28"/>
        </w:rPr>
      </w:pPr>
      <w:r>
        <w:rPr>
          <w:sz w:val="28"/>
          <w:szCs w:val="28"/>
        </w:rPr>
        <w:t>муниципального района                                           В.В. Бурдин</w:t>
      </w:r>
    </w:p>
    <w:p w:rsidR="0009156E" w:rsidRDefault="0009156E" w:rsidP="0097458A">
      <w:pPr>
        <w:tabs>
          <w:tab w:val="left" w:pos="1080"/>
          <w:tab w:val="left" w:pos="6660"/>
        </w:tabs>
        <w:ind w:right="-954"/>
        <w:rPr>
          <w:color w:val="FF0000"/>
          <w:sz w:val="26"/>
          <w:szCs w:val="26"/>
        </w:rPr>
      </w:pPr>
    </w:p>
    <w:p w:rsidR="0009156E" w:rsidRDefault="0009156E" w:rsidP="0097458A">
      <w:pPr>
        <w:tabs>
          <w:tab w:val="left" w:pos="1080"/>
          <w:tab w:val="left" w:pos="6660"/>
        </w:tabs>
        <w:ind w:right="-954"/>
        <w:rPr>
          <w:color w:val="FF0000"/>
          <w:sz w:val="26"/>
          <w:szCs w:val="26"/>
        </w:rPr>
      </w:pPr>
    </w:p>
    <w:p w:rsidR="0009156E" w:rsidRDefault="0009156E" w:rsidP="0097458A">
      <w:pPr>
        <w:tabs>
          <w:tab w:val="left" w:pos="1080"/>
          <w:tab w:val="left" w:pos="6660"/>
        </w:tabs>
        <w:ind w:right="-954"/>
        <w:rPr>
          <w:color w:val="FF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09156E" w:rsidTr="006F60FA">
        <w:tc>
          <w:tcPr>
            <w:tcW w:w="5300" w:type="dxa"/>
            <w:tcBorders>
              <w:top w:val="nil"/>
              <w:left w:val="nil"/>
              <w:bottom w:val="nil"/>
              <w:right w:val="nil"/>
            </w:tcBorders>
          </w:tcPr>
          <w:p w:rsidR="0009156E" w:rsidRPr="00D34232" w:rsidRDefault="0009156E" w:rsidP="00D34232">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09156E" w:rsidRPr="00D34232" w:rsidRDefault="0009156E"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p>
          <w:p w:rsidR="0009156E" w:rsidRPr="00D34232" w:rsidRDefault="0009156E"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09156E" w:rsidRPr="00D34232" w:rsidRDefault="0009156E" w:rsidP="00D34232">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09156E" w:rsidRPr="00D34232" w:rsidRDefault="00DB1FB9" w:rsidP="00980E57">
            <w:pPr>
              <w:pStyle w:val="ConsPlusNormal"/>
              <w:ind w:firstLine="0"/>
              <w:jc w:val="right"/>
              <w:rPr>
                <w:rFonts w:ascii="Times New Roman" w:hAnsi="Times New Roman"/>
                <w:sz w:val="28"/>
                <w:szCs w:val="28"/>
              </w:rPr>
            </w:pPr>
            <w:r w:rsidRPr="00DB1FB9">
              <w:rPr>
                <w:rFonts w:ascii="Times New Roman" w:hAnsi="Times New Roman"/>
                <w:sz w:val="28"/>
                <w:szCs w:val="28"/>
              </w:rPr>
              <w:t>от 18 июля 2017  № 631</w:t>
            </w:r>
            <w:bookmarkStart w:id="2" w:name="_GoBack"/>
            <w:bookmarkEnd w:id="2"/>
          </w:p>
        </w:tc>
      </w:tr>
    </w:tbl>
    <w:p w:rsidR="0009156E" w:rsidRPr="00AD4D0D" w:rsidRDefault="0009156E" w:rsidP="008A2175">
      <w:pPr>
        <w:jc w:val="right"/>
        <w:rPr>
          <w:sz w:val="28"/>
          <w:szCs w:val="28"/>
          <w:u w:val="single"/>
        </w:rPr>
      </w:pPr>
    </w:p>
    <w:p w:rsidR="0009156E" w:rsidRDefault="0009156E" w:rsidP="008A2175">
      <w:pPr>
        <w:jc w:val="right"/>
        <w:rPr>
          <w:sz w:val="28"/>
          <w:szCs w:val="28"/>
        </w:rPr>
      </w:pPr>
    </w:p>
    <w:tbl>
      <w:tblPr>
        <w:tblW w:w="9648" w:type="dxa"/>
        <w:tblLook w:val="00A0" w:firstRow="1" w:lastRow="0" w:firstColumn="1" w:lastColumn="0" w:noHBand="0" w:noVBand="0"/>
      </w:tblPr>
      <w:tblGrid>
        <w:gridCol w:w="4608"/>
        <w:gridCol w:w="5040"/>
      </w:tblGrid>
      <w:tr w:rsidR="0009156E" w:rsidRPr="005F00DB" w:rsidTr="008228E7">
        <w:trPr>
          <w:trHeight w:val="1357"/>
        </w:trPr>
        <w:tc>
          <w:tcPr>
            <w:tcW w:w="9648" w:type="dxa"/>
            <w:gridSpan w:val="2"/>
            <w:vAlign w:val="center"/>
          </w:tcPr>
          <w:p w:rsidR="0009156E" w:rsidRPr="005F00DB" w:rsidRDefault="0009156E" w:rsidP="008228E7">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 на 2014-2019 гг»</w:t>
            </w:r>
          </w:p>
        </w:tc>
      </w:tr>
      <w:tr w:rsidR="0009156E"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09156E" w:rsidRPr="00343502" w:rsidRDefault="0009156E"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09156E" w:rsidRPr="00343502" w:rsidRDefault="0009156E" w:rsidP="008228E7">
            <w:r w:rsidRPr="00343502">
              <w:t> Администрация Таловского муниципального района</w:t>
            </w:r>
          </w:p>
        </w:tc>
      </w:tr>
      <w:tr w:rsidR="0009156E" w:rsidRPr="002A1C96" w:rsidTr="008228E7">
        <w:trPr>
          <w:trHeight w:val="750"/>
        </w:trPr>
        <w:tc>
          <w:tcPr>
            <w:tcW w:w="4608" w:type="dxa"/>
            <w:tcBorders>
              <w:top w:val="nil"/>
              <w:left w:val="single" w:sz="4" w:space="0" w:color="auto"/>
              <w:bottom w:val="single" w:sz="4" w:space="0" w:color="auto"/>
              <w:right w:val="single" w:sz="4" w:space="0" w:color="auto"/>
            </w:tcBorders>
          </w:tcPr>
          <w:p w:rsidR="0009156E" w:rsidRPr="00343502" w:rsidRDefault="0009156E"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09156E" w:rsidRPr="008A2175" w:rsidRDefault="0009156E" w:rsidP="008228E7">
            <w:r w:rsidRPr="008A2175">
              <w:rPr>
                <w:sz w:val="22"/>
                <w:szCs w:val="22"/>
              </w:rPr>
              <w:t> </w:t>
            </w:r>
            <w:r>
              <w:rPr>
                <w:sz w:val="22"/>
                <w:szCs w:val="22"/>
              </w:rPr>
              <w:t>«</w:t>
            </w:r>
            <w:r w:rsidRPr="008A2175">
              <w:rPr>
                <w:sz w:val="22"/>
                <w:szCs w:val="22"/>
              </w:rPr>
              <w:t>Отдел по управлению муниципальным имуществом»</w:t>
            </w:r>
          </w:p>
          <w:p w:rsidR="0009156E" w:rsidRPr="008A2175" w:rsidRDefault="0009156E" w:rsidP="008228E7">
            <w:r w:rsidRPr="008A2175">
              <w:rPr>
                <w:sz w:val="22"/>
                <w:szCs w:val="22"/>
              </w:rPr>
              <w:t>МКУ «ЕДДС и ХТО»</w:t>
            </w:r>
          </w:p>
          <w:p w:rsidR="0009156E" w:rsidRPr="008A2175" w:rsidRDefault="0009156E" w:rsidP="008228E7">
            <w:r w:rsidRPr="008A2175">
              <w:rPr>
                <w:sz w:val="22"/>
                <w:szCs w:val="22"/>
              </w:rPr>
              <w:t>Совет народных депутатов Таловского муниципального района</w:t>
            </w:r>
          </w:p>
        </w:tc>
      </w:tr>
      <w:tr w:rsidR="0009156E" w:rsidRPr="002A1C96" w:rsidTr="008228E7">
        <w:trPr>
          <w:trHeight w:val="750"/>
        </w:trPr>
        <w:tc>
          <w:tcPr>
            <w:tcW w:w="4608" w:type="dxa"/>
            <w:tcBorders>
              <w:top w:val="nil"/>
              <w:left w:val="single" w:sz="4" w:space="0" w:color="auto"/>
              <w:bottom w:val="single" w:sz="4" w:space="0" w:color="auto"/>
              <w:right w:val="single" w:sz="4" w:space="0" w:color="auto"/>
            </w:tcBorders>
          </w:tcPr>
          <w:p w:rsidR="0009156E" w:rsidRPr="00343502" w:rsidRDefault="0009156E"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09156E" w:rsidRPr="008A2175" w:rsidRDefault="0009156E" w:rsidP="008228E7">
            <w:r w:rsidRPr="008A2175">
              <w:rPr>
                <w:sz w:val="22"/>
                <w:szCs w:val="22"/>
              </w:rPr>
              <w:t>Администрация Таловского муниципального района </w:t>
            </w:r>
          </w:p>
          <w:p w:rsidR="0009156E" w:rsidRPr="008A2175" w:rsidRDefault="0009156E" w:rsidP="008228E7">
            <w:r w:rsidRPr="008A2175">
              <w:rPr>
                <w:sz w:val="22"/>
                <w:szCs w:val="22"/>
              </w:rPr>
              <w:t>«Отдел по управлению муниципальным имуществом»</w:t>
            </w:r>
          </w:p>
          <w:p w:rsidR="0009156E" w:rsidRPr="008A2175" w:rsidRDefault="0009156E" w:rsidP="008228E7">
            <w:r w:rsidRPr="008A2175">
              <w:rPr>
                <w:sz w:val="22"/>
                <w:szCs w:val="22"/>
              </w:rPr>
              <w:t>МКУ «ЕДДС и ХТО»</w:t>
            </w:r>
          </w:p>
        </w:tc>
      </w:tr>
      <w:tr w:rsidR="0009156E" w:rsidRPr="002A1C96" w:rsidTr="008228E7">
        <w:trPr>
          <w:trHeight w:val="375"/>
        </w:trPr>
        <w:tc>
          <w:tcPr>
            <w:tcW w:w="4608" w:type="dxa"/>
            <w:tcBorders>
              <w:top w:val="nil"/>
              <w:left w:val="single" w:sz="4" w:space="0" w:color="auto"/>
              <w:bottom w:val="single" w:sz="4" w:space="0" w:color="auto"/>
              <w:right w:val="single" w:sz="4" w:space="0" w:color="auto"/>
            </w:tcBorders>
          </w:tcPr>
          <w:p w:rsidR="0009156E" w:rsidRPr="00343502" w:rsidRDefault="0009156E"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09156E" w:rsidRPr="008A2175" w:rsidRDefault="0009156E"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09156E" w:rsidRPr="008A2175" w:rsidRDefault="0009156E" w:rsidP="008228E7">
            <w:pPr>
              <w:ind w:left="42"/>
              <w:jc w:val="both"/>
            </w:pPr>
            <w:r w:rsidRPr="008A2175">
              <w:rPr>
                <w:rFonts w:eastAsia="Times New Roman"/>
                <w:sz w:val="22"/>
                <w:szCs w:val="22"/>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09156E" w:rsidRPr="008A2175" w:rsidRDefault="0009156E" w:rsidP="008228E7">
            <w:pPr>
              <w:ind w:left="42"/>
              <w:jc w:val="both"/>
            </w:pPr>
            <w:r w:rsidRPr="008A2175">
              <w:rPr>
                <w:rFonts w:eastAsia="Times New Roman"/>
                <w:sz w:val="22"/>
                <w:szCs w:val="22"/>
                <w:lang w:eastAsia="ru-RU"/>
              </w:rPr>
              <w:t>3.подпрограмма «Управление муниципальным  имуществом»;</w:t>
            </w:r>
          </w:p>
          <w:p w:rsidR="0009156E" w:rsidRPr="008A2175" w:rsidRDefault="0009156E"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09156E" w:rsidRPr="008A2175" w:rsidRDefault="0009156E"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r>
              <w:rPr>
                <w:rFonts w:eastAsia="Times New Roman"/>
                <w:sz w:val="22"/>
                <w:szCs w:val="22"/>
                <w:lang w:eastAsia="ru-RU"/>
              </w:rPr>
              <w:t xml:space="preserve"> в Таловском муниципальном районе</w:t>
            </w:r>
            <w:r w:rsidRPr="008A2175">
              <w:rPr>
                <w:rFonts w:eastAsia="Times New Roman"/>
                <w:sz w:val="22"/>
                <w:szCs w:val="22"/>
                <w:lang w:eastAsia="ru-RU"/>
              </w:rPr>
              <w:t>"</w:t>
            </w:r>
          </w:p>
          <w:p w:rsidR="0009156E" w:rsidRPr="008A2175" w:rsidRDefault="0009156E" w:rsidP="008228E7">
            <w:pPr>
              <w:ind w:left="42"/>
              <w:jc w:val="both"/>
              <w:rPr>
                <w:rFonts w:eastAsia="Times New Roman"/>
                <w:lang w:eastAsia="ru-RU"/>
              </w:rPr>
            </w:pPr>
            <w:r w:rsidRPr="008A2175">
              <w:rPr>
                <w:rFonts w:eastAsia="Times New Roman"/>
                <w:sz w:val="22"/>
                <w:szCs w:val="22"/>
                <w:lang w:eastAsia="ru-RU"/>
              </w:rPr>
              <w:t>6.подпрограмма  «Строительство спортивных сооружений».</w:t>
            </w:r>
          </w:p>
          <w:p w:rsidR="0009156E" w:rsidRPr="008A2175" w:rsidRDefault="0009156E" w:rsidP="008228E7">
            <w:pPr>
              <w:ind w:left="42"/>
              <w:jc w:val="both"/>
              <w:rPr>
                <w:rFonts w:eastAsia="Times New Roman"/>
                <w:lang w:eastAsia="ru-RU"/>
              </w:rPr>
            </w:pPr>
            <w:r w:rsidRPr="008A2175">
              <w:rPr>
                <w:rFonts w:eastAsia="Times New Roman"/>
                <w:sz w:val="22"/>
                <w:szCs w:val="22"/>
                <w:lang w:eastAsia="ru-RU"/>
              </w:rPr>
              <w:t>7.подпрограмма «Ремонт и благоустройство военно-мемориальных объектов Таловского муниципального района на 2015-2019 годы</w:t>
            </w:r>
          </w:p>
          <w:p w:rsidR="0009156E" w:rsidRDefault="0009156E" w:rsidP="008228E7">
            <w:pPr>
              <w:ind w:left="42"/>
              <w:jc w:val="both"/>
              <w:rPr>
                <w:color w:val="000000"/>
              </w:rPr>
            </w:pPr>
            <w:r w:rsidRPr="008A2175">
              <w:rPr>
                <w:rFonts w:eastAsia="Times New Roman"/>
                <w:sz w:val="22"/>
                <w:szCs w:val="22"/>
                <w:lang w:eastAsia="ru-RU"/>
              </w:rPr>
              <w:t>8.подпрограмма «</w:t>
            </w:r>
            <w:r w:rsidRPr="008A2175">
              <w:rPr>
                <w:color w:val="000000"/>
                <w:sz w:val="22"/>
                <w:szCs w:val="22"/>
              </w:rPr>
              <w:t>Развитие транспортной системы Таловского муниципального района».</w:t>
            </w:r>
          </w:p>
          <w:p w:rsidR="0009156E" w:rsidRPr="00343502" w:rsidRDefault="0009156E" w:rsidP="008228E7">
            <w:pPr>
              <w:ind w:left="42"/>
              <w:jc w:val="both"/>
            </w:pPr>
          </w:p>
        </w:tc>
      </w:tr>
      <w:tr w:rsidR="0009156E" w:rsidRPr="002A1C96" w:rsidTr="008228E7">
        <w:trPr>
          <w:trHeight w:val="375"/>
        </w:trPr>
        <w:tc>
          <w:tcPr>
            <w:tcW w:w="4608" w:type="dxa"/>
            <w:tcBorders>
              <w:top w:val="nil"/>
              <w:left w:val="single" w:sz="4" w:space="0" w:color="auto"/>
              <w:bottom w:val="single" w:sz="4" w:space="0" w:color="auto"/>
              <w:right w:val="single" w:sz="4" w:space="0" w:color="auto"/>
            </w:tcBorders>
          </w:tcPr>
          <w:p w:rsidR="0009156E" w:rsidRPr="00343502" w:rsidRDefault="0009156E"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09156E" w:rsidRPr="00343502" w:rsidRDefault="0009156E" w:rsidP="008228E7">
            <w:r w:rsidRPr="00343502">
              <w:rPr>
                <w:lang w:eastAsia="ru-RU"/>
              </w:rPr>
              <w:t>Эффективное функционирование системы муниципального управления Таловского муниципального района</w:t>
            </w:r>
          </w:p>
        </w:tc>
      </w:tr>
      <w:tr w:rsidR="0009156E" w:rsidRPr="002A1C96" w:rsidTr="008228E7">
        <w:trPr>
          <w:trHeight w:val="375"/>
        </w:trPr>
        <w:tc>
          <w:tcPr>
            <w:tcW w:w="4608" w:type="dxa"/>
            <w:tcBorders>
              <w:top w:val="nil"/>
              <w:left w:val="single" w:sz="4" w:space="0" w:color="auto"/>
              <w:bottom w:val="single" w:sz="4" w:space="0" w:color="auto"/>
              <w:right w:val="single" w:sz="4" w:space="0" w:color="auto"/>
            </w:tcBorders>
          </w:tcPr>
          <w:p w:rsidR="0009156E" w:rsidRPr="00343502" w:rsidRDefault="0009156E"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09156E" w:rsidRPr="00343502" w:rsidRDefault="0009156E"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09156E" w:rsidRPr="00343502" w:rsidRDefault="0009156E" w:rsidP="008228E7">
            <w:pPr>
              <w:jc w:val="both"/>
            </w:pPr>
            <w:r w:rsidRPr="00343502">
              <w:lastRenderedPageBreak/>
              <w:t xml:space="preserve">2.Повышение удовлетворенности населения деятельностью органов местного самоуправления. </w:t>
            </w:r>
          </w:p>
          <w:p w:rsidR="0009156E" w:rsidRPr="00343502" w:rsidRDefault="0009156E" w:rsidP="008228E7">
            <w:pPr>
              <w:jc w:val="both"/>
            </w:pPr>
            <w:r w:rsidRPr="00343502">
              <w:t>3.Создание условий для обеспечения эффективного муниципального управления.</w:t>
            </w:r>
          </w:p>
          <w:p w:rsidR="0009156E" w:rsidRPr="00343502" w:rsidRDefault="0009156E" w:rsidP="008228E7">
            <w:pPr>
              <w:jc w:val="both"/>
            </w:pPr>
            <w:r w:rsidRPr="00343502">
              <w:t xml:space="preserve">4.Повышение качества предоставления муниципальных услуг жителям района. </w:t>
            </w:r>
          </w:p>
        </w:tc>
      </w:tr>
      <w:tr w:rsidR="0009156E" w:rsidRPr="002A1C96" w:rsidTr="008228E7">
        <w:trPr>
          <w:trHeight w:val="750"/>
        </w:trPr>
        <w:tc>
          <w:tcPr>
            <w:tcW w:w="4608" w:type="dxa"/>
            <w:tcBorders>
              <w:top w:val="nil"/>
              <w:left w:val="single" w:sz="4" w:space="0" w:color="auto"/>
              <w:bottom w:val="single" w:sz="4" w:space="0" w:color="auto"/>
              <w:right w:val="single" w:sz="4" w:space="0" w:color="auto"/>
            </w:tcBorders>
          </w:tcPr>
          <w:p w:rsidR="0009156E" w:rsidRPr="00343502" w:rsidRDefault="0009156E" w:rsidP="008228E7">
            <w:r w:rsidRPr="00343502">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09156E" w:rsidRPr="00343502" w:rsidRDefault="0009156E" w:rsidP="008228E7">
            <w:r w:rsidRPr="00343502">
              <w:t xml:space="preserve">1.Количество муниципальных услуг, оказываемых в электронном виде, ед. </w:t>
            </w:r>
          </w:p>
          <w:p w:rsidR="0009156E" w:rsidRPr="00343502" w:rsidRDefault="0009156E" w:rsidP="008228E7">
            <w:r w:rsidRPr="00343502">
              <w:t xml:space="preserve">2.Доля НПА, проекты которых прошли правовую и антикоррупционную экспертизу, %.  </w:t>
            </w:r>
          </w:p>
          <w:p w:rsidR="0009156E" w:rsidRPr="00343502" w:rsidRDefault="0009156E" w:rsidP="008228E7">
            <w:r w:rsidRPr="00343502">
              <w:t>3.</w:t>
            </w:r>
            <w:r w:rsidRPr="00343502">
              <w:rPr>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09156E" w:rsidRPr="00343502" w:rsidRDefault="0009156E" w:rsidP="008228E7">
            <w:pPr>
              <w:autoSpaceDE w:val="0"/>
              <w:autoSpaceDN w:val="0"/>
              <w:adjustRightInd w:val="0"/>
              <w:rPr>
                <w:lang w:eastAsia="ru-RU"/>
              </w:rPr>
            </w:pPr>
            <w:r w:rsidRPr="00343502">
              <w:rPr>
                <w:lang w:eastAsia="ru-RU"/>
              </w:rPr>
              <w:t>4.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p>
        </w:tc>
      </w:tr>
      <w:tr w:rsidR="0009156E" w:rsidRPr="002A1C96" w:rsidTr="008228E7">
        <w:trPr>
          <w:trHeight w:val="750"/>
        </w:trPr>
        <w:tc>
          <w:tcPr>
            <w:tcW w:w="4608" w:type="dxa"/>
            <w:tcBorders>
              <w:top w:val="nil"/>
              <w:left w:val="single" w:sz="4" w:space="0" w:color="auto"/>
              <w:bottom w:val="single" w:sz="4" w:space="0" w:color="auto"/>
              <w:right w:val="single" w:sz="4" w:space="0" w:color="auto"/>
            </w:tcBorders>
          </w:tcPr>
          <w:p w:rsidR="0009156E" w:rsidRPr="00343502" w:rsidRDefault="0009156E"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09156E" w:rsidRPr="00343502" w:rsidRDefault="0009156E" w:rsidP="008228E7">
            <w:pPr>
              <w:jc w:val="center"/>
              <w:rPr>
                <w:lang w:eastAsia="ru-RU"/>
              </w:rPr>
            </w:pPr>
            <w:r w:rsidRPr="00343502">
              <w:rPr>
                <w:lang w:eastAsia="ru-RU"/>
              </w:rPr>
              <w:t>Реализуется в 1 этап</w:t>
            </w:r>
          </w:p>
          <w:p w:rsidR="0009156E" w:rsidRPr="00343502" w:rsidRDefault="0009156E" w:rsidP="008228E7">
            <w:pPr>
              <w:jc w:val="center"/>
            </w:pPr>
            <w:r w:rsidRPr="00343502">
              <w:rPr>
                <w:lang w:eastAsia="ru-RU"/>
              </w:rPr>
              <w:t>Срок реализации программы – 2014-2019</w:t>
            </w:r>
            <w:r w:rsidRPr="00343502">
              <w:t> </w:t>
            </w:r>
          </w:p>
        </w:tc>
      </w:tr>
      <w:tr w:rsidR="0009156E" w:rsidRPr="002A1C96" w:rsidTr="008228E7">
        <w:trPr>
          <w:trHeight w:val="632"/>
        </w:trPr>
        <w:tc>
          <w:tcPr>
            <w:tcW w:w="4608" w:type="dxa"/>
            <w:tcBorders>
              <w:top w:val="nil"/>
              <w:left w:val="single" w:sz="4" w:space="0" w:color="auto"/>
              <w:bottom w:val="single" w:sz="4" w:space="0" w:color="auto"/>
              <w:right w:val="single" w:sz="4" w:space="0" w:color="auto"/>
            </w:tcBorders>
          </w:tcPr>
          <w:p w:rsidR="0009156E" w:rsidRPr="00343502" w:rsidRDefault="0009156E"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09156E" w:rsidRPr="00343502" w:rsidRDefault="0009156E" w:rsidP="008228E7"/>
        </w:tc>
        <w:tc>
          <w:tcPr>
            <w:tcW w:w="5040" w:type="dxa"/>
            <w:tcBorders>
              <w:top w:val="nil"/>
              <w:left w:val="nil"/>
              <w:bottom w:val="single" w:sz="4" w:space="0" w:color="auto"/>
              <w:right w:val="single" w:sz="4" w:space="0" w:color="auto"/>
            </w:tcBorders>
            <w:shd w:val="clear" w:color="auto" w:fill="FFFFFF"/>
            <w:vAlign w:val="bottom"/>
          </w:tcPr>
          <w:p w:rsidR="0009156E" w:rsidRPr="00921697" w:rsidRDefault="0009156E" w:rsidP="008228E7">
            <w:pPr>
              <w:jc w:val="both"/>
              <w:rPr>
                <w:color w:val="0000FF"/>
              </w:rPr>
            </w:pPr>
            <w:r w:rsidRPr="00CD7936">
              <w:t xml:space="preserve">Общий объем финансирования программы </w:t>
            </w:r>
            <w:r>
              <w:t>402152,9</w:t>
            </w:r>
            <w:r w:rsidRPr="00921697">
              <w:rPr>
                <w:color w:val="0000FF"/>
              </w:rPr>
              <w:t xml:space="preserve">  тыс. рублей, в том числе:</w:t>
            </w:r>
          </w:p>
          <w:p w:rsidR="0009156E" w:rsidRPr="00921697" w:rsidRDefault="0009156E" w:rsidP="008228E7">
            <w:pPr>
              <w:pStyle w:val="ConsPlusNormal"/>
              <w:ind w:firstLine="540"/>
              <w:jc w:val="both"/>
              <w:rPr>
                <w:rFonts w:ascii="Times New Roman" w:hAnsi="Times New Roman"/>
                <w:color w:val="0000FF"/>
                <w:sz w:val="24"/>
                <w:szCs w:val="24"/>
              </w:rPr>
            </w:pPr>
            <w:r w:rsidRPr="00CD7936">
              <w:rPr>
                <w:rFonts w:ascii="Times New Roman" w:hAnsi="Times New Roman"/>
                <w:sz w:val="24"/>
                <w:szCs w:val="24"/>
              </w:rPr>
              <w:t>-</w:t>
            </w:r>
            <w:r w:rsidRPr="00921697">
              <w:rPr>
                <w:rFonts w:ascii="Times New Roman" w:hAnsi="Times New Roman"/>
                <w:color w:val="0000FF"/>
                <w:sz w:val="24"/>
                <w:szCs w:val="24"/>
              </w:rPr>
              <w:t>из средств федерального бюджета    7</w:t>
            </w:r>
            <w:r>
              <w:rPr>
                <w:rFonts w:ascii="Times New Roman" w:hAnsi="Times New Roman"/>
                <w:color w:val="0000FF"/>
                <w:sz w:val="24"/>
                <w:szCs w:val="24"/>
              </w:rPr>
              <w:t>059,3</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1543,1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2551,3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2016 год – 1</w:t>
            </w:r>
            <w:r>
              <w:rPr>
                <w:rFonts w:ascii="Times New Roman" w:hAnsi="Times New Roman"/>
                <w:color w:val="0000FF"/>
                <w:sz w:val="24"/>
                <w:szCs w:val="24"/>
              </w:rPr>
              <w:t>670,2</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2017 год – </w:t>
            </w:r>
            <w:r>
              <w:rPr>
                <w:rFonts w:ascii="Times New Roman" w:hAnsi="Times New Roman"/>
                <w:color w:val="0000FF"/>
                <w:sz w:val="24"/>
                <w:szCs w:val="24"/>
              </w:rPr>
              <w:t>344,4</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2018 год – 450,0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2019 год – 500,0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из средств областного бюджета   8</w:t>
            </w:r>
            <w:r>
              <w:rPr>
                <w:rFonts w:ascii="Times New Roman" w:hAnsi="Times New Roman"/>
                <w:color w:val="0000FF"/>
                <w:sz w:val="24"/>
                <w:szCs w:val="24"/>
              </w:rPr>
              <w:t>7029,5</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82163,2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1055,4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2016 год – 2</w:t>
            </w:r>
            <w:r>
              <w:rPr>
                <w:rFonts w:ascii="Times New Roman" w:hAnsi="Times New Roman"/>
                <w:color w:val="0000FF"/>
                <w:sz w:val="24"/>
                <w:szCs w:val="24"/>
              </w:rPr>
              <w:t>663,8</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2017 год – </w:t>
            </w:r>
            <w:r>
              <w:rPr>
                <w:rFonts w:ascii="Times New Roman" w:hAnsi="Times New Roman"/>
                <w:color w:val="0000FF"/>
                <w:sz w:val="24"/>
                <w:szCs w:val="24"/>
              </w:rPr>
              <w:t>197,1</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2018 год – 450,0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2019 год – 500,0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 из средств местного  бюджета </w:t>
            </w:r>
            <w:r>
              <w:rPr>
                <w:rFonts w:ascii="Times New Roman" w:hAnsi="Times New Roman"/>
                <w:color w:val="0000FF"/>
                <w:sz w:val="24"/>
                <w:szCs w:val="24"/>
              </w:rPr>
              <w:t>288074,2</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45738,0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45341,8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2016 год – </w:t>
            </w:r>
            <w:r>
              <w:rPr>
                <w:rFonts w:ascii="Times New Roman" w:hAnsi="Times New Roman"/>
                <w:color w:val="0000FF"/>
                <w:sz w:val="24"/>
                <w:szCs w:val="24"/>
              </w:rPr>
              <w:t>49691,8</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2017 год – </w:t>
            </w:r>
            <w:r>
              <w:rPr>
                <w:rFonts w:ascii="Times New Roman" w:hAnsi="Times New Roman"/>
                <w:color w:val="0000FF"/>
                <w:sz w:val="24"/>
                <w:szCs w:val="24"/>
              </w:rPr>
              <w:t>53118,7</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Pr>
                <w:rFonts w:ascii="Times New Roman" w:hAnsi="Times New Roman"/>
                <w:color w:val="0000FF"/>
                <w:sz w:val="24"/>
                <w:szCs w:val="24"/>
              </w:rPr>
              <w:t>2018 год – 46333,2</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2019 год – </w:t>
            </w:r>
            <w:r>
              <w:rPr>
                <w:rFonts w:ascii="Times New Roman" w:hAnsi="Times New Roman"/>
                <w:color w:val="0000FF"/>
                <w:sz w:val="24"/>
                <w:szCs w:val="24"/>
              </w:rPr>
              <w:t>47850,7</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 средства физических лиц  </w:t>
            </w:r>
            <w:r>
              <w:rPr>
                <w:rFonts w:ascii="Times New Roman" w:hAnsi="Times New Roman"/>
                <w:color w:val="0000FF"/>
                <w:sz w:val="24"/>
                <w:szCs w:val="24"/>
              </w:rPr>
              <w:t>19989,9</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8286,9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lastRenderedPageBreak/>
              <w:t>2015 год –453,0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2016 год – </w:t>
            </w:r>
            <w:r>
              <w:rPr>
                <w:rFonts w:ascii="Times New Roman" w:hAnsi="Times New Roman"/>
                <w:color w:val="0000FF"/>
                <w:sz w:val="24"/>
                <w:szCs w:val="24"/>
              </w:rPr>
              <w:t>4272,4</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2017 год – </w:t>
            </w:r>
            <w:r>
              <w:rPr>
                <w:rFonts w:ascii="Times New Roman" w:hAnsi="Times New Roman"/>
                <w:color w:val="0000FF"/>
                <w:sz w:val="24"/>
                <w:szCs w:val="24"/>
              </w:rPr>
              <w:t>1684,8</w:t>
            </w:r>
            <w:r w:rsidRPr="00921697">
              <w:rPr>
                <w:rFonts w:ascii="Times New Roman" w:hAnsi="Times New Roman"/>
                <w:color w:val="0000FF"/>
                <w:sz w:val="24"/>
                <w:szCs w:val="24"/>
              </w:rPr>
              <w:t xml:space="preserve">   тыс. рублей;</w:t>
            </w:r>
          </w:p>
          <w:p w:rsidR="0009156E" w:rsidRPr="00921697" w:rsidRDefault="0009156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2018 год – 2507,1  тыс. рублей;</w:t>
            </w:r>
          </w:p>
          <w:p w:rsidR="0009156E" w:rsidRPr="00343502" w:rsidRDefault="0009156E" w:rsidP="005A7761">
            <w:pPr>
              <w:pStyle w:val="ConsPlusNormal"/>
              <w:ind w:firstLine="540"/>
              <w:jc w:val="both"/>
            </w:pPr>
            <w:r w:rsidRPr="00921697">
              <w:rPr>
                <w:rFonts w:ascii="Times New Roman" w:hAnsi="Times New Roman"/>
                <w:color w:val="0000FF"/>
                <w:sz w:val="24"/>
                <w:szCs w:val="24"/>
              </w:rPr>
              <w:t xml:space="preserve"> 2019 год – 2785,7  тыс. рублей.</w:t>
            </w:r>
          </w:p>
        </w:tc>
      </w:tr>
      <w:tr w:rsidR="0009156E" w:rsidRPr="002A1C96" w:rsidTr="008228E7">
        <w:trPr>
          <w:trHeight w:val="1125"/>
        </w:trPr>
        <w:tc>
          <w:tcPr>
            <w:tcW w:w="4608" w:type="dxa"/>
            <w:tcBorders>
              <w:top w:val="nil"/>
              <w:left w:val="single" w:sz="4" w:space="0" w:color="auto"/>
              <w:bottom w:val="single" w:sz="4" w:space="0" w:color="auto"/>
              <w:right w:val="single" w:sz="4" w:space="0" w:color="auto"/>
            </w:tcBorders>
          </w:tcPr>
          <w:p w:rsidR="0009156E" w:rsidRPr="00343502" w:rsidRDefault="0009156E" w:rsidP="008228E7">
            <w:r w:rsidRPr="00343502">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09156E" w:rsidRPr="00343502" w:rsidRDefault="0009156E" w:rsidP="008228E7">
            <w:pPr>
              <w:jc w:val="both"/>
            </w:pPr>
            <w:r w:rsidRPr="00343502">
              <w:t xml:space="preserve">- повышение эффективности деятельности органов местного самоуправления; </w:t>
            </w:r>
          </w:p>
          <w:p w:rsidR="0009156E" w:rsidRPr="00343502" w:rsidRDefault="0009156E" w:rsidP="008228E7">
            <w:pPr>
              <w:jc w:val="both"/>
            </w:pPr>
            <w:r w:rsidRPr="00343502">
              <w:t>- повышение уровня доверия населения к муниципальным служащим;</w:t>
            </w:r>
          </w:p>
          <w:p w:rsidR="0009156E" w:rsidRPr="00343502" w:rsidRDefault="0009156E" w:rsidP="008228E7">
            <w:r w:rsidRPr="00343502">
              <w:t xml:space="preserve">-   повышение уровня профессиональной компетентности муниципальных служащих  </w:t>
            </w:r>
          </w:p>
        </w:tc>
      </w:tr>
    </w:tbl>
    <w:p w:rsidR="0009156E" w:rsidRDefault="0009156E" w:rsidP="00434943">
      <w:pPr>
        <w:pStyle w:val="a8"/>
        <w:tabs>
          <w:tab w:val="left" w:pos="708"/>
        </w:tabs>
        <w:rPr>
          <w:b/>
          <w:sz w:val="26"/>
        </w:rPr>
      </w:pPr>
    </w:p>
    <w:p w:rsidR="0009156E" w:rsidRDefault="0009156E" w:rsidP="00434943">
      <w:pPr>
        <w:pStyle w:val="a8"/>
        <w:tabs>
          <w:tab w:val="left" w:pos="708"/>
        </w:tabs>
        <w:rPr>
          <w:b/>
          <w:sz w:val="26"/>
        </w:rPr>
      </w:pPr>
    </w:p>
    <w:p w:rsidR="0009156E" w:rsidRDefault="0009156E" w:rsidP="006F2901">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09156E" w:rsidRDefault="0009156E" w:rsidP="006F2901">
      <w:pPr>
        <w:ind w:left="709"/>
        <w:jc w:val="both"/>
        <w:rPr>
          <w:b/>
          <w:sz w:val="26"/>
          <w:szCs w:val="26"/>
        </w:rPr>
      </w:pPr>
    </w:p>
    <w:p w:rsidR="0009156E" w:rsidRDefault="0009156E" w:rsidP="00A91139">
      <w:pPr>
        <w:pStyle w:val="ConsPlusNormal"/>
        <w:jc w:val="both"/>
        <w:rPr>
          <w:rFonts w:ascii="Times New Roman" w:hAnsi="Times New Roman"/>
          <w:sz w:val="24"/>
          <w:szCs w:val="24"/>
        </w:rPr>
      </w:pPr>
      <w:r>
        <w:rPr>
          <w:rFonts w:ascii="Times New Roman" w:hAnsi="Times New Roman"/>
          <w:sz w:val="24"/>
          <w:szCs w:val="24"/>
        </w:rPr>
        <w:t xml:space="preserve">Муниципальная программа Таловского муниципального района «Муниципальное  управление и гражданское общество Таловского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от 24.09.2013 №384 «Об утверждении перечня муниципальных программ Таловского  муниципального района Воронежской  области». </w:t>
      </w:r>
    </w:p>
    <w:p w:rsidR="0009156E" w:rsidRDefault="0009156E" w:rsidP="00A91139">
      <w:pPr>
        <w:pStyle w:val="Default"/>
        <w:jc w:val="both"/>
        <w:rPr>
          <w:color w:val="auto"/>
        </w:rPr>
      </w:pPr>
      <w:r>
        <w:rPr>
          <w:color w:val="auto"/>
        </w:rPr>
        <w:t xml:space="preserve">         Муниципальная  программа направлена на повышение эффективности функционирования системы ОМСУ  Таловского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09156E" w:rsidRDefault="0009156E"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09156E" w:rsidRDefault="0009156E" w:rsidP="00A91139">
      <w:pPr>
        <w:autoSpaceDE w:val="0"/>
        <w:autoSpaceDN w:val="0"/>
        <w:adjustRightInd w:val="0"/>
        <w:jc w:val="both"/>
      </w:pPr>
      <w:r>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09156E" w:rsidRDefault="0009156E"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09156E" w:rsidRDefault="0009156E"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09156E" w:rsidRDefault="0009156E"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09156E" w:rsidRDefault="0009156E"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09156E" w:rsidRDefault="0009156E" w:rsidP="00A91139">
      <w:pPr>
        <w:widowControl w:val="0"/>
        <w:autoSpaceDE w:val="0"/>
        <w:autoSpaceDN w:val="0"/>
        <w:adjustRightInd w:val="0"/>
        <w:ind w:firstLine="709"/>
        <w:jc w:val="both"/>
      </w:pPr>
      <w:r>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09156E" w:rsidRDefault="0009156E" w:rsidP="00A91139">
      <w:pPr>
        <w:ind w:firstLine="709"/>
        <w:jc w:val="both"/>
      </w:pPr>
      <w:r>
        <w:lastRenderedPageBreak/>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09156E" w:rsidRDefault="0009156E" w:rsidP="00A91139">
      <w:pPr>
        <w:autoSpaceDE w:val="0"/>
        <w:autoSpaceDN w:val="0"/>
        <w:adjustRightInd w:val="0"/>
        <w:ind w:firstLine="540"/>
        <w:jc w:val="both"/>
      </w:pPr>
      <w:r>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09156E" w:rsidRDefault="0009156E"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09156E" w:rsidRDefault="0009156E" w:rsidP="00A91139">
      <w:pPr>
        <w:autoSpaceDE w:val="0"/>
        <w:autoSpaceDN w:val="0"/>
        <w:adjustRightInd w:val="0"/>
        <w:ind w:firstLine="709"/>
        <w:jc w:val="both"/>
        <w:rPr>
          <w:lang w:eastAsia="ru-RU"/>
        </w:rPr>
      </w:pPr>
      <w: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09156E" w:rsidRDefault="0009156E"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09156E" w:rsidRDefault="0009156E"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09156E" w:rsidRDefault="0009156E" w:rsidP="00A91139">
      <w:pPr>
        <w:autoSpaceDE w:val="0"/>
        <w:autoSpaceDN w:val="0"/>
        <w:adjustRightInd w:val="0"/>
        <w:ind w:firstLine="709"/>
        <w:jc w:val="both"/>
      </w:pPr>
      <w: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09156E" w:rsidRDefault="0009156E" w:rsidP="00A91139">
      <w:pPr>
        <w:widowControl w:val="0"/>
        <w:autoSpaceDE w:val="0"/>
        <w:autoSpaceDN w:val="0"/>
        <w:adjustRightInd w:val="0"/>
        <w:ind w:firstLine="709"/>
        <w:jc w:val="both"/>
      </w:pPr>
      <w:r>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09156E" w:rsidRDefault="0009156E"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09156E" w:rsidRDefault="0009156E" w:rsidP="00A91139">
      <w:pPr>
        <w:jc w:val="both"/>
      </w:pPr>
      <w:r>
        <w:t>- оптимизация состава имущества, необходимого для осуществления полномочий;</w:t>
      </w:r>
    </w:p>
    <w:p w:rsidR="0009156E" w:rsidRDefault="0009156E" w:rsidP="00A91139">
      <w:pPr>
        <w:tabs>
          <w:tab w:val="left" w:pos="960"/>
        </w:tabs>
        <w:spacing w:line="276" w:lineRule="auto"/>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09156E" w:rsidRDefault="0009156E" w:rsidP="00A91139">
      <w:pPr>
        <w:ind w:firstLine="709"/>
        <w:jc w:val="both"/>
        <w:rPr>
          <w:rFonts w:ascii="Arial" w:hAnsi="Arial" w:cs="Arial"/>
          <w:color w:val="FF0000"/>
        </w:rPr>
      </w:pPr>
    </w:p>
    <w:p w:rsidR="0009156E" w:rsidRPr="006F2901" w:rsidRDefault="0009156E"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09156E" w:rsidRDefault="0009156E"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муниципальной  программы определены: </w:t>
      </w:r>
    </w:p>
    <w:p w:rsidR="0009156E" w:rsidRDefault="0009156E"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09156E" w:rsidRDefault="0009156E" w:rsidP="00A91139">
      <w:pPr>
        <w:autoSpaceDE w:val="0"/>
        <w:autoSpaceDN w:val="0"/>
        <w:adjustRightInd w:val="0"/>
        <w:jc w:val="both"/>
        <w:rPr>
          <w:rFonts w:eastAsia="Times New Roman"/>
          <w:lang w:eastAsia="ru-RU"/>
        </w:rPr>
      </w:pPr>
      <w:r>
        <w:rPr>
          <w:rFonts w:eastAsia="Times New Roman"/>
          <w:lang w:eastAsia="ru-RU"/>
        </w:rPr>
        <w:lastRenderedPageBreak/>
        <w:t xml:space="preserve">- Федеральным законом от 06.10.2003 № 131-ФЗ «Об общих принципах организации местного самоуправления в Российской Федерации»; </w:t>
      </w:r>
    </w:p>
    <w:p w:rsidR="0009156E" w:rsidRDefault="0009156E"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09156E" w:rsidRDefault="0009156E"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09156E" w:rsidRDefault="0009156E" w:rsidP="00A91139">
      <w:pPr>
        <w:autoSpaceDE w:val="0"/>
        <w:autoSpaceDN w:val="0"/>
        <w:adjustRightInd w:val="0"/>
        <w:jc w:val="both"/>
        <w:rPr>
          <w:rFonts w:eastAsia="Times New Roman"/>
          <w:lang w:eastAsia="ru-RU"/>
        </w:rPr>
      </w:pPr>
      <w:r>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09156E" w:rsidRDefault="0009156E" w:rsidP="00A91139">
      <w:pPr>
        <w:autoSpaceDE w:val="0"/>
        <w:autoSpaceDN w:val="0"/>
        <w:adjustRightInd w:val="0"/>
        <w:jc w:val="both"/>
        <w:rPr>
          <w:rFonts w:eastAsia="Times New Roman"/>
          <w:lang w:eastAsia="ru-RU"/>
        </w:rPr>
      </w:pPr>
      <w:r>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09156E" w:rsidRDefault="0009156E"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09156E" w:rsidRDefault="0009156E" w:rsidP="00A91139">
      <w:pPr>
        <w:autoSpaceDE w:val="0"/>
        <w:autoSpaceDN w:val="0"/>
        <w:adjustRightInd w:val="0"/>
        <w:jc w:val="both"/>
        <w:rPr>
          <w:rFonts w:eastAsia="Times New Roman"/>
          <w:lang w:eastAsia="ru-RU"/>
        </w:rPr>
      </w:pPr>
      <w:r>
        <w:rPr>
          <w:rFonts w:eastAsia="Times New Roman"/>
          <w:lang w:eastAsia="ru-RU"/>
        </w:rPr>
        <w:t>-Стратегией социально-экономического развития Таловского муниципального района.</w:t>
      </w:r>
    </w:p>
    <w:p w:rsidR="0009156E" w:rsidRDefault="0009156E" w:rsidP="00A91139">
      <w:pPr>
        <w:autoSpaceDE w:val="0"/>
        <w:autoSpaceDN w:val="0"/>
        <w:adjustRightInd w:val="0"/>
        <w:ind w:firstLine="851"/>
        <w:jc w:val="both"/>
        <w:rPr>
          <w:bCs/>
        </w:rPr>
      </w:pPr>
      <w:r>
        <w:rPr>
          <w:rFonts w:eastAsia="Times New Roman"/>
          <w:lang w:eastAsia="ru-RU"/>
        </w:rPr>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09156E" w:rsidRDefault="0009156E" w:rsidP="00A91139">
      <w:pPr>
        <w:autoSpaceDE w:val="0"/>
        <w:autoSpaceDN w:val="0"/>
        <w:adjustRightInd w:val="0"/>
        <w:ind w:firstLine="851"/>
        <w:jc w:val="both"/>
      </w:pPr>
      <w:r>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09156E" w:rsidRDefault="0009156E" w:rsidP="00A91139">
      <w:pPr>
        <w:autoSpaceDE w:val="0"/>
        <w:autoSpaceDN w:val="0"/>
        <w:adjustRightInd w:val="0"/>
        <w:ind w:firstLine="851"/>
        <w:jc w:val="both"/>
        <w:rPr>
          <w:lang w:eastAsia="ru-RU"/>
        </w:rPr>
      </w:pPr>
      <w:r>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Pr>
          <w:lang w:eastAsia="ru-RU"/>
        </w:rPr>
        <w:t>;</w:t>
      </w:r>
    </w:p>
    <w:p w:rsidR="0009156E" w:rsidRDefault="0009156E"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09156E" w:rsidRDefault="0009156E" w:rsidP="00A91139">
      <w:pPr>
        <w:autoSpaceDE w:val="0"/>
        <w:autoSpaceDN w:val="0"/>
        <w:adjustRightInd w:val="0"/>
        <w:ind w:firstLine="851"/>
        <w:jc w:val="both"/>
      </w:pPr>
      <w:r>
        <w:rPr>
          <w:lang w:eastAsia="ru-RU"/>
        </w:rPr>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09156E" w:rsidRDefault="0009156E" w:rsidP="00A91139">
      <w:pPr>
        <w:ind w:firstLine="851"/>
        <w:jc w:val="both"/>
      </w:pPr>
      <w:r>
        <w:t>- создание эффективной системы управления муниципальным имуществом;</w:t>
      </w:r>
    </w:p>
    <w:p w:rsidR="0009156E" w:rsidRDefault="0009156E" w:rsidP="00A91139">
      <w:pPr>
        <w:widowControl w:val="0"/>
        <w:ind w:firstLine="851"/>
        <w:jc w:val="both"/>
      </w:pPr>
      <w:r>
        <w:t>- создание эффективной системы учета муниципального имущества.</w:t>
      </w:r>
    </w:p>
    <w:p w:rsidR="0009156E" w:rsidRDefault="0009156E" w:rsidP="00A91139">
      <w:pPr>
        <w:widowControl w:val="0"/>
        <w:ind w:firstLine="851"/>
        <w:jc w:val="both"/>
        <w:rPr>
          <w:i/>
          <w:color w:val="FF0000"/>
          <w:lang w:eastAsia="ru-RU"/>
        </w:rPr>
      </w:pPr>
    </w:p>
    <w:p w:rsidR="0009156E" w:rsidRDefault="0009156E" w:rsidP="00A91139">
      <w:pPr>
        <w:rPr>
          <w:lang w:eastAsia="ru-RU"/>
        </w:rPr>
      </w:pPr>
      <w:r>
        <w:rPr>
          <w:b/>
          <w:lang w:eastAsia="ru-RU"/>
        </w:rPr>
        <w:t xml:space="preserve">Целью </w:t>
      </w:r>
      <w:r>
        <w:rPr>
          <w:lang w:eastAsia="ru-RU"/>
        </w:rPr>
        <w:t xml:space="preserve">муниципальной программы является: </w:t>
      </w:r>
    </w:p>
    <w:p w:rsidR="0009156E" w:rsidRDefault="0009156E" w:rsidP="00A91139">
      <w:pPr>
        <w:jc w:val="both"/>
        <w:rPr>
          <w:lang w:eastAsia="ru-RU"/>
        </w:rPr>
      </w:pPr>
      <w:r>
        <w:rPr>
          <w:lang w:eastAsia="ru-RU"/>
        </w:rPr>
        <w:t xml:space="preserve"> Эффективное функционирование системы муниципального управления Таловского муниципального района</w:t>
      </w:r>
    </w:p>
    <w:p w:rsidR="0009156E" w:rsidRDefault="0009156E" w:rsidP="00A91139">
      <w:pPr>
        <w:jc w:val="both"/>
        <w:rPr>
          <w:lang w:eastAsia="ru-RU"/>
        </w:rPr>
      </w:pPr>
    </w:p>
    <w:p w:rsidR="0009156E" w:rsidRDefault="0009156E"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09156E" w:rsidRDefault="0009156E" w:rsidP="00A91139">
      <w:pPr>
        <w:jc w:val="both"/>
      </w:pPr>
      <w:r>
        <w:t xml:space="preserve">1.Совершенствование  правовых и организационных основ местного самоуправления, муниципальной службы. </w:t>
      </w:r>
    </w:p>
    <w:p w:rsidR="0009156E" w:rsidRDefault="0009156E" w:rsidP="00A91139">
      <w:pPr>
        <w:jc w:val="both"/>
      </w:pPr>
      <w:r>
        <w:t xml:space="preserve">2.Повышение удовлетворенности населения деятельностью органов местного самоуправления. </w:t>
      </w:r>
    </w:p>
    <w:p w:rsidR="0009156E" w:rsidRDefault="0009156E" w:rsidP="00A91139">
      <w:pPr>
        <w:jc w:val="both"/>
      </w:pPr>
      <w:r>
        <w:t>3. Создание условий для обеспечения эффективного муниципального управления.</w:t>
      </w:r>
    </w:p>
    <w:p w:rsidR="0009156E" w:rsidRDefault="0009156E" w:rsidP="00A91139">
      <w:pPr>
        <w:jc w:val="both"/>
      </w:pPr>
      <w:r>
        <w:t xml:space="preserve">4. Повышение качества предоставления муниципальных услуг жителям района. </w:t>
      </w:r>
    </w:p>
    <w:p w:rsidR="0009156E" w:rsidRDefault="0009156E" w:rsidP="00A91139">
      <w:pPr>
        <w:pStyle w:val="a3"/>
        <w:ind w:left="0"/>
        <w:jc w:val="both"/>
        <w:rPr>
          <w:b/>
        </w:rPr>
      </w:pPr>
    </w:p>
    <w:p w:rsidR="0009156E" w:rsidRDefault="0009156E" w:rsidP="00A91139">
      <w:pPr>
        <w:jc w:val="both"/>
      </w:pPr>
      <w:r w:rsidRPr="00194AB1">
        <w:rPr>
          <w:b/>
        </w:rPr>
        <w:t>Показатели,</w:t>
      </w:r>
      <w:r>
        <w:t xml:space="preserve"> используемые для достижения поставленной цели: </w:t>
      </w:r>
    </w:p>
    <w:p w:rsidR="0009156E" w:rsidRPr="00D926D0" w:rsidRDefault="0009156E" w:rsidP="00D926D0">
      <w:r>
        <w:t>1</w:t>
      </w:r>
      <w:r w:rsidRPr="00D926D0">
        <w:t xml:space="preserve">. Количество муниципальных услуг, оказываемых в электронном виде, ед. </w:t>
      </w:r>
    </w:p>
    <w:p w:rsidR="0009156E" w:rsidRPr="00D926D0" w:rsidRDefault="0009156E" w:rsidP="00D926D0">
      <w:r>
        <w:t>2</w:t>
      </w:r>
      <w:r w:rsidRPr="00D926D0">
        <w:t xml:space="preserve">.Доля НПА, проекты которых прошли правовую и антикоррупционную экспертизу, %.  </w:t>
      </w:r>
    </w:p>
    <w:p w:rsidR="0009156E" w:rsidRPr="00D926D0" w:rsidRDefault="0009156E" w:rsidP="00D926D0">
      <w:pPr>
        <w:tabs>
          <w:tab w:val="left" w:pos="360"/>
        </w:tabs>
        <w:autoSpaceDE w:val="0"/>
        <w:autoSpaceDN w:val="0"/>
        <w:adjustRightInd w:val="0"/>
        <w:jc w:val="both"/>
        <w:rPr>
          <w:lang w:eastAsia="ru-RU"/>
        </w:rPr>
      </w:pPr>
      <w:r>
        <w:rPr>
          <w:lang w:eastAsia="ru-RU"/>
        </w:rPr>
        <w:t>3</w:t>
      </w:r>
      <w:r w:rsidRPr="00D926D0">
        <w:rPr>
          <w:lang w:eastAsia="ru-RU"/>
        </w:rPr>
        <w:t xml:space="preserve">. 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 </w:t>
      </w:r>
    </w:p>
    <w:p w:rsidR="0009156E" w:rsidRPr="00D926D0" w:rsidRDefault="0009156E" w:rsidP="00D926D0">
      <w:pPr>
        <w:tabs>
          <w:tab w:val="left" w:pos="360"/>
        </w:tabs>
        <w:autoSpaceDE w:val="0"/>
        <w:autoSpaceDN w:val="0"/>
        <w:adjustRightInd w:val="0"/>
        <w:jc w:val="both"/>
        <w:rPr>
          <w:lang w:eastAsia="ru-RU"/>
        </w:rPr>
      </w:pPr>
      <w:r>
        <w:rPr>
          <w:lang w:eastAsia="ru-RU"/>
        </w:rPr>
        <w:t xml:space="preserve"> 4</w:t>
      </w:r>
      <w:r w:rsidRPr="00D926D0">
        <w:rPr>
          <w:lang w:eastAsia="ru-RU"/>
        </w:rPr>
        <w:t>.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p>
    <w:p w:rsidR="0009156E" w:rsidRDefault="0009156E" w:rsidP="00D926D0"/>
    <w:p w:rsidR="0009156E" w:rsidRPr="00151251" w:rsidRDefault="0009156E" w:rsidP="00CF255C">
      <w:pPr>
        <w:pStyle w:val="ConsPlusNormal"/>
        <w:ind w:firstLine="0"/>
        <w:rPr>
          <w:rFonts w:ascii="Times New Roman" w:hAnsi="Times New Roman"/>
          <w:sz w:val="24"/>
          <w:szCs w:val="24"/>
        </w:rPr>
      </w:pPr>
      <w:r w:rsidRPr="00151251">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09156E" w:rsidRPr="00151251" w:rsidRDefault="0009156E" w:rsidP="00864C29">
      <w:r w:rsidRPr="00151251">
        <w:lastRenderedPageBreak/>
        <w:t>Общий срок реализации программы рассчитан на период с 2014 по 2019 год (в один этап).</w:t>
      </w:r>
    </w:p>
    <w:p w:rsidR="0009156E" w:rsidRPr="00151251" w:rsidRDefault="0009156E" w:rsidP="00A91139">
      <w:pPr>
        <w:pStyle w:val="a3"/>
        <w:ind w:left="0"/>
        <w:rPr>
          <w:rFonts w:ascii="Arial" w:hAnsi="Arial" w:cs="Arial"/>
        </w:rPr>
      </w:pPr>
    </w:p>
    <w:p w:rsidR="0009156E" w:rsidRPr="00151251" w:rsidRDefault="0009156E" w:rsidP="00A91139">
      <w:pPr>
        <w:pStyle w:val="a3"/>
        <w:ind w:left="0"/>
        <w:rPr>
          <w:b/>
        </w:rPr>
      </w:pPr>
      <w:r w:rsidRPr="00151251">
        <w:rPr>
          <w:b/>
        </w:rPr>
        <w:t xml:space="preserve">Конечные результаты муниципальной программы: </w:t>
      </w:r>
    </w:p>
    <w:p w:rsidR="0009156E" w:rsidRPr="00151251" w:rsidRDefault="0009156E" w:rsidP="00A91139">
      <w:pPr>
        <w:pStyle w:val="a3"/>
        <w:ind w:left="0"/>
      </w:pPr>
      <w:r w:rsidRPr="00151251">
        <w:t xml:space="preserve">- повышение эффективности деятельности органов местного самоуправления; </w:t>
      </w:r>
    </w:p>
    <w:p w:rsidR="0009156E" w:rsidRPr="00151251" w:rsidRDefault="0009156E" w:rsidP="00A91139">
      <w:pPr>
        <w:jc w:val="both"/>
      </w:pPr>
      <w:r w:rsidRPr="00151251">
        <w:t>- повышение уровня доверия населения к муниципальным служащим;</w:t>
      </w:r>
    </w:p>
    <w:p w:rsidR="0009156E" w:rsidRPr="00151251" w:rsidRDefault="0009156E" w:rsidP="00A91139">
      <w:pPr>
        <w:pStyle w:val="a3"/>
        <w:ind w:left="0"/>
        <w:rPr>
          <w:rFonts w:ascii="Arial" w:hAnsi="Arial" w:cs="Arial"/>
        </w:rPr>
      </w:pPr>
      <w:r w:rsidRPr="00151251">
        <w:t xml:space="preserve">- повышение уровня профессиональной компетентности муниципальных служащих.  </w:t>
      </w:r>
    </w:p>
    <w:p w:rsidR="0009156E" w:rsidRPr="00151251" w:rsidRDefault="0009156E" w:rsidP="00A91139">
      <w:pPr>
        <w:pStyle w:val="a3"/>
        <w:ind w:left="0"/>
        <w:rPr>
          <w:rFonts w:ascii="Arial" w:hAnsi="Arial" w:cs="Arial"/>
        </w:rPr>
      </w:pPr>
    </w:p>
    <w:p w:rsidR="0009156E" w:rsidRPr="006E3BEE" w:rsidRDefault="0009156E" w:rsidP="00434943">
      <w:pPr>
        <w:jc w:val="right"/>
        <w:rPr>
          <w:color w:val="0000FF"/>
          <w:szCs w:val="28"/>
        </w:rPr>
      </w:pPr>
    </w:p>
    <w:p w:rsidR="0009156E" w:rsidRPr="004D300B" w:rsidRDefault="0009156E" w:rsidP="00BE7456">
      <w:pPr>
        <w:ind w:firstLine="709"/>
        <w:jc w:val="center"/>
        <w:rPr>
          <w:b/>
          <w:sz w:val="26"/>
          <w:szCs w:val="26"/>
        </w:rPr>
      </w:pPr>
      <w:r w:rsidRPr="004D300B">
        <w:rPr>
          <w:b/>
          <w:sz w:val="26"/>
          <w:szCs w:val="26"/>
        </w:rPr>
        <w:t>3. Обоснования выделения подпрограмм и обобщенная характеристика основных мероприятий</w:t>
      </w:r>
    </w:p>
    <w:p w:rsidR="0009156E" w:rsidRPr="004D300B" w:rsidRDefault="0009156E" w:rsidP="00BE7456">
      <w:pPr>
        <w:autoSpaceDE w:val="0"/>
        <w:autoSpaceDN w:val="0"/>
        <w:adjustRightInd w:val="0"/>
        <w:rPr>
          <w:rFonts w:eastAsia="Times New Roman"/>
          <w:lang w:eastAsia="ru-RU"/>
        </w:rPr>
      </w:pPr>
    </w:p>
    <w:p w:rsidR="0009156E" w:rsidRPr="004D300B" w:rsidRDefault="0009156E"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09156E" w:rsidRPr="004D300B" w:rsidRDefault="0009156E" w:rsidP="00BE7456">
      <w:pPr>
        <w:autoSpaceDE w:val="0"/>
        <w:autoSpaceDN w:val="0"/>
        <w:adjustRightInd w:val="0"/>
        <w:jc w:val="both"/>
        <w:rPr>
          <w:rFonts w:eastAsia="Times New Roman"/>
          <w:lang w:eastAsia="ru-RU"/>
        </w:rPr>
      </w:pPr>
      <w:r w:rsidRPr="004D300B">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 участвующих в реализации муниципальной  программы. </w:t>
      </w:r>
    </w:p>
    <w:p w:rsidR="0009156E" w:rsidRPr="004D300B" w:rsidRDefault="0009156E"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09156E" w:rsidRPr="004D300B" w:rsidRDefault="0009156E" w:rsidP="00BE7456">
      <w:pPr>
        <w:autoSpaceDE w:val="0"/>
        <w:autoSpaceDN w:val="0"/>
        <w:adjustRightInd w:val="0"/>
        <w:jc w:val="both"/>
        <w:rPr>
          <w:rFonts w:eastAsia="Times New Roman"/>
          <w:lang w:eastAsia="ru-RU"/>
        </w:rPr>
      </w:pPr>
    </w:p>
    <w:p w:rsidR="0009156E" w:rsidRPr="004D300B" w:rsidRDefault="0009156E"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оздание условий для  обеспечения муниципального управления»</w:t>
      </w:r>
    </w:p>
    <w:p w:rsidR="0009156E" w:rsidRPr="004D300B" w:rsidRDefault="0009156E"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09156E" w:rsidRPr="004D300B" w:rsidRDefault="0009156E" w:rsidP="00BE7456">
      <w:pPr>
        <w:autoSpaceDE w:val="0"/>
        <w:autoSpaceDN w:val="0"/>
        <w:adjustRightInd w:val="0"/>
        <w:jc w:val="both"/>
        <w:rPr>
          <w:rFonts w:eastAsia="Times New Roman"/>
          <w:lang w:eastAsia="ru-RU"/>
        </w:rPr>
      </w:pPr>
      <w:r w:rsidRPr="004D300B">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w:t>
      </w:r>
    </w:p>
    <w:p w:rsidR="0009156E" w:rsidRPr="004D300B" w:rsidRDefault="0009156E"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09156E" w:rsidRPr="004D300B" w:rsidRDefault="0009156E" w:rsidP="00BE7456">
      <w:pPr>
        <w:jc w:val="both"/>
      </w:pPr>
      <w:r w:rsidRPr="004D300B">
        <w:t xml:space="preserve">Увеличение количества муниципальных услуг, предоставляемых в электронном виде </w:t>
      </w:r>
    </w:p>
    <w:p w:rsidR="0009156E" w:rsidRPr="004D300B" w:rsidRDefault="0009156E" w:rsidP="00BE7456">
      <w:pPr>
        <w:jc w:val="both"/>
      </w:pPr>
      <w:r w:rsidRPr="004D300B">
        <w:t xml:space="preserve">Сокращение сроков административных процедур при предоставлении муниципальных услуг. </w:t>
      </w:r>
    </w:p>
    <w:p w:rsidR="0009156E" w:rsidRPr="004D300B" w:rsidRDefault="0009156E"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09156E" w:rsidRPr="004D300B" w:rsidRDefault="0009156E" w:rsidP="00BE7456">
      <w:pPr>
        <w:jc w:val="both"/>
      </w:pPr>
      <w:r w:rsidRPr="004D300B">
        <w:t>Повышение престижа муниципальной службы и авторитета муниципальных служащих</w:t>
      </w:r>
    </w:p>
    <w:p w:rsidR="0009156E" w:rsidRPr="004D300B" w:rsidRDefault="0009156E"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09156E" w:rsidRPr="004D300B" w:rsidRDefault="0009156E" w:rsidP="00BE7456">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09156E" w:rsidRPr="004D300B" w:rsidRDefault="0009156E" w:rsidP="00BE7456">
      <w:pPr>
        <w:jc w:val="both"/>
      </w:pPr>
      <w:r w:rsidRPr="004D300B">
        <w:t xml:space="preserve">Повышение качества принимаемых нормативно-правовых актов. </w:t>
      </w:r>
    </w:p>
    <w:p w:rsidR="0009156E" w:rsidRPr="004D300B" w:rsidRDefault="0009156E"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09156E" w:rsidRPr="004D300B" w:rsidRDefault="0009156E" w:rsidP="00BE7456">
      <w:pPr>
        <w:autoSpaceDE w:val="0"/>
        <w:autoSpaceDN w:val="0"/>
        <w:adjustRightInd w:val="0"/>
        <w:rPr>
          <w:rFonts w:eastAsia="Times New Roman"/>
          <w:lang w:eastAsia="ru-RU"/>
        </w:rPr>
      </w:pPr>
      <w:r w:rsidRPr="004D300B">
        <w:rPr>
          <w:szCs w:val="28"/>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09156E" w:rsidRPr="004D300B" w:rsidRDefault="0009156E" w:rsidP="00BE7456">
      <w:pPr>
        <w:rPr>
          <w:szCs w:val="28"/>
        </w:rPr>
      </w:pPr>
      <w:r w:rsidRPr="004D300B">
        <w:rPr>
          <w:szCs w:val="28"/>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09156E" w:rsidRPr="004D300B" w:rsidRDefault="0009156E" w:rsidP="00BE7456">
      <w:pPr>
        <w:rPr>
          <w:szCs w:val="28"/>
        </w:rPr>
      </w:pPr>
      <w:r w:rsidRPr="004D300B">
        <w:rPr>
          <w:szCs w:val="28"/>
        </w:rPr>
        <w:t>3. Управление резервным фондом.</w:t>
      </w:r>
    </w:p>
    <w:p w:rsidR="0009156E" w:rsidRPr="004D300B" w:rsidRDefault="0009156E" w:rsidP="00BE7456">
      <w:pPr>
        <w:autoSpaceDE w:val="0"/>
        <w:autoSpaceDN w:val="0"/>
        <w:adjustRightInd w:val="0"/>
        <w:rPr>
          <w:szCs w:val="28"/>
        </w:rPr>
      </w:pPr>
      <w:r w:rsidRPr="004D300B">
        <w:rPr>
          <w:szCs w:val="28"/>
        </w:rPr>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09156E" w:rsidRPr="004D300B" w:rsidRDefault="0009156E" w:rsidP="00BE7456">
      <w:pPr>
        <w:autoSpaceDE w:val="0"/>
        <w:autoSpaceDN w:val="0"/>
        <w:adjustRightInd w:val="0"/>
        <w:jc w:val="both"/>
        <w:rPr>
          <w:szCs w:val="28"/>
        </w:rPr>
      </w:pPr>
      <w:r w:rsidRPr="004D300B">
        <w:rPr>
          <w:szCs w:val="28"/>
        </w:rPr>
        <w:lastRenderedPageBreak/>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09156E" w:rsidRPr="004D300B" w:rsidRDefault="0009156E" w:rsidP="00BE7456">
      <w:pPr>
        <w:autoSpaceDE w:val="0"/>
        <w:autoSpaceDN w:val="0"/>
        <w:adjustRightInd w:val="0"/>
        <w:jc w:val="both"/>
        <w:rPr>
          <w:szCs w:val="28"/>
        </w:rPr>
      </w:pPr>
      <w:r w:rsidRPr="004D300B">
        <w:rPr>
          <w:szCs w:val="28"/>
        </w:rPr>
        <w:t>6. Выплаты почетным гражданам.</w:t>
      </w:r>
    </w:p>
    <w:p w:rsidR="0009156E" w:rsidRDefault="0009156E" w:rsidP="00BE7456">
      <w:pPr>
        <w:rPr>
          <w:szCs w:val="28"/>
        </w:rPr>
      </w:pPr>
      <w:r w:rsidRPr="004D300B">
        <w:rPr>
          <w:szCs w:val="28"/>
        </w:rPr>
        <w:t>7. Обеспечение экологической безопасности и качества окружающей среды.</w:t>
      </w:r>
    </w:p>
    <w:p w:rsidR="0009156E" w:rsidRPr="00A0281F" w:rsidRDefault="0009156E" w:rsidP="00BE7456">
      <w:pPr>
        <w:rPr>
          <w:color w:val="0000FF"/>
          <w:szCs w:val="28"/>
        </w:rPr>
      </w:pPr>
      <w:r w:rsidRPr="00E72432">
        <w:rPr>
          <w:szCs w:val="28"/>
        </w:rPr>
        <w:t>8. Финансовое обеспечение других обязательств государства</w:t>
      </w:r>
      <w:r w:rsidRPr="00A0281F">
        <w:rPr>
          <w:color w:val="0000FF"/>
          <w:szCs w:val="28"/>
        </w:rPr>
        <w:t>.</w:t>
      </w:r>
    </w:p>
    <w:p w:rsidR="0009156E" w:rsidRPr="004D300B" w:rsidRDefault="0009156E" w:rsidP="00BE7456">
      <w:pPr>
        <w:rPr>
          <w:szCs w:val="28"/>
        </w:rPr>
      </w:pPr>
    </w:p>
    <w:p w:rsidR="0009156E" w:rsidRDefault="0009156E" w:rsidP="00BE7456">
      <w:pPr>
        <w:ind w:left="42"/>
        <w:jc w:val="both"/>
      </w:pPr>
    </w:p>
    <w:p w:rsidR="0009156E" w:rsidRDefault="0009156E" w:rsidP="00BE7456">
      <w:pPr>
        <w:ind w:left="42"/>
        <w:jc w:val="both"/>
      </w:pPr>
    </w:p>
    <w:p w:rsidR="0009156E" w:rsidRPr="004D300B" w:rsidRDefault="0009156E" w:rsidP="00BE7456">
      <w:pPr>
        <w:ind w:left="42"/>
        <w:jc w:val="both"/>
        <w:rPr>
          <w:rFonts w:eastAsia="Times New Roman"/>
          <w:b/>
          <w:sz w:val="22"/>
          <w:szCs w:val="22"/>
          <w:u w:val="single"/>
          <w:lang w:eastAsia="ru-RU"/>
        </w:rPr>
      </w:pPr>
      <w:r w:rsidRPr="004D300B">
        <w:rPr>
          <w:rFonts w:eastAsia="Times New Roman"/>
          <w:b/>
          <w:sz w:val="22"/>
          <w:szCs w:val="22"/>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09156E" w:rsidRPr="004D300B" w:rsidRDefault="0009156E" w:rsidP="00BE7456">
      <w:pPr>
        <w:ind w:left="42"/>
        <w:jc w:val="both"/>
        <w:rPr>
          <w:rFonts w:eastAsia="Times New Roman"/>
          <w:b/>
          <w:sz w:val="22"/>
          <w:szCs w:val="22"/>
          <w:u w:val="single"/>
          <w:lang w:eastAsia="ru-RU"/>
        </w:rPr>
      </w:pPr>
    </w:p>
    <w:p w:rsidR="0009156E" w:rsidRPr="004D300B" w:rsidRDefault="0009156E"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09156E" w:rsidRPr="004D300B" w:rsidRDefault="0009156E"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09156E" w:rsidRPr="004D300B" w:rsidRDefault="0009156E" w:rsidP="00081955">
      <w:pPr>
        <w:autoSpaceDE w:val="0"/>
        <w:autoSpaceDN w:val="0"/>
        <w:adjustRightInd w:val="0"/>
        <w:jc w:val="both"/>
        <w:rPr>
          <w:rFonts w:eastAsia="Times New Roman"/>
          <w:lang w:eastAsia="ru-RU"/>
        </w:rPr>
      </w:pPr>
      <w:r w:rsidRPr="004D300B">
        <w:t>- транспортное, материально-техническое обеспечение администрации Таловского муниципального района.и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09156E" w:rsidRPr="004D300B" w:rsidRDefault="0009156E"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09156E" w:rsidRPr="004D300B" w:rsidRDefault="0009156E"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09156E" w:rsidRPr="004D300B" w:rsidRDefault="0009156E" w:rsidP="00081955">
      <w:pPr>
        <w:jc w:val="both"/>
      </w:pPr>
      <w:r w:rsidRPr="004D300B">
        <w:t>- совершенствование программного и технического оснащения ЕДДС района;</w:t>
      </w:r>
    </w:p>
    <w:p w:rsidR="0009156E" w:rsidRPr="004D300B" w:rsidRDefault="0009156E" w:rsidP="00081955">
      <w:pPr>
        <w:jc w:val="both"/>
      </w:pPr>
      <w:r w:rsidRPr="004D300B">
        <w:t>- осуществление охраны зданий, помещений и имущества администрации Таловского муниципального района, пожарной безопасности в них;</w:t>
      </w:r>
    </w:p>
    <w:p w:rsidR="0009156E" w:rsidRPr="004D300B" w:rsidRDefault="0009156E" w:rsidP="00081955">
      <w:pPr>
        <w:jc w:val="both"/>
      </w:pPr>
      <w:r w:rsidRPr="004D300B">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09156E" w:rsidRPr="004D300B" w:rsidRDefault="0009156E" w:rsidP="00081955">
      <w:pPr>
        <w:autoSpaceDE w:val="0"/>
        <w:autoSpaceDN w:val="0"/>
        <w:adjustRightInd w:val="0"/>
        <w:jc w:val="both"/>
        <w:rPr>
          <w:rFonts w:eastAsia="Times New Roman"/>
          <w:lang w:eastAsia="ru-RU"/>
        </w:rPr>
      </w:pPr>
      <w:r w:rsidRPr="004D300B">
        <w:t>- осуществление уборки и санитарно-гигиенической очистки помещений администрации Таловского муниципального района. </w:t>
      </w:r>
    </w:p>
    <w:p w:rsidR="0009156E" w:rsidRPr="004D300B" w:rsidRDefault="0009156E"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09156E" w:rsidRPr="004D300B" w:rsidRDefault="0009156E" w:rsidP="00081955">
      <w:pPr>
        <w:jc w:val="both"/>
      </w:pPr>
      <w:r w:rsidRPr="004D300B">
        <w:t>1.Обеспечение безопасности в чрезвычайных ситуациях</w:t>
      </w:r>
    </w:p>
    <w:p w:rsidR="0009156E" w:rsidRPr="004D300B" w:rsidRDefault="0009156E" w:rsidP="00081955">
      <w:pPr>
        <w:jc w:val="both"/>
      </w:pPr>
      <w:r w:rsidRPr="004D300B">
        <w:t>2. Предоставление транспортных услуг</w:t>
      </w:r>
      <w:r>
        <w:t>.</w:t>
      </w:r>
    </w:p>
    <w:p w:rsidR="0009156E" w:rsidRPr="004D300B" w:rsidRDefault="0009156E" w:rsidP="00081955">
      <w:pPr>
        <w:jc w:val="both"/>
        <w:rPr>
          <w:rFonts w:eastAsia="Times New Roman"/>
          <w:lang w:eastAsia="ru-RU"/>
        </w:rPr>
      </w:pPr>
      <w:r w:rsidRPr="004D300B">
        <w:t>3. Финансовое обеспечение других обязательств государства</w:t>
      </w:r>
      <w:r>
        <w:t>.</w:t>
      </w:r>
    </w:p>
    <w:p w:rsidR="0009156E" w:rsidRDefault="0009156E" w:rsidP="00BE7456">
      <w:pPr>
        <w:ind w:left="42"/>
        <w:jc w:val="both"/>
        <w:rPr>
          <w:rFonts w:eastAsia="Times New Roman"/>
          <w:b/>
          <w:u w:val="single"/>
          <w:lang w:eastAsia="ru-RU"/>
        </w:rPr>
      </w:pPr>
    </w:p>
    <w:p w:rsidR="0009156E" w:rsidRPr="004D300B" w:rsidRDefault="0009156E" w:rsidP="00BE7456">
      <w:pPr>
        <w:ind w:left="42"/>
        <w:jc w:val="both"/>
        <w:rPr>
          <w:rFonts w:eastAsia="Times New Roman"/>
          <w:b/>
          <w:u w:val="single"/>
          <w:lang w:eastAsia="ru-RU"/>
        </w:rPr>
      </w:pPr>
      <w:r w:rsidRPr="004D300B">
        <w:rPr>
          <w:rFonts w:eastAsia="Times New Roman"/>
          <w:b/>
          <w:u w:val="single"/>
          <w:lang w:eastAsia="ru-RU"/>
        </w:rPr>
        <w:t>3.Подпрограмма «Управление муниципальным  имуществом»;</w:t>
      </w:r>
    </w:p>
    <w:p w:rsidR="0009156E" w:rsidRPr="004D300B" w:rsidRDefault="0009156E"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09156E" w:rsidRPr="004D300B" w:rsidRDefault="0009156E" w:rsidP="00081955">
      <w:pPr>
        <w:autoSpaceDE w:val="0"/>
        <w:autoSpaceDN w:val="0"/>
        <w:adjustRightInd w:val="0"/>
        <w:jc w:val="both"/>
        <w:rPr>
          <w:rFonts w:eastAsia="Times New Roman"/>
          <w:lang w:eastAsia="ru-RU"/>
        </w:rPr>
      </w:pPr>
      <w:r w:rsidRPr="004D300B">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09156E" w:rsidRPr="004D300B" w:rsidRDefault="0009156E"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09156E" w:rsidRPr="004D300B" w:rsidRDefault="0009156E" w:rsidP="00081955">
      <w:pPr>
        <w:autoSpaceDE w:val="0"/>
        <w:autoSpaceDN w:val="0"/>
        <w:adjustRightInd w:val="0"/>
        <w:jc w:val="both"/>
      </w:pPr>
      <w:r w:rsidRPr="004D300B">
        <w:t>1. В части управления имуществом:</w:t>
      </w:r>
    </w:p>
    <w:p w:rsidR="0009156E" w:rsidRPr="004D300B" w:rsidRDefault="0009156E" w:rsidP="00081955">
      <w:pPr>
        <w:autoSpaceDE w:val="0"/>
        <w:autoSpaceDN w:val="0"/>
        <w:adjustRightInd w:val="0"/>
        <w:jc w:val="both"/>
      </w:pPr>
      <w:r w:rsidRPr="004D300B">
        <w:t>- учет и управление муниципальным имуществом.</w:t>
      </w:r>
    </w:p>
    <w:p w:rsidR="0009156E" w:rsidRPr="004D300B" w:rsidRDefault="0009156E" w:rsidP="00081955">
      <w:pPr>
        <w:autoSpaceDE w:val="0"/>
        <w:autoSpaceDN w:val="0"/>
        <w:adjustRightInd w:val="0"/>
        <w:jc w:val="both"/>
      </w:pPr>
      <w:r w:rsidRPr="004D300B">
        <w:t>2. В части управления земельными ресурсами:</w:t>
      </w:r>
    </w:p>
    <w:p w:rsidR="0009156E" w:rsidRPr="004D300B" w:rsidRDefault="0009156E" w:rsidP="00081955">
      <w:pPr>
        <w:autoSpaceDE w:val="0"/>
        <w:autoSpaceDN w:val="0"/>
        <w:adjustRightInd w:val="0"/>
        <w:jc w:val="both"/>
        <w:rPr>
          <w:rFonts w:eastAsia="Times New Roman"/>
          <w:lang w:eastAsia="ru-RU"/>
        </w:rPr>
      </w:pPr>
      <w:r w:rsidRPr="004D300B">
        <w:rPr>
          <w:rStyle w:val="1a"/>
        </w:rPr>
        <w:t>- о</w:t>
      </w:r>
      <w:r w:rsidRPr="004D300B">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09156E" w:rsidRPr="004D300B" w:rsidRDefault="0009156E"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09156E" w:rsidRPr="004D300B" w:rsidRDefault="0009156E" w:rsidP="00081955">
      <w:pPr>
        <w:autoSpaceDE w:val="0"/>
        <w:autoSpaceDN w:val="0"/>
        <w:adjustRightInd w:val="0"/>
        <w:ind w:firstLine="63"/>
        <w:jc w:val="both"/>
      </w:pPr>
      <w:r w:rsidRPr="004D300B">
        <w:t>1) техническая инвентаризация, оценка имущества для принятия управленческих решений;</w:t>
      </w:r>
    </w:p>
    <w:p w:rsidR="0009156E" w:rsidRPr="004D300B" w:rsidRDefault="0009156E" w:rsidP="00081955">
      <w:pPr>
        <w:pStyle w:val="a4"/>
        <w:ind w:left="71" w:right="85"/>
        <w:jc w:val="both"/>
        <w:rPr>
          <w:b w:val="0"/>
        </w:rPr>
      </w:pPr>
      <w:r w:rsidRPr="004D300B">
        <w:rPr>
          <w:b w:val="0"/>
        </w:rPr>
        <w:t>2)</w:t>
      </w:r>
      <w:r>
        <w:rPr>
          <w:b w:val="0"/>
        </w:rPr>
        <w:t xml:space="preserve"> приобретение и </w:t>
      </w:r>
      <w:r w:rsidRPr="00C01477">
        <w:rPr>
          <w:b w:val="0"/>
        </w:rPr>
        <w:t>содержание имущества казны и проведение ремонтных работ для привлечения дополнительных арендаторов</w:t>
      </w:r>
      <w:r w:rsidRPr="004D300B">
        <w:rPr>
          <w:b w:val="0"/>
        </w:rPr>
        <w:t>;</w:t>
      </w:r>
    </w:p>
    <w:p w:rsidR="0009156E" w:rsidRPr="004D300B" w:rsidRDefault="0009156E" w:rsidP="00081955">
      <w:pPr>
        <w:pStyle w:val="a4"/>
        <w:ind w:right="20" w:firstLine="63"/>
        <w:jc w:val="both"/>
        <w:rPr>
          <w:rStyle w:val="1a"/>
          <w:b w:val="0"/>
        </w:rPr>
      </w:pPr>
      <w:r w:rsidRPr="004D300B">
        <w:rPr>
          <w:rStyle w:val="1a"/>
          <w:b w:val="0"/>
        </w:rPr>
        <w:lastRenderedPageBreak/>
        <w:t xml:space="preserve">3) межевание земельных участков, оценка размера арендной платы. </w:t>
      </w:r>
    </w:p>
    <w:p w:rsidR="0009156E" w:rsidRPr="004D300B" w:rsidRDefault="0009156E" w:rsidP="004A380C">
      <w:pPr>
        <w:pStyle w:val="a4"/>
        <w:ind w:right="85"/>
        <w:jc w:val="both"/>
        <w:rPr>
          <w:rStyle w:val="1a"/>
          <w:b w:val="0"/>
        </w:rPr>
      </w:pPr>
      <w:r w:rsidRPr="004D300B">
        <w:rPr>
          <w:rStyle w:val="1a"/>
          <w:b w:val="0"/>
        </w:rPr>
        <w:t>4) публикация информационных сообщений</w:t>
      </w:r>
    </w:p>
    <w:p w:rsidR="0009156E" w:rsidRPr="004D300B" w:rsidRDefault="0009156E" w:rsidP="00081955">
      <w:pPr>
        <w:ind w:left="42"/>
        <w:jc w:val="both"/>
      </w:pPr>
      <w:r w:rsidRPr="004D300B">
        <w:t xml:space="preserve">5) обеспечение деятельности </w:t>
      </w:r>
      <w:r>
        <w:t>о</w:t>
      </w:r>
      <w:r w:rsidRPr="004D300B">
        <w:t>тдел</w:t>
      </w:r>
      <w:r>
        <w:t>а</w:t>
      </w:r>
      <w:r w:rsidRPr="004D300B">
        <w:t xml:space="preserve"> по управлению муниципальным имуществом.</w:t>
      </w:r>
    </w:p>
    <w:p w:rsidR="0009156E" w:rsidRPr="004D300B" w:rsidRDefault="0009156E"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09156E" w:rsidRPr="004D300B" w:rsidRDefault="0009156E"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09156E" w:rsidRPr="004D300B" w:rsidRDefault="0009156E"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09156E" w:rsidRPr="004D300B" w:rsidRDefault="0009156E" w:rsidP="00BE7456">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09156E" w:rsidRPr="004D300B" w:rsidRDefault="0009156E"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09156E" w:rsidRPr="004D300B" w:rsidRDefault="0009156E"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09156E" w:rsidRPr="004D300B" w:rsidRDefault="0009156E" w:rsidP="00BE7456">
      <w:pPr>
        <w:ind w:left="42"/>
        <w:jc w:val="both"/>
        <w:rPr>
          <w:rFonts w:eastAsia="Times New Roman"/>
          <w:lang w:eastAsia="ru-RU"/>
        </w:rPr>
      </w:pPr>
      <w:r>
        <w:rPr>
          <w:szCs w:val="28"/>
        </w:rPr>
        <w:t>1. Обеспечение жильём молодых семей</w:t>
      </w:r>
    </w:p>
    <w:p w:rsidR="0009156E" w:rsidRPr="004D300B" w:rsidRDefault="0009156E" w:rsidP="00BE7456">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Pr>
          <w:rFonts w:eastAsia="Times New Roman"/>
          <w:b/>
          <w:u w:val="single"/>
          <w:lang w:eastAsia="ru-RU"/>
        </w:rPr>
        <w:t xml:space="preserve"> в Таловском муниципальном районе</w:t>
      </w:r>
      <w:r w:rsidRPr="004D300B">
        <w:rPr>
          <w:rFonts w:eastAsia="Times New Roman"/>
          <w:b/>
          <w:u w:val="single"/>
          <w:lang w:eastAsia="ru-RU"/>
        </w:rPr>
        <w:t>"</w:t>
      </w:r>
    </w:p>
    <w:p w:rsidR="0009156E" w:rsidRPr="004D300B" w:rsidRDefault="0009156E" w:rsidP="0008195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09156E" w:rsidRPr="004D300B" w:rsidRDefault="0009156E"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09156E" w:rsidRPr="004D300B" w:rsidRDefault="0009156E" w:rsidP="00081955">
      <w:pPr>
        <w:jc w:val="both"/>
      </w:pPr>
      <w:r w:rsidRPr="004D300B">
        <w:t xml:space="preserve">1.Обеспечение доступности инфраструктуры поддержки субъектов малого и среднего предпринимательства. </w:t>
      </w:r>
    </w:p>
    <w:p w:rsidR="0009156E" w:rsidRPr="004D300B" w:rsidRDefault="0009156E" w:rsidP="0008195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09156E" w:rsidRPr="004D300B" w:rsidRDefault="0009156E" w:rsidP="00081955">
      <w:pPr>
        <w:pStyle w:val="ConsPlusCell"/>
        <w:jc w:val="both"/>
        <w:rPr>
          <w:rFonts w:ascii="Times New Roman" w:hAnsi="Times New Roman" w:cs="Times New Roman"/>
          <w:sz w:val="24"/>
          <w:szCs w:val="24"/>
        </w:rPr>
      </w:pPr>
      <w:r w:rsidRPr="004D300B">
        <w:rPr>
          <w:rFonts w:ascii="Times New Roman" w:hAnsi="Times New Roman" w:cs="Times New Roman"/>
          <w:sz w:val="24"/>
          <w:szCs w:val="24"/>
        </w:rPr>
        <w:t xml:space="preserve">3. Обеспечение   занятости   населения   и   развитие самозанятости. </w:t>
      </w:r>
    </w:p>
    <w:p w:rsidR="0009156E" w:rsidRPr="004D300B" w:rsidRDefault="0009156E" w:rsidP="00081955">
      <w:pPr>
        <w:autoSpaceDE w:val="0"/>
        <w:autoSpaceDN w:val="0"/>
        <w:adjustRightInd w:val="0"/>
        <w:jc w:val="both"/>
        <w:rPr>
          <w:rFonts w:eastAsia="Times New Roman"/>
          <w:lang w:eastAsia="ru-RU"/>
        </w:rPr>
      </w:pPr>
      <w:r w:rsidRPr="004D300B">
        <w:t>4.Увеличение  вклада  субъектов  малого  и  среднего  предпринимательства в экономику района.              </w:t>
      </w:r>
    </w:p>
    <w:p w:rsidR="0009156E" w:rsidRPr="004D300B" w:rsidRDefault="0009156E"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09156E" w:rsidRPr="005F00DB" w:rsidRDefault="0009156E" w:rsidP="00F12A77">
      <w:pPr>
        <w:autoSpaceDE w:val="0"/>
        <w:autoSpaceDN w:val="0"/>
        <w:adjustRightInd w:val="0"/>
      </w:pPr>
      <w:r w:rsidRPr="005F00DB">
        <w:t xml:space="preserve">1. Предоставление грантов  начинающим субъектам малого предпринимательства </w:t>
      </w:r>
    </w:p>
    <w:p w:rsidR="0009156E" w:rsidRDefault="0009156E" w:rsidP="00260113">
      <w:r>
        <w:rPr>
          <w:rFonts w:eastAsia="Times New Roman"/>
          <w:lang w:eastAsia="ru-RU"/>
        </w:rPr>
        <w:t>2.</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09156E" w:rsidRPr="00151251" w:rsidRDefault="0009156E" w:rsidP="00BE7456">
      <w:pPr>
        <w:ind w:left="42"/>
        <w:jc w:val="both"/>
        <w:rPr>
          <w:rFonts w:eastAsia="Times New Roman"/>
          <w:b/>
          <w:u w:val="single"/>
          <w:lang w:eastAsia="ru-RU"/>
        </w:rPr>
      </w:pPr>
      <w:r w:rsidRPr="00151251">
        <w:rPr>
          <w:rFonts w:eastAsia="Times New Roman"/>
          <w:b/>
          <w:u w:val="single"/>
          <w:lang w:eastAsia="ru-RU"/>
        </w:rPr>
        <w:t>6.Подпрограмма  "</w:t>
      </w:r>
      <w:r w:rsidRPr="00151251">
        <w:rPr>
          <w:b/>
          <w:u w:val="single"/>
        </w:rPr>
        <w:t>«Строительство спортивных сооружений на территории Таловского муниципального района».</w:t>
      </w:r>
    </w:p>
    <w:p w:rsidR="0009156E" w:rsidRPr="00151251" w:rsidRDefault="0009156E" w:rsidP="00BE7456">
      <w:pPr>
        <w:rPr>
          <w:rFonts w:eastAsia="Times New Roman"/>
          <w:lang w:eastAsia="ru-RU"/>
        </w:rPr>
      </w:pPr>
      <w:r w:rsidRPr="00151251">
        <w:rPr>
          <w:rFonts w:eastAsia="Times New Roman"/>
          <w:lang w:eastAsia="ru-RU"/>
        </w:rPr>
        <w:t>Целью  подпрограммы является-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09156E" w:rsidRPr="00151251" w:rsidRDefault="0009156E" w:rsidP="00BE7456">
      <w:pPr>
        <w:autoSpaceDE w:val="0"/>
        <w:autoSpaceDN w:val="0"/>
        <w:adjustRightInd w:val="0"/>
        <w:rPr>
          <w:rFonts w:eastAsia="Times New Roman"/>
          <w:lang w:eastAsia="ru-RU"/>
        </w:rPr>
      </w:pPr>
      <w:r w:rsidRPr="00151251">
        <w:rPr>
          <w:rFonts w:eastAsia="Times New Roman"/>
          <w:lang w:eastAsia="ru-RU"/>
        </w:rPr>
        <w:t xml:space="preserve">В рамках подпрограммы будут решаться задачи: </w:t>
      </w:r>
    </w:p>
    <w:p w:rsidR="0009156E" w:rsidRPr="00151251" w:rsidRDefault="0009156E" w:rsidP="00BE7456">
      <w:pPr>
        <w:rPr>
          <w:rFonts w:eastAsia="Times New Roman"/>
          <w:lang w:eastAsia="ru-RU"/>
        </w:rPr>
      </w:pPr>
      <w:r w:rsidRPr="00151251">
        <w:rPr>
          <w:rFonts w:eastAsia="Times New Roman"/>
          <w:lang w:eastAsia="ru-RU"/>
        </w:rPr>
        <w:t>- создание благоприятных условий для занятий физической культурой и спортом  в Таловском муниципальном районе;</w:t>
      </w:r>
    </w:p>
    <w:p w:rsidR="0009156E" w:rsidRPr="00151251" w:rsidRDefault="0009156E" w:rsidP="00BE7456">
      <w:pPr>
        <w:rPr>
          <w:rFonts w:eastAsia="Times New Roman"/>
          <w:lang w:eastAsia="ru-RU"/>
        </w:rPr>
      </w:pPr>
      <w:r w:rsidRPr="00151251">
        <w:rPr>
          <w:rFonts w:eastAsia="Times New Roman"/>
          <w:lang w:eastAsia="ru-RU"/>
        </w:rPr>
        <w:t>- привлечение населения Таловского муниципального района к занятиям массовой физической культурой и спортом</w:t>
      </w:r>
    </w:p>
    <w:p w:rsidR="0009156E" w:rsidRPr="00151251" w:rsidRDefault="0009156E" w:rsidP="00BE7456">
      <w:pPr>
        <w:autoSpaceDE w:val="0"/>
        <w:autoSpaceDN w:val="0"/>
        <w:adjustRightInd w:val="0"/>
        <w:rPr>
          <w:rFonts w:eastAsia="Times New Roman"/>
          <w:lang w:eastAsia="ru-RU"/>
        </w:rPr>
      </w:pPr>
      <w:r w:rsidRPr="00151251">
        <w:rPr>
          <w:rFonts w:eastAsia="Times New Roman"/>
          <w:lang w:eastAsia="ru-RU"/>
        </w:rPr>
        <w:t xml:space="preserve">На решение указанных задач направлена реализация следующих основных мероприятий: </w:t>
      </w:r>
    </w:p>
    <w:p w:rsidR="0009156E" w:rsidRPr="00151251" w:rsidRDefault="0009156E" w:rsidP="00BE7456">
      <w:pPr>
        <w:jc w:val="both"/>
        <w:outlineLvl w:val="2"/>
      </w:pPr>
      <w:r w:rsidRPr="00151251">
        <w:t>1.Строительство и реконструкция спортивных объектов муниципальной собственности</w:t>
      </w:r>
    </w:p>
    <w:p w:rsidR="0009156E" w:rsidRDefault="0009156E" w:rsidP="007E3D78">
      <w:pPr>
        <w:ind w:left="42"/>
        <w:jc w:val="both"/>
        <w:rPr>
          <w:rFonts w:eastAsia="Times New Roman"/>
          <w:b/>
          <w:u w:val="single"/>
          <w:lang w:eastAsia="ru-RU"/>
        </w:rPr>
      </w:pPr>
    </w:p>
    <w:p w:rsidR="0009156E" w:rsidRPr="00151251" w:rsidRDefault="0009156E" w:rsidP="007E3D78">
      <w:pPr>
        <w:ind w:left="42"/>
        <w:jc w:val="both"/>
        <w:rPr>
          <w:rFonts w:eastAsia="Times New Roman"/>
          <w:b/>
          <w:u w:val="single"/>
          <w:lang w:eastAsia="ru-RU"/>
        </w:rPr>
      </w:pPr>
      <w:r w:rsidRPr="00151251">
        <w:rPr>
          <w:rFonts w:eastAsia="Times New Roman"/>
          <w:b/>
          <w:u w:val="single"/>
          <w:lang w:eastAsia="ru-RU"/>
        </w:rPr>
        <w:t>7.Подпрограмма  «Ремонт и благоустройство военно-мемориальных объектов Таловского муниципального района на 2015-2019 годы.</w:t>
      </w:r>
    </w:p>
    <w:p w:rsidR="0009156E" w:rsidRPr="007E3D78" w:rsidRDefault="0009156E" w:rsidP="007E3D78">
      <w:pPr>
        <w:ind w:left="42"/>
        <w:jc w:val="both"/>
        <w:rPr>
          <w:rFonts w:eastAsia="Times New Roman"/>
          <w:b/>
          <w:color w:val="0000FF"/>
          <w:u w:val="single"/>
          <w:lang w:eastAsia="ru-RU"/>
        </w:rPr>
      </w:pPr>
      <w:r w:rsidRPr="007E3D78">
        <w:rPr>
          <w:rFonts w:eastAsia="Times New Roman"/>
          <w:lang w:eastAsia="ru-RU"/>
        </w:rPr>
        <w:t>Целью  подпрограммы является-</w:t>
      </w:r>
      <w:r w:rsidRPr="007E3D78">
        <w:t xml:space="preserve"> 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p w:rsidR="0009156E" w:rsidRPr="007E3D78" w:rsidRDefault="0009156E" w:rsidP="007E3D78">
      <w:pPr>
        <w:autoSpaceDE w:val="0"/>
        <w:autoSpaceDN w:val="0"/>
        <w:adjustRightInd w:val="0"/>
        <w:rPr>
          <w:rFonts w:eastAsia="Times New Roman"/>
          <w:lang w:eastAsia="ru-RU"/>
        </w:rPr>
      </w:pPr>
      <w:r w:rsidRPr="007E3D78">
        <w:rPr>
          <w:rFonts w:eastAsia="Times New Roman"/>
          <w:lang w:eastAsia="ru-RU"/>
        </w:rPr>
        <w:lastRenderedPageBreak/>
        <w:t xml:space="preserve">В рамках подпрограммы будут решаться задачи: </w:t>
      </w:r>
    </w:p>
    <w:p w:rsidR="0009156E" w:rsidRPr="007E3D78" w:rsidRDefault="0009156E" w:rsidP="007E3D78">
      <w:pPr>
        <w:autoSpaceDE w:val="0"/>
        <w:autoSpaceDN w:val="0"/>
        <w:adjustRightInd w:val="0"/>
        <w:rPr>
          <w:rFonts w:eastAsia="Times New Roman"/>
          <w:lang w:eastAsia="ru-RU"/>
        </w:rPr>
      </w:pPr>
      <w:r>
        <w:t>- р</w:t>
      </w:r>
      <w:r w:rsidRPr="007E3D78">
        <w:t>емонт и благоустройство военно-мемориальных объектов на территории Таловского муниципального района</w:t>
      </w:r>
    </w:p>
    <w:p w:rsidR="0009156E" w:rsidRPr="007E3D78" w:rsidRDefault="0009156E" w:rsidP="007E3D78">
      <w:pPr>
        <w:autoSpaceDE w:val="0"/>
        <w:autoSpaceDN w:val="0"/>
        <w:adjustRightInd w:val="0"/>
        <w:rPr>
          <w:rFonts w:eastAsia="Times New Roman"/>
          <w:lang w:eastAsia="ru-RU"/>
        </w:rPr>
      </w:pPr>
      <w:r w:rsidRPr="007E3D78">
        <w:rPr>
          <w:rFonts w:eastAsia="Times New Roman"/>
          <w:lang w:eastAsia="ru-RU"/>
        </w:rPr>
        <w:t xml:space="preserve">На решение указанных задач направлена реализация следующих основных мероприятий: </w:t>
      </w:r>
    </w:p>
    <w:p w:rsidR="0009156E" w:rsidRDefault="0009156E" w:rsidP="008C566A">
      <w:r>
        <w:t>1.</w:t>
      </w:r>
      <w:r w:rsidRPr="007E3D7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r>
        <w:t>.</w:t>
      </w:r>
    </w:p>
    <w:p w:rsidR="0009156E" w:rsidRPr="008C566A" w:rsidRDefault="0009156E" w:rsidP="008C566A">
      <w:pPr>
        <w:rPr>
          <w:b/>
          <w:color w:val="FF0000"/>
          <w:sz w:val="26"/>
          <w:szCs w:val="26"/>
        </w:rPr>
      </w:pPr>
    </w:p>
    <w:p w:rsidR="0009156E" w:rsidRPr="00343502" w:rsidRDefault="0009156E" w:rsidP="00343502">
      <w:pPr>
        <w:rPr>
          <w:b/>
        </w:rPr>
      </w:pPr>
      <w:r w:rsidRPr="00343502">
        <w:rPr>
          <w:rFonts w:eastAsia="Times New Roman"/>
          <w:b/>
          <w:u w:val="single"/>
          <w:lang w:eastAsia="ru-RU"/>
        </w:rPr>
        <w:t xml:space="preserve">8.Подпрограмма </w:t>
      </w:r>
      <w:r w:rsidRPr="00343502">
        <w:rPr>
          <w:b/>
          <w:color w:val="000000"/>
          <w:u w:val="single"/>
        </w:rPr>
        <w:t>«Развитие транспортной системы Таловского муниципального района».</w:t>
      </w:r>
    </w:p>
    <w:p w:rsidR="0009156E" w:rsidRDefault="0009156E" w:rsidP="00800B35">
      <w:pPr>
        <w:ind w:firstLine="709"/>
        <w:jc w:val="center"/>
        <w:rPr>
          <w:b/>
          <w:sz w:val="26"/>
          <w:szCs w:val="26"/>
        </w:rPr>
      </w:pPr>
    </w:p>
    <w:p w:rsidR="0009156E" w:rsidRDefault="0009156E" w:rsidP="00C21082">
      <w:pPr>
        <w:jc w:val="both"/>
        <w:rPr>
          <w:b/>
          <w:sz w:val="26"/>
          <w:szCs w:val="26"/>
        </w:rPr>
      </w:pPr>
      <w:r w:rsidRPr="007E3D78">
        <w:rPr>
          <w:rFonts w:eastAsia="Times New Roman"/>
          <w:lang w:eastAsia="ru-RU"/>
        </w:rPr>
        <w:t>Целью  подпрограммы является-</w:t>
      </w:r>
      <w:r w:rsidRPr="00F60339">
        <w:rPr>
          <w:rFonts w:eastAsia="Times New Roman"/>
          <w:color w:val="000000"/>
          <w:lang w:eastAsia="ru-RU"/>
        </w:rPr>
        <w:t>п</w:t>
      </w:r>
      <w:r w:rsidRPr="00F60339">
        <w:t>овышение доступности и качества транспортных услуг для населения.</w:t>
      </w:r>
    </w:p>
    <w:p w:rsidR="0009156E" w:rsidRPr="007E3D78" w:rsidRDefault="0009156E" w:rsidP="00343502">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09156E" w:rsidRDefault="0009156E" w:rsidP="00C2108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09156E" w:rsidRDefault="0009156E" w:rsidP="00C21082">
      <w:r>
        <w:t>-о</w:t>
      </w:r>
      <w:r w:rsidRPr="00F60339">
        <w:t xml:space="preserve">беспечение функционирования сети автомобильных дорог общего пользования </w:t>
      </w:r>
      <w:r>
        <w:t>муниципального значения;</w:t>
      </w:r>
    </w:p>
    <w:p w:rsidR="0009156E" w:rsidRDefault="0009156E" w:rsidP="00C21082">
      <w:r>
        <w:t>- о</w:t>
      </w:r>
      <w:r w:rsidRPr="00F60339">
        <w:t>беспечение потребности насе</w:t>
      </w:r>
      <w:r>
        <w:t>ления в пассажирских перевозках;</w:t>
      </w:r>
    </w:p>
    <w:p w:rsidR="0009156E" w:rsidRDefault="0009156E" w:rsidP="00C21082">
      <w:r>
        <w:t>- о</w:t>
      </w:r>
      <w:r w:rsidRPr="00F60339">
        <w:t>бновл</w:t>
      </w:r>
      <w:r>
        <w:t>ение парка транспортных средств;</w:t>
      </w:r>
    </w:p>
    <w:p w:rsidR="0009156E" w:rsidRDefault="0009156E" w:rsidP="00C21082">
      <w:pPr>
        <w:jc w:val="both"/>
        <w:rPr>
          <w:b/>
          <w:sz w:val="26"/>
          <w:szCs w:val="26"/>
        </w:rPr>
      </w:pPr>
      <w:r>
        <w:t>- о</w:t>
      </w:r>
      <w:r w:rsidRPr="00F60339">
        <w:t>беспечение экологич</w:t>
      </w:r>
      <w:r>
        <w:t>н</w:t>
      </w:r>
      <w:r w:rsidRPr="00F60339">
        <w:t>ости используемых транспортных средств</w:t>
      </w:r>
    </w:p>
    <w:p w:rsidR="0009156E" w:rsidRPr="004D300B" w:rsidRDefault="0009156E"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ых</w:t>
      </w:r>
      <w:r w:rsidRPr="004D300B">
        <w:rPr>
          <w:rFonts w:eastAsia="Times New Roman"/>
          <w:lang w:eastAsia="ru-RU"/>
        </w:rPr>
        <w:t xml:space="preserve"> мероприяти</w:t>
      </w:r>
      <w:r>
        <w:rPr>
          <w:rFonts w:eastAsia="Times New Roman"/>
          <w:lang w:eastAsia="ru-RU"/>
        </w:rPr>
        <w:t>й</w:t>
      </w:r>
      <w:r w:rsidRPr="004D300B">
        <w:rPr>
          <w:rFonts w:eastAsia="Times New Roman"/>
          <w:lang w:eastAsia="ru-RU"/>
        </w:rPr>
        <w:t xml:space="preserve">: </w:t>
      </w:r>
    </w:p>
    <w:p w:rsidR="0009156E" w:rsidRDefault="0009156E" w:rsidP="0049123D">
      <w:pPr>
        <w:jc w:val="both"/>
        <w:outlineLvl w:val="2"/>
      </w:pPr>
      <w:r w:rsidRPr="00384E6C">
        <w:t>1.Приобретение автобусов</w:t>
      </w:r>
    </w:p>
    <w:p w:rsidR="0009156E" w:rsidRDefault="0009156E" w:rsidP="00282CA9">
      <w:r>
        <w:t>2.</w:t>
      </w:r>
      <w:r w:rsidRPr="008368E4">
        <w:t>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w:t>
      </w:r>
    </w:p>
    <w:p w:rsidR="0009156E" w:rsidRPr="00921697" w:rsidRDefault="0009156E" w:rsidP="00282CA9">
      <w:pPr>
        <w:rPr>
          <w:color w:val="0000FF"/>
        </w:rPr>
      </w:pPr>
      <w:r w:rsidRPr="00921697">
        <w:rPr>
          <w:color w:val="0000FF"/>
        </w:rPr>
        <w:t>3.По развитию сети автомобильных дорог  общего пользования местного значения.</w:t>
      </w:r>
    </w:p>
    <w:p w:rsidR="0009156E" w:rsidRPr="00384E6C" w:rsidRDefault="0009156E" w:rsidP="0049123D">
      <w:pPr>
        <w:jc w:val="both"/>
        <w:outlineLvl w:val="2"/>
      </w:pPr>
    </w:p>
    <w:p w:rsidR="0009156E" w:rsidRPr="004C6623" w:rsidRDefault="0009156E" w:rsidP="00564EF0">
      <w:pPr>
        <w:jc w:val="both"/>
        <w:outlineLvl w:val="2"/>
        <w:rPr>
          <w:color w:val="FF0000"/>
        </w:rPr>
      </w:pPr>
    </w:p>
    <w:p w:rsidR="0009156E" w:rsidRDefault="0009156E" w:rsidP="00800B35">
      <w:pPr>
        <w:ind w:firstLine="709"/>
        <w:jc w:val="center"/>
        <w:rPr>
          <w:b/>
          <w:sz w:val="26"/>
          <w:szCs w:val="26"/>
        </w:rPr>
      </w:pPr>
    </w:p>
    <w:p w:rsidR="0009156E" w:rsidRPr="004D300B" w:rsidRDefault="0009156E" w:rsidP="00800B35">
      <w:pPr>
        <w:ind w:firstLine="709"/>
        <w:jc w:val="center"/>
        <w:rPr>
          <w:b/>
          <w:sz w:val="26"/>
          <w:szCs w:val="26"/>
        </w:rPr>
      </w:pPr>
      <w:r w:rsidRPr="004D300B">
        <w:rPr>
          <w:b/>
          <w:sz w:val="26"/>
          <w:szCs w:val="26"/>
        </w:rPr>
        <w:t>4. Ресурсное обеспечение муниципальной программы.</w:t>
      </w:r>
    </w:p>
    <w:p w:rsidR="0009156E" w:rsidRPr="00921697" w:rsidRDefault="0009156E" w:rsidP="00540684">
      <w:pPr>
        <w:ind w:firstLine="709"/>
        <w:jc w:val="both"/>
        <w:rPr>
          <w:color w:val="0000FF"/>
        </w:rPr>
      </w:pPr>
      <w:r w:rsidRPr="00540684">
        <w:t xml:space="preserve">Объем прогнозируемых затрат на реализацию муниципальной </w:t>
      </w:r>
      <w:r>
        <w:rPr>
          <w:color w:val="0000FF"/>
        </w:rPr>
        <w:t>программы 402152,9</w:t>
      </w:r>
      <w:r w:rsidRPr="00921697">
        <w:rPr>
          <w:color w:val="0000FF"/>
        </w:rPr>
        <w:t xml:space="preserve">   тыс. рублей, в том числе:</w:t>
      </w:r>
    </w:p>
    <w:p w:rsidR="0009156E" w:rsidRPr="00921697" w:rsidRDefault="0009156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137731,1 тыс. рублей;</w:t>
      </w:r>
    </w:p>
    <w:p w:rsidR="0009156E" w:rsidRPr="00921697" w:rsidRDefault="0009156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49401,5 тыс. рублей;</w:t>
      </w:r>
    </w:p>
    <w:p w:rsidR="0009156E" w:rsidRPr="00921697" w:rsidRDefault="0009156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2016 год -  </w:t>
      </w:r>
      <w:r>
        <w:rPr>
          <w:rFonts w:ascii="Times New Roman" w:hAnsi="Times New Roman"/>
          <w:color w:val="0000FF"/>
          <w:sz w:val="24"/>
          <w:szCs w:val="24"/>
        </w:rPr>
        <w:t>58298,2</w:t>
      </w:r>
      <w:r w:rsidRPr="00921697">
        <w:rPr>
          <w:rFonts w:ascii="Times New Roman" w:hAnsi="Times New Roman"/>
          <w:color w:val="0000FF"/>
          <w:sz w:val="24"/>
          <w:szCs w:val="24"/>
        </w:rPr>
        <w:t xml:space="preserve"> тыс. рублей;</w:t>
      </w:r>
    </w:p>
    <w:p w:rsidR="0009156E" w:rsidRPr="00921697" w:rsidRDefault="0009156E" w:rsidP="00540684">
      <w:pPr>
        <w:pStyle w:val="ConsPlusNormal"/>
        <w:ind w:firstLine="540"/>
        <w:jc w:val="both"/>
        <w:rPr>
          <w:rFonts w:ascii="Times New Roman" w:hAnsi="Times New Roman"/>
          <w:color w:val="0000FF"/>
          <w:sz w:val="24"/>
          <w:szCs w:val="24"/>
        </w:rPr>
      </w:pPr>
      <w:r>
        <w:rPr>
          <w:rFonts w:ascii="Times New Roman" w:hAnsi="Times New Roman"/>
          <w:color w:val="0000FF"/>
          <w:sz w:val="24"/>
          <w:szCs w:val="24"/>
        </w:rPr>
        <w:t>2017 год -  55345,3</w:t>
      </w:r>
      <w:r w:rsidRPr="00921697">
        <w:rPr>
          <w:rFonts w:ascii="Times New Roman" w:hAnsi="Times New Roman"/>
          <w:color w:val="0000FF"/>
          <w:sz w:val="24"/>
          <w:szCs w:val="24"/>
        </w:rPr>
        <w:t xml:space="preserve"> тыс. рублей;</w:t>
      </w:r>
    </w:p>
    <w:p w:rsidR="0009156E" w:rsidRPr="00921697" w:rsidRDefault="0009156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2018 год -  </w:t>
      </w:r>
      <w:r>
        <w:rPr>
          <w:rFonts w:ascii="Times New Roman" w:hAnsi="Times New Roman"/>
          <w:color w:val="0000FF"/>
          <w:sz w:val="24"/>
          <w:szCs w:val="24"/>
        </w:rPr>
        <w:t>49740,34</w:t>
      </w:r>
      <w:r w:rsidRPr="00921697">
        <w:rPr>
          <w:rFonts w:ascii="Times New Roman" w:hAnsi="Times New Roman"/>
          <w:color w:val="0000FF"/>
          <w:sz w:val="24"/>
          <w:szCs w:val="24"/>
        </w:rPr>
        <w:t xml:space="preserve"> тыс. рублей;</w:t>
      </w:r>
    </w:p>
    <w:p w:rsidR="0009156E" w:rsidRPr="00921697" w:rsidRDefault="0009156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2019 год – </w:t>
      </w:r>
      <w:r>
        <w:rPr>
          <w:rFonts w:ascii="Times New Roman" w:hAnsi="Times New Roman"/>
          <w:color w:val="0000FF"/>
          <w:sz w:val="24"/>
          <w:szCs w:val="24"/>
        </w:rPr>
        <w:t xml:space="preserve">51636,41 </w:t>
      </w:r>
      <w:r w:rsidRPr="00921697">
        <w:rPr>
          <w:rFonts w:ascii="Times New Roman" w:hAnsi="Times New Roman"/>
          <w:color w:val="0000FF"/>
          <w:sz w:val="24"/>
          <w:szCs w:val="24"/>
        </w:rPr>
        <w:t xml:space="preserve"> тыс. рублей.</w:t>
      </w:r>
    </w:p>
    <w:p w:rsidR="0009156E" w:rsidRPr="00540684" w:rsidRDefault="0009156E" w:rsidP="00540684">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09156E" w:rsidRPr="00540684" w:rsidRDefault="0009156E" w:rsidP="00540684">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09156E" w:rsidRPr="00540684" w:rsidRDefault="0009156E" w:rsidP="00540684">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09156E" w:rsidRPr="00540684" w:rsidRDefault="0009156E" w:rsidP="00540684">
      <w:pPr>
        <w:rPr>
          <w:rFonts w:ascii="Arial" w:hAnsi="Arial" w:cs="Arial"/>
          <w:bCs/>
        </w:rPr>
      </w:pPr>
    </w:p>
    <w:p w:rsidR="0009156E" w:rsidRPr="004D300B" w:rsidRDefault="0009156E" w:rsidP="00D926D0">
      <w:pPr>
        <w:ind w:firstLine="709"/>
        <w:jc w:val="both"/>
        <w:rPr>
          <w:rFonts w:ascii="Arial" w:hAnsi="Arial" w:cs="Arial"/>
        </w:rPr>
      </w:pPr>
    </w:p>
    <w:p w:rsidR="0009156E" w:rsidRPr="007E3D78" w:rsidRDefault="0009156E"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09156E" w:rsidRPr="007E3D78" w:rsidRDefault="0009156E" w:rsidP="006F2901">
      <w:pPr>
        <w:pStyle w:val="Default"/>
        <w:ind w:left="225"/>
        <w:jc w:val="center"/>
        <w:rPr>
          <w:rFonts w:eastAsia="Times New Roman"/>
          <w:color w:val="auto"/>
        </w:rPr>
      </w:pP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lastRenderedPageBreak/>
        <w:t xml:space="preserve">К числу возможных рисков относятся внешние и внутренние риски.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09156E" w:rsidRPr="007E3D78" w:rsidRDefault="0009156E"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09156E" w:rsidRPr="007E3D78" w:rsidRDefault="0009156E" w:rsidP="0008195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09156E" w:rsidRPr="007E3D78" w:rsidRDefault="0009156E" w:rsidP="00081955">
      <w:pPr>
        <w:ind w:firstLine="709"/>
        <w:jc w:val="both"/>
        <w:rPr>
          <w:b/>
        </w:rPr>
      </w:pPr>
    </w:p>
    <w:p w:rsidR="0009156E" w:rsidRPr="007E3D78" w:rsidRDefault="0009156E"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09156E" w:rsidRPr="007E3D78" w:rsidRDefault="0009156E" w:rsidP="00E203A4">
      <w:pPr>
        <w:ind w:firstLine="709"/>
        <w:jc w:val="both"/>
        <w:rPr>
          <w:b/>
          <w:sz w:val="26"/>
          <w:szCs w:val="26"/>
        </w:rPr>
      </w:pPr>
    </w:p>
    <w:p w:rsidR="0009156E" w:rsidRPr="007E3D78" w:rsidRDefault="0009156E" w:rsidP="005C328D">
      <w:pPr>
        <w:ind w:firstLine="709"/>
      </w:pPr>
      <w:r w:rsidRPr="007E3D78">
        <w:t>Оценка эффективности подпрограммы  проводится в соответствии с постановлением администрации Таловского муниципального от 14.10.2013 г.  № 1026.</w:t>
      </w:r>
    </w:p>
    <w:p w:rsidR="0009156E" w:rsidRPr="0066384B" w:rsidRDefault="0009156E" w:rsidP="00194AB1">
      <w:pPr>
        <w:autoSpaceDE w:val="0"/>
        <w:autoSpaceDN w:val="0"/>
        <w:adjustRightInd w:val="0"/>
        <w:ind w:firstLine="709"/>
        <w:jc w:val="both"/>
      </w:pPr>
      <w:r w:rsidRPr="007E3D78">
        <w:t>В результате реализации мероприятий программы в 2014-2019 го</w:t>
      </w:r>
      <w:r w:rsidRPr="0066384B">
        <w:t xml:space="preserve">дах будет обеспечено: </w:t>
      </w:r>
    </w:p>
    <w:p w:rsidR="0009156E" w:rsidRPr="0066384B" w:rsidRDefault="0009156E" w:rsidP="009A2461">
      <w:pPr>
        <w:jc w:val="both"/>
        <w:rPr>
          <w:color w:val="000000"/>
        </w:rPr>
      </w:pPr>
      <w:r w:rsidRPr="0066384B">
        <w:t>- повышение эффективности деятельности органов местного самоуправления;</w:t>
      </w:r>
    </w:p>
    <w:p w:rsidR="0009156E" w:rsidRPr="0066384B" w:rsidRDefault="0009156E" w:rsidP="009A2461">
      <w:pPr>
        <w:jc w:val="both"/>
        <w:rPr>
          <w:color w:val="000000"/>
        </w:rPr>
      </w:pPr>
      <w:r w:rsidRPr="0066384B">
        <w:rPr>
          <w:color w:val="000000"/>
        </w:rPr>
        <w:t>- повышение уровня доверия населения к муниципальным служащим;</w:t>
      </w:r>
    </w:p>
    <w:p w:rsidR="0009156E" w:rsidRPr="0066384B" w:rsidRDefault="0009156E"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09156E" w:rsidRDefault="0009156E" w:rsidP="00E203A4">
      <w:pPr>
        <w:ind w:firstLine="709"/>
        <w:jc w:val="both"/>
        <w:rPr>
          <w:b/>
          <w:color w:val="0000FF"/>
          <w:sz w:val="26"/>
          <w:szCs w:val="26"/>
        </w:rPr>
      </w:pPr>
    </w:p>
    <w:p w:rsidR="0009156E" w:rsidRDefault="0009156E" w:rsidP="00E203A4">
      <w:pPr>
        <w:ind w:firstLine="709"/>
        <w:jc w:val="both"/>
        <w:rPr>
          <w:b/>
          <w:color w:val="0000FF"/>
          <w:sz w:val="26"/>
          <w:szCs w:val="26"/>
        </w:rPr>
      </w:pPr>
    </w:p>
    <w:p w:rsidR="0009156E" w:rsidRDefault="0009156E" w:rsidP="00E203A4">
      <w:pPr>
        <w:ind w:firstLine="709"/>
        <w:jc w:val="both"/>
        <w:rPr>
          <w:b/>
          <w:color w:val="0000FF"/>
          <w:sz w:val="26"/>
          <w:szCs w:val="26"/>
        </w:rPr>
      </w:pPr>
    </w:p>
    <w:p w:rsidR="0009156E" w:rsidRDefault="0009156E" w:rsidP="00E203A4">
      <w:pPr>
        <w:ind w:firstLine="709"/>
        <w:jc w:val="both"/>
        <w:rPr>
          <w:b/>
          <w:color w:val="0000FF"/>
          <w:sz w:val="26"/>
          <w:szCs w:val="26"/>
        </w:rPr>
      </w:pPr>
    </w:p>
    <w:p w:rsidR="0009156E" w:rsidRDefault="0009156E" w:rsidP="00E203A4">
      <w:pPr>
        <w:ind w:firstLine="709"/>
        <w:jc w:val="both"/>
        <w:rPr>
          <w:b/>
          <w:color w:val="0000FF"/>
          <w:sz w:val="26"/>
          <w:szCs w:val="26"/>
        </w:rPr>
      </w:pPr>
    </w:p>
    <w:p w:rsidR="0009156E" w:rsidRDefault="0009156E" w:rsidP="005C328D">
      <w:pPr>
        <w:outlineLvl w:val="0"/>
        <w:rPr>
          <w:b/>
          <w:color w:val="0000FF"/>
          <w:sz w:val="26"/>
          <w:szCs w:val="26"/>
        </w:rPr>
      </w:pPr>
      <w:r>
        <w:rPr>
          <w:b/>
          <w:color w:val="0000FF"/>
          <w:sz w:val="26"/>
          <w:szCs w:val="26"/>
        </w:rPr>
        <w:t>7.П</w:t>
      </w:r>
      <w:r w:rsidRPr="00702038">
        <w:rPr>
          <w:b/>
          <w:color w:val="0000FF"/>
          <w:sz w:val="26"/>
          <w:szCs w:val="26"/>
        </w:rPr>
        <w:t>одпрограммы муниципальной программы</w:t>
      </w:r>
    </w:p>
    <w:p w:rsidR="0009156E" w:rsidRDefault="0009156E" w:rsidP="00B060B2">
      <w:pPr>
        <w:ind w:left="42"/>
        <w:jc w:val="both"/>
        <w:rPr>
          <w:rFonts w:eastAsia="Times New Roman"/>
          <w:b/>
          <w:sz w:val="26"/>
          <w:szCs w:val="26"/>
          <w:u w:val="single"/>
          <w:lang w:eastAsia="ru-RU"/>
        </w:rPr>
      </w:pPr>
    </w:p>
    <w:p w:rsidR="0009156E" w:rsidRPr="004D300B" w:rsidRDefault="0009156E" w:rsidP="00B060B2">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09156E" w:rsidRPr="004D300B" w:rsidRDefault="0009156E" w:rsidP="00B060B2">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09156E" w:rsidRPr="004D300B" w:rsidTr="00151251">
        <w:trPr>
          <w:trHeight w:val="1245"/>
        </w:trPr>
        <w:tc>
          <w:tcPr>
            <w:tcW w:w="9908" w:type="dxa"/>
            <w:gridSpan w:val="2"/>
            <w:vAlign w:val="center"/>
          </w:tcPr>
          <w:p w:rsidR="0009156E" w:rsidRPr="004D300B" w:rsidRDefault="0009156E" w:rsidP="00151251">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 на 2014-2019 гг»</w:t>
            </w:r>
          </w:p>
        </w:tc>
      </w:tr>
      <w:tr w:rsidR="0009156E" w:rsidRPr="004D300B" w:rsidTr="00151251">
        <w:trPr>
          <w:trHeight w:val="709"/>
        </w:trPr>
        <w:tc>
          <w:tcPr>
            <w:tcW w:w="4308" w:type="dxa"/>
            <w:tcBorders>
              <w:top w:val="single" w:sz="4" w:space="0" w:color="auto"/>
              <w:left w:val="single" w:sz="4" w:space="0" w:color="auto"/>
              <w:bottom w:val="single" w:sz="4" w:space="0" w:color="auto"/>
              <w:right w:val="single" w:sz="4" w:space="0" w:color="auto"/>
            </w:tcBorders>
          </w:tcPr>
          <w:p w:rsidR="0009156E" w:rsidRPr="004D300B" w:rsidRDefault="0009156E" w:rsidP="00151251">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09156E" w:rsidRPr="004D300B" w:rsidRDefault="0009156E" w:rsidP="00151251">
            <w:r w:rsidRPr="004D300B">
              <w:t xml:space="preserve"> Администрация Таловского муниципального района ее структурные подразделения </w:t>
            </w:r>
          </w:p>
        </w:tc>
      </w:tr>
      <w:tr w:rsidR="0009156E" w:rsidRPr="004D300B" w:rsidTr="00151251">
        <w:trPr>
          <w:trHeight w:val="750"/>
        </w:trPr>
        <w:tc>
          <w:tcPr>
            <w:tcW w:w="4308" w:type="dxa"/>
            <w:tcBorders>
              <w:top w:val="nil"/>
              <w:left w:val="single" w:sz="4" w:space="0" w:color="auto"/>
              <w:bottom w:val="single" w:sz="4" w:space="0" w:color="auto"/>
              <w:right w:val="single" w:sz="4" w:space="0" w:color="auto"/>
            </w:tcBorders>
          </w:tcPr>
          <w:p w:rsidR="0009156E" w:rsidRPr="004D300B" w:rsidRDefault="0009156E" w:rsidP="00151251">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09156E" w:rsidRPr="004D300B" w:rsidRDefault="0009156E" w:rsidP="00151251">
            <w:r w:rsidRPr="004D300B">
              <w:t>Совет народных депутатов  Таловского муниципального района</w:t>
            </w:r>
          </w:p>
        </w:tc>
      </w:tr>
      <w:tr w:rsidR="0009156E" w:rsidRPr="004D300B" w:rsidTr="00151251">
        <w:trPr>
          <w:trHeight w:val="839"/>
        </w:trPr>
        <w:tc>
          <w:tcPr>
            <w:tcW w:w="4308" w:type="dxa"/>
            <w:tcBorders>
              <w:top w:val="nil"/>
              <w:left w:val="single" w:sz="4" w:space="0" w:color="auto"/>
              <w:bottom w:val="nil"/>
              <w:right w:val="single" w:sz="4" w:space="0" w:color="auto"/>
            </w:tcBorders>
          </w:tcPr>
          <w:p w:rsidR="0009156E" w:rsidRPr="004D300B" w:rsidRDefault="0009156E" w:rsidP="00151251">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09156E" w:rsidRPr="004D300B" w:rsidRDefault="0009156E" w:rsidP="00151251">
            <w:r w:rsidRPr="004D300B">
              <w:t>Администрация Таловского муниципального района,  Совет народных депутатов  Таловского муниципального района</w:t>
            </w:r>
          </w:p>
        </w:tc>
      </w:tr>
      <w:tr w:rsidR="0009156E" w:rsidRPr="004D300B" w:rsidTr="00151251">
        <w:trPr>
          <w:trHeight w:val="676"/>
        </w:trPr>
        <w:tc>
          <w:tcPr>
            <w:tcW w:w="4308" w:type="dxa"/>
            <w:tcBorders>
              <w:top w:val="nil"/>
              <w:left w:val="single" w:sz="4" w:space="0" w:color="auto"/>
              <w:bottom w:val="single" w:sz="4" w:space="0" w:color="auto"/>
              <w:right w:val="single" w:sz="4" w:space="0" w:color="auto"/>
            </w:tcBorders>
          </w:tcPr>
          <w:p w:rsidR="0009156E" w:rsidRPr="004D300B" w:rsidRDefault="0009156E" w:rsidP="00151251">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09156E" w:rsidRPr="004D300B" w:rsidRDefault="0009156E" w:rsidP="00151251">
            <w:pPr>
              <w:autoSpaceDE w:val="0"/>
              <w:autoSpaceDN w:val="0"/>
              <w:adjustRightInd w:val="0"/>
              <w:rPr>
                <w:rFonts w:eastAsia="Times New Roman"/>
                <w:lang w:eastAsia="ru-RU"/>
              </w:rPr>
            </w:pPr>
            <w:r w:rsidRPr="004D300B">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09156E" w:rsidRPr="004D300B" w:rsidRDefault="0009156E" w:rsidP="00151251">
            <w:r w:rsidRPr="004D300B">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09156E" w:rsidRPr="004D300B" w:rsidRDefault="0009156E" w:rsidP="00151251">
            <w:r w:rsidRPr="004D300B">
              <w:t>3. Управление резервным фондом.</w:t>
            </w:r>
          </w:p>
          <w:p w:rsidR="0009156E" w:rsidRPr="004D300B" w:rsidRDefault="0009156E" w:rsidP="00151251">
            <w:pPr>
              <w:autoSpaceDE w:val="0"/>
              <w:autoSpaceDN w:val="0"/>
              <w:adjustRightInd w:val="0"/>
            </w:pPr>
            <w:r w:rsidRPr="004D300B">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09156E" w:rsidRPr="004D300B" w:rsidRDefault="0009156E" w:rsidP="00151251">
            <w:pPr>
              <w:autoSpaceDE w:val="0"/>
              <w:autoSpaceDN w:val="0"/>
              <w:adjustRightInd w:val="0"/>
              <w:jc w:val="both"/>
            </w:pPr>
            <w:r w:rsidRPr="004D300B">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09156E" w:rsidRPr="004D300B" w:rsidRDefault="0009156E" w:rsidP="00151251">
            <w:pPr>
              <w:autoSpaceDE w:val="0"/>
              <w:autoSpaceDN w:val="0"/>
              <w:adjustRightInd w:val="0"/>
              <w:jc w:val="both"/>
            </w:pPr>
            <w:r w:rsidRPr="004D300B">
              <w:t>6. Выплаты почетным гражданам.</w:t>
            </w:r>
          </w:p>
          <w:p w:rsidR="0009156E" w:rsidRDefault="0009156E" w:rsidP="00151251">
            <w:r w:rsidRPr="004D300B">
              <w:t>7. Обеспечение экологической безопасности и качества окружающей среды.</w:t>
            </w:r>
          </w:p>
          <w:p w:rsidR="0009156E" w:rsidRPr="004D300B" w:rsidRDefault="0009156E" w:rsidP="00151251">
            <w:r>
              <w:t>8. Финансовое обеспечение других обязательств государства.</w:t>
            </w:r>
          </w:p>
        </w:tc>
      </w:tr>
      <w:tr w:rsidR="0009156E" w:rsidRPr="004D300B" w:rsidTr="00151251">
        <w:trPr>
          <w:trHeight w:val="375"/>
        </w:trPr>
        <w:tc>
          <w:tcPr>
            <w:tcW w:w="4308" w:type="dxa"/>
            <w:tcBorders>
              <w:top w:val="nil"/>
              <w:left w:val="single" w:sz="4" w:space="0" w:color="auto"/>
              <w:bottom w:val="single" w:sz="4" w:space="0" w:color="auto"/>
              <w:right w:val="single" w:sz="4" w:space="0" w:color="auto"/>
            </w:tcBorders>
          </w:tcPr>
          <w:p w:rsidR="0009156E" w:rsidRPr="004D300B" w:rsidRDefault="0009156E" w:rsidP="00151251">
            <w:r w:rsidRPr="004D300B">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09156E" w:rsidRPr="004D300B" w:rsidRDefault="0009156E" w:rsidP="00151251">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w:t>
            </w:r>
          </w:p>
          <w:p w:rsidR="0009156E" w:rsidRPr="004D300B" w:rsidRDefault="0009156E" w:rsidP="00151251">
            <w:r w:rsidRPr="004D300B">
              <w:rPr>
                <w:rFonts w:eastAsia="Times New Roman"/>
                <w:lang w:eastAsia="ru-RU"/>
              </w:rPr>
              <w:lastRenderedPageBreak/>
              <w:t>Повышение эффективности деятельности органов местного самоуправления муниципального района .</w:t>
            </w:r>
          </w:p>
        </w:tc>
      </w:tr>
      <w:tr w:rsidR="0009156E" w:rsidRPr="004D300B" w:rsidTr="00151251">
        <w:trPr>
          <w:trHeight w:val="4991"/>
        </w:trPr>
        <w:tc>
          <w:tcPr>
            <w:tcW w:w="4308" w:type="dxa"/>
            <w:tcBorders>
              <w:top w:val="single" w:sz="4" w:space="0" w:color="auto"/>
              <w:left w:val="single" w:sz="4" w:space="0" w:color="auto"/>
              <w:bottom w:val="single" w:sz="4" w:space="0" w:color="auto"/>
              <w:right w:val="single" w:sz="4" w:space="0" w:color="auto"/>
            </w:tcBorders>
          </w:tcPr>
          <w:p w:rsidR="0009156E" w:rsidRPr="004D300B" w:rsidRDefault="0009156E" w:rsidP="00151251">
            <w:r w:rsidRPr="004D300B">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09156E" w:rsidRPr="004D300B" w:rsidRDefault="0009156E" w:rsidP="00151251">
            <w:pPr>
              <w:jc w:val="both"/>
            </w:pPr>
            <w:r w:rsidRPr="004D300B">
              <w:t xml:space="preserve"> Увеличение количества муниципальных услуг, предоставляемых в электронном виде. </w:t>
            </w:r>
          </w:p>
          <w:p w:rsidR="0009156E" w:rsidRPr="004D300B" w:rsidRDefault="0009156E" w:rsidP="00151251">
            <w:pPr>
              <w:jc w:val="both"/>
            </w:pPr>
            <w:r w:rsidRPr="004D300B">
              <w:t xml:space="preserve">Сокращение сроков административных процедур при предоставлении муниципальных услуг. </w:t>
            </w:r>
          </w:p>
          <w:p w:rsidR="0009156E" w:rsidRPr="004D300B" w:rsidRDefault="0009156E" w:rsidP="00151251">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09156E" w:rsidRPr="004D300B" w:rsidRDefault="0009156E" w:rsidP="00151251">
            <w:pPr>
              <w:jc w:val="both"/>
            </w:pPr>
            <w:r w:rsidRPr="004D300B">
              <w:t>Повышение престижа муниципальной службы и авторитета муниципальных служащих</w:t>
            </w:r>
          </w:p>
          <w:p w:rsidR="0009156E" w:rsidRPr="004D300B" w:rsidRDefault="0009156E" w:rsidP="00151251">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09156E" w:rsidRPr="004D300B" w:rsidRDefault="0009156E" w:rsidP="00151251">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09156E" w:rsidRPr="004D300B" w:rsidRDefault="0009156E" w:rsidP="00151251">
            <w:r w:rsidRPr="004D300B">
              <w:t xml:space="preserve">Повышение качества принимаемых нормативно-правовых актов. </w:t>
            </w:r>
          </w:p>
        </w:tc>
      </w:tr>
      <w:tr w:rsidR="0009156E" w:rsidRPr="004D300B" w:rsidTr="00151251">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09156E" w:rsidRPr="004D300B" w:rsidRDefault="0009156E" w:rsidP="00151251">
            <w:r w:rsidRPr="004D300B">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09156E" w:rsidRPr="004D300B" w:rsidRDefault="0009156E" w:rsidP="00151251">
            <w:r w:rsidRPr="004D300B">
              <w:t>Доля НПА, опротестованных прокуратурой;</w:t>
            </w:r>
          </w:p>
        </w:tc>
      </w:tr>
      <w:tr w:rsidR="0009156E" w:rsidRPr="004D300B" w:rsidTr="00151251">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151251"/>
        </w:tc>
        <w:tc>
          <w:tcPr>
            <w:tcW w:w="5600" w:type="dxa"/>
            <w:tcBorders>
              <w:top w:val="single" w:sz="4" w:space="0" w:color="auto"/>
              <w:left w:val="nil"/>
              <w:bottom w:val="single" w:sz="4" w:space="0" w:color="auto"/>
              <w:right w:val="single" w:sz="4" w:space="0" w:color="auto"/>
            </w:tcBorders>
          </w:tcPr>
          <w:p w:rsidR="0009156E" w:rsidRPr="004D300B" w:rsidRDefault="0009156E" w:rsidP="00151251">
            <w:r w:rsidRPr="004D300B">
              <w:t xml:space="preserve">Количество НПА, опубликованных на официальном сайте администрации района. </w:t>
            </w:r>
          </w:p>
        </w:tc>
      </w:tr>
      <w:tr w:rsidR="0009156E" w:rsidRPr="004D300B" w:rsidTr="00151251">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151251"/>
        </w:tc>
        <w:tc>
          <w:tcPr>
            <w:tcW w:w="5600" w:type="dxa"/>
            <w:tcBorders>
              <w:top w:val="single" w:sz="4" w:space="0" w:color="auto"/>
              <w:left w:val="nil"/>
              <w:bottom w:val="single" w:sz="4" w:space="0" w:color="auto"/>
              <w:right w:val="single" w:sz="4" w:space="0" w:color="auto"/>
            </w:tcBorders>
          </w:tcPr>
          <w:p w:rsidR="0009156E" w:rsidRPr="004D300B" w:rsidRDefault="0009156E" w:rsidP="00151251">
            <w:r w:rsidRPr="004D300B">
              <w:t xml:space="preserve">Доля вакантных должностей, замещаемых на конкурсной основе. </w:t>
            </w:r>
          </w:p>
        </w:tc>
      </w:tr>
      <w:tr w:rsidR="0009156E" w:rsidRPr="004D300B" w:rsidTr="00151251">
        <w:trPr>
          <w:trHeight w:val="484"/>
        </w:trPr>
        <w:tc>
          <w:tcPr>
            <w:tcW w:w="4308" w:type="dxa"/>
            <w:tcBorders>
              <w:top w:val="single" w:sz="4" w:space="0" w:color="auto"/>
              <w:left w:val="single" w:sz="4" w:space="0" w:color="auto"/>
              <w:bottom w:val="single" w:sz="4" w:space="0" w:color="auto"/>
              <w:right w:val="single" w:sz="4" w:space="0" w:color="auto"/>
            </w:tcBorders>
          </w:tcPr>
          <w:p w:rsidR="0009156E" w:rsidRPr="004D300B" w:rsidRDefault="0009156E" w:rsidP="00151251">
            <w:r w:rsidRPr="004D300B">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09156E" w:rsidRPr="004D300B" w:rsidRDefault="0009156E" w:rsidP="00151251">
            <w:r w:rsidRPr="004D300B">
              <w:t>2014-2019 годы </w:t>
            </w:r>
          </w:p>
        </w:tc>
      </w:tr>
      <w:tr w:rsidR="0009156E" w:rsidRPr="004D300B" w:rsidTr="00151251">
        <w:trPr>
          <w:trHeight w:val="1295"/>
        </w:trPr>
        <w:tc>
          <w:tcPr>
            <w:tcW w:w="4308" w:type="dxa"/>
            <w:tcBorders>
              <w:top w:val="single" w:sz="4" w:space="0" w:color="auto"/>
              <w:left w:val="single" w:sz="4" w:space="0" w:color="auto"/>
              <w:bottom w:val="single" w:sz="4" w:space="0" w:color="auto"/>
              <w:right w:val="single" w:sz="4" w:space="0" w:color="auto"/>
            </w:tcBorders>
          </w:tcPr>
          <w:p w:rsidR="0009156E" w:rsidRPr="004D300B" w:rsidRDefault="0009156E" w:rsidP="00151251">
            <w:r w:rsidRPr="004D300B">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09156E" w:rsidRPr="00921697" w:rsidRDefault="0009156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Общий объем финансирования подпрограммы 1</w:t>
            </w:r>
            <w:r>
              <w:rPr>
                <w:rFonts w:ascii="Times New Roman" w:hAnsi="Times New Roman"/>
                <w:color w:val="0000FF"/>
                <w:sz w:val="24"/>
                <w:szCs w:val="24"/>
              </w:rPr>
              <w:t>377850,8</w:t>
            </w:r>
            <w:r w:rsidRPr="00921697">
              <w:rPr>
                <w:rFonts w:ascii="Times New Roman" w:hAnsi="Times New Roman"/>
                <w:color w:val="0000FF"/>
                <w:sz w:val="24"/>
                <w:szCs w:val="24"/>
              </w:rPr>
              <w:t xml:space="preserve">  тыс. руб.:</w:t>
            </w:r>
          </w:p>
          <w:p w:rsidR="0009156E" w:rsidRPr="00921697" w:rsidRDefault="0009156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2014 год- 24062,3  тыс. руб.</w:t>
            </w:r>
          </w:p>
          <w:p w:rsidR="0009156E" w:rsidRPr="00921697" w:rsidRDefault="0009156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2015 год-  23170,2 тыс. руб.</w:t>
            </w:r>
          </w:p>
          <w:p w:rsidR="0009156E" w:rsidRPr="00921697" w:rsidRDefault="0009156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 xml:space="preserve">2016 год-  </w:t>
            </w:r>
            <w:r>
              <w:rPr>
                <w:rFonts w:ascii="Times New Roman" w:hAnsi="Times New Roman"/>
                <w:color w:val="0000FF"/>
                <w:sz w:val="24"/>
                <w:szCs w:val="24"/>
              </w:rPr>
              <w:t>23932,3</w:t>
            </w:r>
            <w:r w:rsidRPr="00921697">
              <w:rPr>
                <w:rFonts w:ascii="Times New Roman" w:hAnsi="Times New Roman"/>
                <w:color w:val="0000FF"/>
                <w:sz w:val="24"/>
                <w:szCs w:val="24"/>
              </w:rPr>
              <w:t xml:space="preserve"> тыс. руб.</w:t>
            </w:r>
          </w:p>
          <w:p w:rsidR="0009156E" w:rsidRPr="00921697" w:rsidRDefault="0009156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 xml:space="preserve">2017 год-  </w:t>
            </w:r>
            <w:r>
              <w:rPr>
                <w:rFonts w:ascii="Times New Roman" w:hAnsi="Times New Roman"/>
                <w:color w:val="0000FF"/>
                <w:sz w:val="24"/>
                <w:szCs w:val="24"/>
              </w:rPr>
              <w:t>23260</w:t>
            </w:r>
            <w:r w:rsidRPr="00921697">
              <w:rPr>
                <w:rFonts w:ascii="Times New Roman" w:hAnsi="Times New Roman"/>
                <w:color w:val="0000FF"/>
                <w:sz w:val="24"/>
                <w:szCs w:val="24"/>
              </w:rPr>
              <w:t xml:space="preserve"> тыс. руб.</w:t>
            </w:r>
          </w:p>
          <w:p w:rsidR="0009156E" w:rsidRPr="00921697" w:rsidRDefault="0009156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2018 год-  2</w:t>
            </w:r>
            <w:r>
              <w:rPr>
                <w:rFonts w:ascii="Times New Roman" w:hAnsi="Times New Roman"/>
                <w:color w:val="0000FF"/>
                <w:sz w:val="24"/>
                <w:szCs w:val="24"/>
              </w:rPr>
              <w:t>1713</w:t>
            </w:r>
            <w:r w:rsidRPr="00921697">
              <w:rPr>
                <w:rFonts w:ascii="Times New Roman" w:hAnsi="Times New Roman"/>
                <w:color w:val="0000FF"/>
                <w:sz w:val="24"/>
                <w:szCs w:val="24"/>
              </w:rPr>
              <w:t>тыс. руб.</w:t>
            </w:r>
          </w:p>
          <w:p w:rsidR="0009156E" w:rsidRPr="00921697" w:rsidRDefault="0009156E" w:rsidP="00151251">
            <w:pPr>
              <w:rPr>
                <w:color w:val="0000FF"/>
              </w:rPr>
            </w:pPr>
            <w:r>
              <w:rPr>
                <w:color w:val="0000FF"/>
              </w:rPr>
              <w:t>2019 год-  21713</w:t>
            </w:r>
            <w:r w:rsidRPr="00921697">
              <w:rPr>
                <w:color w:val="0000FF"/>
              </w:rPr>
              <w:t xml:space="preserve">тыс. руб., </w:t>
            </w:r>
          </w:p>
          <w:p w:rsidR="0009156E" w:rsidRPr="00921697" w:rsidRDefault="0009156E" w:rsidP="00151251">
            <w:pPr>
              <w:rPr>
                <w:color w:val="0000FF"/>
              </w:rPr>
            </w:pPr>
            <w:r w:rsidRPr="00921697">
              <w:rPr>
                <w:color w:val="0000FF"/>
              </w:rPr>
              <w:t>В т.ч.:</w:t>
            </w:r>
          </w:p>
          <w:p w:rsidR="0009156E" w:rsidRPr="00921697" w:rsidRDefault="0009156E" w:rsidP="00151251">
            <w:pPr>
              <w:rPr>
                <w:color w:val="0000FF"/>
              </w:rPr>
            </w:pPr>
            <w:r w:rsidRPr="00921697">
              <w:rPr>
                <w:color w:val="0000FF"/>
              </w:rPr>
              <w:t>Средства местного бюджета:</w:t>
            </w:r>
          </w:p>
          <w:p w:rsidR="0009156E" w:rsidRPr="00921697" w:rsidRDefault="0009156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2014 год- 24047,3  тыс. руб.</w:t>
            </w:r>
          </w:p>
          <w:p w:rsidR="0009156E" w:rsidRPr="00921697" w:rsidRDefault="0009156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2015 год-  23170,2 тыс. руб.</w:t>
            </w:r>
          </w:p>
          <w:p w:rsidR="0009156E" w:rsidRPr="00921697" w:rsidRDefault="0009156E" w:rsidP="00151251">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2016 год-  22624,3</w:t>
            </w:r>
            <w:r w:rsidRPr="00921697">
              <w:rPr>
                <w:rFonts w:ascii="Times New Roman" w:hAnsi="Times New Roman"/>
                <w:color w:val="0000FF"/>
                <w:sz w:val="24"/>
                <w:szCs w:val="24"/>
              </w:rPr>
              <w:t xml:space="preserve"> тыс. руб.</w:t>
            </w:r>
          </w:p>
          <w:p w:rsidR="0009156E" w:rsidRPr="00921697" w:rsidRDefault="0009156E" w:rsidP="00151251">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2017 год-  23260</w:t>
            </w:r>
            <w:r w:rsidRPr="00921697">
              <w:rPr>
                <w:rFonts w:ascii="Times New Roman" w:hAnsi="Times New Roman"/>
                <w:color w:val="0000FF"/>
                <w:sz w:val="24"/>
                <w:szCs w:val="24"/>
              </w:rPr>
              <w:t xml:space="preserve"> тыс. руб.</w:t>
            </w:r>
          </w:p>
          <w:p w:rsidR="0009156E" w:rsidRPr="00921697" w:rsidRDefault="0009156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2018 год-  2</w:t>
            </w:r>
            <w:r>
              <w:rPr>
                <w:rFonts w:ascii="Times New Roman" w:hAnsi="Times New Roman"/>
                <w:color w:val="0000FF"/>
                <w:sz w:val="24"/>
                <w:szCs w:val="24"/>
              </w:rPr>
              <w:t>1713</w:t>
            </w:r>
            <w:r w:rsidRPr="00921697">
              <w:rPr>
                <w:rFonts w:ascii="Times New Roman" w:hAnsi="Times New Roman"/>
                <w:color w:val="0000FF"/>
                <w:sz w:val="24"/>
                <w:szCs w:val="24"/>
              </w:rPr>
              <w:t xml:space="preserve"> тыс. руб.</w:t>
            </w:r>
          </w:p>
          <w:p w:rsidR="0009156E" w:rsidRPr="00921697" w:rsidRDefault="0009156E" w:rsidP="00151251">
            <w:pPr>
              <w:rPr>
                <w:color w:val="0000FF"/>
              </w:rPr>
            </w:pPr>
            <w:r w:rsidRPr="00921697">
              <w:rPr>
                <w:color w:val="0000FF"/>
              </w:rPr>
              <w:t xml:space="preserve">2019 год- </w:t>
            </w:r>
            <w:r>
              <w:rPr>
                <w:color w:val="0000FF"/>
              </w:rPr>
              <w:t xml:space="preserve"> 21713</w:t>
            </w:r>
            <w:r w:rsidRPr="00921697">
              <w:rPr>
                <w:color w:val="0000FF"/>
              </w:rPr>
              <w:t xml:space="preserve"> тыс. руб.</w:t>
            </w:r>
          </w:p>
          <w:p w:rsidR="0009156E" w:rsidRPr="009B52DF" w:rsidRDefault="0009156E" w:rsidP="00151251">
            <w:pPr>
              <w:rPr>
                <w:color w:val="0000FF"/>
              </w:rPr>
            </w:pPr>
            <w:r w:rsidRPr="009B52DF">
              <w:rPr>
                <w:color w:val="0000FF"/>
              </w:rPr>
              <w:t>Средства областного бюджета:</w:t>
            </w:r>
          </w:p>
          <w:p w:rsidR="0009156E" w:rsidRPr="009B52DF" w:rsidRDefault="0009156E" w:rsidP="00151251">
            <w:pPr>
              <w:rPr>
                <w:color w:val="0000FF"/>
              </w:rPr>
            </w:pPr>
            <w:r w:rsidRPr="009B52DF">
              <w:rPr>
                <w:color w:val="0000FF"/>
              </w:rPr>
              <w:t>2014 год-</w:t>
            </w:r>
            <w:r>
              <w:rPr>
                <w:color w:val="0000FF"/>
              </w:rPr>
              <w:t xml:space="preserve"> 62,1</w:t>
            </w:r>
            <w:r w:rsidRPr="009B52DF">
              <w:rPr>
                <w:color w:val="0000FF"/>
              </w:rPr>
              <w:t xml:space="preserve"> тыс. руб.;</w:t>
            </w:r>
          </w:p>
          <w:p w:rsidR="0009156E" w:rsidRPr="009B52DF" w:rsidRDefault="0009156E" w:rsidP="00151251">
            <w:pPr>
              <w:rPr>
                <w:color w:val="0000FF"/>
              </w:rPr>
            </w:pPr>
            <w:r w:rsidRPr="009B52DF">
              <w:rPr>
                <w:color w:val="0000FF"/>
              </w:rPr>
              <w:t>Средства федерального бюджета:</w:t>
            </w:r>
          </w:p>
          <w:p w:rsidR="0009156E" w:rsidRPr="009B52DF" w:rsidRDefault="0009156E" w:rsidP="00151251">
            <w:pPr>
              <w:rPr>
                <w:color w:val="0000FF"/>
              </w:rPr>
            </w:pPr>
            <w:r w:rsidRPr="009B52DF">
              <w:rPr>
                <w:color w:val="0000FF"/>
              </w:rPr>
              <w:t>2016 год- 1</w:t>
            </w:r>
            <w:r>
              <w:rPr>
                <w:color w:val="0000FF"/>
              </w:rPr>
              <w:t xml:space="preserve">260,9 </w:t>
            </w:r>
            <w:r w:rsidRPr="009B52DF">
              <w:rPr>
                <w:color w:val="0000FF"/>
              </w:rPr>
              <w:t xml:space="preserve"> тыс. руб.</w:t>
            </w:r>
          </w:p>
          <w:p w:rsidR="0009156E" w:rsidRPr="00E35D38" w:rsidRDefault="0009156E" w:rsidP="00151251">
            <w:pPr>
              <w:pStyle w:val="ConsPlusNormal"/>
              <w:ind w:firstLine="540"/>
              <w:jc w:val="both"/>
            </w:pPr>
          </w:p>
        </w:tc>
      </w:tr>
      <w:tr w:rsidR="0009156E" w:rsidRPr="004D300B" w:rsidTr="00151251">
        <w:trPr>
          <w:trHeight w:val="1125"/>
        </w:trPr>
        <w:tc>
          <w:tcPr>
            <w:tcW w:w="4308" w:type="dxa"/>
            <w:tcBorders>
              <w:top w:val="single" w:sz="4" w:space="0" w:color="auto"/>
              <w:left w:val="single" w:sz="4" w:space="0" w:color="auto"/>
              <w:bottom w:val="single" w:sz="4" w:space="0" w:color="auto"/>
              <w:right w:val="single" w:sz="4" w:space="0" w:color="auto"/>
            </w:tcBorders>
          </w:tcPr>
          <w:p w:rsidR="0009156E" w:rsidRPr="004D300B" w:rsidRDefault="0009156E" w:rsidP="00151251">
            <w:r w:rsidRPr="004D300B">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151251">
            <w:r w:rsidRPr="004D300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09156E" w:rsidRPr="004D300B" w:rsidRDefault="0009156E" w:rsidP="00151251">
            <w:r w:rsidRPr="004D300B">
              <w:t>- своевременное и качественное материально-</w:t>
            </w:r>
            <w:r w:rsidRPr="004D300B">
              <w:lastRenderedPageBreak/>
              <w:t>техническое и финансовое обеспечение деятельности администрации и Совета народных депутатов Таловского муниципального района</w:t>
            </w:r>
          </w:p>
          <w:p w:rsidR="0009156E" w:rsidRPr="004D300B" w:rsidRDefault="0009156E" w:rsidP="00151251">
            <w:r w:rsidRPr="004D300B">
              <w:rPr>
                <w:bCs/>
              </w:rPr>
              <w:t xml:space="preserve">- повышение эффективности и результативности деятельности администрации и </w:t>
            </w:r>
            <w:r w:rsidRPr="004D300B">
              <w:t xml:space="preserve">Совета народных депутатов </w:t>
            </w:r>
            <w:r w:rsidRPr="004D300B">
              <w:rPr>
                <w:bCs/>
              </w:rPr>
              <w:t xml:space="preserve">Таловского муниципального района по выполнению комплексной программы социально-экономического развития </w:t>
            </w:r>
            <w:r w:rsidRPr="004D300B">
              <w:t>Таловского муниципального района.</w:t>
            </w:r>
          </w:p>
          <w:p w:rsidR="0009156E" w:rsidRPr="004D300B" w:rsidRDefault="0009156E" w:rsidP="00151251">
            <w:r w:rsidRPr="004D300B">
              <w:t>- повышение качества предоставляемых муниципальных услуг;</w:t>
            </w:r>
          </w:p>
          <w:p w:rsidR="0009156E" w:rsidRPr="004D300B" w:rsidRDefault="0009156E" w:rsidP="00151251">
            <w:r w:rsidRPr="004D300B">
              <w:t xml:space="preserve">- повышение престижа муниципальной службы.  </w:t>
            </w:r>
          </w:p>
        </w:tc>
      </w:tr>
    </w:tbl>
    <w:p w:rsidR="0009156E" w:rsidRDefault="0009156E" w:rsidP="00B060B2">
      <w:pPr>
        <w:jc w:val="right"/>
        <w:rPr>
          <w:sz w:val="26"/>
          <w:szCs w:val="26"/>
        </w:rPr>
      </w:pPr>
    </w:p>
    <w:p w:rsidR="0009156E" w:rsidRPr="00BB70F3" w:rsidRDefault="0009156E" w:rsidP="00B060B2">
      <w:pPr>
        <w:ind w:firstLine="709"/>
        <w:rPr>
          <w:color w:val="339966"/>
        </w:rPr>
      </w:pPr>
    </w:p>
    <w:p w:rsidR="0009156E" w:rsidRPr="00BB70F3" w:rsidRDefault="0009156E" w:rsidP="00B060B2">
      <w:pPr>
        <w:ind w:firstLine="709"/>
        <w:jc w:val="center"/>
        <w:rPr>
          <w:b/>
          <w:color w:val="000000"/>
          <w:sz w:val="26"/>
          <w:szCs w:val="26"/>
        </w:rPr>
      </w:pPr>
      <w:r w:rsidRPr="00BB70F3">
        <w:rPr>
          <w:b/>
          <w:color w:val="000000"/>
          <w:sz w:val="26"/>
          <w:szCs w:val="26"/>
        </w:rPr>
        <w:t>Раздел 1.«Характеристика сферы реализации подпрограммы, описание основных проблем в указанной сфере и прогноз ее развития».</w:t>
      </w:r>
    </w:p>
    <w:p w:rsidR="0009156E" w:rsidRPr="00BB70F3" w:rsidRDefault="0009156E" w:rsidP="00B060B2">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09156E" w:rsidRPr="00BB70F3" w:rsidRDefault="0009156E" w:rsidP="00B060B2">
      <w:pPr>
        <w:ind w:firstLine="840"/>
        <w:jc w:val="both"/>
      </w:pPr>
      <w:r w:rsidRPr="00BB70F3">
        <w:rPr>
          <w:bCs/>
        </w:rPr>
        <w:t xml:space="preserve">Администрация Таловского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Таловского муниципального района.</w:t>
      </w:r>
    </w:p>
    <w:p w:rsidR="0009156E" w:rsidRPr="00BB70F3" w:rsidRDefault="0009156E" w:rsidP="00B060B2">
      <w:pPr>
        <w:autoSpaceDE w:val="0"/>
        <w:autoSpaceDN w:val="0"/>
        <w:adjustRightInd w:val="0"/>
        <w:ind w:firstLine="540"/>
        <w:jc w:val="both"/>
        <w:rPr>
          <w:bCs/>
        </w:rPr>
      </w:pPr>
      <w:r w:rsidRPr="00BB70F3">
        <w:t>Сотрудники администрации района оказывают и методическую помощь администрациям сельских и городского поселений расположенных  на территории района.</w:t>
      </w:r>
    </w:p>
    <w:p w:rsidR="0009156E" w:rsidRPr="00BB70F3" w:rsidRDefault="0009156E" w:rsidP="00B060B2">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09156E" w:rsidRPr="00BB70F3" w:rsidRDefault="0009156E" w:rsidP="00B060B2">
      <w:pPr>
        <w:autoSpaceDE w:val="0"/>
        <w:autoSpaceDN w:val="0"/>
        <w:adjustRightInd w:val="0"/>
        <w:ind w:firstLine="540"/>
        <w:jc w:val="both"/>
      </w:pPr>
      <w:r w:rsidRPr="00BB70F3">
        <w:t>В структуру администрации района входят:</w:t>
      </w:r>
    </w:p>
    <w:p w:rsidR="0009156E" w:rsidRPr="00BB70F3" w:rsidRDefault="0009156E" w:rsidP="00B060B2">
      <w:pPr>
        <w:autoSpaceDE w:val="0"/>
        <w:autoSpaceDN w:val="0"/>
        <w:adjustRightInd w:val="0"/>
        <w:ind w:firstLine="540"/>
        <w:jc w:val="both"/>
      </w:pPr>
      <w:r w:rsidRPr="00BB70F3">
        <w:t>- Глава администрации района.</w:t>
      </w:r>
    </w:p>
    <w:p w:rsidR="0009156E" w:rsidRPr="00BB70F3" w:rsidRDefault="0009156E" w:rsidP="00B060B2">
      <w:pPr>
        <w:autoSpaceDE w:val="0"/>
        <w:autoSpaceDN w:val="0"/>
        <w:adjustRightInd w:val="0"/>
        <w:ind w:firstLine="540"/>
        <w:jc w:val="both"/>
      </w:pPr>
      <w:r w:rsidRPr="00BB70F3">
        <w:t>- Заместители главы администрации района.</w:t>
      </w:r>
    </w:p>
    <w:p w:rsidR="0009156E" w:rsidRPr="00BB70F3" w:rsidRDefault="0009156E" w:rsidP="00B060B2">
      <w:pPr>
        <w:autoSpaceDE w:val="0"/>
        <w:autoSpaceDN w:val="0"/>
        <w:adjustRightInd w:val="0"/>
        <w:ind w:firstLine="540"/>
        <w:jc w:val="both"/>
      </w:pPr>
      <w:r w:rsidRPr="00BB70F3">
        <w:t>- Структурные подразделения администрации района.</w:t>
      </w:r>
    </w:p>
    <w:p w:rsidR="0009156E" w:rsidRPr="00BB70F3" w:rsidRDefault="0009156E" w:rsidP="00B060B2">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09156E" w:rsidRPr="00BB70F3" w:rsidRDefault="0009156E" w:rsidP="00B060B2">
      <w:pPr>
        <w:autoSpaceDE w:val="0"/>
        <w:autoSpaceDN w:val="0"/>
        <w:adjustRightInd w:val="0"/>
        <w:ind w:firstLine="540"/>
        <w:jc w:val="both"/>
      </w:pPr>
      <w:r w:rsidRPr="00BB70F3">
        <w:t xml:space="preserve">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отностся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w:t>
      </w:r>
      <w:r w:rsidRPr="00BB70F3">
        <w:lastRenderedPageBreak/>
        <w:t>обеспечение лиц, входящих в состав Совета народных депутатов района, для выполнения ими служебных обязанностей.</w:t>
      </w:r>
    </w:p>
    <w:p w:rsidR="0009156E" w:rsidRPr="00BB70F3" w:rsidRDefault="0009156E" w:rsidP="00B060B2">
      <w:pPr>
        <w:autoSpaceDE w:val="0"/>
        <w:autoSpaceDN w:val="0"/>
        <w:adjustRightInd w:val="0"/>
        <w:ind w:firstLine="540"/>
        <w:jc w:val="both"/>
      </w:pPr>
    </w:p>
    <w:p w:rsidR="0009156E" w:rsidRPr="00BB70F3" w:rsidRDefault="0009156E" w:rsidP="00B060B2">
      <w:pPr>
        <w:autoSpaceDE w:val="0"/>
        <w:autoSpaceDN w:val="0"/>
        <w:adjustRightInd w:val="0"/>
        <w:ind w:firstLine="540"/>
        <w:jc w:val="both"/>
      </w:pPr>
      <w:r w:rsidRPr="00BB70F3">
        <w:t>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  Таловского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09156E" w:rsidRPr="00BB70F3" w:rsidRDefault="0009156E" w:rsidP="00B060B2">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09156E" w:rsidRPr="00BB70F3" w:rsidRDefault="0009156E" w:rsidP="00B060B2">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09156E" w:rsidRPr="00BB70F3" w:rsidRDefault="0009156E" w:rsidP="00B060B2">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09156E" w:rsidRPr="00BB70F3" w:rsidRDefault="0009156E" w:rsidP="00B060B2">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09156E" w:rsidRPr="00BB70F3" w:rsidRDefault="0009156E" w:rsidP="00B060B2">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09156E" w:rsidRPr="00BB70F3" w:rsidRDefault="0009156E" w:rsidP="00B060B2">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09156E" w:rsidRPr="00BB70F3" w:rsidRDefault="0009156E" w:rsidP="00B060B2">
      <w:pPr>
        <w:jc w:val="both"/>
      </w:pPr>
      <w:r w:rsidRPr="00BB70F3">
        <w:t>- Повышение престижа муниципальной службы и авторитета муниципальных служащих</w:t>
      </w:r>
    </w:p>
    <w:p w:rsidR="0009156E" w:rsidRPr="00BB70F3" w:rsidRDefault="0009156E" w:rsidP="00B060B2">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09156E" w:rsidRPr="00BB70F3" w:rsidRDefault="0009156E" w:rsidP="00B060B2">
      <w:pPr>
        <w:jc w:val="both"/>
      </w:pPr>
      <w:r w:rsidRPr="00BB70F3">
        <w:t>- Обеспечение открытости и прозрачности деятельности администрации Таловского муниципального района и муниципальной службы.</w:t>
      </w:r>
    </w:p>
    <w:p w:rsidR="0009156E" w:rsidRPr="00BB70F3" w:rsidRDefault="0009156E" w:rsidP="00B060B2">
      <w:pPr>
        <w:jc w:val="both"/>
      </w:pPr>
      <w:r w:rsidRPr="00BB70F3">
        <w:t xml:space="preserve">- Повышение качества принимаемых нормативно-правовых актов. </w:t>
      </w:r>
    </w:p>
    <w:p w:rsidR="0009156E" w:rsidRPr="00BB70F3" w:rsidRDefault="0009156E" w:rsidP="00B060B2">
      <w:pPr>
        <w:ind w:firstLine="709"/>
        <w:jc w:val="both"/>
        <w:rPr>
          <w:color w:val="000000"/>
        </w:rPr>
      </w:pPr>
    </w:p>
    <w:p w:rsidR="0009156E" w:rsidRPr="00BB70F3" w:rsidRDefault="0009156E" w:rsidP="00B060B2">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09156E" w:rsidRPr="00BB70F3" w:rsidRDefault="0009156E" w:rsidP="00B060B2">
      <w:pPr>
        <w:ind w:firstLine="709"/>
        <w:rPr>
          <w:b/>
          <w:color w:val="000000"/>
        </w:rPr>
      </w:pPr>
    </w:p>
    <w:p w:rsidR="0009156E" w:rsidRPr="00BB70F3" w:rsidRDefault="0009156E" w:rsidP="00B060B2">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 xml:space="preserve">Стратегии социально-экономического развития Воронежской до </w:t>
      </w:r>
      <w:r w:rsidRPr="00BB70F3">
        <w:lastRenderedPageBreak/>
        <w:t>2020 года, Стратегии социально-экономического развития Таловского муниципального района  до 2020 года.</w:t>
      </w:r>
    </w:p>
    <w:p w:rsidR="0009156E" w:rsidRPr="00BB70F3" w:rsidRDefault="0009156E" w:rsidP="00B060B2">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09156E" w:rsidRPr="00BB70F3" w:rsidRDefault="0009156E" w:rsidP="00B060B2">
      <w:pPr>
        <w:pStyle w:val="Default"/>
        <w:jc w:val="both"/>
      </w:pPr>
      <w:r w:rsidRPr="00BB70F3">
        <w:t>-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w:t>
      </w:r>
    </w:p>
    <w:p w:rsidR="0009156E" w:rsidRPr="00BB70F3" w:rsidRDefault="0009156E" w:rsidP="00B060B2">
      <w:pPr>
        <w:pStyle w:val="Default"/>
        <w:jc w:val="both"/>
      </w:pPr>
      <w:r w:rsidRPr="00BB70F3">
        <w:t xml:space="preserve">- создание нормативно-правовой базы, необходимой для реализации основных направлений деятельности органов местного самоупралвения, совершенствование процессанормотворчества и правоприменения, повышение качества нормативных правовых актов, эффективности защиты прав и законных интересов граждан; </w:t>
      </w:r>
    </w:p>
    <w:p w:rsidR="0009156E" w:rsidRPr="00BB70F3" w:rsidRDefault="0009156E" w:rsidP="00B060B2">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09156E" w:rsidRPr="00BB70F3" w:rsidRDefault="0009156E" w:rsidP="00B060B2">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09156E" w:rsidRPr="00BB70F3" w:rsidRDefault="0009156E" w:rsidP="00B060B2">
      <w:pPr>
        <w:pStyle w:val="Default"/>
        <w:jc w:val="both"/>
      </w:pPr>
      <w:r w:rsidRPr="00BB70F3">
        <w:t xml:space="preserve">- содействие развитию местного самоуправления на территории Таловского муниципального района. </w:t>
      </w:r>
    </w:p>
    <w:p w:rsidR="0009156E" w:rsidRPr="00BB70F3" w:rsidRDefault="0009156E" w:rsidP="00B060B2">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09156E" w:rsidRPr="00BB70F3" w:rsidRDefault="0009156E" w:rsidP="00B060B2">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Таловского муниципального района.  </w:t>
      </w:r>
    </w:p>
    <w:p w:rsidR="0009156E" w:rsidRPr="00BB70F3" w:rsidRDefault="0009156E" w:rsidP="00B060B2">
      <w:pPr>
        <w:autoSpaceDE w:val="0"/>
        <w:autoSpaceDN w:val="0"/>
        <w:adjustRightInd w:val="0"/>
        <w:jc w:val="both"/>
        <w:rPr>
          <w:rFonts w:eastAsia="Times New Roman"/>
          <w:lang w:eastAsia="ru-RU"/>
        </w:rPr>
      </w:pPr>
      <w:r w:rsidRPr="00BB70F3">
        <w:rPr>
          <w:rFonts w:eastAsia="Times New Roman"/>
          <w:lang w:eastAsia="ru-RU"/>
        </w:rPr>
        <w:t>Повышение эффективности деятельности органов местного самоуправления муниципального района .</w:t>
      </w:r>
    </w:p>
    <w:p w:rsidR="0009156E" w:rsidRPr="008C155A" w:rsidRDefault="0009156E" w:rsidP="00B060B2">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09156E" w:rsidRPr="00BB70F3" w:rsidRDefault="0009156E" w:rsidP="00B060B2">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09156E" w:rsidRPr="00BB70F3" w:rsidRDefault="0009156E" w:rsidP="00B060B2">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09156E" w:rsidRPr="00BB70F3" w:rsidRDefault="0009156E" w:rsidP="00B060B2">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09156E" w:rsidRPr="00BB70F3" w:rsidRDefault="0009156E" w:rsidP="00B060B2">
      <w:pPr>
        <w:jc w:val="both"/>
      </w:pPr>
      <w:r w:rsidRPr="00BB70F3">
        <w:t>Повышение престижа муниципальной службы и авторитета муниципальных служащих</w:t>
      </w:r>
    </w:p>
    <w:p w:rsidR="0009156E" w:rsidRPr="00BB70F3" w:rsidRDefault="0009156E" w:rsidP="00B060B2">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09156E" w:rsidRPr="00BB70F3" w:rsidRDefault="0009156E" w:rsidP="00B060B2">
      <w:pPr>
        <w:jc w:val="both"/>
      </w:pPr>
      <w:r w:rsidRPr="00BB70F3">
        <w:t>Обеспечение открытости и прозрачности деятельности администрации Таловского муниципального района и муниципальной службы.</w:t>
      </w:r>
    </w:p>
    <w:p w:rsidR="0009156E" w:rsidRPr="00BB70F3" w:rsidRDefault="0009156E" w:rsidP="00B060B2">
      <w:pPr>
        <w:jc w:val="both"/>
      </w:pPr>
      <w:r w:rsidRPr="00BB70F3">
        <w:t xml:space="preserve">Повышение качества принимаемых нормативно-правовых актов. </w:t>
      </w:r>
    </w:p>
    <w:p w:rsidR="0009156E" w:rsidRDefault="0009156E" w:rsidP="00B060B2">
      <w:pPr>
        <w:pStyle w:val="16"/>
        <w:ind w:left="0"/>
        <w:jc w:val="both"/>
        <w:rPr>
          <w:rFonts w:ascii="Times New Roman" w:hAnsi="Times New Roman"/>
          <w:b/>
          <w:sz w:val="24"/>
          <w:szCs w:val="24"/>
        </w:rPr>
      </w:pPr>
    </w:p>
    <w:p w:rsidR="0009156E" w:rsidRDefault="0009156E" w:rsidP="00B060B2">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09156E" w:rsidRPr="00BB70F3" w:rsidTr="00151251">
        <w:trPr>
          <w:trHeight w:val="307"/>
        </w:trPr>
        <w:tc>
          <w:tcPr>
            <w:tcW w:w="9908" w:type="dxa"/>
          </w:tcPr>
          <w:p w:rsidR="0009156E" w:rsidRPr="00BB70F3" w:rsidRDefault="0009156E" w:rsidP="00151251">
            <w:r>
              <w:t xml:space="preserve">1. </w:t>
            </w:r>
            <w:r w:rsidRPr="00BB70F3">
              <w:t>Доля НПА, опротестованных прокуратурой;</w:t>
            </w:r>
          </w:p>
        </w:tc>
      </w:tr>
      <w:tr w:rsidR="0009156E" w:rsidRPr="00BB70F3" w:rsidTr="00151251">
        <w:trPr>
          <w:trHeight w:val="524"/>
        </w:trPr>
        <w:tc>
          <w:tcPr>
            <w:tcW w:w="9908" w:type="dxa"/>
          </w:tcPr>
          <w:p w:rsidR="0009156E" w:rsidRPr="00BB70F3" w:rsidRDefault="0009156E" w:rsidP="00151251">
            <w:r>
              <w:t xml:space="preserve">2. </w:t>
            </w:r>
            <w:r w:rsidRPr="00BB70F3">
              <w:t xml:space="preserve">Количество НПА, опубликованных на официальном сайте администрации района. </w:t>
            </w:r>
          </w:p>
        </w:tc>
      </w:tr>
      <w:tr w:rsidR="0009156E" w:rsidRPr="00BB70F3" w:rsidTr="00151251">
        <w:trPr>
          <w:trHeight w:val="490"/>
        </w:trPr>
        <w:tc>
          <w:tcPr>
            <w:tcW w:w="9908" w:type="dxa"/>
          </w:tcPr>
          <w:p w:rsidR="0009156E" w:rsidRPr="00BB70F3" w:rsidRDefault="0009156E" w:rsidP="00151251">
            <w:r>
              <w:t xml:space="preserve">3. </w:t>
            </w:r>
            <w:r w:rsidRPr="00BB70F3">
              <w:t xml:space="preserve">Доля вакантных должностей, замещаемых на конкурсной основе. </w:t>
            </w:r>
          </w:p>
        </w:tc>
      </w:tr>
    </w:tbl>
    <w:p w:rsidR="0009156E" w:rsidRPr="00C21082" w:rsidRDefault="0009156E" w:rsidP="00B060B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09156E" w:rsidRPr="000C786E" w:rsidRDefault="0009156E" w:rsidP="00B060B2">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09156E" w:rsidRPr="00BB70F3" w:rsidRDefault="0009156E" w:rsidP="00B060B2">
      <w:pPr>
        <w:jc w:val="both"/>
        <w:rPr>
          <w:color w:val="000000"/>
        </w:rPr>
      </w:pPr>
      <w:r w:rsidRPr="00BB70F3">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09156E" w:rsidRPr="00BB70F3" w:rsidRDefault="0009156E" w:rsidP="00B060B2">
      <w:pPr>
        <w:jc w:val="both"/>
        <w:rPr>
          <w:color w:val="000000"/>
        </w:rPr>
      </w:pPr>
      <w:r w:rsidRPr="00BB70F3">
        <w:rPr>
          <w:color w:val="000000"/>
        </w:rPr>
        <w:lastRenderedPageBreak/>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Совета народных депутатов Таловского муниципального района</w:t>
      </w:r>
    </w:p>
    <w:p w:rsidR="0009156E" w:rsidRPr="00BB70F3" w:rsidRDefault="0009156E" w:rsidP="00B060B2">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r w:rsidRPr="00BB70F3">
        <w:rPr>
          <w:bCs/>
        </w:rPr>
        <w:t xml:space="preserve">Таловского муниципального района по выполнению комплексной программы социально-экономического развития </w:t>
      </w:r>
      <w:r w:rsidRPr="00BB70F3">
        <w:t>Таловского муниципального района.</w:t>
      </w:r>
    </w:p>
    <w:p w:rsidR="0009156E" w:rsidRPr="00BB70F3" w:rsidRDefault="0009156E" w:rsidP="00B060B2">
      <w:pPr>
        <w:jc w:val="both"/>
      </w:pPr>
      <w:r w:rsidRPr="00BB70F3">
        <w:t>- повышение качества предосталвяемых муниципальных услуг;</w:t>
      </w:r>
    </w:p>
    <w:p w:rsidR="0009156E" w:rsidRPr="00BB70F3" w:rsidRDefault="0009156E" w:rsidP="00B060B2">
      <w:pPr>
        <w:jc w:val="both"/>
      </w:pPr>
      <w:r w:rsidRPr="00BB70F3">
        <w:t xml:space="preserve">- повышение престижа муниципальной службы.  </w:t>
      </w:r>
    </w:p>
    <w:p w:rsidR="0009156E" w:rsidRPr="00BB70F3" w:rsidRDefault="0009156E" w:rsidP="00B060B2">
      <w:pPr>
        <w:pStyle w:val="Default"/>
        <w:jc w:val="both"/>
      </w:pPr>
    </w:p>
    <w:p w:rsidR="0009156E" w:rsidRPr="00BB70F3" w:rsidRDefault="0009156E" w:rsidP="00B060B2">
      <w:pPr>
        <w:pStyle w:val="Default"/>
        <w:jc w:val="both"/>
      </w:pPr>
      <w:r w:rsidRPr="00BB70F3">
        <w:t>Реализация подпрограммы рассчитана на 2014 - 20</w:t>
      </w:r>
      <w:r>
        <w:t>19</w:t>
      </w:r>
      <w:r w:rsidRPr="00BB70F3">
        <w:t xml:space="preserve"> годы. </w:t>
      </w:r>
    </w:p>
    <w:p w:rsidR="0009156E" w:rsidRDefault="0009156E" w:rsidP="00B060B2">
      <w:pPr>
        <w:ind w:firstLine="709"/>
        <w:rPr>
          <w:color w:val="000000"/>
          <w:sz w:val="26"/>
          <w:szCs w:val="26"/>
        </w:rPr>
      </w:pPr>
      <w:r>
        <w:rPr>
          <w:b/>
          <w:color w:val="000000"/>
          <w:sz w:val="26"/>
          <w:szCs w:val="26"/>
        </w:rPr>
        <w:t>Раздел 3. «Характеристика основных мероприятий»</w:t>
      </w:r>
    </w:p>
    <w:p w:rsidR="0009156E" w:rsidRDefault="0009156E" w:rsidP="00B060B2">
      <w:pPr>
        <w:pStyle w:val="ConsPlusNormal"/>
        <w:ind w:firstLine="540"/>
        <w:jc w:val="both"/>
        <w:rPr>
          <w:rFonts w:ascii="Times New Roman" w:hAnsi="Times New Roman"/>
          <w:b/>
          <w:color w:val="000000"/>
          <w:sz w:val="26"/>
          <w:szCs w:val="26"/>
        </w:rPr>
      </w:pPr>
    </w:p>
    <w:p w:rsidR="0009156E" w:rsidRPr="00194AB1" w:rsidRDefault="0009156E" w:rsidP="00B060B2">
      <w:pPr>
        <w:autoSpaceDE w:val="0"/>
        <w:autoSpaceDN w:val="0"/>
        <w:adjustRightInd w:val="0"/>
        <w:jc w:val="both"/>
        <w:rPr>
          <w:rFonts w:eastAsia="Times New Roman"/>
          <w:color w:val="000000"/>
          <w:lang w:eastAsia="ru-RU"/>
        </w:rPr>
      </w:pPr>
      <w:r w:rsidRPr="00194AB1">
        <w:rPr>
          <w:b/>
          <w:color w:val="000000"/>
          <w:u w:val="single"/>
        </w:rPr>
        <w:t>Мероприятие 1.</w:t>
      </w:r>
      <w:r w:rsidRPr="00194AB1">
        <w:rPr>
          <w:color w:val="000000"/>
        </w:rPr>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194AB1">
        <w:rPr>
          <w:rFonts w:eastAsia="Times New Roman"/>
          <w:color w:val="000000"/>
          <w:lang w:eastAsia="ru-RU"/>
        </w:rPr>
        <w:t>Использование современных информационно-коммуникационных технологий. Перевод  муниципальных услуг в электронный вид.</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09156E" w:rsidRPr="00A337B5" w:rsidRDefault="0009156E"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Общий объем финансирования </w:t>
      </w:r>
      <w:r>
        <w:rPr>
          <w:rFonts w:ascii="Times New Roman" w:hAnsi="Times New Roman"/>
          <w:sz w:val="24"/>
          <w:szCs w:val="24"/>
        </w:rPr>
        <w:t>107348,3</w:t>
      </w:r>
      <w:r w:rsidRPr="00A337B5">
        <w:rPr>
          <w:rFonts w:ascii="Times New Roman" w:hAnsi="Times New Roman"/>
          <w:sz w:val="24"/>
          <w:szCs w:val="24"/>
        </w:rPr>
        <w:t>тыс. руб., в том числе:</w:t>
      </w:r>
    </w:p>
    <w:p w:rsidR="0009156E" w:rsidRPr="00A337B5" w:rsidRDefault="0009156E"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муниципального бюджета: </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19355,2</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18579,4</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 xml:space="preserve">17588,7 </w:t>
      </w:r>
      <w:r w:rsidRPr="00A337B5">
        <w:rPr>
          <w:rFonts w:ascii="Times New Roman" w:hAnsi="Times New Roman"/>
          <w:sz w:val="24"/>
          <w:szCs w:val="24"/>
        </w:rPr>
        <w:t>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18325</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2018 год -  </w:t>
      </w:r>
      <w:r>
        <w:rPr>
          <w:rFonts w:ascii="Times New Roman" w:hAnsi="Times New Roman"/>
          <w:sz w:val="24"/>
          <w:szCs w:val="24"/>
        </w:rPr>
        <w:t>16750</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2019 год -  </w:t>
      </w:r>
      <w:r>
        <w:rPr>
          <w:rFonts w:ascii="Times New Roman" w:hAnsi="Times New Roman"/>
          <w:sz w:val="24"/>
          <w:szCs w:val="24"/>
        </w:rPr>
        <w:t>16750</w:t>
      </w:r>
      <w:r w:rsidRPr="00A337B5">
        <w:rPr>
          <w:rFonts w:ascii="Times New Roman" w:hAnsi="Times New Roman"/>
          <w:sz w:val="24"/>
          <w:szCs w:val="24"/>
        </w:rPr>
        <w:t xml:space="preserve"> тыс. рублей.</w:t>
      </w:r>
    </w:p>
    <w:p w:rsidR="0009156E" w:rsidRPr="00A337B5" w:rsidRDefault="0009156E"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областного бюджета: </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15 тыс. руб.</w:t>
      </w:r>
    </w:p>
    <w:p w:rsidR="0009156E" w:rsidRPr="00A337B5" w:rsidRDefault="0009156E" w:rsidP="00B060B2">
      <w:pPr>
        <w:autoSpaceDE w:val="0"/>
        <w:autoSpaceDN w:val="0"/>
        <w:adjustRightInd w:val="0"/>
        <w:jc w:val="both"/>
      </w:pPr>
      <w:r w:rsidRPr="00A337B5">
        <w:rPr>
          <w:b/>
          <w:u w:val="single"/>
        </w:rPr>
        <w:t>Мероприятие 2.</w:t>
      </w:r>
      <w:r w:rsidRPr="00A337B5">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A337B5">
        <w:rPr>
          <w:rFonts w:eastAsia="Times New Roman"/>
          <w:lang w:eastAsia="ru-RU"/>
        </w:rPr>
        <w:t>Использование современных информационно-коммуникационных технологий.</w:t>
      </w:r>
    </w:p>
    <w:p w:rsidR="0009156E" w:rsidRPr="00A337B5" w:rsidRDefault="0009156E" w:rsidP="00B060B2">
      <w:pPr>
        <w:ind w:left="82"/>
        <w:jc w:val="both"/>
      </w:pP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7106,3</w:t>
      </w:r>
      <w:r w:rsidRPr="00A337B5">
        <w:rPr>
          <w:rFonts w:ascii="Times New Roman" w:hAnsi="Times New Roman"/>
          <w:sz w:val="24"/>
          <w:szCs w:val="24"/>
        </w:rPr>
        <w:t xml:space="preserve">  тыс. рублей, в т.ч.:</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w:t>
      </w:r>
      <w:r>
        <w:rPr>
          <w:rFonts w:ascii="Times New Roman" w:hAnsi="Times New Roman"/>
          <w:sz w:val="24"/>
          <w:szCs w:val="24"/>
        </w:rPr>
        <w:t>557</w:t>
      </w:r>
      <w:r w:rsidRPr="00A337B5">
        <w:rPr>
          <w:rFonts w:ascii="Times New Roman" w:hAnsi="Times New Roman"/>
          <w:sz w:val="24"/>
          <w:szCs w:val="24"/>
        </w:rPr>
        <w:t xml:space="preserve"> тыс. рублей; </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097,5</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 xml:space="preserve">136,8 </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105</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105</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1</w:t>
      </w:r>
      <w:r>
        <w:rPr>
          <w:rFonts w:ascii="Times New Roman" w:hAnsi="Times New Roman"/>
          <w:sz w:val="24"/>
          <w:szCs w:val="24"/>
        </w:rPr>
        <w:t>105</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p>
    <w:p w:rsidR="0009156E" w:rsidRPr="00D912A7" w:rsidRDefault="0009156E" w:rsidP="00134050">
      <w:pPr>
        <w:jc w:val="both"/>
      </w:pPr>
      <w:r w:rsidRPr="00D912A7">
        <w:rPr>
          <w:b/>
          <w:u w:val="single"/>
        </w:rPr>
        <w:t>Мероприятие 3.</w:t>
      </w:r>
      <w:r w:rsidRPr="00D912A7">
        <w:t xml:space="preserve"> Управление резервным фондом</w:t>
      </w:r>
    </w:p>
    <w:p w:rsidR="0009156E" w:rsidRPr="00D912A7" w:rsidRDefault="0009156E" w:rsidP="00134050">
      <w:pPr>
        <w:pStyle w:val="ConsPlusNormal"/>
        <w:ind w:firstLine="540"/>
        <w:jc w:val="both"/>
        <w:rPr>
          <w:rFonts w:ascii="Times New Roman" w:hAnsi="Times New Roman"/>
          <w:sz w:val="24"/>
          <w:szCs w:val="24"/>
        </w:rPr>
      </w:pPr>
      <w:r w:rsidRPr="00D912A7">
        <w:rPr>
          <w:rFonts w:ascii="Times New Roman" w:hAnsi="Times New Roman"/>
          <w:sz w:val="24"/>
          <w:szCs w:val="24"/>
        </w:rPr>
        <w:t>Срок исполнения - в течение 2014 - 2019 годов.</w:t>
      </w:r>
    </w:p>
    <w:p w:rsidR="0009156E" w:rsidRPr="00D912A7" w:rsidRDefault="0009156E" w:rsidP="00134050">
      <w:pPr>
        <w:pStyle w:val="ConsPlusNormal"/>
        <w:ind w:firstLine="540"/>
        <w:jc w:val="both"/>
        <w:rPr>
          <w:rFonts w:ascii="Times New Roman" w:hAnsi="Times New Roman"/>
          <w:sz w:val="24"/>
          <w:szCs w:val="24"/>
        </w:rPr>
      </w:pPr>
      <w:r w:rsidRPr="00D912A7">
        <w:rPr>
          <w:rFonts w:ascii="Times New Roman" w:hAnsi="Times New Roman"/>
          <w:sz w:val="24"/>
          <w:szCs w:val="24"/>
        </w:rPr>
        <w:t>Финансирование мероприятия не предусмотрено.</w:t>
      </w:r>
    </w:p>
    <w:p w:rsidR="0009156E" w:rsidRPr="00A337B5" w:rsidRDefault="0009156E" w:rsidP="00B060B2">
      <w:pPr>
        <w:pStyle w:val="ConsPlusNormal"/>
        <w:ind w:firstLine="540"/>
        <w:jc w:val="both"/>
        <w:outlineLvl w:val="3"/>
        <w:rPr>
          <w:rFonts w:ascii="Times New Roman" w:hAnsi="Times New Roman"/>
          <w:b/>
          <w:sz w:val="24"/>
          <w:szCs w:val="24"/>
          <w:u w:val="single"/>
        </w:rPr>
      </w:pPr>
    </w:p>
    <w:p w:rsidR="0009156E" w:rsidRPr="00A337B5" w:rsidRDefault="0009156E" w:rsidP="00B060B2">
      <w:pPr>
        <w:jc w:val="both"/>
      </w:pPr>
      <w:r w:rsidRPr="00A337B5">
        <w:rPr>
          <w:b/>
          <w:u w:val="single"/>
        </w:rPr>
        <w:t>Мероприятие 4</w:t>
      </w:r>
      <w:r w:rsidRPr="00A337B5">
        <w:rPr>
          <w:u w:val="single"/>
        </w:rPr>
        <w:t>.</w:t>
      </w:r>
      <w:r w:rsidRPr="00A337B5">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337B5">
        <w:t>.</w:t>
      </w:r>
    </w:p>
    <w:p w:rsidR="0009156E" w:rsidRPr="00980E57" w:rsidRDefault="0009156E" w:rsidP="00B060B2">
      <w:pPr>
        <w:pStyle w:val="ConsPlusNormal"/>
        <w:ind w:firstLine="540"/>
        <w:jc w:val="both"/>
        <w:rPr>
          <w:rFonts w:ascii="Times New Roman" w:hAnsi="Times New Roman"/>
          <w:sz w:val="24"/>
          <w:szCs w:val="24"/>
        </w:rPr>
      </w:pPr>
      <w:r w:rsidRPr="00980E57">
        <w:rPr>
          <w:rFonts w:ascii="Times New Roman" w:hAnsi="Times New Roman"/>
          <w:sz w:val="24"/>
          <w:szCs w:val="24"/>
        </w:rPr>
        <w:t>Финансирование мероприятия: из средств муниципального бюджета 1222   тыс. рублей, в т.ч.:</w:t>
      </w:r>
    </w:p>
    <w:p w:rsidR="0009156E" w:rsidRPr="00980E57" w:rsidRDefault="0009156E" w:rsidP="00B060B2">
      <w:pPr>
        <w:pStyle w:val="ConsPlusNormal"/>
        <w:ind w:firstLine="540"/>
        <w:jc w:val="both"/>
        <w:rPr>
          <w:rFonts w:ascii="Times New Roman" w:hAnsi="Times New Roman"/>
          <w:sz w:val="24"/>
          <w:szCs w:val="24"/>
        </w:rPr>
      </w:pPr>
      <w:r w:rsidRPr="00980E57">
        <w:rPr>
          <w:rFonts w:ascii="Times New Roman" w:hAnsi="Times New Roman"/>
          <w:sz w:val="24"/>
          <w:szCs w:val="24"/>
        </w:rPr>
        <w:t>2014 год -  63,2 тыс. рублей;</w:t>
      </w:r>
    </w:p>
    <w:p w:rsidR="0009156E" w:rsidRPr="00980E57" w:rsidRDefault="0009156E" w:rsidP="00B060B2">
      <w:pPr>
        <w:pStyle w:val="ConsPlusNormal"/>
        <w:ind w:firstLine="540"/>
        <w:jc w:val="both"/>
        <w:rPr>
          <w:rFonts w:ascii="Times New Roman" w:hAnsi="Times New Roman"/>
          <w:sz w:val="24"/>
          <w:szCs w:val="24"/>
        </w:rPr>
      </w:pPr>
      <w:r w:rsidRPr="00980E57">
        <w:rPr>
          <w:rFonts w:ascii="Times New Roman" w:hAnsi="Times New Roman"/>
          <w:sz w:val="24"/>
          <w:szCs w:val="24"/>
        </w:rPr>
        <w:lastRenderedPageBreak/>
        <w:t>2015 год -  159,0 тыс. рублей;</w:t>
      </w:r>
    </w:p>
    <w:p w:rsidR="0009156E" w:rsidRPr="00980E57" w:rsidRDefault="0009156E" w:rsidP="00B060B2">
      <w:pPr>
        <w:pStyle w:val="ConsPlusNormal"/>
        <w:ind w:firstLine="540"/>
        <w:jc w:val="both"/>
        <w:rPr>
          <w:rFonts w:ascii="Times New Roman" w:hAnsi="Times New Roman"/>
          <w:sz w:val="24"/>
          <w:szCs w:val="24"/>
        </w:rPr>
      </w:pPr>
      <w:r w:rsidRPr="00980E57">
        <w:rPr>
          <w:rFonts w:ascii="Times New Roman" w:hAnsi="Times New Roman"/>
          <w:sz w:val="24"/>
          <w:szCs w:val="24"/>
        </w:rPr>
        <w:t>2016 год -  262,8 тыс. рублей;</w:t>
      </w:r>
    </w:p>
    <w:p w:rsidR="0009156E" w:rsidRPr="00980E57" w:rsidRDefault="0009156E" w:rsidP="00B060B2">
      <w:pPr>
        <w:pStyle w:val="ConsPlusNormal"/>
        <w:ind w:firstLine="540"/>
        <w:jc w:val="both"/>
        <w:rPr>
          <w:rFonts w:ascii="Times New Roman" w:hAnsi="Times New Roman"/>
          <w:sz w:val="24"/>
          <w:szCs w:val="24"/>
        </w:rPr>
      </w:pPr>
      <w:r w:rsidRPr="00980E57">
        <w:rPr>
          <w:rFonts w:ascii="Times New Roman" w:hAnsi="Times New Roman"/>
          <w:sz w:val="24"/>
          <w:szCs w:val="24"/>
        </w:rPr>
        <w:t>2017 год -  227,0  тыс. рублей;</w:t>
      </w:r>
    </w:p>
    <w:p w:rsidR="0009156E" w:rsidRPr="00980E57" w:rsidRDefault="0009156E" w:rsidP="00B060B2">
      <w:pPr>
        <w:pStyle w:val="ConsPlusNormal"/>
        <w:ind w:firstLine="540"/>
        <w:jc w:val="both"/>
        <w:rPr>
          <w:rFonts w:ascii="Times New Roman" w:hAnsi="Times New Roman"/>
          <w:sz w:val="24"/>
          <w:szCs w:val="24"/>
        </w:rPr>
      </w:pPr>
      <w:r w:rsidRPr="00980E57">
        <w:rPr>
          <w:rFonts w:ascii="Times New Roman" w:hAnsi="Times New Roman"/>
          <w:sz w:val="24"/>
          <w:szCs w:val="24"/>
        </w:rPr>
        <w:t>2018 год -  255,0 тыс. рублей;</w:t>
      </w:r>
    </w:p>
    <w:p w:rsidR="0009156E" w:rsidRPr="00A337B5" w:rsidRDefault="0009156E" w:rsidP="00B060B2">
      <w:pPr>
        <w:pStyle w:val="ConsPlusNormal"/>
        <w:ind w:firstLine="540"/>
        <w:jc w:val="both"/>
        <w:rPr>
          <w:rFonts w:ascii="Times New Roman" w:hAnsi="Times New Roman"/>
          <w:i/>
          <w:sz w:val="24"/>
          <w:szCs w:val="24"/>
        </w:rPr>
      </w:pPr>
      <w:r w:rsidRPr="00A337B5">
        <w:rPr>
          <w:rFonts w:ascii="Times New Roman" w:hAnsi="Times New Roman"/>
          <w:sz w:val="24"/>
          <w:szCs w:val="24"/>
        </w:rPr>
        <w:t xml:space="preserve">2019 год -  </w:t>
      </w:r>
      <w:r>
        <w:rPr>
          <w:rFonts w:ascii="Times New Roman" w:hAnsi="Times New Roman"/>
          <w:sz w:val="24"/>
          <w:szCs w:val="24"/>
        </w:rPr>
        <w:t>255</w:t>
      </w:r>
      <w:r w:rsidRPr="00A337B5">
        <w:rPr>
          <w:rFonts w:ascii="Times New Roman" w:hAnsi="Times New Roman"/>
          <w:sz w:val="24"/>
          <w:szCs w:val="24"/>
        </w:rPr>
        <w:t>,0 тыс. рублей.</w:t>
      </w:r>
    </w:p>
    <w:p w:rsidR="0009156E" w:rsidRPr="00A337B5" w:rsidRDefault="0009156E" w:rsidP="00B060B2">
      <w:pPr>
        <w:pStyle w:val="ConsPlusNormal"/>
        <w:ind w:firstLine="540"/>
        <w:jc w:val="both"/>
        <w:outlineLvl w:val="3"/>
        <w:rPr>
          <w:rFonts w:ascii="Times New Roman" w:hAnsi="Times New Roman"/>
          <w:b/>
          <w:sz w:val="24"/>
          <w:szCs w:val="24"/>
          <w:u w:val="single"/>
        </w:rPr>
      </w:pPr>
    </w:p>
    <w:p w:rsidR="0009156E" w:rsidRPr="00A337B5" w:rsidRDefault="0009156E" w:rsidP="00B060B2">
      <w:pPr>
        <w:autoSpaceDE w:val="0"/>
        <w:autoSpaceDN w:val="0"/>
        <w:adjustRightInd w:val="0"/>
        <w:jc w:val="both"/>
      </w:pPr>
      <w:r w:rsidRPr="00A337B5">
        <w:rPr>
          <w:b/>
          <w:u w:val="single"/>
        </w:rPr>
        <w:t xml:space="preserve">    Мероприятие 5</w:t>
      </w:r>
      <w:r w:rsidRPr="00A337B5">
        <w:rPr>
          <w:u w:val="single"/>
        </w:rPr>
        <w:t>.</w:t>
      </w:r>
      <w:r w:rsidRPr="00A337B5">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337B5">
        <w:t>Пенсионное обеспечение (муниципальные пенсии и доплата к пенсии).</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20246</w:t>
      </w:r>
      <w:r w:rsidRPr="00A337B5">
        <w:rPr>
          <w:rFonts w:ascii="Times New Roman" w:hAnsi="Times New Roman"/>
          <w:sz w:val="24"/>
          <w:szCs w:val="24"/>
        </w:rPr>
        <w:t xml:space="preserve">  тыс. рублей, в т.ч.:</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26</w:t>
      </w:r>
      <w:r>
        <w:rPr>
          <w:rFonts w:ascii="Times New Roman" w:hAnsi="Times New Roman"/>
          <w:sz w:val="24"/>
          <w:szCs w:val="24"/>
        </w:rPr>
        <w:t>95</w:t>
      </w:r>
      <w:r w:rsidRPr="00A337B5">
        <w:rPr>
          <w:rFonts w:ascii="Times New Roman" w:hAnsi="Times New Roman"/>
          <w:sz w:val="24"/>
          <w:szCs w:val="24"/>
        </w:rPr>
        <w:t>,0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3325,2</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3596,8</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3543,</w:t>
      </w:r>
      <w:r w:rsidRPr="00A337B5">
        <w:rPr>
          <w:rFonts w:ascii="Times New Roman" w:hAnsi="Times New Roman"/>
          <w:sz w:val="24"/>
          <w:szCs w:val="24"/>
        </w:rPr>
        <w:t>0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3</w:t>
      </w:r>
      <w:r>
        <w:rPr>
          <w:rFonts w:ascii="Times New Roman" w:hAnsi="Times New Roman"/>
          <w:sz w:val="24"/>
          <w:szCs w:val="24"/>
        </w:rPr>
        <w:t>543</w:t>
      </w:r>
      <w:r w:rsidRPr="00A337B5">
        <w:rPr>
          <w:rFonts w:ascii="Times New Roman" w:hAnsi="Times New Roman"/>
          <w:sz w:val="24"/>
          <w:szCs w:val="24"/>
        </w:rPr>
        <w:t>,0 тыс. рублей;</w:t>
      </w:r>
    </w:p>
    <w:p w:rsidR="0009156E" w:rsidRPr="00A337B5" w:rsidRDefault="0009156E" w:rsidP="00B060B2">
      <w:pPr>
        <w:pStyle w:val="ConsPlusNormal"/>
        <w:ind w:firstLine="540"/>
        <w:jc w:val="both"/>
        <w:outlineLvl w:val="3"/>
        <w:rPr>
          <w:rFonts w:ascii="Times New Roman" w:hAnsi="Times New Roman"/>
          <w:i/>
          <w:sz w:val="24"/>
          <w:szCs w:val="24"/>
        </w:rPr>
      </w:pPr>
      <w:r w:rsidRPr="00A337B5">
        <w:rPr>
          <w:rFonts w:ascii="Times New Roman" w:hAnsi="Times New Roman"/>
          <w:sz w:val="24"/>
          <w:szCs w:val="24"/>
        </w:rPr>
        <w:t>2019 год -  3</w:t>
      </w:r>
      <w:r>
        <w:rPr>
          <w:rFonts w:ascii="Times New Roman" w:hAnsi="Times New Roman"/>
          <w:sz w:val="24"/>
          <w:szCs w:val="24"/>
        </w:rPr>
        <w:t>543</w:t>
      </w:r>
      <w:r w:rsidRPr="00A337B5">
        <w:rPr>
          <w:rFonts w:ascii="Times New Roman" w:hAnsi="Times New Roman"/>
          <w:sz w:val="24"/>
          <w:szCs w:val="24"/>
        </w:rPr>
        <w:t>,0 тыс. рублей</w:t>
      </w:r>
    </w:p>
    <w:p w:rsidR="0009156E" w:rsidRPr="00A337B5" w:rsidRDefault="0009156E" w:rsidP="00B060B2">
      <w:pPr>
        <w:pStyle w:val="ConsPlusNormal"/>
        <w:ind w:firstLine="540"/>
        <w:jc w:val="both"/>
        <w:outlineLvl w:val="3"/>
        <w:rPr>
          <w:rFonts w:ascii="Times New Roman" w:hAnsi="Times New Roman"/>
          <w:i/>
          <w:sz w:val="24"/>
          <w:szCs w:val="24"/>
        </w:rPr>
      </w:pPr>
    </w:p>
    <w:p w:rsidR="0009156E" w:rsidRPr="00A337B5" w:rsidRDefault="0009156E" w:rsidP="00B060B2">
      <w:pPr>
        <w:jc w:val="both"/>
        <w:rPr>
          <w:i/>
        </w:rPr>
      </w:pPr>
      <w:r w:rsidRPr="00A337B5">
        <w:rPr>
          <w:b/>
          <w:u w:val="single"/>
        </w:rPr>
        <w:t xml:space="preserve">   Мероприятие 6.</w:t>
      </w:r>
      <w:r w:rsidRPr="00A337B5">
        <w:t xml:space="preserve"> Выплаты почетным гражданам</w:t>
      </w:r>
    </w:p>
    <w:p w:rsidR="0009156E" w:rsidRPr="00A337B5" w:rsidRDefault="0009156E" w:rsidP="00B060B2">
      <w:pPr>
        <w:pStyle w:val="ConsPlusNormal"/>
        <w:ind w:firstLine="540"/>
        <w:jc w:val="both"/>
        <w:rPr>
          <w:rFonts w:ascii="Times New Roman" w:hAnsi="Times New Roman"/>
          <w:sz w:val="24"/>
          <w:szCs w:val="24"/>
        </w:rPr>
      </w:pP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391,9</w:t>
      </w:r>
      <w:r w:rsidRPr="00A337B5">
        <w:rPr>
          <w:rFonts w:ascii="Times New Roman" w:hAnsi="Times New Roman"/>
          <w:sz w:val="24"/>
          <w:szCs w:val="24"/>
        </w:rPr>
        <w:t xml:space="preserve">  тыс. рублей, в т.ч.:</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391,9</w:t>
      </w:r>
      <w:r w:rsidRPr="00A337B5">
        <w:rPr>
          <w:rFonts w:ascii="Times New Roman" w:hAnsi="Times New Roman"/>
          <w:sz w:val="24"/>
          <w:szCs w:val="24"/>
        </w:rPr>
        <w:t xml:space="preserve"> тыс. рублей</w:t>
      </w:r>
      <w:r>
        <w:rPr>
          <w:rFonts w:ascii="Times New Roman" w:hAnsi="Times New Roman"/>
          <w:sz w:val="24"/>
          <w:szCs w:val="24"/>
        </w:rPr>
        <w:t>.</w:t>
      </w:r>
    </w:p>
    <w:p w:rsidR="0009156E" w:rsidRPr="00A337B5" w:rsidRDefault="0009156E" w:rsidP="00B060B2">
      <w:pPr>
        <w:pStyle w:val="ConsPlusNormal"/>
        <w:ind w:firstLine="540"/>
        <w:jc w:val="both"/>
        <w:outlineLvl w:val="3"/>
        <w:rPr>
          <w:rFonts w:ascii="Times New Roman" w:hAnsi="Times New Roman"/>
          <w:i/>
          <w:sz w:val="24"/>
          <w:szCs w:val="24"/>
        </w:rPr>
      </w:pPr>
    </w:p>
    <w:p w:rsidR="0009156E" w:rsidRPr="00A337B5" w:rsidRDefault="0009156E" w:rsidP="00B060B2">
      <w:pPr>
        <w:jc w:val="both"/>
        <w:rPr>
          <w:i/>
        </w:rPr>
      </w:pPr>
      <w:r w:rsidRPr="00A337B5">
        <w:rPr>
          <w:b/>
          <w:u w:val="single"/>
        </w:rPr>
        <w:t xml:space="preserve">    Мероприятие 7.</w:t>
      </w:r>
      <w:r w:rsidRPr="00A337B5">
        <w:t xml:space="preserve">  Обеспечение экологической безопасности и качества окружающей среды.</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48,1</w:t>
      </w:r>
      <w:r w:rsidRPr="00A337B5">
        <w:rPr>
          <w:rFonts w:ascii="Times New Roman" w:hAnsi="Times New Roman"/>
          <w:sz w:val="24"/>
          <w:szCs w:val="24"/>
        </w:rPr>
        <w:t xml:space="preserve">   тыс. рублей, в т.ч.:</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0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9,1</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9,0</w:t>
      </w:r>
      <w:r w:rsidRPr="00A337B5">
        <w:rPr>
          <w:rFonts w:ascii="Times New Roman" w:hAnsi="Times New Roman"/>
          <w:sz w:val="24"/>
          <w:szCs w:val="24"/>
        </w:rPr>
        <w:t xml:space="preserve">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0</w:t>
      </w:r>
      <w:r w:rsidRPr="00A337B5">
        <w:rPr>
          <w:rFonts w:ascii="Times New Roman" w:hAnsi="Times New Roman"/>
          <w:sz w:val="24"/>
          <w:szCs w:val="24"/>
        </w:rPr>
        <w:t>,0 тыс. рублей;</w:t>
      </w:r>
    </w:p>
    <w:p w:rsidR="0009156E" w:rsidRPr="00A337B5" w:rsidRDefault="0009156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0</w:t>
      </w:r>
      <w:r w:rsidRPr="00A337B5">
        <w:rPr>
          <w:rFonts w:ascii="Times New Roman" w:hAnsi="Times New Roman"/>
          <w:sz w:val="24"/>
          <w:szCs w:val="24"/>
        </w:rPr>
        <w:t>,0 тыс. рублей;</w:t>
      </w:r>
    </w:p>
    <w:p w:rsidR="0009156E" w:rsidRPr="00A337B5" w:rsidRDefault="0009156E" w:rsidP="00B060B2">
      <w:pPr>
        <w:rPr>
          <w:i/>
        </w:rPr>
      </w:pPr>
      <w:r w:rsidRPr="00A337B5">
        <w:t xml:space="preserve">         2019 год -  1</w:t>
      </w:r>
      <w:r>
        <w:t>0</w:t>
      </w:r>
      <w:r w:rsidRPr="00A337B5">
        <w:t>,0 тыс. рублей</w:t>
      </w:r>
    </w:p>
    <w:p w:rsidR="0009156E" w:rsidRDefault="0009156E" w:rsidP="00134050">
      <w:pPr>
        <w:jc w:val="both"/>
        <w:rPr>
          <w:b/>
          <w:highlight w:val="yellow"/>
          <w:u w:val="single"/>
        </w:rPr>
      </w:pPr>
    </w:p>
    <w:p w:rsidR="0009156E" w:rsidRPr="00E72432" w:rsidRDefault="0009156E" w:rsidP="00134050">
      <w:pPr>
        <w:jc w:val="both"/>
        <w:rPr>
          <w:i/>
        </w:rPr>
      </w:pPr>
      <w:r w:rsidRPr="00E72432">
        <w:rPr>
          <w:b/>
          <w:u w:val="single"/>
        </w:rPr>
        <w:t>Мероприятие 8.</w:t>
      </w:r>
      <w:r w:rsidRPr="00E72432">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09156E" w:rsidRPr="00980E57" w:rsidRDefault="0009156E" w:rsidP="00134050">
      <w:pPr>
        <w:pStyle w:val="ConsPlusNormal"/>
        <w:ind w:firstLine="540"/>
        <w:jc w:val="both"/>
        <w:rPr>
          <w:rFonts w:ascii="Times New Roman" w:hAnsi="Times New Roman"/>
          <w:sz w:val="24"/>
          <w:szCs w:val="24"/>
        </w:rPr>
      </w:pPr>
      <w:r w:rsidRPr="00980E57">
        <w:rPr>
          <w:rFonts w:ascii="Times New Roman" w:hAnsi="Times New Roman"/>
          <w:sz w:val="24"/>
          <w:szCs w:val="24"/>
        </w:rPr>
        <w:t>Финансирование мероприятия:  1488,2 тыс. рублей, в т.ч.:</w:t>
      </w:r>
    </w:p>
    <w:p w:rsidR="0009156E" w:rsidRPr="00980E57" w:rsidRDefault="0009156E" w:rsidP="00134050">
      <w:pPr>
        <w:pStyle w:val="ConsPlusNormal"/>
        <w:ind w:firstLine="540"/>
        <w:jc w:val="both"/>
        <w:rPr>
          <w:rFonts w:ascii="Times New Roman" w:hAnsi="Times New Roman"/>
          <w:sz w:val="24"/>
          <w:szCs w:val="24"/>
        </w:rPr>
      </w:pPr>
      <w:r w:rsidRPr="00980E57">
        <w:rPr>
          <w:rFonts w:ascii="Times New Roman" w:hAnsi="Times New Roman"/>
          <w:sz w:val="24"/>
          <w:szCs w:val="24"/>
        </w:rPr>
        <w:t>2016 год -  1338,2  тыс. рублей;</w:t>
      </w:r>
    </w:p>
    <w:p w:rsidR="0009156E" w:rsidRPr="00980E57" w:rsidRDefault="0009156E" w:rsidP="00134050">
      <w:pPr>
        <w:pStyle w:val="ConsPlusNormal"/>
        <w:ind w:firstLine="540"/>
        <w:jc w:val="both"/>
        <w:rPr>
          <w:rFonts w:ascii="Times New Roman" w:hAnsi="Times New Roman"/>
          <w:sz w:val="24"/>
          <w:szCs w:val="24"/>
        </w:rPr>
      </w:pPr>
      <w:r w:rsidRPr="00980E57">
        <w:rPr>
          <w:rFonts w:ascii="Times New Roman" w:hAnsi="Times New Roman"/>
          <w:sz w:val="24"/>
          <w:szCs w:val="24"/>
        </w:rPr>
        <w:t>2017 год -  50,0 тыс. рублей;</w:t>
      </w:r>
    </w:p>
    <w:p w:rsidR="0009156E" w:rsidRPr="00980E57" w:rsidRDefault="0009156E" w:rsidP="00134050">
      <w:pPr>
        <w:pStyle w:val="ConsPlusNormal"/>
        <w:ind w:firstLine="540"/>
        <w:jc w:val="both"/>
        <w:rPr>
          <w:rFonts w:ascii="Times New Roman" w:hAnsi="Times New Roman"/>
          <w:sz w:val="24"/>
          <w:szCs w:val="24"/>
        </w:rPr>
      </w:pPr>
      <w:r w:rsidRPr="00980E57">
        <w:rPr>
          <w:rFonts w:ascii="Times New Roman" w:hAnsi="Times New Roman"/>
          <w:sz w:val="24"/>
          <w:szCs w:val="24"/>
        </w:rPr>
        <w:t>2018 год -  50,0 тыс. рублей;</w:t>
      </w:r>
    </w:p>
    <w:p w:rsidR="0009156E" w:rsidRPr="00980E57" w:rsidRDefault="0009156E" w:rsidP="00134050">
      <w:pPr>
        <w:pStyle w:val="ConsPlusNormal"/>
        <w:ind w:firstLine="540"/>
        <w:jc w:val="both"/>
        <w:rPr>
          <w:rFonts w:ascii="Times New Roman" w:hAnsi="Times New Roman"/>
          <w:sz w:val="24"/>
          <w:szCs w:val="24"/>
        </w:rPr>
      </w:pPr>
      <w:r w:rsidRPr="00980E57">
        <w:rPr>
          <w:rFonts w:ascii="Times New Roman" w:hAnsi="Times New Roman"/>
          <w:sz w:val="24"/>
          <w:szCs w:val="24"/>
        </w:rPr>
        <w:t>2019 год -  50,0 тыс. рублей</w:t>
      </w:r>
    </w:p>
    <w:p w:rsidR="0009156E" w:rsidRPr="00A337B5" w:rsidRDefault="0009156E" w:rsidP="00B060B2">
      <w:pPr>
        <w:rPr>
          <w:i/>
        </w:rPr>
      </w:pPr>
    </w:p>
    <w:p w:rsidR="0009156E" w:rsidRPr="00A337B5" w:rsidRDefault="0009156E" w:rsidP="00B060B2">
      <w:pPr>
        <w:jc w:val="right"/>
        <w:rPr>
          <w:sz w:val="26"/>
          <w:szCs w:val="26"/>
        </w:rPr>
      </w:pPr>
    </w:p>
    <w:p w:rsidR="0009156E" w:rsidRPr="00A337B5" w:rsidRDefault="0009156E" w:rsidP="00B060B2">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09156E" w:rsidRPr="00A337B5" w:rsidRDefault="0009156E" w:rsidP="00B060B2">
      <w:pPr>
        <w:pStyle w:val="dktexjustify"/>
        <w:shd w:val="clear" w:color="auto" w:fill="FFFFFF"/>
        <w:ind w:firstLine="360"/>
        <w:jc w:val="both"/>
      </w:pPr>
      <w:r w:rsidRPr="00A337B5">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09156E" w:rsidRPr="00A337B5" w:rsidRDefault="0009156E" w:rsidP="00B060B2">
      <w:pPr>
        <w:pStyle w:val="dktexjustify"/>
        <w:shd w:val="clear" w:color="auto" w:fill="FFFFFF"/>
        <w:ind w:firstLine="360"/>
        <w:jc w:val="both"/>
      </w:pPr>
      <w:r w:rsidRPr="00A337B5">
        <w:t>- определение наиболее эффективных форм по реализации подпрограммы</w:t>
      </w:r>
    </w:p>
    <w:p w:rsidR="0009156E" w:rsidRPr="00A337B5" w:rsidRDefault="0009156E" w:rsidP="00B060B2">
      <w:pPr>
        <w:pStyle w:val="dktexjustify"/>
        <w:shd w:val="clear" w:color="auto" w:fill="FFFFFF"/>
        <w:ind w:firstLine="360"/>
        <w:jc w:val="both"/>
      </w:pPr>
      <w:r w:rsidRPr="00A337B5">
        <w:lastRenderedPageBreak/>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09156E" w:rsidRPr="00A337B5" w:rsidRDefault="0009156E" w:rsidP="00B060B2">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09156E" w:rsidRPr="00A337B5" w:rsidRDefault="0009156E" w:rsidP="00B060B2">
      <w:pPr>
        <w:jc w:val="center"/>
        <w:rPr>
          <w:b/>
          <w:sz w:val="26"/>
          <w:szCs w:val="26"/>
        </w:rPr>
      </w:pP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09156E" w:rsidRPr="00A337B5" w:rsidRDefault="0009156E" w:rsidP="00B060B2">
      <w:pPr>
        <w:rPr>
          <w:b/>
          <w:sz w:val="26"/>
          <w:szCs w:val="26"/>
        </w:rPr>
      </w:pPr>
    </w:p>
    <w:p w:rsidR="0009156E" w:rsidRPr="00A337B5" w:rsidRDefault="0009156E" w:rsidP="00B060B2">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09156E" w:rsidRPr="00A337B5" w:rsidRDefault="0009156E" w:rsidP="00B060B2">
      <w:pPr>
        <w:ind w:left="360"/>
        <w:rPr>
          <w:b/>
          <w:sz w:val="26"/>
          <w:szCs w:val="26"/>
        </w:rPr>
      </w:pPr>
    </w:p>
    <w:p w:rsidR="0009156E" w:rsidRPr="00E72432" w:rsidRDefault="0009156E" w:rsidP="00B060B2">
      <w:pPr>
        <w:ind w:left="360"/>
        <w:rPr>
          <w:sz w:val="26"/>
          <w:szCs w:val="26"/>
        </w:rPr>
      </w:pPr>
      <w:r w:rsidRPr="00E72432">
        <w:rPr>
          <w:b/>
          <w:sz w:val="26"/>
          <w:szCs w:val="26"/>
        </w:rPr>
        <w:t xml:space="preserve">Раздел 6. «Финансовое обеспечение муниципальной подпрограммы». </w:t>
      </w:r>
    </w:p>
    <w:p w:rsidR="0009156E" w:rsidRPr="00F02E1A" w:rsidRDefault="0009156E" w:rsidP="00B060B2">
      <w:pPr>
        <w:pStyle w:val="ConsPlusNormal"/>
        <w:ind w:firstLine="0"/>
        <w:jc w:val="both"/>
        <w:rPr>
          <w:rFonts w:ascii="Times New Roman" w:hAnsi="Times New Roman"/>
          <w:sz w:val="24"/>
          <w:szCs w:val="24"/>
        </w:rPr>
      </w:pPr>
      <w:r w:rsidRPr="00E72432">
        <w:rPr>
          <w:rFonts w:ascii="Times New Roman" w:hAnsi="Times New Roman"/>
          <w:sz w:val="24"/>
          <w:szCs w:val="24"/>
        </w:rPr>
        <w:t xml:space="preserve">  Общий объем финансовых средств  для  реализации подпрограммы составляет </w:t>
      </w:r>
      <w:r w:rsidRPr="00F02E1A">
        <w:rPr>
          <w:rFonts w:ascii="Times New Roman" w:hAnsi="Times New Roman"/>
          <w:sz w:val="24"/>
          <w:szCs w:val="24"/>
        </w:rPr>
        <w:t xml:space="preserve">137850,8 тыс. руб.  в т.ч.: </w:t>
      </w:r>
    </w:p>
    <w:p w:rsidR="0009156E" w:rsidRPr="00F02E1A" w:rsidRDefault="0009156E" w:rsidP="00B060B2">
      <w:pPr>
        <w:pStyle w:val="ConsPlusNormal"/>
        <w:ind w:firstLine="0"/>
        <w:jc w:val="both"/>
        <w:rPr>
          <w:rFonts w:ascii="Times New Roman" w:hAnsi="Times New Roman"/>
          <w:sz w:val="24"/>
          <w:szCs w:val="24"/>
        </w:rPr>
      </w:pPr>
      <w:r w:rsidRPr="00F02E1A">
        <w:rPr>
          <w:rFonts w:ascii="Times New Roman" w:hAnsi="Times New Roman"/>
          <w:sz w:val="24"/>
          <w:szCs w:val="24"/>
        </w:rPr>
        <w:t>из районного бюджета 136527,8  тыс. руб.:</w:t>
      </w:r>
    </w:p>
    <w:p w:rsidR="0009156E" w:rsidRPr="00F02E1A" w:rsidRDefault="0009156E" w:rsidP="00B060B2">
      <w:pPr>
        <w:pStyle w:val="ConsPlusNormal"/>
        <w:ind w:firstLine="0"/>
        <w:jc w:val="both"/>
        <w:rPr>
          <w:rFonts w:ascii="Times New Roman" w:hAnsi="Times New Roman"/>
          <w:sz w:val="24"/>
          <w:szCs w:val="24"/>
        </w:rPr>
      </w:pPr>
      <w:r w:rsidRPr="00F02E1A">
        <w:rPr>
          <w:rFonts w:ascii="Times New Roman" w:hAnsi="Times New Roman"/>
          <w:sz w:val="24"/>
          <w:szCs w:val="24"/>
        </w:rPr>
        <w:t>2014 год-  24047,3  тыс. руб.</w:t>
      </w:r>
    </w:p>
    <w:p w:rsidR="0009156E" w:rsidRPr="00F02E1A" w:rsidRDefault="0009156E" w:rsidP="00B060B2">
      <w:pPr>
        <w:pStyle w:val="ConsPlusNormal"/>
        <w:ind w:firstLine="0"/>
        <w:jc w:val="both"/>
        <w:rPr>
          <w:rFonts w:ascii="Times New Roman" w:hAnsi="Times New Roman"/>
          <w:sz w:val="24"/>
          <w:szCs w:val="24"/>
        </w:rPr>
      </w:pPr>
      <w:r w:rsidRPr="00F02E1A">
        <w:rPr>
          <w:rFonts w:ascii="Times New Roman" w:hAnsi="Times New Roman"/>
          <w:sz w:val="24"/>
          <w:szCs w:val="24"/>
        </w:rPr>
        <w:t>2015 год-  23170,2 тыс. руб.</w:t>
      </w:r>
    </w:p>
    <w:p w:rsidR="0009156E" w:rsidRPr="00F02E1A" w:rsidRDefault="0009156E" w:rsidP="00B060B2">
      <w:pPr>
        <w:pStyle w:val="ConsPlusNormal"/>
        <w:ind w:firstLine="0"/>
        <w:jc w:val="both"/>
        <w:rPr>
          <w:rFonts w:ascii="Times New Roman" w:hAnsi="Times New Roman"/>
          <w:sz w:val="24"/>
          <w:szCs w:val="24"/>
        </w:rPr>
      </w:pPr>
      <w:r w:rsidRPr="00F02E1A">
        <w:rPr>
          <w:rFonts w:ascii="Times New Roman" w:hAnsi="Times New Roman"/>
          <w:sz w:val="24"/>
          <w:szCs w:val="24"/>
        </w:rPr>
        <w:t>2016 год-  22624,3  тыс. руб.</w:t>
      </w:r>
    </w:p>
    <w:p w:rsidR="0009156E" w:rsidRPr="00F02E1A" w:rsidRDefault="0009156E" w:rsidP="009B52DF">
      <w:pPr>
        <w:pStyle w:val="ConsPlusNormal"/>
        <w:tabs>
          <w:tab w:val="left" w:pos="3179"/>
        </w:tabs>
        <w:ind w:firstLine="0"/>
        <w:jc w:val="both"/>
        <w:rPr>
          <w:rFonts w:ascii="Times New Roman" w:hAnsi="Times New Roman"/>
          <w:sz w:val="24"/>
          <w:szCs w:val="24"/>
        </w:rPr>
      </w:pPr>
      <w:r w:rsidRPr="00F02E1A">
        <w:rPr>
          <w:rFonts w:ascii="Times New Roman" w:hAnsi="Times New Roman"/>
          <w:sz w:val="24"/>
          <w:szCs w:val="24"/>
        </w:rPr>
        <w:t>2017 год-  23260 тыс. руб.</w:t>
      </w:r>
      <w:r w:rsidRPr="00F02E1A">
        <w:rPr>
          <w:rFonts w:ascii="Times New Roman" w:hAnsi="Times New Roman"/>
          <w:sz w:val="24"/>
          <w:szCs w:val="24"/>
        </w:rPr>
        <w:tab/>
      </w:r>
    </w:p>
    <w:p w:rsidR="0009156E" w:rsidRPr="00F02E1A" w:rsidRDefault="0009156E" w:rsidP="00B060B2">
      <w:pPr>
        <w:pStyle w:val="ConsPlusNormal"/>
        <w:ind w:firstLine="0"/>
        <w:jc w:val="both"/>
        <w:rPr>
          <w:rFonts w:ascii="Times New Roman" w:hAnsi="Times New Roman"/>
          <w:sz w:val="24"/>
          <w:szCs w:val="24"/>
        </w:rPr>
      </w:pPr>
      <w:r w:rsidRPr="00F02E1A">
        <w:rPr>
          <w:rFonts w:ascii="Times New Roman" w:hAnsi="Times New Roman"/>
          <w:sz w:val="24"/>
          <w:szCs w:val="24"/>
        </w:rPr>
        <w:t>2018 год-  21713 тыс. руб.</w:t>
      </w:r>
    </w:p>
    <w:p w:rsidR="0009156E" w:rsidRPr="00F02E1A" w:rsidRDefault="0009156E" w:rsidP="00B060B2">
      <w:pPr>
        <w:pStyle w:val="ConsPlusNormal"/>
        <w:ind w:firstLine="0"/>
        <w:jc w:val="both"/>
        <w:rPr>
          <w:rFonts w:ascii="Times New Roman" w:hAnsi="Times New Roman"/>
          <w:sz w:val="24"/>
          <w:szCs w:val="24"/>
        </w:rPr>
      </w:pPr>
      <w:r w:rsidRPr="00F02E1A">
        <w:rPr>
          <w:rFonts w:ascii="Times New Roman" w:hAnsi="Times New Roman"/>
          <w:sz w:val="24"/>
          <w:szCs w:val="24"/>
        </w:rPr>
        <w:t>2019 год- 21713 тыс. руб.</w:t>
      </w:r>
    </w:p>
    <w:p w:rsidR="0009156E" w:rsidRPr="00F02E1A" w:rsidRDefault="0009156E" w:rsidP="00B060B2">
      <w:pPr>
        <w:pStyle w:val="ConsPlusNormal"/>
        <w:ind w:firstLine="0"/>
        <w:jc w:val="both"/>
        <w:rPr>
          <w:rFonts w:ascii="Times New Roman" w:hAnsi="Times New Roman"/>
          <w:sz w:val="24"/>
          <w:szCs w:val="24"/>
        </w:rPr>
      </w:pPr>
      <w:r w:rsidRPr="00F02E1A">
        <w:rPr>
          <w:rFonts w:ascii="Times New Roman" w:hAnsi="Times New Roman"/>
          <w:sz w:val="24"/>
          <w:szCs w:val="24"/>
        </w:rPr>
        <w:t>из областного  бюджета 62,1  тыс. руб.:</w:t>
      </w:r>
    </w:p>
    <w:p w:rsidR="0009156E" w:rsidRPr="00F02E1A" w:rsidRDefault="0009156E" w:rsidP="007F73CD">
      <w:pPr>
        <w:pStyle w:val="ConsPlusNormal"/>
        <w:ind w:firstLine="0"/>
        <w:jc w:val="both"/>
        <w:rPr>
          <w:rFonts w:ascii="Times New Roman" w:hAnsi="Times New Roman"/>
          <w:sz w:val="24"/>
          <w:szCs w:val="24"/>
        </w:rPr>
      </w:pPr>
      <w:r w:rsidRPr="00F02E1A">
        <w:rPr>
          <w:rFonts w:ascii="Times New Roman" w:hAnsi="Times New Roman"/>
          <w:sz w:val="24"/>
          <w:szCs w:val="24"/>
        </w:rPr>
        <w:t>2014 год-  15 тыс. руб.</w:t>
      </w:r>
    </w:p>
    <w:p w:rsidR="0009156E" w:rsidRPr="00F02E1A" w:rsidRDefault="0009156E" w:rsidP="001E2CB1">
      <w:pPr>
        <w:pStyle w:val="ConsPlusNormal"/>
        <w:ind w:firstLine="0"/>
        <w:jc w:val="both"/>
        <w:rPr>
          <w:rFonts w:ascii="Times New Roman" w:hAnsi="Times New Roman"/>
          <w:sz w:val="24"/>
          <w:szCs w:val="24"/>
        </w:rPr>
      </w:pPr>
      <w:r w:rsidRPr="00F02E1A">
        <w:rPr>
          <w:rFonts w:ascii="Times New Roman" w:hAnsi="Times New Roman"/>
          <w:sz w:val="24"/>
          <w:szCs w:val="24"/>
        </w:rPr>
        <w:t>2016 год-  47,1 тыс. руб.</w:t>
      </w:r>
    </w:p>
    <w:p w:rsidR="0009156E" w:rsidRPr="00F02E1A" w:rsidRDefault="0009156E" w:rsidP="007F73CD">
      <w:pPr>
        <w:pStyle w:val="ConsPlusNormal"/>
        <w:ind w:firstLine="0"/>
        <w:jc w:val="both"/>
        <w:rPr>
          <w:rFonts w:ascii="Times New Roman" w:hAnsi="Times New Roman"/>
          <w:sz w:val="24"/>
          <w:szCs w:val="24"/>
        </w:rPr>
      </w:pPr>
      <w:r w:rsidRPr="00F02E1A">
        <w:rPr>
          <w:rFonts w:ascii="Times New Roman" w:hAnsi="Times New Roman"/>
          <w:sz w:val="24"/>
          <w:szCs w:val="24"/>
        </w:rPr>
        <w:t>из федерального бюджета:</w:t>
      </w:r>
    </w:p>
    <w:p w:rsidR="0009156E" w:rsidRPr="00F02E1A" w:rsidRDefault="0009156E" w:rsidP="007F73CD">
      <w:pPr>
        <w:pStyle w:val="ConsPlusNormal"/>
        <w:ind w:firstLine="0"/>
        <w:jc w:val="both"/>
        <w:rPr>
          <w:rFonts w:ascii="Times New Roman" w:hAnsi="Times New Roman"/>
          <w:sz w:val="24"/>
          <w:szCs w:val="24"/>
        </w:rPr>
      </w:pPr>
      <w:r w:rsidRPr="00F02E1A">
        <w:rPr>
          <w:rFonts w:ascii="Times New Roman" w:hAnsi="Times New Roman"/>
          <w:sz w:val="24"/>
          <w:szCs w:val="24"/>
        </w:rPr>
        <w:t>2016 год – 1260,9 тыс. руб.</w:t>
      </w:r>
    </w:p>
    <w:p w:rsidR="0009156E" w:rsidRPr="007F73CD" w:rsidRDefault="0009156E" w:rsidP="007F73CD">
      <w:pPr>
        <w:pStyle w:val="ConsPlusNormal"/>
        <w:ind w:firstLine="0"/>
        <w:jc w:val="both"/>
        <w:rPr>
          <w:rFonts w:ascii="Times New Roman" w:hAnsi="Times New Roman"/>
          <w:sz w:val="24"/>
          <w:szCs w:val="24"/>
        </w:rPr>
      </w:pPr>
      <w:r w:rsidRPr="007F73CD">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09156E" w:rsidRPr="007F73CD" w:rsidRDefault="0009156E" w:rsidP="00B060B2">
      <w:pPr>
        <w:autoSpaceDE w:val="0"/>
        <w:autoSpaceDN w:val="0"/>
        <w:adjustRightInd w:val="0"/>
        <w:jc w:val="both"/>
      </w:pPr>
      <w:r w:rsidRPr="007F73CD">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09156E" w:rsidRPr="00A337B5" w:rsidRDefault="0009156E" w:rsidP="00B060B2">
      <w:pPr>
        <w:autoSpaceDE w:val="0"/>
        <w:autoSpaceDN w:val="0"/>
        <w:adjustRightInd w:val="0"/>
        <w:rPr>
          <w:u w:val="single"/>
        </w:rPr>
      </w:pPr>
    </w:p>
    <w:p w:rsidR="0009156E" w:rsidRPr="00A337B5" w:rsidRDefault="0009156E" w:rsidP="00B060B2">
      <w:pPr>
        <w:autoSpaceDE w:val="0"/>
        <w:autoSpaceDN w:val="0"/>
        <w:adjustRightInd w:val="0"/>
        <w:rPr>
          <w:b/>
          <w:u w:val="single"/>
        </w:rPr>
      </w:pPr>
    </w:p>
    <w:p w:rsidR="0009156E" w:rsidRPr="00A337B5" w:rsidRDefault="0009156E" w:rsidP="00B060B2">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09156E" w:rsidRPr="00A337B5" w:rsidRDefault="0009156E" w:rsidP="00B060B2">
      <w:pPr>
        <w:autoSpaceDE w:val="0"/>
        <w:autoSpaceDN w:val="0"/>
        <w:adjustRightInd w:val="0"/>
        <w:jc w:val="both"/>
      </w:pPr>
      <w:r w:rsidRPr="00A337B5">
        <w:t xml:space="preserve">         К числу возможных рисков относятся внешние и внутренние риски. </w:t>
      </w:r>
    </w:p>
    <w:p w:rsidR="0009156E" w:rsidRPr="00A337B5" w:rsidRDefault="0009156E" w:rsidP="00B060B2">
      <w:pPr>
        <w:autoSpaceDE w:val="0"/>
        <w:autoSpaceDN w:val="0"/>
        <w:adjustRightInd w:val="0"/>
        <w:jc w:val="both"/>
      </w:pPr>
      <w:r w:rsidRPr="00A337B5">
        <w:t xml:space="preserve">Внешние риски: </w:t>
      </w:r>
    </w:p>
    <w:p w:rsidR="0009156E" w:rsidRPr="00A337B5" w:rsidRDefault="0009156E" w:rsidP="00B060B2">
      <w:pPr>
        <w:autoSpaceDE w:val="0"/>
        <w:autoSpaceDN w:val="0"/>
        <w:adjustRightInd w:val="0"/>
        <w:jc w:val="both"/>
      </w:pPr>
      <w:r w:rsidRPr="00A337B5">
        <w:t xml:space="preserve">- финансовые риски, связанные с недостаточным уровнем бюджетного финансирования муниципальной  программы. </w:t>
      </w:r>
    </w:p>
    <w:p w:rsidR="0009156E" w:rsidRPr="00A337B5" w:rsidRDefault="0009156E" w:rsidP="00B060B2">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09156E" w:rsidRPr="00A337B5" w:rsidRDefault="0009156E" w:rsidP="00B060B2">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09156E" w:rsidRPr="00A337B5" w:rsidRDefault="0009156E" w:rsidP="00B060B2">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w:t>
      </w:r>
      <w:r w:rsidRPr="00A337B5">
        <w:lastRenderedPageBreak/>
        <w:t xml:space="preserve">эффективности использования ресурсов и качества выполнения мероприятий муниципальной  программы. </w:t>
      </w:r>
    </w:p>
    <w:p w:rsidR="0009156E" w:rsidRPr="00A337B5" w:rsidRDefault="0009156E" w:rsidP="00B060B2">
      <w:pPr>
        <w:autoSpaceDE w:val="0"/>
        <w:autoSpaceDN w:val="0"/>
        <w:adjustRightInd w:val="0"/>
        <w:jc w:val="both"/>
      </w:pPr>
      <w:r w:rsidRPr="00A337B5">
        <w:t xml:space="preserve">В целях управления указанными рисками в процессе реализации муниципальной  программы предусматривается: </w:t>
      </w:r>
    </w:p>
    <w:p w:rsidR="0009156E" w:rsidRPr="00A337B5" w:rsidRDefault="0009156E" w:rsidP="00B060B2">
      <w:pPr>
        <w:autoSpaceDE w:val="0"/>
        <w:autoSpaceDN w:val="0"/>
        <w:adjustRightInd w:val="0"/>
        <w:jc w:val="both"/>
      </w:pPr>
      <w:r w:rsidRPr="00A337B5">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09156E" w:rsidRPr="00A337B5" w:rsidRDefault="0009156E" w:rsidP="00B060B2">
      <w:pPr>
        <w:autoSpaceDE w:val="0"/>
        <w:autoSpaceDN w:val="0"/>
        <w:adjustRightInd w:val="0"/>
        <w:jc w:val="both"/>
      </w:pPr>
      <w:r w:rsidRPr="00A337B5">
        <w:t xml:space="preserve">- обеспечение эффективного взаимодействия участников реализации муниципальной  подпрограммы; </w:t>
      </w:r>
    </w:p>
    <w:p w:rsidR="0009156E" w:rsidRPr="00A337B5" w:rsidRDefault="0009156E" w:rsidP="00B060B2">
      <w:pPr>
        <w:autoSpaceDE w:val="0"/>
        <w:autoSpaceDN w:val="0"/>
        <w:adjustRightInd w:val="0"/>
        <w:jc w:val="both"/>
      </w:pPr>
      <w:r w:rsidRPr="00A337B5">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09156E" w:rsidRPr="00A337B5" w:rsidRDefault="0009156E" w:rsidP="00B060B2">
      <w:pPr>
        <w:autoSpaceDE w:val="0"/>
        <w:autoSpaceDN w:val="0"/>
        <w:adjustRightInd w:val="0"/>
        <w:jc w:val="both"/>
      </w:pPr>
      <w:r w:rsidRPr="00A337B5">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09156E" w:rsidRPr="00A337B5" w:rsidRDefault="0009156E" w:rsidP="00B060B2">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09156E" w:rsidRPr="00A337B5" w:rsidRDefault="0009156E" w:rsidP="00B060B2">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09156E" w:rsidRPr="00A337B5" w:rsidRDefault="0009156E" w:rsidP="00B060B2">
      <w:pPr>
        <w:ind w:firstLine="709"/>
        <w:jc w:val="both"/>
        <w:rPr>
          <w:b/>
        </w:rPr>
      </w:pPr>
      <w:r w:rsidRPr="00A337B5">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09156E" w:rsidRPr="00A337B5" w:rsidRDefault="0009156E" w:rsidP="00B060B2">
      <w:pPr>
        <w:ind w:firstLine="709"/>
        <w:jc w:val="both"/>
        <w:rPr>
          <w:b/>
        </w:rPr>
      </w:pPr>
    </w:p>
    <w:p w:rsidR="0009156E" w:rsidRPr="00A337B5" w:rsidRDefault="0009156E" w:rsidP="00B060B2">
      <w:pPr>
        <w:ind w:firstLine="709"/>
        <w:rPr>
          <w:b/>
          <w:sz w:val="26"/>
          <w:szCs w:val="26"/>
        </w:rPr>
      </w:pPr>
      <w:r w:rsidRPr="00A337B5">
        <w:rPr>
          <w:b/>
          <w:sz w:val="26"/>
          <w:szCs w:val="26"/>
        </w:rPr>
        <w:t>Раздел 8. «Оценка эффективности муниципальной подпрограммы».</w:t>
      </w:r>
    </w:p>
    <w:p w:rsidR="0009156E" w:rsidRPr="00A337B5" w:rsidRDefault="0009156E" w:rsidP="00B060B2">
      <w:pPr>
        <w:ind w:firstLine="709"/>
        <w:jc w:val="both"/>
      </w:pPr>
      <w:r w:rsidRPr="00A337B5">
        <w:t>Оценка эффективности подпрограммы  проводится в соответствии с постановлением администрации Таловского муниципального от 14.10.2013 г.  № 1026.</w:t>
      </w:r>
    </w:p>
    <w:p w:rsidR="0009156E" w:rsidRPr="00A337B5" w:rsidRDefault="0009156E" w:rsidP="00B060B2">
      <w:pPr>
        <w:autoSpaceDE w:val="0"/>
        <w:autoSpaceDN w:val="0"/>
        <w:adjustRightInd w:val="0"/>
        <w:ind w:firstLine="709"/>
        <w:jc w:val="both"/>
      </w:pPr>
      <w:r w:rsidRPr="00A337B5">
        <w:t>В результате реализации мероприятий подпрограммы в 2014-2019 годах будет обеспечено :</w:t>
      </w:r>
    </w:p>
    <w:p w:rsidR="0009156E" w:rsidRPr="00A337B5" w:rsidRDefault="0009156E" w:rsidP="00B060B2">
      <w:pPr>
        <w:jc w:val="both"/>
      </w:pPr>
      <w:r w:rsidRPr="00A337B5">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09156E" w:rsidRPr="00A337B5" w:rsidRDefault="0009156E" w:rsidP="00B060B2">
      <w:pPr>
        <w:jc w:val="both"/>
      </w:pPr>
      <w:r w:rsidRPr="00A337B5">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09156E" w:rsidRPr="00A337B5" w:rsidRDefault="0009156E" w:rsidP="00B060B2">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r w:rsidRPr="00A337B5">
        <w:rPr>
          <w:bCs/>
        </w:rPr>
        <w:t xml:space="preserve">Таловского муниципального района по выполнению комплексной программы социально-экономического развития </w:t>
      </w:r>
      <w:r w:rsidRPr="00A337B5">
        <w:t>Таловского муниципального района;</w:t>
      </w:r>
    </w:p>
    <w:p w:rsidR="0009156E" w:rsidRPr="00A337B5" w:rsidRDefault="0009156E" w:rsidP="00B060B2">
      <w:pPr>
        <w:jc w:val="both"/>
      </w:pPr>
      <w:r w:rsidRPr="00A337B5">
        <w:t>- повышение качества предосталвяемых муниципальных услуг;</w:t>
      </w:r>
    </w:p>
    <w:p w:rsidR="0009156E" w:rsidRPr="00A337B5" w:rsidRDefault="0009156E" w:rsidP="00B060B2">
      <w:pPr>
        <w:jc w:val="both"/>
      </w:pPr>
      <w:r w:rsidRPr="00A337B5">
        <w:t xml:space="preserve">- повышение престижа муниципальной службы.  </w:t>
      </w:r>
    </w:p>
    <w:p w:rsidR="0009156E" w:rsidRPr="00A337B5" w:rsidRDefault="0009156E" w:rsidP="00B060B2">
      <w:pPr>
        <w:ind w:firstLine="709"/>
      </w:pPr>
    </w:p>
    <w:p w:rsidR="0009156E" w:rsidRPr="00A337B5" w:rsidRDefault="0009156E" w:rsidP="00B060B2">
      <w:pPr>
        <w:ind w:firstLine="709"/>
      </w:pPr>
    </w:p>
    <w:p w:rsidR="0009156E" w:rsidRDefault="0009156E" w:rsidP="00B060B2">
      <w:pPr>
        <w:jc w:val="right"/>
        <w:rPr>
          <w:sz w:val="28"/>
          <w:szCs w:val="28"/>
        </w:rPr>
      </w:pPr>
    </w:p>
    <w:p w:rsidR="0009156E" w:rsidRDefault="0009156E" w:rsidP="00B060B2">
      <w:pPr>
        <w:tabs>
          <w:tab w:val="left" w:pos="8160"/>
        </w:tabs>
        <w:rPr>
          <w:sz w:val="28"/>
          <w:szCs w:val="28"/>
        </w:rPr>
      </w:pPr>
      <w:r>
        <w:rPr>
          <w:sz w:val="28"/>
          <w:szCs w:val="28"/>
        </w:rPr>
        <w:tab/>
      </w:r>
    </w:p>
    <w:p w:rsidR="0009156E" w:rsidRDefault="0009156E" w:rsidP="00B060B2">
      <w:pPr>
        <w:tabs>
          <w:tab w:val="left" w:pos="8160"/>
        </w:tabs>
        <w:rPr>
          <w:sz w:val="28"/>
          <w:szCs w:val="28"/>
        </w:rPr>
      </w:pPr>
    </w:p>
    <w:p w:rsidR="0009156E" w:rsidRDefault="0009156E" w:rsidP="00B060B2">
      <w:pPr>
        <w:tabs>
          <w:tab w:val="left" w:pos="8160"/>
        </w:tabs>
        <w:rPr>
          <w:sz w:val="28"/>
          <w:szCs w:val="28"/>
        </w:rPr>
      </w:pPr>
    </w:p>
    <w:p w:rsidR="0009156E" w:rsidRDefault="0009156E" w:rsidP="00B060B2">
      <w:pPr>
        <w:tabs>
          <w:tab w:val="left" w:pos="8160"/>
        </w:tabs>
        <w:rPr>
          <w:sz w:val="28"/>
          <w:szCs w:val="28"/>
        </w:rPr>
      </w:pPr>
    </w:p>
    <w:p w:rsidR="0009156E" w:rsidRDefault="0009156E" w:rsidP="00B060B2">
      <w:pPr>
        <w:tabs>
          <w:tab w:val="left" w:pos="8160"/>
        </w:tabs>
        <w:rPr>
          <w:sz w:val="28"/>
          <w:szCs w:val="28"/>
        </w:rPr>
      </w:pPr>
    </w:p>
    <w:p w:rsidR="0009156E" w:rsidRDefault="0009156E" w:rsidP="00B060B2">
      <w:pPr>
        <w:tabs>
          <w:tab w:val="left" w:pos="8160"/>
        </w:tabs>
        <w:rPr>
          <w:sz w:val="28"/>
          <w:szCs w:val="28"/>
        </w:rPr>
      </w:pPr>
    </w:p>
    <w:p w:rsidR="0009156E" w:rsidRDefault="0009156E" w:rsidP="00B060B2">
      <w:pPr>
        <w:tabs>
          <w:tab w:val="left" w:pos="8160"/>
        </w:tabs>
        <w:rPr>
          <w:sz w:val="28"/>
          <w:szCs w:val="28"/>
        </w:rPr>
      </w:pPr>
    </w:p>
    <w:p w:rsidR="0009156E" w:rsidRDefault="0009156E" w:rsidP="00B060B2">
      <w:pPr>
        <w:tabs>
          <w:tab w:val="left" w:pos="8160"/>
        </w:tabs>
        <w:rPr>
          <w:sz w:val="28"/>
          <w:szCs w:val="28"/>
        </w:rPr>
      </w:pPr>
    </w:p>
    <w:p w:rsidR="0009156E" w:rsidRPr="00704C19" w:rsidRDefault="0009156E" w:rsidP="005674BD">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09156E" w:rsidRDefault="0009156E" w:rsidP="005674BD">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09156E" w:rsidRPr="00E04053" w:rsidTr="00151251">
        <w:trPr>
          <w:trHeight w:val="1379"/>
        </w:trPr>
        <w:tc>
          <w:tcPr>
            <w:tcW w:w="9854" w:type="dxa"/>
            <w:gridSpan w:val="2"/>
            <w:tcBorders>
              <w:top w:val="nil"/>
              <w:left w:val="nil"/>
              <w:bottom w:val="nil"/>
              <w:right w:val="nil"/>
            </w:tcBorders>
            <w:vAlign w:val="center"/>
          </w:tcPr>
          <w:p w:rsidR="0009156E" w:rsidRPr="006742E6" w:rsidRDefault="0009156E" w:rsidP="00151251">
            <w:pPr>
              <w:jc w:val="center"/>
              <w:rPr>
                <w:color w:val="000000"/>
              </w:rPr>
            </w:pPr>
            <w:r w:rsidRPr="006742E6">
              <w:rPr>
                <w:b/>
                <w:color w:val="000000"/>
              </w:rPr>
              <w:t>ПАСПОРТ</w:t>
            </w:r>
            <w:r w:rsidRPr="006742E6">
              <w:rPr>
                <w:b/>
                <w:color w:val="000000"/>
              </w:rPr>
              <w:br/>
              <w:t xml:space="preserve">подпрограммы </w:t>
            </w:r>
            <w:r w:rsidRPr="006742E6">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tc>
      </w:tr>
      <w:tr w:rsidR="0009156E" w:rsidRPr="00E04053" w:rsidTr="00151251">
        <w:trPr>
          <w:trHeight w:val="750"/>
        </w:trPr>
        <w:tc>
          <w:tcPr>
            <w:tcW w:w="4774" w:type="dxa"/>
            <w:tcBorders>
              <w:top w:val="single" w:sz="4" w:space="0" w:color="auto"/>
              <w:left w:val="single" w:sz="4" w:space="0" w:color="auto"/>
              <w:bottom w:val="single" w:sz="4" w:space="0" w:color="auto"/>
              <w:right w:val="single" w:sz="4" w:space="0" w:color="auto"/>
            </w:tcBorders>
          </w:tcPr>
          <w:p w:rsidR="0009156E" w:rsidRPr="004B5210" w:rsidRDefault="0009156E" w:rsidP="00151251">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09156E" w:rsidRPr="004B5210" w:rsidRDefault="0009156E" w:rsidP="00151251">
            <w:pPr>
              <w:rPr>
                <w:color w:val="000000"/>
              </w:rPr>
            </w:pPr>
            <w:r w:rsidRPr="004B5210">
              <w:rPr>
                <w:color w:val="000000"/>
              </w:rPr>
              <w:t>МКУ «ЕДДС и ХТО»</w:t>
            </w:r>
          </w:p>
          <w:p w:rsidR="0009156E" w:rsidRPr="004B5210" w:rsidRDefault="0009156E" w:rsidP="00151251">
            <w:pPr>
              <w:rPr>
                <w:color w:val="000000"/>
              </w:rPr>
            </w:pPr>
          </w:p>
        </w:tc>
      </w:tr>
      <w:tr w:rsidR="0009156E" w:rsidRPr="00E04053" w:rsidTr="00151251">
        <w:trPr>
          <w:trHeight w:val="750"/>
        </w:trPr>
        <w:tc>
          <w:tcPr>
            <w:tcW w:w="4774" w:type="dxa"/>
            <w:tcBorders>
              <w:top w:val="nil"/>
              <w:left w:val="single" w:sz="4" w:space="0" w:color="auto"/>
              <w:bottom w:val="single" w:sz="4" w:space="0" w:color="auto"/>
              <w:right w:val="single" w:sz="4" w:space="0" w:color="auto"/>
            </w:tcBorders>
          </w:tcPr>
          <w:p w:rsidR="0009156E" w:rsidRPr="004B5210" w:rsidRDefault="0009156E" w:rsidP="00151251">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09156E" w:rsidRPr="004B5210" w:rsidRDefault="0009156E" w:rsidP="00151251">
            <w:pPr>
              <w:rPr>
                <w:color w:val="000000"/>
              </w:rPr>
            </w:pPr>
            <w:r w:rsidRPr="004B5210">
              <w:rPr>
                <w:color w:val="000000"/>
              </w:rPr>
              <w:t> МКУ «ЕДДС и ХТО»</w:t>
            </w:r>
          </w:p>
        </w:tc>
      </w:tr>
      <w:tr w:rsidR="0009156E" w:rsidRPr="00E04053" w:rsidTr="00151251">
        <w:trPr>
          <w:trHeight w:val="750"/>
        </w:trPr>
        <w:tc>
          <w:tcPr>
            <w:tcW w:w="4774" w:type="dxa"/>
            <w:tcBorders>
              <w:top w:val="nil"/>
              <w:left w:val="single" w:sz="4" w:space="0" w:color="auto"/>
              <w:bottom w:val="single" w:sz="4" w:space="0" w:color="auto"/>
              <w:right w:val="single" w:sz="4" w:space="0" w:color="auto"/>
            </w:tcBorders>
          </w:tcPr>
          <w:p w:rsidR="0009156E" w:rsidRPr="004B5210" w:rsidRDefault="0009156E" w:rsidP="00151251">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09156E" w:rsidRPr="004B5210" w:rsidRDefault="0009156E" w:rsidP="00151251">
            <w:pPr>
              <w:rPr>
                <w:color w:val="000000"/>
              </w:rPr>
            </w:pPr>
            <w:r w:rsidRPr="004B5210">
              <w:rPr>
                <w:color w:val="000000"/>
              </w:rPr>
              <w:t>МКУ «ЕДДС и ХТО»</w:t>
            </w:r>
          </w:p>
          <w:p w:rsidR="0009156E" w:rsidRPr="004B5210" w:rsidRDefault="0009156E" w:rsidP="00151251">
            <w:pPr>
              <w:rPr>
                <w:color w:val="000000"/>
              </w:rPr>
            </w:pPr>
          </w:p>
          <w:p w:rsidR="0009156E" w:rsidRPr="004B5210" w:rsidRDefault="0009156E" w:rsidP="00151251">
            <w:pPr>
              <w:rPr>
                <w:color w:val="000000"/>
              </w:rPr>
            </w:pPr>
            <w:r w:rsidRPr="004B5210">
              <w:rPr>
                <w:color w:val="000000"/>
              </w:rPr>
              <w:t>1.Обеспечение безопасности в чрезвычайных ситуациях</w:t>
            </w:r>
          </w:p>
          <w:p w:rsidR="0009156E" w:rsidRPr="004B5210" w:rsidRDefault="0009156E" w:rsidP="00151251">
            <w:r w:rsidRPr="004B5210">
              <w:rPr>
                <w:color w:val="000000"/>
              </w:rPr>
              <w:t>2. Финансовое обеспечение других обязательств государства</w:t>
            </w:r>
          </w:p>
        </w:tc>
      </w:tr>
      <w:tr w:rsidR="0009156E" w:rsidRPr="00E04053" w:rsidTr="00151251">
        <w:trPr>
          <w:trHeight w:val="676"/>
        </w:trPr>
        <w:tc>
          <w:tcPr>
            <w:tcW w:w="4774" w:type="dxa"/>
            <w:tcBorders>
              <w:top w:val="nil"/>
              <w:left w:val="single" w:sz="4" w:space="0" w:color="auto"/>
              <w:bottom w:val="single" w:sz="4" w:space="0" w:color="auto"/>
              <w:right w:val="single" w:sz="4" w:space="0" w:color="auto"/>
            </w:tcBorders>
          </w:tcPr>
          <w:p w:rsidR="0009156E" w:rsidRPr="004B5210" w:rsidRDefault="0009156E" w:rsidP="00151251">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09156E" w:rsidRPr="004B5210" w:rsidRDefault="0009156E" w:rsidP="00151251"/>
        </w:tc>
      </w:tr>
      <w:tr w:rsidR="0009156E" w:rsidRPr="00E04053" w:rsidTr="00151251">
        <w:trPr>
          <w:trHeight w:val="375"/>
        </w:trPr>
        <w:tc>
          <w:tcPr>
            <w:tcW w:w="4774" w:type="dxa"/>
            <w:tcBorders>
              <w:top w:val="nil"/>
              <w:left w:val="single" w:sz="4" w:space="0" w:color="auto"/>
              <w:bottom w:val="single" w:sz="4" w:space="0" w:color="auto"/>
              <w:right w:val="single" w:sz="4" w:space="0" w:color="auto"/>
            </w:tcBorders>
          </w:tcPr>
          <w:p w:rsidR="0009156E" w:rsidRPr="004B5210" w:rsidRDefault="0009156E" w:rsidP="00151251">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09156E" w:rsidRPr="004B5210" w:rsidRDefault="0009156E" w:rsidP="00151251">
            <w:pPr>
              <w:jc w:val="both"/>
            </w:pPr>
            <w:r w:rsidRPr="004B5210">
              <w:t>- обеспечение оперативной готовности служб района к реагированию на угрозу или возникновение чрезвычайных ситуаций;</w:t>
            </w:r>
          </w:p>
          <w:p w:rsidR="0009156E" w:rsidRPr="004B5210" w:rsidRDefault="0009156E" w:rsidP="00151251">
            <w:r w:rsidRPr="004B5210">
              <w:t>- транспортное, материально-техническое обеспечение администрации Таловского муниципального района.и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09156E" w:rsidRPr="00E04053" w:rsidTr="00151251">
        <w:trPr>
          <w:trHeight w:val="375"/>
        </w:trPr>
        <w:tc>
          <w:tcPr>
            <w:tcW w:w="4774" w:type="dxa"/>
            <w:tcBorders>
              <w:top w:val="nil"/>
              <w:left w:val="single" w:sz="4" w:space="0" w:color="auto"/>
              <w:bottom w:val="single" w:sz="4" w:space="0" w:color="auto"/>
              <w:right w:val="single" w:sz="4" w:space="0" w:color="auto"/>
            </w:tcBorders>
          </w:tcPr>
          <w:p w:rsidR="0009156E" w:rsidRPr="004B5210" w:rsidRDefault="0009156E" w:rsidP="00151251">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09156E" w:rsidRPr="004B5210" w:rsidRDefault="0009156E" w:rsidP="00151251">
            <w:pPr>
              <w:jc w:val="both"/>
            </w:pPr>
            <w:r w:rsidRPr="004B5210">
              <w:t>-организация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09156E" w:rsidRPr="004B5210" w:rsidRDefault="0009156E" w:rsidP="00151251">
            <w:pPr>
              <w:jc w:val="both"/>
            </w:pPr>
            <w:r w:rsidRPr="004B5210">
              <w:t>- совершенствование программного и технического оснащения ЕДДС района;</w:t>
            </w:r>
          </w:p>
          <w:p w:rsidR="0009156E" w:rsidRPr="004B5210" w:rsidRDefault="0009156E" w:rsidP="00151251">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09156E" w:rsidRPr="004B5210" w:rsidRDefault="0009156E" w:rsidP="00151251">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09156E" w:rsidRPr="004B5210" w:rsidRDefault="0009156E" w:rsidP="00151251">
            <w:r w:rsidRPr="004B5210">
              <w:t>- осуществление уборки и санитарно-</w:t>
            </w:r>
            <w:r w:rsidRPr="004B5210">
              <w:lastRenderedPageBreak/>
              <w:t>гигиенической очистки помещений администрации Таловского муниципального района. </w:t>
            </w:r>
          </w:p>
        </w:tc>
      </w:tr>
      <w:tr w:rsidR="0009156E" w:rsidRPr="00E04053" w:rsidTr="00151251">
        <w:trPr>
          <w:trHeight w:val="750"/>
        </w:trPr>
        <w:tc>
          <w:tcPr>
            <w:tcW w:w="4774" w:type="dxa"/>
            <w:tcBorders>
              <w:top w:val="nil"/>
              <w:left w:val="single" w:sz="4" w:space="0" w:color="auto"/>
              <w:bottom w:val="single" w:sz="4" w:space="0" w:color="auto"/>
              <w:right w:val="single" w:sz="4" w:space="0" w:color="auto"/>
            </w:tcBorders>
          </w:tcPr>
          <w:p w:rsidR="0009156E" w:rsidRPr="004B5210" w:rsidRDefault="0009156E" w:rsidP="00151251">
            <w:r w:rsidRPr="004B5210">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09156E" w:rsidRPr="004B5210" w:rsidRDefault="0009156E"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09156E" w:rsidRPr="004B5210" w:rsidRDefault="0009156E" w:rsidP="00151251">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09156E" w:rsidRPr="004B5210" w:rsidRDefault="0009156E" w:rsidP="00151251">
            <w:r w:rsidRPr="004B5210">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09156E" w:rsidRPr="00E04053" w:rsidTr="00151251">
        <w:trPr>
          <w:trHeight w:val="750"/>
        </w:trPr>
        <w:tc>
          <w:tcPr>
            <w:tcW w:w="4774" w:type="dxa"/>
            <w:tcBorders>
              <w:top w:val="nil"/>
              <w:left w:val="single" w:sz="4" w:space="0" w:color="auto"/>
              <w:bottom w:val="single" w:sz="4" w:space="0" w:color="auto"/>
              <w:right w:val="single" w:sz="4" w:space="0" w:color="auto"/>
            </w:tcBorders>
          </w:tcPr>
          <w:p w:rsidR="0009156E" w:rsidRPr="004B5210" w:rsidRDefault="0009156E" w:rsidP="00151251">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09156E" w:rsidRPr="004B5210" w:rsidRDefault="0009156E" w:rsidP="00151251">
            <w:r w:rsidRPr="004B5210">
              <w:t>В один этап</w:t>
            </w:r>
          </w:p>
          <w:p w:rsidR="0009156E" w:rsidRPr="004B5210" w:rsidRDefault="0009156E" w:rsidP="00151251">
            <w:r w:rsidRPr="004B5210">
              <w:t>2014-2019гг. </w:t>
            </w:r>
          </w:p>
        </w:tc>
      </w:tr>
      <w:tr w:rsidR="0009156E" w:rsidRPr="00E04053" w:rsidTr="00151251">
        <w:trPr>
          <w:trHeight w:val="1295"/>
        </w:trPr>
        <w:tc>
          <w:tcPr>
            <w:tcW w:w="4774" w:type="dxa"/>
            <w:tcBorders>
              <w:top w:val="nil"/>
              <w:left w:val="single" w:sz="4" w:space="0" w:color="auto"/>
              <w:bottom w:val="single" w:sz="4" w:space="0" w:color="auto"/>
              <w:right w:val="single" w:sz="4" w:space="0" w:color="auto"/>
            </w:tcBorders>
          </w:tcPr>
          <w:p w:rsidR="0009156E" w:rsidRPr="004B5210" w:rsidRDefault="0009156E" w:rsidP="00151251">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09156E" w:rsidRPr="00C82DCF" w:rsidRDefault="0009156E" w:rsidP="00151251">
            <w:r w:rsidRPr="00C82DCF">
              <w:t>Общий объ</w:t>
            </w:r>
            <w:r>
              <w:t>ем финансирования  составляет 101136,5</w:t>
            </w:r>
            <w:r w:rsidRPr="00C82DCF">
              <w:t xml:space="preserve"> тыс.руб., в т.ч.</w:t>
            </w:r>
          </w:p>
          <w:p w:rsidR="0009156E" w:rsidRPr="00C82DCF" w:rsidRDefault="0009156E" w:rsidP="00151251">
            <w:r w:rsidRPr="00C82DCF">
              <w:t xml:space="preserve"> 2014г. -1</w:t>
            </w:r>
            <w:r>
              <w:t>5483</w:t>
            </w:r>
            <w:r w:rsidRPr="00C82DCF">
              <w:t>,</w:t>
            </w:r>
            <w:r>
              <w:t>2</w:t>
            </w:r>
            <w:r w:rsidRPr="00C82DCF">
              <w:t xml:space="preserve">тыс.руб., </w:t>
            </w:r>
          </w:p>
          <w:p w:rsidR="0009156E" w:rsidRPr="00C82DCF" w:rsidRDefault="0009156E" w:rsidP="00151251">
            <w:r>
              <w:t xml:space="preserve"> 2015 г.- 15697,3</w:t>
            </w:r>
            <w:r w:rsidRPr="00C82DCF">
              <w:t xml:space="preserve"> тыс. руб.,</w:t>
            </w:r>
          </w:p>
          <w:p w:rsidR="0009156E" w:rsidRPr="00C82DCF" w:rsidRDefault="0009156E" w:rsidP="00151251">
            <w:r w:rsidRPr="00C82DCF">
              <w:t xml:space="preserve"> 2016г.-  </w:t>
            </w:r>
            <w:r>
              <w:t>19815,3</w:t>
            </w:r>
            <w:r w:rsidRPr="00C82DCF">
              <w:t>тыс.руб.,</w:t>
            </w:r>
          </w:p>
          <w:p w:rsidR="0009156E" w:rsidRPr="00C82DCF" w:rsidRDefault="0009156E" w:rsidP="00151251">
            <w:r w:rsidRPr="00C82DCF">
              <w:t xml:space="preserve"> 2017г.-  1</w:t>
            </w:r>
            <w:r>
              <w:t>7296,5</w:t>
            </w:r>
            <w:r w:rsidRPr="00C82DCF">
              <w:t>тыс.руб.,</w:t>
            </w:r>
          </w:p>
          <w:p w:rsidR="0009156E" w:rsidRPr="00C82DCF" w:rsidRDefault="0009156E" w:rsidP="00151251">
            <w:r w:rsidRPr="00C82DCF">
              <w:t xml:space="preserve"> 2018г.-  1</w:t>
            </w:r>
            <w:r>
              <w:t>6408,1</w:t>
            </w:r>
            <w:r w:rsidRPr="00C82DCF">
              <w:t>тыс.руб.,</w:t>
            </w:r>
          </w:p>
          <w:p w:rsidR="0009156E" w:rsidRDefault="0009156E" w:rsidP="00151251">
            <w:r>
              <w:t xml:space="preserve"> 2019 г.-  16401,5</w:t>
            </w:r>
            <w:r w:rsidRPr="00C82DCF">
              <w:t>тыс.руб.</w:t>
            </w:r>
          </w:p>
          <w:p w:rsidR="0009156E" w:rsidRDefault="0009156E" w:rsidP="00151251">
            <w:r>
              <w:t>Средства местного бюджета:</w:t>
            </w:r>
          </w:p>
          <w:p w:rsidR="0009156E" w:rsidRPr="00C82DCF" w:rsidRDefault="0009156E" w:rsidP="00151251">
            <w:r w:rsidRPr="00C82DCF">
              <w:t>2014г. -1</w:t>
            </w:r>
            <w:r>
              <w:t>5463,2</w:t>
            </w:r>
            <w:r w:rsidRPr="00C82DCF">
              <w:t xml:space="preserve">тыс.руб., </w:t>
            </w:r>
          </w:p>
          <w:p w:rsidR="0009156E" w:rsidRPr="00C82DCF" w:rsidRDefault="0009156E" w:rsidP="00151251">
            <w:r>
              <w:t xml:space="preserve"> 2015 г.- 15671,3</w:t>
            </w:r>
            <w:r w:rsidRPr="00C82DCF">
              <w:t xml:space="preserve"> тыс. руб.,</w:t>
            </w:r>
          </w:p>
          <w:p w:rsidR="0009156E" w:rsidRPr="00C82DCF" w:rsidRDefault="0009156E" w:rsidP="00151251">
            <w:r w:rsidRPr="00C82DCF">
              <w:t xml:space="preserve"> 2016г.- </w:t>
            </w:r>
            <w:r>
              <w:t>19451,0</w:t>
            </w:r>
            <w:r w:rsidRPr="00C82DCF">
              <w:t>тыс.руб.,</w:t>
            </w:r>
          </w:p>
          <w:p w:rsidR="0009156E" w:rsidRPr="00C82DCF" w:rsidRDefault="0009156E" w:rsidP="00151251">
            <w:r w:rsidRPr="00C82DCF">
              <w:t xml:space="preserve"> 2017г.-  1</w:t>
            </w:r>
            <w:r>
              <w:t>8296,5</w:t>
            </w:r>
            <w:r w:rsidRPr="00C82DCF">
              <w:t>тыс.руб.,</w:t>
            </w:r>
          </w:p>
          <w:p w:rsidR="0009156E" w:rsidRPr="00C82DCF" w:rsidRDefault="0009156E" w:rsidP="00151251">
            <w:r w:rsidRPr="00C82DCF">
              <w:t xml:space="preserve"> 2018г.-  1</w:t>
            </w:r>
            <w:r>
              <w:t>6408,1</w:t>
            </w:r>
            <w:r w:rsidRPr="00C82DCF">
              <w:t>тыс.руб.,</w:t>
            </w:r>
          </w:p>
          <w:p w:rsidR="0009156E" w:rsidRDefault="0009156E" w:rsidP="00151251">
            <w:r>
              <w:t xml:space="preserve"> 2019 г.-  16401,5  </w:t>
            </w:r>
            <w:r w:rsidRPr="00C82DCF">
              <w:t>тыс.руб.</w:t>
            </w:r>
          </w:p>
          <w:p w:rsidR="0009156E" w:rsidRDefault="0009156E" w:rsidP="00151251">
            <w:r>
              <w:t>Средства областного бюджета:</w:t>
            </w:r>
          </w:p>
          <w:p w:rsidR="0009156E" w:rsidRPr="00C82DCF" w:rsidRDefault="0009156E" w:rsidP="00151251">
            <w:r w:rsidRPr="00C82DCF">
              <w:t>2014г. -</w:t>
            </w:r>
            <w:r>
              <w:t xml:space="preserve"> 20</w:t>
            </w:r>
            <w:r w:rsidRPr="00C82DCF">
              <w:t xml:space="preserve">тыс.руб., </w:t>
            </w:r>
          </w:p>
          <w:p w:rsidR="0009156E" w:rsidRDefault="0009156E" w:rsidP="00151251">
            <w:r>
              <w:t>2015 г.- 26</w:t>
            </w:r>
            <w:r w:rsidRPr="00C82DCF">
              <w:t xml:space="preserve"> тыс. руб</w:t>
            </w:r>
            <w:r>
              <w:t>.;</w:t>
            </w:r>
          </w:p>
          <w:p w:rsidR="0009156E" w:rsidRDefault="0009156E" w:rsidP="001E2CB1">
            <w:r>
              <w:t>2016  г.-364,3 тыс. руб.</w:t>
            </w:r>
          </w:p>
          <w:p w:rsidR="0009156E" w:rsidRPr="004B5210" w:rsidRDefault="0009156E" w:rsidP="001E2CB1">
            <w:r>
              <w:t>2017 г.-34,6 тыс. руб.</w:t>
            </w:r>
          </w:p>
        </w:tc>
      </w:tr>
      <w:tr w:rsidR="0009156E" w:rsidRPr="00E04053" w:rsidTr="00151251">
        <w:trPr>
          <w:trHeight w:val="212"/>
        </w:trPr>
        <w:tc>
          <w:tcPr>
            <w:tcW w:w="4774" w:type="dxa"/>
            <w:tcBorders>
              <w:top w:val="nil"/>
              <w:left w:val="single" w:sz="4" w:space="0" w:color="auto"/>
              <w:bottom w:val="single" w:sz="4" w:space="0" w:color="auto"/>
              <w:right w:val="single" w:sz="4" w:space="0" w:color="auto"/>
            </w:tcBorders>
          </w:tcPr>
          <w:p w:rsidR="0009156E" w:rsidRPr="004B5210" w:rsidRDefault="0009156E" w:rsidP="00151251">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09156E" w:rsidRPr="004B5210" w:rsidRDefault="0009156E" w:rsidP="00151251">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09156E" w:rsidRPr="004B5210" w:rsidRDefault="0009156E" w:rsidP="00151251">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09156E" w:rsidRPr="004B5210" w:rsidRDefault="0009156E"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09156E" w:rsidRPr="004B5210" w:rsidRDefault="0009156E"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услугами,услугами по содержанию имущества, прочими услугами по обеспечению безопасности в чрезвычайных ситуациях;</w:t>
            </w:r>
          </w:p>
          <w:p w:rsidR="0009156E" w:rsidRPr="004B5210" w:rsidRDefault="0009156E" w:rsidP="00151251">
            <w:r w:rsidRPr="004B5210">
              <w:t>- улучшение обеспечения материально-техническими средствами.</w:t>
            </w:r>
          </w:p>
        </w:tc>
      </w:tr>
    </w:tbl>
    <w:p w:rsidR="0009156E" w:rsidRDefault="0009156E" w:rsidP="005674BD">
      <w:pPr>
        <w:tabs>
          <w:tab w:val="left" w:pos="9960"/>
        </w:tabs>
        <w:jc w:val="center"/>
        <w:rPr>
          <w:b/>
          <w:sz w:val="28"/>
          <w:szCs w:val="28"/>
        </w:rPr>
      </w:pPr>
    </w:p>
    <w:p w:rsidR="0009156E" w:rsidRDefault="0009156E" w:rsidP="005674BD">
      <w:pPr>
        <w:tabs>
          <w:tab w:val="left" w:pos="9960"/>
        </w:tabs>
        <w:jc w:val="center"/>
        <w:rPr>
          <w:b/>
          <w:sz w:val="28"/>
          <w:szCs w:val="28"/>
        </w:rPr>
      </w:pPr>
    </w:p>
    <w:p w:rsidR="0009156E" w:rsidRPr="004B5210" w:rsidRDefault="0009156E" w:rsidP="005674BD">
      <w:pPr>
        <w:tabs>
          <w:tab w:val="left" w:pos="9960"/>
        </w:tabs>
        <w:jc w:val="center"/>
        <w:rPr>
          <w:b/>
          <w:sz w:val="26"/>
          <w:szCs w:val="26"/>
        </w:rPr>
      </w:pPr>
      <w:r w:rsidRPr="004B5210">
        <w:rPr>
          <w:b/>
          <w:sz w:val="26"/>
          <w:szCs w:val="26"/>
        </w:rPr>
        <w:t>Раздел 1. Характеристика сферы реализации муниципальной подпрограммы, описание основных проблем в указанной сфере и прогноз ее развития.</w:t>
      </w:r>
    </w:p>
    <w:p w:rsidR="0009156E" w:rsidRDefault="0009156E" w:rsidP="005674BD">
      <w:pPr>
        <w:pStyle w:val="ConsPlusNonformat"/>
        <w:widowControl/>
        <w:ind w:firstLine="600"/>
        <w:jc w:val="both"/>
        <w:rPr>
          <w:rFonts w:ascii="Times New Roman" w:hAnsi="Times New Roman" w:cs="Times New Roman"/>
          <w:sz w:val="26"/>
          <w:szCs w:val="26"/>
        </w:rPr>
      </w:pPr>
    </w:p>
    <w:p w:rsidR="0009156E" w:rsidRPr="004B5210" w:rsidRDefault="0009156E" w:rsidP="005674BD">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p>
    <w:p w:rsidR="0009156E" w:rsidRPr="004B5210" w:rsidRDefault="0009156E" w:rsidP="005674BD">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Таловского муниципального района </w:t>
      </w:r>
    </w:p>
    <w:p w:rsidR="0009156E" w:rsidRPr="004B5210" w:rsidRDefault="0009156E" w:rsidP="005674BD">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09156E" w:rsidRPr="004B5210" w:rsidRDefault="0009156E" w:rsidP="005674BD">
      <w:pPr>
        <w:tabs>
          <w:tab w:val="left" w:pos="567"/>
        </w:tabs>
        <w:ind w:firstLine="709"/>
        <w:jc w:val="both"/>
      </w:pPr>
      <w:r w:rsidRPr="004B5210">
        <w:t xml:space="preserve">В пользовании МКУ «ЕДДС и ХТО»   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09156E" w:rsidRPr="004B5210" w:rsidRDefault="0009156E" w:rsidP="005674BD">
      <w:pPr>
        <w:ind w:firstLine="720"/>
        <w:jc w:val="both"/>
      </w:pPr>
      <w:r w:rsidRPr="004B5210">
        <w:rPr>
          <w:rFonts w:cs="Calibri"/>
        </w:rPr>
        <w:t xml:space="preserve">Для </w:t>
      </w:r>
      <w:r w:rsidRPr="004B5210">
        <w:t xml:space="preserve">обеспечения  содержания зданий, сооружений и иного имущества Администрации Таловского муниципального района, и  обеспечения материальной технической базой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09156E" w:rsidRPr="004B5210" w:rsidRDefault="0009156E" w:rsidP="005674BD">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09156E" w:rsidRPr="00E065B4" w:rsidRDefault="0009156E" w:rsidP="005674BD">
      <w:pPr>
        <w:tabs>
          <w:tab w:val="left" w:pos="9960"/>
        </w:tabs>
        <w:jc w:val="center"/>
        <w:rPr>
          <w:b/>
          <w:sz w:val="26"/>
          <w:szCs w:val="26"/>
        </w:rPr>
      </w:pPr>
    </w:p>
    <w:p w:rsidR="0009156E" w:rsidRPr="004B5210" w:rsidRDefault="0009156E" w:rsidP="005674BD">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09156E" w:rsidRPr="004B5210" w:rsidRDefault="0009156E" w:rsidP="005674BD">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09156E" w:rsidRPr="004B5210" w:rsidRDefault="0083273A" w:rsidP="005674BD">
      <w:pPr>
        <w:pStyle w:val="a6"/>
        <w:ind w:firstLine="720"/>
        <w:rPr>
          <w:color w:val="000000"/>
        </w:rPr>
      </w:pPr>
      <w:hyperlink r:id="rId9" w:history="1">
        <w:r w:rsidR="0009156E" w:rsidRPr="004B5210">
          <w:rPr>
            <w:rStyle w:val="ac"/>
            <w:color w:val="000000"/>
          </w:rPr>
          <w:t>Конституцией</w:t>
        </w:r>
      </w:hyperlink>
      <w:r w:rsidR="0009156E" w:rsidRPr="004B5210">
        <w:rPr>
          <w:color w:val="000000"/>
        </w:rPr>
        <w:t xml:space="preserve"> Российской Федерации, Федеральным </w:t>
      </w:r>
      <w:hyperlink r:id="rId10" w:history="1">
        <w:r w:rsidR="0009156E" w:rsidRPr="004B5210">
          <w:rPr>
            <w:rStyle w:val="ac"/>
            <w:color w:val="000000"/>
          </w:rPr>
          <w:t>законом</w:t>
        </w:r>
      </w:hyperlink>
      <w:r w:rsidR="0009156E"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09156E" w:rsidRPr="004B5210" w:rsidRDefault="0009156E" w:rsidP="005674BD">
      <w:pPr>
        <w:pStyle w:val="a6"/>
        <w:ind w:firstLine="720"/>
        <w:rPr>
          <w:color w:val="000000"/>
        </w:rPr>
      </w:pPr>
      <w:r w:rsidRPr="004B5210">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09156E" w:rsidRPr="004B5210" w:rsidRDefault="0083273A" w:rsidP="005674BD">
      <w:pPr>
        <w:pStyle w:val="a6"/>
        <w:ind w:firstLine="720"/>
        <w:rPr>
          <w:color w:val="000000"/>
        </w:rPr>
      </w:pPr>
      <w:hyperlink r:id="rId11" w:history="1">
        <w:r w:rsidR="0009156E" w:rsidRPr="004B5210">
          <w:rPr>
            <w:rStyle w:val="ac"/>
            <w:color w:val="000000"/>
          </w:rPr>
          <w:t>Основами</w:t>
        </w:r>
      </w:hyperlink>
      <w:r w:rsidR="0009156E"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09156E" w:rsidRPr="004B5210" w:rsidRDefault="0009156E" w:rsidP="005674BD">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09156E" w:rsidRPr="004B5210" w:rsidRDefault="0009156E" w:rsidP="005674BD">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09156E" w:rsidRPr="004B5210" w:rsidRDefault="0083273A" w:rsidP="005674BD">
      <w:pPr>
        <w:pStyle w:val="a6"/>
        <w:ind w:firstLine="720"/>
        <w:rPr>
          <w:color w:val="000000"/>
        </w:rPr>
      </w:pPr>
      <w:hyperlink r:id="rId14" w:history="1">
        <w:r w:rsidR="0009156E" w:rsidRPr="004B5210">
          <w:rPr>
            <w:rStyle w:val="ac"/>
            <w:color w:val="000000"/>
          </w:rPr>
          <w:t>Закон</w:t>
        </w:r>
      </w:hyperlink>
      <w:r w:rsidR="0009156E"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09156E" w:rsidRPr="004B5210" w:rsidRDefault="0083273A" w:rsidP="005674BD">
      <w:pPr>
        <w:pStyle w:val="a6"/>
        <w:ind w:firstLine="720"/>
      </w:pPr>
      <w:hyperlink r:id="rId15" w:history="1">
        <w:r w:rsidR="0009156E" w:rsidRPr="004B5210">
          <w:rPr>
            <w:rStyle w:val="ac"/>
            <w:color w:val="000000"/>
          </w:rPr>
          <w:t>Законом</w:t>
        </w:r>
      </w:hyperlink>
      <w:r w:rsidR="0009156E" w:rsidRPr="004B5210">
        <w:rPr>
          <w:color w:val="000000"/>
        </w:rPr>
        <w:t xml:space="preserve"> Воронежской области от 02.12.2004 № 87-ОЗ «Об обеспечении пожарной безопасности в Воронежской области».</w:t>
      </w:r>
    </w:p>
    <w:p w:rsidR="0009156E" w:rsidRPr="004B5210" w:rsidRDefault="0009156E" w:rsidP="005674BD">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09156E" w:rsidRPr="004B5210" w:rsidRDefault="0009156E" w:rsidP="005674BD">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09156E" w:rsidRPr="004B5210" w:rsidRDefault="0009156E" w:rsidP="005674BD">
      <w:pPr>
        <w:spacing w:before="100" w:beforeAutospacing="1" w:after="100" w:afterAutospacing="1"/>
        <w:ind w:firstLine="540"/>
        <w:jc w:val="both"/>
      </w:pPr>
      <w:r w:rsidRPr="004B5210">
        <w:t>- транспортное, материально-техническое обеспечение администрации Таловского муниципального района.и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09156E" w:rsidRPr="00AC1D09" w:rsidRDefault="0009156E" w:rsidP="005674BD">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09156E" w:rsidRPr="004B5210" w:rsidRDefault="0009156E" w:rsidP="005674BD">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09156E" w:rsidRPr="004B5210" w:rsidRDefault="0009156E" w:rsidP="005674BD">
      <w:pPr>
        <w:jc w:val="both"/>
      </w:pPr>
      <w:r w:rsidRPr="004B5210">
        <w:t>- совершенствование программного и технического оснащения ЕДДС района;</w:t>
      </w:r>
    </w:p>
    <w:p w:rsidR="0009156E" w:rsidRPr="004B5210" w:rsidRDefault="0009156E" w:rsidP="005674BD">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09156E" w:rsidRPr="004B5210" w:rsidRDefault="0009156E" w:rsidP="005674BD">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09156E" w:rsidRDefault="0009156E" w:rsidP="005674BD">
      <w:pPr>
        <w:jc w:val="both"/>
      </w:pPr>
      <w:r w:rsidRPr="004B5210">
        <w:t>- осуществление уборки и санитарно-гигиенической очистки помещений администрации Таловского муниципального района.</w:t>
      </w:r>
    </w:p>
    <w:p w:rsidR="0009156E" w:rsidRDefault="0009156E" w:rsidP="005674BD">
      <w:pPr>
        <w:jc w:val="both"/>
      </w:pPr>
    </w:p>
    <w:p w:rsidR="0009156E" w:rsidRPr="00AC1D09" w:rsidRDefault="0009156E" w:rsidP="005674BD">
      <w:pPr>
        <w:jc w:val="both"/>
      </w:pPr>
      <w:r w:rsidRPr="00AC1D09">
        <w:rPr>
          <w:b/>
          <w:color w:val="000000"/>
        </w:rPr>
        <w:t xml:space="preserve">2.4. </w:t>
      </w:r>
      <w:r w:rsidRPr="00AC1D09">
        <w:rPr>
          <w:color w:val="000000"/>
        </w:rPr>
        <w:t>Целевые показатели эффективности реализации  подпрограммы.</w:t>
      </w:r>
    </w:p>
    <w:p w:rsidR="0009156E" w:rsidRPr="004B5210" w:rsidRDefault="0009156E" w:rsidP="005674BD">
      <w:pPr>
        <w:pStyle w:val="a6"/>
        <w:ind w:firstLine="720"/>
        <w:rPr>
          <w:color w:val="000000"/>
        </w:rPr>
      </w:pPr>
      <w:r w:rsidRPr="004B5210">
        <w:rPr>
          <w:color w:val="000000"/>
        </w:rPr>
        <w:lastRenderedPageBreak/>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09156E" w:rsidRPr="004B5210" w:rsidRDefault="0009156E" w:rsidP="005674BD">
      <w:pPr>
        <w:pStyle w:val="a6"/>
        <w:ind w:firstLine="720"/>
        <w:rPr>
          <w:color w:val="000000"/>
        </w:rPr>
      </w:pPr>
      <w:r w:rsidRPr="004B5210">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09156E" w:rsidRPr="004B5210" w:rsidRDefault="0009156E" w:rsidP="005674BD">
      <w:pPr>
        <w:pStyle w:val="a6"/>
        <w:ind w:firstLine="720"/>
        <w:rPr>
          <w:color w:val="000000"/>
        </w:rPr>
      </w:pPr>
      <w:r w:rsidRPr="004B5210">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09156E" w:rsidRPr="004B5210" w:rsidRDefault="0009156E" w:rsidP="005674BD">
      <w:pPr>
        <w:pStyle w:val="a6"/>
        <w:ind w:firstLine="720"/>
        <w:rPr>
          <w:color w:val="000000"/>
        </w:rPr>
      </w:pPr>
      <w:r w:rsidRPr="004B5210">
        <w:rPr>
          <w:color w:val="000000"/>
        </w:rPr>
        <w:t> Н = Но / Нпр x 100%, где:</w:t>
      </w:r>
    </w:p>
    <w:p w:rsidR="0009156E" w:rsidRPr="004B5210" w:rsidRDefault="0009156E" w:rsidP="005674BD">
      <w:pPr>
        <w:pStyle w:val="a6"/>
        <w:ind w:firstLine="720"/>
        <w:rPr>
          <w:color w:val="000000"/>
        </w:rPr>
      </w:pPr>
      <w:r w:rsidRPr="004B5210">
        <w:rPr>
          <w:color w:val="000000"/>
        </w:rPr>
        <w:t> Н - охват численности населения Таловского района, %;</w:t>
      </w:r>
    </w:p>
    <w:p w:rsidR="0009156E" w:rsidRPr="004B5210" w:rsidRDefault="0009156E" w:rsidP="005674BD">
      <w:pPr>
        <w:pStyle w:val="a6"/>
        <w:ind w:firstLine="720"/>
        <w:rPr>
          <w:color w:val="000000"/>
        </w:rPr>
      </w:pPr>
      <w:r w:rsidRPr="004B5210">
        <w:rPr>
          <w:color w:val="000000"/>
        </w:rPr>
        <w:t>Но - численность оповещаемого населения, человек;</w:t>
      </w:r>
    </w:p>
    <w:p w:rsidR="0009156E" w:rsidRPr="004B5210" w:rsidRDefault="0009156E" w:rsidP="005674BD">
      <w:pPr>
        <w:pStyle w:val="a6"/>
        <w:ind w:firstLine="720"/>
        <w:rPr>
          <w:color w:val="000000"/>
        </w:rPr>
      </w:pPr>
      <w:r w:rsidRPr="004B5210">
        <w:rPr>
          <w:color w:val="000000"/>
        </w:rPr>
        <w:t>Нпр - численность населения, проживающего в Таловском районе, человек.</w:t>
      </w:r>
    </w:p>
    <w:p w:rsidR="0009156E" w:rsidRPr="004B5210" w:rsidRDefault="0009156E" w:rsidP="005674BD">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09156E" w:rsidRDefault="0009156E" w:rsidP="005674BD">
      <w:pPr>
        <w:pStyle w:val="a6"/>
        <w:ind w:firstLine="720"/>
        <w:rPr>
          <w:color w:val="000000"/>
        </w:rPr>
      </w:pPr>
      <w:r w:rsidRPr="004B5210">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09156E" w:rsidRPr="006A0E86" w:rsidRDefault="0009156E" w:rsidP="005674BD">
      <w:pPr>
        <w:pStyle w:val="ConsPlusNormal"/>
        <w:ind w:firstLine="0"/>
        <w:rPr>
          <w:rFonts w:ascii="Times New Roman" w:hAnsi="Times New Roman"/>
          <w:sz w:val="24"/>
          <w:szCs w:val="24"/>
        </w:rPr>
      </w:pPr>
      <w:r w:rsidRPr="006A0E86">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09156E" w:rsidRPr="00AC1D09" w:rsidRDefault="0009156E" w:rsidP="005674BD">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09156E" w:rsidRPr="004B5210" w:rsidRDefault="0009156E" w:rsidP="005674BD">
      <w:pPr>
        <w:pStyle w:val="a6"/>
        <w:rPr>
          <w:color w:val="000000"/>
        </w:rPr>
      </w:pPr>
      <w:r w:rsidRPr="004B5210">
        <w:rPr>
          <w:color w:val="000000"/>
        </w:rPr>
        <w:t xml:space="preserve">         Выполнение  подпрограммы в полном объеме позволит:</w:t>
      </w:r>
    </w:p>
    <w:p w:rsidR="0009156E" w:rsidRDefault="0009156E" w:rsidP="005674BD">
      <w:pPr>
        <w:pStyle w:val="a6"/>
      </w:pPr>
      <w:r w:rsidRPr="004B5210">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09156E" w:rsidRPr="004B5210" w:rsidRDefault="0009156E" w:rsidP="005674BD">
      <w:pPr>
        <w:pStyle w:val="a6"/>
      </w:pPr>
      <w:r w:rsidRPr="004B5210">
        <w:t>-  сократить быстроту реагирования на угрозу или возникновение ЧС (происшествий),</w:t>
      </w:r>
    </w:p>
    <w:p w:rsidR="0009156E" w:rsidRPr="004B5210" w:rsidRDefault="0009156E"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r>
        <w:rPr>
          <w:rFonts w:ascii="Times New Roman" w:hAnsi="Times New Roman" w:cs="Times New Roman"/>
          <w:sz w:val="24"/>
          <w:szCs w:val="24"/>
        </w:rPr>
        <w:t>;</w:t>
      </w:r>
    </w:p>
    <w:p w:rsidR="0009156E" w:rsidRPr="004B5210" w:rsidRDefault="0009156E"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09156E" w:rsidRPr="004B5210" w:rsidRDefault="0009156E"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09156E" w:rsidRPr="00AC1D09" w:rsidRDefault="0009156E" w:rsidP="005674BD">
      <w:pPr>
        <w:pStyle w:val="a6"/>
        <w:rPr>
          <w:color w:val="000000"/>
        </w:rPr>
      </w:pPr>
      <w:r w:rsidRPr="00AC1D09">
        <w:rPr>
          <w:b/>
          <w:color w:val="000000"/>
        </w:rPr>
        <w:t xml:space="preserve"> 2.6. </w:t>
      </w:r>
      <w:r w:rsidRPr="00AC1D09">
        <w:rPr>
          <w:color w:val="000000"/>
        </w:rPr>
        <w:t>Сроки и этапы реализации  подпрограммы.</w:t>
      </w:r>
    </w:p>
    <w:p w:rsidR="0009156E" w:rsidRPr="004B5210" w:rsidRDefault="0009156E" w:rsidP="005674BD">
      <w:pPr>
        <w:pStyle w:val="a6"/>
      </w:pPr>
      <w:r w:rsidRPr="004B5210">
        <w:rPr>
          <w:color w:val="000000"/>
        </w:rPr>
        <w:t>Общий срок реализации подпрограммы рассчитан на период с 2014 по 2019 годы</w:t>
      </w:r>
      <w:r w:rsidRPr="004B5210">
        <w:t>.</w:t>
      </w:r>
    </w:p>
    <w:p w:rsidR="0009156E" w:rsidRDefault="0009156E" w:rsidP="00895960">
      <w:pPr>
        <w:tabs>
          <w:tab w:val="left" w:pos="636"/>
          <w:tab w:val="left" w:pos="9960"/>
        </w:tabs>
        <w:rPr>
          <w:b/>
          <w:sz w:val="26"/>
          <w:szCs w:val="26"/>
        </w:rPr>
      </w:pPr>
      <w:r>
        <w:rPr>
          <w:b/>
          <w:sz w:val="26"/>
          <w:szCs w:val="26"/>
        </w:rPr>
        <w:lastRenderedPageBreak/>
        <w:tab/>
      </w:r>
      <w:r w:rsidRPr="00E065B4">
        <w:rPr>
          <w:b/>
          <w:sz w:val="26"/>
          <w:szCs w:val="26"/>
        </w:rPr>
        <w:t>Раздел 3. Характеристика основных мероприятий подпрограммы</w:t>
      </w:r>
    </w:p>
    <w:p w:rsidR="0009156E" w:rsidRPr="00E065B4" w:rsidRDefault="0009156E" w:rsidP="005674BD">
      <w:pPr>
        <w:jc w:val="center"/>
        <w:rPr>
          <w:b/>
          <w:sz w:val="26"/>
          <w:szCs w:val="26"/>
        </w:rPr>
      </w:pPr>
    </w:p>
    <w:p w:rsidR="0009156E" w:rsidRPr="006A0E86" w:rsidRDefault="0009156E" w:rsidP="005674BD">
      <w:pPr>
        <w:jc w:val="both"/>
        <w:rPr>
          <w:b/>
        </w:rPr>
      </w:pPr>
      <w:r w:rsidRPr="006A0E86">
        <w:t>Состав мероприятий Муниципальной программы определен исходя из необходимости достижения ее целей и решения задач.</w:t>
      </w:r>
    </w:p>
    <w:p w:rsidR="0009156E" w:rsidRPr="006A0E86" w:rsidRDefault="0009156E" w:rsidP="005674BD">
      <w:pPr>
        <w:ind w:firstLine="709"/>
        <w:jc w:val="both"/>
        <w:rPr>
          <w:color w:val="000000"/>
        </w:rPr>
      </w:pPr>
      <w:r w:rsidRPr="006A0E86">
        <w:rPr>
          <w:b/>
          <w:color w:val="000000"/>
        </w:rPr>
        <w:t>Мероприятие 1.</w:t>
      </w:r>
      <w:r w:rsidRPr="006A0E86">
        <w:rPr>
          <w:color w:val="000000"/>
        </w:rPr>
        <w:t xml:space="preserve"> Обеспечение безопасности в чрезвычайных ситуациях. Выполнение данного мероприятия:</w:t>
      </w:r>
    </w:p>
    <w:p w:rsidR="0009156E" w:rsidRPr="006A0E86" w:rsidRDefault="0009156E" w:rsidP="005674BD">
      <w:pPr>
        <w:ind w:firstLine="709"/>
        <w:jc w:val="both"/>
        <w:rPr>
          <w:color w:val="000000"/>
        </w:rPr>
      </w:pPr>
      <w:r w:rsidRPr="006A0E86">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09156E" w:rsidRPr="006A0E86" w:rsidRDefault="0009156E" w:rsidP="005674BD">
      <w:pPr>
        <w:ind w:firstLine="709"/>
        <w:jc w:val="both"/>
        <w:rPr>
          <w:color w:val="000000"/>
        </w:rPr>
      </w:pPr>
      <w:r w:rsidRPr="006A0E86">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09156E" w:rsidRPr="006A0E86" w:rsidRDefault="0009156E" w:rsidP="005674BD">
      <w:pPr>
        <w:jc w:val="both"/>
        <w:rPr>
          <w:color w:val="000000"/>
        </w:rPr>
      </w:pPr>
      <w:r w:rsidRPr="006A0E86">
        <w:rPr>
          <w:color w:val="000000"/>
        </w:rPr>
        <w:t xml:space="preserve">Финансирование мероприятия: </w:t>
      </w:r>
    </w:p>
    <w:p w:rsidR="0009156E" w:rsidRPr="006A0E86" w:rsidRDefault="0009156E" w:rsidP="005674BD">
      <w:pPr>
        <w:jc w:val="both"/>
        <w:rPr>
          <w:color w:val="000000"/>
        </w:rPr>
      </w:pPr>
      <w:r w:rsidRPr="006A0E86">
        <w:rPr>
          <w:color w:val="000000"/>
        </w:rPr>
        <w:t>- из средств местного бюджета</w:t>
      </w:r>
      <w:r>
        <w:rPr>
          <w:color w:val="000000"/>
        </w:rPr>
        <w:t xml:space="preserve"> 10597,8</w:t>
      </w:r>
      <w:r w:rsidRPr="006A0E86">
        <w:rPr>
          <w:color w:val="000000"/>
        </w:rPr>
        <w:t xml:space="preserve"> тыс. руб., в т.ч:</w:t>
      </w:r>
    </w:p>
    <w:p w:rsidR="0009156E" w:rsidRPr="006A0E86" w:rsidRDefault="0009156E" w:rsidP="005674BD">
      <w:pPr>
        <w:jc w:val="both"/>
        <w:rPr>
          <w:color w:val="000000"/>
        </w:rPr>
      </w:pPr>
      <w:r w:rsidRPr="006A0E86">
        <w:rPr>
          <w:color w:val="000000"/>
        </w:rPr>
        <w:t xml:space="preserve"> 2014г. – 14</w:t>
      </w:r>
      <w:r>
        <w:rPr>
          <w:color w:val="000000"/>
        </w:rPr>
        <w:t xml:space="preserve">27,4 </w:t>
      </w:r>
      <w:r w:rsidRPr="006A0E86">
        <w:rPr>
          <w:color w:val="000000"/>
        </w:rPr>
        <w:t xml:space="preserve">тыс.руб., </w:t>
      </w:r>
    </w:p>
    <w:p w:rsidR="0009156E" w:rsidRPr="006A0E86" w:rsidRDefault="0009156E" w:rsidP="005674BD">
      <w:pPr>
        <w:jc w:val="both"/>
        <w:rPr>
          <w:color w:val="000000"/>
        </w:rPr>
      </w:pPr>
      <w:r w:rsidRPr="006A0E86">
        <w:rPr>
          <w:color w:val="000000"/>
        </w:rPr>
        <w:t xml:space="preserve"> 2015г.- 12</w:t>
      </w:r>
      <w:r>
        <w:rPr>
          <w:color w:val="000000"/>
        </w:rPr>
        <w:t>60,1</w:t>
      </w:r>
      <w:r w:rsidRPr="006A0E86">
        <w:rPr>
          <w:color w:val="000000"/>
        </w:rPr>
        <w:t xml:space="preserve"> тыс. руб.,</w:t>
      </w:r>
    </w:p>
    <w:p w:rsidR="0009156E" w:rsidRPr="006A0E86" w:rsidRDefault="0009156E" w:rsidP="005674BD">
      <w:pPr>
        <w:jc w:val="both"/>
        <w:rPr>
          <w:color w:val="000000"/>
        </w:rPr>
      </w:pPr>
      <w:r w:rsidRPr="006A0E86">
        <w:rPr>
          <w:color w:val="000000"/>
        </w:rPr>
        <w:t xml:space="preserve"> 2016г.-</w:t>
      </w:r>
      <w:r>
        <w:rPr>
          <w:color w:val="000000"/>
        </w:rPr>
        <w:t xml:space="preserve"> 1910,0</w:t>
      </w:r>
      <w:r w:rsidRPr="006A0E86">
        <w:rPr>
          <w:color w:val="000000"/>
        </w:rPr>
        <w:t>тыс.руб.,</w:t>
      </w:r>
    </w:p>
    <w:p w:rsidR="0009156E" w:rsidRPr="006A0E86" w:rsidRDefault="0009156E" w:rsidP="005674BD">
      <w:pPr>
        <w:jc w:val="both"/>
        <w:rPr>
          <w:color w:val="000000"/>
        </w:rPr>
      </w:pPr>
      <w:r w:rsidRPr="006A0E86">
        <w:rPr>
          <w:color w:val="000000"/>
        </w:rPr>
        <w:t xml:space="preserve"> 2017г.-  </w:t>
      </w:r>
      <w:r>
        <w:rPr>
          <w:color w:val="000000"/>
        </w:rPr>
        <w:t xml:space="preserve">2000,1 </w:t>
      </w:r>
      <w:r w:rsidRPr="006A0E86">
        <w:rPr>
          <w:color w:val="000000"/>
        </w:rPr>
        <w:t>тыс.руб.,</w:t>
      </w:r>
    </w:p>
    <w:p w:rsidR="0009156E" w:rsidRPr="006A0E86" w:rsidRDefault="0009156E" w:rsidP="005674BD">
      <w:pPr>
        <w:jc w:val="both"/>
        <w:rPr>
          <w:color w:val="000000"/>
        </w:rPr>
      </w:pPr>
      <w:r w:rsidRPr="006A0E86">
        <w:rPr>
          <w:color w:val="000000"/>
        </w:rPr>
        <w:t xml:space="preserve"> 2018г.-  </w:t>
      </w:r>
      <w:r>
        <w:rPr>
          <w:color w:val="000000"/>
        </w:rPr>
        <w:t xml:space="preserve">2000,1 </w:t>
      </w:r>
      <w:r w:rsidRPr="006A0E86">
        <w:rPr>
          <w:color w:val="000000"/>
        </w:rPr>
        <w:t>тыс.руб.,</w:t>
      </w:r>
    </w:p>
    <w:p w:rsidR="0009156E" w:rsidRPr="006A0E86" w:rsidRDefault="0009156E" w:rsidP="005674BD">
      <w:pPr>
        <w:jc w:val="both"/>
        <w:rPr>
          <w:color w:val="000000"/>
        </w:rPr>
      </w:pPr>
      <w:r w:rsidRPr="006A0E86">
        <w:rPr>
          <w:color w:val="000000"/>
        </w:rPr>
        <w:t xml:space="preserve"> 2019г.-  </w:t>
      </w:r>
      <w:r>
        <w:rPr>
          <w:color w:val="000000"/>
        </w:rPr>
        <w:t>2000,1</w:t>
      </w:r>
      <w:r w:rsidRPr="006A0E86">
        <w:rPr>
          <w:color w:val="000000"/>
        </w:rPr>
        <w:t>тыс.руб.</w:t>
      </w:r>
    </w:p>
    <w:p w:rsidR="0009156E" w:rsidRPr="006A0E86" w:rsidRDefault="0009156E" w:rsidP="005674BD">
      <w:pPr>
        <w:jc w:val="both"/>
        <w:rPr>
          <w:color w:val="000000"/>
        </w:rPr>
      </w:pPr>
      <w:r w:rsidRPr="006A0E86">
        <w:rPr>
          <w:color w:val="000000"/>
        </w:rPr>
        <w:t xml:space="preserve">- из средств областного бюджета </w:t>
      </w:r>
      <w:r>
        <w:rPr>
          <w:color w:val="000000"/>
        </w:rPr>
        <w:t>181,2</w:t>
      </w:r>
      <w:r w:rsidRPr="006A0E86">
        <w:rPr>
          <w:color w:val="000000"/>
        </w:rPr>
        <w:t xml:space="preserve"> тыс. руб., в т.ч:</w:t>
      </w:r>
    </w:p>
    <w:p w:rsidR="0009156E" w:rsidRDefault="0009156E" w:rsidP="005674BD">
      <w:pPr>
        <w:ind w:firstLine="709"/>
        <w:jc w:val="both"/>
        <w:rPr>
          <w:color w:val="000000"/>
        </w:rPr>
      </w:pPr>
      <w:r w:rsidRPr="006A0E86">
        <w:rPr>
          <w:color w:val="000000"/>
        </w:rPr>
        <w:t>2014г.- 20 тыс. руб</w:t>
      </w:r>
      <w:r>
        <w:rPr>
          <w:color w:val="000000"/>
        </w:rPr>
        <w:t>.</w:t>
      </w:r>
    </w:p>
    <w:p w:rsidR="0009156E" w:rsidRDefault="0009156E" w:rsidP="005674BD">
      <w:pPr>
        <w:ind w:firstLine="709"/>
        <w:jc w:val="both"/>
        <w:rPr>
          <w:color w:val="000000"/>
        </w:rPr>
      </w:pPr>
      <w:r>
        <w:rPr>
          <w:color w:val="000000"/>
        </w:rPr>
        <w:t>2015 г.- 26 тыс.руб.</w:t>
      </w:r>
    </w:p>
    <w:p w:rsidR="0009156E" w:rsidRDefault="0009156E" w:rsidP="005674BD">
      <w:pPr>
        <w:ind w:firstLine="709"/>
        <w:jc w:val="both"/>
        <w:rPr>
          <w:color w:val="000000"/>
        </w:rPr>
      </w:pPr>
      <w:r>
        <w:rPr>
          <w:color w:val="000000"/>
        </w:rPr>
        <w:t>2016 г.- 100,6 тыс. руб.</w:t>
      </w:r>
    </w:p>
    <w:p w:rsidR="0009156E" w:rsidRPr="006A0E86" w:rsidRDefault="0009156E" w:rsidP="005674BD">
      <w:pPr>
        <w:ind w:firstLine="709"/>
        <w:jc w:val="both"/>
        <w:rPr>
          <w:color w:val="000000"/>
        </w:rPr>
      </w:pPr>
      <w:r>
        <w:rPr>
          <w:color w:val="000000"/>
        </w:rPr>
        <w:t>2017 г.- 34,6 тыс. руб.</w:t>
      </w:r>
    </w:p>
    <w:p w:rsidR="0009156E" w:rsidRPr="006A0E86" w:rsidRDefault="0009156E" w:rsidP="005674BD">
      <w:pPr>
        <w:ind w:firstLine="709"/>
        <w:jc w:val="both"/>
        <w:rPr>
          <w:rFonts w:eastAsia="Times New Roman"/>
          <w:b/>
          <w:lang w:eastAsia="en-US"/>
        </w:rPr>
      </w:pPr>
    </w:p>
    <w:p w:rsidR="0009156E" w:rsidRPr="006A0E86" w:rsidRDefault="0009156E" w:rsidP="005674BD">
      <w:pPr>
        <w:ind w:firstLine="709"/>
        <w:jc w:val="both"/>
      </w:pPr>
      <w:r w:rsidRPr="006A0E86">
        <w:rPr>
          <w:b/>
        </w:rPr>
        <w:t>Мероприятие 2.</w:t>
      </w:r>
      <w:r w:rsidRPr="006A0E86">
        <w:t xml:space="preserve"> Финансовое обеспечение выполнения других обязательств государства.</w:t>
      </w:r>
    </w:p>
    <w:p w:rsidR="0009156E" w:rsidRPr="006A0E86" w:rsidRDefault="0009156E" w:rsidP="005674BD">
      <w:pPr>
        <w:ind w:firstLine="709"/>
        <w:jc w:val="both"/>
      </w:pPr>
      <w:r w:rsidRPr="006A0E86">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09156E" w:rsidRPr="006A0E86" w:rsidRDefault="0009156E" w:rsidP="005674BD">
      <w:pPr>
        <w:ind w:firstLine="709"/>
        <w:jc w:val="both"/>
      </w:pPr>
      <w:r w:rsidRPr="006A0E86">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r>
        <w:t>.</w:t>
      </w:r>
    </w:p>
    <w:p w:rsidR="0009156E" w:rsidRPr="006A0E86" w:rsidRDefault="0009156E" w:rsidP="005674BD">
      <w:pPr>
        <w:ind w:firstLine="709"/>
        <w:jc w:val="both"/>
      </w:pPr>
    </w:p>
    <w:p w:rsidR="0009156E" w:rsidRPr="006A0E86" w:rsidRDefault="0009156E" w:rsidP="005674BD">
      <w:pPr>
        <w:ind w:firstLine="709"/>
        <w:jc w:val="both"/>
      </w:pPr>
      <w:r w:rsidRPr="006A0E86">
        <w:t>Финансирование мероприятия:</w:t>
      </w:r>
    </w:p>
    <w:p w:rsidR="0009156E" w:rsidRPr="006A0E86" w:rsidRDefault="0009156E" w:rsidP="0007222E">
      <w:pPr>
        <w:jc w:val="both"/>
      </w:pPr>
      <w:r w:rsidRPr="006A0E86">
        <w:t xml:space="preserve">- из средств местного бюджета  </w:t>
      </w:r>
      <w:r>
        <w:t xml:space="preserve">90093,8 </w:t>
      </w:r>
      <w:r w:rsidRPr="006A0E86">
        <w:t xml:space="preserve"> тыс. руб., в т.ч:</w:t>
      </w:r>
    </w:p>
    <w:p w:rsidR="0009156E" w:rsidRPr="00242092" w:rsidRDefault="0009156E" w:rsidP="005674BD">
      <w:r w:rsidRPr="00242092">
        <w:t xml:space="preserve">2014г. – 14035,8тыс.руб., </w:t>
      </w:r>
    </w:p>
    <w:p w:rsidR="0009156E" w:rsidRPr="00242092" w:rsidRDefault="0009156E" w:rsidP="005674BD">
      <w:r w:rsidRPr="00242092">
        <w:t xml:space="preserve"> 2015г.- 14</w:t>
      </w:r>
      <w:r>
        <w:t>411,2</w:t>
      </w:r>
      <w:r w:rsidRPr="00242092">
        <w:t xml:space="preserve"> тыс. руб.,</w:t>
      </w:r>
    </w:p>
    <w:p w:rsidR="0009156E" w:rsidRPr="00242092" w:rsidRDefault="0009156E" w:rsidP="005674BD">
      <w:r w:rsidRPr="00242092">
        <w:t xml:space="preserve"> 2016г.- 1</w:t>
      </w:r>
      <w:r>
        <w:t xml:space="preserve">7541,0 </w:t>
      </w:r>
      <w:r w:rsidRPr="00242092">
        <w:t xml:space="preserve"> тыс.руб.,</w:t>
      </w:r>
    </w:p>
    <w:p w:rsidR="0009156E" w:rsidRPr="00242092" w:rsidRDefault="0009156E" w:rsidP="005674BD">
      <w:r w:rsidRPr="00242092">
        <w:t xml:space="preserve"> 2017г.-  1</w:t>
      </w:r>
      <w:r>
        <w:t>5296,4</w:t>
      </w:r>
      <w:r w:rsidRPr="00242092">
        <w:t xml:space="preserve"> тыс.руб.,</w:t>
      </w:r>
    </w:p>
    <w:p w:rsidR="0009156E" w:rsidRPr="00242092" w:rsidRDefault="0009156E" w:rsidP="005674BD">
      <w:r w:rsidRPr="00242092">
        <w:t xml:space="preserve"> 2018г.-  1</w:t>
      </w:r>
      <w:r>
        <w:t>4408,0</w:t>
      </w:r>
      <w:r w:rsidRPr="00242092">
        <w:t xml:space="preserve"> тыс.руб.,</w:t>
      </w:r>
    </w:p>
    <w:p w:rsidR="0009156E" w:rsidRPr="00242092" w:rsidRDefault="0009156E" w:rsidP="005674BD">
      <w:r w:rsidRPr="00242092">
        <w:t xml:space="preserve"> 2019г.- 1</w:t>
      </w:r>
      <w:r>
        <w:t xml:space="preserve">4401,4 </w:t>
      </w:r>
      <w:r w:rsidRPr="00242092">
        <w:t xml:space="preserve"> тыс.руб. </w:t>
      </w:r>
    </w:p>
    <w:p w:rsidR="0009156E" w:rsidRDefault="0009156E" w:rsidP="0007222E">
      <w:pPr>
        <w:tabs>
          <w:tab w:val="left" w:pos="3048"/>
        </w:tabs>
        <w:rPr>
          <w:color w:val="000000"/>
        </w:rPr>
      </w:pPr>
      <w:r w:rsidRPr="006A0E86">
        <w:rPr>
          <w:color w:val="000000"/>
        </w:rPr>
        <w:t>- из средств областного бюджета</w:t>
      </w:r>
      <w:r>
        <w:rPr>
          <w:color w:val="000000"/>
        </w:rPr>
        <w:t>:</w:t>
      </w:r>
    </w:p>
    <w:p w:rsidR="0009156E" w:rsidRDefault="0009156E" w:rsidP="0007222E">
      <w:pPr>
        <w:tabs>
          <w:tab w:val="left" w:pos="3048"/>
        </w:tabs>
      </w:pPr>
      <w:r>
        <w:t>2016 г.- 263,7 тыс. руб.</w:t>
      </w:r>
      <w:r>
        <w:tab/>
      </w:r>
    </w:p>
    <w:p w:rsidR="0009156E" w:rsidRPr="006A0E86" w:rsidRDefault="0009156E" w:rsidP="009474FC">
      <w:pPr>
        <w:jc w:val="both"/>
        <w:rPr>
          <w:color w:val="000000"/>
        </w:rPr>
      </w:pPr>
      <w:r>
        <w:rPr>
          <w:color w:val="000000"/>
        </w:rPr>
        <w:t>2017 г.- 34,6 тыс. руб.</w:t>
      </w:r>
    </w:p>
    <w:p w:rsidR="0009156E" w:rsidRPr="00242092" w:rsidRDefault="0009156E" w:rsidP="0007222E">
      <w:pPr>
        <w:tabs>
          <w:tab w:val="left" w:pos="3048"/>
        </w:tabs>
      </w:pPr>
    </w:p>
    <w:p w:rsidR="0009156E" w:rsidRPr="006A0E86" w:rsidRDefault="0009156E" w:rsidP="005674BD">
      <w:pPr>
        <w:ind w:firstLine="709"/>
        <w:jc w:val="both"/>
      </w:pPr>
      <w:r w:rsidRPr="006A0E86">
        <w:lastRenderedPageBreak/>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09156E" w:rsidRPr="001474DB" w:rsidRDefault="0009156E" w:rsidP="005674BD">
      <w:pPr>
        <w:ind w:firstLine="709"/>
        <w:jc w:val="both"/>
        <w:rPr>
          <w:sz w:val="26"/>
          <w:szCs w:val="26"/>
        </w:rPr>
      </w:pPr>
      <w:r w:rsidRPr="006A0E86">
        <w:t>Исполнитель Подпрограммы реализует  мероприятия Подпрограммы самостоятельно в пределах утвержденных объемов бюджетных ассигнований</w:t>
      </w:r>
      <w:r w:rsidRPr="001474DB">
        <w:rPr>
          <w:sz w:val="26"/>
          <w:szCs w:val="26"/>
        </w:rPr>
        <w:t xml:space="preserve">. </w:t>
      </w:r>
    </w:p>
    <w:p w:rsidR="0009156E" w:rsidRPr="001474DB" w:rsidRDefault="0009156E" w:rsidP="005674BD">
      <w:pPr>
        <w:ind w:firstLine="709"/>
        <w:jc w:val="both"/>
        <w:rPr>
          <w:sz w:val="26"/>
          <w:szCs w:val="26"/>
        </w:rPr>
      </w:pPr>
    </w:p>
    <w:p w:rsidR="0009156E" w:rsidRPr="001474DB" w:rsidRDefault="0009156E" w:rsidP="005674BD">
      <w:pPr>
        <w:ind w:firstLine="709"/>
        <w:jc w:val="both"/>
        <w:rPr>
          <w:b/>
          <w:sz w:val="26"/>
          <w:szCs w:val="26"/>
        </w:rPr>
      </w:pPr>
      <w:r w:rsidRPr="001474DB">
        <w:rPr>
          <w:b/>
          <w:sz w:val="26"/>
          <w:szCs w:val="26"/>
        </w:rPr>
        <w:t>Раздел 4. Основные меры муниципального и правового регулирования</w:t>
      </w:r>
    </w:p>
    <w:p w:rsidR="0009156E" w:rsidRPr="001474DB" w:rsidRDefault="0009156E" w:rsidP="005674BD">
      <w:pPr>
        <w:ind w:firstLine="709"/>
        <w:jc w:val="both"/>
        <w:rPr>
          <w:b/>
          <w:sz w:val="26"/>
          <w:szCs w:val="26"/>
        </w:rPr>
      </w:pPr>
    </w:p>
    <w:p w:rsidR="0009156E" w:rsidRPr="006A0E86" w:rsidRDefault="0009156E" w:rsidP="005674BD">
      <w:pPr>
        <w:ind w:firstLine="709"/>
        <w:jc w:val="both"/>
      </w:pPr>
      <w:r w:rsidRPr="006A0E86">
        <w:t>К основным мерам правового регулирования, направленным на выполнение мероприятий подпрограммы, относятся:</w:t>
      </w:r>
    </w:p>
    <w:p w:rsidR="0009156E" w:rsidRPr="006A0E86" w:rsidRDefault="0009156E" w:rsidP="005674BD">
      <w:pPr>
        <w:ind w:firstLine="709"/>
        <w:jc w:val="both"/>
      </w:pPr>
      <w:r w:rsidRPr="006A0E86">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09156E" w:rsidRPr="006A0E86" w:rsidRDefault="0009156E" w:rsidP="005674BD">
      <w:pPr>
        <w:ind w:firstLine="709"/>
        <w:jc w:val="both"/>
      </w:pPr>
      <w:r w:rsidRPr="006A0E86">
        <w:t>Контроль над реализацией мероприятий Под</w:t>
      </w:r>
      <w:r>
        <w:t>п</w:t>
      </w:r>
      <w:r w:rsidRPr="006A0E86">
        <w:t xml:space="preserve">рограммы осуществляет Администрация Таловского муниципального района. </w:t>
      </w:r>
    </w:p>
    <w:p w:rsidR="0009156E" w:rsidRPr="001474DB" w:rsidRDefault="0009156E" w:rsidP="005674BD">
      <w:pPr>
        <w:ind w:firstLine="709"/>
        <w:jc w:val="both"/>
        <w:rPr>
          <w:sz w:val="26"/>
          <w:szCs w:val="26"/>
        </w:rPr>
      </w:pPr>
    </w:p>
    <w:p w:rsidR="0009156E" w:rsidRDefault="0009156E" w:rsidP="005674BD">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09156E" w:rsidRDefault="0009156E" w:rsidP="005674BD">
      <w:pPr>
        <w:rPr>
          <w:b/>
          <w:sz w:val="26"/>
          <w:szCs w:val="26"/>
        </w:rPr>
      </w:pPr>
    </w:p>
    <w:p w:rsidR="0009156E" w:rsidRPr="006A0E86" w:rsidRDefault="0009156E" w:rsidP="005674BD">
      <w:pPr>
        <w:jc w:val="both"/>
        <w:rPr>
          <w:b/>
        </w:rPr>
      </w:pPr>
      <w:r w:rsidRPr="006A0E86">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09156E" w:rsidRPr="00AC1D09" w:rsidRDefault="0009156E" w:rsidP="005674BD">
      <w:pPr>
        <w:rPr>
          <w:b/>
        </w:rPr>
      </w:pPr>
    </w:p>
    <w:p w:rsidR="0009156E" w:rsidRPr="00895671" w:rsidRDefault="0009156E" w:rsidP="005674BD">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09156E" w:rsidRPr="006A0E86" w:rsidRDefault="0009156E" w:rsidP="005674BD">
      <w:pPr>
        <w:autoSpaceDE w:val="0"/>
        <w:autoSpaceDN w:val="0"/>
        <w:adjustRightInd w:val="0"/>
        <w:jc w:val="both"/>
        <w:rPr>
          <w:b/>
        </w:rPr>
      </w:pPr>
      <w:r w:rsidRPr="006A0E86">
        <w:rPr>
          <w:bCs/>
        </w:rPr>
        <w:t>Источник финансирования подпрограммы – бюджет Таловского муниципального района (далее – местный бюджет), областной бюджет.</w:t>
      </w:r>
    </w:p>
    <w:p w:rsidR="0009156E" w:rsidRPr="006A0E86" w:rsidRDefault="0009156E" w:rsidP="005674BD">
      <w:r w:rsidRPr="006A0E86">
        <w:t xml:space="preserve">Общий объем финансирования подпрограммы составляет </w:t>
      </w:r>
      <w:r>
        <w:t xml:space="preserve"> 101136,5</w:t>
      </w:r>
      <w:r w:rsidRPr="006A0E86">
        <w:t xml:space="preserve"> тыс.руб.в том числе:</w:t>
      </w:r>
    </w:p>
    <w:p w:rsidR="0009156E" w:rsidRPr="006A0E86" w:rsidRDefault="0009156E" w:rsidP="005674BD">
      <w:r w:rsidRPr="006A0E86">
        <w:t xml:space="preserve">средства местного  бюджета </w:t>
      </w:r>
      <w:r>
        <w:t xml:space="preserve">100691,6 </w:t>
      </w:r>
      <w:r w:rsidRPr="006A0E86">
        <w:t xml:space="preserve"> тыс. руб.:</w:t>
      </w:r>
    </w:p>
    <w:p w:rsidR="0009156E" w:rsidRPr="006A0E86" w:rsidRDefault="0009156E" w:rsidP="005674BD">
      <w:r w:rsidRPr="006A0E86">
        <w:t xml:space="preserve">2014г. -15463,2 тыс.руб., </w:t>
      </w:r>
    </w:p>
    <w:p w:rsidR="0009156E" w:rsidRPr="006A0E86" w:rsidRDefault="0009156E" w:rsidP="005674BD">
      <w:r w:rsidRPr="006A0E86">
        <w:t xml:space="preserve">2015г.- </w:t>
      </w:r>
      <w:r>
        <w:t>15671,3</w:t>
      </w:r>
      <w:r w:rsidRPr="006A0E86">
        <w:t xml:space="preserve"> тыс. руб.,</w:t>
      </w:r>
    </w:p>
    <w:p w:rsidR="0009156E" w:rsidRPr="006A0E86" w:rsidRDefault="0009156E" w:rsidP="005674BD">
      <w:r w:rsidRPr="006A0E86">
        <w:t xml:space="preserve">2016г.-  </w:t>
      </w:r>
      <w:r>
        <w:t xml:space="preserve">19451,0  </w:t>
      </w:r>
      <w:r w:rsidRPr="006A0E86">
        <w:t>тыс.руб.,</w:t>
      </w:r>
    </w:p>
    <w:p w:rsidR="0009156E" w:rsidRPr="006A0E86" w:rsidRDefault="0009156E" w:rsidP="005674BD">
      <w:r w:rsidRPr="006A0E86">
        <w:t>2017г.-  1</w:t>
      </w:r>
      <w:r>
        <w:t>7296,5</w:t>
      </w:r>
      <w:r w:rsidRPr="006A0E86">
        <w:t>тыс.руб.</w:t>
      </w:r>
    </w:p>
    <w:p w:rsidR="0009156E" w:rsidRPr="006A0E86" w:rsidRDefault="0009156E" w:rsidP="005674BD">
      <w:r w:rsidRPr="006A0E86">
        <w:t>2018г.-  1</w:t>
      </w:r>
      <w:r>
        <w:t>6408,1</w:t>
      </w:r>
      <w:r w:rsidRPr="006A0E86">
        <w:t xml:space="preserve"> тыс. руб.</w:t>
      </w:r>
    </w:p>
    <w:p w:rsidR="0009156E" w:rsidRPr="006A0E86" w:rsidRDefault="0009156E" w:rsidP="005674BD">
      <w:r w:rsidRPr="006A0E86">
        <w:t>2019г.-  1</w:t>
      </w:r>
      <w:r>
        <w:t xml:space="preserve">6401,5 </w:t>
      </w:r>
      <w:r w:rsidRPr="006A0E86">
        <w:t xml:space="preserve"> тыс. руб.</w:t>
      </w:r>
    </w:p>
    <w:p w:rsidR="0009156E" w:rsidRPr="006A0E86" w:rsidRDefault="0009156E" w:rsidP="005674BD">
      <w:r w:rsidRPr="006A0E86">
        <w:t xml:space="preserve">средства областного бюджета </w:t>
      </w:r>
      <w:r>
        <w:t>444,9</w:t>
      </w:r>
      <w:r w:rsidRPr="006A0E86">
        <w:t xml:space="preserve"> тыс. руб.:</w:t>
      </w:r>
    </w:p>
    <w:p w:rsidR="0009156E" w:rsidRDefault="0009156E" w:rsidP="005674BD">
      <w:pPr>
        <w:autoSpaceDE w:val="0"/>
        <w:autoSpaceDN w:val="0"/>
        <w:adjustRightInd w:val="0"/>
        <w:jc w:val="both"/>
      </w:pPr>
      <w:r w:rsidRPr="006A0E86">
        <w:t>2014 г.- 20 тыс. руб.</w:t>
      </w:r>
    </w:p>
    <w:p w:rsidR="0009156E" w:rsidRDefault="0009156E" w:rsidP="005674BD">
      <w:pPr>
        <w:autoSpaceDE w:val="0"/>
        <w:autoSpaceDN w:val="0"/>
        <w:adjustRightInd w:val="0"/>
        <w:jc w:val="both"/>
      </w:pPr>
      <w:r>
        <w:t>2015г. - 26 тыс. руб.</w:t>
      </w:r>
    </w:p>
    <w:p w:rsidR="0009156E" w:rsidRDefault="0009156E" w:rsidP="005674BD">
      <w:pPr>
        <w:autoSpaceDE w:val="0"/>
        <w:autoSpaceDN w:val="0"/>
        <w:adjustRightInd w:val="0"/>
        <w:jc w:val="both"/>
      </w:pPr>
      <w:r>
        <w:t>2016 г.- 363,3 тыс. руб.</w:t>
      </w:r>
    </w:p>
    <w:p w:rsidR="0009156E" w:rsidRPr="006A0E86" w:rsidRDefault="0009156E" w:rsidP="00F02E1A">
      <w:pPr>
        <w:jc w:val="both"/>
        <w:rPr>
          <w:color w:val="000000"/>
        </w:rPr>
      </w:pPr>
      <w:r>
        <w:rPr>
          <w:color w:val="000000"/>
        </w:rPr>
        <w:t>2017 г.- 34,6 тыс. руб.</w:t>
      </w:r>
    </w:p>
    <w:p w:rsidR="0009156E" w:rsidRDefault="0009156E" w:rsidP="005674BD">
      <w:pPr>
        <w:pStyle w:val="Default"/>
        <w:jc w:val="center"/>
        <w:rPr>
          <w:b/>
          <w:color w:val="0000FF"/>
          <w:sz w:val="26"/>
          <w:szCs w:val="26"/>
        </w:rPr>
      </w:pPr>
    </w:p>
    <w:p w:rsidR="0009156E" w:rsidRPr="004610A4" w:rsidRDefault="0009156E" w:rsidP="005674BD">
      <w:pPr>
        <w:pStyle w:val="Default"/>
        <w:jc w:val="center"/>
        <w:rPr>
          <w:b/>
          <w:color w:val="auto"/>
          <w:sz w:val="26"/>
          <w:szCs w:val="26"/>
        </w:rPr>
      </w:pPr>
      <w:r w:rsidRPr="004610A4">
        <w:rPr>
          <w:b/>
          <w:color w:val="auto"/>
          <w:sz w:val="26"/>
          <w:szCs w:val="26"/>
        </w:rPr>
        <w:t>Раздел 7. Анализ рисков реализации муниципальной подпрограммы и описание мер управления рисками реализации муниципальной подпрограммы.</w:t>
      </w:r>
    </w:p>
    <w:p w:rsidR="0009156E" w:rsidRPr="006A0E86" w:rsidRDefault="0009156E" w:rsidP="005674BD">
      <w:pPr>
        <w:autoSpaceDE w:val="0"/>
        <w:autoSpaceDN w:val="0"/>
        <w:adjustRightInd w:val="0"/>
        <w:jc w:val="both"/>
        <w:rPr>
          <w:rFonts w:eastAsia="Times New Roman"/>
          <w:lang w:eastAsia="ru-RU"/>
        </w:rPr>
      </w:pPr>
      <w:r w:rsidRPr="006A0E86">
        <w:rPr>
          <w:rFonts w:eastAsia="Times New Roman"/>
          <w:lang w:eastAsia="ru-RU"/>
        </w:rPr>
        <w:t xml:space="preserve">            К числу возможных рисков относятся внешние и внутренние риски. </w:t>
      </w:r>
    </w:p>
    <w:p w:rsidR="0009156E" w:rsidRPr="006A0E86" w:rsidRDefault="0009156E" w:rsidP="005674BD">
      <w:pPr>
        <w:autoSpaceDE w:val="0"/>
        <w:autoSpaceDN w:val="0"/>
        <w:adjustRightInd w:val="0"/>
        <w:jc w:val="both"/>
        <w:rPr>
          <w:rFonts w:eastAsia="Times New Roman"/>
          <w:lang w:eastAsia="ru-RU"/>
        </w:rPr>
      </w:pPr>
      <w:r w:rsidRPr="006A0E86">
        <w:rPr>
          <w:rFonts w:eastAsia="Times New Roman"/>
          <w:lang w:eastAsia="ru-RU"/>
        </w:rPr>
        <w:t xml:space="preserve">Внешние риски: </w:t>
      </w:r>
    </w:p>
    <w:p w:rsidR="0009156E" w:rsidRPr="006A0E86" w:rsidRDefault="0009156E" w:rsidP="005674BD">
      <w:pPr>
        <w:autoSpaceDE w:val="0"/>
        <w:autoSpaceDN w:val="0"/>
        <w:adjustRightInd w:val="0"/>
        <w:jc w:val="both"/>
        <w:rPr>
          <w:rFonts w:eastAsia="Times New Roman"/>
          <w:lang w:eastAsia="ru-RU"/>
        </w:rPr>
      </w:pPr>
      <w:r w:rsidRPr="006A0E86">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09156E" w:rsidRPr="006A0E86" w:rsidRDefault="0009156E" w:rsidP="005674BD">
      <w:pPr>
        <w:autoSpaceDE w:val="0"/>
        <w:autoSpaceDN w:val="0"/>
        <w:adjustRightInd w:val="0"/>
        <w:jc w:val="both"/>
        <w:rPr>
          <w:rFonts w:eastAsia="Times New Roman"/>
          <w:lang w:eastAsia="ru-RU"/>
        </w:rPr>
      </w:pPr>
      <w:r w:rsidRPr="006A0E86">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09156E" w:rsidRPr="006A0E86" w:rsidRDefault="0009156E" w:rsidP="005674BD">
      <w:pPr>
        <w:autoSpaceDE w:val="0"/>
        <w:autoSpaceDN w:val="0"/>
        <w:adjustRightInd w:val="0"/>
        <w:jc w:val="both"/>
        <w:rPr>
          <w:rFonts w:eastAsia="Times New Roman"/>
          <w:lang w:eastAsia="ru-RU"/>
        </w:rPr>
      </w:pPr>
      <w:r w:rsidRPr="006A0E86">
        <w:rPr>
          <w:rFonts w:eastAsia="Times New Roman"/>
          <w:lang w:eastAsia="ru-RU"/>
        </w:rPr>
        <w:lastRenderedPageBreak/>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09156E" w:rsidRPr="006A0E86" w:rsidRDefault="0009156E" w:rsidP="005674BD">
      <w:pPr>
        <w:autoSpaceDE w:val="0"/>
        <w:autoSpaceDN w:val="0"/>
        <w:adjustRightInd w:val="0"/>
        <w:jc w:val="both"/>
        <w:rPr>
          <w:rFonts w:eastAsia="Times New Roman"/>
          <w:lang w:eastAsia="ru-RU"/>
        </w:rPr>
      </w:pPr>
      <w:r w:rsidRPr="006A0E86">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09156E" w:rsidRPr="006A0E86" w:rsidRDefault="0009156E" w:rsidP="005674BD">
      <w:pPr>
        <w:autoSpaceDE w:val="0"/>
        <w:autoSpaceDN w:val="0"/>
        <w:adjustRightInd w:val="0"/>
        <w:jc w:val="both"/>
        <w:rPr>
          <w:rFonts w:eastAsia="Times New Roman"/>
          <w:lang w:eastAsia="ru-RU"/>
        </w:rPr>
      </w:pPr>
      <w:r w:rsidRPr="006A0E86">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09156E" w:rsidRPr="006A0E86" w:rsidRDefault="0009156E"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09156E" w:rsidRPr="006A0E86" w:rsidRDefault="0009156E"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09156E" w:rsidRPr="006A0E86" w:rsidRDefault="0009156E" w:rsidP="005674BD">
      <w:pPr>
        <w:autoSpaceDE w:val="0"/>
        <w:autoSpaceDN w:val="0"/>
        <w:adjustRightInd w:val="0"/>
        <w:jc w:val="both"/>
        <w:rPr>
          <w:rFonts w:eastAsia="Times New Roman"/>
          <w:lang w:eastAsia="ru-RU"/>
        </w:rPr>
      </w:pPr>
      <w:r w:rsidRPr="006A0E86">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09156E" w:rsidRPr="006A0E86" w:rsidRDefault="0009156E" w:rsidP="005674BD">
      <w:pPr>
        <w:ind w:firstLine="709"/>
        <w:jc w:val="both"/>
        <w:rPr>
          <w:b/>
        </w:rPr>
      </w:pPr>
      <w:r w:rsidRPr="006A0E86">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09156E" w:rsidRDefault="0009156E" w:rsidP="005674BD"/>
    <w:p w:rsidR="0009156E" w:rsidRPr="00AC1D09" w:rsidRDefault="0009156E" w:rsidP="005674BD">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09156E" w:rsidRPr="006A0E86" w:rsidRDefault="0009156E" w:rsidP="005674BD">
      <w:pPr>
        <w:pStyle w:val="a6"/>
        <w:jc w:val="both"/>
        <w:rPr>
          <w:color w:val="000000"/>
        </w:rPr>
      </w:pPr>
      <w:r w:rsidRPr="006A0E86">
        <w:rPr>
          <w:color w:val="000000"/>
        </w:rPr>
        <w:t xml:space="preserve">             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09156E" w:rsidRDefault="0009156E" w:rsidP="005674BD">
      <w:pPr>
        <w:pStyle w:val="a6"/>
        <w:jc w:val="both"/>
        <w:rPr>
          <w:color w:val="000000"/>
        </w:rPr>
      </w:pPr>
      <w:r w:rsidRPr="006A0E86">
        <w:rPr>
          <w:color w:val="000000"/>
        </w:rPr>
        <w:t xml:space="preserve">            Оценка эффективности реализации подпрограммы производитсяна основании Порядка проведения оценки эффективности реализации муниципальных подпрограмм Таловского муниципального района Воронежской области утвержденного  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подпрограамы и их плановых значений</w:t>
      </w:r>
      <w:r>
        <w:rPr>
          <w:color w:val="000000"/>
        </w:rPr>
        <w:t>.</w:t>
      </w:r>
    </w:p>
    <w:p w:rsidR="0009156E" w:rsidRPr="006A0E86" w:rsidRDefault="0009156E" w:rsidP="005674BD">
      <w:pPr>
        <w:autoSpaceDE w:val="0"/>
        <w:autoSpaceDN w:val="0"/>
        <w:adjustRightInd w:val="0"/>
        <w:ind w:firstLine="709"/>
        <w:jc w:val="both"/>
      </w:pPr>
      <w:r w:rsidRPr="006A0E86">
        <w:t>В результате реализации мероприятий подпрограммы в 2014-2019 годах произойдет :</w:t>
      </w:r>
    </w:p>
    <w:p w:rsidR="0009156E" w:rsidRPr="006A0E86" w:rsidRDefault="0009156E" w:rsidP="005674BD">
      <w:pPr>
        <w:autoSpaceDE w:val="0"/>
        <w:autoSpaceDN w:val="0"/>
        <w:adjustRightInd w:val="0"/>
        <w:jc w:val="both"/>
      </w:pPr>
      <w:r w:rsidRPr="006A0E86">
        <w:t>- обеспечение  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09156E" w:rsidRPr="006A0E86" w:rsidRDefault="0009156E" w:rsidP="005674BD">
      <w:pPr>
        <w:pStyle w:val="a6"/>
        <w:jc w:val="both"/>
      </w:pPr>
      <w:r w:rsidRPr="006A0E86">
        <w:t>-  сокращение  быстроты реагирования на угрозу или возникновение ЧС (происшествий),</w:t>
      </w:r>
    </w:p>
    <w:p w:rsidR="0009156E" w:rsidRPr="006A0E86" w:rsidRDefault="0009156E"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09156E" w:rsidRPr="006A0E86" w:rsidRDefault="0009156E"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09156E" w:rsidRDefault="0009156E" w:rsidP="005674BD">
      <w:pPr>
        <w:rPr>
          <w:sz w:val="28"/>
          <w:szCs w:val="28"/>
        </w:rPr>
      </w:pPr>
      <w:r w:rsidRPr="006A0E86">
        <w:lastRenderedPageBreak/>
        <w:t>- улучшение  обеспечения материально-техническими средствами, необходимыми для стабильного и полноце</w:t>
      </w:r>
      <w:r>
        <w:t>нного функционирования органов местного самоуправления.</w:t>
      </w: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Default="0009156E" w:rsidP="00557540">
      <w:pPr>
        <w:ind w:left="360"/>
        <w:jc w:val="center"/>
        <w:rPr>
          <w:rFonts w:eastAsia="Times New Roman"/>
          <w:b/>
          <w:color w:val="0000FF"/>
          <w:sz w:val="26"/>
          <w:szCs w:val="26"/>
          <w:u w:val="single"/>
          <w:lang w:eastAsia="ru-RU"/>
        </w:rPr>
      </w:pPr>
    </w:p>
    <w:p w:rsidR="0009156E" w:rsidRPr="00704C19" w:rsidRDefault="0009156E" w:rsidP="00557540">
      <w:pPr>
        <w:ind w:left="360"/>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3 </w:t>
      </w:r>
      <w:r w:rsidRPr="00704C19">
        <w:rPr>
          <w:b/>
          <w:sz w:val="26"/>
          <w:szCs w:val="26"/>
          <w:u w:val="single"/>
        </w:rPr>
        <w:t>«Управление муниципальным имуществом»</w:t>
      </w:r>
    </w:p>
    <w:p w:rsidR="0009156E" w:rsidRPr="006742E6" w:rsidRDefault="0009156E" w:rsidP="00557540">
      <w:pPr>
        <w:ind w:left="360"/>
        <w:jc w:val="center"/>
        <w:rPr>
          <w:b/>
        </w:rPr>
      </w:pPr>
      <w:r w:rsidRPr="006742E6">
        <w:rPr>
          <w:b/>
        </w:rPr>
        <w:t>ПАСПОРТ</w:t>
      </w:r>
    </w:p>
    <w:p w:rsidR="0009156E" w:rsidRDefault="0009156E" w:rsidP="00557540">
      <w:pPr>
        <w:ind w:left="360"/>
        <w:jc w:val="center"/>
        <w:rPr>
          <w:b/>
        </w:rPr>
      </w:pPr>
      <w:r w:rsidRPr="006742E6">
        <w:rPr>
          <w:b/>
        </w:rPr>
        <w:t xml:space="preserve">  подпрограммы  «Управление муниципальным имуществом»</w:t>
      </w:r>
      <w:r w:rsidRPr="006742E6">
        <w:rPr>
          <w:b/>
          <w:color w:val="000000"/>
        </w:rPr>
        <w:t xml:space="preserve"> 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09156E" w:rsidTr="00606CEE">
        <w:trPr>
          <w:trHeight w:val="630"/>
          <w:jc w:val="right"/>
        </w:trPr>
        <w:tc>
          <w:tcPr>
            <w:tcW w:w="2389" w:type="dxa"/>
          </w:tcPr>
          <w:p w:rsidR="0009156E" w:rsidRDefault="0009156E" w:rsidP="00606CEE">
            <w:pPr>
              <w:jc w:val="both"/>
            </w:pPr>
            <w:r>
              <w:t>Ответственный исполнитель подпрограммы</w:t>
            </w:r>
          </w:p>
        </w:tc>
        <w:tc>
          <w:tcPr>
            <w:tcW w:w="7142" w:type="dxa"/>
          </w:tcPr>
          <w:p w:rsidR="0009156E" w:rsidRDefault="0009156E" w:rsidP="00606CEE">
            <w:pPr>
              <w:jc w:val="both"/>
            </w:pPr>
            <w:r>
              <w:t>Отдел по управлению муниципальным имуществом администрации Таловского муниципального района</w:t>
            </w:r>
          </w:p>
        </w:tc>
      </w:tr>
      <w:tr w:rsidR="0009156E" w:rsidTr="00606CEE">
        <w:trPr>
          <w:trHeight w:val="379"/>
          <w:jc w:val="right"/>
        </w:trPr>
        <w:tc>
          <w:tcPr>
            <w:tcW w:w="2389" w:type="dxa"/>
          </w:tcPr>
          <w:p w:rsidR="0009156E" w:rsidRDefault="0009156E" w:rsidP="00606CEE">
            <w:pPr>
              <w:jc w:val="both"/>
            </w:pPr>
            <w:r>
              <w:t>Исполнители муниципальной подпрограммы</w:t>
            </w:r>
          </w:p>
        </w:tc>
        <w:tc>
          <w:tcPr>
            <w:tcW w:w="7142" w:type="dxa"/>
          </w:tcPr>
          <w:p w:rsidR="0009156E" w:rsidRDefault="0009156E" w:rsidP="00606CEE">
            <w:pPr>
              <w:jc w:val="both"/>
            </w:pPr>
            <w:r>
              <w:t>Отдел по управлению муниципальным имуществом администрации Таловского муниципального района</w:t>
            </w:r>
          </w:p>
        </w:tc>
      </w:tr>
      <w:tr w:rsidR="0009156E" w:rsidTr="00606CEE">
        <w:trPr>
          <w:trHeight w:val="720"/>
          <w:jc w:val="right"/>
        </w:trPr>
        <w:tc>
          <w:tcPr>
            <w:tcW w:w="2389" w:type="dxa"/>
          </w:tcPr>
          <w:p w:rsidR="0009156E" w:rsidRDefault="0009156E" w:rsidP="00606CEE">
            <w:pPr>
              <w:jc w:val="both"/>
            </w:pPr>
            <w:r>
              <w:t>Цель муниципальной подпрограммы</w:t>
            </w:r>
          </w:p>
        </w:tc>
        <w:tc>
          <w:tcPr>
            <w:tcW w:w="7142" w:type="dxa"/>
          </w:tcPr>
          <w:p w:rsidR="0009156E" w:rsidRDefault="0009156E" w:rsidP="00606CEE">
            <w:pPr>
              <w:pStyle w:val="a4"/>
              <w:ind w:right="85"/>
              <w:jc w:val="both"/>
            </w:pPr>
            <w:r w:rsidRPr="00C72189">
              <w:rPr>
                <w:b w:val="0"/>
              </w:rPr>
              <w:t>П</w:t>
            </w:r>
            <w:r w:rsidRPr="008F31D3">
              <w:rPr>
                <w:b w:val="0"/>
              </w:rPr>
              <w:t>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09156E" w:rsidTr="00606CEE">
        <w:trPr>
          <w:trHeight w:val="1730"/>
          <w:jc w:val="right"/>
        </w:trPr>
        <w:tc>
          <w:tcPr>
            <w:tcW w:w="2389" w:type="dxa"/>
          </w:tcPr>
          <w:p w:rsidR="0009156E" w:rsidRDefault="0009156E" w:rsidP="00606CEE">
            <w:pPr>
              <w:jc w:val="both"/>
            </w:pPr>
            <w:r>
              <w:t>Задачи муниципальной подпрограммы</w:t>
            </w:r>
          </w:p>
        </w:tc>
        <w:tc>
          <w:tcPr>
            <w:tcW w:w="7142" w:type="dxa"/>
          </w:tcPr>
          <w:p w:rsidR="0009156E" w:rsidRDefault="0009156E" w:rsidP="00606CEE">
            <w:pPr>
              <w:autoSpaceDE w:val="0"/>
              <w:autoSpaceDN w:val="0"/>
              <w:adjustRightInd w:val="0"/>
              <w:jc w:val="both"/>
            </w:pPr>
            <w:r>
              <w:t>1. В части управления имуществом:</w:t>
            </w:r>
          </w:p>
          <w:p w:rsidR="0009156E" w:rsidRDefault="0009156E" w:rsidP="00606CEE">
            <w:pPr>
              <w:autoSpaceDE w:val="0"/>
              <w:autoSpaceDN w:val="0"/>
              <w:adjustRightInd w:val="0"/>
              <w:jc w:val="both"/>
            </w:pPr>
            <w:r>
              <w:t>- учет и управление муниципальным имуществом.</w:t>
            </w:r>
          </w:p>
          <w:p w:rsidR="0009156E" w:rsidRDefault="0009156E" w:rsidP="00606CEE">
            <w:pPr>
              <w:autoSpaceDE w:val="0"/>
              <w:autoSpaceDN w:val="0"/>
              <w:adjustRightInd w:val="0"/>
              <w:jc w:val="both"/>
            </w:pPr>
            <w:r>
              <w:t>2. В части управления земельными ресурсами:</w:t>
            </w:r>
          </w:p>
          <w:p w:rsidR="0009156E" w:rsidRDefault="0009156E" w:rsidP="00606CEE">
            <w:pPr>
              <w:pStyle w:val="a4"/>
              <w:ind w:right="85"/>
              <w:jc w:val="both"/>
            </w:pPr>
            <w:r>
              <w:rPr>
                <w:rStyle w:val="1a"/>
              </w:rPr>
              <w:t xml:space="preserve">- </w:t>
            </w:r>
            <w:r w:rsidRPr="008F31D3">
              <w:rPr>
                <w:rStyle w:val="1a"/>
                <w:b w:val="0"/>
              </w:rPr>
              <w:t>о</w:t>
            </w:r>
            <w:r w:rsidRPr="008F31D3">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r>
              <w:rPr>
                <w:b w:val="0"/>
              </w:rPr>
              <w:t>.</w:t>
            </w:r>
          </w:p>
        </w:tc>
      </w:tr>
      <w:tr w:rsidR="0009156E" w:rsidRPr="00C01477" w:rsidTr="00606CEE">
        <w:trPr>
          <w:trHeight w:val="630"/>
          <w:jc w:val="right"/>
        </w:trPr>
        <w:tc>
          <w:tcPr>
            <w:tcW w:w="2389" w:type="dxa"/>
          </w:tcPr>
          <w:p w:rsidR="0009156E" w:rsidRDefault="0009156E" w:rsidP="00606CEE">
            <w:r>
              <w:t>Мероприятия муниципальной подпрограммы</w:t>
            </w:r>
          </w:p>
        </w:tc>
        <w:tc>
          <w:tcPr>
            <w:tcW w:w="7142" w:type="dxa"/>
          </w:tcPr>
          <w:p w:rsidR="0009156E" w:rsidRPr="00C01477" w:rsidRDefault="0009156E" w:rsidP="00606CEE">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09156E" w:rsidRPr="00C01477" w:rsidRDefault="0009156E" w:rsidP="00606CEE">
            <w:pPr>
              <w:pStyle w:val="a4"/>
              <w:ind w:left="71" w:right="85"/>
              <w:jc w:val="both"/>
              <w:rPr>
                <w:b w:val="0"/>
              </w:rPr>
            </w:pPr>
            <w:r w:rsidRPr="00C01477">
              <w:rPr>
                <w:b w:val="0"/>
              </w:rPr>
              <w:t>2)</w:t>
            </w:r>
            <w:r>
              <w:rPr>
                <w:b w:val="0"/>
              </w:rPr>
              <w:t xml:space="preserve"> Приобретение и </w:t>
            </w:r>
            <w:r w:rsidRPr="00C01477">
              <w:rPr>
                <w:b w:val="0"/>
              </w:rPr>
              <w:t>содержание имущества казны и проведение ремонтных работ для привлечения дополнительных арендаторов</w:t>
            </w:r>
            <w:r>
              <w:rPr>
                <w:b w:val="0"/>
              </w:rPr>
              <w:t>.</w:t>
            </w:r>
          </w:p>
          <w:p w:rsidR="0009156E" w:rsidRPr="00C01477" w:rsidRDefault="0009156E" w:rsidP="00606CEE">
            <w:pPr>
              <w:pStyle w:val="a4"/>
              <w:ind w:right="20" w:firstLine="63"/>
              <w:jc w:val="both"/>
              <w:rPr>
                <w:rStyle w:val="1a"/>
                <w:b w:val="0"/>
              </w:rPr>
            </w:pPr>
            <w:r w:rsidRPr="00C01477">
              <w:rPr>
                <w:rStyle w:val="1a"/>
                <w:b w:val="0"/>
              </w:rPr>
              <w:t xml:space="preserve">3) </w:t>
            </w:r>
            <w:r w:rsidRPr="00C72189">
              <w:rPr>
                <w:rStyle w:val="1a"/>
                <w:b w:val="0"/>
                <w:sz w:val="24"/>
                <w:szCs w:val="24"/>
              </w:rPr>
              <w:t>Межевание земельных участков, оценка размера арендной платы.</w:t>
            </w:r>
          </w:p>
          <w:p w:rsidR="0009156E" w:rsidRPr="00C72189" w:rsidRDefault="0009156E" w:rsidP="00606CEE">
            <w:pPr>
              <w:pStyle w:val="a4"/>
              <w:ind w:left="71" w:right="85"/>
              <w:jc w:val="both"/>
              <w:rPr>
                <w:rStyle w:val="1a"/>
                <w:b w:val="0"/>
                <w:sz w:val="24"/>
                <w:szCs w:val="24"/>
              </w:rPr>
            </w:pPr>
            <w:r w:rsidRPr="00C01477">
              <w:rPr>
                <w:rStyle w:val="1a"/>
                <w:b w:val="0"/>
              </w:rPr>
              <w:t xml:space="preserve">4) </w:t>
            </w:r>
            <w:r w:rsidRPr="00C72189">
              <w:rPr>
                <w:rStyle w:val="1a"/>
                <w:b w:val="0"/>
                <w:sz w:val="24"/>
                <w:szCs w:val="24"/>
              </w:rPr>
              <w:t>Публикация информационных сообщений</w:t>
            </w:r>
          </w:p>
          <w:p w:rsidR="0009156E" w:rsidRPr="00C01477" w:rsidRDefault="0009156E" w:rsidP="00606CEE">
            <w:pPr>
              <w:pStyle w:val="a4"/>
              <w:tabs>
                <w:tab w:val="left" w:pos="303"/>
              </w:tabs>
              <w:ind w:left="71" w:right="85"/>
              <w:jc w:val="both"/>
              <w:rPr>
                <w:b w:val="0"/>
              </w:rPr>
            </w:pPr>
            <w:r>
              <w:rPr>
                <w:b w:val="0"/>
              </w:rPr>
              <w:t xml:space="preserve">5)Обеспечение деятельности </w:t>
            </w:r>
            <w:r w:rsidRPr="00C01477">
              <w:rPr>
                <w:b w:val="0"/>
              </w:rPr>
              <w:t>Отдел</w:t>
            </w:r>
            <w:r>
              <w:rPr>
                <w:b w:val="0"/>
              </w:rPr>
              <w:t>а</w:t>
            </w:r>
            <w:r w:rsidRPr="00C01477">
              <w:rPr>
                <w:b w:val="0"/>
              </w:rPr>
              <w:t xml:space="preserve"> по управлению муниципальным имуществом.</w:t>
            </w:r>
          </w:p>
        </w:tc>
      </w:tr>
      <w:tr w:rsidR="0009156E" w:rsidRPr="00C01477" w:rsidTr="00606CEE">
        <w:trPr>
          <w:trHeight w:val="630"/>
          <w:jc w:val="right"/>
        </w:trPr>
        <w:tc>
          <w:tcPr>
            <w:tcW w:w="2389" w:type="dxa"/>
          </w:tcPr>
          <w:p w:rsidR="0009156E" w:rsidRDefault="0009156E" w:rsidP="00606CEE">
            <w:r>
              <w:t>Целевые индикаторы и показатели подпрограммы</w:t>
            </w:r>
          </w:p>
        </w:tc>
        <w:tc>
          <w:tcPr>
            <w:tcW w:w="7142" w:type="dxa"/>
          </w:tcPr>
          <w:p w:rsidR="0009156E" w:rsidRPr="00C01477" w:rsidRDefault="0009156E" w:rsidP="00606CEE">
            <w:pPr>
              <w:pStyle w:val="a4"/>
              <w:ind w:left="71" w:right="85"/>
              <w:jc w:val="both"/>
              <w:rPr>
                <w:b w:val="0"/>
              </w:rPr>
            </w:pPr>
            <w:r w:rsidRPr="00C01477">
              <w:rPr>
                <w:b w:val="0"/>
              </w:rPr>
              <w:t>1. Доходы от сдачи в аренду муниципального имущества</w:t>
            </w:r>
          </w:p>
          <w:p w:rsidR="0009156E" w:rsidRPr="00C01477" w:rsidRDefault="0009156E" w:rsidP="00606CEE">
            <w:pPr>
              <w:pStyle w:val="a4"/>
              <w:ind w:left="71" w:right="85"/>
              <w:jc w:val="both"/>
              <w:rPr>
                <w:spacing w:val="1"/>
              </w:rPr>
            </w:pPr>
            <w:r w:rsidRPr="00C01477">
              <w:rPr>
                <w:b w:val="0"/>
              </w:rPr>
              <w:t>2. Доходы от сдачи в аренду земельных участков</w:t>
            </w:r>
          </w:p>
        </w:tc>
      </w:tr>
      <w:tr w:rsidR="0009156E" w:rsidTr="00606CEE">
        <w:trPr>
          <w:trHeight w:val="630"/>
          <w:jc w:val="right"/>
        </w:trPr>
        <w:tc>
          <w:tcPr>
            <w:tcW w:w="2389" w:type="dxa"/>
          </w:tcPr>
          <w:p w:rsidR="0009156E" w:rsidRDefault="0009156E" w:rsidP="00606CEE">
            <w:r>
              <w:t>Этапы и сроки реализации подпрограммы</w:t>
            </w:r>
          </w:p>
        </w:tc>
        <w:tc>
          <w:tcPr>
            <w:tcW w:w="7142" w:type="dxa"/>
            <w:vAlign w:val="center"/>
          </w:tcPr>
          <w:p w:rsidR="0009156E" w:rsidRDefault="0009156E" w:rsidP="00606CEE">
            <w:pPr>
              <w:jc w:val="center"/>
            </w:pPr>
            <w:r>
              <w:t>2014-2019 годы</w:t>
            </w:r>
          </w:p>
        </w:tc>
      </w:tr>
      <w:tr w:rsidR="0009156E" w:rsidTr="00606CEE">
        <w:trPr>
          <w:trHeight w:val="630"/>
          <w:jc w:val="right"/>
        </w:trPr>
        <w:tc>
          <w:tcPr>
            <w:tcW w:w="2389" w:type="dxa"/>
          </w:tcPr>
          <w:p w:rsidR="0009156E" w:rsidRPr="00704C19" w:rsidRDefault="0009156E" w:rsidP="00606CEE">
            <w:pPr>
              <w:jc w:val="both"/>
            </w:pPr>
            <w:r w:rsidRPr="00704C19">
              <w:rPr>
                <w:sz w:val="22"/>
                <w:szCs w:val="22"/>
              </w:rPr>
              <w:t>Объемы и источники финансирования муни</w:t>
            </w:r>
            <w:r>
              <w:rPr>
                <w:sz w:val="22"/>
                <w:szCs w:val="22"/>
              </w:rPr>
              <w:t>-</w:t>
            </w:r>
            <w:r w:rsidRPr="00704C19">
              <w:rPr>
                <w:sz w:val="22"/>
                <w:szCs w:val="22"/>
              </w:rPr>
              <w:t xml:space="preserve">ципальной программы (в действующих ценах каждого года </w:t>
            </w:r>
            <w:r>
              <w:rPr>
                <w:sz w:val="22"/>
                <w:szCs w:val="22"/>
              </w:rPr>
              <w:t>реалии-</w:t>
            </w:r>
            <w:r w:rsidRPr="00704C19">
              <w:rPr>
                <w:sz w:val="22"/>
                <w:szCs w:val="22"/>
              </w:rPr>
              <w:t>зации муниципальной подпрограммы)</w:t>
            </w:r>
          </w:p>
        </w:tc>
        <w:tc>
          <w:tcPr>
            <w:tcW w:w="7142" w:type="dxa"/>
          </w:tcPr>
          <w:p w:rsidR="0009156E" w:rsidRDefault="0009156E" w:rsidP="00606CEE">
            <w:pPr>
              <w:rPr>
                <w:rStyle w:val="1a"/>
              </w:rPr>
            </w:pPr>
            <w:r w:rsidRPr="00C01477">
              <w:rPr>
                <w:rStyle w:val="1a"/>
              </w:rPr>
              <w:t xml:space="preserve">Всего </w:t>
            </w:r>
            <w:r w:rsidRPr="00FB41B3">
              <w:rPr>
                <w:rStyle w:val="1a"/>
              </w:rPr>
              <w:t xml:space="preserve">– </w:t>
            </w:r>
            <w:r>
              <w:t xml:space="preserve">29509,5 </w:t>
            </w:r>
            <w:r w:rsidRPr="00242092">
              <w:rPr>
                <w:rStyle w:val="1a"/>
              </w:rPr>
              <w:t>тыс.руб. , в том числе:</w:t>
            </w:r>
          </w:p>
          <w:p w:rsidR="0009156E" w:rsidRPr="00242092" w:rsidRDefault="0009156E" w:rsidP="00606CEE">
            <w:pPr>
              <w:rPr>
                <w:rStyle w:val="1a"/>
              </w:rPr>
            </w:pPr>
            <w:r>
              <w:rPr>
                <w:rStyle w:val="1a"/>
              </w:rPr>
              <w:t>Из районного бюджета:29452,0 тыс. руб.:</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09156E" w:rsidRPr="00242092" w:rsidTr="00606CEE">
              <w:trPr>
                <w:trHeight w:val="225"/>
              </w:trPr>
              <w:tc>
                <w:tcPr>
                  <w:tcW w:w="2397" w:type="dxa"/>
                  <w:tcBorders>
                    <w:top w:val="nil"/>
                    <w:left w:val="nil"/>
                    <w:bottom w:val="nil"/>
                    <w:right w:val="nil"/>
                  </w:tcBorders>
                  <w:vAlign w:val="bottom"/>
                </w:tcPr>
                <w:p w:rsidR="0009156E" w:rsidRPr="00242092" w:rsidRDefault="0009156E" w:rsidP="007A36E5">
                  <w:r w:rsidRPr="00242092">
                    <w:t>2014г.</w:t>
                  </w:r>
                </w:p>
              </w:tc>
              <w:tc>
                <w:tcPr>
                  <w:tcW w:w="4036" w:type="dxa"/>
                  <w:tcBorders>
                    <w:top w:val="nil"/>
                    <w:left w:val="nil"/>
                    <w:bottom w:val="nil"/>
                    <w:right w:val="nil"/>
                  </w:tcBorders>
                  <w:vAlign w:val="bottom"/>
                </w:tcPr>
                <w:p w:rsidR="0009156E" w:rsidRPr="00242092" w:rsidRDefault="0009156E" w:rsidP="007A36E5">
                  <w:r w:rsidRPr="00242092">
                    <w:t>4559,0  тыс. руб.</w:t>
                  </w:r>
                </w:p>
              </w:tc>
            </w:tr>
            <w:tr w:rsidR="0009156E" w:rsidRPr="00242092" w:rsidTr="00606CEE">
              <w:trPr>
                <w:trHeight w:val="225"/>
              </w:trPr>
              <w:tc>
                <w:tcPr>
                  <w:tcW w:w="2397" w:type="dxa"/>
                  <w:tcBorders>
                    <w:top w:val="nil"/>
                    <w:left w:val="nil"/>
                    <w:bottom w:val="nil"/>
                    <w:right w:val="nil"/>
                  </w:tcBorders>
                  <w:vAlign w:val="bottom"/>
                </w:tcPr>
                <w:p w:rsidR="0009156E" w:rsidRPr="00242092" w:rsidRDefault="0009156E" w:rsidP="007A36E5">
                  <w:r w:rsidRPr="00242092">
                    <w:t>2015г.</w:t>
                  </w:r>
                </w:p>
              </w:tc>
              <w:tc>
                <w:tcPr>
                  <w:tcW w:w="4036" w:type="dxa"/>
                  <w:tcBorders>
                    <w:top w:val="nil"/>
                    <w:left w:val="nil"/>
                    <w:bottom w:val="nil"/>
                    <w:right w:val="nil"/>
                  </w:tcBorders>
                  <w:vAlign w:val="bottom"/>
                </w:tcPr>
                <w:p w:rsidR="0009156E" w:rsidRPr="00242092" w:rsidRDefault="0009156E" w:rsidP="007A36E5">
                  <w:r w:rsidRPr="00242092">
                    <w:t>5</w:t>
                  </w:r>
                  <w:r>
                    <w:t>513,5</w:t>
                  </w:r>
                  <w:r w:rsidRPr="00242092">
                    <w:t xml:space="preserve"> тыс. руб.</w:t>
                  </w:r>
                </w:p>
              </w:tc>
            </w:tr>
            <w:tr w:rsidR="0009156E" w:rsidRPr="00242092" w:rsidTr="00606CEE">
              <w:trPr>
                <w:trHeight w:val="225"/>
              </w:trPr>
              <w:tc>
                <w:tcPr>
                  <w:tcW w:w="2397" w:type="dxa"/>
                  <w:tcBorders>
                    <w:top w:val="nil"/>
                    <w:left w:val="nil"/>
                    <w:bottom w:val="nil"/>
                    <w:right w:val="nil"/>
                  </w:tcBorders>
                  <w:vAlign w:val="bottom"/>
                </w:tcPr>
                <w:p w:rsidR="0009156E" w:rsidRPr="00242092" w:rsidRDefault="0009156E" w:rsidP="007A36E5">
                  <w:r w:rsidRPr="00242092">
                    <w:t>2016г.</w:t>
                  </w:r>
                </w:p>
              </w:tc>
              <w:tc>
                <w:tcPr>
                  <w:tcW w:w="4036" w:type="dxa"/>
                  <w:tcBorders>
                    <w:top w:val="nil"/>
                    <w:left w:val="nil"/>
                    <w:bottom w:val="nil"/>
                    <w:right w:val="nil"/>
                  </w:tcBorders>
                  <w:vAlign w:val="bottom"/>
                </w:tcPr>
                <w:p w:rsidR="0009156E" w:rsidRPr="00242092" w:rsidRDefault="0009156E" w:rsidP="007A36E5">
                  <w:r>
                    <w:t xml:space="preserve">4990,6 </w:t>
                  </w:r>
                  <w:r w:rsidRPr="00242092">
                    <w:t xml:space="preserve"> тыс. руб.</w:t>
                  </w:r>
                </w:p>
              </w:tc>
            </w:tr>
            <w:tr w:rsidR="0009156E" w:rsidRPr="00242092" w:rsidTr="00606CEE">
              <w:trPr>
                <w:trHeight w:val="225"/>
              </w:trPr>
              <w:tc>
                <w:tcPr>
                  <w:tcW w:w="2397" w:type="dxa"/>
                  <w:tcBorders>
                    <w:top w:val="nil"/>
                    <w:left w:val="nil"/>
                    <w:bottom w:val="nil"/>
                    <w:right w:val="nil"/>
                  </w:tcBorders>
                  <w:vAlign w:val="bottom"/>
                </w:tcPr>
                <w:p w:rsidR="0009156E" w:rsidRPr="00242092" w:rsidRDefault="0009156E" w:rsidP="007A36E5">
                  <w:r w:rsidRPr="00242092">
                    <w:t>2017г.</w:t>
                  </w:r>
                </w:p>
              </w:tc>
              <w:tc>
                <w:tcPr>
                  <w:tcW w:w="4036" w:type="dxa"/>
                  <w:tcBorders>
                    <w:top w:val="nil"/>
                    <w:left w:val="nil"/>
                    <w:bottom w:val="nil"/>
                    <w:right w:val="nil"/>
                  </w:tcBorders>
                  <w:vAlign w:val="bottom"/>
                </w:tcPr>
                <w:p w:rsidR="0009156E" w:rsidRPr="00242092" w:rsidRDefault="0009156E" w:rsidP="007A36E5">
                  <w:r>
                    <w:t>7386,3</w:t>
                  </w:r>
                  <w:r w:rsidRPr="00242092">
                    <w:t xml:space="preserve"> тыс. руб.</w:t>
                  </w:r>
                </w:p>
              </w:tc>
            </w:tr>
            <w:tr w:rsidR="0009156E" w:rsidRPr="00C01477" w:rsidTr="00606CEE">
              <w:trPr>
                <w:trHeight w:val="225"/>
              </w:trPr>
              <w:tc>
                <w:tcPr>
                  <w:tcW w:w="2397" w:type="dxa"/>
                  <w:tcBorders>
                    <w:top w:val="nil"/>
                    <w:left w:val="nil"/>
                    <w:bottom w:val="nil"/>
                    <w:right w:val="nil"/>
                  </w:tcBorders>
                  <w:vAlign w:val="bottom"/>
                </w:tcPr>
                <w:p w:rsidR="0009156E" w:rsidRPr="00C01477" w:rsidRDefault="0009156E" w:rsidP="007A36E5">
                  <w:r w:rsidRPr="00C01477">
                    <w:t>2018г.</w:t>
                  </w:r>
                </w:p>
              </w:tc>
              <w:tc>
                <w:tcPr>
                  <w:tcW w:w="4036" w:type="dxa"/>
                  <w:tcBorders>
                    <w:top w:val="nil"/>
                    <w:left w:val="nil"/>
                    <w:bottom w:val="nil"/>
                    <w:right w:val="nil"/>
                  </w:tcBorders>
                  <w:vAlign w:val="bottom"/>
                </w:tcPr>
                <w:p w:rsidR="0009156E" w:rsidRPr="00C01477" w:rsidRDefault="0009156E" w:rsidP="00DE5787">
                  <w:r w:rsidRPr="00C01477">
                    <w:t>3</w:t>
                  </w:r>
                  <w:r>
                    <w:t xml:space="preserve">501,3  </w:t>
                  </w:r>
                  <w:r w:rsidRPr="00C01477">
                    <w:t>тыс. руб.</w:t>
                  </w:r>
                </w:p>
              </w:tc>
            </w:tr>
            <w:tr w:rsidR="0009156E" w:rsidRPr="00C01477" w:rsidTr="007A36E5">
              <w:trPr>
                <w:trHeight w:val="315"/>
              </w:trPr>
              <w:tc>
                <w:tcPr>
                  <w:tcW w:w="2397" w:type="dxa"/>
                  <w:tcBorders>
                    <w:top w:val="nil"/>
                    <w:left w:val="nil"/>
                    <w:bottom w:val="nil"/>
                    <w:right w:val="nil"/>
                  </w:tcBorders>
                  <w:vAlign w:val="bottom"/>
                </w:tcPr>
                <w:p w:rsidR="0009156E" w:rsidRPr="00C01477" w:rsidRDefault="0009156E" w:rsidP="007A36E5">
                  <w:r w:rsidRPr="00C01477">
                    <w:t>2019г.</w:t>
                  </w:r>
                </w:p>
              </w:tc>
              <w:tc>
                <w:tcPr>
                  <w:tcW w:w="4036" w:type="dxa"/>
                  <w:tcBorders>
                    <w:top w:val="nil"/>
                    <w:left w:val="nil"/>
                    <w:bottom w:val="nil"/>
                    <w:right w:val="nil"/>
                  </w:tcBorders>
                  <w:vAlign w:val="bottom"/>
                </w:tcPr>
                <w:p w:rsidR="0009156E" w:rsidRPr="00C01477" w:rsidRDefault="0009156E" w:rsidP="00DE5787">
                  <w:r w:rsidRPr="00C01477">
                    <w:t>3</w:t>
                  </w:r>
                  <w:r>
                    <w:t>501,3</w:t>
                  </w:r>
                  <w:r w:rsidRPr="00C01477">
                    <w:t xml:space="preserve"> тыс. руб.</w:t>
                  </w:r>
                </w:p>
              </w:tc>
            </w:tr>
            <w:tr w:rsidR="0009156E" w:rsidRPr="00C01477" w:rsidTr="00606CEE">
              <w:trPr>
                <w:trHeight w:val="225"/>
              </w:trPr>
              <w:tc>
                <w:tcPr>
                  <w:tcW w:w="2397" w:type="dxa"/>
                  <w:tcBorders>
                    <w:top w:val="nil"/>
                    <w:left w:val="nil"/>
                    <w:bottom w:val="nil"/>
                    <w:right w:val="nil"/>
                  </w:tcBorders>
                  <w:vAlign w:val="bottom"/>
                </w:tcPr>
                <w:p w:rsidR="0009156E" w:rsidRDefault="0009156E" w:rsidP="007A36E5">
                  <w:r>
                    <w:t xml:space="preserve">Из областного бюджета: </w:t>
                  </w:r>
                </w:p>
                <w:p w:rsidR="0009156E" w:rsidRPr="00C01477" w:rsidRDefault="0009156E" w:rsidP="007A36E5">
                  <w:r>
                    <w:t xml:space="preserve">2016 г. </w:t>
                  </w:r>
                </w:p>
              </w:tc>
              <w:tc>
                <w:tcPr>
                  <w:tcW w:w="4036" w:type="dxa"/>
                  <w:tcBorders>
                    <w:top w:val="nil"/>
                    <w:left w:val="nil"/>
                    <w:bottom w:val="nil"/>
                    <w:right w:val="nil"/>
                  </w:tcBorders>
                  <w:vAlign w:val="bottom"/>
                </w:tcPr>
                <w:p w:rsidR="0009156E" w:rsidRDefault="0009156E" w:rsidP="007A36E5">
                  <w:r>
                    <w:t>57,5 тыс. руб.</w:t>
                  </w:r>
                </w:p>
              </w:tc>
            </w:tr>
          </w:tbl>
          <w:p w:rsidR="0009156E" w:rsidRDefault="0009156E" w:rsidP="00606CEE">
            <w:pPr>
              <w:rPr>
                <w:color w:val="FF9900"/>
              </w:rPr>
            </w:pPr>
          </w:p>
        </w:tc>
      </w:tr>
      <w:tr w:rsidR="0009156E" w:rsidTr="00606CEE">
        <w:trPr>
          <w:trHeight w:val="630"/>
          <w:jc w:val="right"/>
        </w:trPr>
        <w:tc>
          <w:tcPr>
            <w:tcW w:w="2389" w:type="dxa"/>
          </w:tcPr>
          <w:p w:rsidR="0009156E" w:rsidRDefault="0009156E" w:rsidP="00606CEE">
            <w:pPr>
              <w:jc w:val="both"/>
            </w:pPr>
            <w:r>
              <w:t>Ожидаемые конечные результаты реализации муниципальной подпрограммы</w:t>
            </w:r>
          </w:p>
        </w:tc>
        <w:tc>
          <w:tcPr>
            <w:tcW w:w="7142" w:type="dxa"/>
          </w:tcPr>
          <w:p w:rsidR="0009156E" w:rsidRPr="008F31D3" w:rsidRDefault="0009156E" w:rsidP="00606CEE">
            <w:pPr>
              <w:pStyle w:val="a4"/>
              <w:ind w:right="85"/>
              <w:jc w:val="both"/>
              <w:rPr>
                <w:b w:val="0"/>
              </w:rPr>
            </w:pPr>
            <w:r w:rsidRPr="008F31D3">
              <w:rPr>
                <w:b w:val="0"/>
              </w:rPr>
              <w:t>Поступление неналоговых доходов  в консолидированный бюджет Таловского муниципального районаот управления муниципальным имуществом за счет реализации программных мероприятий к 2019 году в размере 1799 тыс. руб.</w:t>
            </w:r>
          </w:p>
          <w:p w:rsidR="0009156E" w:rsidRDefault="0009156E" w:rsidP="00606CEE">
            <w:r>
              <w:t xml:space="preserve">Поступление неналоговых доходов  в консолидированный бюджет Таловского муниципального районаот использования земельных участков </w:t>
            </w:r>
            <w:r>
              <w:rPr>
                <w:rStyle w:val="12pt"/>
              </w:rPr>
              <w:t xml:space="preserve">за счет реализации программных мероприятий к 2019 </w:t>
            </w:r>
            <w:r>
              <w:rPr>
                <w:rStyle w:val="12pt"/>
              </w:rPr>
              <w:lastRenderedPageBreak/>
              <w:t>году до 42488,0 тыс. руб.</w:t>
            </w:r>
          </w:p>
        </w:tc>
      </w:tr>
    </w:tbl>
    <w:p w:rsidR="0009156E" w:rsidRPr="00C01477" w:rsidRDefault="0009156E" w:rsidP="00557540">
      <w:pPr>
        <w:ind w:left="360"/>
        <w:jc w:val="center"/>
        <w:rPr>
          <w:b/>
          <w:sz w:val="26"/>
          <w:szCs w:val="26"/>
        </w:rPr>
      </w:pPr>
      <w:r w:rsidRPr="00C01477">
        <w:rPr>
          <w:b/>
          <w:sz w:val="26"/>
          <w:szCs w:val="26"/>
        </w:rPr>
        <w:t>Раздел 3. Характеристика основных мероприятий подпрограммы</w:t>
      </w:r>
    </w:p>
    <w:p w:rsidR="0009156E" w:rsidRDefault="0009156E" w:rsidP="00557540">
      <w:pPr>
        <w:jc w:val="center"/>
        <w:rPr>
          <w:b/>
        </w:rPr>
      </w:pPr>
    </w:p>
    <w:p w:rsidR="0009156E" w:rsidRDefault="0009156E" w:rsidP="00557540">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09156E" w:rsidRPr="006B7AE2" w:rsidRDefault="0009156E" w:rsidP="00557540">
      <w:pPr>
        <w:autoSpaceDE w:val="0"/>
        <w:autoSpaceDN w:val="0"/>
        <w:adjustRightInd w:val="0"/>
        <w:spacing w:before="120"/>
        <w:ind w:firstLine="539"/>
        <w:jc w:val="both"/>
        <w:rPr>
          <w:b/>
        </w:rPr>
      </w:pPr>
      <w:r w:rsidRPr="006B7AE2">
        <w:rPr>
          <w:b/>
        </w:rPr>
        <w:t>1) техническая инвентаризация, оценка имущества для принятия управленческих решений;</w:t>
      </w:r>
    </w:p>
    <w:p w:rsidR="0009156E" w:rsidRDefault="0009156E" w:rsidP="00557540">
      <w:pPr>
        <w:autoSpaceDE w:val="0"/>
        <w:autoSpaceDN w:val="0"/>
        <w:adjustRightInd w:val="0"/>
        <w:ind w:firstLine="540"/>
        <w:jc w:val="both"/>
      </w:pPr>
      <w: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09156E" w:rsidRPr="00C01477" w:rsidRDefault="0009156E" w:rsidP="00557540">
      <w:pPr>
        <w:autoSpaceDE w:val="0"/>
        <w:autoSpaceDN w:val="0"/>
        <w:adjustRightInd w:val="0"/>
        <w:spacing w:before="120"/>
        <w:ind w:firstLine="539"/>
        <w:jc w:val="both"/>
        <w:rPr>
          <w:b/>
        </w:rPr>
      </w:pPr>
      <w:r w:rsidRPr="00C01477">
        <w:rPr>
          <w:b/>
        </w:rPr>
        <w:t xml:space="preserve">2) </w:t>
      </w:r>
      <w:r>
        <w:rPr>
          <w:b/>
        </w:rPr>
        <w:t xml:space="preserve">приобретение и </w:t>
      </w:r>
      <w:r w:rsidRPr="00C01477">
        <w:rPr>
          <w:b/>
        </w:rPr>
        <w:t>содержание имущества казны и проведение ремонтных работ для привлечения дополнительных арендаторов.</w:t>
      </w:r>
    </w:p>
    <w:p w:rsidR="0009156E" w:rsidRPr="00C01477" w:rsidRDefault="0009156E" w:rsidP="00557540">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Та</w:t>
      </w:r>
      <w:r>
        <w:rPr>
          <w:bCs/>
        </w:rPr>
        <w:t xml:space="preserve">ловского муниципального района, </w:t>
      </w:r>
      <w:r w:rsidRPr="00C01477">
        <w:rPr>
          <w:bCs/>
        </w:rPr>
        <w:t>ремонт и реконструкция объектов, находящихся в собственности Т</w:t>
      </w:r>
      <w:r>
        <w:rPr>
          <w:bCs/>
        </w:rPr>
        <w:t>аловского муниципального района, а также приобретение жилья для муниципальных нужд.</w:t>
      </w:r>
    </w:p>
    <w:p w:rsidR="0009156E" w:rsidRPr="00DE7D1E" w:rsidRDefault="0009156E" w:rsidP="00557540">
      <w:pPr>
        <w:pStyle w:val="a4"/>
        <w:spacing w:before="120"/>
        <w:ind w:right="23" w:firstLine="601"/>
        <w:jc w:val="both"/>
        <w:rPr>
          <w:rStyle w:val="1a"/>
          <w:bCs w:val="0"/>
          <w:sz w:val="24"/>
          <w:szCs w:val="24"/>
        </w:rPr>
      </w:pPr>
      <w:r w:rsidRPr="00DE7D1E">
        <w:rPr>
          <w:rStyle w:val="1a"/>
          <w:sz w:val="24"/>
          <w:szCs w:val="24"/>
        </w:rPr>
        <w:t xml:space="preserve">3)межевание земельных участков, оценка размера арендной платы. </w:t>
      </w:r>
    </w:p>
    <w:p w:rsidR="0009156E" w:rsidRPr="00C01477" w:rsidRDefault="0009156E" w:rsidP="00557540">
      <w:pPr>
        <w:autoSpaceDE w:val="0"/>
        <w:autoSpaceDN w:val="0"/>
        <w:adjustRightInd w:val="0"/>
        <w:ind w:firstLine="539"/>
        <w:jc w:val="both"/>
      </w:pPr>
      <w:r w:rsidRPr="00C01477">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09156E" w:rsidRPr="00DE7D1E" w:rsidRDefault="0009156E" w:rsidP="00557540">
      <w:pPr>
        <w:pStyle w:val="a4"/>
        <w:spacing w:before="120"/>
        <w:ind w:right="23" w:firstLine="601"/>
        <w:jc w:val="both"/>
        <w:rPr>
          <w:rStyle w:val="1a"/>
          <w:sz w:val="24"/>
          <w:szCs w:val="24"/>
        </w:rPr>
      </w:pPr>
      <w:r w:rsidRPr="00DE7D1E">
        <w:rPr>
          <w:rStyle w:val="1a"/>
          <w:sz w:val="24"/>
          <w:szCs w:val="24"/>
        </w:rPr>
        <w:t xml:space="preserve">4) публикация информационных сообщений </w:t>
      </w:r>
    </w:p>
    <w:p w:rsidR="0009156E" w:rsidRPr="00DE7D1E" w:rsidRDefault="0009156E" w:rsidP="00557540">
      <w:pPr>
        <w:pStyle w:val="a4"/>
        <w:spacing w:before="120"/>
        <w:ind w:right="23" w:firstLine="601"/>
        <w:jc w:val="both"/>
        <w:rPr>
          <w:rStyle w:val="1a"/>
          <w:b w:val="0"/>
          <w:sz w:val="24"/>
          <w:szCs w:val="24"/>
        </w:rPr>
      </w:pPr>
      <w:r w:rsidRPr="00DE7D1E">
        <w:rPr>
          <w:rStyle w:val="1a"/>
          <w:b w:val="0"/>
          <w:sz w:val="24"/>
          <w:szCs w:val="24"/>
        </w:rPr>
        <w:t>Сообщения публикуются в официальных печатных изданиях:районная газета «Заря»</w:t>
      </w:r>
    </w:p>
    <w:p w:rsidR="0009156E" w:rsidRPr="00DE7D1E" w:rsidRDefault="0009156E" w:rsidP="00557540">
      <w:pPr>
        <w:ind w:left="42"/>
        <w:jc w:val="both"/>
        <w:rPr>
          <w:b/>
        </w:rPr>
      </w:pPr>
      <w:r w:rsidRPr="00DE7D1E">
        <w:rPr>
          <w:rStyle w:val="1a"/>
          <w:b/>
          <w:sz w:val="24"/>
          <w:szCs w:val="24"/>
        </w:rPr>
        <w:t xml:space="preserve">5) </w:t>
      </w:r>
      <w:r>
        <w:rPr>
          <w:b/>
        </w:rPr>
        <w:t xml:space="preserve">обеспечение деятельности </w:t>
      </w:r>
      <w:r w:rsidRPr="00DE7D1E">
        <w:rPr>
          <w:b/>
        </w:rPr>
        <w:t>Отдел</w:t>
      </w:r>
      <w:r>
        <w:rPr>
          <w:b/>
        </w:rPr>
        <w:t>а</w:t>
      </w:r>
      <w:r w:rsidRPr="00DE7D1E">
        <w:rPr>
          <w:b/>
        </w:rPr>
        <w:t xml:space="preserve"> по управлению муниципальным имуществом.</w:t>
      </w:r>
    </w:p>
    <w:p w:rsidR="0009156E" w:rsidRPr="00C01477" w:rsidRDefault="0009156E" w:rsidP="00557540">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09156E" w:rsidRPr="00C01477" w:rsidRDefault="0009156E" w:rsidP="00557540">
      <w:pPr>
        <w:autoSpaceDE w:val="0"/>
        <w:autoSpaceDN w:val="0"/>
        <w:adjustRightInd w:val="0"/>
        <w:spacing w:before="120"/>
        <w:ind w:firstLine="539"/>
        <w:jc w:val="both"/>
      </w:pPr>
      <w:r w:rsidRPr="00C01477">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C01477">
          <w:rPr>
            <w:rStyle w:val="ac"/>
          </w:rPr>
          <w:t xml:space="preserve">приложении N </w:t>
        </w:r>
      </w:hyperlink>
      <w:r w:rsidRPr="00C01477">
        <w:t>2,3 подпрограммы.</w:t>
      </w:r>
    </w:p>
    <w:p w:rsidR="0009156E" w:rsidRDefault="0009156E" w:rsidP="00557540">
      <w:pPr>
        <w:ind w:firstLine="600"/>
        <w:jc w:val="center"/>
        <w:rPr>
          <w:b/>
        </w:rPr>
      </w:pPr>
    </w:p>
    <w:p w:rsidR="0009156E" w:rsidRPr="00C01477" w:rsidRDefault="0009156E" w:rsidP="00557540">
      <w:pPr>
        <w:ind w:firstLine="600"/>
        <w:jc w:val="center"/>
        <w:rPr>
          <w:sz w:val="26"/>
          <w:szCs w:val="26"/>
        </w:rPr>
      </w:pPr>
      <w:r w:rsidRPr="00C01477">
        <w:rPr>
          <w:b/>
          <w:sz w:val="26"/>
          <w:szCs w:val="26"/>
        </w:rPr>
        <w:t>Раздел 6. Финансовое обеспечение муниципальной подпрограммы</w:t>
      </w:r>
    </w:p>
    <w:p w:rsidR="0009156E" w:rsidRDefault="0009156E" w:rsidP="00557540">
      <w:pPr>
        <w:tabs>
          <w:tab w:val="left" w:pos="4050"/>
        </w:tabs>
      </w:pPr>
      <w:r>
        <w:tab/>
      </w:r>
    </w:p>
    <w:p w:rsidR="0009156E" w:rsidRDefault="0009156E" w:rsidP="00557540">
      <w:pPr>
        <w:tabs>
          <w:tab w:val="left" w:pos="4050"/>
        </w:tabs>
        <w:ind w:firstLine="839"/>
        <w:rPr>
          <w:bCs/>
        </w:rPr>
      </w:pPr>
      <w:r>
        <w:rPr>
          <w:bCs/>
        </w:rPr>
        <w:t>Общий объем средств районного бюджета на выполнение программных мероприятий за период 2014-2019 годы составит 27552  тыс. руб.</w:t>
      </w:r>
    </w:p>
    <w:p w:rsidR="0009156E" w:rsidRDefault="0009156E" w:rsidP="00557540">
      <w:pPr>
        <w:tabs>
          <w:tab w:val="left" w:pos="4050"/>
        </w:tabs>
        <w:ind w:firstLine="839"/>
      </w:pPr>
      <w:r>
        <w:t>Средства районного бюджета в разрезе подпрограммных мероприятий представлены в Приложении 2,3.</w:t>
      </w:r>
    </w:p>
    <w:p w:rsidR="0009156E" w:rsidRDefault="0009156E" w:rsidP="00557540">
      <w:pPr>
        <w:tabs>
          <w:tab w:val="left" w:pos="4050"/>
        </w:tabs>
        <w:ind w:firstLine="839"/>
      </w:pP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09156E" w:rsidRPr="00194AB1" w:rsidTr="00606CEE">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09156E" w:rsidRPr="00194AB1" w:rsidRDefault="0009156E" w:rsidP="00606CEE">
            <w:pPr>
              <w:jc w:val="center"/>
            </w:pPr>
            <w:r w:rsidRPr="00194AB1">
              <w:t xml:space="preserve">№ </w:t>
            </w:r>
            <w:r w:rsidRPr="00194AB1">
              <w:lastRenderedPageBreak/>
              <w:t>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09156E" w:rsidRPr="00194AB1" w:rsidRDefault="0009156E" w:rsidP="00606CEE">
            <w:pPr>
              <w:jc w:val="center"/>
            </w:pPr>
            <w:r w:rsidRPr="00194AB1">
              <w:lastRenderedPageBreak/>
              <w:t xml:space="preserve">Годы реализации </w:t>
            </w:r>
            <w:r w:rsidRPr="00194AB1">
              <w:lastRenderedPageBreak/>
              <w:t>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09156E" w:rsidRPr="00194AB1" w:rsidRDefault="0009156E" w:rsidP="00606CEE">
            <w:pPr>
              <w:jc w:val="center"/>
            </w:pPr>
            <w:r w:rsidRPr="00194AB1">
              <w:lastRenderedPageBreak/>
              <w:t>Объем финансирования, тыс.руб.</w:t>
            </w:r>
          </w:p>
        </w:tc>
      </w:tr>
      <w:tr w:rsidR="0009156E" w:rsidRPr="00194AB1" w:rsidTr="00606CEE">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09156E" w:rsidRPr="00194AB1" w:rsidRDefault="0009156E" w:rsidP="00606CEE"/>
        </w:tc>
        <w:tc>
          <w:tcPr>
            <w:tcW w:w="0" w:type="auto"/>
            <w:vMerge/>
            <w:tcBorders>
              <w:top w:val="single" w:sz="4" w:space="0" w:color="auto"/>
              <w:left w:val="single" w:sz="4" w:space="0" w:color="auto"/>
              <w:bottom w:val="single" w:sz="4" w:space="0" w:color="auto"/>
              <w:right w:val="single" w:sz="4" w:space="0" w:color="auto"/>
            </w:tcBorders>
            <w:vAlign w:val="center"/>
          </w:tcPr>
          <w:p w:rsidR="0009156E" w:rsidRPr="00194AB1" w:rsidRDefault="0009156E" w:rsidP="00606CEE"/>
        </w:tc>
        <w:tc>
          <w:tcPr>
            <w:tcW w:w="1092" w:type="dxa"/>
            <w:vMerge w:val="restart"/>
            <w:tcBorders>
              <w:top w:val="nil"/>
              <w:left w:val="single" w:sz="4" w:space="0" w:color="auto"/>
              <w:bottom w:val="single" w:sz="4" w:space="0" w:color="auto"/>
              <w:right w:val="single" w:sz="4" w:space="0" w:color="auto"/>
            </w:tcBorders>
            <w:noWrap/>
            <w:vAlign w:val="center"/>
          </w:tcPr>
          <w:p w:rsidR="0009156E" w:rsidRPr="00194AB1" w:rsidRDefault="0009156E" w:rsidP="00606CEE">
            <w:pPr>
              <w:jc w:val="center"/>
            </w:pPr>
            <w:r w:rsidRPr="00194AB1">
              <w:t>Всего</w:t>
            </w:r>
          </w:p>
        </w:tc>
        <w:tc>
          <w:tcPr>
            <w:tcW w:w="5770" w:type="dxa"/>
            <w:gridSpan w:val="4"/>
            <w:tcBorders>
              <w:top w:val="single" w:sz="4" w:space="0" w:color="auto"/>
              <w:left w:val="nil"/>
              <w:bottom w:val="single" w:sz="4" w:space="0" w:color="auto"/>
              <w:right w:val="single" w:sz="4" w:space="0" w:color="auto"/>
            </w:tcBorders>
            <w:noWrap/>
            <w:vAlign w:val="center"/>
          </w:tcPr>
          <w:p w:rsidR="0009156E" w:rsidRPr="00194AB1" w:rsidRDefault="0009156E" w:rsidP="00606CEE">
            <w:pPr>
              <w:jc w:val="center"/>
            </w:pPr>
            <w:r w:rsidRPr="00194AB1">
              <w:t>в том числе по источникам финансирования</w:t>
            </w:r>
          </w:p>
        </w:tc>
      </w:tr>
      <w:tr w:rsidR="0009156E" w:rsidRPr="00194AB1" w:rsidTr="00606CEE">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09156E" w:rsidRPr="00194AB1" w:rsidRDefault="0009156E" w:rsidP="00606CEE"/>
        </w:tc>
        <w:tc>
          <w:tcPr>
            <w:tcW w:w="0" w:type="auto"/>
            <w:vMerge/>
            <w:tcBorders>
              <w:top w:val="single" w:sz="4" w:space="0" w:color="auto"/>
              <w:left w:val="single" w:sz="4" w:space="0" w:color="auto"/>
              <w:bottom w:val="single" w:sz="4" w:space="0" w:color="auto"/>
              <w:right w:val="single" w:sz="4" w:space="0" w:color="auto"/>
            </w:tcBorders>
            <w:vAlign w:val="center"/>
          </w:tcPr>
          <w:p w:rsidR="0009156E" w:rsidRPr="00194AB1" w:rsidRDefault="0009156E" w:rsidP="00606CEE"/>
        </w:tc>
        <w:tc>
          <w:tcPr>
            <w:tcW w:w="0" w:type="auto"/>
            <w:vMerge/>
            <w:tcBorders>
              <w:top w:val="nil"/>
              <w:left w:val="single" w:sz="4" w:space="0" w:color="auto"/>
              <w:bottom w:val="single" w:sz="4" w:space="0" w:color="auto"/>
              <w:right w:val="single" w:sz="4" w:space="0" w:color="auto"/>
            </w:tcBorders>
            <w:vAlign w:val="center"/>
          </w:tcPr>
          <w:p w:rsidR="0009156E" w:rsidRPr="00194AB1" w:rsidRDefault="0009156E" w:rsidP="00606CEE"/>
        </w:tc>
        <w:tc>
          <w:tcPr>
            <w:tcW w:w="1698" w:type="dxa"/>
            <w:tcBorders>
              <w:top w:val="nil"/>
              <w:left w:val="nil"/>
              <w:bottom w:val="single" w:sz="4" w:space="0" w:color="auto"/>
              <w:right w:val="single" w:sz="4" w:space="0" w:color="auto"/>
            </w:tcBorders>
            <w:vAlign w:val="center"/>
          </w:tcPr>
          <w:p w:rsidR="0009156E" w:rsidRPr="00194AB1" w:rsidRDefault="0009156E" w:rsidP="00606CEE">
            <w:pPr>
              <w:jc w:val="center"/>
            </w:pPr>
            <w:r w:rsidRPr="00194AB1">
              <w:t>федеральный бюджет</w:t>
            </w:r>
          </w:p>
        </w:tc>
        <w:tc>
          <w:tcPr>
            <w:tcW w:w="1404" w:type="dxa"/>
            <w:tcBorders>
              <w:top w:val="nil"/>
              <w:left w:val="nil"/>
              <w:bottom w:val="single" w:sz="4" w:space="0" w:color="auto"/>
              <w:right w:val="single" w:sz="4" w:space="0" w:color="auto"/>
            </w:tcBorders>
            <w:vAlign w:val="center"/>
          </w:tcPr>
          <w:p w:rsidR="0009156E" w:rsidRPr="00194AB1" w:rsidRDefault="0009156E" w:rsidP="00606CEE">
            <w:pPr>
              <w:jc w:val="center"/>
            </w:pPr>
            <w:r w:rsidRPr="00194AB1">
              <w:t>областной бюджет</w:t>
            </w:r>
          </w:p>
        </w:tc>
        <w:tc>
          <w:tcPr>
            <w:tcW w:w="1338" w:type="dxa"/>
            <w:tcBorders>
              <w:top w:val="nil"/>
              <w:left w:val="nil"/>
              <w:bottom w:val="single" w:sz="4" w:space="0" w:color="auto"/>
              <w:right w:val="single" w:sz="4" w:space="0" w:color="auto"/>
            </w:tcBorders>
            <w:vAlign w:val="center"/>
          </w:tcPr>
          <w:p w:rsidR="0009156E" w:rsidRPr="00194AB1" w:rsidRDefault="0009156E" w:rsidP="00606CEE">
            <w:pPr>
              <w:jc w:val="center"/>
            </w:pPr>
            <w:r w:rsidRPr="00194AB1">
              <w:t>районный бюджет</w:t>
            </w:r>
          </w:p>
        </w:tc>
        <w:tc>
          <w:tcPr>
            <w:tcW w:w="1330" w:type="dxa"/>
            <w:tcBorders>
              <w:top w:val="nil"/>
              <w:left w:val="nil"/>
              <w:bottom w:val="single" w:sz="4" w:space="0" w:color="auto"/>
              <w:right w:val="single" w:sz="4" w:space="0" w:color="auto"/>
            </w:tcBorders>
            <w:vAlign w:val="center"/>
          </w:tcPr>
          <w:p w:rsidR="0009156E" w:rsidRPr="00194AB1" w:rsidRDefault="0009156E" w:rsidP="00606CEE">
            <w:pPr>
              <w:jc w:val="center"/>
            </w:pPr>
            <w:r w:rsidRPr="00194AB1">
              <w:t>другие источники</w:t>
            </w:r>
          </w:p>
        </w:tc>
      </w:tr>
      <w:tr w:rsidR="0009156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09156E" w:rsidRPr="00194AB1" w:rsidRDefault="0009156E" w:rsidP="00606CEE">
            <w:pPr>
              <w:jc w:val="center"/>
            </w:pPr>
            <w:r w:rsidRPr="00194AB1">
              <w:t>1</w:t>
            </w:r>
          </w:p>
        </w:tc>
        <w:tc>
          <w:tcPr>
            <w:tcW w:w="226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2</w:t>
            </w:r>
          </w:p>
        </w:tc>
        <w:tc>
          <w:tcPr>
            <w:tcW w:w="1092"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3</w:t>
            </w:r>
          </w:p>
        </w:tc>
        <w:tc>
          <w:tcPr>
            <w:tcW w:w="169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4</w:t>
            </w:r>
          </w:p>
        </w:tc>
        <w:tc>
          <w:tcPr>
            <w:tcW w:w="1404"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5</w:t>
            </w:r>
          </w:p>
        </w:tc>
        <w:tc>
          <w:tcPr>
            <w:tcW w:w="133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6</w:t>
            </w:r>
          </w:p>
        </w:tc>
        <w:tc>
          <w:tcPr>
            <w:tcW w:w="1330"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7</w:t>
            </w:r>
          </w:p>
        </w:tc>
      </w:tr>
      <w:tr w:rsidR="0009156E" w:rsidRPr="00C01477" w:rsidTr="00606CEE">
        <w:trPr>
          <w:trHeight w:val="287"/>
        </w:trPr>
        <w:tc>
          <w:tcPr>
            <w:tcW w:w="735" w:type="dxa"/>
            <w:tcBorders>
              <w:top w:val="nil"/>
              <w:left w:val="single" w:sz="4" w:space="0" w:color="auto"/>
              <w:bottom w:val="single" w:sz="4" w:space="0" w:color="auto"/>
              <w:right w:val="single" w:sz="4" w:space="0" w:color="auto"/>
            </w:tcBorders>
            <w:noWrap/>
            <w:vAlign w:val="center"/>
          </w:tcPr>
          <w:p w:rsidR="0009156E" w:rsidRPr="00194AB1" w:rsidRDefault="0009156E" w:rsidP="00606CEE">
            <w:pPr>
              <w:numPr>
                <w:ilvl w:val="0"/>
                <w:numId w:val="5"/>
              </w:numPr>
              <w:jc w:val="center"/>
            </w:pPr>
          </w:p>
        </w:tc>
        <w:tc>
          <w:tcPr>
            <w:tcW w:w="2268" w:type="dxa"/>
            <w:tcBorders>
              <w:top w:val="nil"/>
              <w:left w:val="nil"/>
              <w:bottom w:val="single" w:sz="4" w:space="0" w:color="auto"/>
              <w:right w:val="single" w:sz="4" w:space="0" w:color="auto"/>
            </w:tcBorders>
            <w:vAlign w:val="center"/>
          </w:tcPr>
          <w:p w:rsidR="0009156E" w:rsidRPr="00194AB1" w:rsidRDefault="0009156E" w:rsidP="00606CEE">
            <w:pPr>
              <w:jc w:val="center"/>
              <w:rPr>
                <w:b/>
                <w:bCs/>
                <w:i/>
                <w:iCs/>
              </w:rPr>
            </w:pPr>
          </w:p>
        </w:tc>
        <w:tc>
          <w:tcPr>
            <w:tcW w:w="1092" w:type="dxa"/>
            <w:tcBorders>
              <w:top w:val="nil"/>
              <w:left w:val="nil"/>
              <w:bottom w:val="single" w:sz="4" w:space="0" w:color="auto"/>
              <w:right w:val="single" w:sz="4" w:space="0" w:color="auto"/>
            </w:tcBorders>
            <w:noWrap/>
            <w:vAlign w:val="center"/>
          </w:tcPr>
          <w:p w:rsidR="0009156E" w:rsidRPr="00FB41B3" w:rsidRDefault="0009156E" w:rsidP="00F96D71">
            <w:pPr>
              <w:jc w:val="center"/>
              <w:rPr>
                <w:b/>
                <w:bCs/>
                <w:iCs/>
              </w:rPr>
            </w:pPr>
            <w:r>
              <w:rPr>
                <w:b/>
                <w:bCs/>
                <w:iCs/>
              </w:rPr>
              <w:t>29509,5</w:t>
            </w:r>
          </w:p>
        </w:tc>
        <w:tc>
          <w:tcPr>
            <w:tcW w:w="1698" w:type="dxa"/>
            <w:tcBorders>
              <w:top w:val="nil"/>
              <w:left w:val="nil"/>
              <w:bottom w:val="single" w:sz="4" w:space="0" w:color="auto"/>
              <w:right w:val="single" w:sz="4" w:space="0" w:color="auto"/>
            </w:tcBorders>
            <w:noWrap/>
            <w:vAlign w:val="center"/>
          </w:tcPr>
          <w:p w:rsidR="0009156E" w:rsidRPr="00C01477" w:rsidRDefault="0009156E" w:rsidP="00606CEE">
            <w:pPr>
              <w:jc w:val="center"/>
              <w:rPr>
                <w:b/>
                <w:bCs/>
                <w:iCs/>
              </w:rPr>
            </w:pPr>
            <w:r w:rsidRPr="00C01477">
              <w:rPr>
                <w:b/>
                <w:bCs/>
                <w:iCs/>
              </w:rPr>
              <w:t> -</w:t>
            </w:r>
          </w:p>
        </w:tc>
        <w:tc>
          <w:tcPr>
            <w:tcW w:w="1404" w:type="dxa"/>
            <w:tcBorders>
              <w:top w:val="nil"/>
              <w:left w:val="nil"/>
              <w:bottom w:val="single" w:sz="4" w:space="0" w:color="auto"/>
              <w:right w:val="single" w:sz="4" w:space="0" w:color="auto"/>
            </w:tcBorders>
            <w:noWrap/>
            <w:vAlign w:val="center"/>
          </w:tcPr>
          <w:p w:rsidR="0009156E" w:rsidRPr="00C01477" w:rsidRDefault="0009156E" w:rsidP="00606CEE">
            <w:pPr>
              <w:jc w:val="center"/>
              <w:rPr>
                <w:b/>
                <w:bCs/>
                <w:iCs/>
              </w:rPr>
            </w:pPr>
            <w:r>
              <w:rPr>
                <w:b/>
                <w:bCs/>
                <w:iCs/>
              </w:rPr>
              <w:t>57,5</w:t>
            </w:r>
            <w:r w:rsidRPr="00C01477">
              <w:rPr>
                <w:b/>
                <w:bCs/>
                <w:iCs/>
              </w:rPr>
              <w:t> </w:t>
            </w:r>
          </w:p>
        </w:tc>
        <w:tc>
          <w:tcPr>
            <w:tcW w:w="1338" w:type="dxa"/>
            <w:tcBorders>
              <w:top w:val="nil"/>
              <w:left w:val="nil"/>
              <w:bottom w:val="single" w:sz="4" w:space="0" w:color="auto"/>
              <w:right w:val="single" w:sz="4" w:space="0" w:color="auto"/>
            </w:tcBorders>
            <w:noWrap/>
            <w:vAlign w:val="center"/>
          </w:tcPr>
          <w:p w:rsidR="0009156E" w:rsidRPr="00FB41B3" w:rsidRDefault="0009156E" w:rsidP="00F96D71">
            <w:pPr>
              <w:jc w:val="center"/>
              <w:rPr>
                <w:b/>
                <w:bCs/>
                <w:iCs/>
              </w:rPr>
            </w:pPr>
            <w:r>
              <w:rPr>
                <w:b/>
                <w:bCs/>
                <w:iCs/>
              </w:rPr>
              <w:t>29452</w:t>
            </w:r>
          </w:p>
        </w:tc>
        <w:tc>
          <w:tcPr>
            <w:tcW w:w="1330" w:type="dxa"/>
            <w:tcBorders>
              <w:top w:val="nil"/>
              <w:left w:val="nil"/>
              <w:bottom w:val="single" w:sz="4" w:space="0" w:color="auto"/>
              <w:right w:val="single" w:sz="4" w:space="0" w:color="auto"/>
            </w:tcBorders>
            <w:noWrap/>
            <w:vAlign w:val="center"/>
          </w:tcPr>
          <w:p w:rsidR="0009156E" w:rsidRPr="00C01477" w:rsidRDefault="0009156E" w:rsidP="00606CEE">
            <w:pPr>
              <w:jc w:val="center"/>
            </w:pPr>
            <w:r w:rsidRPr="00C01477">
              <w:t> -</w:t>
            </w:r>
          </w:p>
        </w:tc>
      </w:tr>
      <w:tr w:rsidR="0009156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09156E" w:rsidRPr="00194AB1" w:rsidRDefault="0009156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2014</w:t>
            </w:r>
          </w:p>
        </w:tc>
        <w:tc>
          <w:tcPr>
            <w:tcW w:w="1092" w:type="dxa"/>
            <w:tcBorders>
              <w:top w:val="nil"/>
              <w:left w:val="nil"/>
              <w:bottom w:val="single" w:sz="4" w:space="0" w:color="auto"/>
              <w:right w:val="single" w:sz="4" w:space="0" w:color="auto"/>
            </w:tcBorders>
            <w:noWrap/>
            <w:vAlign w:val="center"/>
          </w:tcPr>
          <w:p w:rsidR="0009156E" w:rsidRPr="00194AB1" w:rsidRDefault="0009156E" w:rsidP="00606CEE">
            <w:pPr>
              <w:jc w:val="center"/>
            </w:pPr>
            <w:r>
              <w:t>4559,0</w:t>
            </w:r>
          </w:p>
        </w:tc>
        <w:tc>
          <w:tcPr>
            <w:tcW w:w="169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09156E" w:rsidRPr="00194AB1" w:rsidRDefault="0009156E" w:rsidP="00606CEE">
            <w:pPr>
              <w:jc w:val="center"/>
            </w:pPr>
            <w:r>
              <w:t>4559,0</w:t>
            </w:r>
          </w:p>
        </w:tc>
        <w:tc>
          <w:tcPr>
            <w:tcW w:w="1330"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r>
      <w:tr w:rsidR="0009156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09156E" w:rsidRPr="00194AB1" w:rsidRDefault="0009156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2015</w:t>
            </w:r>
          </w:p>
        </w:tc>
        <w:tc>
          <w:tcPr>
            <w:tcW w:w="1092" w:type="dxa"/>
            <w:tcBorders>
              <w:top w:val="nil"/>
              <w:left w:val="nil"/>
              <w:bottom w:val="single" w:sz="4" w:space="0" w:color="auto"/>
              <w:right w:val="single" w:sz="4" w:space="0" w:color="auto"/>
            </w:tcBorders>
            <w:noWrap/>
            <w:vAlign w:val="center"/>
          </w:tcPr>
          <w:p w:rsidR="0009156E" w:rsidRPr="00194AB1" w:rsidRDefault="0009156E" w:rsidP="00606CEE">
            <w:pPr>
              <w:jc w:val="center"/>
            </w:pPr>
            <w:r>
              <w:t>5513,5</w:t>
            </w:r>
          </w:p>
        </w:tc>
        <w:tc>
          <w:tcPr>
            <w:tcW w:w="169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09156E" w:rsidRPr="00194AB1" w:rsidRDefault="0009156E" w:rsidP="00606CEE">
            <w:pPr>
              <w:jc w:val="center"/>
            </w:pPr>
            <w:r>
              <w:t>5513,5</w:t>
            </w:r>
          </w:p>
        </w:tc>
        <w:tc>
          <w:tcPr>
            <w:tcW w:w="1330"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r>
      <w:tr w:rsidR="0009156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09156E" w:rsidRPr="00194AB1" w:rsidRDefault="0009156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2016</w:t>
            </w:r>
          </w:p>
        </w:tc>
        <w:tc>
          <w:tcPr>
            <w:tcW w:w="1092" w:type="dxa"/>
            <w:tcBorders>
              <w:top w:val="nil"/>
              <w:left w:val="nil"/>
              <w:bottom w:val="single" w:sz="4" w:space="0" w:color="auto"/>
              <w:right w:val="single" w:sz="4" w:space="0" w:color="auto"/>
            </w:tcBorders>
            <w:noWrap/>
            <w:vAlign w:val="center"/>
          </w:tcPr>
          <w:p w:rsidR="0009156E" w:rsidRPr="00194AB1" w:rsidRDefault="0009156E" w:rsidP="00D4260D">
            <w:pPr>
              <w:jc w:val="center"/>
            </w:pPr>
            <w:r>
              <w:t>5048,1</w:t>
            </w:r>
          </w:p>
        </w:tc>
        <w:tc>
          <w:tcPr>
            <w:tcW w:w="169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09156E" w:rsidRPr="00194AB1" w:rsidRDefault="0009156E" w:rsidP="00606CEE">
            <w:pPr>
              <w:jc w:val="center"/>
            </w:pPr>
            <w:r>
              <w:t>57,5</w:t>
            </w:r>
            <w:r w:rsidRPr="00194AB1">
              <w:t> </w:t>
            </w:r>
          </w:p>
        </w:tc>
        <w:tc>
          <w:tcPr>
            <w:tcW w:w="1338" w:type="dxa"/>
            <w:tcBorders>
              <w:top w:val="nil"/>
              <w:left w:val="nil"/>
              <w:bottom w:val="single" w:sz="4" w:space="0" w:color="auto"/>
              <w:right w:val="single" w:sz="4" w:space="0" w:color="auto"/>
            </w:tcBorders>
            <w:noWrap/>
            <w:vAlign w:val="center"/>
          </w:tcPr>
          <w:p w:rsidR="0009156E" w:rsidRPr="00194AB1" w:rsidRDefault="0009156E" w:rsidP="00606CEE">
            <w:pPr>
              <w:jc w:val="center"/>
            </w:pPr>
            <w:r>
              <w:t>4990,6</w:t>
            </w:r>
          </w:p>
        </w:tc>
        <w:tc>
          <w:tcPr>
            <w:tcW w:w="1330"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r>
      <w:tr w:rsidR="0009156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09156E" w:rsidRPr="00194AB1" w:rsidRDefault="0009156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2017</w:t>
            </w:r>
          </w:p>
        </w:tc>
        <w:tc>
          <w:tcPr>
            <w:tcW w:w="1092" w:type="dxa"/>
            <w:tcBorders>
              <w:top w:val="nil"/>
              <w:left w:val="nil"/>
              <w:bottom w:val="single" w:sz="4" w:space="0" w:color="auto"/>
              <w:right w:val="single" w:sz="4" w:space="0" w:color="auto"/>
            </w:tcBorders>
            <w:noWrap/>
            <w:vAlign w:val="center"/>
          </w:tcPr>
          <w:p w:rsidR="0009156E" w:rsidRPr="00194AB1" w:rsidRDefault="0009156E" w:rsidP="00606CEE">
            <w:pPr>
              <w:jc w:val="center"/>
            </w:pPr>
            <w:r>
              <w:t>7386,3</w:t>
            </w:r>
          </w:p>
        </w:tc>
        <w:tc>
          <w:tcPr>
            <w:tcW w:w="169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09156E" w:rsidRPr="00194AB1" w:rsidRDefault="0009156E" w:rsidP="00DE5787">
            <w:pPr>
              <w:jc w:val="center"/>
            </w:pPr>
            <w:r>
              <w:t>7386,3</w:t>
            </w:r>
          </w:p>
        </w:tc>
        <w:tc>
          <w:tcPr>
            <w:tcW w:w="1330"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r>
      <w:tr w:rsidR="0009156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09156E" w:rsidRPr="00194AB1" w:rsidRDefault="0009156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2018</w:t>
            </w:r>
          </w:p>
        </w:tc>
        <w:tc>
          <w:tcPr>
            <w:tcW w:w="1092" w:type="dxa"/>
            <w:tcBorders>
              <w:top w:val="nil"/>
              <w:left w:val="nil"/>
              <w:bottom w:val="single" w:sz="4" w:space="0" w:color="auto"/>
              <w:right w:val="single" w:sz="4" w:space="0" w:color="auto"/>
            </w:tcBorders>
            <w:noWrap/>
            <w:vAlign w:val="center"/>
          </w:tcPr>
          <w:p w:rsidR="0009156E" w:rsidRPr="00194AB1" w:rsidRDefault="0009156E" w:rsidP="00DE5787">
            <w:pPr>
              <w:jc w:val="center"/>
            </w:pPr>
            <w:r>
              <w:t>3501,3</w:t>
            </w:r>
          </w:p>
        </w:tc>
        <w:tc>
          <w:tcPr>
            <w:tcW w:w="169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09156E" w:rsidRPr="00194AB1" w:rsidRDefault="0009156E" w:rsidP="00DE5787">
            <w:pPr>
              <w:jc w:val="center"/>
            </w:pPr>
            <w:r>
              <w:t>3501,3</w:t>
            </w:r>
          </w:p>
        </w:tc>
        <w:tc>
          <w:tcPr>
            <w:tcW w:w="1330"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r>
      <w:tr w:rsidR="0009156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09156E" w:rsidRPr="00194AB1" w:rsidRDefault="0009156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2019</w:t>
            </w:r>
          </w:p>
        </w:tc>
        <w:tc>
          <w:tcPr>
            <w:tcW w:w="1092" w:type="dxa"/>
            <w:tcBorders>
              <w:top w:val="nil"/>
              <w:left w:val="nil"/>
              <w:bottom w:val="single" w:sz="4" w:space="0" w:color="auto"/>
              <w:right w:val="single" w:sz="4" w:space="0" w:color="auto"/>
            </w:tcBorders>
            <w:noWrap/>
            <w:vAlign w:val="center"/>
          </w:tcPr>
          <w:p w:rsidR="0009156E" w:rsidRPr="00194AB1" w:rsidRDefault="0009156E" w:rsidP="00DE5787">
            <w:pPr>
              <w:jc w:val="center"/>
            </w:pPr>
            <w:r>
              <w:t>3501,3</w:t>
            </w:r>
          </w:p>
        </w:tc>
        <w:tc>
          <w:tcPr>
            <w:tcW w:w="1698"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09156E" w:rsidRPr="00194AB1" w:rsidRDefault="0009156E" w:rsidP="00DE5787">
            <w:pPr>
              <w:jc w:val="center"/>
            </w:pPr>
            <w:r>
              <w:t>3501,3</w:t>
            </w:r>
          </w:p>
        </w:tc>
        <w:tc>
          <w:tcPr>
            <w:tcW w:w="1330" w:type="dxa"/>
            <w:tcBorders>
              <w:top w:val="nil"/>
              <w:left w:val="nil"/>
              <w:bottom w:val="single" w:sz="4" w:space="0" w:color="auto"/>
              <w:right w:val="single" w:sz="4" w:space="0" w:color="auto"/>
            </w:tcBorders>
            <w:noWrap/>
            <w:vAlign w:val="center"/>
          </w:tcPr>
          <w:p w:rsidR="0009156E" w:rsidRPr="00194AB1" w:rsidRDefault="0009156E" w:rsidP="00606CEE">
            <w:pPr>
              <w:jc w:val="center"/>
            </w:pPr>
            <w:r w:rsidRPr="00194AB1">
              <w:t>-</w:t>
            </w:r>
          </w:p>
        </w:tc>
      </w:tr>
    </w:tbl>
    <w:p w:rsidR="0009156E" w:rsidRDefault="0009156E" w:rsidP="00557540">
      <w:pPr>
        <w:tabs>
          <w:tab w:val="left" w:pos="4050"/>
        </w:tabs>
        <w:ind w:firstLine="839"/>
      </w:pPr>
    </w:p>
    <w:p w:rsidR="0009156E" w:rsidRDefault="0009156E" w:rsidP="00E44CA6">
      <w:pPr>
        <w:tabs>
          <w:tab w:val="left" w:pos="2151"/>
        </w:tabs>
      </w:pPr>
      <w:r>
        <w:tab/>
      </w:r>
    </w:p>
    <w:p w:rsidR="0009156E" w:rsidRDefault="0009156E" w:rsidP="00557540"/>
    <w:p w:rsidR="0009156E" w:rsidRPr="00C01477" w:rsidRDefault="0009156E" w:rsidP="008F31D3">
      <w:pPr>
        <w:jc w:val="center"/>
        <w:rPr>
          <w:b/>
          <w:sz w:val="26"/>
          <w:szCs w:val="26"/>
        </w:rPr>
      </w:pPr>
      <w:r w:rsidRPr="00C01477">
        <w:rPr>
          <w:b/>
          <w:sz w:val="26"/>
          <w:szCs w:val="26"/>
        </w:rPr>
        <w:t>Раздел 7. Анализ рисков подпрограммы и описание мер управления рисками реализации муниципальной подпрограммы</w:t>
      </w:r>
    </w:p>
    <w:p w:rsidR="0009156E" w:rsidRDefault="0009156E" w:rsidP="008F31D3">
      <w:pPr>
        <w:ind w:firstLine="600"/>
        <w:jc w:val="both"/>
      </w:pPr>
      <w:r>
        <w:t>Рисками реализации подпрограммы являются:</w:t>
      </w:r>
    </w:p>
    <w:p w:rsidR="0009156E" w:rsidRDefault="0009156E" w:rsidP="008F31D3">
      <w:pPr>
        <w:ind w:firstLine="601"/>
        <w:jc w:val="both"/>
      </w:pPr>
      <w:r>
        <w:t>неисполнение договорных обязательств арендаторами.</w:t>
      </w:r>
    </w:p>
    <w:p w:rsidR="0009156E" w:rsidRDefault="0009156E" w:rsidP="008F31D3">
      <w:pPr>
        <w:ind w:firstLine="601"/>
        <w:jc w:val="both"/>
      </w:pPr>
      <w:r>
        <w:t>В целях контроля и минимизации данных рисков планируется реализация следующих мероприятий:</w:t>
      </w:r>
    </w:p>
    <w:p w:rsidR="0009156E" w:rsidRDefault="0009156E" w:rsidP="008F31D3">
      <w:pPr>
        <w:ind w:firstLine="601"/>
        <w:jc w:val="both"/>
      </w:pPr>
      <w:r>
        <w:t>внесение изменений в  нормативно правовую базу, принятую на местном уровне;</w:t>
      </w:r>
    </w:p>
    <w:p w:rsidR="0009156E" w:rsidRDefault="0009156E" w:rsidP="008F31D3">
      <w:pPr>
        <w:ind w:firstLine="601"/>
        <w:jc w:val="both"/>
      </w:pPr>
      <w:r>
        <w:t>ведение мониторинга и контроля за соблюдением договорных обязательств.</w:t>
      </w:r>
    </w:p>
    <w:p w:rsidR="0009156E" w:rsidRDefault="0009156E" w:rsidP="008F31D3">
      <w:pPr>
        <w:jc w:val="both"/>
      </w:pPr>
    </w:p>
    <w:p w:rsidR="0009156E" w:rsidRPr="00C01477" w:rsidRDefault="0009156E" w:rsidP="008F31D3">
      <w:pPr>
        <w:jc w:val="center"/>
        <w:rPr>
          <w:sz w:val="26"/>
          <w:szCs w:val="26"/>
        </w:rPr>
      </w:pPr>
      <w:r w:rsidRPr="00C01477">
        <w:rPr>
          <w:b/>
          <w:sz w:val="26"/>
          <w:szCs w:val="26"/>
        </w:rPr>
        <w:t>Раздел 8. Оценка эффективности муниципальной подпрограммы</w:t>
      </w:r>
    </w:p>
    <w:p w:rsidR="0009156E" w:rsidRDefault="0009156E" w:rsidP="008F31D3">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09156E" w:rsidRPr="00153B3D" w:rsidRDefault="0009156E" w:rsidP="0027105D">
      <w:pPr>
        <w:autoSpaceDE w:val="0"/>
        <w:autoSpaceDN w:val="0"/>
        <w:adjustRightInd w:val="0"/>
        <w:ind w:firstLine="709"/>
        <w:jc w:val="both"/>
      </w:pPr>
      <w:r w:rsidRPr="00153B3D">
        <w:t xml:space="preserve">В результате реализации мероприятий </w:t>
      </w:r>
      <w:r>
        <w:t>подпрограммы в 2014-2019 годах буде</w:t>
      </w:r>
      <w:r w:rsidRPr="00153B3D">
        <w:t>т достигнут</w:t>
      </w:r>
      <w:r>
        <w:t>о:</w:t>
      </w:r>
    </w:p>
    <w:p w:rsidR="0009156E" w:rsidRDefault="0009156E" w:rsidP="0027105D">
      <w:pPr>
        <w:tabs>
          <w:tab w:val="left" w:pos="960"/>
        </w:tabs>
        <w:spacing w:line="276" w:lineRule="auto"/>
        <w:ind w:left="360"/>
        <w:jc w:val="both"/>
        <w:rPr>
          <w:bCs/>
        </w:rPr>
      </w:pPr>
      <w:r>
        <w:rPr>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09156E" w:rsidRDefault="0009156E" w:rsidP="0027105D">
      <w:pPr>
        <w:tabs>
          <w:tab w:val="left" w:pos="960"/>
        </w:tabs>
        <w:spacing w:line="276" w:lineRule="auto"/>
        <w:ind w:left="360"/>
        <w:jc w:val="both"/>
        <w:rPr>
          <w:bCs/>
        </w:rPr>
      </w:pPr>
      <w:r>
        <w:rPr>
          <w:bCs/>
        </w:rPr>
        <w:t>2. сохранность, надлежащее техническое состояние объектов муниципального имущества Таловского муниципального района;</w:t>
      </w:r>
    </w:p>
    <w:p w:rsidR="0009156E" w:rsidRDefault="0009156E" w:rsidP="0027105D">
      <w:pPr>
        <w:tabs>
          <w:tab w:val="left" w:pos="960"/>
        </w:tabs>
        <w:spacing w:line="276" w:lineRule="auto"/>
        <w:ind w:left="360"/>
        <w:jc w:val="both"/>
        <w:rPr>
          <w:bCs/>
        </w:rPr>
      </w:pPr>
      <w:r>
        <w:rPr>
          <w:bCs/>
        </w:rPr>
        <w:t>3. обеспечение поступления в консолидированный бюджет района доходов от использования имущества, находящегося в собственности района в объеме  1799 тыс.руб. к 2019 году.</w:t>
      </w:r>
    </w:p>
    <w:p w:rsidR="0009156E" w:rsidRDefault="0009156E" w:rsidP="0027105D">
      <w:pPr>
        <w:tabs>
          <w:tab w:val="left" w:pos="960"/>
        </w:tabs>
        <w:spacing w:line="276" w:lineRule="auto"/>
        <w:ind w:left="360"/>
        <w:jc w:val="both"/>
        <w:rPr>
          <w:bCs/>
        </w:rPr>
      </w:pPr>
      <w:r>
        <w:rPr>
          <w:bCs/>
        </w:rPr>
        <w:t>4. обеспечение эффективного управления и распоряжения земельными ресурсами на территории Таловского муниципального района.</w:t>
      </w:r>
    </w:p>
    <w:p w:rsidR="0009156E" w:rsidRDefault="0009156E" w:rsidP="0027105D">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09156E" w:rsidRDefault="0009156E" w:rsidP="0027105D">
      <w:pPr>
        <w:tabs>
          <w:tab w:val="left" w:pos="960"/>
        </w:tabs>
        <w:spacing w:line="276" w:lineRule="auto"/>
        <w:ind w:left="360"/>
        <w:jc w:val="both"/>
        <w:rPr>
          <w:bCs/>
        </w:rPr>
      </w:pPr>
      <w:r>
        <w:rPr>
          <w:bCs/>
        </w:rPr>
        <w:t>6. 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42488,0 тыс.руб. к 2019 году.</w:t>
      </w: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Pr="004610A4" w:rsidRDefault="0009156E" w:rsidP="0082785A">
      <w:pPr>
        <w:jc w:val="center"/>
        <w:rPr>
          <w:b/>
          <w:sz w:val="26"/>
          <w:szCs w:val="26"/>
          <w:u w:val="single"/>
        </w:rPr>
      </w:pPr>
      <w:r w:rsidRPr="004610A4">
        <w:rPr>
          <w:rFonts w:eastAsia="Times New Roman"/>
          <w:b/>
          <w:sz w:val="26"/>
          <w:szCs w:val="26"/>
          <w:u w:val="single"/>
          <w:lang w:eastAsia="ru-RU"/>
        </w:rPr>
        <w:t>Подпрограмма 4</w:t>
      </w:r>
      <w:r w:rsidRPr="004610A4">
        <w:rPr>
          <w:b/>
          <w:sz w:val="26"/>
          <w:szCs w:val="26"/>
          <w:u w:val="single"/>
        </w:rPr>
        <w:t>«Обеспечение жильём молодых семей на 2014-2019 годы»</w:t>
      </w:r>
    </w:p>
    <w:p w:rsidR="0009156E" w:rsidRDefault="0009156E" w:rsidP="0082785A">
      <w:pPr>
        <w:tabs>
          <w:tab w:val="left" w:pos="6660"/>
        </w:tabs>
        <w:jc w:val="center"/>
        <w:rPr>
          <w:b/>
        </w:rPr>
      </w:pPr>
    </w:p>
    <w:p w:rsidR="0009156E" w:rsidRDefault="0009156E" w:rsidP="0082785A">
      <w:pPr>
        <w:tabs>
          <w:tab w:val="left" w:pos="6660"/>
        </w:tabs>
        <w:jc w:val="center"/>
        <w:rPr>
          <w:b/>
        </w:rPr>
      </w:pPr>
      <w:r w:rsidRPr="004610A4">
        <w:rPr>
          <w:b/>
        </w:rPr>
        <w:t>ПАСПОРТ  ПОДПРОГРАММЫ</w:t>
      </w:r>
    </w:p>
    <w:p w:rsidR="0009156E" w:rsidRPr="00432C5B" w:rsidRDefault="0009156E" w:rsidP="0082785A">
      <w:pPr>
        <w:tabs>
          <w:tab w:val="left" w:pos="6660"/>
        </w:tabs>
        <w:jc w:val="center"/>
        <w:rPr>
          <w:b/>
        </w:rPr>
      </w:pPr>
    </w:p>
    <w:p w:rsidR="0009156E" w:rsidRDefault="0009156E" w:rsidP="0082785A">
      <w:pPr>
        <w:jc w:val="center"/>
        <w:rPr>
          <w:b/>
        </w:rPr>
      </w:pPr>
      <w:r w:rsidRPr="00432C5B">
        <w:rPr>
          <w:b/>
        </w:rPr>
        <w:t xml:space="preserve">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 гг»</w:t>
      </w:r>
    </w:p>
    <w:p w:rsidR="0009156E" w:rsidRPr="00432C5B" w:rsidRDefault="0009156E" w:rsidP="0082785A">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09156E" w:rsidRPr="00432C5B" w:rsidTr="0082785A">
        <w:trPr>
          <w:trHeight w:val="180"/>
        </w:trPr>
        <w:tc>
          <w:tcPr>
            <w:tcW w:w="2674" w:type="dxa"/>
          </w:tcPr>
          <w:p w:rsidR="0009156E" w:rsidRPr="00432C5B" w:rsidRDefault="0009156E" w:rsidP="0082785A">
            <w:pPr>
              <w:tabs>
                <w:tab w:val="left" w:pos="6660"/>
              </w:tabs>
              <w:rPr>
                <w:b/>
                <w:szCs w:val="28"/>
              </w:rPr>
            </w:pPr>
            <w:r w:rsidRPr="00432C5B">
              <w:rPr>
                <w:b/>
                <w:szCs w:val="28"/>
              </w:rPr>
              <w:t>Ответственный исполнитель Подпрограммы</w:t>
            </w:r>
          </w:p>
        </w:tc>
        <w:tc>
          <w:tcPr>
            <w:tcW w:w="6866" w:type="dxa"/>
          </w:tcPr>
          <w:p w:rsidR="0009156E" w:rsidRPr="00432C5B" w:rsidRDefault="0009156E"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09156E" w:rsidRPr="00432C5B" w:rsidTr="0082785A">
        <w:trPr>
          <w:trHeight w:val="180"/>
        </w:trPr>
        <w:tc>
          <w:tcPr>
            <w:tcW w:w="2674" w:type="dxa"/>
          </w:tcPr>
          <w:p w:rsidR="0009156E" w:rsidRPr="00432C5B" w:rsidRDefault="0009156E" w:rsidP="0082785A">
            <w:pPr>
              <w:tabs>
                <w:tab w:val="left" w:pos="6660"/>
              </w:tabs>
              <w:rPr>
                <w:b/>
                <w:szCs w:val="28"/>
              </w:rPr>
            </w:pPr>
            <w:r w:rsidRPr="00432C5B">
              <w:rPr>
                <w:b/>
                <w:szCs w:val="28"/>
              </w:rPr>
              <w:t>Основные разработчики Подпрограммы</w:t>
            </w:r>
          </w:p>
        </w:tc>
        <w:tc>
          <w:tcPr>
            <w:tcW w:w="6866" w:type="dxa"/>
          </w:tcPr>
          <w:p w:rsidR="0009156E" w:rsidRPr="00432C5B" w:rsidRDefault="0009156E"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09156E" w:rsidRPr="00432C5B" w:rsidTr="0082785A">
        <w:trPr>
          <w:trHeight w:val="180"/>
        </w:trPr>
        <w:tc>
          <w:tcPr>
            <w:tcW w:w="2674" w:type="dxa"/>
          </w:tcPr>
          <w:p w:rsidR="0009156E" w:rsidRPr="00432C5B" w:rsidRDefault="0009156E" w:rsidP="0082785A">
            <w:pPr>
              <w:tabs>
                <w:tab w:val="left" w:pos="6660"/>
              </w:tabs>
              <w:rPr>
                <w:b/>
                <w:szCs w:val="28"/>
              </w:rPr>
            </w:pPr>
            <w:r>
              <w:rPr>
                <w:b/>
                <w:szCs w:val="28"/>
              </w:rPr>
              <w:t>Основные мероприятия</w:t>
            </w:r>
          </w:p>
        </w:tc>
        <w:tc>
          <w:tcPr>
            <w:tcW w:w="6866" w:type="dxa"/>
          </w:tcPr>
          <w:p w:rsidR="0009156E" w:rsidRPr="00432C5B" w:rsidRDefault="0009156E" w:rsidP="0082785A">
            <w:pPr>
              <w:tabs>
                <w:tab w:val="left" w:pos="6660"/>
              </w:tabs>
              <w:jc w:val="both"/>
              <w:rPr>
                <w:szCs w:val="28"/>
              </w:rPr>
            </w:pPr>
            <w:r>
              <w:rPr>
                <w:szCs w:val="28"/>
              </w:rPr>
              <w:t>Обеспечение жильём молодых семей</w:t>
            </w:r>
          </w:p>
        </w:tc>
      </w:tr>
      <w:tr w:rsidR="0009156E" w:rsidRPr="00432C5B" w:rsidTr="0082785A">
        <w:trPr>
          <w:trHeight w:val="180"/>
        </w:trPr>
        <w:tc>
          <w:tcPr>
            <w:tcW w:w="2674" w:type="dxa"/>
          </w:tcPr>
          <w:p w:rsidR="0009156E" w:rsidRPr="00432C5B" w:rsidRDefault="0009156E" w:rsidP="0082785A">
            <w:pPr>
              <w:tabs>
                <w:tab w:val="left" w:pos="6660"/>
              </w:tabs>
              <w:rPr>
                <w:b/>
                <w:szCs w:val="28"/>
              </w:rPr>
            </w:pPr>
            <w:r w:rsidRPr="00432C5B">
              <w:rPr>
                <w:b/>
                <w:szCs w:val="28"/>
              </w:rPr>
              <w:t>Цель Подпрограммы</w:t>
            </w:r>
          </w:p>
        </w:tc>
        <w:tc>
          <w:tcPr>
            <w:tcW w:w="6866" w:type="dxa"/>
          </w:tcPr>
          <w:p w:rsidR="0009156E" w:rsidRPr="00432C5B" w:rsidRDefault="0009156E" w:rsidP="0082785A">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09156E" w:rsidRPr="00432C5B" w:rsidTr="0082785A">
        <w:trPr>
          <w:trHeight w:val="1338"/>
        </w:trPr>
        <w:tc>
          <w:tcPr>
            <w:tcW w:w="2674" w:type="dxa"/>
          </w:tcPr>
          <w:p w:rsidR="0009156E" w:rsidRPr="00432C5B" w:rsidRDefault="0009156E" w:rsidP="0082785A">
            <w:pPr>
              <w:tabs>
                <w:tab w:val="left" w:pos="6660"/>
              </w:tabs>
              <w:rPr>
                <w:b/>
                <w:szCs w:val="28"/>
              </w:rPr>
            </w:pPr>
          </w:p>
          <w:p w:rsidR="0009156E" w:rsidRPr="00432C5B" w:rsidRDefault="0009156E" w:rsidP="0082785A">
            <w:pPr>
              <w:tabs>
                <w:tab w:val="left" w:pos="6660"/>
              </w:tabs>
              <w:rPr>
                <w:b/>
                <w:szCs w:val="28"/>
              </w:rPr>
            </w:pPr>
            <w:r w:rsidRPr="00432C5B">
              <w:rPr>
                <w:b/>
                <w:szCs w:val="28"/>
              </w:rPr>
              <w:t>Задачи Подпрограммы</w:t>
            </w:r>
          </w:p>
          <w:p w:rsidR="0009156E" w:rsidRPr="00432C5B" w:rsidRDefault="0009156E" w:rsidP="0082785A">
            <w:pPr>
              <w:tabs>
                <w:tab w:val="left" w:pos="6660"/>
              </w:tabs>
              <w:rPr>
                <w:b/>
                <w:szCs w:val="28"/>
              </w:rPr>
            </w:pPr>
          </w:p>
        </w:tc>
        <w:tc>
          <w:tcPr>
            <w:tcW w:w="6866" w:type="dxa"/>
          </w:tcPr>
          <w:p w:rsidR="0009156E" w:rsidRPr="00432C5B" w:rsidRDefault="0009156E" w:rsidP="0082785A">
            <w:pPr>
              <w:tabs>
                <w:tab w:val="left" w:pos="6660"/>
              </w:tabs>
              <w:jc w:val="both"/>
              <w:rPr>
                <w:szCs w:val="28"/>
              </w:rPr>
            </w:pPr>
            <w:r w:rsidRPr="00432C5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09156E" w:rsidRPr="00432C5B" w:rsidRDefault="0009156E" w:rsidP="0082785A">
            <w:pPr>
              <w:tabs>
                <w:tab w:val="left" w:pos="6660"/>
              </w:tabs>
              <w:jc w:val="both"/>
              <w:rPr>
                <w:szCs w:val="28"/>
              </w:rPr>
            </w:pPr>
            <w:r w:rsidRPr="00432C5B">
              <w:rPr>
                <w:szCs w:val="28"/>
              </w:rPr>
              <w:t xml:space="preserve">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w:t>
            </w:r>
            <w:r w:rsidRPr="008B0A39">
              <w:rPr>
                <w:sz w:val="22"/>
                <w:szCs w:val="22"/>
              </w:rPr>
              <w:t>займы, в том числе ипотечных жилищных кредитов для приобретения жилья или строительства индивидуального жилья.</w:t>
            </w:r>
          </w:p>
        </w:tc>
      </w:tr>
      <w:tr w:rsidR="0009156E" w:rsidRPr="00432C5B" w:rsidTr="0082785A">
        <w:trPr>
          <w:trHeight w:val="180"/>
        </w:trPr>
        <w:tc>
          <w:tcPr>
            <w:tcW w:w="2674" w:type="dxa"/>
          </w:tcPr>
          <w:p w:rsidR="0009156E" w:rsidRPr="00432C5B" w:rsidRDefault="0009156E" w:rsidP="0082785A">
            <w:pPr>
              <w:tabs>
                <w:tab w:val="left" w:pos="6660"/>
              </w:tabs>
              <w:rPr>
                <w:b/>
                <w:szCs w:val="28"/>
              </w:rPr>
            </w:pPr>
            <w:r w:rsidRPr="00432C5B">
              <w:rPr>
                <w:b/>
                <w:szCs w:val="28"/>
              </w:rPr>
              <w:t>Целевые индикаторы и показатели Подпрограммы</w:t>
            </w:r>
          </w:p>
        </w:tc>
        <w:tc>
          <w:tcPr>
            <w:tcW w:w="6866" w:type="dxa"/>
          </w:tcPr>
          <w:p w:rsidR="0009156E" w:rsidRPr="00432C5B" w:rsidRDefault="0009156E" w:rsidP="008B0A39">
            <w:pPr>
              <w:tabs>
                <w:tab w:val="left" w:pos="6660"/>
              </w:tabs>
              <w:jc w:val="both"/>
              <w:rPr>
                <w:szCs w:val="28"/>
              </w:rPr>
            </w:pPr>
            <w:r w:rsidRPr="00432C5B">
              <w:rPr>
                <w:szCs w:val="28"/>
              </w:rPr>
              <w:t xml:space="preserve">1. Количество молодых семей, </w:t>
            </w:r>
            <w:r>
              <w:rPr>
                <w:szCs w:val="28"/>
              </w:rPr>
              <w:t>получивших свидетельство о праве на получение социальной выплаты на приобретение (строительство) жилого помещения.</w:t>
            </w:r>
          </w:p>
        </w:tc>
      </w:tr>
      <w:tr w:rsidR="0009156E" w:rsidRPr="00432C5B" w:rsidTr="0082785A">
        <w:trPr>
          <w:trHeight w:val="180"/>
        </w:trPr>
        <w:tc>
          <w:tcPr>
            <w:tcW w:w="2674" w:type="dxa"/>
          </w:tcPr>
          <w:p w:rsidR="0009156E" w:rsidRPr="00432C5B" w:rsidRDefault="0009156E" w:rsidP="0082785A">
            <w:pPr>
              <w:tabs>
                <w:tab w:val="left" w:pos="6660"/>
              </w:tabs>
              <w:rPr>
                <w:b/>
                <w:szCs w:val="28"/>
              </w:rPr>
            </w:pPr>
            <w:r w:rsidRPr="00432C5B">
              <w:rPr>
                <w:b/>
                <w:szCs w:val="28"/>
              </w:rPr>
              <w:t>Сроки и этапы реализации Подпрограммы</w:t>
            </w:r>
          </w:p>
        </w:tc>
        <w:tc>
          <w:tcPr>
            <w:tcW w:w="6866" w:type="dxa"/>
          </w:tcPr>
          <w:p w:rsidR="0009156E" w:rsidRDefault="0009156E" w:rsidP="0082785A">
            <w:pPr>
              <w:tabs>
                <w:tab w:val="left" w:pos="6660"/>
              </w:tabs>
              <w:jc w:val="both"/>
              <w:rPr>
                <w:szCs w:val="28"/>
              </w:rPr>
            </w:pPr>
            <w:r>
              <w:rPr>
                <w:szCs w:val="28"/>
              </w:rPr>
              <w:t>2014 год –первый этап;</w:t>
            </w:r>
          </w:p>
          <w:p w:rsidR="0009156E" w:rsidRPr="00432C5B" w:rsidRDefault="0009156E" w:rsidP="0082785A">
            <w:pPr>
              <w:tabs>
                <w:tab w:val="left" w:pos="6660"/>
              </w:tabs>
              <w:jc w:val="both"/>
              <w:rPr>
                <w:szCs w:val="28"/>
              </w:rPr>
            </w:pPr>
            <w:r w:rsidRPr="00432C5B">
              <w:rPr>
                <w:szCs w:val="28"/>
              </w:rPr>
              <w:t>201</w:t>
            </w:r>
            <w:r>
              <w:rPr>
                <w:szCs w:val="28"/>
              </w:rPr>
              <w:t>5</w:t>
            </w:r>
            <w:r w:rsidRPr="00432C5B">
              <w:rPr>
                <w:szCs w:val="28"/>
              </w:rPr>
              <w:t xml:space="preserve"> – 2019 годы</w:t>
            </w:r>
            <w:r>
              <w:rPr>
                <w:szCs w:val="28"/>
              </w:rPr>
              <w:t>- второй этап.</w:t>
            </w:r>
          </w:p>
          <w:p w:rsidR="0009156E" w:rsidRPr="00432C5B" w:rsidRDefault="0009156E" w:rsidP="0082785A">
            <w:pPr>
              <w:tabs>
                <w:tab w:val="left" w:pos="6660"/>
              </w:tabs>
              <w:jc w:val="both"/>
              <w:rPr>
                <w:szCs w:val="28"/>
              </w:rPr>
            </w:pPr>
          </w:p>
        </w:tc>
      </w:tr>
      <w:tr w:rsidR="0009156E" w:rsidRPr="00432C5B" w:rsidTr="0082785A">
        <w:trPr>
          <w:trHeight w:val="1786"/>
        </w:trPr>
        <w:tc>
          <w:tcPr>
            <w:tcW w:w="2674" w:type="dxa"/>
          </w:tcPr>
          <w:p w:rsidR="0009156E" w:rsidRPr="00432C5B" w:rsidRDefault="0009156E" w:rsidP="0082785A">
            <w:pPr>
              <w:tabs>
                <w:tab w:val="left" w:pos="6660"/>
              </w:tabs>
              <w:rPr>
                <w:b/>
                <w:szCs w:val="28"/>
              </w:rPr>
            </w:pPr>
            <w:r w:rsidRPr="00432C5B">
              <w:rPr>
                <w:b/>
                <w:szCs w:val="28"/>
              </w:rPr>
              <w:t>Объёмы и источники финансирования</w:t>
            </w:r>
          </w:p>
        </w:tc>
        <w:tc>
          <w:tcPr>
            <w:tcW w:w="6866" w:type="dxa"/>
          </w:tcPr>
          <w:p w:rsidR="0009156E" w:rsidRPr="00432C5B" w:rsidRDefault="0009156E" w:rsidP="0082785A">
            <w:pPr>
              <w:tabs>
                <w:tab w:val="left" w:pos="6660"/>
              </w:tabs>
              <w:jc w:val="both"/>
              <w:rPr>
                <w:szCs w:val="28"/>
              </w:rPr>
            </w:pPr>
            <w:r w:rsidRPr="00432C5B">
              <w:rPr>
                <w:szCs w:val="28"/>
              </w:rPr>
              <w:t xml:space="preserve">Общие затраты на реализацию </w:t>
            </w:r>
            <w:r>
              <w:rPr>
                <w:szCs w:val="28"/>
              </w:rPr>
              <w:t xml:space="preserve">подпрограммы </w:t>
            </w:r>
            <w:r w:rsidRPr="00432C5B">
              <w:rPr>
                <w:szCs w:val="28"/>
              </w:rPr>
              <w:t xml:space="preserve"> в 2014-2019 годах составят </w:t>
            </w:r>
            <w:r>
              <w:rPr>
                <w:szCs w:val="28"/>
              </w:rPr>
              <w:t xml:space="preserve"> 27730,993 </w:t>
            </w:r>
            <w:r w:rsidRPr="00432C5B">
              <w:rPr>
                <w:szCs w:val="28"/>
              </w:rPr>
              <w:t xml:space="preserve"> тыс. рублей, в том числе:</w:t>
            </w:r>
          </w:p>
          <w:p w:rsidR="0009156E" w:rsidRPr="00432C5B" w:rsidRDefault="0009156E" w:rsidP="0082785A">
            <w:pPr>
              <w:tabs>
                <w:tab w:val="left" w:pos="6660"/>
              </w:tabs>
              <w:jc w:val="both"/>
              <w:rPr>
                <w:szCs w:val="28"/>
              </w:rPr>
            </w:pPr>
            <w:r w:rsidRPr="00432C5B">
              <w:rPr>
                <w:szCs w:val="28"/>
              </w:rPr>
              <w:t>Средства районного бюджета -</w:t>
            </w:r>
            <w:r>
              <w:rPr>
                <w:szCs w:val="28"/>
              </w:rPr>
              <w:t xml:space="preserve">2600,375 </w:t>
            </w:r>
            <w:r w:rsidRPr="00432C5B">
              <w:rPr>
                <w:szCs w:val="28"/>
              </w:rPr>
              <w:t xml:space="preserve"> тыс. рублей;</w:t>
            </w:r>
          </w:p>
          <w:p w:rsidR="0009156E" w:rsidRPr="00432C5B" w:rsidRDefault="0009156E" w:rsidP="0082785A">
            <w:pPr>
              <w:tabs>
                <w:tab w:val="left" w:pos="6660"/>
              </w:tabs>
              <w:jc w:val="both"/>
              <w:rPr>
                <w:szCs w:val="28"/>
              </w:rPr>
            </w:pPr>
            <w:r w:rsidRPr="00432C5B">
              <w:rPr>
                <w:szCs w:val="28"/>
              </w:rPr>
              <w:t>Средства федерального бюджета –</w:t>
            </w:r>
            <w:r>
              <w:rPr>
                <w:szCs w:val="28"/>
              </w:rPr>
              <w:t>2433,144</w:t>
            </w:r>
            <w:r w:rsidRPr="00432C5B">
              <w:rPr>
                <w:szCs w:val="28"/>
              </w:rPr>
              <w:t xml:space="preserve"> тыс. рублей;</w:t>
            </w:r>
          </w:p>
          <w:p w:rsidR="0009156E" w:rsidRPr="00432C5B" w:rsidRDefault="0009156E" w:rsidP="0082785A">
            <w:pPr>
              <w:tabs>
                <w:tab w:val="left" w:pos="6660"/>
              </w:tabs>
              <w:jc w:val="both"/>
              <w:rPr>
                <w:szCs w:val="28"/>
              </w:rPr>
            </w:pPr>
            <w:r w:rsidRPr="00432C5B">
              <w:rPr>
                <w:szCs w:val="28"/>
              </w:rPr>
              <w:t xml:space="preserve"> средства  областного бюджета –</w:t>
            </w:r>
            <w:r>
              <w:rPr>
                <w:szCs w:val="28"/>
              </w:rPr>
              <w:t xml:space="preserve"> 2707,531</w:t>
            </w:r>
            <w:r w:rsidRPr="00432C5B">
              <w:rPr>
                <w:szCs w:val="28"/>
              </w:rPr>
              <w:t xml:space="preserve"> тыс. рублей;</w:t>
            </w:r>
          </w:p>
          <w:p w:rsidR="0009156E" w:rsidRPr="00432C5B" w:rsidRDefault="0009156E" w:rsidP="0082785A">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w:t>
            </w:r>
            <w:r>
              <w:rPr>
                <w:szCs w:val="28"/>
              </w:rPr>
              <w:t xml:space="preserve"> 19689,943</w:t>
            </w:r>
            <w:r w:rsidRPr="00432C5B">
              <w:rPr>
                <w:szCs w:val="28"/>
              </w:rPr>
              <w:t xml:space="preserve">тыс. рублей. </w:t>
            </w:r>
          </w:p>
          <w:p w:rsidR="0009156E" w:rsidRPr="00432C5B" w:rsidRDefault="0009156E" w:rsidP="0082785A">
            <w:pPr>
              <w:jc w:val="both"/>
              <w:rPr>
                <w:szCs w:val="28"/>
              </w:rPr>
            </w:pPr>
            <w:r w:rsidRPr="00432C5B">
              <w:rPr>
                <w:szCs w:val="28"/>
              </w:rPr>
              <w:t xml:space="preserve">Затраты на реализацию </w:t>
            </w:r>
            <w:r>
              <w:rPr>
                <w:szCs w:val="28"/>
              </w:rPr>
              <w:t>подп</w:t>
            </w:r>
            <w:r w:rsidRPr="00432C5B">
              <w:rPr>
                <w:szCs w:val="28"/>
              </w:rPr>
              <w:t>рограммы по годам:</w:t>
            </w:r>
          </w:p>
          <w:p w:rsidR="0009156E" w:rsidRPr="00432C5B" w:rsidRDefault="0009156E" w:rsidP="0082785A">
            <w:pPr>
              <w:jc w:val="both"/>
              <w:rPr>
                <w:szCs w:val="28"/>
              </w:rPr>
            </w:pPr>
            <w:r w:rsidRPr="00A0595B">
              <w:rPr>
                <w:b/>
                <w:szCs w:val="28"/>
              </w:rPr>
              <w:t>- 2014 год -</w:t>
            </w:r>
            <w:r>
              <w:rPr>
                <w:szCs w:val="28"/>
              </w:rPr>
              <w:t>10539,117</w:t>
            </w:r>
            <w:r w:rsidRPr="00432C5B">
              <w:rPr>
                <w:szCs w:val="28"/>
              </w:rPr>
              <w:t xml:space="preserve"> тыс. рублей, в том числе:</w:t>
            </w:r>
          </w:p>
          <w:p w:rsidR="0009156E" w:rsidRPr="00432C5B" w:rsidRDefault="0009156E" w:rsidP="0082785A">
            <w:pPr>
              <w:jc w:val="both"/>
              <w:rPr>
                <w:szCs w:val="28"/>
              </w:rPr>
            </w:pPr>
            <w:r w:rsidRPr="00432C5B">
              <w:rPr>
                <w:szCs w:val="28"/>
              </w:rPr>
              <w:t>-федеральный бюджет –</w:t>
            </w:r>
            <w:r>
              <w:rPr>
                <w:szCs w:val="28"/>
              </w:rPr>
              <w:t>583,057</w:t>
            </w:r>
            <w:r w:rsidRPr="00432C5B">
              <w:rPr>
                <w:szCs w:val="28"/>
              </w:rPr>
              <w:t xml:space="preserve"> тыс. рублей;</w:t>
            </w:r>
          </w:p>
          <w:p w:rsidR="0009156E" w:rsidRPr="00432C5B" w:rsidRDefault="0009156E" w:rsidP="0082785A">
            <w:pPr>
              <w:jc w:val="both"/>
              <w:rPr>
                <w:szCs w:val="28"/>
              </w:rPr>
            </w:pPr>
            <w:r w:rsidRPr="00432C5B">
              <w:rPr>
                <w:szCs w:val="28"/>
              </w:rPr>
              <w:t xml:space="preserve">-областной бюджет – </w:t>
            </w:r>
            <w:r>
              <w:rPr>
                <w:szCs w:val="28"/>
              </w:rPr>
              <w:t>968,818</w:t>
            </w:r>
            <w:r w:rsidRPr="00432C5B">
              <w:rPr>
                <w:szCs w:val="28"/>
              </w:rPr>
              <w:t xml:space="preserve"> тыс. рублей;</w:t>
            </w:r>
          </w:p>
          <w:p w:rsidR="0009156E" w:rsidRPr="00432C5B" w:rsidRDefault="0009156E" w:rsidP="0082785A">
            <w:pPr>
              <w:jc w:val="both"/>
              <w:rPr>
                <w:szCs w:val="28"/>
              </w:rPr>
            </w:pPr>
            <w:r w:rsidRPr="00432C5B">
              <w:rPr>
                <w:szCs w:val="28"/>
              </w:rPr>
              <w:t xml:space="preserve">-районный бюджет – </w:t>
            </w:r>
            <w:r>
              <w:rPr>
                <w:szCs w:val="28"/>
              </w:rPr>
              <w:t>700,375</w:t>
            </w:r>
            <w:r w:rsidRPr="00432C5B">
              <w:rPr>
                <w:szCs w:val="28"/>
              </w:rPr>
              <w:t xml:space="preserve"> тыс. рублей;</w:t>
            </w:r>
          </w:p>
          <w:p w:rsidR="0009156E" w:rsidRPr="00432C5B" w:rsidRDefault="0009156E" w:rsidP="0082785A">
            <w:pPr>
              <w:jc w:val="both"/>
              <w:rPr>
                <w:szCs w:val="28"/>
              </w:rPr>
            </w:pPr>
            <w:r w:rsidRPr="00432C5B">
              <w:rPr>
                <w:szCs w:val="28"/>
              </w:rPr>
              <w:t xml:space="preserve">- внебюджетные источники – </w:t>
            </w:r>
            <w:r>
              <w:rPr>
                <w:szCs w:val="28"/>
              </w:rPr>
              <w:t>8286,867</w:t>
            </w:r>
            <w:r w:rsidRPr="00432C5B">
              <w:rPr>
                <w:szCs w:val="28"/>
              </w:rPr>
              <w:t xml:space="preserve"> тыс. рублей.</w:t>
            </w:r>
          </w:p>
          <w:p w:rsidR="0009156E" w:rsidRPr="00432C5B" w:rsidRDefault="0009156E" w:rsidP="0082785A">
            <w:pPr>
              <w:jc w:val="both"/>
              <w:rPr>
                <w:szCs w:val="28"/>
              </w:rPr>
            </w:pPr>
            <w:r w:rsidRPr="00A0595B">
              <w:rPr>
                <w:b/>
                <w:szCs w:val="28"/>
              </w:rPr>
              <w:t>- 2015 год</w:t>
            </w:r>
            <w:r w:rsidRPr="00432C5B">
              <w:rPr>
                <w:szCs w:val="28"/>
              </w:rPr>
              <w:t xml:space="preserve"> –</w:t>
            </w:r>
            <w:r>
              <w:rPr>
                <w:szCs w:val="28"/>
              </w:rPr>
              <w:t>957,026</w:t>
            </w:r>
            <w:r w:rsidRPr="00432C5B">
              <w:rPr>
                <w:szCs w:val="28"/>
              </w:rPr>
              <w:t xml:space="preserve"> тыс. рублей, в том числе:</w:t>
            </w:r>
          </w:p>
          <w:p w:rsidR="0009156E" w:rsidRPr="00432C5B" w:rsidRDefault="0009156E" w:rsidP="0082785A">
            <w:pPr>
              <w:jc w:val="both"/>
              <w:rPr>
                <w:szCs w:val="28"/>
              </w:rPr>
            </w:pPr>
            <w:r w:rsidRPr="00432C5B">
              <w:rPr>
                <w:szCs w:val="28"/>
              </w:rPr>
              <w:t xml:space="preserve">- федеральный бюджет </w:t>
            </w:r>
            <w:r>
              <w:rPr>
                <w:szCs w:val="28"/>
              </w:rPr>
              <w:t>–146,12</w:t>
            </w:r>
            <w:r w:rsidRPr="00432C5B">
              <w:rPr>
                <w:szCs w:val="28"/>
              </w:rPr>
              <w:t> тыс. рублей;</w:t>
            </w:r>
          </w:p>
          <w:p w:rsidR="0009156E" w:rsidRPr="00432C5B" w:rsidRDefault="0009156E" w:rsidP="0082785A">
            <w:pPr>
              <w:jc w:val="both"/>
              <w:rPr>
                <w:szCs w:val="28"/>
              </w:rPr>
            </w:pPr>
            <w:r w:rsidRPr="00432C5B">
              <w:rPr>
                <w:szCs w:val="28"/>
              </w:rPr>
              <w:t>- областной бюджет -</w:t>
            </w:r>
            <w:r>
              <w:rPr>
                <w:szCs w:val="28"/>
              </w:rPr>
              <w:t>157,88</w:t>
            </w:r>
            <w:r w:rsidRPr="00432C5B">
              <w:rPr>
                <w:szCs w:val="28"/>
              </w:rPr>
              <w:t> тыс. рублей;</w:t>
            </w:r>
          </w:p>
          <w:p w:rsidR="0009156E" w:rsidRPr="00432C5B" w:rsidRDefault="0009156E" w:rsidP="0082785A">
            <w:pPr>
              <w:jc w:val="both"/>
              <w:rPr>
                <w:szCs w:val="28"/>
              </w:rPr>
            </w:pPr>
            <w:r>
              <w:rPr>
                <w:szCs w:val="28"/>
              </w:rPr>
              <w:t>- районный бюджет  - 2</w:t>
            </w:r>
            <w:r w:rsidRPr="00432C5B">
              <w:rPr>
                <w:szCs w:val="28"/>
              </w:rPr>
              <w:t>00 тыс. рублей;</w:t>
            </w:r>
          </w:p>
          <w:p w:rsidR="0009156E" w:rsidRPr="00432C5B" w:rsidRDefault="0009156E" w:rsidP="0082785A">
            <w:pPr>
              <w:jc w:val="both"/>
              <w:rPr>
                <w:szCs w:val="28"/>
              </w:rPr>
            </w:pPr>
            <w:r w:rsidRPr="00432C5B">
              <w:rPr>
                <w:szCs w:val="28"/>
              </w:rPr>
              <w:t>-внебюджетные источники –</w:t>
            </w:r>
            <w:r>
              <w:rPr>
                <w:szCs w:val="28"/>
              </w:rPr>
              <w:t xml:space="preserve"> 453,026</w:t>
            </w:r>
            <w:r w:rsidRPr="00432C5B">
              <w:rPr>
                <w:szCs w:val="28"/>
              </w:rPr>
              <w:t> тыс. рублей.</w:t>
            </w:r>
          </w:p>
          <w:p w:rsidR="0009156E" w:rsidRPr="00432C5B" w:rsidRDefault="0009156E" w:rsidP="0082785A">
            <w:pPr>
              <w:jc w:val="both"/>
              <w:rPr>
                <w:szCs w:val="28"/>
              </w:rPr>
            </w:pPr>
            <w:r>
              <w:rPr>
                <w:szCs w:val="28"/>
              </w:rPr>
              <w:t>-</w:t>
            </w:r>
            <w:r w:rsidRPr="00A0595B">
              <w:rPr>
                <w:b/>
                <w:szCs w:val="28"/>
              </w:rPr>
              <w:t>2016 год</w:t>
            </w:r>
            <w:r>
              <w:rPr>
                <w:szCs w:val="28"/>
              </w:rPr>
              <w:t xml:space="preserve"> – 5650</w:t>
            </w:r>
            <w:r w:rsidRPr="00432C5B">
              <w:rPr>
                <w:szCs w:val="28"/>
              </w:rPr>
              <w:t> тыс. рублей, в том числе :</w:t>
            </w:r>
          </w:p>
          <w:p w:rsidR="0009156E" w:rsidRPr="00432C5B" w:rsidRDefault="0009156E" w:rsidP="0082785A">
            <w:pPr>
              <w:jc w:val="both"/>
              <w:rPr>
                <w:szCs w:val="28"/>
              </w:rPr>
            </w:pPr>
            <w:r>
              <w:rPr>
                <w:szCs w:val="28"/>
              </w:rPr>
              <w:t>- федеральный бюджет – 4</w:t>
            </w:r>
            <w:r w:rsidRPr="00432C5B">
              <w:rPr>
                <w:szCs w:val="28"/>
              </w:rPr>
              <w:t>0</w:t>
            </w:r>
            <w:r>
              <w:rPr>
                <w:szCs w:val="28"/>
              </w:rPr>
              <w:t>9,3</w:t>
            </w:r>
            <w:r w:rsidRPr="00432C5B">
              <w:rPr>
                <w:szCs w:val="28"/>
              </w:rPr>
              <w:t> тыс. рублей;</w:t>
            </w:r>
          </w:p>
          <w:p w:rsidR="0009156E" w:rsidRPr="00432C5B" w:rsidRDefault="0009156E" w:rsidP="0082785A">
            <w:pPr>
              <w:jc w:val="both"/>
              <w:rPr>
                <w:szCs w:val="28"/>
              </w:rPr>
            </w:pPr>
            <w:r>
              <w:rPr>
                <w:szCs w:val="28"/>
              </w:rPr>
              <w:t>- областной бюджет – 468,3</w:t>
            </w:r>
            <w:r w:rsidRPr="00432C5B">
              <w:rPr>
                <w:szCs w:val="28"/>
              </w:rPr>
              <w:t> тыс. рублей;</w:t>
            </w:r>
          </w:p>
          <w:p w:rsidR="0009156E" w:rsidRPr="00432C5B" w:rsidRDefault="0009156E" w:rsidP="0082785A">
            <w:pPr>
              <w:jc w:val="both"/>
              <w:rPr>
                <w:szCs w:val="28"/>
              </w:rPr>
            </w:pPr>
            <w:r>
              <w:rPr>
                <w:szCs w:val="28"/>
              </w:rPr>
              <w:lastRenderedPageBreak/>
              <w:t>- районный бюджет -  5</w:t>
            </w:r>
            <w:r w:rsidRPr="00432C5B">
              <w:rPr>
                <w:szCs w:val="28"/>
              </w:rPr>
              <w:t>00 тыс. рублей;</w:t>
            </w:r>
          </w:p>
          <w:p w:rsidR="0009156E" w:rsidRPr="00432C5B" w:rsidRDefault="0009156E" w:rsidP="0082785A">
            <w:pPr>
              <w:jc w:val="both"/>
              <w:rPr>
                <w:szCs w:val="28"/>
              </w:rPr>
            </w:pPr>
            <w:r w:rsidRPr="00432C5B">
              <w:rPr>
                <w:szCs w:val="28"/>
              </w:rPr>
              <w:t>-внебюджетные источники –</w:t>
            </w:r>
            <w:r>
              <w:rPr>
                <w:szCs w:val="28"/>
              </w:rPr>
              <w:t xml:space="preserve">4272,4 </w:t>
            </w:r>
            <w:r w:rsidRPr="00432C5B">
              <w:rPr>
                <w:szCs w:val="28"/>
              </w:rPr>
              <w:t> тыс. рублей.</w:t>
            </w:r>
          </w:p>
          <w:p w:rsidR="0009156E" w:rsidRPr="00432C5B" w:rsidRDefault="0009156E" w:rsidP="0082785A">
            <w:pPr>
              <w:jc w:val="both"/>
              <w:rPr>
                <w:szCs w:val="28"/>
              </w:rPr>
            </w:pPr>
            <w:r>
              <w:rPr>
                <w:szCs w:val="28"/>
              </w:rPr>
              <w:t xml:space="preserve">- </w:t>
            </w:r>
            <w:r w:rsidRPr="00A0595B">
              <w:rPr>
                <w:b/>
                <w:szCs w:val="28"/>
              </w:rPr>
              <w:t xml:space="preserve">2017 год </w:t>
            </w:r>
            <w:r>
              <w:rPr>
                <w:b/>
                <w:szCs w:val="28"/>
              </w:rPr>
              <w:t>–</w:t>
            </w:r>
            <w:r w:rsidRPr="00432C5B">
              <w:rPr>
                <w:szCs w:val="28"/>
              </w:rPr>
              <w:t> </w:t>
            </w:r>
            <w:r>
              <w:rPr>
                <w:szCs w:val="28"/>
              </w:rPr>
              <w:t>2592</w:t>
            </w:r>
            <w:r w:rsidRPr="00432C5B">
              <w:rPr>
                <w:szCs w:val="28"/>
              </w:rPr>
              <w:t> тыс. рублей, в том числе:</w:t>
            </w:r>
          </w:p>
          <w:p w:rsidR="0009156E" w:rsidRPr="00432C5B" w:rsidRDefault="0009156E" w:rsidP="0082785A">
            <w:pPr>
              <w:jc w:val="both"/>
              <w:rPr>
                <w:szCs w:val="28"/>
              </w:rPr>
            </w:pPr>
            <w:r w:rsidRPr="00432C5B">
              <w:rPr>
                <w:szCs w:val="28"/>
              </w:rPr>
              <w:t>-федеральный бюджет -</w:t>
            </w:r>
            <w:r>
              <w:rPr>
                <w:szCs w:val="28"/>
              </w:rPr>
              <w:t>344,666</w:t>
            </w:r>
            <w:r w:rsidRPr="00432C5B">
              <w:rPr>
                <w:szCs w:val="28"/>
              </w:rPr>
              <w:t> тыс. рублей;</w:t>
            </w:r>
          </w:p>
          <w:p w:rsidR="0009156E" w:rsidRPr="00432C5B" w:rsidRDefault="0009156E" w:rsidP="0082785A">
            <w:pPr>
              <w:jc w:val="both"/>
              <w:rPr>
                <w:szCs w:val="28"/>
              </w:rPr>
            </w:pPr>
            <w:r>
              <w:rPr>
                <w:szCs w:val="28"/>
              </w:rPr>
              <w:t>-областной бюджет  - 162,533</w:t>
            </w:r>
            <w:r w:rsidRPr="00432C5B">
              <w:rPr>
                <w:szCs w:val="28"/>
              </w:rPr>
              <w:t> тыс. рублей;</w:t>
            </w:r>
          </w:p>
          <w:p w:rsidR="0009156E" w:rsidRPr="00432C5B" w:rsidRDefault="0009156E" w:rsidP="0082785A">
            <w:pPr>
              <w:jc w:val="both"/>
              <w:rPr>
                <w:szCs w:val="28"/>
              </w:rPr>
            </w:pPr>
            <w:r>
              <w:rPr>
                <w:szCs w:val="28"/>
              </w:rPr>
              <w:t>-районный бюджет - 40</w:t>
            </w:r>
            <w:r w:rsidRPr="00432C5B">
              <w:rPr>
                <w:szCs w:val="28"/>
              </w:rPr>
              <w:t>0 тыс. рублей;</w:t>
            </w:r>
          </w:p>
          <w:p w:rsidR="0009156E" w:rsidRPr="00432C5B" w:rsidRDefault="0009156E" w:rsidP="0082785A">
            <w:pPr>
              <w:jc w:val="both"/>
              <w:rPr>
                <w:szCs w:val="28"/>
              </w:rPr>
            </w:pPr>
            <w:r w:rsidRPr="00432C5B">
              <w:rPr>
                <w:szCs w:val="28"/>
              </w:rPr>
              <w:t>-внебюджетные источники -</w:t>
            </w:r>
            <w:r>
              <w:rPr>
                <w:szCs w:val="28"/>
              </w:rPr>
              <w:t>1684,8</w:t>
            </w:r>
            <w:r w:rsidRPr="00432C5B">
              <w:rPr>
                <w:szCs w:val="28"/>
              </w:rPr>
              <w:t> тыс. рублей.</w:t>
            </w:r>
          </w:p>
          <w:p w:rsidR="0009156E" w:rsidRPr="00432C5B" w:rsidRDefault="0009156E" w:rsidP="0082785A">
            <w:pPr>
              <w:jc w:val="both"/>
              <w:rPr>
                <w:szCs w:val="28"/>
              </w:rPr>
            </w:pPr>
            <w:r w:rsidRPr="00A0595B">
              <w:rPr>
                <w:b/>
                <w:szCs w:val="28"/>
              </w:rPr>
              <w:t>- 2018 год</w:t>
            </w:r>
            <w:r>
              <w:rPr>
                <w:szCs w:val="28"/>
              </w:rPr>
              <w:t xml:space="preserve"> – 3807,14 </w:t>
            </w:r>
            <w:r w:rsidRPr="00432C5B">
              <w:rPr>
                <w:szCs w:val="28"/>
              </w:rPr>
              <w:t>тыс.рублей, в том числе:</w:t>
            </w:r>
          </w:p>
          <w:p w:rsidR="0009156E" w:rsidRPr="00432C5B" w:rsidRDefault="0009156E" w:rsidP="0082785A">
            <w:pPr>
              <w:jc w:val="both"/>
              <w:rPr>
                <w:szCs w:val="28"/>
              </w:rPr>
            </w:pPr>
            <w:r>
              <w:rPr>
                <w:szCs w:val="28"/>
              </w:rPr>
              <w:t xml:space="preserve">-федеральный бюджет -450 </w:t>
            </w:r>
            <w:r w:rsidRPr="00432C5B">
              <w:rPr>
                <w:szCs w:val="28"/>
              </w:rPr>
              <w:t>тыс. рублей;</w:t>
            </w:r>
          </w:p>
          <w:p w:rsidR="0009156E" w:rsidRPr="00432C5B" w:rsidRDefault="0009156E" w:rsidP="0082785A">
            <w:pPr>
              <w:jc w:val="both"/>
              <w:rPr>
                <w:szCs w:val="28"/>
              </w:rPr>
            </w:pPr>
            <w:r>
              <w:rPr>
                <w:szCs w:val="28"/>
              </w:rPr>
              <w:t>-областной бюджет -450</w:t>
            </w:r>
            <w:r w:rsidRPr="00432C5B">
              <w:rPr>
                <w:szCs w:val="28"/>
              </w:rPr>
              <w:t xml:space="preserve"> тыс. рублей;</w:t>
            </w:r>
          </w:p>
          <w:p w:rsidR="0009156E" w:rsidRPr="00432C5B" w:rsidRDefault="0009156E" w:rsidP="0082785A">
            <w:pPr>
              <w:jc w:val="both"/>
              <w:rPr>
                <w:szCs w:val="28"/>
              </w:rPr>
            </w:pPr>
            <w:r>
              <w:rPr>
                <w:szCs w:val="28"/>
              </w:rPr>
              <w:t>-районный бюджет - 40</w:t>
            </w:r>
            <w:r w:rsidRPr="00432C5B">
              <w:rPr>
                <w:szCs w:val="28"/>
              </w:rPr>
              <w:t>0 тыс. рублей;</w:t>
            </w:r>
          </w:p>
          <w:p w:rsidR="0009156E" w:rsidRPr="00432C5B" w:rsidRDefault="0009156E" w:rsidP="0082785A">
            <w:pPr>
              <w:jc w:val="both"/>
              <w:rPr>
                <w:szCs w:val="28"/>
              </w:rPr>
            </w:pPr>
            <w:r>
              <w:rPr>
                <w:szCs w:val="28"/>
              </w:rPr>
              <w:t>-внебюджетные источники – 2507,14</w:t>
            </w:r>
            <w:r w:rsidRPr="00432C5B">
              <w:rPr>
                <w:szCs w:val="28"/>
              </w:rPr>
              <w:t xml:space="preserve"> тыс. рублей.</w:t>
            </w:r>
          </w:p>
          <w:p w:rsidR="0009156E" w:rsidRPr="00432C5B" w:rsidRDefault="0009156E" w:rsidP="0082785A">
            <w:pPr>
              <w:jc w:val="both"/>
              <w:rPr>
                <w:szCs w:val="28"/>
              </w:rPr>
            </w:pPr>
            <w:r w:rsidRPr="00A0595B">
              <w:rPr>
                <w:b/>
                <w:szCs w:val="28"/>
              </w:rPr>
              <w:t>- 2019 год</w:t>
            </w:r>
            <w:r>
              <w:rPr>
                <w:szCs w:val="28"/>
              </w:rPr>
              <w:t xml:space="preserve"> -4185,71 </w:t>
            </w:r>
            <w:r w:rsidRPr="00432C5B">
              <w:rPr>
                <w:szCs w:val="28"/>
              </w:rPr>
              <w:t> тыс. рублей, в том числе:</w:t>
            </w:r>
          </w:p>
          <w:p w:rsidR="0009156E" w:rsidRPr="00432C5B" w:rsidRDefault="0009156E" w:rsidP="0082785A">
            <w:pPr>
              <w:jc w:val="both"/>
              <w:rPr>
                <w:szCs w:val="28"/>
              </w:rPr>
            </w:pPr>
            <w:r>
              <w:rPr>
                <w:szCs w:val="28"/>
              </w:rPr>
              <w:t>-федеральный бюджет - 5</w:t>
            </w:r>
            <w:r w:rsidRPr="00432C5B">
              <w:rPr>
                <w:szCs w:val="28"/>
              </w:rPr>
              <w:t>0</w:t>
            </w:r>
            <w:r>
              <w:rPr>
                <w:szCs w:val="28"/>
              </w:rPr>
              <w:t>0</w:t>
            </w:r>
            <w:r w:rsidRPr="00432C5B">
              <w:rPr>
                <w:szCs w:val="28"/>
              </w:rPr>
              <w:t> тыс. рублей;</w:t>
            </w:r>
          </w:p>
          <w:p w:rsidR="0009156E" w:rsidRPr="00432C5B" w:rsidRDefault="0009156E" w:rsidP="0082785A">
            <w:pPr>
              <w:jc w:val="both"/>
              <w:rPr>
                <w:szCs w:val="28"/>
              </w:rPr>
            </w:pPr>
            <w:r>
              <w:rPr>
                <w:szCs w:val="28"/>
              </w:rPr>
              <w:t>-областной бюджет  -50</w:t>
            </w:r>
            <w:r w:rsidRPr="00432C5B">
              <w:rPr>
                <w:szCs w:val="28"/>
              </w:rPr>
              <w:t>0 тыс. рублей;</w:t>
            </w:r>
          </w:p>
          <w:p w:rsidR="0009156E" w:rsidRPr="00432C5B" w:rsidRDefault="0009156E" w:rsidP="0082785A">
            <w:pPr>
              <w:jc w:val="both"/>
              <w:rPr>
                <w:szCs w:val="28"/>
              </w:rPr>
            </w:pPr>
            <w:r>
              <w:rPr>
                <w:szCs w:val="28"/>
              </w:rPr>
              <w:t>-районный бюджет -4</w:t>
            </w:r>
            <w:r w:rsidRPr="00432C5B">
              <w:rPr>
                <w:szCs w:val="28"/>
              </w:rPr>
              <w:t>00 тыс. рублей;</w:t>
            </w:r>
          </w:p>
          <w:p w:rsidR="0009156E" w:rsidRPr="00432C5B" w:rsidRDefault="0009156E" w:rsidP="0082785A">
            <w:pPr>
              <w:jc w:val="both"/>
              <w:rPr>
                <w:szCs w:val="28"/>
              </w:rPr>
            </w:pPr>
            <w:r w:rsidRPr="00432C5B">
              <w:rPr>
                <w:szCs w:val="28"/>
              </w:rPr>
              <w:t xml:space="preserve">-внебюджетные источники </w:t>
            </w:r>
            <w:r>
              <w:rPr>
                <w:szCs w:val="28"/>
              </w:rPr>
              <w:t>–2785,71</w:t>
            </w:r>
            <w:r w:rsidRPr="00432C5B">
              <w:rPr>
                <w:szCs w:val="28"/>
              </w:rPr>
              <w:t> тыс. рублей</w:t>
            </w:r>
          </w:p>
        </w:tc>
      </w:tr>
      <w:tr w:rsidR="0009156E" w:rsidRPr="00432C5B" w:rsidTr="0082785A">
        <w:trPr>
          <w:trHeight w:val="180"/>
        </w:trPr>
        <w:tc>
          <w:tcPr>
            <w:tcW w:w="2674" w:type="dxa"/>
          </w:tcPr>
          <w:p w:rsidR="0009156E" w:rsidRPr="00432C5B" w:rsidRDefault="0009156E" w:rsidP="0082785A">
            <w:pPr>
              <w:tabs>
                <w:tab w:val="left" w:pos="6660"/>
              </w:tabs>
              <w:rPr>
                <w:b/>
                <w:szCs w:val="28"/>
              </w:rPr>
            </w:pPr>
          </w:p>
          <w:p w:rsidR="0009156E" w:rsidRPr="00432C5B" w:rsidRDefault="0009156E" w:rsidP="0082785A">
            <w:pPr>
              <w:tabs>
                <w:tab w:val="left" w:pos="6660"/>
              </w:tabs>
              <w:rPr>
                <w:b/>
                <w:szCs w:val="28"/>
              </w:rPr>
            </w:pPr>
          </w:p>
          <w:p w:rsidR="0009156E" w:rsidRPr="00432C5B" w:rsidRDefault="0009156E" w:rsidP="0082785A">
            <w:pPr>
              <w:tabs>
                <w:tab w:val="left" w:pos="6660"/>
              </w:tabs>
              <w:rPr>
                <w:b/>
                <w:szCs w:val="28"/>
              </w:rPr>
            </w:pPr>
            <w:r w:rsidRPr="00432C5B">
              <w:rPr>
                <w:b/>
                <w:szCs w:val="28"/>
              </w:rPr>
              <w:t>Ожидаемые конечные результаты Подпрограммы</w:t>
            </w:r>
          </w:p>
        </w:tc>
        <w:tc>
          <w:tcPr>
            <w:tcW w:w="6866" w:type="dxa"/>
          </w:tcPr>
          <w:p w:rsidR="0009156E" w:rsidRPr="00432C5B" w:rsidRDefault="0009156E" w:rsidP="0082785A">
            <w:pPr>
              <w:tabs>
                <w:tab w:val="left" w:pos="6660"/>
              </w:tabs>
              <w:jc w:val="both"/>
              <w:rPr>
                <w:szCs w:val="28"/>
              </w:rPr>
            </w:pPr>
            <w:r w:rsidRPr="00432C5B">
              <w:rPr>
                <w:szCs w:val="28"/>
              </w:rPr>
              <w:t>- улучшение жилищных условий молодых семей;</w:t>
            </w:r>
          </w:p>
          <w:p w:rsidR="0009156E" w:rsidRPr="00432C5B" w:rsidRDefault="0009156E" w:rsidP="0082785A">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09156E" w:rsidRPr="00432C5B" w:rsidRDefault="0009156E" w:rsidP="0082785A">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09156E" w:rsidRPr="00432C5B" w:rsidRDefault="0009156E" w:rsidP="0082785A">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09156E" w:rsidRPr="00432C5B" w:rsidRDefault="0009156E" w:rsidP="0082785A">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09156E" w:rsidRPr="00432C5B" w:rsidRDefault="0009156E" w:rsidP="0082785A">
            <w:pPr>
              <w:tabs>
                <w:tab w:val="left" w:pos="6660"/>
              </w:tabs>
              <w:jc w:val="both"/>
              <w:rPr>
                <w:szCs w:val="28"/>
              </w:rPr>
            </w:pPr>
            <w:r w:rsidRPr="00432C5B">
              <w:rPr>
                <w:szCs w:val="28"/>
              </w:rPr>
              <w:t>-развитие системы ипотечного жилищного кредитования.</w:t>
            </w:r>
          </w:p>
        </w:tc>
      </w:tr>
    </w:tbl>
    <w:p w:rsidR="0009156E" w:rsidRPr="001C4AFA" w:rsidRDefault="0009156E" w:rsidP="0082785A">
      <w:pPr>
        <w:tabs>
          <w:tab w:val="left" w:pos="6660"/>
        </w:tabs>
        <w:rPr>
          <w:b/>
        </w:rPr>
      </w:pPr>
    </w:p>
    <w:p w:rsidR="0009156E" w:rsidRPr="007A6187" w:rsidRDefault="0009156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09156E" w:rsidRPr="007A6187" w:rsidRDefault="0009156E" w:rsidP="0082785A">
      <w:pPr>
        <w:tabs>
          <w:tab w:val="left" w:pos="6660"/>
        </w:tabs>
        <w:jc w:val="both"/>
      </w:pPr>
    </w:p>
    <w:p w:rsidR="0009156E" w:rsidRPr="001C4AFA" w:rsidRDefault="0009156E" w:rsidP="0082785A">
      <w:pPr>
        <w:tabs>
          <w:tab w:val="left" w:pos="6660"/>
        </w:tabs>
        <w:jc w:val="center"/>
        <w:rPr>
          <w:b/>
        </w:rPr>
      </w:pPr>
      <w:r w:rsidRPr="001C4AFA">
        <w:rPr>
          <w:b/>
        </w:rPr>
        <w:t>1.Характеристика сферы реализации Подпрограммы,</w:t>
      </w:r>
    </w:p>
    <w:p w:rsidR="0009156E" w:rsidRPr="001C4AFA" w:rsidRDefault="0009156E" w:rsidP="0082785A">
      <w:pPr>
        <w:tabs>
          <w:tab w:val="left" w:pos="6660"/>
        </w:tabs>
        <w:jc w:val="center"/>
        <w:rPr>
          <w:b/>
        </w:rPr>
      </w:pPr>
      <w:r w:rsidRPr="001C4AFA">
        <w:rPr>
          <w:b/>
        </w:rPr>
        <w:t>описание основных проблем в указанной сфере</w:t>
      </w:r>
    </w:p>
    <w:p w:rsidR="0009156E" w:rsidRPr="001C4AFA" w:rsidRDefault="0009156E" w:rsidP="0082785A">
      <w:pPr>
        <w:tabs>
          <w:tab w:val="left" w:pos="6660"/>
        </w:tabs>
        <w:jc w:val="both"/>
        <w:rPr>
          <w:b/>
        </w:rPr>
      </w:pPr>
    </w:p>
    <w:p w:rsidR="0009156E" w:rsidRPr="001C4AFA" w:rsidRDefault="0009156E" w:rsidP="0082785A">
      <w:pPr>
        <w:pStyle w:val="ConsPlusNormal"/>
        <w:ind w:firstLine="540"/>
        <w:jc w:val="both"/>
        <w:rPr>
          <w:rFonts w:ascii="Times New Roman" w:hAnsi="Times New Roman"/>
          <w:sz w:val="24"/>
          <w:szCs w:val="24"/>
        </w:rPr>
      </w:pPr>
      <w:r w:rsidRPr="001C4AFA">
        <w:rPr>
          <w:rFonts w:ascii="Times New Roman" w:hAnsi="Times New Roman"/>
          <w:sz w:val="24"/>
          <w:szCs w:val="24"/>
        </w:rPr>
        <w:t>В ходе реализации федеральной целевой программы "Жилище" на 2011 - 2015 годы в 2011 - 2014 годах были созданы правовые и организационные основы государственной жилищной политики, определены ее приоритетные направления и отработаны механизмы реализации.</w:t>
      </w:r>
    </w:p>
    <w:p w:rsidR="0009156E" w:rsidRDefault="0009156E" w:rsidP="0082785A">
      <w:pPr>
        <w:widowControl w:val="0"/>
        <w:autoSpaceDE w:val="0"/>
        <w:autoSpaceDN w:val="0"/>
        <w:adjustRightInd w:val="0"/>
        <w:ind w:firstLine="540"/>
        <w:jc w:val="both"/>
      </w:pPr>
      <w:r>
        <w:t xml:space="preserve"> В рамках подпрограммы, в том числе с использованием ипотечных жилищных кредитов и займов, средств регионального и местного бюджета, по Таловскому муниципальному району улучшили жилищные условия 65 молодых семей.  Однако уже сегодня количество молодых семей, нуждающихся в улучшении жилищных условий и изъявивших желание стать участниками подпрограммы, составляет 42 семьи (по состоянию на 1сентября 2015 года), интерес к подпрограмме с каждым годом растет. </w:t>
      </w:r>
      <w:r>
        <w:tab/>
        <w:t>Существующие механизмы реализации подпрограммы обеспечивают доступ к мерам государственной поддержки лишь небольшой части молодых семей, нуждающихся в улучшении жилищных условий.</w:t>
      </w:r>
    </w:p>
    <w:p w:rsidR="0009156E" w:rsidRDefault="0009156E" w:rsidP="0082785A">
      <w:pPr>
        <w:tabs>
          <w:tab w:val="left" w:pos="6660"/>
        </w:tabs>
        <w:jc w:val="both"/>
        <w:rPr>
          <w:szCs w:val="28"/>
        </w:rPr>
      </w:pPr>
      <w:r>
        <w:rPr>
          <w:szCs w:val="28"/>
        </w:rPr>
        <w:t xml:space="preserve">Подпрограмма «Обеспечение жильём молодых семей на 2014-2019 годы» является продолжением муниципальной целевой программы «Поддержка молодых семей Таловского муниципального района в приобретении (строительстве) жилья на 2007-2010 годы», разработанной в соответствии с рекомендациями Правительства Российской Федерации на основе подпрограммы «Обеспечение жильём молодых семей» ФЦП </w:t>
      </w:r>
      <w:r>
        <w:rPr>
          <w:szCs w:val="28"/>
        </w:rPr>
        <w:lastRenderedPageBreak/>
        <w:t>«Жилище» на 2002-2010 годы и долгосрочной муниципальной программы «Обеспечение жильём молодых семей на 2011-2015 годы», утверждённой постановлением администрации Таловского муниципального района от 22.12.2010 №1959.</w:t>
      </w:r>
    </w:p>
    <w:p w:rsidR="0009156E" w:rsidRDefault="0009156E" w:rsidP="0082785A">
      <w:pPr>
        <w:tabs>
          <w:tab w:val="left" w:pos="6660"/>
        </w:tabs>
        <w:jc w:val="both"/>
        <w:rPr>
          <w:szCs w:val="28"/>
        </w:rPr>
      </w:pPr>
      <w:r>
        <w:rPr>
          <w:szCs w:val="28"/>
        </w:rPr>
        <w:t xml:space="preserve">        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Таловского района улучшили свои жилищные условия.</w:t>
      </w:r>
    </w:p>
    <w:p w:rsidR="0009156E" w:rsidRDefault="0009156E" w:rsidP="0082785A">
      <w:pPr>
        <w:tabs>
          <w:tab w:val="left" w:pos="6660"/>
        </w:tabs>
        <w:jc w:val="both"/>
        <w:rPr>
          <w:szCs w:val="28"/>
        </w:rPr>
      </w:pPr>
      <w:r>
        <w:rPr>
          <w:szCs w:val="28"/>
        </w:rPr>
        <w:t xml:space="preserve">        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    4939528    рублей. </w:t>
      </w:r>
    </w:p>
    <w:p w:rsidR="0009156E" w:rsidRDefault="0009156E" w:rsidP="0082785A">
      <w:pPr>
        <w:tabs>
          <w:tab w:val="left" w:pos="6660"/>
        </w:tabs>
        <w:jc w:val="both"/>
        <w:rPr>
          <w:szCs w:val="28"/>
        </w:rPr>
      </w:pPr>
      <w:r>
        <w:rPr>
          <w:szCs w:val="28"/>
        </w:rPr>
        <w:t xml:space="preserve">    Из областного бюджета на предоставление социальных выплат молодым семьям было выделено  3102748  рублей,  софинансирование мероприятий программы из местного бюджета составило   1207040 рублей.</w:t>
      </w:r>
    </w:p>
    <w:p w:rsidR="0009156E" w:rsidRDefault="0009156E" w:rsidP="0082785A">
      <w:pPr>
        <w:tabs>
          <w:tab w:val="left" w:pos="6660"/>
        </w:tabs>
        <w:jc w:val="right"/>
        <w:rPr>
          <w:szCs w:val="28"/>
        </w:rPr>
      </w:pPr>
      <w:r>
        <w:rPr>
          <w:szCs w:val="28"/>
        </w:rPr>
        <w:t xml:space="preserve">                                                                                                                                                                                             Таблица 2.</w:t>
      </w:r>
    </w:p>
    <w:p w:rsidR="0009156E" w:rsidRDefault="0009156E" w:rsidP="0082785A">
      <w:pPr>
        <w:tabs>
          <w:tab w:val="left" w:pos="6660"/>
        </w:tabs>
        <w:jc w:val="center"/>
        <w:rPr>
          <w:szCs w:val="28"/>
        </w:rPr>
      </w:pPr>
      <w:r>
        <w:rPr>
          <w:b/>
          <w:szCs w:val="28"/>
        </w:rPr>
        <w:t>Итоги реализации долгосрочной муниципальной целевой программы «Обеспечение жильём молодых семей на 2011-2015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gridCol w:w="1321"/>
      </w:tblGrid>
      <w:tr w:rsidR="0009156E" w:rsidRPr="00037E77" w:rsidTr="0082785A">
        <w:tc>
          <w:tcPr>
            <w:tcW w:w="3060" w:type="dxa"/>
          </w:tcPr>
          <w:p w:rsidR="0009156E" w:rsidRPr="00037E77" w:rsidRDefault="0009156E" w:rsidP="0082785A">
            <w:pPr>
              <w:tabs>
                <w:tab w:val="left" w:pos="6660"/>
              </w:tabs>
              <w:jc w:val="both"/>
            </w:pPr>
            <w:r w:rsidRPr="00037E77">
              <w:t>Наименование показателя</w:t>
            </w:r>
          </w:p>
        </w:tc>
        <w:tc>
          <w:tcPr>
            <w:tcW w:w="1412" w:type="dxa"/>
          </w:tcPr>
          <w:p w:rsidR="0009156E" w:rsidRPr="00037E77" w:rsidRDefault="0009156E" w:rsidP="0082785A">
            <w:pPr>
              <w:tabs>
                <w:tab w:val="left" w:pos="6660"/>
              </w:tabs>
              <w:jc w:val="both"/>
            </w:pPr>
            <w:r w:rsidRPr="00037E77">
              <w:t>Единицы</w:t>
            </w:r>
          </w:p>
          <w:p w:rsidR="0009156E" w:rsidRPr="00037E77" w:rsidRDefault="0009156E" w:rsidP="0082785A">
            <w:pPr>
              <w:tabs>
                <w:tab w:val="left" w:pos="6660"/>
              </w:tabs>
              <w:jc w:val="both"/>
            </w:pPr>
            <w:r w:rsidRPr="00037E77">
              <w:t>измерения</w:t>
            </w:r>
          </w:p>
        </w:tc>
        <w:tc>
          <w:tcPr>
            <w:tcW w:w="1116" w:type="dxa"/>
          </w:tcPr>
          <w:p w:rsidR="0009156E" w:rsidRPr="00037E77" w:rsidRDefault="0009156E" w:rsidP="0082785A">
            <w:pPr>
              <w:tabs>
                <w:tab w:val="left" w:pos="6660"/>
              </w:tabs>
              <w:jc w:val="both"/>
            </w:pPr>
            <w:r w:rsidRPr="00037E77">
              <w:t>2011</w:t>
            </w:r>
          </w:p>
          <w:p w:rsidR="0009156E" w:rsidRPr="00037E77" w:rsidRDefault="0009156E" w:rsidP="0082785A">
            <w:pPr>
              <w:tabs>
                <w:tab w:val="left" w:pos="6660"/>
              </w:tabs>
              <w:jc w:val="both"/>
            </w:pPr>
            <w:r w:rsidRPr="00037E77">
              <w:t>год</w:t>
            </w:r>
          </w:p>
        </w:tc>
        <w:tc>
          <w:tcPr>
            <w:tcW w:w="1191" w:type="dxa"/>
          </w:tcPr>
          <w:p w:rsidR="0009156E" w:rsidRPr="00037E77" w:rsidRDefault="0009156E" w:rsidP="0082785A">
            <w:pPr>
              <w:tabs>
                <w:tab w:val="left" w:pos="6660"/>
              </w:tabs>
              <w:jc w:val="both"/>
            </w:pPr>
            <w:r w:rsidRPr="00037E77">
              <w:t>2012</w:t>
            </w:r>
          </w:p>
          <w:p w:rsidR="0009156E" w:rsidRPr="00037E77" w:rsidRDefault="0009156E" w:rsidP="0082785A">
            <w:pPr>
              <w:tabs>
                <w:tab w:val="left" w:pos="6660"/>
              </w:tabs>
              <w:jc w:val="both"/>
            </w:pPr>
            <w:r w:rsidRPr="00037E77">
              <w:t>год</w:t>
            </w:r>
          </w:p>
        </w:tc>
        <w:tc>
          <w:tcPr>
            <w:tcW w:w="1260" w:type="dxa"/>
          </w:tcPr>
          <w:p w:rsidR="0009156E" w:rsidRPr="00037E77" w:rsidRDefault="0009156E" w:rsidP="0082785A">
            <w:pPr>
              <w:tabs>
                <w:tab w:val="left" w:pos="6660"/>
              </w:tabs>
              <w:jc w:val="both"/>
            </w:pPr>
            <w:r w:rsidRPr="00037E77">
              <w:t>2013</w:t>
            </w:r>
          </w:p>
          <w:p w:rsidR="0009156E" w:rsidRPr="00037E77" w:rsidRDefault="0009156E" w:rsidP="0082785A">
            <w:pPr>
              <w:tabs>
                <w:tab w:val="left" w:pos="6660"/>
              </w:tabs>
              <w:jc w:val="both"/>
            </w:pPr>
            <w:r>
              <w:t>г</w:t>
            </w:r>
            <w:r w:rsidRPr="00037E77">
              <w:t>од</w:t>
            </w:r>
          </w:p>
        </w:tc>
        <w:tc>
          <w:tcPr>
            <w:tcW w:w="1321" w:type="dxa"/>
          </w:tcPr>
          <w:p w:rsidR="0009156E" w:rsidRDefault="0009156E" w:rsidP="0082785A">
            <w:r>
              <w:t xml:space="preserve">2014 </w:t>
            </w:r>
          </w:p>
          <w:p w:rsidR="0009156E" w:rsidRDefault="0009156E" w:rsidP="0082785A">
            <w:r>
              <w:t>год</w:t>
            </w:r>
          </w:p>
          <w:p w:rsidR="0009156E" w:rsidRPr="00037E77" w:rsidRDefault="0009156E" w:rsidP="0082785A">
            <w:pPr>
              <w:tabs>
                <w:tab w:val="left" w:pos="6660"/>
              </w:tabs>
              <w:jc w:val="both"/>
            </w:pPr>
          </w:p>
        </w:tc>
      </w:tr>
      <w:tr w:rsidR="0009156E" w:rsidRPr="00037E77" w:rsidTr="0082785A">
        <w:tc>
          <w:tcPr>
            <w:tcW w:w="3060" w:type="dxa"/>
          </w:tcPr>
          <w:p w:rsidR="0009156E" w:rsidRPr="00037E77" w:rsidRDefault="0009156E" w:rsidP="0082785A">
            <w:pPr>
              <w:tabs>
                <w:tab w:val="left" w:pos="6660"/>
              </w:tabs>
              <w:jc w:val="both"/>
            </w:pPr>
            <w:r w:rsidRPr="00037E77">
              <w:t>Объём финансирования всего</w:t>
            </w:r>
          </w:p>
        </w:tc>
        <w:tc>
          <w:tcPr>
            <w:tcW w:w="1412" w:type="dxa"/>
          </w:tcPr>
          <w:p w:rsidR="0009156E" w:rsidRPr="00037E77" w:rsidRDefault="0009156E" w:rsidP="0082785A">
            <w:pPr>
              <w:tabs>
                <w:tab w:val="left" w:pos="6660"/>
              </w:tabs>
              <w:jc w:val="both"/>
            </w:pPr>
            <w:r w:rsidRPr="00037E77">
              <w:t>тыс.руб.</w:t>
            </w:r>
          </w:p>
        </w:tc>
        <w:tc>
          <w:tcPr>
            <w:tcW w:w="1116" w:type="dxa"/>
          </w:tcPr>
          <w:p w:rsidR="0009156E" w:rsidRPr="00037E77" w:rsidRDefault="0009156E" w:rsidP="0082785A">
            <w:pPr>
              <w:tabs>
                <w:tab w:val="left" w:pos="6660"/>
              </w:tabs>
              <w:jc w:val="both"/>
            </w:pPr>
            <w:r w:rsidRPr="00037E77">
              <w:t>12443,17</w:t>
            </w:r>
          </w:p>
        </w:tc>
        <w:tc>
          <w:tcPr>
            <w:tcW w:w="1191" w:type="dxa"/>
          </w:tcPr>
          <w:p w:rsidR="0009156E" w:rsidRPr="00037E77" w:rsidRDefault="0009156E" w:rsidP="0082785A">
            <w:pPr>
              <w:tabs>
                <w:tab w:val="left" w:pos="6660"/>
              </w:tabs>
              <w:jc w:val="both"/>
            </w:pPr>
            <w:r w:rsidRPr="00037E77">
              <w:t>11953,65</w:t>
            </w:r>
          </w:p>
        </w:tc>
        <w:tc>
          <w:tcPr>
            <w:tcW w:w="1260" w:type="dxa"/>
          </w:tcPr>
          <w:p w:rsidR="0009156E" w:rsidRPr="00643017" w:rsidRDefault="0009156E" w:rsidP="0082785A">
            <w:pPr>
              <w:tabs>
                <w:tab w:val="left" w:pos="6660"/>
              </w:tabs>
              <w:jc w:val="both"/>
            </w:pPr>
            <w:r w:rsidRPr="00643017">
              <w:t>12 783, 05</w:t>
            </w:r>
          </w:p>
        </w:tc>
        <w:tc>
          <w:tcPr>
            <w:tcW w:w="1321" w:type="dxa"/>
          </w:tcPr>
          <w:p w:rsidR="0009156E" w:rsidRPr="00643017" w:rsidRDefault="0009156E" w:rsidP="0082785A">
            <w:pPr>
              <w:tabs>
                <w:tab w:val="left" w:pos="6660"/>
              </w:tabs>
              <w:jc w:val="both"/>
            </w:pPr>
            <w:r>
              <w:t>10539,117</w:t>
            </w:r>
          </w:p>
        </w:tc>
      </w:tr>
      <w:tr w:rsidR="0009156E" w:rsidRPr="00037E77" w:rsidTr="0082785A">
        <w:tc>
          <w:tcPr>
            <w:tcW w:w="3060" w:type="dxa"/>
          </w:tcPr>
          <w:p w:rsidR="0009156E" w:rsidRPr="00037E77" w:rsidRDefault="0009156E" w:rsidP="0082785A">
            <w:pPr>
              <w:tabs>
                <w:tab w:val="left" w:pos="6660"/>
              </w:tabs>
              <w:jc w:val="both"/>
            </w:pPr>
            <w:r w:rsidRPr="00037E77">
              <w:t xml:space="preserve"> В том числе:</w:t>
            </w:r>
          </w:p>
        </w:tc>
        <w:tc>
          <w:tcPr>
            <w:tcW w:w="1412" w:type="dxa"/>
          </w:tcPr>
          <w:p w:rsidR="0009156E" w:rsidRPr="00037E77" w:rsidRDefault="0009156E" w:rsidP="0082785A">
            <w:pPr>
              <w:tabs>
                <w:tab w:val="left" w:pos="6660"/>
              </w:tabs>
              <w:jc w:val="both"/>
            </w:pPr>
          </w:p>
        </w:tc>
        <w:tc>
          <w:tcPr>
            <w:tcW w:w="1116" w:type="dxa"/>
          </w:tcPr>
          <w:p w:rsidR="0009156E" w:rsidRPr="00037E77" w:rsidRDefault="0009156E" w:rsidP="0082785A">
            <w:pPr>
              <w:tabs>
                <w:tab w:val="left" w:pos="6660"/>
              </w:tabs>
              <w:jc w:val="both"/>
            </w:pPr>
          </w:p>
        </w:tc>
        <w:tc>
          <w:tcPr>
            <w:tcW w:w="1191" w:type="dxa"/>
          </w:tcPr>
          <w:p w:rsidR="0009156E" w:rsidRPr="00037E77" w:rsidRDefault="0009156E" w:rsidP="0082785A">
            <w:pPr>
              <w:tabs>
                <w:tab w:val="left" w:pos="6660"/>
              </w:tabs>
              <w:jc w:val="both"/>
            </w:pPr>
          </w:p>
        </w:tc>
        <w:tc>
          <w:tcPr>
            <w:tcW w:w="1260" w:type="dxa"/>
          </w:tcPr>
          <w:p w:rsidR="0009156E" w:rsidRPr="00643017" w:rsidRDefault="0009156E" w:rsidP="0082785A">
            <w:pPr>
              <w:tabs>
                <w:tab w:val="left" w:pos="6660"/>
              </w:tabs>
              <w:jc w:val="both"/>
            </w:pPr>
          </w:p>
        </w:tc>
        <w:tc>
          <w:tcPr>
            <w:tcW w:w="1321" w:type="dxa"/>
          </w:tcPr>
          <w:p w:rsidR="0009156E" w:rsidRPr="00643017" w:rsidRDefault="0009156E" w:rsidP="0082785A">
            <w:pPr>
              <w:tabs>
                <w:tab w:val="left" w:pos="6660"/>
              </w:tabs>
              <w:jc w:val="both"/>
            </w:pPr>
          </w:p>
        </w:tc>
      </w:tr>
      <w:tr w:rsidR="0009156E" w:rsidRPr="00037E77" w:rsidTr="0082785A">
        <w:tc>
          <w:tcPr>
            <w:tcW w:w="3060" w:type="dxa"/>
          </w:tcPr>
          <w:p w:rsidR="0009156E" w:rsidRPr="00037E77" w:rsidRDefault="0009156E" w:rsidP="0082785A">
            <w:pPr>
              <w:tabs>
                <w:tab w:val="left" w:pos="6660"/>
              </w:tabs>
              <w:jc w:val="both"/>
            </w:pPr>
            <w:r w:rsidRPr="00037E77">
              <w:t>Федеральный бюджет</w:t>
            </w:r>
          </w:p>
        </w:tc>
        <w:tc>
          <w:tcPr>
            <w:tcW w:w="1412" w:type="dxa"/>
          </w:tcPr>
          <w:p w:rsidR="0009156E" w:rsidRPr="00037E77" w:rsidRDefault="0009156E" w:rsidP="0082785A">
            <w:pPr>
              <w:tabs>
                <w:tab w:val="left" w:pos="6660"/>
              </w:tabs>
              <w:jc w:val="both"/>
            </w:pPr>
            <w:r w:rsidRPr="00037E77">
              <w:t>тыс.руб.</w:t>
            </w:r>
          </w:p>
        </w:tc>
        <w:tc>
          <w:tcPr>
            <w:tcW w:w="1116" w:type="dxa"/>
          </w:tcPr>
          <w:p w:rsidR="0009156E" w:rsidRPr="00037E77" w:rsidRDefault="0009156E" w:rsidP="0082785A">
            <w:pPr>
              <w:tabs>
                <w:tab w:val="left" w:pos="6660"/>
              </w:tabs>
              <w:jc w:val="both"/>
            </w:pPr>
            <w:r w:rsidRPr="00037E77">
              <w:t>1075,7</w:t>
            </w:r>
            <w:r>
              <w:t>9</w:t>
            </w:r>
          </w:p>
        </w:tc>
        <w:tc>
          <w:tcPr>
            <w:tcW w:w="1191" w:type="dxa"/>
          </w:tcPr>
          <w:p w:rsidR="0009156E" w:rsidRPr="00037E77" w:rsidRDefault="0009156E" w:rsidP="0082785A">
            <w:pPr>
              <w:tabs>
                <w:tab w:val="left" w:pos="6660"/>
              </w:tabs>
              <w:jc w:val="both"/>
            </w:pPr>
            <w:r w:rsidRPr="00037E77">
              <w:t>1011,0</w:t>
            </w:r>
            <w:r>
              <w:t>2</w:t>
            </w:r>
          </w:p>
        </w:tc>
        <w:tc>
          <w:tcPr>
            <w:tcW w:w="1260" w:type="dxa"/>
          </w:tcPr>
          <w:p w:rsidR="0009156E" w:rsidRPr="00643017" w:rsidRDefault="0009156E" w:rsidP="0082785A">
            <w:pPr>
              <w:tabs>
                <w:tab w:val="left" w:pos="6660"/>
              </w:tabs>
              <w:jc w:val="both"/>
            </w:pPr>
            <w:r w:rsidRPr="00643017">
              <w:t>637,46</w:t>
            </w:r>
          </w:p>
        </w:tc>
        <w:tc>
          <w:tcPr>
            <w:tcW w:w="1321" w:type="dxa"/>
          </w:tcPr>
          <w:p w:rsidR="0009156E" w:rsidRPr="00643017" w:rsidRDefault="0009156E" w:rsidP="0082785A">
            <w:pPr>
              <w:tabs>
                <w:tab w:val="left" w:pos="6660"/>
              </w:tabs>
              <w:jc w:val="both"/>
            </w:pPr>
            <w:r>
              <w:t>583,057</w:t>
            </w:r>
          </w:p>
        </w:tc>
      </w:tr>
      <w:tr w:rsidR="0009156E" w:rsidRPr="00037E77" w:rsidTr="0082785A">
        <w:tc>
          <w:tcPr>
            <w:tcW w:w="3060" w:type="dxa"/>
          </w:tcPr>
          <w:p w:rsidR="0009156E" w:rsidRPr="00037E77" w:rsidRDefault="0009156E" w:rsidP="0082785A">
            <w:pPr>
              <w:tabs>
                <w:tab w:val="left" w:pos="6660"/>
              </w:tabs>
              <w:jc w:val="both"/>
            </w:pPr>
            <w:r w:rsidRPr="00037E77">
              <w:t>Областной бюджет</w:t>
            </w:r>
          </w:p>
        </w:tc>
        <w:tc>
          <w:tcPr>
            <w:tcW w:w="1412" w:type="dxa"/>
          </w:tcPr>
          <w:p w:rsidR="0009156E" w:rsidRPr="00037E77" w:rsidRDefault="0009156E" w:rsidP="0082785A">
            <w:pPr>
              <w:tabs>
                <w:tab w:val="left" w:pos="6660"/>
              </w:tabs>
              <w:jc w:val="both"/>
            </w:pPr>
            <w:r w:rsidRPr="00037E77">
              <w:t>тыс.руб.</w:t>
            </w:r>
          </w:p>
        </w:tc>
        <w:tc>
          <w:tcPr>
            <w:tcW w:w="1116" w:type="dxa"/>
          </w:tcPr>
          <w:p w:rsidR="0009156E" w:rsidRPr="00037E77" w:rsidRDefault="0009156E" w:rsidP="0082785A">
            <w:pPr>
              <w:tabs>
                <w:tab w:val="left" w:pos="6660"/>
              </w:tabs>
              <w:jc w:val="both"/>
            </w:pPr>
            <w:r w:rsidRPr="00037E77">
              <w:t>2471,5</w:t>
            </w:r>
            <w:r>
              <w:t>3</w:t>
            </w:r>
          </w:p>
        </w:tc>
        <w:tc>
          <w:tcPr>
            <w:tcW w:w="1191" w:type="dxa"/>
          </w:tcPr>
          <w:p w:rsidR="0009156E" w:rsidRPr="00037E77" w:rsidRDefault="0009156E" w:rsidP="0082785A">
            <w:pPr>
              <w:tabs>
                <w:tab w:val="left" w:pos="6660"/>
              </w:tabs>
              <w:jc w:val="both"/>
            </w:pPr>
            <w:r w:rsidRPr="00037E77">
              <w:t>1222,87</w:t>
            </w:r>
          </w:p>
        </w:tc>
        <w:tc>
          <w:tcPr>
            <w:tcW w:w="1260" w:type="dxa"/>
          </w:tcPr>
          <w:p w:rsidR="0009156E" w:rsidRPr="00643017" w:rsidRDefault="0009156E" w:rsidP="0082785A">
            <w:pPr>
              <w:tabs>
                <w:tab w:val="left" w:pos="6660"/>
              </w:tabs>
              <w:jc w:val="both"/>
            </w:pPr>
            <w:r w:rsidRPr="00643017">
              <w:t>897,93</w:t>
            </w:r>
          </w:p>
        </w:tc>
        <w:tc>
          <w:tcPr>
            <w:tcW w:w="1321" w:type="dxa"/>
          </w:tcPr>
          <w:p w:rsidR="0009156E" w:rsidRPr="00643017" w:rsidRDefault="0009156E" w:rsidP="0082785A">
            <w:pPr>
              <w:tabs>
                <w:tab w:val="left" w:pos="6660"/>
              </w:tabs>
              <w:jc w:val="both"/>
            </w:pPr>
            <w:r>
              <w:t>968,818</w:t>
            </w:r>
          </w:p>
        </w:tc>
      </w:tr>
      <w:tr w:rsidR="0009156E" w:rsidRPr="00037E77" w:rsidTr="0082785A">
        <w:tc>
          <w:tcPr>
            <w:tcW w:w="3060" w:type="dxa"/>
          </w:tcPr>
          <w:p w:rsidR="0009156E" w:rsidRPr="00037E77" w:rsidRDefault="0009156E" w:rsidP="0082785A">
            <w:pPr>
              <w:tabs>
                <w:tab w:val="left" w:pos="6660"/>
              </w:tabs>
              <w:jc w:val="both"/>
            </w:pPr>
            <w:r w:rsidRPr="00037E77">
              <w:t>Местный бюджет</w:t>
            </w:r>
          </w:p>
        </w:tc>
        <w:tc>
          <w:tcPr>
            <w:tcW w:w="1412" w:type="dxa"/>
          </w:tcPr>
          <w:p w:rsidR="0009156E" w:rsidRPr="00037E77" w:rsidRDefault="0009156E" w:rsidP="0082785A">
            <w:pPr>
              <w:tabs>
                <w:tab w:val="left" w:pos="6660"/>
              </w:tabs>
              <w:jc w:val="both"/>
            </w:pPr>
            <w:r w:rsidRPr="00037E77">
              <w:t>тыс.руб.</w:t>
            </w:r>
          </w:p>
        </w:tc>
        <w:tc>
          <w:tcPr>
            <w:tcW w:w="1116" w:type="dxa"/>
          </w:tcPr>
          <w:p w:rsidR="0009156E" w:rsidRPr="00037E77" w:rsidRDefault="0009156E" w:rsidP="0082785A">
            <w:pPr>
              <w:tabs>
                <w:tab w:val="left" w:pos="6660"/>
              </w:tabs>
              <w:jc w:val="both"/>
            </w:pPr>
            <w:r w:rsidRPr="00037E77">
              <w:t>592,5</w:t>
            </w:r>
            <w:r>
              <w:t>1</w:t>
            </w:r>
          </w:p>
        </w:tc>
        <w:tc>
          <w:tcPr>
            <w:tcW w:w="1191" w:type="dxa"/>
          </w:tcPr>
          <w:p w:rsidR="0009156E" w:rsidRPr="00037E77" w:rsidRDefault="0009156E" w:rsidP="0082785A">
            <w:pPr>
              <w:tabs>
                <w:tab w:val="left" w:pos="6660"/>
              </w:tabs>
              <w:jc w:val="both"/>
            </w:pPr>
            <w:r w:rsidRPr="00037E77">
              <w:t>719,77</w:t>
            </w:r>
          </w:p>
        </w:tc>
        <w:tc>
          <w:tcPr>
            <w:tcW w:w="1260" w:type="dxa"/>
          </w:tcPr>
          <w:p w:rsidR="0009156E" w:rsidRPr="00643017" w:rsidRDefault="0009156E" w:rsidP="0082785A">
            <w:pPr>
              <w:tabs>
                <w:tab w:val="left" w:pos="6660"/>
              </w:tabs>
              <w:jc w:val="both"/>
            </w:pPr>
            <w:r w:rsidRPr="00643017">
              <w:t>657,02</w:t>
            </w:r>
          </w:p>
        </w:tc>
        <w:tc>
          <w:tcPr>
            <w:tcW w:w="1321" w:type="dxa"/>
          </w:tcPr>
          <w:p w:rsidR="0009156E" w:rsidRPr="00643017" w:rsidRDefault="0009156E" w:rsidP="0082785A">
            <w:pPr>
              <w:tabs>
                <w:tab w:val="left" w:pos="6660"/>
              </w:tabs>
              <w:jc w:val="both"/>
            </w:pPr>
            <w:r>
              <w:t>700,375</w:t>
            </w:r>
          </w:p>
        </w:tc>
      </w:tr>
      <w:tr w:rsidR="0009156E" w:rsidRPr="00037E77" w:rsidTr="0082785A">
        <w:tc>
          <w:tcPr>
            <w:tcW w:w="3060" w:type="dxa"/>
          </w:tcPr>
          <w:p w:rsidR="0009156E" w:rsidRPr="00037E77" w:rsidRDefault="0009156E" w:rsidP="0082785A">
            <w:pPr>
              <w:tabs>
                <w:tab w:val="left" w:pos="6660"/>
              </w:tabs>
              <w:jc w:val="both"/>
            </w:pPr>
            <w:r w:rsidRPr="00037E77">
              <w:t>Внебюджетные источники</w:t>
            </w:r>
          </w:p>
        </w:tc>
        <w:tc>
          <w:tcPr>
            <w:tcW w:w="1412" w:type="dxa"/>
          </w:tcPr>
          <w:p w:rsidR="0009156E" w:rsidRPr="00037E77" w:rsidRDefault="0009156E" w:rsidP="0082785A">
            <w:pPr>
              <w:tabs>
                <w:tab w:val="left" w:pos="6660"/>
              </w:tabs>
              <w:jc w:val="both"/>
            </w:pPr>
            <w:r w:rsidRPr="00037E77">
              <w:t>тыс.руб.</w:t>
            </w:r>
          </w:p>
        </w:tc>
        <w:tc>
          <w:tcPr>
            <w:tcW w:w="1116" w:type="dxa"/>
          </w:tcPr>
          <w:p w:rsidR="0009156E" w:rsidRPr="00037E77" w:rsidRDefault="0009156E" w:rsidP="0082785A">
            <w:pPr>
              <w:tabs>
                <w:tab w:val="left" w:pos="6660"/>
              </w:tabs>
              <w:jc w:val="both"/>
            </w:pPr>
            <w:r w:rsidRPr="00037E77">
              <w:t>8303,35</w:t>
            </w:r>
          </w:p>
        </w:tc>
        <w:tc>
          <w:tcPr>
            <w:tcW w:w="1191" w:type="dxa"/>
          </w:tcPr>
          <w:p w:rsidR="0009156E" w:rsidRPr="00037E77" w:rsidRDefault="0009156E" w:rsidP="0082785A">
            <w:pPr>
              <w:tabs>
                <w:tab w:val="left" w:pos="6660"/>
              </w:tabs>
              <w:jc w:val="both"/>
            </w:pPr>
            <w:r w:rsidRPr="00037E77">
              <w:t>9000,00</w:t>
            </w:r>
          </w:p>
        </w:tc>
        <w:tc>
          <w:tcPr>
            <w:tcW w:w="1260" w:type="dxa"/>
          </w:tcPr>
          <w:p w:rsidR="0009156E" w:rsidRPr="00643017" w:rsidRDefault="0009156E" w:rsidP="0082785A">
            <w:pPr>
              <w:tabs>
                <w:tab w:val="left" w:pos="6660"/>
              </w:tabs>
              <w:jc w:val="both"/>
            </w:pPr>
            <w:r w:rsidRPr="00643017">
              <w:t>10590,7</w:t>
            </w:r>
          </w:p>
        </w:tc>
        <w:tc>
          <w:tcPr>
            <w:tcW w:w="1321" w:type="dxa"/>
          </w:tcPr>
          <w:p w:rsidR="0009156E" w:rsidRPr="00643017" w:rsidRDefault="0009156E" w:rsidP="0082785A">
            <w:pPr>
              <w:tabs>
                <w:tab w:val="left" w:pos="6660"/>
              </w:tabs>
              <w:jc w:val="both"/>
            </w:pPr>
            <w:r>
              <w:t>8286,867</w:t>
            </w:r>
          </w:p>
        </w:tc>
      </w:tr>
      <w:tr w:rsidR="0009156E" w:rsidRPr="00037E77" w:rsidTr="0082785A">
        <w:tc>
          <w:tcPr>
            <w:tcW w:w="3060" w:type="dxa"/>
          </w:tcPr>
          <w:p w:rsidR="0009156E" w:rsidRPr="007E6B86" w:rsidRDefault="0009156E" w:rsidP="0082785A">
            <w:pPr>
              <w:tabs>
                <w:tab w:val="left" w:pos="6660"/>
              </w:tabs>
              <w:jc w:val="both"/>
            </w:pPr>
            <w:r w:rsidRPr="007E6B86">
              <w:rPr>
                <w:sz w:val="22"/>
                <w:szCs w:val="22"/>
              </w:rPr>
              <w:t>Количество молодых семей, улучшивших жилищные условия с помощью государственной поддержки</w:t>
            </w:r>
          </w:p>
        </w:tc>
        <w:tc>
          <w:tcPr>
            <w:tcW w:w="1412" w:type="dxa"/>
          </w:tcPr>
          <w:p w:rsidR="0009156E" w:rsidRPr="00037E77" w:rsidRDefault="0009156E" w:rsidP="0082785A">
            <w:pPr>
              <w:tabs>
                <w:tab w:val="left" w:pos="6660"/>
              </w:tabs>
              <w:jc w:val="both"/>
            </w:pPr>
            <w:r w:rsidRPr="00037E77">
              <w:t>единиц</w:t>
            </w:r>
          </w:p>
        </w:tc>
        <w:tc>
          <w:tcPr>
            <w:tcW w:w="1116" w:type="dxa"/>
          </w:tcPr>
          <w:p w:rsidR="0009156E" w:rsidRPr="00037E77" w:rsidRDefault="0009156E" w:rsidP="0082785A">
            <w:pPr>
              <w:tabs>
                <w:tab w:val="left" w:pos="6660"/>
              </w:tabs>
              <w:jc w:val="both"/>
            </w:pPr>
            <w:r w:rsidRPr="00037E77">
              <w:t>9</w:t>
            </w:r>
          </w:p>
        </w:tc>
        <w:tc>
          <w:tcPr>
            <w:tcW w:w="1191" w:type="dxa"/>
          </w:tcPr>
          <w:p w:rsidR="0009156E" w:rsidRPr="00037E77" w:rsidRDefault="0009156E" w:rsidP="0082785A">
            <w:pPr>
              <w:tabs>
                <w:tab w:val="left" w:pos="6660"/>
              </w:tabs>
              <w:jc w:val="both"/>
            </w:pPr>
            <w:r w:rsidRPr="00037E77">
              <w:t>8</w:t>
            </w:r>
          </w:p>
        </w:tc>
        <w:tc>
          <w:tcPr>
            <w:tcW w:w="1260" w:type="dxa"/>
          </w:tcPr>
          <w:p w:rsidR="0009156E" w:rsidRPr="00EA7B6A" w:rsidRDefault="0009156E" w:rsidP="0082785A">
            <w:pPr>
              <w:tabs>
                <w:tab w:val="left" w:pos="6660"/>
              </w:tabs>
              <w:jc w:val="both"/>
            </w:pPr>
            <w:r w:rsidRPr="00EA7B6A">
              <w:t>7</w:t>
            </w:r>
          </w:p>
        </w:tc>
        <w:tc>
          <w:tcPr>
            <w:tcW w:w="1321" w:type="dxa"/>
          </w:tcPr>
          <w:p w:rsidR="0009156E" w:rsidRPr="00EA7B6A" w:rsidRDefault="0009156E" w:rsidP="0082785A">
            <w:pPr>
              <w:tabs>
                <w:tab w:val="left" w:pos="6660"/>
              </w:tabs>
              <w:jc w:val="both"/>
            </w:pPr>
            <w:r>
              <w:t>5</w:t>
            </w:r>
          </w:p>
        </w:tc>
      </w:tr>
    </w:tbl>
    <w:p w:rsidR="0009156E" w:rsidRPr="00B0453A" w:rsidRDefault="0009156E" w:rsidP="0082785A">
      <w:pPr>
        <w:widowControl w:val="0"/>
        <w:autoSpaceDE w:val="0"/>
        <w:autoSpaceDN w:val="0"/>
        <w:adjustRightInd w:val="0"/>
        <w:jc w:val="both"/>
        <w:rPr>
          <w:szCs w:val="28"/>
        </w:rPr>
      </w:pPr>
    </w:p>
    <w:p w:rsidR="0009156E" w:rsidRDefault="0009156E" w:rsidP="0082785A">
      <w:pPr>
        <w:tabs>
          <w:tab w:val="left" w:pos="6660"/>
        </w:tabs>
        <w:jc w:val="both"/>
        <w:rPr>
          <w:szCs w:val="28"/>
        </w:rPr>
      </w:pPr>
      <w:r>
        <w:rPr>
          <w:szCs w:val="28"/>
        </w:rPr>
        <w:t xml:space="preserve">       С начала реализации Программы количество молодых семей, изъявивших желание получить государственную поддержку, предусмотренную мероприятиями программы, возросло больше чем в 14 раз: с 3- х семей в 2007 году до 42  семей  в 2015 году.</w:t>
      </w:r>
    </w:p>
    <w:p w:rsidR="0009156E" w:rsidRDefault="0009156E" w:rsidP="0082785A">
      <w:pPr>
        <w:tabs>
          <w:tab w:val="left" w:pos="6660"/>
        </w:tabs>
        <w:jc w:val="both"/>
        <w:rPr>
          <w:szCs w:val="28"/>
        </w:rPr>
      </w:pPr>
      <w:r>
        <w:rPr>
          <w:szCs w:val="28"/>
        </w:rPr>
        <w:t xml:space="preserve">      Несмотря на то, что за время реализации муниципальной целевой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09156E" w:rsidRDefault="0009156E" w:rsidP="0082785A">
      <w:pPr>
        <w:tabs>
          <w:tab w:val="left" w:pos="6660"/>
        </w:tabs>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09156E" w:rsidRDefault="0009156E" w:rsidP="0082785A">
      <w:pPr>
        <w:tabs>
          <w:tab w:val="left" w:pos="6660"/>
        </w:tabs>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Государственного и муниципального жилья в стране строиться недостаточно, а уровень зарплат молодых семей настолько низок, что большинство молодых семей не в состоянии купить квартиру самостоятельно.</w:t>
      </w:r>
    </w:p>
    <w:p w:rsidR="0009156E" w:rsidRDefault="0009156E" w:rsidP="0082785A">
      <w:pPr>
        <w:tabs>
          <w:tab w:val="left" w:pos="6660"/>
        </w:tabs>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09156E" w:rsidRDefault="0009156E" w:rsidP="0082785A">
      <w:pPr>
        <w:tabs>
          <w:tab w:val="left" w:pos="6660"/>
        </w:tabs>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09156E" w:rsidRDefault="0009156E" w:rsidP="0082785A">
      <w:pPr>
        <w:tabs>
          <w:tab w:val="left" w:pos="6660"/>
        </w:tabs>
        <w:jc w:val="both"/>
        <w:rPr>
          <w:szCs w:val="28"/>
        </w:rPr>
      </w:pPr>
      <w:r>
        <w:rPr>
          <w:szCs w:val="28"/>
        </w:rPr>
        <w:lastRenderedPageBreak/>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09156E" w:rsidRDefault="0009156E" w:rsidP="0082785A">
      <w:pPr>
        <w:tabs>
          <w:tab w:val="left" w:pos="6660"/>
        </w:tabs>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09156E" w:rsidRDefault="0009156E" w:rsidP="0082785A">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09156E" w:rsidRDefault="0009156E" w:rsidP="0082785A">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мероприятий федеральной целевой программы «Жилище» на 2015-2020 годы, утверждённой постановлением Правительства Российской Федерации от 25 августа 2015 года № 889.</w:t>
      </w:r>
    </w:p>
    <w:p w:rsidR="0009156E" w:rsidRDefault="0009156E" w:rsidP="0082785A">
      <w:pPr>
        <w:tabs>
          <w:tab w:val="left" w:pos="6660"/>
        </w:tabs>
        <w:jc w:val="both"/>
        <w:rPr>
          <w:szCs w:val="28"/>
        </w:rPr>
      </w:pPr>
    </w:p>
    <w:p w:rsidR="0009156E" w:rsidRPr="00C01477" w:rsidRDefault="0009156E" w:rsidP="0082785A">
      <w:pPr>
        <w:tabs>
          <w:tab w:val="left" w:pos="6660"/>
        </w:tabs>
        <w:jc w:val="center"/>
        <w:rPr>
          <w:b/>
          <w:sz w:val="26"/>
          <w:szCs w:val="26"/>
        </w:rPr>
      </w:pPr>
      <w:r w:rsidRPr="00C01477">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09156E" w:rsidRDefault="0009156E" w:rsidP="0082785A">
      <w:pPr>
        <w:tabs>
          <w:tab w:val="left" w:pos="6660"/>
        </w:tabs>
        <w:jc w:val="center"/>
        <w:rPr>
          <w:b/>
          <w:szCs w:val="28"/>
        </w:rPr>
      </w:pPr>
    </w:p>
    <w:p w:rsidR="0009156E" w:rsidRDefault="0009156E" w:rsidP="0082785A">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17" w:history="1">
        <w:r>
          <w:rPr>
            <w:rStyle w:val="ac"/>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09156E" w:rsidRPr="00B16939" w:rsidRDefault="0009156E" w:rsidP="0082785A">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09156E" w:rsidRPr="007A6187" w:rsidRDefault="0009156E" w:rsidP="0082785A">
      <w:pPr>
        <w:tabs>
          <w:tab w:val="left" w:pos="6660"/>
        </w:tabs>
        <w:jc w:val="both"/>
      </w:pPr>
      <w:r>
        <w:rPr>
          <w:szCs w:val="28"/>
        </w:rPr>
        <w:t xml:space="preserve">       Необходимость </w:t>
      </w:r>
      <w:r w:rsidRPr="007A6187">
        <w:t>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 на 2014-2019 годы»:</w:t>
      </w:r>
    </w:p>
    <w:p w:rsidR="0009156E" w:rsidRPr="007A6187" w:rsidRDefault="0009156E" w:rsidP="0082785A">
      <w:pPr>
        <w:tabs>
          <w:tab w:val="left" w:pos="6660"/>
        </w:tabs>
        <w:jc w:val="both"/>
      </w:pPr>
      <w:r w:rsidRPr="007A6187">
        <w:t>- обеспечение доступности жилья для всех категорий граждан;</w:t>
      </w:r>
    </w:p>
    <w:p w:rsidR="0009156E" w:rsidRPr="007A6187" w:rsidRDefault="0009156E" w:rsidP="0082785A">
      <w:pPr>
        <w:tabs>
          <w:tab w:val="left" w:pos="6660"/>
        </w:tabs>
        <w:jc w:val="both"/>
      </w:pPr>
      <w:r w:rsidRPr="007A6187">
        <w:t>-обеспечение соответствия объёма комфортного жилищного фонда потребностям населения Таловского муниципального района.</w:t>
      </w:r>
    </w:p>
    <w:p w:rsidR="0009156E" w:rsidRPr="007A6187" w:rsidRDefault="0009156E" w:rsidP="0082785A">
      <w:pPr>
        <w:tabs>
          <w:tab w:val="left" w:pos="6660"/>
        </w:tabs>
        <w:jc w:val="both"/>
        <w:rPr>
          <w:b/>
        </w:rPr>
      </w:pPr>
    </w:p>
    <w:p w:rsidR="0009156E" w:rsidRPr="007A6187" w:rsidRDefault="0009156E" w:rsidP="0082785A">
      <w:pPr>
        <w:tabs>
          <w:tab w:val="left" w:pos="540"/>
          <w:tab w:val="left" w:pos="720"/>
          <w:tab w:val="left" w:pos="6660"/>
        </w:tabs>
        <w:ind w:left="360"/>
        <w:rPr>
          <w:b/>
        </w:rPr>
      </w:pPr>
      <w:r w:rsidRPr="007A6187">
        <w:rPr>
          <w:b/>
        </w:rPr>
        <w:t>2.1.Цели и  задачи  реализации Подпрограммы, целевые индикаторы.</w:t>
      </w:r>
    </w:p>
    <w:p w:rsidR="0009156E" w:rsidRPr="007A6187" w:rsidRDefault="0009156E" w:rsidP="0082785A">
      <w:pPr>
        <w:tabs>
          <w:tab w:val="left" w:pos="540"/>
          <w:tab w:val="left" w:pos="720"/>
          <w:tab w:val="left" w:pos="6660"/>
        </w:tabs>
        <w:jc w:val="center"/>
        <w:rPr>
          <w:b/>
        </w:rPr>
      </w:pPr>
    </w:p>
    <w:p w:rsidR="0009156E" w:rsidRPr="007A6187" w:rsidRDefault="0009156E" w:rsidP="0082785A">
      <w:pPr>
        <w:tabs>
          <w:tab w:val="left" w:pos="540"/>
          <w:tab w:val="left" w:pos="720"/>
          <w:tab w:val="left" w:pos="6660"/>
        </w:tabs>
        <w:jc w:val="both"/>
        <w:rPr>
          <w:b/>
        </w:rPr>
      </w:pPr>
      <w:r w:rsidRPr="007A618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09156E" w:rsidRPr="007A6187" w:rsidRDefault="0009156E" w:rsidP="0082785A">
      <w:pPr>
        <w:tabs>
          <w:tab w:val="left" w:pos="6660"/>
        </w:tabs>
        <w:jc w:val="both"/>
      </w:pPr>
      <w:r w:rsidRPr="007A6187">
        <w:t xml:space="preserve">           Основными задачами Подпрограммы являются: </w:t>
      </w:r>
    </w:p>
    <w:p w:rsidR="0009156E" w:rsidRPr="007A6187" w:rsidRDefault="0009156E" w:rsidP="0082785A">
      <w:pPr>
        <w:tabs>
          <w:tab w:val="left" w:pos="6660"/>
        </w:tabs>
        <w:jc w:val="both"/>
      </w:pPr>
      <w:r w:rsidRPr="007A6187">
        <w:t>- 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09156E" w:rsidRPr="007A6187" w:rsidRDefault="0009156E" w:rsidP="0082785A">
      <w:pPr>
        <w:tabs>
          <w:tab w:val="left" w:pos="1080"/>
          <w:tab w:val="left" w:pos="6660"/>
        </w:tabs>
        <w:jc w:val="both"/>
      </w:pPr>
      <w:r w:rsidRPr="007A618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09156E" w:rsidRPr="007A6187" w:rsidRDefault="0009156E" w:rsidP="0082785A">
      <w:pPr>
        <w:tabs>
          <w:tab w:val="left" w:pos="1080"/>
          <w:tab w:val="left" w:pos="6660"/>
        </w:tabs>
        <w:jc w:val="both"/>
      </w:pPr>
      <w:r w:rsidRPr="007A6187">
        <w:t xml:space="preserve">         Основными принципами реализации Подпрограммы являются:</w:t>
      </w:r>
    </w:p>
    <w:p w:rsidR="0009156E" w:rsidRPr="007A6187" w:rsidRDefault="0009156E" w:rsidP="0082785A">
      <w:pPr>
        <w:tabs>
          <w:tab w:val="left" w:pos="1080"/>
          <w:tab w:val="left" w:pos="6660"/>
        </w:tabs>
        <w:jc w:val="both"/>
      </w:pPr>
      <w:r w:rsidRPr="007A6187">
        <w:t xml:space="preserve"> -добровольность участия в подпрограмме молодых семей;</w:t>
      </w:r>
    </w:p>
    <w:p w:rsidR="0009156E" w:rsidRPr="007A6187" w:rsidRDefault="0009156E" w:rsidP="0082785A">
      <w:pPr>
        <w:tabs>
          <w:tab w:val="left" w:pos="1080"/>
          <w:tab w:val="left" w:pos="6660"/>
        </w:tabs>
        <w:jc w:val="both"/>
      </w:pPr>
      <w:r w:rsidRPr="007A6187">
        <w:lastRenderedPageBreak/>
        <w:t xml:space="preserve"> -признание молодой семьи, нуждающейся в улучшении жилищных условий, в  соответствии с действующим законодательством РФ;</w:t>
      </w:r>
    </w:p>
    <w:p w:rsidR="0009156E" w:rsidRPr="007A6187" w:rsidRDefault="0009156E" w:rsidP="0082785A">
      <w:pPr>
        <w:tabs>
          <w:tab w:val="left" w:pos="1080"/>
          <w:tab w:val="left" w:pos="6660"/>
        </w:tabs>
        <w:jc w:val="both"/>
      </w:pPr>
      <w:r w:rsidRPr="007A6187">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09156E" w:rsidRPr="007A6187" w:rsidRDefault="0009156E" w:rsidP="0082785A">
      <w:pPr>
        <w:tabs>
          <w:tab w:val="left" w:pos="1080"/>
          <w:tab w:val="left" w:pos="6660"/>
        </w:tabs>
        <w:jc w:val="both"/>
      </w:pPr>
      <w:r w:rsidRPr="007A6187">
        <w:rPr>
          <w:b/>
        </w:rPr>
        <w:t>Целевые индикаторы</w:t>
      </w:r>
      <w:r w:rsidRPr="007A6187">
        <w:t>:</w:t>
      </w:r>
    </w:p>
    <w:p w:rsidR="0009156E" w:rsidRPr="007A6187" w:rsidRDefault="0009156E" w:rsidP="0082785A">
      <w:pPr>
        <w:tabs>
          <w:tab w:val="left" w:pos="1080"/>
          <w:tab w:val="left" w:pos="6660"/>
        </w:tabs>
        <w:jc w:val="both"/>
      </w:pPr>
      <w:r w:rsidRPr="007A618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09156E" w:rsidRPr="007A6187" w:rsidRDefault="0009156E" w:rsidP="0082785A">
      <w:pPr>
        <w:tabs>
          <w:tab w:val="left" w:pos="1080"/>
          <w:tab w:val="left" w:pos="6660"/>
        </w:tabs>
        <w:jc w:val="both"/>
      </w:pPr>
      <w:r w:rsidRPr="007A6187">
        <w:t xml:space="preserve">    В случае изменения финансового состояния  в сторону улучшения параметры ресурсного обеспечения Подпрограммы будут пересмотрены.</w:t>
      </w:r>
    </w:p>
    <w:p w:rsidR="0009156E" w:rsidRPr="007A6187" w:rsidRDefault="0009156E" w:rsidP="0082785A">
      <w:pPr>
        <w:tabs>
          <w:tab w:val="left" w:pos="1080"/>
          <w:tab w:val="left" w:pos="6660"/>
        </w:tabs>
        <w:jc w:val="both"/>
      </w:pPr>
    </w:p>
    <w:p w:rsidR="0009156E" w:rsidRPr="007A6187" w:rsidRDefault="0009156E" w:rsidP="0082785A">
      <w:pPr>
        <w:tabs>
          <w:tab w:val="left" w:pos="1080"/>
          <w:tab w:val="left" w:pos="6660"/>
        </w:tabs>
        <w:jc w:val="both"/>
      </w:pPr>
      <w:r w:rsidRPr="007A6187">
        <w:t xml:space="preserve">                                                                                           Таблица 3.</w:t>
      </w:r>
    </w:p>
    <w:p w:rsidR="0009156E" w:rsidRPr="007A6187" w:rsidRDefault="0009156E" w:rsidP="0082785A">
      <w:pPr>
        <w:tabs>
          <w:tab w:val="left" w:pos="1080"/>
          <w:tab w:val="left" w:pos="6660"/>
        </w:tabs>
        <w:jc w:val="center"/>
        <w:rPr>
          <w:b/>
        </w:rPr>
      </w:pPr>
      <w:r w:rsidRPr="007A6187">
        <w:rPr>
          <w:b/>
        </w:rPr>
        <w:t>Сведения о показателях (индикаторах) подпрограммы «Обеспечение жильём молодых семей на 2014-2019 годы» и их значениях</w:t>
      </w:r>
    </w:p>
    <w:p w:rsidR="0009156E" w:rsidRPr="007A6187" w:rsidRDefault="0009156E" w:rsidP="0082785A">
      <w:pPr>
        <w:tabs>
          <w:tab w:val="left" w:pos="1080"/>
          <w:tab w:val="left" w:pos="6660"/>
        </w:tabs>
        <w:jc w:val="cente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40"/>
        <w:gridCol w:w="1564"/>
        <w:gridCol w:w="754"/>
        <w:gridCol w:w="754"/>
        <w:gridCol w:w="754"/>
        <w:gridCol w:w="754"/>
        <w:gridCol w:w="754"/>
        <w:gridCol w:w="754"/>
      </w:tblGrid>
      <w:tr w:rsidR="0009156E" w:rsidRPr="007A6187" w:rsidTr="0082785A">
        <w:tc>
          <w:tcPr>
            <w:tcW w:w="720" w:type="dxa"/>
          </w:tcPr>
          <w:p w:rsidR="0009156E" w:rsidRPr="007A6187" w:rsidRDefault="0009156E" w:rsidP="0082785A">
            <w:pPr>
              <w:tabs>
                <w:tab w:val="left" w:pos="1080"/>
                <w:tab w:val="left" w:pos="6660"/>
              </w:tabs>
              <w:jc w:val="both"/>
            </w:pPr>
          </w:p>
          <w:p w:rsidR="0009156E" w:rsidRPr="007A6187" w:rsidRDefault="0009156E" w:rsidP="0082785A">
            <w:pPr>
              <w:tabs>
                <w:tab w:val="left" w:pos="1080"/>
                <w:tab w:val="left" w:pos="6660"/>
              </w:tabs>
              <w:ind w:right="-288"/>
              <w:jc w:val="both"/>
            </w:pPr>
            <w:r w:rsidRPr="007A6187">
              <w:t>№</w:t>
            </w:r>
          </w:p>
          <w:p w:rsidR="0009156E" w:rsidRPr="007A6187" w:rsidRDefault="0009156E" w:rsidP="0082785A">
            <w:pPr>
              <w:tabs>
                <w:tab w:val="left" w:pos="1080"/>
                <w:tab w:val="left" w:pos="6660"/>
              </w:tabs>
              <w:ind w:right="-288"/>
              <w:jc w:val="both"/>
            </w:pPr>
            <w:r w:rsidRPr="007A6187">
              <w:t>п/п</w:t>
            </w:r>
          </w:p>
        </w:tc>
        <w:tc>
          <w:tcPr>
            <w:tcW w:w="2340" w:type="dxa"/>
          </w:tcPr>
          <w:p w:rsidR="0009156E" w:rsidRPr="007A6187" w:rsidRDefault="0009156E" w:rsidP="0082785A">
            <w:pPr>
              <w:tabs>
                <w:tab w:val="left" w:pos="1080"/>
                <w:tab w:val="left" w:pos="6660"/>
              </w:tabs>
              <w:jc w:val="both"/>
            </w:pPr>
            <w:r w:rsidRPr="007A6187">
              <w:t xml:space="preserve">Наименование </w:t>
            </w:r>
          </w:p>
          <w:p w:rsidR="0009156E" w:rsidRPr="007A6187" w:rsidRDefault="0009156E" w:rsidP="0082785A">
            <w:pPr>
              <w:tabs>
                <w:tab w:val="left" w:pos="1080"/>
                <w:tab w:val="left" w:pos="6660"/>
              </w:tabs>
              <w:ind w:left="207"/>
              <w:jc w:val="both"/>
            </w:pPr>
            <w:r w:rsidRPr="007A6187">
              <w:t>показателя</w:t>
            </w:r>
          </w:p>
        </w:tc>
        <w:tc>
          <w:tcPr>
            <w:tcW w:w="1564" w:type="dxa"/>
          </w:tcPr>
          <w:p w:rsidR="0009156E" w:rsidRPr="007A6187" w:rsidRDefault="0009156E" w:rsidP="0082785A">
            <w:pPr>
              <w:tabs>
                <w:tab w:val="left" w:pos="1080"/>
                <w:tab w:val="left" w:pos="6660"/>
              </w:tabs>
              <w:jc w:val="both"/>
            </w:pPr>
            <w:r w:rsidRPr="007A6187">
              <w:t>Единицы измерения</w:t>
            </w:r>
          </w:p>
        </w:tc>
        <w:tc>
          <w:tcPr>
            <w:tcW w:w="754" w:type="dxa"/>
          </w:tcPr>
          <w:p w:rsidR="0009156E" w:rsidRPr="007A6187" w:rsidRDefault="0009156E" w:rsidP="0082785A">
            <w:pPr>
              <w:tabs>
                <w:tab w:val="left" w:pos="1080"/>
                <w:tab w:val="left" w:pos="6660"/>
              </w:tabs>
              <w:jc w:val="both"/>
            </w:pPr>
            <w:r w:rsidRPr="007A6187">
              <w:t>20</w:t>
            </w:r>
          </w:p>
          <w:p w:rsidR="0009156E" w:rsidRPr="007A6187" w:rsidRDefault="0009156E" w:rsidP="0082785A">
            <w:pPr>
              <w:tabs>
                <w:tab w:val="left" w:pos="1080"/>
                <w:tab w:val="left" w:pos="6660"/>
              </w:tabs>
              <w:jc w:val="both"/>
            </w:pPr>
            <w:r w:rsidRPr="007A6187">
              <w:t xml:space="preserve">14 </w:t>
            </w:r>
          </w:p>
          <w:p w:rsidR="0009156E" w:rsidRPr="007A6187" w:rsidRDefault="0009156E" w:rsidP="0082785A">
            <w:pPr>
              <w:tabs>
                <w:tab w:val="left" w:pos="1080"/>
                <w:tab w:val="left" w:pos="6660"/>
              </w:tabs>
              <w:jc w:val="both"/>
            </w:pPr>
            <w:r w:rsidRPr="007A6187">
              <w:t>год</w:t>
            </w:r>
          </w:p>
        </w:tc>
        <w:tc>
          <w:tcPr>
            <w:tcW w:w="754" w:type="dxa"/>
          </w:tcPr>
          <w:p w:rsidR="0009156E" w:rsidRPr="007A6187" w:rsidRDefault="0009156E" w:rsidP="0082785A">
            <w:pPr>
              <w:tabs>
                <w:tab w:val="left" w:pos="1080"/>
                <w:tab w:val="left" w:pos="6660"/>
              </w:tabs>
              <w:jc w:val="both"/>
            </w:pPr>
            <w:r w:rsidRPr="007A6187">
              <w:t>20</w:t>
            </w:r>
          </w:p>
          <w:p w:rsidR="0009156E" w:rsidRPr="007A6187" w:rsidRDefault="0009156E" w:rsidP="0082785A">
            <w:pPr>
              <w:tabs>
                <w:tab w:val="left" w:pos="1080"/>
                <w:tab w:val="left" w:pos="6660"/>
              </w:tabs>
              <w:jc w:val="both"/>
            </w:pPr>
            <w:r w:rsidRPr="007A6187">
              <w:t xml:space="preserve">15 </w:t>
            </w:r>
          </w:p>
          <w:p w:rsidR="0009156E" w:rsidRPr="007A6187" w:rsidRDefault="0009156E" w:rsidP="0082785A">
            <w:pPr>
              <w:tabs>
                <w:tab w:val="left" w:pos="1080"/>
                <w:tab w:val="left" w:pos="6660"/>
              </w:tabs>
              <w:jc w:val="both"/>
            </w:pPr>
            <w:r w:rsidRPr="007A6187">
              <w:t>год</w:t>
            </w:r>
          </w:p>
        </w:tc>
        <w:tc>
          <w:tcPr>
            <w:tcW w:w="754" w:type="dxa"/>
          </w:tcPr>
          <w:p w:rsidR="0009156E" w:rsidRPr="007A6187" w:rsidRDefault="0009156E" w:rsidP="0082785A">
            <w:pPr>
              <w:tabs>
                <w:tab w:val="left" w:pos="1080"/>
                <w:tab w:val="left" w:pos="6660"/>
              </w:tabs>
              <w:jc w:val="both"/>
            </w:pPr>
            <w:r w:rsidRPr="007A6187">
              <w:t>20</w:t>
            </w:r>
          </w:p>
          <w:p w:rsidR="0009156E" w:rsidRPr="007A6187" w:rsidRDefault="0009156E" w:rsidP="0082785A">
            <w:pPr>
              <w:tabs>
                <w:tab w:val="left" w:pos="1080"/>
                <w:tab w:val="left" w:pos="6660"/>
              </w:tabs>
              <w:jc w:val="both"/>
            </w:pPr>
            <w:r w:rsidRPr="007A6187">
              <w:t xml:space="preserve">16 </w:t>
            </w:r>
          </w:p>
          <w:p w:rsidR="0009156E" w:rsidRPr="007A6187" w:rsidRDefault="0009156E" w:rsidP="0082785A">
            <w:pPr>
              <w:tabs>
                <w:tab w:val="left" w:pos="1080"/>
                <w:tab w:val="left" w:pos="6660"/>
              </w:tabs>
              <w:jc w:val="both"/>
            </w:pPr>
            <w:r w:rsidRPr="007A6187">
              <w:t>год</w:t>
            </w:r>
          </w:p>
        </w:tc>
        <w:tc>
          <w:tcPr>
            <w:tcW w:w="754" w:type="dxa"/>
          </w:tcPr>
          <w:p w:rsidR="0009156E" w:rsidRPr="007A6187" w:rsidRDefault="0009156E" w:rsidP="0082785A">
            <w:pPr>
              <w:tabs>
                <w:tab w:val="left" w:pos="1080"/>
                <w:tab w:val="left" w:pos="6660"/>
              </w:tabs>
              <w:jc w:val="both"/>
            </w:pPr>
            <w:r w:rsidRPr="007A6187">
              <w:t>20</w:t>
            </w:r>
          </w:p>
          <w:p w:rsidR="0009156E" w:rsidRPr="007A6187" w:rsidRDefault="0009156E" w:rsidP="0082785A">
            <w:pPr>
              <w:tabs>
                <w:tab w:val="left" w:pos="1080"/>
                <w:tab w:val="left" w:pos="6660"/>
              </w:tabs>
              <w:jc w:val="both"/>
            </w:pPr>
            <w:r w:rsidRPr="007A6187">
              <w:t>17</w:t>
            </w:r>
          </w:p>
          <w:p w:rsidR="0009156E" w:rsidRPr="007A6187" w:rsidRDefault="0009156E" w:rsidP="0082785A">
            <w:pPr>
              <w:tabs>
                <w:tab w:val="left" w:pos="1080"/>
                <w:tab w:val="left" w:pos="6660"/>
              </w:tabs>
              <w:jc w:val="both"/>
            </w:pPr>
            <w:r w:rsidRPr="007A6187">
              <w:t>год</w:t>
            </w:r>
          </w:p>
        </w:tc>
        <w:tc>
          <w:tcPr>
            <w:tcW w:w="754" w:type="dxa"/>
          </w:tcPr>
          <w:p w:rsidR="0009156E" w:rsidRPr="007A6187" w:rsidRDefault="0009156E" w:rsidP="0082785A">
            <w:pPr>
              <w:tabs>
                <w:tab w:val="left" w:pos="1080"/>
                <w:tab w:val="left" w:pos="6660"/>
              </w:tabs>
              <w:jc w:val="both"/>
            </w:pPr>
            <w:r w:rsidRPr="007A6187">
              <w:t>20</w:t>
            </w:r>
          </w:p>
          <w:p w:rsidR="0009156E" w:rsidRPr="007A6187" w:rsidRDefault="0009156E" w:rsidP="0082785A">
            <w:pPr>
              <w:tabs>
                <w:tab w:val="left" w:pos="1080"/>
                <w:tab w:val="left" w:pos="6660"/>
              </w:tabs>
              <w:jc w:val="both"/>
            </w:pPr>
            <w:r w:rsidRPr="007A6187">
              <w:t>18</w:t>
            </w:r>
          </w:p>
          <w:p w:rsidR="0009156E" w:rsidRPr="007A6187" w:rsidRDefault="0009156E" w:rsidP="0082785A">
            <w:pPr>
              <w:tabs>
                <w:tab w:val="left" w:pos="1080"/>
                <w:tab w:val="left" w:pos="6660"/>
              </w:tabs>
              <w:jc w:val="both"/>
            </w:pPr>
            <w:r w:rsidRPr="007A6187">
              <w:t>год</w:t>
            </w:r>
          </w:p>
        </w:tc>
        <w:tc>
          <w:tcPr>
            <w:tcW w:w="754" w:type="dxa"/>
          </w:tcPr>
          <w:p w:rsidR="0009156E" w:rsidRPr="007A6187" w:rsidRDefault="0009156E" w:rsidP="0082785A">
            <w:pPr>
              <w:tabs>
                <w:tab w:val="left" w:pos="1080"/>
                <w:tab w:val="left" w:pos="6660"/>
              </w:tabs>
              <w:jc w:val="both"/>
            </w:pPr>
            <w:r w:rsidRPr="007A6187">
              <w:t>20</w:t>
            </w:r>
          </w:p>
          <w:p w:rsidR="0009156E" w:rsidRPr="007A6187" w:rsidRDefault="0009156E" w:rsidP="0082785A">
            <w:pPr>
              <w:tabs>
                <w:tab w:val="left" w:pos="1080"/>
                <w:tab w:val="left" w:pos="6660"/>
              </w:tabs>
              <w:jc w:val="both"/>
            </w:pPr>
            <w:r w:rsidRPr="007A6187">
              <w:t>19</w:t>
            </w:r>
          </w:p>
          <w:p w:rsidR="0009156E" w:rsidRPr="007A6187" w:rsidRDefault="0009156E" w:rsidP="0082785A">
            <w:pPr>
              <w:tabs>
                <w:tab w:val="left" w:pos="1080"/>
                <w:tab w:val="left" w:pos="6660"/>
              </w:tabs>
              <w:jc w:val="both"/>
            </w:pPr>
            <w:r w:rsidRPr="007A6187">
              <w:t>год</w:t>
            </w:r>
          </w:p>
        </w:tc>
      </w:tr>
      <w:tr w:rsidR="0009156E" w:rsidRPr="007A6187" w:rsidTr="0082785A">
        <w:tc>
          <w:tcPr>
            <w:tcW w:w="720" w:type="dxa"/>
          </w:tcPr>
          <w:p w:rsidR="0009156E" w:rsidRPr="007A6187" w:rsidRDefault="0009156E" w:rsidP="0082785A">
            <w:pPr>
              <w:tabs>
                <w:tab w:val="left" w:pos="1080"/>
                <w:tab w:val="left" w:pos="6660"/>
              </w:tabs>
              <w:jc w:val="both"/>
            </w:pPr>
          </w:p>
          <w:p w:rsidR="0009156E" w:rsidRPr="007A6187" w:rsidRDefault="0009156E" w:rsidP="0082785A">
            <w:pPr>
              <w:tabs>
                <w:tab w:val="left" w:pos="1080"/>
                <w:tab w:val="left" w:pos="6660"/>
              </w:tabs>
              <w:jc w:val="both"/>
            </w:pPr>
          </w:p>
          <w:p w:rsidR="0009156E" w:rsidRPr="007A6187" w:rsidRDefault="0009156E" w:rsidP="0082785A">
            <w:pPr>
              <w:tabs>
                <w:tab w:val="left" w:pos="1080"/>
                <w:tab w:val="left" w:pos="6660"/>
              </w:tabs>
              <w:jc w:val="both"/>
            </w:pPr>
            <w:r w:rsidRPr="007A6187">
              <w:t>1</w:t>
            </w:r>
          </w:p>
          <w:p w:rsidR="0009156E" w:rsidRPr="007A6187" w:rsidRDefault="0009156E" w:rsidP="0082785A">
            <w:pPr>
              <w:tabs>
                <w:tab w:val="left" w:pos="1080"/>
                <w:tab w:val="left" w:pos="6660"/>
              </w:tabs>
              <w:jc w:val="both"/>
            </w:pPr>
          </w:p>
          <w:p w:rsidR="0009156E" w:rsidRPr="007A6187" w:rsidRDefault="0009156E" w:rsidP="0082785A">
            <w:pPr>
              <w:tabs>
                <w:tab w:val="left" w:pos="1080"/>
                <w:tab w:val="left" w:pos="6660"/>
              </w:tabs>
              <w:jc w:val="both"/>
            </w:pPr>
          </w:p>
          <w:p w:rsidR="0009156E" w:rsidRPr="007A6187" w:rsidRDefault="0009156E" w:rsidP="0082785A">
            <w:pPr>
              <w:tabs>
                <w:tab w:val="left" w:pos="1080"/>
                <w:tab w:val="left" w:pos="6660"/>
              </w:tabs>
              <w:jc w:val="both"/>
            </w:pPr>
          </w:p>
          <w:p w:rsidR="0009156E" w:rsidRPr="007A6187" w:rsidRDefault="0009156E" w:rsidP="0082785A">
            <w:pPr>
              <w:tabs>
                <w:tab w:val="left" w:pos="1080"/>
                <w:tab w:val="left" w:pos="6660"/>
              </w:tabs>
              <w:jc w:val="both"/>
            </w:pPr>
          </w:p>
          <w:p w:rsidR="0009156E" w:rsidRPr="007A6187" w:rsidRDefault="0009156E" w:rsidP="0082785A">
            <w:pPr>
              <w:tabs>
                <w:tab w:val="left" w:pos="1080"/>
                <w:tab w:val="left" w:pos="6660"/>
              </w:tabs>
              <w:jc w:val="both"/>
            </w:pPr>
          </w:p>
        </w:tc>
        <w:tc>
          <w:tcPr>
            <w:tcW w:w="2340" w:type="dxa"/>
          </w:tcPr>
          <w:p w:rsidR="0009156E" w:rsidRPr="007A6187" w:rsidRDefault="0009156E" w:rsidP="0082785A">
            <w:pPr>
              <w:tabs>
                <w:tab w:val="left" w:pos="1080"/>
                <w:tab w:val="left" w:pos="6660"/>
              </w:tabs>
              <w:ind w:left="132"/>
              <w:jc w:val="both"/>
            </w:pPr>
            <w:r w:rsidRPr="007A6187">
              <w:t xml:space="preserve">Количество </w:t>
            </w:r>
          </w:p>
          <w:p w:rsidR="0009156E" w:rsidRPr="007A6187" w:rsidRDefault="0009156E" w:rsidP="0082785A">
            <w:pPr>
              <w:tabs>
                <w:tab w:val="left" w:pos="1080"/>
                <w:tab w:val="left" w:pos="6660"/>
              </w:tabs>
              <w:ind w:left="147"/>
              <w:jc w:val="both"/>
            </w:pPr>
            <w:r w:rsidRPr="007A6187">
              <w:t xml:space="preserve">молодых </w:t>
            </w:r>
          </w:p>
          <w:p w:rsidR="0009156E" w:rsidRPr="007A6187" w:rsidRDefault="0009156E" w:rsidP="0082785A">
            <w:pPr>
              <w:tabs>
                <w:tab w:val="left" w:pos="1080"/>
                <w:tab w:val="left" w:pos="6660"/>
              </w:tabs>
              <w:ind w:left="207"/>
              <w:jc w:val="both"/>
            </w:pPr>
            <w:r w:rsidRPr="007A6187">
              <w:t xml:space="preserve">семей, </w:t>
            </w:r>
          </w:p>
          <w:p w:rsidR="0009156E" w:rsidRPr="007A6187" w:rsidRDefault="0009156E" w:rsidP="0082785A">
            <w:pPr>
              <w:tabs>
                <w:tab w:val="left" w:pos="1080"/>
                <w:tab w:val="left" w:pos="6660"/>
              </w:tabs>
              <w:ind w:left="147"/>
              <w:jc w:val="both"/>
            </w:pPr>
            <w:r w:rsidRPr="007A6187">
              <w:t xml:space="preserve">улучшивших </w:t>
            </w:r>
          </w:p>
          <w:p w:rsidR="0009156E" w:rsidRPr="007A6187" w:rsidRDefault="0009156E" w:rsidP="0082785A">
            <w:pPr>
              <w:tabs>
                <w:tab w:val="left" w:pos="1080"/>
                <w:tab w:val="left" w:pos="6660"/>
              </w:tabs>
              <w:ind w:left="207"/>
              <w:jc w:val="both"/>
            </w:pPr>
            <w:r w:rsidRPr="007A6187">
              <w:t xml:space="preserve">жилищные </w:t>
            </w:r>
          </w:p>
          <w:p w:rsidR="0009156E" w:rsidRPr="007A6187" w:rsidRDefault="0009156E" w:rsidP="0082785A">
            <w:pPr>
              <w:tabs>
                <w:tab w:val="left" w:pos="1080"/>
                <w:tab w:val="left" w:pos="6660"/>
              </w:tabs>
              <w:ind w:left="282"/>
              <w:jc w:val="both"/>
            </w:pPr>
            <w:r w:rsidRPr="007A6187">
              <w:t>условия с</w:t>
            </w:r>
          </w:p>
          <w:p w:rsidR="0009156E" w:rsidRPr="007A6187" w:rsidRDefault="0009156E" w:rsidP="0082785A">
            <w:pPr>
              <w:tabs>
                <w:tab w:val="left" w:pos="1080"/>
                <w:tab w:val="left" w:pos="6660"/>
              </w:tabs>
              <w:ind w:left="207"/>
              <w:jc w:val="both"/>
            </w:pPr>
            <w:r w:rsidRPr="007A6187">
              <w:t xml:space="preserve">помощью </w:t>
            </w:r>
          </w:p>
          <w:p w:rsidR="0009156E" w:rsidRPr="007A6187" w:rsidRDefault="0009156E" w:rsidP="0082785A">
            <w:pPr>
              <w:tabs>
                <w:tab w:val="left" w:pos="1080"/>
                <w:tab w:val="left" w:pos="6660"/>
              </w:tabs>
              <w:jc w:val="both"/>
            </w:pPr>
            <w:r w:rsidRPr="007A6187">
              <w:t>государственной поддержки</w:t>
            </w:r>
          </w:p>
        </w:tc>
        <w:tc>
          <w:tcPr>
            <w:tcW w:w="1564" w:type="dxa"/>
          </w:tcPr>
          <w:p w:rsidR="0009156E" w:rsidRPr="007A6187" w:rsidRDefault="0009156E" w:rsidP="0082785A">
            <w:pPr>
              <w:tabs>
                <w:tab w:val="left" w:pos="1080"/>
                <w:tab w:val="left" w:pos="6660"/>
              </w:tabs>
              <w:jc w:val="both"/>
            </w:pPr>
            <w:r w:rsidRPr="007A6187">
              <w:t>единиц</w:t>
            </w:r>
          </w:p>
        </w:tc>
        <w:tc>
          <w:tcPr>
            <w:tcW w:w="754" w:type="dxa"/>
          </w:tcPr>
          <w:p w:rsidR="0009156E" w:rsidRPr="007A6187" w:rsidRDefault="0009156E" w:rsidP="0082785A">
            <w:pPr>
              <w:tabs>
                <w:tab w:val="left" w:pos="1080"/>
                <w:tab w:val="left" w:pos="6660"/>
              </w:tabs>
              <w:jc w:val="both"/>
            </w:pPr>
            <w:r w:rsidRPr="007A6187">
              <w:t>5</w:t>
            </w:r>
          </w:p>
        </w:tc>
        <w:tc>
          <w:tcPr>
            <w:tcW w:w="754" w:type="dxa"/>
          </w:tcPr>
          <w:p w:rsidR="0009156E" w:rsidRPr="007A6187" w:rsidRDefault="0009156E" w:rsidP="0082785A">
            <w:pPr>
              <w:tabs>
                <w:tab w:val="left" w:pos="1080"/>
                <w:tab w:val="left" w:pos="6660"/>
              </w:tabs>
              <w:jc w:val="both"/>
            </w:pPr>
            <w:r w:rsidRPr="007A6187">
              <w:t>1</w:t>
            </w:r>
          </w:p>
        </w:tc>
        <w:tc>
          <w:tcPr>
            <w:tcW w:w="754" w:type="dxa"/>
          </w:tcPr>
          <w:p w:rsidR="0009156E" w:rsidRPr="007A6187" w:rsidRDefault="0009156E" w:rsidP="0082785A">
            <w:pPr>
              <w:tabs>
                <w:tab w:val="left" w:pos="1080"/>
                <w:tab w:val="left" w:pos="6660"/>
              </w:tabs>
              <w:jc w:val="both"/>
            </w:pPr>
            <w:r>
              <w:t>4</w:t>
            </w:r>
          </w:p>
        </w:tc>
        <w:tc>
          <w:tcPr>
            <w:tcW w:w="754" w:type="dxa"/>
          </w:tcPr>
          <w:p w:rsidR="0009156E" w:rsidRPr="007A6187" w:rsidRDefault="0009156E" w:rsidP="0082785A">
            <w:pPr>
              <w:tabs>
                <w:tab w:val="left" w:pos="1080"/>
                <w:tab w:val="left" w:pos="6660"/>
              </w:tabs>
              <w:jc w:val="both"/>
            </w:pPr>
            <w:r>
              <w:t>2</w:t>
            </w:r>
          </w:p>
        </w:tc>
        <w:tc>
          <w:tcPr>
            <w:tcW w:w="754" w:type="dxa"/>
          </w:tcPr>
          <w:p w:rsidR="0009156E" w:rsidRPr="007A6187" w:rsidRDefault="0009156E" w:rsidP="0082785A">
            <w:pPr>
              <w:tabs>
                <w:tab w:val="left" w:pos="1080"/>
                <w:tab w:val="left" w:pos="6660"/>
              </w:tabs>
              <w:jc w:val="both"/>
            </w:pPr>
            <w:r w:rsidRPr="007A6187">
              <w:t>5</w:t>
            </w:r>
          </w:p>
        </w:tc>
        <w:tc>
          <w:tcPr>
            <w:tcW w:w="754" w:type="dxa"/>
          </w:tcPr>
          <w:p w:rsidR="0009156E" w:rsidRPr="007A6187" w:rsidRDefault="0009156E" w:rsidP="0082785A">
            <w:pPr>
              <w:tabs>
                <w:tab w:val="left" w:pos="1080"/>
                <w:tab w:val="left" w:pos="6660"/>
              </w:tabs>
              <w:jc w:val="both"/>
            </w:pPr>
            <w:r w:rsidRPr="007A6187">
              <w:t>5</w:t>
            </w:r>
          </w:p>
        </w:tc>
      </w:tr>
    </w:tbl>
    <w:p w:rsidR="0009156E" w:rsidRPr="007A6187" w:rsidRDefault="0009156E" w:rsidP="0082785A">
      <w:pPr>
        <w:tabs>
          <w:tab w:val="left" w:pos="1080"/>
          <w:tab w:val="left" w:pos="6660"/>
        </w:tabs>
        <w:jc w:val="both"/>
      </w:pPr>
    </w:p>
    <w:p w:rsidR="0009156E" w:rsidRPr="007A6187" w:rsidRDefault="0009156E" w:rsidP="0082785A">
      <w:pPr>
        <w:tabs>
          <w:tab w:val="left" w:pos="6660"/>
        </w:tabs>
        <w:jc w:val="both"/>
        <w:rPr>
          <w:b/>
        </w:rPr>
      </w:pPr>
      <w:r w:rsidRPr="007A6187">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22                молодые семьи.</w:t>
      </w:r>
    </w:p>
    <w:p w:rsidR="0009156E" w:rsidRPr="007A6187" w:rsidRDefault="0009156E" w:rsidP="0082785A">
      <w:pPr>
        <w:tabs>
          <w:tab w:val="left" w:pos="6660"/>
        </w:tabs>
        <w:jc w:val="center"/>
        <w:rPr>
          <w:b/>
        </w:rPr>
      </w:pPr>
    </w:p>
    <w:p w:rsidR="0009156E" w:rsidRPr="007A6187" w:rsidRDefault="0009156E" w:rsidP="0082785A">
      <w:pPr>
        <w:tabs>
          <w:tab w:val="left" w:pos="6660"/>
        </w:tabs>
        <w:jc w:val="center"/>
        <w:rPr>
          <w:b/>
        </w:rPr>
      </w:pPr>
    </w:p>
    <w:p w:rsidR="0009156E" w:rsidRPr="007A6187" w:rsidRDefault="0009156E" w:rsidP="0082785A">
      <w:pPr>
        <w:tabs>
          <w:tab w:val="left" w:pos="6660"/>
        </w:tabs>
        <w:jc w:val="center"/>
        <w:rPr>
          <w:b/>
        </w:rPr>
      </w:pPr>
      <w:r w:rsidRPr="007A6187">
        <w:rPr>
          <w:b/>
        </w:rPr>
        <w:t>2.2.Сроки и этапы реализации  Подпрограммы</w:t>
      </w:r>
    </w:p>
    <w:p w:rsidR="0009156E" w:rsidRPr="007A6187" w:rsidRDefault="0009156E" w:rsidP="0082785A">
      <w:pPr>
        <w:tabs>
          <w:tab w:val="left" w:pos="6660"/>
        </w:tabs>
        <w:ind w:left="360"/>
        <w:jc w:val="center"/>
        <w:rPr>
          <w:b/>
        </w:rPr>
      </w:pPr>
    </w:p>
    <w:p w:rsidR="0009156E" w:rsidRPr="007A6187" w:rsidRDefault="0009156E" w:rsidP="0082785A">
      <w:pPr>
        <w:tabs>
          <w:tab w:val="left" w:pos="360"/>
          <w:tab w:val="left" w:pos="540"/>
          <w:tab w:val="left" w:pos="1080"/>
          <w:tab w:val="left" w:pos="6660"/>
        </w:tabs>
        <w:jc w:val="both"/>
      </w:pPr>
      <w:r w:rsidRPr="007A6187">
        <w:t xml:space="preserve">      Подпрограмма «Обеспечение жильём молодых семей на 2014-2019 годы» призвана продолжить решение задач, ранее достаточно успешно выполняемых, долгосрочной муниципальной целевой программой «Обеспечение жильём молодых семей на 2011-2015годы».</w:t>
      </w:r>
    </w:p>
    <w:p w:rsidR="0009156E" w:rsidRPr="007A6187" w:rsidRDefault="0009156E" w:rsidP="0082785A">
      <w:pPr>
        <w:widowControl w:val="0"/>
        <w:autoSpaceDE w:val="0"/>
        <w:autoSpaceDN w:val="0"/>
        <w:adjustRightInd w:val="0"/>
        <w:ind w:firstLine="540"/>
        <w:jc w:val="both"/>
      </w:pPr>
      <w:r w:rsidRPr="007A6187">
        <w:t>Реализация всего комплекса мероприятия по обеспечению жильем молодых семей, будет осуществляться  в два этапа.</w:t>
      </w:r>
    </w:p>
    <w:p w:rsidR="0009156E" w:rsidRPr="007A6187" w:rsidRDefault="0009156E" w:rsidP="0082785A">
      <w:pPr>
        <w:widowControl w:val="0"/>
        <w:autoSpaceDE w:val="0"/>
        <w:autoSpaceDN w:val="0"/>
        <w:adjustRightInd w:val="0"/>
        <w:ind w:firstLine="540"/>
        <w:jc w:val="both"/>
      </w:pPr>
      <w:r w:rsidRPr="007A6187">
        <w:t>Первый этап  2014 год;</w:t>
      </w:r>
    </w:p>
    <w:p w:rsidR="0009156E" w:rsidRPr="007A6187" w:rsidRDefault="0009156E" w:rsidP="0082785A">
      <w:pPr>
        <w:widowControl w:val="0"/>
        <w:autoSpaceDE w:val="0"/>
        <w:autoSpaceDN w:val="0"/>
        <w:adjustRightInd w:val="0"/>
        <w:ind w:firstLine="540"/>
        <w:jc w:val="both"/>
      </w:pPr>
      <w:r w:rsidRPr="007A6187">
        <w:t>Второй этап  с2015-го по 2019 год.</w:t>
      </w:r>
    </w:p>
    <w:p w:rsidR="0009156E" w:rsidRPr="007A6187" w:rsidRDefault="0009156E" w:rsidP="0082785A">
      <w:pPr>
        <w:widowControl w:val="0"/>
        <w:autoSpaceDE w:val="0"/>
        <w:autoSpaceDN w:val="0"/>
        <w:adjustRightInd w:val="0"/>
        <w:ind w:firstLine="540"/>
        <w:jc w:val="both"/>
      </w:pPr>
    </w:p>
    <w:p w:rsidR="0009156E" w:rsidRPr="007A6187" w:rsidRDefault="0009156E" w:rsidP="0082785A">
      <w:pPr>
        <w:tabs>
          <w:tab w:val="left" w:pos="1080"/>
          <w:tab w:val="left" w:pos="6660"/>
        </w:tabs>
        <w:jc w:val="center"/>
        <w:rPr>
          <w:b/>
        </w:rPr>
      </w:pPr>
      <w:r w:rsidRPr="007A6187">
        <w:rPr>
          <w:b/>
        </w:rPr>
        <w:t>3. Характеристика  основных  мероприятий  Подпрограммы.</w:t>
      </w:r>
    </w:p>
    <w:p w:rsidR="0009156E" w:rsidRPr="007A6187" w:rsidRDefault="0009156E" w:rsidP="0082785A">
      <w:pPr>
        <w:tabs>
          <w:tab w:val="left" w:pos="1080"/>
          <w:tab w:val="left" w:pos="6660"/>
        </w:tabs>
        <w:jc w:val="both"/>
        <w:rPr>
          <w:b/>
        </w:rPr>
      </w:pPr>
    </w:p>
    <w:p w:rsidR="0009156E" w:rsidRPr="007A6187" w:rsidRDefault="0009156E" w:rsidP="0082785A">
      <w:pPr>
        <w:tabs>
          <w:tab w:val="left" w:pos="1080"/>
          <w:tab w:val="left" w:pos="6660"/>
        </w:tabs>
        <w:jc w:val="both"/>
      </w:pPr>
      <w:r w:rsidRPr="007A6187">
        <w:t xml:space="preserve">      Основным мероприятием Подпрограммы является обеспечение жильём молодых семей , в рамках которого проводится оказание государственной поддержки молодым семьям на приобретение (строительство) жилья.</w:t>
      </w:r>
    </w:p>
    <w:p w:rsidR="0009156E" w:rsidRPr="007A6187" w:rsidRDefault="0009156E" w:rsidP="0082785A">
      <w:pPr>
        <w:tabs>
          <w:tab w:val="left" w:pos="1080"/>
          <w:tab w:val="left" w:pos="6660"/>
        </w:tabs>
        <w:jc w:val="both"/>
      </w:pPr>
      <w:r w:rsidRPr="007A6187">
        <w:t xml:space="preserve">       Общие затраты на реализацию данных мероприятий в 2014-2019 годах составят   2</w:t>
      </w:r>
      <w:r>
        <w:t xml:space="preserve">7730,993  </w:t>
      </w:r>
      <w:r w:rsidRPr="007A6187">
        <w:t>тыс. руб., в том числе:</w:t>
      </w:r>
    </w:p>
    <w:p w:rsidR="0009156E" w:rsidRPr="007A6187" w:rsidRDefault="0009156E" w:rsidP="0082785A">
      <w:pPr>
        <w:tabs>
          <w:tab w:val="left" w:pos="1080"/>
          <w:tab w:val="left" w:pos="6660"/>
        </w:tabs>
        <w:jc w:val="both"/>
      </w:pPr>
      <w:r w:rsidRPr="007A6187">
        <w:t>- средства федерального бюджета  -  2</w:t>
      </w:r>
      <w:r>
        <w:t>433,144</w:t>
      </w:r>
      <w:r w:rsidRPr="007A6187">
        <w:t xml:space="preserve">  тыс. рублей;</w:t>
      </w:r>
    </w:p>
    <w:p w:rsidR="0009156E" w:rsidRPr="007A6187" w:rsidRDefault="0009156E" w:rsidP="0082785A">
      <w:pPr>
        <w:tabs>
          <w:tab w:val="left" w:pos="1080"/>
          <w:tab w:val="left" w:pos="6660"/>
        </w:tabs>
        <w:jc w:val="both"/>
      </w:pPr>
      <w:r w:rsidRPr="007A6187">
        <w:t>- средства областного бюджета      -   2</w:t>
      </w:r>
      <w:r>
        <w:t>707,531</w:t>
      </w:r>
      <w:r w:rsidRPr="007A6187">
        <w:t xml:space="preserve"> тыс.  рублей;</w:t>
      </w:r>
    </w:p>
    <w:p w:rsidR="0009156E" w:rsidRPr="007A6187" w:rsidRDefault="0009156E" w:rsidP="0082785A">
      <w:pPr>
        <w:tabs>
          <w:tab w:val="left" w:pos="1080"/>
          <w:tab w:val="left" w:pos="6660"/>
        </w:tabs>
        <w:jc w:val="both"/>
      </w:pPr>
      <w:r w:rsidRPr="007A6187">
        <w:t>- средства местного бюджета         -   2</w:t>
      </w:r>
      <w:r>
        <w:t xml:space="preserve">600,375  </w:t>
      </w:r>
      <w:r w:rsidRPr="007A6187">
        <w:t>тыс.  рублей;</w:t>
      </w:r>
    </w:p>
    <w:p w:rsidR="0009156E" w:rsidRPr="007A6187" w:rsidRDefault="0009156E" w:rsidP="0082785A">
      <w:pPr>
        <w:tabs>
          <w:tab w:val="left" w:pos="1080"/>
          <w:tab w:val="left" w:pos="6660"/>
        </w:tabs>
        <w:jc w:val="both"/>
      </w:pPr>
      <w:r w:rsidRPr="007A6187">
        <w:lastRenderedPageBreak/>
        <w:t>- внебюджетные источники (собственные и  заемные средства молодых семей)  -</w:t>
      </w:r>
      <w:r>
        <w:t>19689,943</w:t>
      </w:r>
      <w:r w:rsidRPr="007A6187">
        <w:t xml:space="preserve"> тыс. рублей.</w:t>
      </w:r>
    </w:p>
    <w:p w:rsidR="0009156E" w:rsidRPr="007A6187" w:rsidRDefault="0009156E" w:rsidP="0082785A">
      <w:pPr>
        <w:tabs>
          <w:tab w:val="left" w:pos="1080"/>
          <w:tab w:val="left" w:pos="6660"/>
        </w:tabs>
        <w:jc w:val="both"/>
      </w:pPr>
      <w:r w:rsidRPr="007A6187">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09156E" w:rsidRPr="007A6187" w:rsidRDefault="0009156E" w:rsidP="0082785A">
      <w:pPr>
        <w:tabs>
          <w:tab w:val="left" w:pos="360"/>
          <w:tab w:val="left" w:pos="540"/>
          <w:tab w:val="left" w:pos="1080"/>
          <w:tab w:val="left" w:pos="6660"/>
        </w:tabs>
        <w:jc w:val="both"/>
      </w:pPr>
    </w:p>
    <w:p w:rsidR="0009156E" w:rsidRPr="007A6187" w:rsidRDefault="0009156E" w:rsidP="0082785A">
      <w:pPr>
        <w:tabs>
          <w:tab w:val="left" w:pos="360"/>
          <w:tab w:val="left" w:pos="540"/>
          <w:tab w:val="left" w:pos="1080"/>
          <w:tab w:val="left" w:pos="6660"/>
        </w:tabs>
        <w:jc w:val="center"/>
        <w:rPr>
          <w:b/>
        </w:rPr>
      </w:pPr>
      <w:r w:rsidRPr="007A6187">
        <w:rPr>
          <w:b/>
        </w:rPr>
        <w:t>4.Основные меры муниципального и правового регулирования Подпрограммы</w:t>
      </w:r>
    </w:p>
    <w:p w:rsidR="0009156E" w:rsidRPr="007A6187" w:rsidRDefault="0009156E" w:rsidP="0082785A">
      <w:pPr>
        <w:tabs>
          <w:tab w:val="left" w:pos="360"/>
          <w:tab w:val="left" w:pos="540"/>
          <w:tab w:val="left" w:pos="1080"/>
          <w:tab w:val="left" w:pos="6660"/>
        </w:tabs>
        <w:jc w:val="both"/>
        <w:rPr>
          <w:b/>
        </w:rPr>
      </w:pPr>
    </w:p>
    <w:p w:rsidR="0009156E" w:rsidRPr="007A6187" w:rsidRDefault="0009156E" w:rsidP="0082785A">
      <w:pPr>
        <w:tabs>
          <w:tab w:val="left" w:pos="360"/>
          <w:tab w:val="left" w:pos="540"/>
          <w:tab w:val="left" w:pos="1080"/>
          <w:tab w:val="left" w:pos="6660"/>
        </w:tabs>
        <w:jc w:val="both"/>
      </w:pPr>
      <w:r w:rsidRPr="007A618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09156E" w:rsidRPr="007A6187" w:rsidRDefault="0009156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09156E" w:rsidRPr="007A6187" w:rsidRDefault="0009156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09156E" w:rsidRPr="007A6187" w:rsidRDefault="0009156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Согласие должно быть оформлено в соответствии со </w:t>
      </w:r>
      <w:hyperlink r:id="rId19" w:history="1">
        <w:r w:rsidRPr="007A6187">
          <w:rPr>
            <w:rFonts w:ascii="Times New Roman" w:hAnsi="Times New Roman"/>
            <w:color w:val="0000FF"/>
            <w:sz w:val="24"/>
            <w:szCs w:val="24"/>
          </w:rPr>
          <w:t>статьей 9</w:t>
        </w:r>
      </w:hyperlink>
      <w:r w:rsidRPr="007A6187">
        <w:rPr>
          <w:rFonts w:ascii="Times New Roman" w:hAnsi="Times New Roman"/>
          <w:sz w:val="24"/>
          <w:szCs w:val="24"/>
        </w:rPr>
        <w:t xml:space="preserve"> Федерального закона "О персональных данных".</w:t>
      </w:r>
    </w:p>
    <w:p w:rsidR="0009156E" w:rsidRPr="007A6187" w:rsidRDefault="0009156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09156E" w:rsidRPr="007A6187" w:rsidRDefault="0009156E" w:rsidP="0082785A">
      <w:pPr>
        <w:tabs>
          <w:tab w:val="left" w:pos="360"/>
          <w:tab w:val="left" w:pos="540"/>
          <w:tab w:val="left" w:pos="1080"/>
          <w:tab w:val="left" w:pos="6660"/>
        </w:tabs>
        <w:jc w:val="both"/>
      </w:pPr>
      <w:r w:rsidRPr="007A6187">
        <w:t>Реализация Подпрограммы осуществляется отделом по архитектуре и строительной политике администрации Таловского муниципального района (исполнитель Подпрограммы) во взаимодействии с Департаментом архитектуры и строительной политики Воронежской области (Государственный заказчик) на основании заключенных в установленном порядке договоров.</w:t>
      </w:r>
    </w:p>
    <w:p w:rsidR="0009156E" w:rsidRPr="007A6187" w:rsidRDefault="0009156E" w:rsidP="0082785A">
      <w:pPr>
        <w:tabs>
          <w:tab w:val="left" w:pos="360"/>
          <w:tab w:val="left" w:pos="540"/>
          <w:tab w:val="left" w:pos="1080"/>
          <w:tab w:val="left" w:pos="6660"/>
        </w:tabs>
        <w:jc w:val="both"/>
      </w:pPr>
      <w:r w:rsidRPr="007A618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приобретение(строительство) жилья и их использования (приложение №4 к подпрограмме «Обеспечение жильём молодых семей» федеральной целевой программы «Жилище» на 2015-2020 годы, утверждённой постановлением правительства Российской  Федерации от 25.08.2015 №889).</w:t>
      </w:r>
    </w:p>
    <w:p w:rsidR="0009156E" w:rsidRPr="007A6187" w:rsidRDefault="0009156E" w:rsidP="0082785A">
      <w:pPr>
        <w:tabs>
          <w:tab w:val="left" w:pos="360"/>
          <w:tab w:val="left" w:pos="540"/>
          <w:tab w:val="left" w:pos="1080"/>
          <w:tab w:val="left" w:pos="6660"/>
        </w:tabs>
        <w:jc w:val="both"/>
      </w:pPr>
      <w:r w:rsidRPr="007A6187">
        <w:tab/>
        <w:t>При реализации подпрограммы в 2015 году используется форма соглашения о предоставлении в 2015 году субсидии из областного бюджета бюджетам муниципальных образований Воронежской области на обеспечение жильём молодых семей в рамках подпрограммы «Обеспечение жильём молодых семей» федеральной целевой программы «Жилище» на 2011-2015 годы и государственной программы Воронежской области «Обеспечение доступным и комфортным жильём и коммунальными услугами населения Воронежской области».</w:t>
      </w:r>
    </w:p>
    <w:p w:rsidR="0009156E" w:rsidRPr="007A6187" w:rsidRDefault="0009156E" w:rsidP="0082785A">
      <w:pPr>
        <w:tabs>
          <w:tab w:val="left" w:pos="360"/>
          <w:tab w:val="left" w:pos="540"/>
          <w:tab w:val="left" w:pos="1080"/>
          <w:tab w:val="left" w:pos="6660"/>
        </w:tabs>
        <w:jc w:val="both"/>
      </w:pPr>
    </w:p>
    <w:p w:rsidR="0009156E" w:rsidRDefault="0009156E" w:rsidP="0082785A">
      <w:pPr>
        <w:tabs>
          <w:tab w:val="left" w:pos="360"/>
          <w:tab w:val="left" w:pos="540"/>
          <w:tab w:val="left" w:pos="1080"/>
          <w:tab w:val="left" w:pos="6660"/>
        </w:tabs>
        <w:jc w:val="center"/>
        <w:rPr>
          <w:b/>
        </w:rPr>
      </w:pPr>
    </w:p>
    <w:p w:rsidR="0009156E" w:rsidRPr="007A6187" w:rsidRDefault="0009156E" w:rsidP="0082785A">
      <w:pPr>
        <w:tabs>
          <w:tab w:val="left" w:pos="360"/>
          <w:tab w:val="left" w:pos="540"/>
          <w:tab w:val="left" w:pos="1080"/>
          <w:tab w:val="left" w:pos="6660"/>
        </w:tabs>
        <w:jc w:val="center"/>
        <w:rPr>
          <w:b/>
        </w:rPr>
      </w:pPr>
      <w:r w:rsidRPr="007A6187">
        <w:rPr>
          <w:b/>
        </w:rPr>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09156E" w:rsidRPr="007A6187" w:rsidRDefault="0009156E" w:rsidP="0082785A">
      <w:pPr>
        <w:tabs>
          <w:tab w:val="left" w:pos="360"/>
          <w:tab w:val="left" w:pos="540"/>
          <w:tab w:val="left" w:pos="1080"/>
          <w:tab w:val="left" w:pos="6660"/>
        </w:tabs>
        <w:jc w:val="both"/>
      </w:pPr>
      <w:r w:rsidRPr="007A618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09156E" w:rsidRPr="007A6187" w:rsidRDefault="0009156E" w:rsidP="0082785A">
      <w:pPr>
        <w:tabs>
          <w:tab w:val="left" w:pos="360"/>
          <w:tab w:val="left" w:pos="540"/>
          <w:tab w:val="left" w:pos="1080"/>
          <w:tab w:val="left" w:pos="6660"/>
        </w:tabs>
        <w:jc w:val="both"/>
      </w:pPr>
      <w:r w:rsidRPr="007A618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09156E" w:rsidRPr="007A6187" w:rsidRDefault="0009156E" w:rsidP="0082785A">
      <w:pPr>
        <w:tabs>
          <w:tab w:val="left" w:pos="360"/>
          <w:tab w:val="left" w:pos="540"/>
          <w:tab w:val="left" w:pos="1080"/>
          <w:tab w:val="left" w:pos="6660"/>
        </w:tabs>
        <w:jc w:val="both"/>
      </w:pPr>
      <w:r w:rsidRPr="007A618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09156E" w:rsidRPr="007A6187" w:rsidRDefault="0009156E" w:rsidP="0082785A">
      <w:pPr>
        <w:tabs>
          <w:tab w:val="left" w:pos="360"/>
          <w:tab w:val="left" w:pos="540"/>
          <w:tab w:val="left" w:pos="1080"/>
          <w:tab w:val="left" w:pos="6660"/>
        </w:tabs>
        <w:jc w:val="both"/>
        <w:rPr>
          <w:b/>
        </w:rPr>
      </w:pPr>
      <w:r w:rsidRPr="007A6187">
        <w:t xml:space="preserve">     За время действия Подпрограммы планируется привлечь из внебюджетных источников 1</w:t>
      </w:r>
      <w:r>
        <w:t xml:space="preserve">8601,313 </w:t>
      </w:r>
      <w:r w:rsidRPr="007A6187">
        <w:t>рублей.</w:t>
      </w:r>
    </w:p>
    <w:p w:rsidR="0009156E" w:rsidRPr="007A6187" w:rsidRDefault="0009156E" w:rsidP="0082785A">
      <w:pPr>
        <w:tabs>
          <w:tab w:val="left" w:pos="360"/>
          <w:tab w:val="left" w:pos="540"/>
          <w:tab w:val="left" w:pos="1080"/>
          <w:tab w:val="left" w:pos="6660"/>
        </w:tabs>
      </w:pPr>
    </w:p>
    <w:p w:rsidR="0009156E" w:rsidRPr="007A6187" w:rsidRDefault="0009156E" w:rsidP="0082785A">
      <w:pPr>
        <w:tabs>
          <w:tab w:val="left" w:pos="360"/>
          <w:tab w:val="left" w:pos="540"/>
          <w:tab w:val="left" w:pos="1080"/>
          <w:tab w:val="left" w:pos="6660"/>
        </w:tabs>
        <w:jc w:val="center"/>
        <w:rPr>
          <w:b/>
        </w:rPr>
      </w:pPr>
      <w:r w:rsidRPr="007A6187">
        <w:rPr>
          <w:b/>
        </w:rPr>
        <w:t>6.  Финансовое обеспечение реализации  Подпрограммы</w:t>
      </w:r>
    </w:p>
    <w:p w:rsidR="0009156E" w:rsidRPr="007A6187" w:rsidRDefault="0009156E" w:rsidP="0082785A">
      <w:pPr>
        <w:tabs>
          <w:tab w:val="left" w:pos="360"/>
          <w:tab w:val="left" w:pos="540"/>
          <w:tab w:val="left" w:pos="1080"/>
          <w:tab w:val="left" w:pos="6660"/>
        </w:tabs>
        <w:jc w:val="both"/>
        <w:rPr>
          <w:b/>
        </w:rPr>
      </w:pPr>
    </w:p>
    <w:p w:rsidR="0009156E" w:rsidRPr="007A6187" w:rsidRDefault="0009156E" w:rsidP="0082785A">
      <w:pPr>
        <w:tabs>
          <w:tab w:val="left" w:pos="360"/>
          <w:tab w:val="left" w:pos="540"/>
          <w:tab w:val="left" w:pos="1080"/>
          <w:tab w:val="left" w:pos="6660"/>
        </w:tabs>
        <w:jc w:val="both"/>
      </w:pPr>
      <w:r w:rsidRPr="007A6187">
        <w:t xml:space="preserve">         Основными источниками  финансирования Подпрограммы являются:</w:t>
      </w:r>
    </w:p>
    <w:p w:rsidR="0009156E" w:rsidRPr="007A6187" w:rsidRDefault="0009156E" w:rsidP="0082785A">
      <w:pPr>
        <w:tabs>
          <w:tab w:val="left" w:pos="360"/>
          <w:tab w:val="left" w:pos="540"/>
          <w:tab w:val="left" w:pos="1080"/>
          <w:tab w:val="left" w:pos="6660"/>
        </w:tabs>
        <w:jc w:val="both"/>
      </w:pPr>
      <w:r w:rsidRPr="007A618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09156E" w:rsidRPr="007A6187" w:rsidRDefault="0009156E" w:rsidP="0082785A">
      <w:pPr>
        <w:tabs>
          <w:tab w:val="left" w:pos="360"/>
          <w:tab w:val="left" w:pos="540"/>
          <w:tab w:val="left" w:pos="1080"/>
          <w:tab w:val="left" w:pos="6660"/>
        </w:tabs>
        <w:jc w:val="both"/>
      </w:pPr>
      <w:r w:rsidRPr="007A6187">
        <w:t xml:space="preserve"> - средства муниципального бюджета;</w:t>
      </w:r>
    </w:p>
    <w:p w:rsidR="0009156E" w:rsidRPr="007A6187" w:rsidRDefault="0009156E" w:rsidP="0082785A">
      <w:pPr>
        <w:tabs>
          <w:tab w:val="left" w:pos="360"/>
          <w:tab w:val="left" w:pos="540"/>
          <w:tab w:val="left" w:pos="1080"/>
          <w:tab w:val="left" w:pos="6660"/>
        </w:tabs>
        <w:jc w:val="both"/>
      </w:pPr>
      <w:r w:rsidRPr="007A618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09156E" w:rsidRPr="007A6187" w:rsidRDefault="0009156E" w:rsidP="0082785A">
      <w:pPr>
        <w:tabs>
          <w:tab w:val="left" w:pos="360"/>
          <w:tab w:val="left" w:pos="540"/>
          <w:tab w:val="left" w:pos="1080"/>
          <w:tab w:val="left" w:pos="6660"/>
        </w:tabs>
        <w:jc w:val="both"/>
      </w:pPr>
      <w:r w:rsidRPr="007A618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09156E" w:rsidRPr="007A6187" w:rsidRDefault="0009156E" w:rsidP="0082785A">
      <w:pPr>
        <w:tabs>
          <w:tab w:val="left" w:pos="360"/>
          <w:tab w:val="left" w:pos="540"/>
          <w:tab w:val="left" w:pos="1080"/>
          <w:tab w:val="left" w:pos="6660"/>
        </w:tabs>
        <w:ind w:left="780"/>
        <w:jc w:val="center"/>
      </w:pPr>
    </w:p>
    <w:p w:rsidR="0009156E" w:rsidRPr="007A6187" w:rsidRDefault="0009156E" w:rsidP="0082785A">
      <w:pPr>
        <w:tabs>
          <w:tab w:val="left" w:pos="360"/>
          <w:tab w:val="left" w:pos="540"/>
          <w:tab w:val="left" w:pos="1080"/>
          <w:tab w:val="left" w:pos="6660"/>
        </w:tabs>
        <w:jc w:val="both"/>
      </w:pPr>
      <w:r w:rsidRPr="007A6187">
        <w:rPr>
          <w:b/>
        </w:rPr>
        <w:t xml:space="preserve">6.1.Р.асходы местного бюджета на реализацию подпрограммы «Обеспечение жильём молодых семей на 2014-2019 годы», </w:t>
      </w:r>
      <w:r w:rsidRPr="007A6187">
        <w:t>представлены в приложении  №2</w:t>
      </w:r>
    </w:p>
    <w:p w:rsidR="0009156E" w:rsidRPr="007A6187" w:rsidRDefault="0009156E" w:rsidP="0082785A">
      <w:pPr>
        <w:tabs>
          <w:tab w:val="left" w:pos="360"/>
          <w:tab w:val="left" w:pos="540"/>
          <w:tab w:val="left" w:pos="1080"/>
          <w:tab w:val="left" w:pos="6660"/>
        </w:tabs>
        <w:jc w:val="both"/>
        <w:rPr>
          <w:b/>
        </w:rPr>
      </w:pPr>
      <w:r w:rsidRPr="007A6187">
        <w:rPr>
          <w:b/>
        </w:rPr>
        <w:t xml:space="preserve">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реализациюподпрограммы «Обеспечение жильём молодых семей на 2014-2019 годы», </w:t>
      </w:r>
      <w:r w:rsidRPr="007A6187">
        <w:t>представлены в приложении № 3.</w:t>
      </w:r>
    </w:p>
    <w:p w:rsidR="0009156E" w:rsidRPr="007A6187" w:rsidRDefault="0009156E" w:rsidP="0082785A">
      <w:pPr>
        <w:jc w:val="both"/>
      </w:pPr>
      <w:r w:rsidRPr="007A618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09156E" w:rsidRPr="007A6187" w:rsidRDefault="0009156E" w:rsidP="0082785A">
      <w:pPr>
        <w:jc w:val="both"/>
      </w:pPr>
      <w:r w:rsidRPr="007A618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09156E" w:rsidRPr="007A6187" w:rsidRDefault="0009156E" w:rsidP="0082785A">
      <w:pPr>
        <w:jc w:val="both"/>
      </w:pPr>
    </w:p>
    <w:p w:rsidR="0009156E" w:rsidRPr="007A6187" w:rsidRDefault="0009156E" w:rsidP="0082785A">
      <w:pPr>
        <w:tabs>
          <w:tab w:val="left" w:pos="360"/>
          <w:tab w:val="left" w:pos="540"/>
          <w:tab w:val="left" w:pos="1080"/>
          <w:tab w:val="left" w:pos="6660"/>
        </w:tabs>
        <w:jc w:val="both"/>
      </w:pPr>
    </w:p>
    <w:p w:rsidR="0009156E" w:rsidRPr="007A6187" w:rsidRDefault="0009156E" w:rsidP="0082785A">
      <w:pPr>
        <w:tabs>
          <w:tab w:val="left" w:pos="360"/>
          <w:tab w:val="left" w:pos="540"/>
          <w:tab w:val="left" w:pos="1080"/>
          <w:tab w:val="left" w:pos="6660"/>
        </w:tabs>
        <w:jc w:val="center"/>
        <w:rPr>
          <w:b/>
        </w:rPr>
      </w:pPr>
      <w:r w:rsidRPr="007A6187">
        <w:rPr>
          <w:b/>
        </w:rPr>
        <w:t>7. Анализ рисков реализации подпрограммы и описание мер управления рисками реализации подпрограммы</w:t>
      </w:r>
    </w:p>
    <w:p w:rsidR="0009156E" w:rsidRPr="007A6187" w:rsidRDefault="0009156E" w:rsidP="0082785A">
      <w:pPr>
        <w:tabs>
          <w:tab w:val="left" w:pos="360"/>
          <w:tab w:val="left" w:pos="540"/>
          <w:tab w:val="left" w:pos="1080"/>
          <w:tab w:val="left" w:pos="6660"/>
        </w:tabs>
        <w:jc w:val="both"/>
      </w:pPr>
      <w:r w:rsidRPr="007A6187">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09156E" w:rsidRPr="007A6187" w:rsidRDefault="0009156E" w:rsidP="0082785A">
      <w:pPr>
        <w:widowControl w:val="0"/>
        <w:autoSpaceDE w:val="0"/>
        <w:autoSpaceDN w:val="0"/>
        <w:adjustRightInd w:val="0"/>
        <w:ind w:firstLine="540"/>
        <w:jc w:val="both"/>
      </w:pPr>
      <w:r w:rsidRPr="007A6187">
        <w:t xml:space="preserve"> а) Организационный риск, который связан с несоответствием организационной </w:t>
      </w:r>
      <w:r w:rsidRPr="007A6187">
        <w:lastRenderedPageBreak/>
        <w:t>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09156E" w:rsidRPr="007A6187" w:rsidRDefault="0009156E" w:rsidP="0082785A">
      <w:pPr>
        <w:tabs>
          <w:tab w:val="left" w:pos="360"/>
          <w:tab w:val="left" w:pos="540"/>
          <w:tab w:val="left" w:pos="1080"/>
          <w:tab w:val="left" w:pos="6660"/>
        </w:tabs>
        <w:jc w:val="both"/>
      </w:pPr>
      <w:r w:rsidRPr="007A6187">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09156E" w:rsidRPr="007A6187" w:rsidRDefault="0009156E" w:rsidP="0082785A">
      <w:pPr>
        <w:tabs>
          <w:tab w:val="left" w:pos="360"/>
          <w:tab w:val="left" w:pos="540"/>
          <w:tab w:val="left" w:pos="1080"/>
          <w:tab w:val="left" w:pos="6660"/>
        </w:tabs>
        <w:jc w:val="both"/>
      </w:pPr>
      <w:r w:rsidRPr="007A6187">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09156E" w:rsidRPr="007A6187" w:rsidRDefault="0009156E" w:rsidP="0082785A">
      <w:pPr>
        <w:widowControl w:val="0"/>
        <w:autoSpaceDE w:val="0"/>
        <w:autoSpaceDN w:val="0"/>
        <w:adjustRightInd w:val="0"/>
        <w:ind w:firstLine="540"/>
        <w:jc w:val="both"/>
      </w:pPr>
      <w:r w:rsidRPr="007A6187">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09156E" w:rsidRPr="007A6187" w:rsidRDefault="0009156E" w:rsidP="0082785A">
      <w:pPr>
        <w:tabs>
          <w:tab w:val="left" w:pos="360"/>
          <w:tab w:val="left" w:pos="540"/>
          <w:tab w:val="left" w:pos="1080"/>
          <w:tab w:val="left" w:pos="6660"/>
        </w:tabs>
        <w:jc w:val="both"/>
      </w:pPr>
      <w:r w:rsidRPr="007A6187">
        <w:t xml:space="preserve">     Предотвращение возникновения данных рисков будет достигаться по следующим направлениям:</w:t>
      </w:r>
    </w:p>
    <w:p w:rsidR="0009156E" w:rsidRPr="007A6187" w:rsidRDefault="0009156E" w:rsidP="0082785A">
      <w:pPr>
        <w:tabs>
          <w:tab w:val="left" w:pos="360"/>
          <w:tab w:val="left" w:pos="540"/>
          <w:tab w:val="left" w:pos="1080"/>
          <w:tab w:val="left" w:pos="6660"/>
        </w:tabs>
        <w:jc w:val="both"/>
      </w:pPr>
      <w:r w:rsidRPr="007A6187">
        <w:t>-Обеспечение сбалансированного распределения финансовых средств в соответствии с ожидаемыми конечными результатами;</w:t>
      </w:r>
    </w:p>
    <w:p w:rsidR="0009156E" w:rsidRPr="007A6187" w:rsidRDefault="0009156E" w:rsidP="0082785A">
      <w:pPr>
        <w:tabs>
          <w:tab w:val="left" w:pos="360"/>
          <w:tab w:val="left" w:pos="540"/>
          <w:tab w:val="left" w:pos="1080"/>
          <w:tab w:val="left" w:pos="6660"/>
        </w:tabs>
        <w:jc w:val="both"/>
      </w:pPr>
      <w:r w:rsidRPr="007A6187">
        <w:t xml:space="preserve">-Ежегодное уточнение и внесение необходимых изменений в объёмы финансирования подпрограммы.    </w:t>
      </w:r>
    </w:p>
    <w:p w:rsidR="0009156E" w:rsidRPr="007A6187" w:rsidRDefault="0009156E" w:rsidP="0082785A">
      <w:pPr>
        <w:tabs>
          <w:tab w:val="left" w:pos="1080"/>
          <w:tab w:val="left" w:pos="6660"/>
        </w:tabs>
        <w:jc w:val="both"/>
      </w:pPr>
      <w:r w:rsidRPr="007A6187">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экономкласса на цели погашения части кредита или займа, предоставленного на приобретение или строительство жилья экономкласса, в том числе  ипотечного жилищного кредита, либо компенсации затраченных  молодой семьёй собственных средств на приобретение жилья экономкласса или строительство индивидуального жилья экономкласса.</w:t>
      </w:r>
    </w:p>
    <w:p w:rsidR="0009156E" w:rsidRPr="007A6187" w:rsidRDefault="0009156E" w:rsidP="0082785A">
      <w:pPr>
        <w:widowControl w:val="0"/>
        <w:autoSpaceDE w:val="0"/>
        <w:autoSpaceDN w:val="0"/>
        <w:adjustRightInd w:val="0"/>
        <w:ind w:firstLine="540"/>
        <w:jc w:val="both"/>
      </w:pPr>
      <w:r w:rsidRPr="007A6187">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09156E" w:rsidRPr="007A6187" w:rsidRDefault="0009156E" w:rsidP="0082785A">
      <w:pPr>
        <w:tabs>
          <w:tab w:val="left" w:pos="360"/>
          <w:tab w:val="left" w:pos="540"/>
          <w:tab w:val="left" w:pos="1080"/>
          <w:tab w:val="left" w:pos="6660"/>
        </w:tabs>
        <w:jc w:val="both"/>
      </w:pPr>
      <w:r w:rsidRPr="007A6187">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09156E" w:rsidRPr="007A6187" w:rsidRDefault="0009156E" w:rsidP="0082785A">
      <w:pPr>
        <w:tabs>
          <w:tab w:val="left" w:pos="360"/>
          <w:tab w:val="left" w:pos="540"/>
          <w:tab w:val="left" w:pos="1080"/>
          <w:tab w:val="left" w:pos="6660"/>
        </w:tabs>
        <w:jc w:val="both"/>
      </w:pPr>
      <w:r w:rsidRPr="007A6187">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w:t>
      </w:r>
      <w:r w:rsidRPr="007A6187">
        <w:lastRenderedPageBreak/>
        <w:t>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09156E" w:rsidRPr="007A6187" w:rsidRDefault="0009156E" w:rsidP="0082785A">
      <w:pPr>
        <w:tabs>
          <w:tab w:val="left" w:pos="360"/>
          <w:tab w:val="left" w:pos="540"/>
          <w:tab w:val="left" w:pos="1080"/>
          <w:tab w:val="left" w:pos="6660"/>
        </w:tabs>
        <w:jc w:val="both"/>
      </w:pPr>
      <w:r w:rsidRPr="007A6187">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09156E" w:rsidRPr="007A6187" w:rsidRDefault="0009156E" w:rsidP="0082785A">
      <w:pPr>
        <w:tabs>
          <w:tab w:val="left" w:pos="360"/>
          <w:tab w:val="left" w:pos="540"/>
          <w:tab w:val="left" w:pos="1080"/>
          <w:tab w:val="left" w:pos="6660"/>
        </w:tabs>
        <w:jc w:val="both"/>
      </w:pPr>
      <w:r w:rsidRPr="007A6187">
        <w:t xml:space="preserve">       При этом администрация Таловского муниципального района ежемесячно, ежеквартально, а так же по итогам года, представляет Государственному заказчику сведения о ее реализации.</w:t>
      </w:r>
    </w:p>
    <w:p w:rsidR="0009156E" w:rsidRPr="007A6187" w:rsidRDefault="0009156E" w:rsidP="0082785A">
      <w:pPr>
        <w:tabs>
          <w:tab w:val="left" w:pos="360"/>
          <w:tab w:val="left" w:pos="540"/>
          <w:tab w:val="left" w:pos="1080"/>
          <w:tab w:val="left" w:pos="6660"/>
        </w:tabs>
        <w:jc w:val="both"/>
      </w:pPr>
    </w:p>
    <w:p w:rsidR="0009156E" w:rsidRPr="007A6187" w:rsidRDefault="0009156E" w:rsidP="0082785A">
      <w:pPr>
        <w:tabs>
          <w:tab w:val="left" w:pos="1080"/>
          <w:tab w:val="left" w:pos="6660"/>
        </w:tabs>
        <w:ind w:right="-954"/>
        <w:jc w:val="both"/>
      </w:pPr>
    </w:p>
    <w:p w:rsidR="0009156E" w:rsidRPr="007A6187" w:rsidRDefault="0009156E" w:rsidP="0082785A">
      <w:pPr>
        <w:autoSpaceDE w:val="0"/>
        <w:autoSpaceDN w:val="0"/>
        <w:adjustRightInd w:val="0"/>
        <w:ind w:firstLine="540"/>
        <w:jc w:val="both"/>
      </w:pPr>
      <w:r w:rsidRPr="007A6187">
        <w:rPr>
          <w:b/>
        </w:rPr>
        <w:t xml:space="preserve">         8.Оценка  эффективности реализации Подпрограммы</w:t>
      </w:r>
    </w:p>
    <w:p w:rsidR="0009156E" w:rsidRPr="007A6187" w:rsidRDefault="0009156E" w:rsidP="0082785A">
      <w:pPr>
        <w:autoSpaceDE w:val="0"/>
        <w:autoSpaceDN w:val="0"/>
        <w:adjustRightInd w:val="0"/>
        <w:ind w:firstLine="540"/>
        <w:jc w:val="both"/>
      </w:pPr>
    </w:p>
    <w:p w:rsidR="0009156E" w:rsidRPr="007A6187" w:rsidRDefault="0009156E" w:rsidP="0082785A">
      <w:pPr>
        <w:autoSpaceDE w:val="0"/>
        <w:autoSpaceDN w:val="0"/>
        <w:adjustRightInd w:val="0"/>
        <w:ind w:firstLine="540"/>
        <w:jc w:val="both"/>
      </w:pPr>
      <w:r w:rsidRPr="007A6187">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09156E" w:rsidRPr="007A6187" w:rsidRDefault="0009156E" w:rsidP="0082785A">
      <w:pPr>
        <w:widowControl w:val="0"/>
        <w:autoSpaceDE w:val="0"/>
        <w:autoSpaceDN w:val="0"/>
        <w:adjustRightInd w:val="0"/>
        <w:ind w:firstLine="709"/>
        <w:jc w:val="both"/>
      </w:pPr>
      <w:r w:rsidRPr="007A6187">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09156E" w:rsidRPr="007A6187" w:rsidRDefault="0009156E" w:rsidP="0082785A">
      <w:pPr>
        <w:widowControl w:val="0"/>
        <w:autoSpaceDE w:val="0"/>
        <w:autoSpaceDN w:val="0"/>
        <w:adjustRightInd w:val="0"/>
        <w:ind w:firstLine="709"/>
        <w:jc w:val="both"/>
      </w:pPr>
      <w:r w:rsidRPr="007A6187">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09156E" w:rsidRPr="007A6187" w:rsidRDefault="0009156E" w:rsidP="0082785A">
      <w:pPr>
        <w:tabs>
          <w:tab w:val="left" w:pos="6660"/>
        </w:tabs>
        <w:jc w:val="both"/>
        <w:rPr>
          <w:b/>
        </w:rPr>
      </w:pPr>
      <w:r w:rsidRPr="007A6187">
        <w:t xml:space="preserve">            В результате реализации подпрограммы в 2014-2019 годах будут  обеспечены  жильём с помощью предоставления государственной поддержки в виде социальной выплаты   22 молодые семьи.</w:t>
      </w:r>
    </w:p>
    <w:p w:rsidR="0009156E" w:rsidRPr="007A6187" w:rsidRDefault="0009156E" w:rsidP="0082785A">
      <w:pPr>
        <w:widowControl w:val="0"/>
        <w:autoSpaceDE w:val="0"/>
        <w:autoSpaceDN w:val="0"/>
        <w:adjustRightInd w:val="0"/>
        <w:jc w:val="both"/>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Default="0009156E" w:rsidP="008F31D3">
      <w:pPr>
        <w:jc w:val="center"/>
        <w:rPr>
          <w:b/>
        </w:rPr>
      </w:pPr>
    </w:p>
    <w:p w:rsidR="0009156E" w:rsidRPr="005F00DB" w:rsidRDefault="0009156E" w:rsidP="008228E7">
      <w:pPr>
        <w:pStyle w:val="ConsPlusNormal"/>
        <w:ind w:firstLine="0"/>
        <w:jc w:val="center"/>
        <w:rPr>
          <w:rFonts w:ascii="Times New Roman" w:hAnsi="Times New Roman"/>
          <w:b/>
          <w:sz w:val="26"/>
          <w:szCs w:val="26"/>
          <w:u w:val="single"/>
        </w:rPr>
      </w:pPr>
      <w:r w:rsidRPr="008C6492">
        <w:rPr>
          <w:rFonts w:ascii="Times New Roman" w:hAnsi="Times New Roman"/>
          <w:b/>
          <w:sz w:val="26"/>
          <w:szCs w:val="26"/>
          <w:u w:val="single"/>
        </w:rPr>
        <w:t>Подпрограмма№5 «Развитие и поддержка малого и  среднего предпринимательства в Таловском муниципальном районе»</w:t>
      </w:r>
    </w:p>
    <w:p w:rsidR="0009156E" w:rsidRPr="005F00DB" w:rsidRDefault="0009156E" w:rsidP="008228E7">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9156E" w:rsidRPr="005F00DB" w:rsidTr="008228E7">
        <w:trPr>
          <w:trHeight w:val="1509"/>
        </w:trPr>
        <w:tc>
          <w:tcPr>
            <w:tcW w:w="9828" w:type="dxa"/>
            <w:gridSpan w:val="2"/>
            <w:tcBorders>
              <w:top w:val="nil"/>
              <w:left w:val="nil"/>
              <w:bottom w:val="nil"/>
              <w:right w:val="nil"/>
            </w:tcBorders>
            <w:vAlign w:val="center"/>
          </w:tcPr>
          <w:p w:rsidR="0009156E" w:rsidRPr="005F00DB" w:rsidRDefault="0009156E" w:rsidP="008228E7">
            <w:pPr>
              <w:jc w:val="center"/>
              <w:rPr>
                <w:b/>
              </w:rPr>
            </w:pPr>
            <w:r w:rsidRPr="005F00DB">
              <w:rPr>
                <w:b/>
              </w:rPr>
              <w:lastRenderedPageBreak/>
              <w:t>ПАСПОРТ</w:t>
            </w:r>
            <w:r w:rsidRPr="005F00DB">
              <w:rPr>
                <w:b/>
              </w:rPr>
              <w:br/>
              <w:t>подпрограммы  «Развитие и поддержка малого и  среднего предпринимательства</w:t>
            </w:r>
            <w:r>
              <w:rPr>
                <w:b/>
              </w:rPr>
              <w:t xml:space="preserve"> в Таловском муниципальном районе</w:t>
            </w:r>
            <w:r w:rsidRPr="005F00DB">
              <w:rPr>
                <w:b/>
              </w:rPr>
              <w:t>» муниципальной программы Таловского муниципального района Воронежской области «Муниципальное управление и гражданское общество на 2014-2019 гг»</w:t>
            </w:r>
          </w:p>
        </w:tc>
      </w:tr>
      <w:tr w:rsidR="0009156E"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09156E" w:rsidRPr="005F00DB" w:rsidRDefault="0009156E" w:rsidP="008228E7">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9156E" w:rsidRPr="005F00DB" w:rsidRDefault="0009156E" w:rsidP="008228E7">
            <w:r w:rsidRPr="005F00DB">
              <w:t> Отдел по экономике администрации                Таловского муниципального района</w:t>
            </w:r>
          </w:p>
          <w:p w:rsidR="0009156E" w:rsidRPr="005F00DB" w:rsidRDefault="0009156E" w:rsidP="008228E7"/>
        </w:tc>
      </w:tr>
      <w:tr w:rsidR="0009156E" w:rsidRPr="005F00DB" w:rsidTr="00C53746">
        <w:trPr>
          <w:trHeight w:val="676"/>
        </w:trPr>
        <w:tc>
          <w:tcPr>
            <w:tcW w:w="4818" w:type="dxa"/>
            <w:tcBorders>
              <w:top w:val="single" w:sz="4" w:space="0" w:color="auto"/>
              <w:left w:val="single" w:sz="4" w:space="0" w:color="auto"/>
              <w:bottom w:val="single" w:sz="4" w:space="0" w:color="auto"/>
              <w:right w:val="single" w:sz="4" w:space="0" w:color="auto"/>
            </w:tcBorders>
          </w:tcPr>
          <w:p w:rsidR="0009156E" w:rsidRPr="005F00DB" w:rsidRDefault="0009156E" w:rsidP="008228E7">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9156E" w:rsidRPr="005F00DB" w:rsidRDefault="0009156E" w:rsidP="008228E7">
            <w:pPr>
              <w:autoSpaceDE w:val="0"/>
              <w:autoSpaceDN w:val="0"/>
              <w:adjustRightInd w:val="0"/>
            </w:pPr>
            <w:r w:rsidRPr="005F00DB">
              <w:t xml:space="preserve">1. Предоставление грантов  начинающим субъектам малого предпринимательства </w:t>
            </w:r>
          </w:p>
          <w:p w:rsidR="0009156E" w:rsidRPr="00704707" w:rsidRDefault="0009156E" w:rsidP="00260113">
            <w:pPr>
              <w:widowControl w:val="0"/>
              <w:autoSpaceDE w:val="0"/>
              <w:autoSpaceDN w:val="0"/>
              <w:adjustRightInd w:val="0"/>
              <w:jc w:val="both"/>
            </w:pPr>
            <w:r>
              <w:rPr>
                <w:rFonts w:eastAsia="Times New Roman"/>
                <w:lang w:eastAsia="ru-RU"/>
              </w:rPr>
              <w:t>2.</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вследствие регулирования  тарифов на перевозку пассажиров автомобильным транспортом общего пользования. </w:t>
            </w:r>
          </w:p>
        </w:tc>
      </w:tr>
      <w:tr w:rsidR="0009156E" w:rsidRPr="005F00DB" w:rsidTr="008228E7">
        <w:trPr>
          <w:trHeight w:val="375"/>
        </w:trPr>
        <w:tc>
          <w:tcPr>
            <w:tcW w:w="4818" w:type="dxa"/>
            <w:tcBorders>
              <w:top w:val="nil"/>
              <w:left w:val="single" w:sz="4" w:space="0" w:color="auto"/>
              <w:bottom w:val="single" w:sz="4" w:space="0" w:color="auto"/>
              <w:right w:val="single" w:sz="4" w:space="0" w:color="auto"/>
            </w:tcBorders>
          </w:tcPr>
          <w:p w:rsidR="0009156E" w:rsidRPr="005F00DB" w:rsidRDefault="0009156E" w:rsidP="008228E7">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9156E" w:rsidRPr="005F00DB" w:rsidRDefault="0009156E" w:rsidP="008228E7">
            <w:r w:rsidRPr="005F00DB">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9156E" w:rsidRPr="005F00DB" w:rsidTr="008228E7">
        <w:trPr>
          <w:trHeight w:val="375"/>
        </w:trPr>
        <w:tc>
          <w:tcPr>
            <w:tcW w:w="4818" w:type="dxa"/>
            <w:tcBorders>
              <w:top w:val="nil"/>
              <w:left w:val="single" w:sz="4" w:space="0" w:color="auto"/>
              <w:bottom w:val="single" w:sz="4" w:space="0" w:color="auto"/>
              <w:right w:val="single" w:sz="4" w:space="0" w:color="auto"/>
            </w:tcBorders>
          </w:tcPr>
          <w:p w:rsidR="0009156E" w:rsidRPr="005F00DB" w:rsidRDefault="0009156E" w:rsidP="008228E7">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9156E" w:rsidRPr="005F00DB" w:rsidRDefault="0009156E" w:rsidP="008228E7">
            <w:r w:rsidRPr="005F00DB">
              <w:t xml:space="preserve">1.Обеспечение доступности инфраструктуры поддержки субъектов малого и среднего предпринимательства. </w:t>
            </w:r>
          </w:p>
          <w:p w:rsidR="0009156E" w:rsidRPr="005F00DB" w:rsidRDefault="0009156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09156E" w:rsidRPr="005F00DB" w:rsidRDefault="0009156E"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09156E" w:rsidRPr="005F00DB" w:rsidRDefault="0009156E" w:rsidP="008228E7">
            <w:r w:rsidRPr="005F00DB">
              <w:t>4.Увеличение  вклада  субъектов  малого  и  среднего  предпринимательства в экономику района.              </w:t>
            </w:r>
          </w:p>
        </w:tc>
      </w:tr>
      <w:tr w:rsidR="0009156E" w:rsidRPr="005F00DB" w:rsidTr="008228E7">
        <w:trPr>
          <w:trHeight w:val="750"/>
        </w:trPr>
        <w:tc>
          <w:tcPr>
            <w:tcW w:w="4818" w:type="dxa"/>
            <w:tcBorders>
              <w:top w:val="nil"/>
              <w:left w:val="single" w:sz="4" w:space="0" w:color="auto"/>
              <w:bottom w:val="single" w:sz="4" w:space="0" w:color="auto"/>
              <w:right w:val="single" w:sz="4" w:space="0" w:color="auto"/>
            </w:tcBorders>
          </w:tcPr>
          <w:p w:rsidR="0009156E" w:rsidRPr="005F00DB" w:rsidRDefault="0009156E" w:rsidP="008228E7">
            <w:r w:rsidRPr="005F00DB">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09156E" w:rsidRPr="005F00DB" w:rsidRDefault="0009156E" w:rsidP="008228E7">
            <w:r w:rsidRPr="005F00DB">
              <w:t>1.Число субъектов малого и среднего предпринимательства в расчете на 10 000 человек населения, единиц. </w:t>
            </w:r>
          </w:p>
          <w:p w:rsidR="0009156E" w:rsidRPr="005F00DB" w:rsidRDefault="0009156E" w:rsidP="008228E7">
            <w:r w:rsidRPr="005F00DB">
              <w:t>2</w:t>
            </w:r>
            <w: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09156E" w:rsidRPr="005F00DB" w:rsidRDefault="0009156E" w:rsidP="008228E7"/>
        </w:tc>
      </w:tr>
      <w:tr w:rsidR="0009156E" w:rsidRPr="005F00DB" w:rsidTr="008228E7">
        <w:trPr>
          <w:trHeight w:val="750"/>
        </w:trPr>
        <w:tc>
          <w:tcPr>
            <w:tcW w:w="4818" w:type="dxa"/>
            <w:tcBorders>
              <w:top w:val="nil"/>
              <w:left w:val="single" w:sz="4" w:space="0" w:color="auto"/>
              <w:bottom w:val="single" w:sz="4" w:space="0" w:color="auto"/>
              <w:right w:val="single" w:sz="4" w:space="0" w:color="auto"/>
            </w:tcBorders>
          </w:tcPr>
          <w:p w:rsidR="0009156E" w:rsidRPr="005F00DB" w:rsidRDefault="0009156E" w:rsidP="008228E7">
            <w:r w:rsidRPr="005F00DB">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09156E" w:rsidRPr="005F00DB" w:rsidRDefault="0009156E" w:rsidP="008228E7">
            <w:pPr>
              <w:jc w:val="center"/>
            </w:pPr>
            <w:r w:rsidRPr="005F00DB">
              <w:t>2014-2019 годы </w:t>
            </w:r>
          </w:p>
        </w:tc>
      </w:tr>
      <w:tr w:rsidR="0009156E" w:rsidRPr="005F00DB" w:rsidTr="008228E7">
        <w:trPr>
          <w:trHeight w:val="1295"/>
        </w:trPr>
        <w:tc>
          <w:tcPr>
            <w:tcW w:w="4818" w:type="dxa"/>
            <w:tcBorders>
              <w:top w:val="nil"/>
              <w:left w:val="single" w:sz="4" w:space="0" w:color="auto"/>
              <w:bottom w:val="single" w:sz="4" w:space="0" w:color="auto"/>
              <w:right w:val="single" w:sz="4" w:space="0" w:color="auto"/>
            </w:tcBorders>
          </w:tcPr>
          <w:p w:rsidR="0009156E" w:rsidRPr="005F00DB" w:rsidRDefault="0009156E" w:rsidP="008228E7">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09156E" w:rsidRPr="00BD5226" w:rsidRDefault="0009156E" w:rsidP="008228E7">
            <w:pPr>
              <w:pStyle w:val="ConsPlusNormal"/>
              <w:ind w:firstLine="0"/>
              <w:jc w:val="both"/>
              <w:rPr>
                <w:rFonts w:ascii="Times New Roman" w:hAnsi="Times New Roman"/>
                <w:color w:val="0000FF"/>
                <w:sz w:val="24"/>
                <w:szCs w:val="24"/>
              </w:rPr>
            </w:pPr>
            <w:r>
              <w:rPr>
                <w:rFonts w:ascii="Times New Roman" w:hAnsi="Times New Roman"/>
                <w:sz w:val="24"/>
                <w:szCs w:val="24"/>
              </w:rPr>
              <w:t> </w:t>
            </w:r>
            <w:r w:rsidRPr="005F00DB">
              <w:rPr>
                <w:rFonts w:ascii="Times New Roman" w:hAnsi="Times New Roman"/>
                <w:sz w:val="24"/>
                <w:szCs w:val="24"/>
              </w:rPr>
              <w:t xml:space="preserve">Общий объем финансовых средств  федерального, областного и районного </w:t>
            </w:r>
            <w:r w:rsidRPr="00BD5226">
              <w:rPr>
                <w:rFonts w:ascii="Times New Roman" w:hAnsi="Times New Roman"/>
                <w:color w:val="0000FF"/>
                <w:sz w:val="24"/>
                <w:szCs w:val="24"/>
              </w:rPr>
              <w:t xml:space="preserve">бюджетов </w:t>
            </w:r>
            <w:r>
              <w:rPr>
                <w:rFonts w:ascii="Times New Roman" w:hAnsi="Times New Roman"/>
                <w:color w:val="0000FF"/>
                <w:sz w:val="24"/>
                <w:szCs w:val="24"/>
              </w:rPr>
              <w:t>4160,0</w:t>
            </w:r>
            <w:r w:rsidRPr="00BD5226">
              <w:rPr>
                <w:rFonts w:ascii="Times New Roman" w:hAnsi="Times New Roman"/>
                <w:color w:val="0000FF"/>
                <w:sz w:val="24"/>
                <w:szCs w:val="24"/>
              </w:rPr>
              <w:t xml:space="preserve">  тыс. руб., в т.ч.:</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федерального бюджета    960,0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- 960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областного бюджета   240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240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 из средств местного  бюджета – 3160 </w:t>
            </w:r>
            <w:r w:rsidRPr="00BD5226">
              <w:rPr>
                <w:rFonts w:ascii="Times New Roman" w:hAnsi="Times New Roman"/>
                <w:color w:val="0000FF"/>
                <w:sz w:val="24"/>
                <w:szCs w:val="24"/>
              </w:rPr>
              <w:lastRenderedPageBreak/>
              <w:t>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- 60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2015 год - 100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2016 год - </w:t>
            </w:r>
            <w:r>
              <w:rPr>
                <w:rFonts w:ascii="Times New Roman" w:hAnsi="Times New Roman"/>
                <w:color w:val="0000FF"/>
                <w:sz w:val="24"/>
                <w:szCs w:val="24"/>
              </w:rPr>
              <w:t>800</w:t>
            </w:r>
            <w:r w:rsidRPr="00BD5226">
              <w:rPr>
                <w:rFonts w:ascii="Times New Roman" w:hAnsi="Times New Roman"/>
                <w:color w:val="0000FF"/>
                <w:sz w:val="24"/>
                <w:szCs w:val="24"/>
              </w:rPr>
              <w:t xml:space="preserve">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2017 год - </w:t>
            </w:r>
            <w:r>
              <w:rPr>
                <w:rFonts w:ascii="Times New Roman" w:hAnsi="Times New Roman"/>
                <w:color w:val="0000FF"/>
                <w:sz w:val="24"/>
                <w:szCs w:val="24"/>
              </w:rPr>
              <w:t>0</w:t>
            </w:r>
            <w:r w:rsidRPr="00BD5226">
              <w:rPr>
                <w:rFonts w:ascii="Times New Roman" w:hAnsi="Times New Roman"/>
                <w:color w:val="0000FF"/>
                <w:sz w:val="24"/>
                <w:szCs w:val="24"/>
              </w:rPr>
              <w:t xml:space="preserve">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2018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09156E" w:rsidRPr="00BD5226" w:rsidRDefault="0009156E" w:rsidP="00065A90">
            <w:pPr>
              <w:rPr>
                <w:color w:val="0000FF"/>
              </w:rPr>
            </w:pPr>
            <w:r w:rsidRPr="00BD5226">
              <w:rPr>
                <w:color w:val="0000FF"/>
              </w:rPr>
              <w:t xml:space="preserve">         2019 год - </w:t>
            </w:r>
            <w:r>
              <w:rPr>
                <w:color w:val="0000FF"/>
              </w:rPr>
              <w:t>10</w:t>
            </w:r>
            <w:r w:rsidRPr="00BD5226">
              <w:rPr>
                <w:color w:val="0000FF"/>
              </w:rPr>
              <w:t>00 тыс. рублей.</w:t>
            </w:r>
          </w:p>
        </w:tc>
      </w:tr>
      <w:tr w:rsidR="0009156E" w:rsidRPr="005F00DB" w:rsidTr="008228E7">
        <w:trPr>
          <w:trHeight w:val="1125"/>
        </w:trPr>
        <w:tc>
          <w:tcPr>
            <w:tcW w:w="4818" w:type="dxa"/>
            <w:tcBorders>
              <w:top w:val="nil"/>
              <w:left w:val="single" w:sz="4" w:space="0" w:color="auto"/>
              <w:bottom w:val="single" w:sz="4" w:space="0" w:color="auto"/>
              <w:right w:val="single" w:sz="4" w:space="0" w:color="auto"/>
            </w:tcBorders>
          </w:tcPr>
          <w:p w:rsidR="0009156E" w:rsidRPr="005F00DB" w:rsidRDefault="0009156E" w:rsidP="008228E7">
            <w:r w:rsidRPr="005F00DB">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09156E" w:rsidRPr="005F00DB" w:rsidRDefault="0009156E" w:rsidP="008228E7">
            <w:r w:rsidRPr="005F00DB">
              <w:t>- Увеличение числа субъектов малого и среднего предпринимательства в расчете на 10 000 человек населении с   2</w:t>
            </w:r>
            <w:r>
              <w:t>40</w:t>
            </w:r>
            <w:r w:rsidRPr="005F00DB">
              <w:t>ед.  201</w:t>
            </w:r>
            <w:r>
              <w:t>3</w:t>
            </w:r>
            <w:r w:rsidRPr="005F00DB">
              <w:t xml:space="preserve"> г.  до  2</w:t>
            </w:r>
            <w:r>
              <w:t xml:space="preserve">50 </w:t>
            </w:r>
            <w:r w:rsidRPr="005F00DB">
              <w:t>ед. в  2019 г.</w:t>
            </w:r>
          </w:p>
          <w:p w:rsidR="0009156E" w:rsidRPr="005F00DB" w:rsidRDefault="0009156E" w:rsidP="008228E7">
            <w:r w:rsidRPr="005F00DB">
              <w:t>-</w:t>
            </w:r>
            <w:r>
              <w:rPr>
                <w:color w:val="000000"/>
              </w:rPr>
              <w:t>увеличение о</w:t>
            </w:r>
            <w:r w:rsidRPr="00DF1E3B">
              <w:rPr>
                <w:color w:val="000000"/>
              </w:rPr>
              <w:t>бъем</w:t>
            </w:r>
            <w:r>
              <w:rPr>
                <w:color w:val="000000"/>
              </w:rPr>
              <w:t>а</w:t>
            </w:r>
            <w:r w:rsidRPr="00DF1E3B">
              <w:rPr>
                <w:color w:val="000000"/>
              </w:rPr>
              <w:t xml:space="preserve">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r w:rsidRPr="005F00DB">
              <w:t>с</w:t>
            </w:r>
            <w:r>
              <w:t xml:space="preserve">1,23 руб. </w:t>
            </w:r>
            <w:r w:rsidRPr="005F00DB">
              <w:t xml:space="preserve"> 201</w:t>
            </w:r>
            <w:r>
              <w:t>3</w:t>
            </w:r>
            <w:r w:rsidRPr="005F00DB">
              <w:t xml:space="preserve"> г.  до  </w:t>
            </w:r>
            <w:r>
              <w:t>1,7 руб.</w:t>
            </w:r>
            <w:r w:rsidRPr="005F00DB">
              <w:t xml:space="preserve"> 2019 г.</w:t>
            </w:r>
          </w:p>
        </w:tc>
      </w:tr>
    </w:tbl>
    <w:p w:rsidR="0009156E" w:rsidRDefault="0009156E" w:rsidP="008228E7">
      <w:pPr>
        <w:pStyle w:val="ConsPlusNormal"/>
        <w:ind w:firstLine="0"/>
        <w:jc w:val="right"/>
        <w:rPr>
          <w:rFonts w:ascii="Times New Roman" w:hAnsi="Times New Roman"/>
          <w:sz w:val="28"/>
          <w:szCs w:val="28"/>
        </w:rPr>
      </w:pPr>
    </w:p>
    <w:p w:rsidR="0009156E" w:rsidRDefault="0009156E" w:rsidP="008228E7">
      <w:pPr>
        <w:pStyle w:val="ConsPlusNormal"/>
        <w:ind w:firstLine="0"/>
        <w:jc w:val="right"/>
        <w:rPr>
          <w:rFonts w:ascii="Times New Roman" w:hAnsi="Times New Roman"/>
          <w:sz w:val="28"/>
          <w:szCs w:val="28"/>
        </w:rPr>
      </w:pPr>
    </w:p>
    <w:p w:rsidR="0009156E" w:rsidRPr="005F00DB" w:rsidRDefault="0009156E" w:rsidP="008228E7">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09156E" w:rsidRPr="005F00DB" w:rsidRDefault="0009156E" w:rsidP="008228E7">
      <w:pPr>
        <w:ind w:firstLine="709"/>
        <w:rPr>
          <w:b/>
          <w:sz w:val="26"/>
          <w:szCs w:val="26"/>
          <w:highlight w:val="yellow"/>
        </w:rPr>
      </w:pPr>
    </w:p>
    <w:p w:rsidR="0009156E" w:rsidRPr="005F00DB" w:rsidRDefault="0009156E" w:rsidP="008228E7">
      <w:pPr>
        <w:pStyle w:val="Default"/>
        <w:ind w:firstLine="540"/>
        <w:jc w:val="both"/>
        <w:rPr>
          <w:color w:val="auto"/>
        </w:rPr>
      </w:pPr>
      <w:r w:rsidRPr="005F00DB">
        <w:rPr>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09156E" w:rsidRPr="005F00DB" w:rsidRDefault="0009156E" w:rsidP="008228E7">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09156E" w:rsidRPr="005F00DB" w:rsidRDefault="0009156E" w:rsidP="008228E7">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Таловском районе на 2014-2020 годы является логическим продолжением МЦП «Развитие и поддержка малого и среднего предпринимательства на  2011-2013 гг»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09156E" w:rsidRPr="005F00DB" w:rsidRDefault="0009156E" w:rsidP="008228E7">
      <w:pPr>
        <w:pStyle w:val="Default"/>
        <w:ind w:firstLine="540"/>
        <w:jc w:val="both"/>
        <w:rPr>
          <w:color w:val="auto"/>
        </w:rPr>
      </w:pPr>
      <w:r w:rsidRPr="005F00DB">
        <w:rPr>
          <w:color w:val="auto"/>
        </w:rPr>
        <w:t>В 2012 году на территории района осуществляли  хозяйственную деятельность  94 предприятия, относящиеся  к субъектам малого и среднего предпринимательства, и 966 индивидуальных предпринимателей. Число субъектов малого и среднего 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руб.. Среднесписочная численность работников малых предприятий (включая микропредприятия) 1017 чел.  </w:t>
      </w:r>
    </w:p>
    <w:p w:rsidR="0009156E" w:rsidRPr="005F00DB" w:rsidRDefault="0009156E" w:rsidP="008228E7">
      <w:pPr>
        <w:pStyle w:val="a4"/>
        <w:ind w:firstLine="540"/>
        <w:jc w:val="both"/>
        <w:rPr>
          <w:b w:val="0"/>
        </w:rPr>
      </w:pPr>
      <w:r w:rsidRPr="005F00DB">
        <w:rPr>
          <w:b w:val="0"/>
        </w:rPr>
        <w:t xml:space="preserve">  Из  966  индивидуальных предпринимателей   432 человека  заняты в торговле; 167 человек занимаются оказанием транспортных услуг и ремонтом  автомобилей; 171 человек 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09156E" w:rsidRPr="005F00DB" w:rsidRDefault="0009156E" w:rsidP="008228E7">
      <w:pPr>
        <w:pStyle w:val="a4"/>
        <w:ind w:firstLine="540"/>
        <w:jc w:val="both"/>
        <w:rPr>
          <w:b w:val="0"/>
        </w:rPr>
      </w:pPr>
      <w:r w:rsidRPr="005F00DB">
        <w:rPr>
          <w:b w:val="0"/>
        </w:rPr>
        <w:lastRenderedPageBreak/>
        <w:t xml:space="preserve">    Оборот малых предприятий (в том числе микропредприятий) в 2012 году составил 670,9 млн. руб., по оценке 2013 года – 711,8 млн. руб., по прогнозу 2016 года- 885,9 млн. руб.</w:t>
      </w:r>
    </w:p>
    <w:p w:rsidR="0009156E" w:rsidRPr="005F00DB" w:rsidRDefault="0009156E" w:rsidP="008228E7">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доходов  составила 6,9 % от собственных доходов консолидированного бюджета муниципального района. </w:t>
      </w:r>
    </w:p>
    <w:p w:rsidR="0009156E" w:rsidRPr="005F00DB" w:rsidRDefault="0009156E" w:rsidP="008228E7">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09156E" w:rsidRPr="005F00DB" w:rsidRDefault="0009156E" w:rsidP="008228E7">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09156E" w:rsidRPr="005F00DB" w:rsidRDefault="0009156E" w:rsidP="008228E7">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09156E" w:rsidRPr="005F00DB" w:rsidRDefault="0009156E" w:rsidP="008228E7">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09156E" w:rsidRPr="005F00DB" w:rsidRDefault="0009156E" w:rsidP="008228E7">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09156E" w:rsidRPr="005F00DB" w:rsidRDefault="0009156E" w:rsidP="008228E7">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09156E" w:rsidRPr="005F00DB" w:rsidRDefault="0009156E" w:rsidP="008228E7">
      <w:pPr>
        <w:ind w:firstLine="540"/>
      </w:pPr>
      <w:r w:rsidRPr="005F00DB">
        <w:t>- отсутствие для малых и средних предприятий стимулов к повышению производительности труда.</w:t>
      </w:r>
    </w:p>
    <w:p w:rsidR="0009156E" w:rsidRPr="005F00DB" w:rsidRDefault="0009156E" w:rsidP="008228E7">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09156E" w:rsidRPr="005F00DB" w:rsidRDefault="0009156E" w:rsidP="008228E7">
      <w:pPr>
        <w:ind w:firstLine="709"/>
        <w:rPr>
          <w:sz w:val="26"/>
          <w:szCs w:val="26"/>
        </w:rPr>
      </w:pPr>
    </w:p>
    <w:p w:rsidR="0009156E" w:rsidRPr="005F00DB" w:rsidRDefault="0009156E" w:rsidP="008228E7">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09156E" w:rsidRPr="005F00DB" w:rsidRDefault="0009156E" w:rsidP="008228E7">
      <w:pPr>
        <w:ind w:firstLine="709"/>
        <w:rPr>
          <w:b/>
          <w:sz w:val="26"/>
          <w:szCs w:val="26"/>
        </w:rPr>
      </w:pPr>
    </w:p>
    <w:p w:rsidR="0009156E" w:rsidRPr="005F00DB" w:rsidRDefault="0009156E" w:rsidP="008228E7">
      <w:pPr>
        <w:rPr>
          <w:b/>
        </w:rPr>
      </w:pPr>
      <w:r w:rsidRPr="005F00DB">
        <w:rPr>
          <w:b/>
        </w:rPr>
        <w:t>2.1. Приоритеты муниципальной политики в сфере реализации муниципальной подпрограммы.</w:t>
      </w:r>
    </w:p>
    <w:p w:rsidR="0009156E" w:rsidRPr="005F00DB" w:rsidRDefault="0009156E" w:rsidP="008228E7">
      <w:pPr>
        <w:ind w:firstLine="709"/>
        <w:rPr>
          <w:b/>
          <w:u w:val="single"/>
        </w:rPr>
      </w:pPr>
    </w:p>
    <w:p w:rsidR="0009156E" w:rsidRPr="005F00DB" w:rsidRDefault="0009156E" w:rsidP="008228E7">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09156E" w:rsidRPr="005F00DB" w:rsidRDefault="0009156E" w:rsidP="008228E7">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09156E" w:rsidRPr="005F00DB" w:rsidRDefault="0009156E" w:rsidP="008228E7">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09156E" w:rsidRPr="005F00DB" w:rsidRDefault="0009156E" w:rsidP="008228E7">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09156E" w:rsidRPr="005F00DB" w:rsidRDefault="0009156E" w:rsidP="008228E7">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09156E" w:rsidRPr="005F00DB" w:rsidRDefault="0009156E" w:rsidP="008228E7">
      <w:pPr>
        <w:spacing w:line="100" w:lineRule="atLeast"/>
        <w:ind w:firstLine="608"/>
        <w:rPr>
          <w:rStyle w:val="12"/>
        </w:rPr>
      </w:pPr>
      <w:r w:rsidRPr="005F00DB">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09156E" w:rsidRPr="005F00DB" w:rsidRDefault="0009156E" w:rsidP="008228E7">
      <w:pPr>
        <w:spacing w:line="100" w:lineRule="atLeast"/>
        <w:ind w:firstLine="608"/>
      </w:pPr>
      <w:r w:rsidRPr="005F00DB">
        <w:t>Основными приоритетами  политики в сфере экономики и экономического развития Таловского муниципального района  являются:</w:t>
      </w:r>
    </w:p>
    <w:p w:rsidR="0009156E" w:rsidRPr="005F00DB" w:rsidRDefault="0009156E" w:rsidP="008228E7">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09156E" w:rsidRPr="005F00DB" w:rsidRDefault="0009156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09156E" w:rsidRPr="005F00DB" w:rsidRDefault="0009156E" w:rsidP="008228E7">
      <w:pPr>
        <w:pStyle w:val="ConsPlusNormal"/>
        <w:ind w:firstLine="0"/>
        <w:jc w:val="both"/>
        <w:rPr>
          <w:rFonts w:ascii="Times New Roman" w:hAnsi="Times New Roman"/>
          <w:sz w:val="24"/>
          <w:szCs w:val="24"/>
        </w:rPr>
      </w:pPr>
      <w:r w:rsidRPr="005F00DB">
        <w:rPr>
          <w:rFonts w:ascii="Times New Roman" w:hAnsi="Times New Roman"/>
          <w:sz w:val="24"/>
          <w:szCs w:val="24"/>
        </w:rPr>
        <w:lastRenderedPageBreak/>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09156E" w:rsidRPr="005F00DB" w:rsidRDefault="0009156E" w:rsidP="008228E7">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09156E" w:rsidRPr="005F00DB" w:rsidRDefault="0009156E" w:rsidP="008228E7">
      <w:pPr>
        <w:spacing w:line="100" w:lineRule="atLeast"/>
      </w:pPr>
      <w:r w:rsidRPr="005F00DB">
        <w:t>5) снижение административных барьеров в экономике, создание эффективной институциональной среды;</w:t>
      </w:r>
    </w:p>
    <w:p w:rsidR="0009156E" w:rsidRPr="005F00DB" w:rsidRDefault="0009156E" w:rsidP="008228E7">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09156E" w:rsidRPr="005F00DB" w:rsidRDefault="0009156E" w:rsidP="008228E7">
      <w:pPr>
        <w:ind w:firstLine="709"/>
        <w:rPr>
          <w:b/>
        </w:rPr>
      </w:pPr>
    </w:p>
    <w:p w:rsidR="0009156E" w:rsidRPr="005F00DB" w:rsidRDefault="0009156E" w:rsidP="008228E7">
      <w:pPr>
        <w:rPr>
          <w:b/>
        </w:rPr>
      </w:pPr>
      <w:r w:rsidRPr="005F00DB">
        <w:rPr>
          <w:b/>
        </w:rPr>
        <w:t xml:space="preserve">2.2. «Цели, задачи и показатели (индикаторы) достижения целей и решения задач муниципальной подпрограммы» </w:t>
      </w:r>
    </w:p>
    <w:p w:rsidR="0009156E" w:rsidRPr="005F00DB" w:rsidRDefault="0009156E" w:rsidP="008228E7">
      <w:pPr>
        <w:pStyle w:val="ConsPlusNormal"/>
        <w:ind w:firstLine="0"/>
        <w:rPr>
          <w:rFonts w:ascii="Times New Roman" w:hAnsi="Times New Roman"/>
          <w:b/>
          <w:sz w:val="24"/>
          <w:szCs w:val="24"/>
        </w:rPr>
      </w:pPr>
    </w:p>
    <w:p w:rsidR="0009156E" w:rsidRPr="005F00DB" w:rsidRDefault="0009156E" w:rsidP="008228E7">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09156E" w:rsidRPr="005F00DB" w:rsidRDefault="0009156E" w:rsidP="008228E7">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09156E" w:rsidRPr="005F00DB" w:rsidRDefault="0009156E" w:rsidP="008228E7">
      <w:r w:rsidRPr="005F00DB">
        <w:t xml:space="preserve">1.Обеспечение доступности инфраструктуры поддержки субъектов малого и среднего предпринимательства. </w:t>
      </w:r>
    </w:p>
    <w:p w:rsidR="0009156E" w:rsidRPr="005F00DB" w:rsidRDefault="0009156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09156E" w:rsidRPr="005F00DB" w:rsidRDefault="0009156E"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09156E" w:rsidRPr="005F00DB" w:rsidRDefault="0009156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увеличение  вклада  субъектов  малого  и  среднего  предпринимательства в экономику района </w:t>
      </w:r>
    </w:p>
    <w:p w:rsidR="0009156E" w:rsidRPr="005F00DB" w:rsidRDefault="0009156E" w:rsidP="008228E7">
      <w:pPr>
        <w:pStyle w:val="ConsPlusNormal"/>
        <w:ind w:firstLine="0"/>
        <w:jc w:val="both"/>
        <w:rPr>
          <w:rFonts w:ascii="Times New Roman" w:hAnsi="Times New Roman"/>
          <w:sz w:val="24"/>
          <w:szCs w:val="24"/>
        </w:rPr>
      </w:pPr>
    </w:p>
    <w:p w:rsidR="0009156E" w:rsidRPr="005F00DB" w:rsidRDefault="0009156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09156E" w:rsidRPr="005F00DB" w:rsidRDefault="0009156E" w:rsidP="008228E7">
      <w:pPr>
        <w:rPr>
          <w:b/>
        </w:rPr>
      </w:pPr>
      <w:r w:rsidRPr="005F00DB">
        <w:rPr>
          <w:b/>
        </w:rPr>
        <w:t>Показатели, используемые для достижения поставленной цели:</w:t>
      </w:r>
    </w:p>
    <w:p w:rsidR="0009156E" w:rsidRPr="005F00DB" w:rsidRDefault="0009156E" w:rsidP="008228E7">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09156E" w:rsidRPr="005F00DB" w:rsidRDefault="0009156E" w:rsidP="008228E7">
      <w:r w:rsidRPr="005F00DB">
        <w:rPr>
          <w:bCs/>
        </w:rPr>
        <w:t>-</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09156E" w:rsidRPr="005F00DB" w:rsidRDefault="0009156E" w:rsidP="008228E7">
      <w:pPr>
        <w:pStyle w:val="ConsPlusNormal"/>
        <w:ind w:firstLine="0"/>
        <w:jc w:val="center"/>
        <w:rPr>
          <w:rFonts w:ascii="Times New Roman" w:hAnsi="Times New Roman"/>
          <w:b/>
          <w:sz w:val="24"/>
          <w:szCs w:val="24"/>
        </w:rPr>
      </w:pPr>
    </w:p>
    <w:p w:rsidR="0009156E" w:rsidRPr="005F00DB" w:rsidRDefault="0009156E" w:rsidP="008228E7">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09156E" w:rsidRPr="005F00DB" w:rsidRDefault="0009156E" w:rsidP="008228E7">
      <w:pPr>
        <w:pStyle w:val="ConsPlusNormal"/>
        <w:ind w:left="290" w:firstLine="0"/>
        <w:rPr>
          <w:rFonts w:ascii="Times New Roman" w:hAnsi="Times New Roman"/>
          <w:sz w:val="24"/>
          <w:szCs w:val="24"/>
        </w:rPr>
      </w:pPr>
    </w:p>
    <w:p w:rsidR="0009156E" w:rsidRPr="005F00DB" w:rsidRDefault="0009156E" w:rsidP="008228E7">
      <w:r w:rsidRPr="005F00DB">
        <w:rPr>
          <w:b/>
        </w:rPr>
        <w:t>2.3. Подраздел «Конечные результаты реализации муниципальной подпрограммы»</w:t>
      </w:r>
    </w:p>
    <w:p w:rsidR="0009156E" w:rsidRPr="005F00DB" w:rsidRDefault="0009156E" w:rsidP="008228E7">
      <w:r w:rsidRPr="005F00DB">
        <w:t xml:space="preserve">Основными ожидаемыми результатами реализации подпрограммы по итогам 2019 года будут: </w:t>
      </w:r>
    </w:p>
    <w:p w:rsidR="0009156E" w:rsidRPr="005F00DB" w:rsidRDefault="0009156E" w:rsidP="008228E7">
      <w:r w:rsidRPr="005F00DB">
        <w:t>- увеличение числа субъектов малого и среднего предпринимательства в расчете на 10 000 человек населении с   2</w:t>
      </w:r>
      <w:r>
        <w:t xml:space="preserve">40,2 </w:t>
      </w:r>
      <w:r w:rsidRPr="005F00DB">
        <w:t>ед.  201</w:t>
      </w:r>
      <w:r>
        <w:t>3</w:t>
      </w:r>
      <w:r w:rsidRPr="005F00DB">
        <w:t xml:space="preserve"> г.  до  2</w:t>
      </w:r>
      <w:r>
        <w:t xml:space="preserve">50,1 </w:t>
      </w:r>
      <w:r w:rsidRPr="005F00DB">
        <w:t>ед. в  2019 г.</w:t>
      </w:r>
    </w:p>
    <w:p w:rsidR="0009156E" w:rsidRPr="005F00DB" w:rsidRDefault="0009156E" w:rsidP="008228E7">
      <w:r w:rsidRPr="005F00DB">
        <w:t>-</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2013 г. </w:t>
      </w:r>
      <w:r w:rsidRPr="005F00DB">
        <w:t xml:space="preserve">  до </w:t>
      </w:r>
      <w:r>
        <w:t xml:space="preserve">1,7 руб. </w:t>
      </w:r>
      <w:r w:rsidRPr="005F00DB">
        <w:t xml:space="preserve"> в 2019 г.</w:t>
      </w:r>
    </w:p>
    <w:p w:rsidR="0009156E" w:rsidRDefault="0009156E" w:rsidP="008228E7">
      <w:pPr>
        <w:rPr>
          <w:b/>
        </w:rPr>
      </w:pPr>
    </w:p>
    <w:p w:rsidR="0009156E" w:rsidRPr="005F00DB" w:rsidRDefault="0009156E" w:rsidP="008228E7">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09156E" w:rsidRPr="005F00DB" w:rsidRDefault="0009156E" w:rsidP="008228E7">
      <w:pPr>
        <w:ind w:firstLine="709"/>
      </w:pPr>
      <w:r w:rsidRPr="005F00DB">
        <w:t>Общий срок реализации подпрограммы рассчитан на период с 2014 по 2019 год (в один этап).</w:t>
      </w:r>
    </w:p>
    <w:p w:rsidR="0009156E" w:rsidRDefault="0009156E" w:rsidP="008228E7">
      <w:pPr>
        <w:ind w:firstLine="709"/>
        <w:rPr>
          <w:b/>
          <w:sz w:val="26"/>
          <w:szCs w:val="26"/>
        </w:rPr>
      </w:pPr>
    </w:p>
    <w:p w:rsidR="0009156E" w:rsidRPr="005F00DB" w:rsidRDefault="0009156E" w:rsidP="008228E7">
      <w:pPr>
        <w:ind w:firstLine="709"/>
        <w:rPr>
          <w:sz w:val="26"/>
          <w:szCs w:val="26"/>
        </w:rPr>
      </w:pPr>
      <w:r w:rsidRPr="005F00DB">
        <w:rPr>
          <w:b/>
          <w:sz w:val="26"/>
          <w:szCs w:val="26"/>
        </w:rPr>
        <w:lastRenderedPageBreak/>
        <w:t>Раздел 3. «Характеристика основных мероприятий»</w:t>
      </w:r>
    </w:p>
    <w:p w:rsidR="0009156E" w:rsidRPr="005F00DB" w:rsidRDefault="0009156E" w:rsidP="008228E7">
      <w:pPr>
        <w:pStyle w:val="ConsPlusNormal"/>
        <w:ind w:firstLine="540"/>
        <w:jc w:val="both"/>
        <w:rPr>
          <w:rFonts w:ascii="Times New Roman" w:hAnsi="Times New Roman"/>
          <w:b/>
          <w:sz w:val="26"/>
          <w:szCs w:val="26"/>
        </w:rPr>
      </w:pPr>
    </w:p>
    <w:p w:rsidR="0009156E" w:rsidRPr="005F00DB" w:rsidRDefault="0009156E" w:rsidP="008228E7">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грантов  начинающим субъектам малого предпринимательства  </w:t>
      </w:r>
    </w:p>
    <w:p w:rsidR="0009156E" w:rsidRPr="005F00DB" w:rsidRDefault="0009156E"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09156E" w:rsidRPr="005F00DB" w:rsidRDefault="0009156E"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Срок исполнения </w:t>
      </w:r>
      <w:r>
        <w:rPr>
          <w:rFonts w:ascii="Times New Roman" w:hAnsi="Times New Roman"/>
          <w:sz w:val="24"/>
          <w:szCs w:val="24"/>
        </w:rPr>
        <w:t>–с 2014 по 2019 год</w:t>
      </w:r>
      <w:r w:rsidRPr="005F00DB">
        <w:rPr>
          <w:rFonts w:ascii="Times New Roman" w:hAnsi="Times New Roman"/>
          <w:sz w:val="24"/>
          <w:szCs w:val="24"/>
        </w:rPr>
        <w:t>.</w:t>
      </w:r>
    </w:p>
    <w:p w:rsidR="0009156E" w:rsidRPr="005F00DB" w:rsidRDefault="0009156E"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09156E" w:rsidRPr="00814A61" w:rsidRDefault="0009156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Общий объем финансирование мероприятия 1</w:t>
      </w:r>
      <w:r>
        <w:rPr>
          <w:rFonts w:ascii="Times New Roman" w:hAnsi="Times New Roman"/>
          <w:sz w:val="24"/>
          <w:szCs w:val="24"/>
        </w:rPr>
        <w:t>3</w:t>
      </w:r>
      <w:r w:rsidRPr="00814A61">
        <w:rPr>
          <w:rFonts w:ascii="Times New Roman" w:hAnsi="Times New Roman"/>
          <w:sz w:val="24"/>
          <w:szCs w:val="24"/>
        </w:rPr>
        <w:t>60 тыс. рублей, в том числе:</w:t>
      </w:r>
    </w:p>
    <w:p w:rsidR="0009156E" w:rsidRPr="00814A61" w:rsidRDefault="0009156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федерального бюджета  960 тыс. рублей:</w:t>
      </w:r>
    </w:p>
    <w:p w:rsidR="0009156E" w:rsidRPr="00814A61" w:rsidRDefault="0009156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областного бюджета   240 тыс. рублей:</w:t>
      </w:r>
    </w:p>
    <w:p w:rsidR="0009156E" w:rsidRPr="00814A61" w:rsidRDefault="0009156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xml:space="preserve">- </w:t>
      </w:r>
      <w:r>
        <w:rPr>
          <w:rFonts w:ascii="Times New Roman" w:hAnsi="Times New Roman"/>
          <w:sz w:val="24"/>
          <w:szCs w:val="24"/>
        </w:rPr>
        <w:t>из средств местного  бюджета - 1</w:t>
      </w:r>
      <w:r w:rsidRPr="00814A61">
        <w:rPr>
          <w:rFonts w:ascii="Times New Roman" w:hAnsi="Times New Roman"/>
          <w:sz w:val="24"/>
          <w:szCs w:val="24"/>
        </w:rPr>
        <w:t>60 тыс. рублей.</w:t>
      </w:r>
    </w:p>
    <w:p w:rsidR="0009156E" w:rsidRDefault="0009156E" w:rsidP="008228E7"/>
    <w:p w:rsidR="0009156E" w:rsidRPr="00A819E6" w:rsidRDefault="0009156E" w:rsidP="00260113">
      <w:pPr>
        <w:widowControl w:val="0"/>
        <w:autoSpaceDE w:val="0"/>
        <w:autoSpaceDN w:val="0"/>
        <w:adjustRightInd w:val="0"/>
        <w:jc w:val="both"/>
        <w:rPr>
          <w:b/>
        </w:rPr>
      </w:pPr>
      <w:r w:rsidRPr="00A819E6">
        <w:rPr>
          <w:b/>
          <w:u w:val="single"/>
        </w:rPr>
        <w:t xml:space="preserve">Мероприятие </w:t>
      </w:r>
      <w:r>
        <w:rPr>
          <w:b/>
          <w:u w:val="single"/>
        </w:rPr>
        <w:t>2</w:t>
      </w:r>
      <w:r w:rsidRPr="00A819E6">
        <w:rPr>
          <w:b/>
          <w:u w:val="single"/>
        </w:rPr>
        <w:t>.</w:t>
      </w:r>
      <w:r w:rsidRPr="00A819E6">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09156E" w:rsidRPr="008368E4" w:rsidRDefault="0009156E" w:rsidP="00260113">
      <w:pPr>
        <w:widowControl w:val="0"/>
        <w:autoSpaceDE w:val="0"/>
        <w:autoSpaceDN w:val="0"/>
        <w:adjustRightInd w:val="0"/>
        <w:ind w:firstLine="540"/>
        <w:jc w:val="both"/>
      </w:pPr>
      <w:r w:rsidRPr="008368E4">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09156E" w:rsidRPr="008368E4" w:rsidRDefault="0009156E" w:rsidP="00260113">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09156E" w:rsidRPr="008368E4" w:rsidRDefault="0009156E" w:rsidP="00260113">
      <w:pPr>
        <w:jc w:val="both"/>
        <w:rPr>
          <w:rFonts w:eastAsia="Times New Roman"/>
          <w:lang w:eastAsia="ru-RU"/>
        </w:rPr>
      </w:pPr>
      <w:r w:rsidRPr="008368E4">
        <w:rPr>
          <w:rFonts w:eastAsia="Times New Roman"/>
          <w:lang w:eastAsia="ru-RU"/>
        </w:rPr>
        <w:t xml:space="preserve">Объем финансирования подпрограммы составляет –  </w:t>
      </w:r>
      <w:r>
        <w:rPr>
          <w:rFonts w:eastAsia="Times New Roman"/>
          <w:lang w:eastAsia="ru-RU"/>
        </w:rPr>
        <w:t>2800</w:t>
      </w:r>
      <w:r w:rsidRPr="008368E4">
        <w:rPr>
          <w:rFonts w:eastAsia="Times New Roman"/>
          <w:lang w:eastAsia="ru-RU"/>
        </w:rPr>
        <w:t xml:space="preserve">,0 тыс. рублей, </w:t>
      </w:r>
    </w:p>
    <w:p w:rsidR="0009156E" w:rsidRPr="008368E4" w:rsidRDefault="0009156E" w:rsidP="00260113">
      <w:pPr>
        <w:jc w:val="both"/>
        <w:rPr>
          <w:rFonts w:eastAsia="Times New Roman"/>
          <w:lang w:eastAsia="ru-RU"/>
        </w:rPr>
      </w:pPr>
      <w:r w:rsidRPr="008368E4">
        <w:rPr>
          <w:rFonts w:eastAsia="Times New Roman"/>
          <w:lang w:eastAsia="ru-RU"/>
        </w:rPr>
        <w:t>в том числе:</w:t>
      </w:r>
    </w:p>
    <w:p w:rsidR="0009156E" w:rsidRPr="008368E4" w:rsidRDefault="0009156E" w:rsidP="00260113">
      <w:pPr>
        <w:pStyle w:val="ConsPlusNormal"/>
        <w:ind w:firstLine="540"/>
        <w:jc w:val="both"/>
        <w:rPr>
          <w:rFonts w:ascii="Times New Roman" w:hAnsi="Times New Roman"/>
          <w:sz w:val="24"/>
          <w:szCs w:val="24"/>
        </w:rPr>
      </w:pPr>
      <w:r w:rsidRPr="008368E4">
        <w:rPr>
          <w:rFonts w:ascii="Times New Roman" w:hAnsi="Times New Roman"/>
          <w:sz w:val="24"/>
          <w:szCs w:val="24"/>
        </w:rPr>
        <w:t xml:space="preserve">- из средств местного  бюджета </w:t>
      </w:r>
      <w:r>
        <w:rPr>
          <w:rFonts w:ascii="Times New Roman" w:hAnsi="Times New Roman"/>
          <w:sz w:val="24"/>
          <w:szCs w:val="24"/>
        </w:rPr>
        <w:t>28</w:t>
      </w:r>
      <w:r w:rsidRPr="008368E4">
        <w:rPr>
          <w:rFonts w:ascii="Times New Roman" w:hAnsi="Times New Roman"/>
          <w:sz w:val="24"/>
          <w:szCs w:val="24"/>
        </w:rPr>
        <w:t>00 тыс. рублей:</w:t>
      </w:r>
    </w:p>
    <w:p w:rsidR="0009156E" w:rsidRDefault="0009156E" w:rsidP="00B02BCF">
      <w:pPr>
        <w:pStyle w:val="ConsPlusNormal"/>
        <w:tabs>
          <w:tab w:val="left" w:pos="4021"/>
        </w:tabs>
        <w:ind w:firstLine="540"/>
        <w:jc w:val="both"/>
        <w:rPr>
          <w:rFonts w:ascii="Times New Roman" w:hAnsi="Times New Roman"/>
          <w:sz w:val="24"/>
          <w:szCs w:val="24"/>
        </w:rPr>
      </w:pPr>
      <w:r w:rsidRPr="008368E4">
        <w:rPr>
          <w:rFonts w:ascii="Times New Roman" w:hAnsi="Times New Roman"/>
          <w:sz w:val="24"/>
          <w:szCs w:val="24"/>
        </w:rPr>
        <w:t xml:space="preserve">2016 год – </w:t>
      </w:r>
      <w:r>
        <w:rPr>
          <w:rFonts w:ascii="Times New Roman" w:hAnsi="Times New Roman"/>
          <w:sz w:val="24"/>
          <w:szCs w:val="24"/>
        </w:rPr>
        <w:t>8</w:t>
      </w:r>
      <w:r w:rsidRPr="008368E4">
        <w:rPr>
          <w:rFonts w:ascii="Times New Roman" w:hAnsi="Times New Roman"/>
          <w:sz w:val="24"/>
          <w:szCs w:val="24"/>
        </w:rPr>
        <w:t>00 тыс. рублей</w:t>
      </w:r>
      <w:r>
        <w:rPr>
          <w:rFonts w:ascii="Times New Roman" w:hAnsi="Times New Roman"/>
          <w:sz w:val="24"/>
          <w:szCs w:val="24"/>
        </w:rPr>
        <w:t>.</w:t>
      </w:r>
      <w:r>
        <w:rPr>
          <w:rFonts w:ascii="Times New Roman" w:hAnsi="Times New Roman"/>
          <w:sz w:val="24"/>
          <w:szCs w:val="24"/>
        </w:rPr>
        <w:tab/>
      </w:r>
    </w:p>
    <w:p w:rsidR="0009156E" w:rsidRDefault="0009156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2017- 0 тыс. руб.</w:t>
      </w:r>
    </w:p>
    <w:p w:rsidR="0009156E" w:rsidRDefault="0009156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2018- 1000 тыс. руб.</w:t>
      </w:r>
    </w:p>
    <w:p w:rsidR="0009156E" w:rsidRPr="008368E4" w:rsidRDefault="0009156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2018- 1000 тыс. руб.</w:t>
      </w:r>
    </w:p>
    <w:p w:rsidR="0009156E" w:rsidRPr="00023370" w:rsidRDefault="0009156E" w:rsidP="00260113">
      <w:pPr>
        <w:jc w:val="both"/>
        <w:outlineLvl w:val="2"/>
        <w:rPr>
          <w:color w:val="000000"/>
        </w:rPr>
      </w:pPr>
    </w:p>
    <w:p w:rsidR="0009156E" w:rsidRPr="005F00DB" w:rsidRDefault="0009156E" w:rsidP="008228E7">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09156E" w:rsidRPr="005F00DB" w:rsidRDefault="0009156E" w:rsidP="008228E7">
      <w:pPr>
        <w:pStyle w:val="dktexjustify"/>
        <w:shd w:val="clear" w:color="auto" w:fill="FFFFFF"/>
        <w:jc w:val="both"/>
      </w:pPr>
      <w:r w:rsidRPr="005F00DB">
        <w:t>К основным мерам муниципального и правового регулирования, направленным на выполнение мероприятий подпрограммы , относятся:</w:t>
      </w:r>
    </w:p>
    <w:p w:rsidR="0009156E" w:rsidRPr="005F00DB" w:rsidRDefault="0009156E" w:rsidP="008228E7">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09156E" w:rsidRPr="005F00DB" w:rsidRDefault="0009156E" w:rsidP="008228E7">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09156E" w:rsidRPr="005F00DB" w:rsidRDefault="0009156E" w:rsidP="008228E7">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09156E" w:rsidRPr="005F00DB" w:rsidRDefault="0009156E" w:rsidP="008228E7">
      <w:pPr>
        <w:rPr>
          <w:b/>
        </w:rPr>
      </w:pPr>
    </w:p>
    <w:p w:rsidR="0009156E" w:rsidRPr="005F00DB" w:rsidRDefault="0009156E" w:rsidP="008228E7">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09156E" w:rsidRDefault="0009156E" w:rsidP="008228E7">
      <w:pPr>
        <w:ind w:left="360"/>
        <w:rPr>
          <w:b/>
          <w:sz w:val="26"/>
          <w:szCs w:val="26"/>
        </w:rPr>
      </w:pPr>
    </w:p>
    <w:p w:rsidR="0009156E" w:rsidRPr="005F00DB" w:rsidRDefault="0009156E" w:rsidP="008228E7">
      <w:pPr>
        <w:ind w:left="360"/>
        <w:rPr>
          <w:sz w:val="26"/>
          <w:szCs w:val="26"/>
        </w:rPr>
      </w:pPr>
      <w:r w:rsidRPr="005F00DB">
        <w:rPr>
          <w:b/>
          <w:sz w:val="26"/>
          <w:szCs w:val="26"/>
        </w:rPr>
        <w:lastRenderedPageBreak/>
        <w:t xml:space="preserve">Раздел 6. «Финансовое обеспечение муниципальной подпрограммы». </w:t>
      </w:r>
    </w:p>
    <w:p w:rsidR="0009156E" w:rsidRPr="00B02BCF" w:rsidRDefault="0009156E" w:rsidP="008228E7">
      <w:pPr>
        <w:ind w:left="360"/>
        <w:rPr>
          <w:color w:val="FF0000"/>
          <w:szCs w:val="28"/>
        </w:rPr>
      </w:pPr>
    </w:p>
    <w:p w:rsidR="0009156E" w:rsidRPr="00BD5226" w:rsidRDefault="0009156E" w:rsidP="008228E7">
      <w:pPr>
        <w:pStyle w:val="ConsPlusNormal"/>
        <w:ind w:firstLine="0"/>
        <w:jc w:val="both"/>
        <w:rPr>
          <w:rFonts w:ascii="Times New Roman" w:hAnsi="Times New Roman"/>
          <w:color w:val="0000FF"/>
          <w:sz w:val="24"/>
          <w:szCs w:val="24"/>
        </w:rPr>
      </w:pPr>
      <w:r w:rsidRPr="00BD5226">
        <w:rPr>
          <w:rFonts w:ascii="Times New Roman" w:hAnsi="Times New Roman"/>
          <w:color w:val="0000FF"/>
          <w:sz w:val="24"/>
          <w:szCs w:val="24"/>
        </w:rPr>
        <w:t xml:space="preserve">  Общий объем финансовых средств  для  реализации подпрограммы составляет </w:t>
      </w:r>
      <w:r>
        <w:rPr>
          <w:rFonts w:ascii="Times New Roman" w:hAnsi="Times New Roman"/>
          <w:color w:val="0000FF"/>
          <w:sz w:val="24"/>
          <w:szCs w:val="24"/>
        </w:rPr>
        <w:t>4160</w:t>
      </w:r>
      <w:r w:rsidRPr="00BD5226">
        <w:rPr>
          <w:rFonts w:ascii="Times New Roman" w:hAnsi="Times New Roman"/>
          <w:color w:val="0000FF"/>
          <w:sz w:val="24"/>
          <w:szCs w:val="24"/>
        </w:rPr>
        <w:t xml:space="preserve">  тыс. руб.</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федерального бюджета    960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- 960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областного бюджета   240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240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 из средств местного  бюджета – </w:t>
      </w:r>
      <w:r>
        <w:rPr>
          <w:rFonts w:ascii="Times New Roman" w:hAnsi="Times New Roman"/>
          <w:color w:val="0000FF"/>
          <w:sz w:val="24"/>
          <w:szCs w:val="24"/>
        </w:rPr>
        <w:t>29</w:t>
      </w:r>
      <w:r w:rsidRPr="00BD5226">
        <w:rPr>
          <w:rFonts w:ascii="Times New Roman" w:hAnsi="Times New Roman"/>
          <w:color w:val="0000FF"/>
          <w:sz w:val="24"/>
          <w:szCs w:val="24"/>
        </w:rPr>
        <w:t>60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- 60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2015 год - 100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2016 год - </w:t>
      </w:r>
      <w:r>
        <w:rPr>
          <w:rFonts w:ascii="Times New Roman" w:hAnsi="Times New Roman"/>
          <w:color w:val="0000FF"/>
          <w:sz w:val="24"/>
          <w:szCs w:val="24"/>
        </w:rPr>
        <w:t>8</w:t>
      </w:r>
      <w:r w:rsidRPr="00BD5226">
        <w:rPr>
          <w:rFonts w:ascii="Times New Roman" w:hAnsi="Times New Roman"/>
          <w:color w:val="0000FF"/>
          <w:sz w:val="24"/>
          <w:szCs w:val="24"/>
        </w:rPr>
        <w:t>00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2017 год - 0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2018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09156E" w:rsidRPr="00BD5226" w:rsidRDefault="0009156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2019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09156E" w:rsidRPr="005F00DB" w:rsidRDefault="0009156E" w:rsidP="008228E7">
      <w:pPr>
        <w:pStyle w:val="ConsPlusNormal"/>
        <w:ind w:firstLine="540"/>
        <w:jc w:val="both"/>
        <w:rPr>
          <w:rFonts w:ascii="Times New Roman" w:hAnsi="Times New Roman"/>
          <w:sz w:val="24"/>
          <w:szCs w:val="24"/>
        </w:rPr>
      </w:pPr>
    </w:p>
    <w:p w:rsidR="0009156E" w:rsidRPr="005F00DB" w:rsidRDefault="0009156E" w:rsidP="008228E7">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09156E" w:rsidRPr="005F00DB" w:rsidRDefault="0009156E" w:rsidP="008228E7">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09156E" w:rsidRPr="005F00DB" w:rsidRDefault="0009156E" w:rsidP="008228E7">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09156E" w:rsidRPr="005F00DB" w:rsidRDefault="0009156E" w:rsidP="008228E7">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09156E" w:rsidRDefault="0009156E" w:rsidP="008228E7">
      <w:pPr>
        <w:jc w:val="right"/>
        <w:rPr>
          <w:sz w:val="28"/>
          <w:szCs w:val="28"/>
        </w:rPr>
      </w:pPr>
    </w:p>
    <w:p w:rsidR="0009156E" w:rsidRPr="005F00DB" w:rsidRDefault="0009156E" w:rsidP="008228E7">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09156E" w:rsidRPr="005F00DB" w:rsidRDefault="0009156E" w:rsidP="008228E7">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09156E" w:rsidRPr="005F00DB" w:rsidRDefault="0009156E" w:rsidP="008228E7">
      <w:pPr>
        <w:pStyle w:val="4"/>
        <w:shd w:val="clear" w:color="auto" w:fill="FFFFFF"/>
        <w:rPr>
          <w:sz w:val="24"/>
          <w:szCs w:val="24"/>
        </w:rPr>
      </w:pPr>
      <w:r w:rsidRPr="005F00DB">
        <w:rPr>
          <w:sz w:val="24"/>
          <w:szCs w:val="24"/>
        </w:rPr>
        <w:t>Риски невыполнения подпрограммы</w:t>
      </w:r>
    </w:p>
    <w:p w:rsidR="0009156E" w:rsidRPr="005F00DB" w:rsidRDefault="0009156E" w:rsidP="00822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09156E" w:rsidRPr="005F00DB" w:rsidTr="008228E7">
        <w:tc>
          <w:tcPr>
            <w:tcW w:w="2630" w:type="dxa"/>
          </w:tcPr>
          <w:p w:rsidR="0009156E" w:rsidRPr="005F00DB" w:rsidRDefault="0009156E" w:rsidP="008228E7">
            <w:r w:rsidRPr="005F00DB">
              <w:t xml:space="preserve">Наименование рисков  </w:t>
            </w:r>
          </w:p>
        </w:tc>
        <w:tc>
          <w:tcPr>
            <w:tcW w:w="2419" w:type="dxa"/>
          </w:tcPr>
          <w:p w:rsidR="0009156E" w:rsidRPr="005F00DB" w:rsidRDefault="0009156E" w:rsidP="008228E7">
            <w:r w:rsidRPr="005F00DB">
              <w:t>Вероятность</w:t>
            </w:r>
          </w:p>
        </w:tc>
        <w:tc>
          <w:tcPr>
            <w:tcW w:w="2374" w:type="dxa"/>
          </w:tcPr>
          <w:p w:rsidR="0009156E" w:rsidRPr="005F00DB" w:rsidRDefault="0009156E" w:rsidP="008228E7">
            <w:r w:rsidRPr="005F00DB">
              <w:t>Сила влияния</w:t>
            </w:r>
          </w:p>
        </w:tc>
        <w:tc>
          <w:tcPr>
            <w:tcW w:w="2593" w:type="dxa"/>
          </w:tcPr>
          <w:p w:rsidR="0009156E" w:rsidRPr="005F00DB" w:rsidRDefault="0009156E" w:rsidP="008228E7">
            <w:r w:rsidRPr="005F00DB">
              <w:t xml:space="preserve">Способ преодоления риска   </w:t>
            </w:r>
          </w:p>
        </w:tc>
      </w:tr>
      <w:tr w:rsidR="0009156E" w:rsidRPr="005F00DB" w:rsidTr="008228E7">
        <w:tc>
          <w:tcPr>
            <w:tcW w:w="10016" w:type="dxa"/>
            <w:gridSpan w:val="4"/>
          </w:tcPr>
          <w:p w:rsidR="0009156E" w:rsidRPr="005F00DB" w:rsidRDefault="0009156E" w:rsidP="008228E7">
            <w:pPr>
              <w:jc w:val="center"/>
              <w:rPr>
                <w:b/>
              </w:rPr>
            </w:pPr>
            <w:r w:rsidRPr="005F00DB">
              <w:rPr>
                <w:b/>
              </w:rPr>
              <w:t>Риски, связанные с недофинансированием подпрограммы</w:t>
            </w:r>
          </w:p>
        </w:tc>
      </w:tr>
      <w:tr w:rsidR="0009156E" w:rsidRPr="005F00DB" w:rsidTr="008228E7">
        <w:tc>
          <w:tcPr>
            <w:tcW w:w="2630" w:type="dxa"/>
          </w:tcPr>
          <w:p w:rsidR="0009156E" w:rsidRPr="005F00DB" w:rsidRDefault="0009156E" w:rsidP="008228E7">
            <w:r w:rsidRPr="005F00DB">
              <w:t xml:space="preserve">Недофинансирование со стороны  федерального бюджета </w:t>
            </w:r>
          </w:p>
        </w:tc>
        <w:tc>
          <w:tcPr>
            <w:tcW w:w="2419" w:type="dxa"/>
          </w:tcPr>
          <w:p w:rsidR="0009156E" w:rsidRPr="005F00DB" w:rsidRDefault="0009156E" w:rsidP="008228E7">
            <w:r w:rsidRPr="005F00DB">
              <w:t>высокая</w:t>
            </w:r>
          </w:p>
        </w:tc>
        <w:tc>
          <w:tcPr>
            <w:tcW w:w="2374" w:type="dxa"/>
          </w:tcPr>
          <w:p w:rsidR="0009156E" w:rsidRPr="005F00DB" w:rsidRDefault="0009156E" w:rsidP="008228E7">
            <w:r w:rsidRPr="005F00DB">
              <w:t>высокая</w:t>
            </w:r>
          </w:p>
        </w:tc>
        <w:tc>
          <w:tcPr>
            <w:tcW w:w="2593" w:type="dxa"/>
          </w:tcPr>
          <w:p w:rsidR="0009156E" w:rsidRPr="005F00DB" w:rsidRDefault="0009156E" w:rsidP="008228E7">
            <w:r w:rsidRPr="005F00DB">
              <w:t xml:space="preserve">определение приоритетов для первоочередного финансирования; мониторинг эффективности бюджетных вложений </w:t>
            </w:r>
          </w:p>
        </w:tc>
      </w:tr>
      <w:tr w:rsidR="0009156E" w:rsidRPr="005F00DB" w:rsidTr="008228E7">
        <w:tc>
          <w:tcPr>
            <w:tcW w:w="2630" w:type="dxa"/>
          </w:tcPr>
          <w:p w:rsidR="0009156E" w:rsidRPr="005F00DB" w:rsidRDefault="0009156E" w:rsidP="008228E7">
            <w:r w:rsidRPr="005F00DB">
              <w:t>Недофинансирование со стороны  областного бюджета</w:t>
            </w:r>
          </w:p>
        </w:tc>
        <w:tc>
          <w:tcPr>
            <w:tcW w:w="2419" w:type="dxa"/>
          </w:tcPr>
          <w:p w:rsidR="0009156E" w:rsidRPr="005F00DB" w:rsidRDefault="0009156E" w:rsidP="008228E7">
            <w:r w:rsidRPr="005F00DB">
              <w:t>высокая</w:t>
            </w:r>
          </w:p>
        </w:tc>
        <w:tc>
          <w:tcPr>
            <w:tcW w:w="2374" w:type="dxa"/>
          </w:tcPr>
          <w:p w:rsidR="0009156E" w:rsidRPr="005F00DB" w:rsidRDefault="0009156E" w:rsidP="008228E7">
            <w:r w:rsidRPr="005F00DB">
              <w:t>высокая</w:t>
            </w:r>
          </w:p>
        </w:tc>
        <w:tc>
          <w:tcPr>
            <w:tcW w:w="2593" w:type="dxa"/>
          </w:tcPr>
          <w:p w:rsidR="0009156E" w:rsidRPr="005F00DB" w:rsidRDefault="0009156E" w:rsidP="008228E7">
            <w:r w:rsidRPr="005F00DB">
              <w:t>определение приоритетов для первоочередного финансирования; мониторинг эффективности бюджетных вложений</w:t>
            </w:r>
          </w:p>
        </w:tc>
      </w:tr>
      <w:tr w:rsidR="0009156E" w:rsidRPr="005F00DB" w:rsidTr="008228E7">
        <w:tc>
          <w:tcPr>
            <w:tcW w:w="2630" w:type="dxa"/>
          </w:tcPr>
          <w:p w:rsidR="0009156E" w:rsidRPr="005F00DB" w:rsidRDefault="0009156E" w:rsidP="008228E7">
            <w:r w:rsidRPr="005F00DB">
              <w:t xml:space="preserve">Недофинансирование со стороны  районного </w:t>
            </w:r>
            <w:r w:rsidRPr="005F00DB">
              <w:lastRenderedPageBreak/>
              <w:t>бюджета</w:t>
            </w:r>
          </w:p>
        </w:tc>
        <w:tc>
          <w:tcPr>
            <w:tcW w:w="2419" w:type="dxa"/>
          </w:tcPr>
          <w:p w:rsidR="0009156E" w:rsidRPr="005F00DB" w:rsidRDefault="0009156E" w:rsidP="008228E7">
            <w:r w:rsidRPr="005F00DB">
              <w:lastRenderedPageBreak/>
              <w:t>высокая</w:t>
            </w:r>
          </w:p>
        </w:tc>
        <w:tc>
          <w:tcPr>
            <w:tcW w:w="2374" w:type="dxa"/>
          </w:tcPr>
          <w:p w:rsidR="0009156E" w:rsidRPr="005F00DB" w:rsidRDefault="0009156E" w:rsidP="008228E7">
            <w:r w:rsidRPr="005F00DB">
              <w:t>средняя</w:t>
            </w:r>
          </w:p>
        </w:tc>
        <w:tc>
          <w:tcPr>
            <w:tcW w:w="2593" w:type="dxa"/>
          </w:tcPr>
          <w:p w:rsidR="0009156E" w:rsidRPr="005F00DB" w:rsidRDefault="0009156E" w:rsidP="008228E7">
            <w:r w:rsidRPr="005F00DB">
              <w:t xml:space="preserve">мониторинг эффективности </w:t>
            </w:r>
            <w:r w:rsidRPr="005F00DB">
              <w:lastRenderedPageBreak/>
              <w:t>бюджетных вложений</w:t>
            </w:r>
          </w:p>
        </w:tc>
      </w:tr>
      <w:tr w:rsidR="0009156E" w:rsidRPr="005F00DB" w:rsidTr="008228E7">
        <w:tc>
          <w:tcPr>
            <w:tcW w:w="10016" w:type="dxa"/>
            <w:gridSpan w:val="4"/>
          </w:tcPr>
          <w:p w:rsidR="0009156E" w:rsidRPr="005F00DB" w:rsidRDefault="0009156E" w:rsidP="008228E7">
            <w:pPr>
              <w:jc w:val="center"/>
            </w:pPr>
            <w:r w:rsidRPr="005F00DB">
              <w:rPr>
                <w:b/>
              </w:rPr>
              <w:t>Риски, связанные с изменением внешней среды</w:t>
            </w:r>
          </w:p>
        </w:tc>
      </w:tr>
      <w:tr w:rsidR="0009156E" w:rsidRPr="005F00DB" w:rsidTr="008228E7">
        <w:tc>
          <w:tcPr>
            <w:tcW w:w="2630" w:type="dxa"/>
          </w:tcPr>
          <w:p w:rsidR="0009156E" w:rsidRPr="005F00DB" w:rsidRDefault="0009156E" w:rsidP="008228E7">
            <w:r w:rsidRPr="005F00DB">
              <w:t>Изменения налогового законодательства</w:t>
            </w:r>
          </w:p>
        </w:tc>
        <w:tc>
          <w:tcPr>
            <w:tcW w:w="2419" w:type="dxa"/>
          </w:tcPr>
          <w:p w:rsidR="0009156E" w:rsidRPr="005F00DB" w:rsidRDefault="0009156E" w:rsidP="008228E7">
            <w:r w:rsidRPr="005F00DB">
              <w:t xml:space="preserve">Средняя </w:t>
            </w:r>
          </w:p>
        </w:tc>
        <w:tc>
          <w:tcPr>
            <w:tcW w:w="2374" w:type="dxa"/>
          </w:tcPr>
          <w:p w:rsidR="0009156E" w:rsidRPr="005F00DB" w:rsidRDefault="0009156E" w:rsidP="008228E7">
            <w:r w:rsidRPr="005F00DB">
              <w:t>высокая</w:t>
            </w:r>
          </w:p>
        </w:tc>
        <w:tc>
          <w:tcPr>
            <w:tcW w:w="2593" w:type="dxa"/>
          </w:tcPr>
          <w:p w:rsidR="0009156E" w:rsidRPr="005F00DB" w:rsidRDefault="0009156E" w:rsidP="008228E7">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09156E" w:rsidRPr="005F00DB" w:rsidTr="008228E7">
        <w:tc>
          <w:tcPr>
            <w:tcW w:w="2630" w:type="dxa"/>
          </w:tcPr>
          <w:p w:rsidR="0009156E" w:rsidRPr="005F00DB" w:rsidRDefault="0009156E" w:rsidP="008228E7">
            <w:r w:rsidRPr="005F00DB">
              <w:t>Изменения федерального и областного законодательства в сфере государственной поддержки МСП</w:t>
            </w:r>
          </w:p>
        </w:tc>
        <w:tc>
          <w:tcPr>
            <w:tcW w:w="2419" w:type="dxa"/>
          </w:tcPr>
          <w:p w:rsidR="0009156E" w:rsidRPr="005F00DB" w:rsidRDefault="0009156E" w:rsidP="008228E7">
            <w:r w:rsidRPr="005F00DB">
              <w:t xml:space="preserve">Средняя </w:t>
            </w:r>
          </w:p>
        </w:tc>
        <w:tc>
          <w:tcPr>
            <w:tcW w:w="2374" w:type="dxa"/>
          </w:tcPr>
          <w:p w:rsidR="0009156E" w:rsidRPr="005F00DB" w:rsidRDefault="0009156E" w:rsidP="008228E7">
            <w:r w:rsidRPr="005F00DB">
              <w:t>высокая</w:t>
            </w:r>
          </w:p>
        </w:tc>
        <w:tc>
          <w:tcPr>
            <w:tcW w:w="2593" w:type="dxa"/>
          </w:tcPr>
          <w:p w:rsidR="0009156E" w:rsidRPr="005F00DB" w:rsidRDefault="0009156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09156E" w:rsidRPr="005F00DB" w:rsidRDefault="0009156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09156E" w:rsidRPr="005F00DB" w:rsidRDefault="0009156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09156E" w:rsidRPr="005F00DB" w:rsidRDefault="0009156E" w:rsidP="008228E7">
            <w:r w:rsidRPr="005F00DB">
              <w:t>общественными                                             объединениями                                              предпринимателей</w:t>
            </w:r>
          </w:p>
        </w:tc>
      </w:tr>
      <w:tr w:rsidR="0009156E" w:rsidRPr="005F00DB" w:rsidTr="008228E7">
        <w:tc>
          <w:tcPr>
            <w:tcW w:w="2630" w:type="dxa"/>
          </w:tcPr>
          <w:p w:rsidR="0009156E" w:rsidRPr="005F00DB" w:rsidRDefault="0009156E" w:rsidP="008228E7">
            <w:r w:rsidRPr="005F00DB">
              <w:t>Снижение актуальности мероприятий</w:t>
            </w:r>
          </w:p>
        </w:tc>
        <w:tc>
          <w:tcPr>
            <w:tcW w:w="2419" w:type="dxa"/>
          </w:tcPr>
          <w:p w:rsidR="0009156E" w:rsidRPr="005F00DB" w:rsidRDefault="0009156E" w:rsidP="008228E7">
            <w:r w:rsidRPr="005F00DB">
              <w:t xml:space="preserve">Средняя </w:t>
            </w:r>
          </w:p>
        </w:tc>
        <w:tc>
          <w:tcPr>
            <w:tcW w:w="2374" w:type="dxa"/>
          </w:tcPr>
          <w:p w:rsidR="0009156E" w:rsidRPr="005F00DB" w:rsidRDefault="0009156E" w:rsidP="008228E7">
            <w:r w:rsidRPr="005F00DB">
              <w:t>высокая</w:t>
            </w:r>
          </w:p>
        </w:tc>
        <w:tc>
          <w:tcPr>
            <w:tcW w:w="2593" w:type="dxa"/>
          </w:tcPr>
          <w:p w:rsidR="0009156E" w:rsidRPr="005F00DB" w:rsidRDefault="0009156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09156E" w:rsidRPr="005F00DB" w:rsidRDefault="0009156E" w:rsidP="008228E7">
            <w:r w:rsidRPr="005F00DB">
              <w:t>эффективности мероприятий Программы;                                             перераспределение средств между мероприятиями Программы</w:t>
            </w:r>
          </w:p>
        </w:tc>
      </w:tr>
      <w:tr w:rsidR="0009156E" w:rsidRPr="005F00DB" w:rsidTr="008228E7">
        <w:tc>
          <w:tcPr>
            <w:tcW w:w="10016" w:type="dxa"/>
            <w:gridSpan w:val="4"/>
          </w:tcPr>
          <w:p w:rsidR="0009156E" w:rsidRPr="005F00DB" w:rsidRDefault="0009156E" w:rsidP="008228E7">
            <w:pPr>
              <w:jc w:val="center"/>
              <w:rPr>
                <w:b/>
              </w:rPr>
            </w:pPr>
            <w:r w:rsidRPr="005F00DB">
              <w:rPr>
                <w:b/>
              </w:rPr>
              <w:t>Риски, связанные с человеческим фактором</w:t>
            </w:r>
          </w:p>
        </w:tc>
      </w:tr>
      <w:tr w:rsidR="0009156E" w:rsidRPr="005F00DB" w:rsidTr="008228E7">
        <w:tc>
          <w:tcPr>
            <w:tcW w:w="2630" w:type="dxa"/>
          </w:tcPr>
          <w:p w:rsidR="0009156E" w:rsidRPr="005F00DB" w:rsidRDefault="0009156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09156E" w:rsidRPr="005F00DB" w:rsidRDefault="0009156E" w:rsidP="008228E7">
            <w:r w:rsidRPr="005F00DB">
              <w:t>средняя</w:t>
            </w:r>
          </w:p>
        </w:tc>
        <w:tc>
          <w:tcPr>
            <w:tcW w:w="2374" w:type="dxa"/>
          </w:tcPr>
          <w:p w:rsidR="0009156E" w:rsidRPr="005F00DB" w:rsidRDefault="0009156E" w:rsidP="008228E7">
            <w:r w:rsidRPr="005F00DB">
              <w:t>средняя</w:t>
            </w:r>
          </w:p>
        </w:tc>
        <w:tc>
          <w:tcPr>
            <w:tcW w:w="2593" w:type="dxa"/>
          </w:tcPr>
          <w:p w:rsidR="0009156E" w:rsidRPr="005F00DB" w:rsidRDefault="0009156E" w:rsidP="008228E7">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09156E" w:rsidRPr="005F00DB" w:rsidTr="008228E7">
        <w:tc>
          <w:tcPr>
            <w:tcW w:w="2630" w:type="dxa"/>
          </w:tcPr>
          <w:p w:rsidR="0009156E" w:rsidRPr="005F00DB" w:rsidRDefault="0009156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09156E" w:rsidRPr="005F00DB" w:rsidRDefault="0009156E" w:rsidP="008228E7">
            <w:r w:rsidRPr="005F00DB">
              <w:t>средняя</w:t>
            </w:r>
          </w:p>
        </w:tc>
        <w:tc>
          <w:tcPr>
            <w:tcW w:w="2374" w:type="dxa"/>
          </w:tcPr>
          <w:p w:rsidR="0009156E" w:rsidRPr="005F00DB" w:rsidRDefault="0009156E" w:rsidP="008228E7">
            <w:r w:rsidRPr="005F00DB">
              <w:t>средняя</w:t>
            </w:r>
          </w:p>
        </w:tc>
        <w:tc>
          <w:tcPr>
            <w:tcW w:w="2593" w:type="dxa"/>
          </w:tcPr>
          <w:p w:rsidR="0009156E" w:rsidRPr="005F00DB" w:rsidRDefault="0009156E" w:rsidP="008228E7">
            <w:r w:rsidRPr="005F00DB">
              <w:t xml:space="preserve">корректировка мероприятий  активность МСП Программы с привлечением представителей МСП </w:t>
            </w:r>
          </w:p>
        </w:tc>
      </w:tr>
      <w:tr w:rsidR="0009156E" w:rsidRPr="005F00DB" w:rsidTr="008228E7">
        <w:tc>
          <w:tcPr>
            <w:tcW w:w="10016" w:type="dxa"/>
            <w:gridSpan w:val="4"/>
          </w:tcPr>
          <w:p w:rsidR="0009156E" w:rsidRPr="005F00DB" w:rsidRDefault="0009156E" w:rsidP="008228E7">
            <w:pPr>
              <w:jc w:val="center"/>
              <w:rPr>
                <w:b/>
              </w:rPr>
            </w:pPr>
            <w:r w:rsidRPr="005F00DB">
              <w:rPr>
                <w:b/>
              </w:rPr>
              <w:t>Риски, связанные с негативными природными явлениями</w:t>
            </w:r>
          </w:p>
        </w:tc>
      </w:tr>
      <w:tr w:rsidR="0009156E" w:rsidRPr="005F00DB" w:rsidTr="008228E7">
        <w:tc>
          <w:tcPr>
            <w:tcW w:w="2630" w:type="dxa"/>
          </w:tcPr>
          <w:p w:rsidR="0009156E" w:rsidRPr="005F00DB" w:rsidRDefault="0009156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09156E" w:rsidRPr="005F00DB" w:rsidRDefault="0009156E" w:rsidP="008228E7">
            <w:pPr>
              <w:pStyle w:val="HTML"/>
              <w:shd w:val="clear" w:color="auto" w:fill="FFFFFF"/>
              <w:rPr>
                <w:rFonts w:ascii="Times New Roman" w:hAnsi="Times New Roman" w:cs="Times New Roman"/>
                <w:sz w:val="24"/>
                <w:szCs w:val="24"/>
              </w:rPr>
            </w:pPr>
          </w:p>
        </w:tc>
        <w:tc>
          <w:tcPr>
            <w:tcW w:w="2419" w:type="dxa"/>
          </w:tcPr>
          <w:p w:rsidR="0009156E" w:rsidRPr="005F00DB" w:rsidRDefault="0009156E" w:rsidP="008228E7">
            <w:r w:rsidRPr="005F00DB">
              <w:t xml:space="preserve">низкая </w:t>
            </w:r>
          </w:p>
        </w:tc>
        <w:tc>
          <w:tcPr>
            <w:tcW w:w="2374" w:type="dxa"/>
          </w:tcPr>
          <w:p w:rsidR="0009156E" w:rsidRPr="005F00DB" w:rsidRDefault="0009156E" w:rsidP="008228E7">
            <w:r w:rsidRPr="005F00DB">
              <w:t>средняя</w:t>
            </w:r>
          </w:p>
        </w:tc>
        <w:tc>
          <w:tcPr>
            <w:tcW w:w="2593" w:type="dxa"/>
          </w:tcPr>
          <w:p w:rsidR="0009156E" w:rsidRPr="005F00DB" w:rsidRDefault="0009156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09156E" w:rsidRPr="005F00DB" w:rsidRDefault="0009156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09156E" w:rsidRPr="005F00DB" w:rsidRDefault="0009156E" w:rsidP="008228E7">
            <w:r w:rsidRPr="005F00DB">
              <w:t>самоуправления по преодолению последствий</w:t>
            </w:r>
          </w:p>
        </w:tc>
      </w:tr>
    </w:tbl>
    <w:p w:rsidR="0009156E" w:rsidRPr="005F00DB" w:rsidRDefault="0009156E" w:rsidP="008228E7">
      <w:pPr>
        <w:ind w:firstLine="709"/>
        <w:rPr>
          <w:b/>
          <w:szCs w:val="28"/>
        </w:rPr>
      </w:pPr>
    </w:p>
    <w:p w:rsidR="0009156E" w:rsidRPr="005F00DB" w:rsidRDefault="0009156E" w:rsidP="008228E7">
      <w:pPr>
        <w:ind w:firstLine="709"/>
        <w:rPr>
          <w:b/>
          <w:sz w:val="26"/>
          <w:szCs w:val="26"/>
        </w:rPr>
      </w:pPr>
      <w:r w:rsidRPr="005F00DB">
        <w:rPr>
          <w:b/>
          <w:sz w:val="26"/>
          <w:szCs w:val="26"/>
        </w:rPr>
        <w:t>Раздел 8. «Оценка эффективности муниципальной подпрограммы».</w:t>
      </w:r>
    </w:p>
    <w:p w:rsidR="0009156E" w:rsidRPr="005F00DB" w:rsidRDefault="0009156E" w:rsidP="008228E7">
      <w:pPr>
        <w:ind w:firstLine="709"/>
        <w:rPr>
          <w:b/>
        </w:rPr>
      </w:pPr>
    </w:p>
    <w:p w:rsidR="0009156E" w:rsidRPr="005F00DB" w:rsidRDefault="0009156E" w:rsidP="008228E7">
      <w:pPr>
        <w:ind w:firstLine="709"/>
        <w:jc w:val="both"/>
      </w:pPr>
      <w:r w:rsidRPr="005F00DB">
        <w:t>Оценка эффективности подпрограммы  проводится в соответствии с постановлением администрации Таловского муниципального от 14.10.2013 г.  № 1026.</w:t>
      </w:r>
    </w:p>
    <w:p w:rsidR="0009156E" w:rsidRPr="005F00DB" w:rsidRDefault="0009156E" w:rsidP="008228E7">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09156E" w:rsidRPr="005F00DB" w:rsidRDefault="0009156E" w:rsidP="008228E7">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ед.  201</w:t>
      </w:r>
      <w:r>
        <w:t>3</w:t>
      </w:r>
      <w:r w:rsidRPr="005F00DB">
        <w:t xml:space="preserve"> г.  до  2</w:t>
      </w:r>
      <w:r>
        <w:t xml:space="preserve">50,1 </w:t>
      </w:r>
      <w:r w:rsidRPr="005F00DB">
        <w:t>ед. в  2019 г.</w:t>
      </w:r>
    </w:p>
    <w:p w:rsidR="0009156E" w:rsidRPr="005F00DB" w:rsidRDefault="0009156E" w:rsidP="001045AD">
      <w:r w:rsidRPr="005F00DB">
        <w:t>-</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r w:rsidRPr="005F00DB">
        <w:t>с</w:t>
      </w:r>
      <w:r>
        <w:t xml:space="preserve">1,23 руб. </w:t>
      </w:r>
      <w:r w:rsidRPr="005F00DB">
        <w:t xml:space="preserve">    201</w:t>
      </w:r>
      <w:r>
        <w:t>3</w:t>
      </w:r>
      <w:r w:rsidRPr="005F00DB">
        <w:t xml:space="preserve"> г.  до  </w:t>
      </w:r>
      <w:r>
        <w:t>1,7 руб.</w:t>
      </w:r>
      <w:r w:rsidRPr="005F00DB">
        <w:t xml:space="preserve"> 2019 г.</w:t>
      </w:r>
    </w:p>
    <w:p w:rsidR="0009156E" w:rsidRDefault="0009156E" w:rsidP="008228E7">
      <w:pPr>
        <w:jc w:val="right"/>
      </w:pPr>
    </w:p>
    <w:p w:rsidR="0009156E" w:rsidRPr="00432C5B"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Default="0009156E" w:rsidP="008228E7">
      <w:pPr>
        <w:jc w:val="right"/>
      </w:pPr>
    </w:p>
    <w:p w:rsidR="0009156E" w:rsidRPr="00895671" w:rsidRDefault="0009156E" w:rsidP="003D7AEE">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t xml:space="preserve">Подпрограмма 6 </w:t>
      </w:r>
      <w:r w:rsidRPr="00895671">
        <w:rPr>
          <w:b/>
          <w:color w:val="000000"/>
          <w:sz w:val="26"/>
          <w:szCs w:val="26"/>
          <w:u w:val="single"/>
        </w:rPr>
        <w:t>«Строительство спортивных сооружений на территории Таловского муниципального района».</w:t>
      </w:r>
    </w:p>
    <w:p w:rsidR="0009156E" w:rsidRPr="00895671" w:rsidRDefault="0009156E" w:rsidP="003D7AEE">
      <w:pPr>
        <w:ind w:left="42" w:firstLine="678"/>
        <w:jc w:val="both"/>
        <w:rPr>
          <w:rFonts w:eastAsia="Times New Roman"/>
          <w:b/>
          <w:color w:val="000000"/>
          <w:sz w:val="26"/>
          <w:szCs w:val="26"/>
          <w:u w:val="single"/>
          <w:lang w:eastAsia="ru-RU"/>
        </w:rPr>
      </w:pPr>
    </w:p>
    <w:p w:rsidR="0009156E" w:rsidRPr="00895671" w:rsidRDefault="0009156E" w:rsidP="003D7AEE">
      <w:pPr>
        <w:jc w:val="center"/>
        <w:rPr>
          <w:rFonts w:eastAsia="Times New Roman"/>
          <w:b/>
          <w:color w:val="000000"/>
          <w:lang w:eastAsia="ru-RU"/>
        </w:rPr>
      </w:pPr>
      <w:r w:rsidRPr="00895671">
        <w:rPr>
          <w:rFonts w:eastAsia="Times New Roman"/>
          <w:b/>
          <w:color w:val="000000"/>
          <w:lang w:eastAsia="ru-RU"/>
        </w:rPr>
        <w:lastRenderedPageBreak/>
        <w:t>ПАСПОРТ</w:t>
      </w:r>
    </w:p>
    <w:p w:rsidR="0009156E" w:rsidRPr="00A337B5" w:rsidRDefault="0009156E" w:rsidP="003D7AEE">
      <w:pPr>
        <w:jc w:val="center"/>
        <w:rPr>
          <w:rFonts w:eastAsia="Times New Roman"/>
          <w:b/>
          <w:color w:val="000000"/>
          <w:lang w:eastAsia="ru-RU"/>
        </w:rPr>
      </w:pPr>
      <w:r w:rsidRPr="00A337B5">
        <w:rPr>
          <w:rFonts w:eastAsia="Times New Roman"/>
          <w:b/>
          <w:color w:val="000000"/>
          <w:lang w:eastAsia="ru-RU"/>
        </w:rPr>
        <w:t xml:space="preserve">Подпрограммы </w:t>
      </w:r>
      <w:r w:rsidRPr="00A337B5">
        <w:rPr>
          <w:b/>
          <w:color w:val="000000"/>
        </w:rPr>
        <w:t xml:space="preserve">«Строительство спортивных сооружений на территории Таловского муниципального района» муниципальной программы Таловского муниципального района Воронежской области </w:t>
      </w:r>
      <w:r w:rsidRPr="00A337B5">
        <w:rPr>
          <w:b/>
        </w:rPr>
        <w:t>«Муниципальное управление и гражданское общество на 2014-2019 гг»</w:t>
      </w:r>
      <w:r w:rsidRPr="00A337B5">
        <w:rPr>
          <w:b/>
          <w:color w:val="000000"/>
        </w:rPr>
        <w:t>.</w:t>
      </w:r>
    </w:p>
    <w:p w:rsidR="0009156E" w:rsidRPr="00A337B5" w:rsidRDefault="0009156E" w:rsidP="003D7AEE">
      <w:pPr>
        <w:jc w:val="center"/>
        <w:rPr>
          <w:rFonts w:eastAsia="Times New Roman"/>
          <w:color w:val="000000"/>
          <w:lang w:eastAsia="ru-RU"/>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020"/>
      </w:tblGrid>
      <w:tr w:rsidR="0009156E" w:rsidRPr="00895671" w:rsidTr="00612961">
        <w:tc>
          <w:tcPr>
            <w:tcW w:w="3168"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7020"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Администрация Таловского муниципального района</w:t>
            </w:r>
          </w:p>
        </w:tc>
      </w:tr>
      <w:tr w:rsidR="0009156E" w:rsidRPr="00895671" w:rsidTr="00612961">
        <w:tc>
          <w:tcPr>
            <w:tcW w:w="3168"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7020" w:type="dxa"/>
            <w:shd w:val="clear" w:color="auto" w:fill="FFFFFF"/>
          </w:tcPr>
          <w:p w:rsidR="0009156E" w:rsidRPr="00895671" w:rsidRDefault="0009156E" w:rsidP="00612961">
            <w:pPr>
              <w:rPr>
                <w:rFonts w:eastAsia="Times New Roman"/>
                <w:color w:val="000000"/>
                <w:lang w:eastAsia="ru-RU"/>
              </w:rPr>
            </w:pPr>
            <w:r w:rsidRPr="00895671">
              <w:rPr>
                <w:rFonts w:eastAsia="Times New Roman"/>
                <w:color w:val="000000"/>
                <w:lang w:eastAsia="ru-RU"/>
              </w:rPr>
              <w:t> Администрация Таловского муниципального района</w:t>
            </w:r>
          </w:p>
        </w:tc>
      </w:tr>
      <w:tr w:rsidR="0009156E" w:rsidRPr="00895671" w:rsidTr="00612961">
        <w:tc>
          <w:tcPr>
            <w:tcW w:w="3168"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Перечень основных мероприятий подпрограммы</w:t>
            </w:r>
          </w:p>
        </w:tc>
        <w:tc>
          <w:tcPr>
            <w:tcW w:w="7020" w:type="dxa"/>
            <w:shd w:val="clear" w:color="auto" w:fill="FFFFFF"/>
          </w:tcPr>
          <w:p w:rsidR="0009156E" w:rsidRPr="00895671" w:rsidRDefault="0009156E" w:rsidP="00612961">
            <w:pPr>
              <w:rPr>
                <w:rFonts w:eastAsia="Times New Roman"/>
                <w:color w:val="000000"/>
                <w:lang w:eastAsia="ru-RU"/>
              </w:rPr>
            </w:pPr>
            <w:r w:rsidRPr="00895671">
              <w:rPr>
                <w:color w:val="000000"/>
              </w:rPr>
              <w:t>1.Строительство и реконструкция спортивных объектов муниципальной собственности</w:t>
            </w:r>
          </w:p>
        </w:tc>
      </w:tr>
      <w:tr w:rsidR="0009156E" w:rsidRPr="00895671" w:rsidTr="00612961">
        <w:tc>
          <w:tcPr>
            <w:tcW w:w="3168"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Цели и задачи подпрограммы</w:t>
            </w:r>
          </w:p>
        </w:tc>
        <w:tc>
          <w:tcPr>
            <w:tcW w:w="7020"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Цель:</w:t>
            </w:r>
          </w:p>
          <w:p w:rsidR="0009156E" w:rsidRPr="00895671" w:rsidRDefault="0009156E" w:rsidP="00612961">
            <w:pPr>
              <w:rPr>
                <w:rFonts w:eastAsia="Times New Roman"/>
                <w:color w:val="000000"/>
                <w:lang w:eastAsia="ru-RU"/>
              </w:rPr>
            </w:pPr>
            <w:r w:rsidRPr="00895671">
              <w:rPr>
                <w:rFonts w:eastAsia="Times New Roman"/>
                <w:color w:val="000000"/>
                <w:lang w:eastAsia="ru-RU"/>
              </w:rPr>
              <w:t>-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09156E" w:rsidRPr="00895671" w:rsidRDefault="0009156E" w:rsidP="00612961">
            <w:pPr>
              <w:rPr>
                <w:rFonts w:eastAsia="Times New Roman"/>
                <w:color w:val="000000"/>
                <w:lang w:eastAsia="ru-RU"/>
              </w:rPr>
            </w:pPr>
            <w:r w:rsidRPr="00895671">
              <w:rPr>
                <w:rFonts w:eastAsia="Times New Roman"/>
                <w:color w:val="000000"/>
                <w:lang w:eastAsia="ru-RU"/>
              </w:rPr>
              <w:t>Задачи:</w:t>
            </w:r>
          </w:p>
          <w:p w:rsidR="0009156E" w:rsidRPr="00895671" w:rsidRDefault="0009156E" w:rsidP="00612961">
            <w:pPr>
              <w:rPr>
                <w:rFonts w:eastAsia="Times New Roman"/>
                <w:color w:val="000000"/>
                <w:lang w:eastAsia="ru-RU"/>
              </w:rPr>
            </w:pPr>
            <w:r w:rsidRPr="00895671">
              <w:rPr>
                <w:rFonts w:eastAsia="Times New Roman"/>
                <w:color w:val="000000"/>
                <w:lang w:eastAsia="ru-RU"/>
              </w:rPr>
              <w:t>- создание благоприятных условий для занятий физической культурой и спортом  в Таловском муниципальном районе;</w:t>
            </w:r>
          </w:p>
          <w:p w:rsidR="0009156E" w:rsidRPr="00895671" w:rsidRDefault="0009156E" w:rsidP="00612961">
            <w:pPr>
              <w:rPr>
                <w:rFonts w:eastAsia="Times New Roman"/>
                <w:color w:val="000000"/>
                <w:lang w:eastAsia="ru-RU"/>
              </w:rPr>
            </w:pPr>
            <w:r w:rsidRPr="00895671">
              <w:rPr>
                <w:rFonts w:eastAsia="Times New Roman"/>
                <w:color w:val="000000"/>
                <w:lang w:eastAsia="ru-RU"/>
              </w:rPr>
              <w:t>- привлечение населения Таловского муниципального района к занятиям массовой физической культурой и спортом</w:t>
            </w:r>
          </w:p>
        </w:tc>
      </w:tr>
      <w:tr w:rsidR="0009156E" w:rsidRPr="00895671" w:rsidTr="00612961">
        <w:tc>
          <w:tcPr>
            <w:tcW w:w="3168"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7020"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tc>
      </w:tr>
      <w:tr w:rsidR="0009156E" w:rsidRPr="00895671" w:rsidTr="00612961">
        <w:tc>
          <w:tcPr>
            <w:tcW w:w="3168"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7020"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Подпрограмма реализуется в 1 этап : 2014-2019 годы.</w:t>
            </w:r>
          </w:p>
        </w:tc>
      </w:tr>
      <w:tr w:rsidR="0009156E" w:rsidRPr="00895671" w:rsidTr="00612961">
        <w:tc>
          <w:tcPr>
            <w:tcW w:w="3168"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7020" w:type="dxa"/>
          </w:tcPr>
          <w:p w:rsidR="0009156E" w:rsidRPr="00870E2C" w:rsidRDefault="0009156E" w:rsidP="00612961">
            <w:pPr>
              <w:rPr>
                <w:rFonts w:eastAsia="Times New Roman"/>
                <w:color w:val="000000"/>
                <w:lang w:eastAsia="ru-RU"/>
              </w:rPr>
            </w:pPr>
            <w:r w:rsidRPr="00870E2C">
              <w:rPr>
                <w:rFonts w:eastAsia="Times New Roman"/>
                <w:color w:val="000000"/>
                <w:lang w:eastAsia="ru-RU"/>
              </w:rPr>
              <w:t>Общий объем финансирования подпрограммы составляет –  81827,5 тыс. рублей:</w:t>
            </w:r>
          </w:p>
          <w:p w:rsidR="0009156E" w:rsidRDefault="0009156E" w:rsidP="00612961">
            <w:pPr>
              <w:rPr>
                <w:rFonts w:eastAsia="Times New Roman"/>
                <w:color w:val="000000"/>
                <w:lang w:eastAsia="ru-RU"/>
              </w:rPr>
            </w:pPr>
            <w:r w:rsidRPr="00870E2C">
              <w:rPr>
                <w:rFonts w:eastAsia="Times New Roman"/>
                <w:color w:val="000000"/>
                <w:lang w:eastAsia="ru-RU"/>
              </w:rPr>
              <w:t>2014 год –   81827,5  тыс. рублей</w:t>
            </w:r>
          </w:p>
          <w:p w:rsidR="0009156E" w:rsidRPr="00063626" w:rsidRDefault="0009156E" w:rsidP="008C35E2">
            <w:pPr>
              <w:pStyle w:val="ConsPlusNormal"/>
              <w:ind w:firstLine="0"/>
              <w:jc w:val="both"/>
              <w:rPr>
                <w:rFonts w:ascii="Times New Roman" w:hAnsi="Times New Roman"/>
                <w:sz w:val="24"/>
                <w:szCs w:val="24"/>
              </w:rPr>
            </w:pPr>
            <w:r w:rsidRPr="00063626">
              <w:rPr>
                <w:rFonts w:ascii="Times New Roman" w:hAnsi="Times New Roman"/>
                <w:sz w:val="24"/>
                <w:szCs w:val="24"/>
              </w:rPr>
              <w:t>в т.ч.:</w:t>
            </w:r>
          </w:p>
          <w:p w:rsidR="0009156E" w:rsidRPr="00063626" w:rsidRDefault="0009156E"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09156E" w:rsidRPr="00063626" w:rsidRDefault="0009156E" w:rsidP="008C35E2">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09156E" w:rsidRPr="00063626" w:rsidRDefault="0009156E"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09156E" w:rsidRPr="00870E2C" w:rsidRDefault="0009156E" w:rsidP="00612961">
            <w:pPr>
              <w:rPr>
                <w:rFonts w:eastAsia="Times New Roman"/>
                <w:color w:val="000000"/>
                <w:lang w:eastAsia="ru-RU"/>
              </w:rPr>
            </w:pPr>
            <w:r w:rsidRPr="00063626">
              <w:t>2014 год- 80919,4 тыс. руб.</w:t>
            </w:r>
          </w:p>
        </w:tc>
      </w:tr>
      <w:tr w:rsidR="0009156E" w:rsidRPr="00895671" w:rsidTr="00612961">
        <w:tc>
          <w:tcPr>
            <w:tcW w:w="3168"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7020" w:type="dxa"/>
          </w:tcPr>
          <w:p w:rsidR="0009156E" w:rsidRPr="00895671" w:rsidRDefault="0009156E" w:rsidP="00612961">
            <w:pPr>
              <w:rPr>
                <w:rFonts w:eastAsia="Times New Roman"/>
                <w:color w:val="000000"/>
                <w:lang w:eastAsia="ru-RU"/>
              </w:rPr>
            </w:pPr>
            <w:r w:rsidRPr="00895671">
              <w:rPr>
                <w:rFonts w:eastAsia="Times New Roman"/>
                <w:color w:val="000000"/>
                <w:lang w:eastAsia="ru-RU"/>
              </w:rPr>
              <w:t>В результате реализации подпрограммы к 2019 году предполагается:</w:t>
            </w:r>
          </w:p>
          <w:p w:rsidR="0009156E" w:rsidRPr="00895671" w:rsidRDefault="0009156E" w:rsidP="00612961">
            <w:pPr>
              <w:rPr>
                <w:rFonts w:eastAsia="Times New Roman"/>
                <w:color w:val="000000"/>
                <w:lang w:eastAsia="ru-RU"/>
              </w:rPr>
            </w:pPr>
            <w:r w:rsidRPr="00895671">
              <w:rPr>
                <w:rFonts w:eastAsia="Times New Roman"/>
                <w:color w:val="000000"/>
                <w:lang w:eastAsia="ru-RU"/>
              </w:rPr>
              <w:t>- увеличить количество систематически занимающихся физической культурой и спортом до 30%.</w:t>
            </w:r>
          </w:p>
        </w:tc>
      </w:tr>
    </w:tbl>
    <w:p w:rsidR="0009156E" w:rsidRPr="00895671" w:rsidRDefault="0009156E" w:rsidP="003D7AEE">
      <w:pPr>
        <w:jc w:val="center"/>
        <w:rPr>
          <w:rFonts w:eastAsia="Times New Roman"/>
          <w:color w:val="000000"/>
          <w:lang w:eastAsia="ru-RU"/>
        </w:rPr>
      </w:pPr>
    </w:p>
    <w:p w:rsidR="0009156E" w:rsidRPr="00895671" w:rsidRDefault="0009156E" w:rsidP="003D7AEE">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09156E" w:rsidRPr="00895671" w:rsidRDefault="0009156E" w:rsidP="003D7AEE">
      <w:pPr>
        <w:pStyle w:val="ConsPlusNonformat"/>
        <w:jc w:val="both"/>
        <w:rPr>
          <w:rFonts w:ascii="Times New Roman" w:hAnsi="Times New Roman" w:cs="Times New Roman"/>
          <w:color w:val="000000"/>
          <w:sz w:val="24"/>
          <w:szCs w:val="24"/>
        </w:rPr>
      </w:pPr>
    </w:p>
    <w:p w:rsidR="0009156E" w:rsidRPr="00A337B5" w:rsidRDefault="0009156E" w:rsidP="003D7AEE">
      <w:pPr>
        <w:ind w:firstLine="567"/>
        <w:jc w:val="both"/>
      </w:pPr>
      <w:r w:rsidRPr="00A337B5">
        <w:t>В предыдущие годы создание условий для развития физической культуры и спорта в Таловском муниципальном районе, в том числе посредством строительства и реконструкции спортивных объектов, и особенно в сельской местности, нуждалось в приоритетном внимании со стороны органов исполнительной власти. На сегодняшний день, несмотря на значительные результаты, достигнутые в данном направлении, необходимо продолжить строительство и не снижать темпов.</w:t>
      </w:r>
    </w:p>
    <w:p w:rsidR="0009156E" w:rsidRPr="00A337B5" w:rsidRDefault="0009156E" w:rsidP="003D7AEE">
      <w:pPr>
        <w:ind w:firstLine="567"/>
        <w:jc w:val="both"/>
      </w:pPr>
      <w:r w:rsidRPr="00A337B5">
        <w:t>По оценкам экспертов, в долгосрочной перспективе в обществе будет возрастать интерес населения, особенно молодежи, к занятиям физической культурой и массовым спортом и ведению здорового образа жизни.</w:t>
      </w:r>
    </w:p>
    <w:p w:rsidR="0009156E" w:rsidRPr="00A337B5" w:rsidRDefault="0009156E" w:rsidP="003D7AEE">
      <w:pPr>
        <w:ind w:firstLine="567"/>
        <w:jc w:val="both"/>
      </w:pPr>
      <w:r w:rsidRPr="00A337B5">
        <w:lastRenderedPageBreak/>
        <w:t>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09156E" w:rsidRPr="00A337B5" w:rsidRDefault="0009156E" w:rsidP="003D7AEE">
      <w:pPr>
        <w:ind w:firstLine="567"/>
        <w:jc w:val="both"/>
      </w:pPr>
      <w:r w:rsidRPr="00A337B5">
        <w:t xml:space="preserve">В соответствии со Стратегией долгосрочного экономического развития Таловского муниципального района и Стратегией развития физической культуры и спорта в Воронежской области на период до 2020 года поставлены задачи по развитию спортивной инфраструктуры для массового спорта по месту жительства. </w:t>
      </w:r>
    </w:p>
    <w:p w:rsidR="0009156E" w:rsidRPr="00A337B5" w:rsidRDefault="0009156E" w:rsidP="003D7AEE">
      <w:pPr>
        <w:ind w:firstLine="567"/>
        <w:jc w:val="both"/>
      </w:pPr>
      <w:r w:rsidRPr="00A337B5">
        <w:t>Для их достижения подпрограммой  предусмотрены мероприятия по строительству и реконструкции спортивных объектов муниципальной собственности.</w:t>
      </w:r>
    </w:p>
    <w:p w:rsidR="0009156E" w:rsidRPr="00A337B5" w:rsidRDefault="0009156E" w:rsidP="003D7AEE">
      <w:pPr>
        <w:ind w:firstLine="567"/>
        <w:jc w:val="both"/>
      </w:pPr>
      <w:r w:rsidRPr="00A337B5">
        <w:t>В целом, в подпрограмме запланирован комплекс мер по развитию спортивной инфраструктуры, предусматривающий строительство и реконструкцию спортивных объектов, ориентированных на массовые занятия спортом населения района и технически доступных для лиц с ограниченными возможностями здоровья и инвалидов, спортивных сооружений при учреждениях образования .</w:t>
      </w:r>
    </w:p>
    <w:p w:rsidR="0009156E" w:rsidRPr="00A337B5" w:rsidRDefault="0009156E" w:rsidP="003D7AEE">
      <w:pPr>
        <w:pStyle w:val="ConsPlusNonformat"/>
        <w:jc w:val="both"/>
        <w:rPr>
          <w:rFonts w:ascii="Times New Roman" w:hAnsi="Times New Roman" w:cs="Times New Roman"/>
          <w:sz w:val="24"/>
          <w:szCs w:val="24"/>
        </w:rPr>
      </w:pPr>
    </w:p>
    <w:p w:rsidR="0009156E" w:rsidRPr="00A337B5" w:rsidRDefault="0009156E" w:rsidP="003D7AEE">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09156E" w:rsidRPr="00A337B5" w:rsidRDefault="0009156E" w:rsidP="003D7AEE">
      <w:pPr>
        <w:pStyle w:val="ConsPlusNonformat"/>
        <w:jc w:val="both"/>
        <w:rPr>
          <w:rFonts w:ascii="Times New Roman" w:hAnsi="Times New Roman" w:cs="Times New Roman"/>
          <w:sz w:val="24"/>
          <w:szCs w:val="24"/>
        </w:rPr>
      </w:pPr>
    </w:p>
    <w:p w:rsidR="0009156E" w:rsidRPr="00A337B5" w:rsidRDefault="0009156E" w:rsidP="003D7AEE">
      <w:pPr>
        <w:ind w:firstLine="567"/>
        <w:jc w:val="both"/>
      </w:pPr>
      <w:r w:rsidRPr="00A337B5">
        <w:t xml:space="preserve">К основному приоритетному направлению государственной политики относится создание условий для систематических занятий физической культурой и спортом населения Таловского муниципального района  всех возрастных групп, в том числе лиц с ограниченными возможностями здоровья и инвалидов, организация эффективной физкультурно-спортивной работы среди учащихся учебных заведений, спортивной подготовки спортсменов по базовым видам спорта, тренировочного процесса детско-юношеских спортивных школ. </w:t>
      </w:r>
    </w:p>
    <w:p w:rsidR="0009156E" w:rsidRPr="00A337B5" w:rsidRDefault="0009156E" w:rsidP="003D7AEE">
      <w:pPr>
        <w:ind w:firstLine="567"/>
        <w:jc w:val="both"/>
        <w:rPr>
          <w:lang w:eastAsia="en-US"/>
        </w:rPr>
      </w:pPr>
      <w:r w:rsidRPr="00A337B5">
        <w:t xml:space="preserve">Целью данной подпрограммы является </w:t>
      </w:r>
      <w:r w:rsidRPr="00A337B5">
        <w:rPr>
          <w:lang w:eastAsia="en-US"/>
        </w:rPr>
        <w:t xml:space="preserve">развитие спортивной инфраструктуры в Таловском муниципальном районе, позволяющее создать условия населению района для систематических занятий физической культурой и спортом. </w:t>
      </w:r>
    </w:p>
    <w:p w:rsidR="0009156E" w:rsidRPr="00A337B5" w:rsidRDefault="0009156E" w:rsidP="003D7AEE">
      <w:pPr>
        <w:ind w:firstLine="567"/>
        <w:jc w:val="both"/>
      </w:pPr>
      <w:r w:rsidRPr="00A337B5">
        <w:t xml:space="preserve">Достижение данной цели будет обеспечиваться решением следующих основных задач: </w:t>
      </w:r>
    </w:p>
    <w:p w:rsidR="0009156E" w:rsidRPr="00A337B5" w:rsidRDefault="0009156E" w:rsidP="003D7AEE">
      <w:pPr>
        <w:pStyle w:val="28"/>
        <w:widowControl w:val="0"/>
        <w:numPr>
          <w:ilvl w:val="0"/>
          <w:numId w:val="19"/>
        </w:numPr>
        <w:autoSpaceDE w:val="0"/>
        <w:autoSpaceDN w:val="0"/>
        <w:adjustRightInd w:val="0"/>
        <w:ind w:left="0" w:firstLine="426"/>
        <w:contextualSpacing/>
        <w:jc w:val="both"/>
        <w:rPr>
          <w:rFonts w:ascii="Times New Roman" w:hAnsi="Times New Roman"/>
          <w:sz w:val="24"/>
          <w:szCs w:val="24"/>
        </w:rPr>
      </w:pPr>
      <w:r w:rsidRPr="00A337B5">
        <w:rPr>
          <w:rFonts w:ascii="Times New Roman" w:hAnsi="Times New Roman"/>
          <w:sz w:val="24"/>
          <w:szCs w:val="24"/>
        </w:rPr>
        <w:t>развитие инфраструктуры физической культуры и спорта по месту жительства, в том числе для лиц с ограниченными возможностями здоровья и инвалидов;</w:t>
      </w:r>
    </w:p>
    <w:p w:rsidR="0009156E" w:rsidRPr="00A337B5" w:rsidRDefault="0009156E" w:rsidP="003D7AEE">
      <w:pPr>
        <w:numPr>
          <w:ilvl w:val="0"/>
          <w:numId w:val="19"/>
        </w:numPr>
        <w:spacing w:before="100" w:beforeAutospacing="1" w:after="100" w:afterAutospacing="1"/>
        <w:ind w:left="0" w:firstLine="426"/>
        <w:contextualSpacing/>
        <w:jc w:val="both"/>
      </w:pPr>
      <w:r w:rsidRPr="00A337B5">
        <w:t>развитие инфраструктуры для занятий массовым спортом в образовательных учреждениях.</w:t>
      </w:r>
    </w:p>
    <w:p w:rsidR="0009156E" w:rsidRPr="00A337B5" w:rsidRDefault="0009156E" w:rsidP="003D7AEE">
      <w:pPr>
        <w:ind w:firstLine="700"/>
        <w:jc w:val="both"/>
      </w:pPr>
      <w:r w:rsidRPr="00A337B5">
        <w:t xml:space="preserve">Решение поставленных задач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 и организаций физкультурно-спортивной направленности. </w:t>
      </w:r>
    </w:p>
    <w:p w:rsidR="0009156E" w:rsidRPr="00A337B5" w:rsidRDefault="0009156E" w:rsidP="003D7AEE">
      <w:pPr>
        <w:ind w:firstLine="734"/>
        <w:jc w:val="both"/>
      </w:pPr>
      <w:r w:rsidRPr="00A337B5">
        <w:t>Для оценки хода реализации мероприятий и степени решения поставленных задач в подпрограмме используются следующие целевые показатели (индикаторы):</w:t>
      </w:r>
    </w:p>
    <w:p w:rsidR="0009156E" w:rsidRPr="00A337B5" w:rsidRDefault="0009156E" w:rsidP="003D7AEE">
      <w:pPr>
        <w:pStyle w:val="28"/>
        <w:ind w:left="0"/>
        <w:jc w:val="both"/>
        <w:rPr>
          <w:rFonts w:ascii="Times New Roman" w:hAnsi="Times New Roman"/>
          <w:sz w:val="24"/>
          <w:szCs w:val="24"/>
        </w:rPr>
      </w:pPr>
      <w:r w:rsidRPr="00A337B5">
        <w:rPr>
          <w:rFonts w:ascii="Times New Roman" w:hAnsi="Times New Roman"/>
          <w:sz w:val="24"/>
          <w:szCs w:val="24"/>
        </w:rPr>
        <w:t xml:space="preserve">1. Доля граждан Таловского муниципального района, систематически занимающихся физической культурой и спортом, в общей численности населения. </w:t>
      </w:r>
    </w:p>
    <w:p w:rsidR="0009156E" w:rsidRPr="008C35E2" w:rsidRDefault="0009156E" w:rsidP="003D7AEE">
      <w:pPr>
        <w:pStyle w:val="28"/>
        <w:ind w:left="0"/>
        <w:jc w:val="both"/>
        <w:rPr>
          <w:rFonts w:ascii="Times New Roman" w:hAnsi="Times New Roman"/>
          <w:sz w:val="24"/>
          <w:szCs w:val="24"/>
        </w:rPr>
      </w:pPr>
      <w:r w:rsidRPr="008C35E2">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09156E" w:rsidRPr="008C35E2" w:rsidRDefault="0009156E" w:rsidP="003D7AEE">
      <w:pPr>
        <w:pStyle w:val="28"/>
        <w:ind w:left="0"/>
        <w:jc w:val="both"/>
        <w:rPr>
          <w:rFonts w:ascii="Times New Roman" w:hAnsi="Times New Roman"/>
          <w:b/>
          <w:sz w:val="24"/>
          <w:szCs w:val="24"/>
        </w:rPr>
      </w:pPr>
      <w:r w:rsidRPr="008C35E2">
        <w:rPr>
          <w:rFonts w:ascii="Times New Roman" w:hAnsi="Times New Roman"/>
          <w:b/>
          <w:sz w:val="24"/>
          <w:szCs w:val="24"/>
        </w:rPr>
        <w:t>Ожидаемые конечные результаты реализации подпрограммы:</w:t>
      </w:r>
    </w:p>
    <w:p w:rsidR="0009156E" w:rsidRDefault="0009156E" w:rsidP="008C35E2">
      <w:pPr>
        <w:pStyle w:val="28"/>
        <w:ind w:left="0"/>
        <w:rPr>
          <w:rFonts w:ascii="Times New Roman" w:hAnsi="Times New Roman"/>
          <w:b/>
          <w:sz w:val="26"/>
          <w:szCs w:val="26"/>
        </w:rPr>
      </w:pPr>
      <w:r w:rsidRPr="008C35E2">
        <w:rPr>
          <w:rFonts w:ascii="Times New Roman" w:hAnsi="Times New Roman"/>
          <w:sz w:val="24"/>
          <w:szCs w:val="24"/>
        </w:rPr>
        <w:t xml:space="preserve">В результате реализации подпрограммы к 2019 году  предполагается:                                       </w:t>
      </w:r>
      <w:r w:rsidRPr="008C35E2">
        <w:rPr>
          <w:rFonts w:ascii="Times New Roman" w:hAnsi="Times New Roman"/>
          <w:sz w:val="24"/>
          <w:szCs w:val="24"/>
        </w:rPr>
        <w:br/>
        <w:t>-  увеличить  количество  систематически занимающихся физической культурой и спортом до 30%.</w:t>
      </w:r>
      <w:r w:rsidRPr="00196222">
        <w:rPr>
          <w:color w:val="008000"/>
        </w:rPr>
        <w:br/>
      </w:r>
    </w:p>
    <w:p w:rsidR="0009156E" w:rsidRPr="00196222" w:rsidRDefault="0009156E"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09156E" w:rsidRPr="00196222" w:rsidRDefault="0009156E" w:rsidP="003D7AEE">
      <w:pPr>
        <w:ind w:firstLine="567"/>
        <w:jc w:val="both"/>
      </w:pPr>
      <w:r w:rsidRPr="00196222">
        <w:lastRenderedPageBreak/>
        <w:t>Исполнителями подпрограммы Программы является администрация Таловского муниципального района . Подпрограмма реализуется в один этап продолжительностью 6 лет (2014 - 2019 годы).</w:t>
      </w:r>
    </w:p>
    <w:p w:rsidR="0009156E" w:rsidRPr="00196222" w:rsidRDefault="0009156E" w:rsidP="003D7AEE">
      <w:pPr>
        <w:ind w:firstLine="567"/>
        <w:jc w:val="both"/>
      </w:pPr>
      <w:r w:rsidRPr="00196222">
        <w:t>В рамках подпрограммы предусматривается реализация одного мероприятия:</w:t>
      </w:r>
    </w:p>
    <w:p w:rsidR="0009156E" w:rsidRPr="00196222" w:rsidRDefault="0009156E" w:rsidP="003D7AEE">
      <w:pPr>
        <w:ind w:firstLine="567"/>
        <w:jc w:val="both"/>
        <w:outlineLvl w:val="2"/>
      </w:pPr>
      <w:r w:rsidRPr="00196222">
        <w:rPr>
          <w:i/>
        </w:rPr>
        <w:t>Основное мероприятие 1.</w:t>
      </w:r>
      <w:r w:rsidRPr="00196222">
        <w:t xml:space="preserve"> Строительство и реконструкция спортивных объектов муниципальной собственности</w:t>
      </w:r>
    </w:p>
    <w:p w:rsidR="0009156E" w:rsidRPr="00196222" w:rsidRDefault="0009156E" w:rsidP="003D7AEE">
      <w:pPr>
        <w:ind w:firstLine="567"/>
        <w:jc w:val="both"/>
      </w:pPr>
      <w:r w:rsidRPr="00196222">
        <w:t>Основная цель мероприятия – обеспечение возможности населению Таловского муниципального района систематически заниматься физической культурой и массовым спортом, в том числе адаптивным, по месту жительства, вести активный и здоровый образ жизни; создание условий для организации эффективного тренировочного процесса учащихся образовательных учреждений.</w:t>
      </w:r>
    </w:p>
    <w:p w:rsidR="0009156E" w:rsidRPr="00196222" w:rsidRDefault="0009156E" w:rsidP="003D7AEE">
      <w:pPr>
        <w:jc w:val="both"/>
      </w:pPr>
      <w:r w:rsidRPr="00196222">
        <w:t xml:space="preserve">         В рамках мероприятия запланировано строительство 1 физкультурно-оздоровительного комплекса и 1 плавательного  бассейна.</w:t>
      </w:r>
    </w:p>
    <w:p w:rsidR="0009156E" w:rsidRPr="00196222" w:rsidRDefault="0009156E" w:rsidP="003D7AEE">
      <w:pPr>
        <w:pStyle w:val="ConsPlusNormal"/>
        <w:ind w:firstLine="0"/>
        <w:jc w:val="center"/>
        <w:rPr>
          <w:rFonts w:ascii="Times New Roman" w:hAnsi="Times New Roman"/>
          <w:sz w:val="24"/>
          <w:szCs w:val="24"/>
        </w:rPr>
      </w:pPr>
    </w:p>
    <w:p w:rsidR="0009156E" w:rsidRPr="00196222" w:rsidRDefault="0009156E"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09156E" w:rsidRPr="00196222" w:rsidRDefault="0009156E" w:rsidP="003D7AEE">
      <w:pPr>
        <w:pStyle w:val="dktexjustify"/>
        <w:shd w:val="clear" w:color="auto" w:fill="FFFFFF"/>
        <w:jc w:val="both"/>
      </w:pPr>
      <w:r w:rsidRPr="00196222">
        <w:t xml:space="preserve">        К основным мерам правового регулирования, направленным на выполнение мероприятий подпрограммы, относятся:</w:t>
      </w:r>
    </w:p>
    <w:p w:rsidR="0009156E" w:rsidRPr="00196222" w:rsidRDefault="0009156E" w:rsidP="003D7AEE">
      <w:pPr>
        <w:pStyle w:val="dktexjustify"/>
        <w:shd w:val="clear" w:color="auto" w:fill="FFFFFF"/>
        <w:jc w:val="both"/>
      </w:pPr>
      <w:r w:rsidRPr="00196222">
        <w:t>- разработка и принятие, в случае необходимости, нормативных правовых актов муниципального района  в сфере физической культуры и спорта.</w:t>
      </w:r>
    </w:p>
    <w:p w:rsidR="0009156E" w:rsidRPr="00196222" w:rsidRDefault="0009156E" w:rsidP="003D7AEE">
      <w:pPr>
        <w:pStyle w:val="dktexjustify"/>
        <w:shd w:val="clear" w:color="auto" w:fill="FFFFFF"/>
        <w:jc w:val="both"/>
      </w:pPr>
      <w:r w:rsidRPr="0019622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физической культуры и спорта.</w:t>
      </w:r>
    </w:p>
    <w:p w:rsidR="0009156E" w:rsidRPr="00196222" w:rsidRDefault="0009156E" w:rsidP="003D7AEE">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09156E" w:rsidRPr="00196222" w:rsidRDefault="0009156E" w:rsidP="003D7AEE">
      <w:pPr>
        <w:rPr>
          <w:b/>
        </w:rPr>
      </w:pPr>
    </w:p>
    <w:p w:rsidR="0009156E" w:rsidRPr="00196222" w:rsidRDefault="0009156E" w:rsidP="003D7AEE">
      <w:pPr>
        <w:jc w:val="both"/>
        <w:rPr>
          <w:b/>
        </w:rPr>
      </w:pPr>
      <w:r w:rsidRPr="00196222">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09156E" w:rsidRPr="00196222" w:rsidRDefault="0009156E" w:rsidP="003D7AEE"/>
    <w:p w:rsidR="0009156E" w:rsidRPr="00196222" w:rsidRDefault="0009156E"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09156E" w:rsidRPr="00063626" w:rsidRDefault="0009156E"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  Общий объем финансовых средств  подпрограммы составляет   </w:t>
      </w:r>
      <w:r w:rsidRPr="00063626">
        <w:rPr>
          <w:rFonts w:ascii="Times New Roman" w:hAnsi="Times New Roman"/>
          <w:color w:val="000000"/>
          <w:sz w:val="24"/>
          <w:szCs w:val="24"/>
          <w:lang w:eastAsia="ru-RU"/>
        </w:rPr>
        <w:t xml:space="preserve">81827,5 </w:t>
      </w:r>
      <w:r w:rsidRPr="00063626">
        <w:rPr>
          <w:rFonts w:ascii="Times New Roman" w:hAnsi="Times New Roman"/>
          <w:sz w:val="24"/>
          <w:szCs w:val="24"/>
        </w:rPr>
        <w:t xml:space="preserve"> тыс. руб., в т.ч.:</w:t>
      </w:r>
    </w:p>
    <w:p w:rsidR="0009156E" w:rsidRPr="00063626" w:rsidRDefault="0009156E"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09156E" w:rsidRPr="00063626" w:rsidRDefault="0009156E"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09156E" w:rsidRPr="00063626" w:rsidRDefault="0009156E"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09156E" w:rsidRPr="00063626" w:rsidRDefault="0009156E"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год- 80919,4 тыс. руб.</w:t>
      </w:r>
    </w:p>
    <w:p w:rsidR="0009156E" w:rsidRPr="00063626" w:rsidRDefault="0009156E" w:rsidP="003D7AEE">
      <w:pPr>
        <w:autoSpaceDE w:val="0"/>
        <w:autoSpaceDN w:val="0"/>
        <w:adjustRightInd w:val="0"/>
        <w:jc w:val="both"/>
      </w:pPr>
      <w:r w:rsidRPr="00063626">
        <w:t xml:space="preserve">        Основой финансирования подпрограммы являются средства  районного  бюджета и внебюджетных средств. </w:t>
      </w:r>
    </w:p>
    <w:p w:rsidR="0009156E" w:rsidRPr="00196222" w:rsidRDefault="0009156E" w:rsidP="003D7AEE">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09156E" w:rsidRPr="00196222" w:rsidRDefault="0009156E" w:rsidP="003D7AEE">
      <w:pPr>
        <w:widowControl w:val="0"/>
        <w:autoSpaceDE w:val="0"/>
        <w:autoSpaceDN w:val="0"/>
        <w:adjustRightInd w:val="0"/>
        <w:ind w:right="-1"/>
        <w:jc w:val="both"/>
      </w:pPr>
    </w:p>
    <w:p w:rsidR="0009156E" w:rsidRPr="00196222" w:rsidRDefault="0009156E" w:rsidP="003D7AEE">
      <w:pPr>
        <w:widowControl w:val="0"/>
        <w:autoSpaceDE w:val="0"/>
        <w:autoSpaceDN w:val="0"/>
        <w:adjustRightInd w:val="0"/>
        <w:ind w:right="-1"/>
        <w:jc w:val="both"/>
      </w:pPr>
      <w:r w:rsidRPr="0019622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09156E" w:rsidRPr="00196222" w:rsidRDefault="0009156E" w:rsidP="003D7AEE">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09156E" w:rsidRDefault="0009156E" w:rsidP="003D7AEE">
      <w:pPr>
        <w:ind w:firstLine="709"/>
        <w:jc w:val="center"/>
      </w:pPr>
    </w:p>
    <w:p w:rsidR="0009156E" w:rsidRPr="00196222" w:rsidRDefault="0009156E" w:rsidP="004D006B">
      <w:pPr>
        <w:tabs>
          <w:tab w:val="left" w:pos="1380"/>
        </w:tabs>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lastRenderedPageBreak/>
        <w:t xml:space="preserve">        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 </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К числу возможных рисков относятся внешние и внутренние риски. </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Внешние риски: </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 финансовые риски, связанные с недостаточным уровнем бюджетного финансирования подпрограммы. </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недостижение плановых значений показателей.</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В целях управления указанными рисками в процессе реализации подпрограммы предусматривается: </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 обеспечение эффективного взаимодействия участников реализации муниципальной  программы; </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09156E" w:rsidRPr="00196222" w:rsidRDefault="0009156E" w:rsidP="003D7AEE">
      <w:pPr>
        <w:autoSpaceDE w:val="0"/>
        <w:autoSpaceDN w:val="0"/>
        <w:adjustRightInd w:val="0"/>
        <w:jc w:val="both"/>
        <w:rPr>
          <w:rFonts w:eastAsia="Times New Roman"/>
          <w:lang w:eastAsia="ru-RU"/>
        </w:rPr>
      </w:pPr>
      <w:r w:rsidRPr="00196222">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09156E" w:rsidRPr="00196222" w:rsidRDefault="0009156E" w:rsidP="003D7AEE">
      <w:pPr>
        <w:ind w:firstLine="709"/>
        <w:jc w:val="both"/>
        <w:rPr>
          <w:b/>
        </w:rPr>
      </w:pPr>
      <w:r w:rsidRPr="00196222">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09156E" w:rsidRPr="00196222" w:rsidRDefault="0009156E" w:rsidP="003D7AEE">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09156E" w:rsidRPr="00196222" w:rsidRDefault="0009156E" w:rsidP="003D7AEE">
      <w:pPr>
        <w:ind w:firstLine="709"/>
        <w:jc w:val="both"/>
      </w:pPr>
      <w:r w:rsidRPr="00196222">
        <w:t>Оценка эффективности подпрограммы  проводится в соответствии с постановлением администрации Таловского муниципального от 14.10.2013 г.  № 1026.</w:t>
      </w:r>
    </w:p>
    <w:p w:rsidR="0009156E" w:rsidRPr="00196222" w:rsidRDefault="0009156E" w:rsidP="003D7AEE">
      <w:pPr>
        <w:widowControl w:val="0"/>
        <w:autoSpaceDE w:val="0"/>
        <w:autoSpaceDN w:val="0"/>
        <w:adjustRightInd w:val="0"/>
        <w:ind w:firstLine="709"/>
        <w:jc w:val="both"/>
      </w:pPr>
      <w:r w:rsidRPr="00196222">
        <w:t>Эффективность реализации подпрограммы рассматривается с точки зрения как количественных, так и качественных (социальных) показателей.</w:t>
      </w:r>
    </w:p>
    <w:p w:rsidR="0009156E" w:rsidRPr="00196222" w:rsidRDefault="0009156E" w:rsidP="003D7AEE">
      <w:pPr>
        <w:widowControl w:val="0"/>
        <w:autoSpaceDE w:val="0"/>
        <w:autoSpaceDN w:val="0"/>
        <w:adjustRightInd w:val="0"/>
        <w:ind w:firstLine="540"/>
        <w:jc w:val="both"/>
      </w:pPr>
      <w:r w:rsidRPr="00196222">
        <w:t>Обязательным условием оценки планируемой эффективности государственной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09156E" w:rsidRPr="00196222" w:rsidRDefault="0009156E" w:rsidP="003D7AEE">
      <w:pPr>
        <w:autoSpaceDE w:val="0"/>
        <w:autoSpaceDN w:val="0"/>
        <w:adjustRightInd w:val="0"/>
        <w:ind w:firstLine="709"/>
        <w:jc w:val="both"/>
      </w:pPr>
      <w:r w:rsidRPr="00196222">
        <w:t>В результате реализации мероприятий подпрограммы к 2019 году будут достигнуты следующие результаты:</w:t>
      </w:r>
    </w:p>
    <w:p w:rsidR="0009156E" w:rsidRDefault="0009156E" w:rsidP="003D7AEE">
      <w:pPr>
        <w:pStyle w:val="16"/>
        <w:ind w:left="0" w:firstLine="720"/>
        <w:rPr>
          <w:rFonts w:ascii="Times New Roman" w:hAnsi="Times New Roman"/>
          <w:sz w:val="24"/>
          <w:szCs w:val="24"/>
        </w:rPr>
      </w:pPr>
      <w:r w:rsidRPr="00196222">
        <w:rPr>
          <w:rFonts w:ascii="Times New Roman" w:hAnsi="Times New Roman"/>
          <w:sz w:val="24"/>
          <w:szCs w:val="24"/>
        </w:rPr>
        <w:t xml:space="preserve">-  увеличить  количество  систематически занимающихся физической культурой и спортом до 30%.  </w:t>
      </w:r>
    </w:p>
    <w:p w:rsidR="0009156E" w:rsidRDefault="0009156E" w:rsidP="003D7AEE">
      <w:pPr>
        <w:pStyle w:val="16"/>
        <w:ind w:left="0" w:firstLine="720"/>
        <w:rPr>
          <w:rFonts w:ascii="Times New Roman" w:hAnsi="Times New Roman"/>
          <w:sz w:val="24"/>
          <w:szCs w:val="24"/>
        </w:rPr>
      </w:pPr>
    </w:p>
    <w:p w:rsidR="0009156E" w:rsidRPr="00343502" w:rsidRDefault="0009156E" w:rsidP="00737D3A">
      <w:pPr>
        <w:autoSpaceDE w:val="0"/>
        <w:autoSpaceDN w:val="0"/>
        <w:adjustRightInd w:val="0"/>
        <w:ind w:firstLine="720"/>
        <w:jc w:val="center"/>
        <w:rPr>
          <w:b/>
          <w:sz w:val="26"/>
          <w:szCs w:val="26"/>
          <w:u w:val="single"/>
        </w:rPr>
      </w:pPr>
      <w:r w:rsidRPr="00343502">
        <w:rPr>
          <w:b/>
          <w:sz w:val="26"/>
          <w:szCs w:val="26"/>
          <w:u w:val="single"/>
        </w:rPr>
        <w:t xml:space="preserve">Подпрограмма 7 «Ремонт и благоустройство военно-мемориальных объектов  Таловского муниципального района </w:t>
      </w:r>
    </w:p>
    <w:p w:rsidR="0009156E" w:rsidRPr="00343502" w:rsidRDefault="0009156E" w:rsidP="00737D3A">
      <w:pPr>
        <w:autoSpaceDE w:val="0"/>
        <w:autoSpaceDN w:val="0"/>
        <w:adjustRightInd w:val="0"/>
        <w:ind w:firstLine="720"/>
        <w:jc w:val="center"/>
        <w:rPr>
          <w:b/>
          <w:sz w:val="26"/>
          <w:szCs w:val="26"/>
          <w:u w:val="single"/>
        </w:rPr>
      </w:pPr>
      <w:r w:rsidRPr="00343502">
        <w:rPr>
          <w:b/>
          <w:sz w:val="26"/>
          <w:szCs w:val="26"/>
          <w:u w:val="single"/>
        </w:rPr>
        <w:t>на 2015-2019 годы».</w:t>
      </w:r>
    </w:p>
    <w:p w:rsidR="0009156E" w:rsidRPr="00343502" w:rsidRDefault="0009156E" w:rsidP="00737D3A">
      <w:pPr>
        <w:autoSpaceDE w:val="0"/>
        <w:autoSpaceDN w:val="0"/>
        <w:adjustRightInd w:val="0"/>
        <w:rPr>
          <w:sz w:val="26"/>
          <w:szCs w:val="26"/>
        </w:rPr>
      </w:pPr>
    </w:p>
    <w:p w:rsidR="0009156E" w:rsidRPr="00343502" w:rsidRDefault="0009156E" w:rsidP="00737D3A">
      <w:pPr>
        <w:autoSpaceDE w:val="0"/>
        <w:autoSpaceDN w:val="0"/>
        <w:adjustRightInd w:val="0"/>
        <w:jc w:val="center"/>
      </w:pPr>
      <w:r w:rsidRPr="00343502">
        <w:t xml:space="preserve">ПАСПОРТ </w:t>
      </w:r>
    </w:p>
    <w:p w:rsidR="0009156E" w:rsidRPr="00A337B5" w:rsidRDefault="0009156E" w:rsidP="00527781">
      <w:pPr>
        <w:jc w:val="center"/>
        <w:rPr>
          <w:rFonts w:eastAsia="Times New Roman"/>
          <w:b/>
          <w:color w:val="000000"/>
          <w:lang w:eastAsia="ru-RU"/>
        </w:rPr>
      </w:pPr>
      <w:r w:rsidRPr="00527781">
        <w:rPr>
          <w:b/>
        </w:rPr>
        <w:lastRenderedPageBreak/>
        <w:t xml:space="preserve">Подпрограммы «Ремонт и благоустройство военно-мемориальных объектов Таловского муниципального района на 2015-2019 годы» </w:t>
      </w:r>
      <w:r w:rsidRPr="00527781">
        <w:rPr>
          <w:b/>
          <w:color w:val="000000"/>
        </w:rPr>
        <w:t>мун</w:t>
      </w:r>
      <w:r w:rsidRPr="00A337B5">
        <w:rPr>
          <w:b/>
          <w:color w:val="000000"/>
        </w:rPr>
        <w:t xml:space="preserve">иципальной программы Таловского муниципального района Воронежской области </w:t>
      </w:r>
      <w:r w:rsidRPr="00A337B5">
        <w:rPr>
          <w:b/>
        </w:rPr>
        <w:t>«Муниципальное управление и гражданское общество на 2014-2019 гг»</w:t>
      </w:r>
      <w:r w:rsidRPr="00A337B5">
        <w:rPr>
          <w:b/>
          <w:color w:val="000000"/>
        </w:rPr>
        <w:t>.</w:t>
      </w:r>
    </w:p>
    <w:p w:rsidR="0009156E" w:rsidRPr="00343502" w:rsidRDefault="0009156E" w:rsidP="00737D3A">
      <w:pPr>
        <w:autoSpaceDE w:val="0"/>
        <w:autoSpaceDN w:val="0"/>
        <w:adjustRightInd w:val="0"/>
        <w:jc w:val="center"/>
      </w:pPr>
    </w:p>
    <w:p w:rsidR="0009156E" w:rsidRPr="00343502" w:rsidRDefault="0009156E" w:rsidP="00737D3A">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3"/>
        <w:gridCol w:w="6133"/>
      </w:tblGrid>
      <w:tr w:rsidR="0009156E" w:rsidRPr="00343502" w:rsidTr="00C21082">
        <w:trPr>
          <w:trHeight w:val="569"/>
        </w:trPr>
        <w:tc>
          <w:tcPr>
            <w:tcW w:w="3574" w:type="dxa"/>
          </w:tcPr>
          <w:p w:rsidR="0009156E" w:rsidRPr="00343502" w:rsidRDefault="0009156E" w:rsidP="00FE10D2">
            <w:pPr>
              <w:autoSpaceDE w:val="0"/>
              <w:autoSpaceDN w:val="0"/>
              <w:adjustRightInd w:val="0"/>
            </w:pPr>
            <w:r w:rsidRPr="00343502">
              <w:t>Ответственный исполнитель подпрограммы</w:t>
            </w:r>
          </w:p>
        </w:tc>
        <w:tc>
          <w:tcPr>
            <w:tcW w:w="6254" w:type="dxa"/>
          </w:tcPr>
          <w:p w:rsidR="0009156E" w:rsidRPr="00343502" w:rsidRDefault="0009156E" w:rsidP="00FE10D2">
            <w:pPr>
              <w:autoSpaceDE w:val="0"/>
              <w:autoSpaceDN w:val="0"/>
              <w:adjustRightInd w:val="0"/>
              <w:jc w:val="both"/>
            </w:pPr>
            <w:r>
              <w:t xml:space="preserve">Администрация </w:t>
            </w:r>
            <w:r w:rsidRPr="00343502">
              <w:t xml:space="preserve"> Таловского муниципального района»</w:t>
            </w:r>
          </w:p>
        </w:tc>
      </w:tr>
      <w:tr w:rsidR="0009156E" w:rsidRPr="00343502" w:rsidTr="00C21082">
        <w:tc>
          <w:tcPr>
            <w:tcW w:w="3574" w:type="dxa"/>
          </w:tcPr>
          <w:p w:rsidR="0009156E" w:rsidRPr="00343502" w:rsidRDefault="0009156E" w:rsidP="00FE10D2">
            <w:pPr>
              <w:autoSpaceDE w:val="0"/>
              <w:autoSpaceDN w:val="0"/>
              <w:adjustRightInd w:val="0"/>
            </w:pPr>
            <w:r w:rsidRPr="00343502">
              <w:t>Основные разработчики подпрограммы</w:t>
            </w:r>
          </w:p>
        </w:tc>
        <w:tc>
          <w:tcPr>
            <w:tcW w:w="6254" w:type="dxa"/>
          </w:tcPr>
          <w:p w:rsidR="0009156E" w:rsidRPr="00343502" w:rsidRDefault="0009156E" w:rsidP="00FE10D2">
            <w:pPr>
              <w:autoSpaceDE w:val="0"/>
              <w:autoSpaceDN w:val="0"/>
              <w:adjustRightInd w:val="0"/>
              <w:jc w:val="both"/>
            </w:pPr>
            <w:r>
              <w:t xml:space="preserve">Администрация </w:t>
            </w:r>
            <w:r w:rsidRPr="00343502">
              <w:t xml:space="preserve"> Таловского муниципального района»</w:t>
            </w:r>
          </w:p>
        </w:tc>
      </w:tr>
      <w:tr w:rsidR="0009156E" w:rsidRPr="00343502" w:rsidTr="00C21082">
        <w:tc>
          <w:tcPr>
            <w:tcW w:w="3574" w:type="dxa"/>
          </w:tcPr>
          <w:p w:rsidR="0009156E" w:rsidRPr="00343502" w:rsidRDefault="0009156E" w:rsidP="00FE10D2">
            <w:pPr>
              <w:autoSpaceDE w:val="0"/>
              <w:autoSpaceDN w:val="0"/>
              <w:adjustRightInd w:val="0"/>
            </w:pPr>
            <w:r w:rsidRPr="00343502">
              <w:t>Основные мероприятия подпрограммы</w:t>
            </w:r>
          </w:p>
        </w:tc>
        <w:tc>
          <w:tcPr>
            <w:tcW w:w="6254" w:type="dxa"/>
          </w:tcPr>
          <w:p w:rsidR="0009156E" w:rsidRPr="00343502" w:rsidRDefault="0009156E" w:rsidP="00FE10D2">
            <w:pPr>
              <w:autoSpaceDE w:val="0"/>
              <w:autoSpaceDN w:val="0"/>
              <w:adjustRightInd w:val="0"/>
              <w:jc w:val="both"/>
            </w:pPr>
            <w:r w:rsidRPr="00343502">
              <w:t>1. 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r>
      <w:tr w:rsidR="0009156E" w:rsidRPr="00343502" w:rsidTr="00C21082">
        <w:tc>
          <w:tcPr>
            <w:tcW w:w="3574" w:type="dxa"/>
          </w:tcPr>
          <w:p w:rsidR="0009156E" w:rsidRPr="00343502" w:rsidRDefault="0009156E" w:rsidP="00FE10D2">
            <w:pPr>
              <w:autoSpaceDE w:val="0"/>
              <w:autoSpaceDN w:val="0"/>
              <w:adjustRightInd w:val="0"/>
            </w:pPr>
            <w:r w:rsidRPr="00343502">
              <w:t>Цель подпрограммы</w:t>
            </w:r>
          </w:p>
        </w:tc>
        <w:tc>
          <w:tcPr>
            <w:tcW w:w="6254" w:type="dxa"/>
          </w:tcPr>
          <w:p w:rsidR="0009156E" w:rsidRPr="00343502" w:rsidRDefault="0009156E" w:rsidP="00FE10D2">
            <w:pPr>
              <w:autoSpaceDE w:val="0"/>
              <w:autoSpaceDN w:val="0"/>
              <w:adjustRightInd w:val="0"/>
              <w:jc w:val="both"/>
            </w:pPr>
            <w:r w:rsidRPr="00343502">
              <w:t>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tc>
      </w:tr>
      <w:tr w:rsidR="0009156E" w:rsidRPr="00343502" w:rsidTr="00C21082">
        <w:tc>
          <w:tcPr>
            <w:tcW w:w="3574" w:type="dxa"/>
          </w:tcPr>
          <w:p w:rsidR="0009156E" w:rsidRPr="00343502" w:rsidRDefault="0009156E" w:rsidP="00FE10D2">
            <w:pPr>
              <w:autoSpaceDE w:val="0"/>
              <w:autoSpaceDN w:val="0"/>
              <w:adjustRightInd w:val="0"/>
            </w:pPr>
            <w:r w:rsidRPr="00343502">
              <w:t>Задачи подпрограммы</w:t>
            </w:r>
          </w:p>
        </w:tc>
        <w:tc>
          <w:tcPr>
            <w:tcW w:w="6254" w:type="dxa"/>
          </w:tcPr>
          <w:p w:rsidR="0009156E" w:rsidRPr="00343502" w:rsidRDefault="0009156E" w:rsidP="00FE10D2">
            <w:pPr>
              <w:autoSpaceDE w:val="0"/>
              <w:autoSpaceDN w:val="0"/>
              <w:adjustRightInd w:val="0"/>
              <w:jc w:val="both"/>
            </w:pPr>
            <w:r w:rsidRPr="00343502">
              <w:t>Ремонт и благоустройство военно-мемориальных объектов на территории Таловского муниципального района</w:t>
            </w:r>
          </w:p>
        </w:tc>
      </w:tr>
      <w:tr w:rsidR="0009156E" w:rsidRPr="00343502" w:rsidTr="00C21082">
        <w:tc>
          <w:tcPr>
            <w:tcW w:w="3574" w:type="dxa"/>
          </w:tcPr>
          <w:p w:rsidR="0009156E" w:rsidRPr="00343502" w:rsidRDefault="0009156E" w:rsidP="00FE10D2">
            <w:pPr>
              <w:autoSpaceDE w:val="0"/>
              <w:autoSpaceDN w:val="0"/>
              <w:adjustRightInd w:val="0"/>
            </w:pPr>
            <w:r w:rsidRPr="00343502">
              <w:t xml:space="preserve">Целевые индикаторы </w:t>
            </w:r>
          </w:p>
        </w:tc>
        <w:tc>
          <w:tcPr>
            <w:tcW w:w="6254" w:type="dxa"/>
          </w:tcPr>
          <w:p w:rsidR="0009156E" w:rsidRPr="00343502" w:rsidRDefault="0009156E" w:rsidP="00FE10D2">
            <w:pPr>
              <w:ind w:left="26"/>
              <w:jc w:val="both"/>
            </w:pPr>
            <w:r w:rsidRPr="00343502">
              <w:t>1.Увеличение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r>
      <w:tr w:rsidR="0009156E" w:rsidRPr="00343502" w:rsidTr="00C21082">
        <w:tc>
          <w:tcPr>
            <w:tcW w:w="3574" w:type="dxa"/>
          </w:tcPr>
          <w:p w:rsidR="0009156E" w:rsidRPr="00343502" w:rsidRDefault="0009156E" w:rsidP="00FE10D2">
            <w:pPr>
              <w:autoSpaceDE w:val="0"/>
              <w:autoSpaceDN w:val="0"/>
              <w:adjustRightInd w:val="0"/>
            </w:pPr>
            <w:r w:rsidRPr="00343502">
              <w:t>Этапы и сроки реализации подпрограммы</w:t>
            </w:r>
          </w:p>
        </w:tc>
        <w:tc>
          <w:tcPr>
            <w:tcW w:w="6254" w:type="dxa"/>
          </w:tcPr>
          <w:p w:rsidR="0009156E" w:rsidRPr="00343502" w:rsidRDefault="0009156E" w:rsidP="00FE10D2">
            <w:pPr>
              <w:autoSpaceDE w:val="0"/>
              <w:autoSpaceDN w:val="0"/>
              <w:adjustRightInd w:val="0"/>
            </w:pPr>
            <w:r w:rsidRPr="00343502">
              <w:t>2015 – 2019 годы</w:t>
            </w:r>
          </w:p>
        </w:tc>
      </w:tr>
      <w:tr w:rsidR="0009156E" w:rsidRPr="00343502" w:rsidTr="00C21082">
        <w:tc>
          <w:tcPr>
            <w:tcW w:w="3574" w:type="dxa"/>
          </w:tcPr>
          <w:p w:rsidR="0009156E" w:rsidRPr="00343502" w:rsidRDefault="0009156E" w:rsidP="00FE10D2">
            <w:pPr>
              <w:autoSpaceDE w:val="0"/>
              <w:autoSpaceDN w:val="0"/>
              <w:adjustRightInd w:val="0"/>
            </w:pPr>
            <w:r w:rsidRPr="00343502">
              <w:t>Объемы и источники финансирования подпрограммы (в действующих ценах каждого года реализации муниципальной программы)</w:t>
            </w:r>
          </w:p>
        </w:tc>
        <w:tc>
          <w:tcPr>
            <w:tcW w:w="6254" w:type="dxa"/>
          </w:tcPr>
          <w:p w:rsidR="0009156E" w:rsidRPr="008F376C" w:rsidRDefault="0009156E" w:rsidP="00FE10D2">
            <w:pPr>
              <w:autoSpaceDE w:val="0"/>
              <w:autoSpaceDN w:val="0"/>
              <w:adjustRightInd w:val="0"/>
            </w:pPr>
            <w:r w:rsidRPr="008F376C">
              <w:t>Общий объем финансирования  2</w:t>
            </w:r>
            <w:r>
              <w:t xml:space="preserve">471 </w:t>
            </w:r>
            <w:r w:rsidRPr="008F376C">
              <w:t xml:space="preserve"> тыс. руб., в т.ч.:</w:t>
            </w:r>
          </w:p>
          <w:p w:rsidR="0009156E" w:rsidRPr="008F376C" w:rsidRDefault="0009156E" w:rsidP="00FE10D2">
            <w:pPr>
              <w:autoSpaceDE w:val="0"/>
              <w:autoSpaceDN w:val="0"/>
              <w:adjustRightInd w:val="0"/>
            </w:pPr>
            <w:r w:rsidRPr="008F376C">
              <w:t>по годам реализации:</w:t>
            </w:r>
          </w:p>
          <w:p w:rsidR="0009156E" w:rsidRPr="008F376C" w:rsidRDefault="0009156E" w:rsidP="00FE10D2">
            <w:pPr>
              <w:autoSpaceDE w:val="0"/>
              <w:autoSpaceDN w:val="0"/>
              <w:adjustRightInd w:val="0"/>
            </w:pPr>
            <w:r w:rsidRPr="008F376C">
              <w:t>2015 год –местный бюджет 653,5 тыс. руб.;</w:t>
            </w:r>
          </w:p>
          <w:p w:rsidR="0009156E" w:rsidRPr="008F376C" w:rsidRDefault="0009156E" w:rsidP="00FE10D2">
            <w:pPr>
              <w:autoSpaceDE w:val="0"/>
              <w:autoSpaceDN w:val="0"/>
              <w:adjustRightInd w:val="0"/>
            </w:pPr>
            <w:r w:rsidRPr="008F376C">
              <w:t xml:space="preserve">2016 год – местный бюджет </w:t>
            </w:r>
            <w:r>
              <w:t xml:space="preserve"> 90,9 </w:t>
            </w:r>
            <w:r w:rsidRPr="008F376C">
              <w:t xml:space="preserve"> тыс. руб.;</w:t>
            </w:r>
          </w:p>
          <w:p w:rsidR="0009156E" w:rsidRPr="008F376C" w:rsidRDefault="0009156E" w:rsidP="00FE10D2">
            <w:pPr>
              <w:autoSpaceDE w:val="0"/>
              <w:autoSpaceDN w:val="0"/>
              <w:adjustRightInd w:val="0"/>
            </w:pPr>
            <w:r w:rsidRPr="008F376C">
              <w:t xml:space="preserve">2016 год- областной бюджет </w:t>
            </w:r>
            <w:r>
              <w:t>1726,6</w:t>
            </w:r>
            <w:r w:rsidRPr="008F376C">
              <w:t xml:space="preserve"> тыс. руб.;</w:t>
            </w:r>
          </w:p>
          <w:p w:rsidR="0009156E" w:rsidRPr="008F376C" w:rsidRDefault="0009156E" w:rsidP="00FE10D2">
            <w:pPr>
              <w:autoSpaceDE w:val="0"/>
              <w:autoSpaceDN w:val="0"/>
              <w:adjustRightInd w:val="0"/>
            </w:pPr>
            <w:r w:rsidRPr="008F376C">
              <w:t>Объемы финансирования подпрограммы носят прогнозный характер и подлежат корректировке исходя из возможностей бюджета Таловского муниципального района.</w:t>
            </w:r>
          </w:p>
        </w:tc>
      </w:tr>
      <w:tr w:rsidR="0009156E" w:rsidRPr="00343502" w:rsidTr="00C21082">
        <w:tc>
          <w:tcPr>
            <w:tcW w:w="3574" w:type="dxa"/>
          </w:tcPr>
          <w:p w:rsidR="0009156E" w:rsidRPr="00343502" w:rsidRDefault="0009156E" w:rsidP="00FE10D2">
            <w:pPr>
              <w:autoSpaceDE w:val="0"/>
              <w:autoSpaceDN w:val="0"/>
              <w:adjustRightInd w:val="0"/>
            </w:pPr>
            <w:r w:rsidRPr="00343502">
              <w:t>Ожидаемые конечные результаты реализации подпрограммы</w:t>
            </w:r>
          </w:p>
        </w:tc>
        <w:tc>
          <w:tcPr>
            <w:tcW w:w="6254" w:type="dxa"/>
          </w:tcPr>
          <w:p w:rsidR="0009156E" w:rsidRPr="00343502" w:rsidRDefault="0009156E" w:rsidP="00FE10D2">
            <w:pPr>
              <w:autoSpaceDE w:val="0"/>
              <w:autoSpaceDN w:val="0"/>
              <w:adjustRightInd w:val="0"/>
            </w:pPr>
            <w:r w:rsidRPr="00343502">
              <w:t>Сохранение и благоустройство военно-мемориальных объектов, расположенных на территории Таловского муниципального района</w:t>
            </w:r>
          </w:p>
        </w:tc>
      </w:tr>
    </w:tbl>
    <w:p w:rsidR="0009156E" w:rsidRPr="00343502" w:rsidRDefault="0009156E" w:rsidP="00737D3A">
      <w:pPr>
        <w:jc w:val="center"/>
        <w:rPr>
          <w:b/>
          <w:bCs/>
        </w:rPr>
      </w:pPr>
    </w:p>
    <w:p w:rsidR="0009156E" w:rsidRDefault="0009156E" w:rsidP="00737D3A">
      <w:pPr>
        <w:jc w:val="center"/>
        <w:rPr>
          <w:b/>
          <w:bCs/>
        </w:rPr>
      </w:pPr>
    </w:p>
    <w:p w:rsidR="0009156E" w:rsidRPr="00343502" w:rsidRDefault="0009156E" w:rsidP="00737D3A">
      <w:pPr>
        <w:jc w:val="center"/>
        <w:rPr>
          <w:b/>
          <w:bCs/>
        </w:rPr>
      </w:pPr>
      <w:r w:rsidRPr="00343502">
        <w:rPr>
          <w:b/>
          <w:bCs/>
        </w:rPr>
        <w:t>1. Характеристика сферы реализации подпрограммы, описание основных проблем в указанной сфере и прогноз её развития.</w:t>
      </w:r>
    </w:p>
    <w:p w:rsidR="0009156E" w:rsidRPr="00343502" w:rsidRDefault="0009156E" w:rsidP="00737D3A">
      <w:pPr>
        <w:jc w:val="both"/>
        <w:rPr>
          <w:bCs/>
        </w:rPr>
      </w:pPr>
      <w:r w:rsidRPr="00343502">
        <w:rPr>
          <w:bCs/>
        </w:rPr>
        <w:tab/>
      </w:r>
    </w:p>
    <w:p w:rsidR="0009156E" w:rsidRPr="00343502" w:rsidRDefault="0009156E" w:rsidP="00737D3A">
      <w:pPr>
        <w:ind w:firstLine="708"/>
        <w:jc w:val="both"/>
        <w:rPr>
          <w:bCs/>
        </w:rPr>
      </w:pPr>
      <w:r w:rsidRPr="00343502">
        <w:rPr>
          <w:bCs/>
        </w:rPr>
        <w:t>В годы Великой Отечественной войны из Таловского района более 11000 человек ушли на фронт, более 9000 человек из них не вернулись с полей сражений. Увековечение памяти земляков, погибших в годы войны, является одной из ключевых задач органов местного самоуправления.</w:t>
      </w:r>
    </w:p>
    <w:p w:rsidR="0009156E" w:rsidRPr="00343502" w:rsidRDefault="0009156E" w:rsidP="00737D3A">
      <w:pPr>
        <w:jc w:val="both"/>
        <w:rPr>
          <w:bCs/>
        </w:rPr>
      </w:pPr>
      <w:r w:rsidRPr="00343502">
        <w:rPr>
          <w:bCs/>
        </w:rPr>
        <w:tab/>
        <w:t xml:space="preserve">По данным государственного учета, предоставленных отделом военного комиссариата Воронежской области по Таловскому  району, по состоянию на 2015 год на территории Таловского муниципального района зарегистрировано 16 воинских захоронений, из них 2 – времен гражданской войны, 2 – Великой Отечественной войны, 6 – смешанного типа, 6 – мирного времени и 23 объекта, увековечивающих память земляков, </w:t>
      </w:r>
      <w:r w:rsidRPr="00343502">
        <w:rPr>
          <w:bCs/>
        </w:rPr>
        <w:lastRenderedPageBreak/>
        <w:t xml:space="preserve">погибших в годы Великой Отечественной войны, не являющихся воинскими захоронениями. </w:t>
      </w:r>
    </w:p>
    <w:p w:rsidR="0009156E" w:rsidRPr="00343502" w:rsidRDefault="0009156E" w:rsidP="00737D3A">
      <w:pPr>
        <w:jc w:val="both"/>
        <w:rPr>
          <w:bCs/>
        </w:rPr>
      </w:pPr>
      <w:r w:rsidRPr="00343502">
        <w:rPr>
          <w:bCs/>
        </w:rPr>
        <w:tab/>
        <w:t>Находящиеся на них надгробия, памятники, стелы, обелиски, элементы ограждений и другие мемориальные сооружения были установлены в 50 – 60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военно-мемориальные объекты требуют проведения срочных ремонтных работ.</w:t>
      </w:r>
    </w:p>
    <w:p w:rsidR="0009156E" w:rsidRPr="00343502" w:rsidRDefault="0009156E" w:rsidP="00737D3A">
      <w:pPr>
        <w:jc w:val="both"/>
      </w:pPr>
      <w:r w:rsidRPr="00343502">
        <w:tab/>
        <w:t xml:space="preserve">Актуальной стала и проблема благоустройства данных объектов и прилегающих к ним территорий. В целях обеспечения сохранности и ремонта военно-мемориальных объектов </w:t>
      </w:r>
      <w:r>
        <w:t xml:space="preserve">администрацией муниципального района и </w:t>
      </w:r>
      <w:r w:rsidRPr="00343502">
        <w:t xml:space="preserve">МКУ «Управлением по культуре Таловского муниципального района» разработан комплекс мероприятий.  </w:t>
      </w:r>
    </w:p>
    <w:p w:rsidR="0009156E" w:rsidRPr="00343502" w:rsidRDefault="0009156E" w:rsidP="00737D3A">
      <w:pPr>
        <w:jc w:val="both"/>
        <w:rPr>
          <w:bCs/>
        </w:rPr>
      </w:pPr>
    </w:p>
    <w:p w:rsidR="0009156E" w:rsidRPr="00343502" w:rsidRDefault="0009156E" w:rsidP="00737D3A">
      <w:pPr>
        <w:jc w:val="both"/>
        <w:rPr>
          <w:bCs/>
        </w:rPr>
      </w:pPr>
    </w:p>
    <w:p w:rsidR="0009156E" w:rsidRPr="00343502" w:rsidRDefault="0009156E" w:rsidP="00737D3A">
      <w:pPr>
        <w:jc w:val="center"/>
        <w:rPr>
          <w:b/>
          <w:bCs/>
        </w:rPr>
      </w:pPr>
      <w:r w:rsidRPr="00343502">
        <w:rPr>
          <w:b/>
          <w:bCs/>
        </w:rPr>
        <w:t>2.</w:t>
      </w:r>
      <w:r w:rsidRPr="00343502">
        <w:rPr>
          <w:b/>
        </w:rPr>
        <w:t>Приоритеты</w:t>
      </w:r>
      <w:r w:rsidRPr="00343502">
        <w:rPr>
          <w:b/>
          <w:bCs/>
        </w:rPr>
        <w:t xml:space="preserve">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муниципальной подпрограммы, сроков и этапов реализации муниципальной подпрограммы.</w:t>
      </w:r>
    </w:p>
    <w:p w:rsidR="0009156E" w:rsidRPr="00343502" w:rsidRDefault="0009156E" w:rsidP="00737D3A">
      <w:pPr>
        <w:ind w:right="510" w:firstLine="708"/>
        <w:rPr>
          <w:b/>
        </w:rPr>
      </w:pPr>
    </w:p>
    <w:p w:rsidR="0009156E" w:rsidRPr="00343502" w:rsidRDefault="0009156E" w:rsidP="00737D3A">
      <w:pPr>
        <w:jc w:val="both"/>
        <w:rPr>
          <w:b/>
        </w:rPr>
      </w:pPr>
      <w:r w:rsidRPr="00343502">
        <w:tab/>
        <w:t>Основным приоритетным направлением государственной политики в сфере реализации подпрограммы является обеспечение сохранности военно-мемориальных объектов, находящихся на территории Таловского муниципального района.</w:t>
      </w:r>
    </w:p>
    <w:p w:rsidR="0009156E" w:rsidRPr="00343502" w:rsidRDefault="0009156E" w:rsidP="00737D3A">
      <w:pPr>
        <w:jc w:val="both"/>
      </w:pPr>
      <w:r w:rsidRPr="00343502">
        <w:tab/>
        <w:t>Целью подпрограммы является осуществление мероприятий по проведению ремонтно-восстановительных работ, связанных с благоустройством военно-мемориальных объектов Таловского муниципального района.</w:t>
      </w:r>
    </w:p>
    <w:p w:rsidR="0009156E" w:rsidRPr="00343502" w:rsidRDefault="0009156E" w:rsidP="00737D3A">
      <w:pPr>
        <w:jc w:val="both"/>
      </w:pPr>
      <w:r w:rsidRPr="00343502">
        <w:tab/>
        <w:t xml:space="preserve">Ее достижение предполагается осуществлять путем решения следующей задачи: </w:t>
      </w:r>
    </w:p>
    <w:p w:rsidR="0009156E" w:rsidRPr="00343502" w:rsidRDefault="0009156E" w:rsidP="00737D3A">
      <w:pPr>
        <w:jc w:val="both"/>
      </w:pPr>
      <w:r w:rsidRPr="00343502">
        <w:t>- ремонт и благоустройство военно-мемориальных объектов на территории Таловского муниципального района.</w:t>
      </w:r>
    </w:p>
    <w:p w:rsidR="0009156E" w:rsidRPr="00343502" w:rsidRDefault="0009156E" w:rsidP="00737D3A">
      <w:pPr>
        <w:jc w:val="both"/>
      </w:pPr>
      <w:r w:rsidRPr="00343502">
        <w:tab/>
        <w:t>Решение поставленной задачи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w:t>
      </w:r>
    </w:p>
    <w:p w:rsidR="0009156E" w:rsidRPr="00343502" w:rsidRDefault="0009156E" w:rsidP="00737D3A">
      <w:pPr>
        <w:jc w:val="both"/>
      </w:pPr>
      <w:r w:rsidRPr="00343502">
        <w:tab/>
        <w:t>Для оценки хода реализации мероприятий и степени решения поставленной  задачи в подпрограмме используется следующий целевой показатель (индикатор):</w:t>
      </w:r>
    </w:p>
    <w:p w:rsidR="0009156E" w:rsidRPr="00343502" w:rsidRDefault="0009156E" w:rsidP="00737D3A">
      <w:pPr>
        <w:jc w:val="both"/>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3509"/>
        <w:gridCol w:w="1472"/>
        <w:gridCol w:w="865"/>
        <w:gridCol w:w="865"/>
        <w:gridCol w:w="805"/>
        <w:gridCol w:w="805"/>
        <w:gridCol w:w="805"/>
      </w:tblGrid>
      <w:tr w:rsidR="0009156E" w:rsidRPr="00343502" w:rsidTr="00FE10D2">
        <w:tc>
          <w:tcPr>
            <w:tcW w:w="445" w:type="dxa"/>
          </w:tcPr>
          <w:p w:rsidR="0009156E" w:rsidRPr="00343502" w:rsidRDefault="0009156E" w:rsidP="00FE10D2">
            <w:pPr>
              <w:tabs>
                <w:tab w:val="left" w:pos="1080"/>
                <w:tab w:val="left" w:pos="6660"/>
              </w:tabs>
              <w:ind w:right="-288"/>
            </w:pPr>
            <w:r w:rsidRPr="00343502">
              <w:t>№</w:t>
            </w:r>
          </w:p>
          <w:p w:rsidR="0009156E" w:rsidRPr="00343502" w:rsidRDefault="0009156E" w:rsidP="00FE10D2">
            <w:pPr>
              <w:tabs>
                <w:tab w:val="left" w:pos="1080"/>
                <w:tab w:val="left" w:pos="6660"/>
              </w:tabs>
              <w:ind w:right="-288"/>
            </w:pPr>
            <w:r w:rsidRPr="00343502">
              <w:t>п/п</w:t>
            </w:r>
          </w:p>
        </w:tc>
        <w:tc>
          <w:tcPr>
            <w:tcW w:w="3509" w:type="dxa"/>
          </w:tcPr>
          <w:p w:rsidR="0009156E" w:rsidRPr="00343502" w:rsidRDefault="0009156E" w:rsidP="00FE10D2">
            <w:pPr>
              <w:tabs>
                <w:tab w:val="left" w:pos="1080"/>
                <w:tab w:val="left" w:pos="6660"/>
              </w:tabs>
              <w:jc w:val="both"/>
            </w:pPr>
            <w:r w:rsidRPr="00343502">
              <w:t xml:space="preserve">Наименование </w:t>
            </w:r>
          </w:p>
          <w:p w:rsidR="0009156E" w:rsidRPr="00343502" w:rsidRDefault="0009156E" w:rsidP="00FE10D2">
            <w:pPr>
              <w:tabs>
                <w:tab w:val="left" w:pos="1080"/>
                <w:tab w:val="left" w:pos="6660"/>
              </w:tabs>
              <w:ind w:left="207"/>
              <w:jc w:val="both"/>
            </w:pPr>
            <w:r w:rsidRPr="00343502">
              <w:t>показателя</w:t>
            </w:r>
          </w:p>
        </w:tc>
        <w:tc>
          <w:tcPr>
            <w:tcW w:w="1472" w:type="dxa"/>
          </w:tcPr>
          <w:p w:rsidR="0009156E" w:rsidRPr="00343502" w:rsidRDefault="0009156E" w:rsidP="00FE10D2">
            <w:pPr>
              <w:tabs>
                <w:tab w:val="left" w:pos="1080"/>
                <w:tab w:val="left" w:pos="6660"/>
              </w:tabs>
              <w:jc w:val="both"/>
            </w:pPr>
            <w:r w:rsidRPr="00343502">
              <w:t>Единицы</w:t>
            </w:r>
          </w:p>
          <w:p w:rsidR="0009156E" w:rsidRPr="00343502" w:rsidRDefault="0009156E" w:rsidP="00FE10D2">
            <w:pPr>
              <w:tabs>
                <w:tab w:val="left" w:pos="-4860"/>
                <w:tab w:val="left" w:pos="6660"/>
              </w:tabs>
              <w:jc w:val="both"/>
            </w:pPr>
            <w:r w:rsidRPr="00343502">
              <w:t xml:space="preserve"> измерения</w:t>
            </w:r>
          </w:p>
        </w:tc>
        <w:tc>
          <w:tcPr>
            <w:tcW w:w="865" w:type="dxa"/>
          </w:tcPr>
          <w:p w:rsidR="0009156E" w:rsidRPr="00343502" w:rsidRDefault="0009156E" w:rsidP="00FE10D2">
            <w:pPr>
              <w:tabs>
                <w:tab w:val="left" w:pos="6268"/>
                <w:tab w:val="left" w:pos="6660"/>
              </w:tabs>
              <w:jc w:val="both"/>
            </w:pPr>
            <w:r w:rsidRPr="00343502">
              <w:t xml:space="preserve">2015 </w:t>
            </w:r>
          </w:p>
          <w:p w:rsidR="0009156E" w:rsidRPr="00343502" w:rsidRDefault="0009156E" w:rsidP="00FE10D2">
            <w:pPr>
              <w:tabs>
                <w:tab w:val="left" w:pos="1080"/>
                <w:tab w:val="left" w:pos="6660"/>
              </w:tabs>
              <w:jc w:val="both"/>
            </w:pPr>
          </w:p>
        </w:tc>
        <w:tc>
          <w:tcPr>
            <w:tcW w:w="865" w:type="dxa"/>
          </w:tcPr>
          <w:p w:rsidR="0009156E" w:rsidRPr="00343502" w:rsidRDefault="0009156E" w:rsidP="00FE10D2">
            <w:pPr>
              <w:tabs>
                <w:tab w:val="left" w:pos="1080"/>
                <w:tab w:val="left" w:pos="6660"/>
              </w:tabs>
              <w:jc w:val="both"/>
            </w:pPr>
            <w:r w:rsidRPr="00343502">
              <w:t xml:space="preserve">2016 </w:t>
            </w:r>
          </w:p>
          <w:p w:rsidR="0009156E" w:rsidRPr="00343502" w:rsidRDefault="0009156E" w:rsidP="00FE10D2">
            <w:pPr>
              <w:tabs>
                <w:tab w:val="left" w:pos="1080"/>
                <w:tab w:val="left" w:pos="6660"/>
              </w:tabs>
              <w:jc w:val="both"/>
            </w:pPr>
          </w:p>
        </w:tc>
        <w:tc>
          <w:tcPr>
            <w:tcW w:w="805" w:type="dxa"/>
          </w:tcPr>
          <w:p w:rsidR="0009156E" w:rsidRPr="00343502" w:rsidRDefault="0009156E" w:rsidP="00FE10D2">
            <w:pPr>
              <w:tabs>
                <w:tab w:val="left" w:pos="1080"/>
                <w:tab w:val="left" w:pos="6660"/>
              </w:tabs>
              <w:jc w:val="both"/>
            </w:pPr>
            <w:r w:rsidRPr="00343502">
              <w:t>2017</w:t>
            </w:r>
          </w:p>
          <w:p w:rsidR="0009156E" w:rsidRPr="00343502" w:rsidRDefault="0009156E" w:rsidP="00FE10D2">
            <w:pPr>
              <w:tabs>
                <w:tab w:val="left" w:pos="1080"/>
                <w:tab w:val="left" w:pos="6660"/>
              </w:tabs>
              <w:jc w:val="both"/>
            </w:pPr>
          </w:p>
        </w:tc>
        <w:tc>
          <w:tcPr>
            <w:tcW w:w="805" w:type="dxa"/>
          </w:tcPr>
          <w:p w:rsidR="0009156E" w:rsidRPr="00343502" w:rsidRDefault="0009156E" w:rsidP="00FE10D2">
            <w:pPr>
              <w:tabs>
                <w:tab w:val="left" w:pos="1080"/>
                <w:tab w:val="left" w:pos="6660"/>
              </w:tabs>
              <w:jc w:val="both"/>
            </w:pPr>
            <w:r w:rsidRPr="00343502">
              <w:t>2018</w:t>
            </w:r>
          </w:p>
          <w:p w:rsidR="0009156E" w:rsidRPr="00343502" w:rsidRDefault="0009156E" w:rsidP="00FE10D2">
            <w:pPr>
              <w:tabs>
                <w:tab w:val="left" w:pos="4083"/>
                <w:tab w:val="left" w:pos="6660"/>
              </w:tabs>
              <w:jc w:val="both"/>
            </w:pPr>
          </w:p>
        </w:tc>
        <w:tc>
          <w:tcPr>
            <w:tcW w:w="805" w:type="dxa"/>
          </w:tcPr>
          <w:p w:rsidR="0009156E" w:rsidRPr="00343502" w:rsidRDefault="0009156E" w:rsidP="00FE10D2">
            <w:pPr>
              <w:tabs>
                <w:tab w:val="left" w:pos="1080"/>
                <w:tab w:val="left" w:pos="6660"/>
              </w:tabs>
              <w:jc w:val="both"/>
            </w:pPr>
            <w:r w:rsidRPr="00343502">
              <w:t>2019</w:t>
            </w:r>
          </w:p>
          <w:p w:rsidR="0009156E" w:rsidRPr="00343502" w:rsidRDefault="0009156E" w:rsidP="00FE10D2">
            <w:pPr>
              <w:tabs>
                <w:tab w:val="left" w:pos="1080"/>
                <w:tab w:val="left" w:pos="6660"/>
              </w:tabs>
              <w:jc w:val="both"/>
            </w:pPr>
          </w:p>
        </w:tc>
      </w:tr>
      <w:tr w:rsidR="0009156E" w:rsidRPr="00343502" w:rsidTr="00FE10D2">
        <w:trPr>
          <w:trHeight w:val="1230"/>
        </w:trPr>
        <w:tc>
          <w:tcPr>
            <w:tcW w:w="445" w:type="dxa"/>
          </w:tcPr>
          <w:p w:rsidR="0009156E" w:rsidRPr="00343502" w:rsidRDefault="0009156E" w:rsidP="00FE10D2">
            <w:pPr>
              <w:tabs>
                <w:tab w:val="left" w:pos="1080"/>
                <w:tab w:val="left" w:pos="6660"/>
              </w:tabs>
              <w:jc w:val="center"/>
            </w:pPr>
            <w:r w:rsidRPr="00343502">
              <w:t>1</w:t>
            </w:r>
          </w:p>
          <w:p w:rsidR="0009156E" w:rsidRPr="00343502" w:rsidRDefault="0009156E" w:rsidP="00FE10D2">
            <w:pPr>
              <w:tabs>
                <w:tab w:val="left" w:pos="1080"/>
                <w:tab w:val="left" w:pos="6660"/>
              </w:tabs>
              <w:jc w:val="both"/>
            </w:pPr>
          </w:p>
          <w:p w:rsidR="0009156E" w:rsidRPr="00343502" w:rsidRDefault="0009156E" w:rsidP="00FE10D2">
            <w:pPr>
              <w:tabs>
                <w:tab w:val="left" w:pos="1080"/>
                <w:tab w:val="left" w:pos="6660"/>
              </w:tabs>
              <w:jc w:val="both"/>
            </w:pPr>
          </w:p>
        </w:tc>
        <w:tc>
          <w:tcPr>
            <w:tcW w:w="3509" w:type="dxa"/>
          </w:tcPr>
          <w:p w:rsidR="0009156E" w:rsidRPr="00343502" w:rsidRDefault="0009156E" w:rsidP="00FE10D2">
            <w:pPr>
              <w:jc w:val="both"/>
            </w:pPr>
            <w:r w:rsidRPr="00343502">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1472" w:type="dxa"/>
          </w:tcPr>
          <w:p w:rsidR="0009156E" w:rsidRPr="00343502" w:rsidRDefault="0009156E" w:rsidP="00FE10D2">
            <w:pPr>
              <w:tabs>
                <w:tab w:val="left" w:pos="1080"/>
                <w:tab w:val="left" w:pos="6660"/>
              </w:tabs>
              <w:jc w:val="both"/>
            </w:pPr>
            <w:r w:rsidRPr="00343502">
              <w:t>процент</w:t>
            </w:r>
          </w:p>
        </w:tc>
        <w:tc>
          <w:tcPr>
            <w:tcW w:w="865" w:type="dxa"/>
          </w:tcPr>
          <w:p w:rsidR="0009156E" w:rsidRPr="00343502" w:rsidRDefault="0009156E" w:rsidP="00FE10D2">
            <w:pPr>
              <w:tabs>
                <w:tab w:val="left" w:pos="1080"/>
                <w:tab w:val="left" w:pos="6660"/>
              </w:tabs>
              <w:jc w:val="both"/>
            </w:pPr>
            <w:r w:rsidRPr="00343502">
              <w:t>7,7</w:t>
            </w:r>
          </w:p>
        </w:tc>
        <w:tc>
          <w:tcPr>
            <w:tcW w:w="865" w:type="dxa"/>
          </w:tcPr>
          <w:p w:rsidR="0009156E" w:rsidRPr="00343502" w:rsidRDefault="0009156E" w:rsidP="00FE10D2">
            <w:pPr>
              <w:tabs>
                <w:tab w:val="left" w:pos="1080"/>
                <w:tab w:val="left" w:pos="6660"/>
              </w:tabs>
              <w:jc w:val="both"/>
            </w:pPr>
            <w:r w:rsidRPr="00343502">
              <w:t>15,4</w:t>
            </w:r>
          </w:p>
        </w:tc>
        <w:tc>
          <w:tcPr>
            <w:tcW w:w="805" w:type="dxa"/>
          </w:tcPr>
          <w:p w:rsidR="0009156E" w:rsidRPr="00343502" w:rsidRDefault="0009156E" w:rsidP="00FE10D2">
            <w:pPr>
              <w:tabs>
                <w:tab w:val="left" w:pos="1080"/>
                <w:tab w:val="left" w:pos="6660"/>
              </w:tabs>
              <w:jc w:val="both"/>
            </w:pPr>
            <w:r w:rsidRPr="00343502">
              <w:t>41,1</w:t>
            </w:r>
          </w:p>
        </w:tc>
        <w:tc>
          <w:tcPr>
            <w:tcW w:w="805" w:type="dxa"/>
          </w:tcPr>
          <w:p w:rsidR="0009156E" w:rsidRPr="00343502" w:rsidRDefault="0009156E" w:rsidP="00FE10D2">
            <w:pPr>
              <w:tabs>
                <w:tab w:val="left" w:pos="1080"/>
                <w:tab w:val="left" w:pos="6660"/>
              </w:tabs>
              <w:jc w:val="both"/>
            </w:pPr>
            <w:r w:rsidRPr="00343502">
              <w:t>61,6</w:t>
            </w:r>
          </w:p>
        </w:tc>
        <w:tc>
          <w:tcPr>
            <w:tcW w:w="805" w:type="dxa"/>
          </w:tcPr>
          <w:p w:rsidR="0009156E" w:rsidRPr="00343502" w:rsidRDefault="0009156E" w:rsidP="00FE10D2">
            <w:pPr>
              <w:tabs>
                <w:tab w:val="left" w:pos="1080"/>
                <w:tab w:val="left" w:pos="6660"/>
              </w:tabs>
              <w:jc w:val="both"/>
            </w:pPr>
            <w:r w:rsidRPr="00343502">
              <w:t>79,5</w:t>
            </w:r>
          </w:p>
        </w:tc>
      </w:tr>
    </w:tbl>
    <w:p w:rsidR="0009156E" w:rsidRPr="00343502" w:rsidRDefault="0009156E" w:rsidP="00737D3A">
      <w:pPr>
        <w:jc w:val="both"/>
      </w:pPr>
    </w:p>
    <w:p w:rsidR="0009156E" w:rsidRPr="00343502" w:rsidRDefault="0009156E" w:rsidP="00737D3A">
      <w:pPr>
        <w:ind w:firstLine="708"/>
        <w:jc w:val="both"/>
      </w:pPr>
      <w:r w:rsidRPr="00343502">
        <w:t>Ожидаемые конечные результаты реализации подпрограммы:</w:t>
      </w:r>
    </w:p>
    <w:p w:rsidR="0009156E" w:rsidRPr="00343502" w:rsidRDefault="0009156E" w:rsidP="00737D3A">
      <w:pPr>
        <w:jc w:val="both"/>
      </w:pPr>
      <w:r w:rsidRPr="00343502">
        <w:t>В результате реализации подпрограммы к 2019 году предполагается сохранение и благоустройство 31 военно-мемориального объекта, расположенного на территории Таловского муниципального района.</w:t>
      </w:r>
    </w:p>
    <w:p w:rsidR="0009156E" w:rsidRPr="00343502" w:rsidRDefault="0009156E" w:rsidP="00737D3A">
      <w:pPr>
        <w:jc w:val="both"/>
      </w:pPr>
    </w:p>
    <w:p w:rsidR="0009156E" w:rsidRPr="00343502" w:rsidRDefault="0009156E" w:rsidP="002D11E4">
      <w:pPr>
        <w:tabs>
          <w:tab w:val="left" w:pos="1665"/>
        </w:tabs>
        <w:jc w:val="both"/>
        <w:rPr>
          <w:b/>
        </w:rPr>
      </w:pPr>
      <w:r>
        <w:tab/>
      </w:r>
      <w:r w:rsidRPr="00343502">
        <w:rPr>
          <w:b/>
        </w:rPr>
        <w:t>3.Характеристика основных мероприятий подпрограммы.</w:t>
      </w:r>
    </w:p>
    <w:p w:rsidR="0009156E" w:rsidRPr="00343502" w:rsidRDefault="0009156E" w:rsidP="00737D3A">
      <w:pPr>
        <w:tabs>
          <w:tab w:val="left" w:pos="3736"/>
        </w:tabs>
        <w:jc w:val="both"/>
        <w:rPr>
          <w:b/>
        </w:rPr>
      </w:pPr>
    </w:p>
    <w:p w:rsidR="0009156E" w:rsidRPr="00343502" w:rsidRDefault="0009156E" w:rsidP="00737D3A">
      <w:pPr>
        <w:tabs>
          <w:tab w:val="left" w:pos="3736"/>
        </w:tabs>
        <w:jc w:val="both"/>
      </w:pPr>
      <w:r w:rsidRPr="00343502">
        <w:lastRenderedPageBreak/>
        <w:t xml:space="preserve">            Подпрограмма   реализуется в один этап продолжительностью 5 лет (2015 - 2019 годы). </w:t>
      </w:r>
    </w:p>
    <w:p w:rsidR="0009156E" w:rsidRPr="00343502" w:rsidRDefault="0009156E" w:rsidP="00737D3A">
      <w:pPr>
        <w:tabs>
          <w:tab w:val="left" w:pos="3736"/>
        </w:tabs>
        <w:jc w:val="both"/>
      </w:pPr>
      <w:r w:rsidRPr="00343502">
        <w:t xml:space="preserve">            Подпрограммой предусмотрена реализация одного мероприятия:</w:t>
      </w:r>
    </w:p>
    <w:p w:rsidR="0009156E" w:rsidRPr="00343502" w:rsidRDefault="0009156E" w:rsidP="00737D3A">
      <w:pPr>
        <w:tabs>
          <w:tab w:val="left" w:pos="3736"/>
        </w:tabs>
        <w:jc w:val="both"/>
      </w:pPr>
      <w:r w:rsidRPr="00343502">
        <w:rPr>
          <w:i/>
        </w:rPr>
        <w:t xml:space="preserve">Основное мероприятие 1. </w:t>
      </w:r>
      <w:r w:rsidRPr="00343502">
        <w:t>Выполнение ремонтно–восстановительных работ, направленных на сохранение военно – мемориальных объектов.</w:t>
      </w:r>
    </w:p>
    <w:p w:rsidR="0009156E" w:rsidRDefault="0009156E" w:rsidP="00737D3A">
      <w:pPr>
        <w:tabs>
          <w:tab w:val="left" w:pos="3736"/>
        </w:tabs>
        <w:jc w:val="both"/>
      </w:pPr>
      <w:r w:rsidRPr="00343502">
        <w:t xml:space="preserve">             В результате исполнения данного мероприятия будут отремонтированы и благоустроенывоенно–мемориальные объекты, расположенные на территории Таловского муниципального района.</w:t>
      </w:r>
    </w:p>
    <w:p w:rsidR="0009156E" w:rsidRDefault="0009156E" w:rsidP="00737D3A">
      <w:pPr>
        <w:tabs>
          <w:tab w:val="left" w:pos="3736"/>
        </w:tabs>
        <w:jc w:val="both"/>
      </w:pPr>
      <w:r>
        <w:t xml:space="preserve">            В 2015 году планируется отремонтировать братские могилы в п. уч. 2 НИИ им. Докучаева и вс. Новая Чигла.</w:t>
      </w:r>
    </w:p>
    <w:p w:rsidR="0009156E" w:rsidRDefault="0009156E" w:rsidP="00676261">
      <w:pPr>
        <w:tabs>
          <w:tab w:val="left" w:pos="3736"/>
        </w:tabs>
        <w:jc w:val="both"/>
      </w:pPr>
      <w:r>
        <w:t>В 2016 году планируется отремонтировать братские могилы:в с. Верхняя Тишанка, с. Синявка, п. Абрамовка, с. Александровка; памятники воинам: в п. Вознесенский, п. Хорольский.</w:t>
      </w:r>
    </w:p>
    <w:p w:rsidR="0009156E" w:rsidRPr="00343502" w:rsidRDefault="0009156E" w:rsidP="00737D3A">
      <w:pPr>
        <w:tabs>
          <w:tab w:val="left" w:pos="3736"/>
        </w:tabs>
        <w:jc w:val="both"/>
      </w:pPr>
      <w:r w:rsidRPr="00343502">
        <w:t xml:space="preserve">             Реализация подпрограммы   осуществляется  путем предоставления в установленном порядке средств   областного бюджета и софинансирования районного бюджета.</w:t>
      </w:r>
    </w:p>
    <w:p w:rsidR="0009156E" w:rsidRPr="00343502" w:rsidRDefault="0009156E" w:rsidP="00737D3A">
      <w:pPr>
        <w:tabs>
          <w:tab w:val="left" w:pos="3736"/>
        </w:tabs>
      </w:pPr>
    </w:p>
    <w:p w:rsidR="0009156E" w:rsidRPr="00343502" w:rsidRDefault="0009156E" w:rsidP="00737D3A">
      <w:pPr>
        <w:tabs>
          <w:tab w:val="left" w:pos="3736"/>
        </w:tabs>
      </w:pPr>
    </w:p>
    <w:p w:rsidR="0009156E" w:rsidRPr="00343502" w:rsidRDefault="0009156E" w:rsidP="00737D3A">
      <w:pPr>
        <w:tabs>
          <w:tab w:val="left" w:pos="3736"/>
        </w:tabs>
        <w:jc w:val="center"/>
      </w:pPr>
      <w:r w:rsidRPr="00343502">
        <w:rPr>
          <w:b/>
        </w:rPr>
        <w:t>4. Основные меры правового и муниципального регулирования подпрограммы</w:t>
      </w:r>
      <w:r w:rsidRPr="00343502">
        <w:t>.</w:t>
      </w:r>
    </w:p>
    <w:p w:rsidR="0009156E" w:rsidRPr="00343502" w:rsidRDefault="0009156E" w:rsidP="00737D3A"/>
    <w:p w:rsidR="0009156E" w:rsidRPr="00343502" w:rsidRDefault="0009156E" w:rsidP="00737D3A">
      <w:pPr>
        <w:jc w:val="both"/>
      </w:pPr>
      <w:r w:rsidRPr="00343502">
        <w:tab/>
        <w:t xml:space="preserve"> К основным мерам правого регулирования, направленным на выполнение мероприятий подпрограммы, относятся:</w:t>
      </w:r>
    </w:p>
    <w:p w:rsidR="0009156E" w:rsidRPr="00343502" w:rsidRDefault="0009156E" w:rsidP="00737D3A">
      <w:pPr>
        <w:jc w:val="both"/>
        <w:rPr>
          <w:b/>
        </w:rPr>
      </w:pPr>
      <w:r w:rsidRPr="00343502">
        <w:t>- разработка и принятие, в случае необходимости, нормативных  правовых актов муниципального района, в которых будут указаны финансовые затраты на осуществление ремонта воинских захоронений.</w:t>
      </w:r>
    </w:p>
    <w:p w:rsidR="0009156E" w:rsidRPr="00343502" w:rsidRDefault="0009156E" w:rsidP="00737D3A">
      <w:pPr>
        <w:jc w:val="both"/>
      </w:pPr>
      <w:r w:rsidRPr="0034350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при ремонте и благоустройстве военно-мемориальных объектов.</w:t>
      </w:r>
    </w:p>
    <w:p w:rsidR="0009156E" w:rsidRPr="00343502" w:rsidRDefault="0009156E" w:rsidP="00737D3A"/>
    <w:p w:rsidR="0009156E" w:rsidRPr="00343502" w:rsidRDefault="0009156E" w:rsidP="00737D3A">
      <w:pPr>
        <w:jc w:val="center"/>
        <w:rPr>
          <w:b/>
        </w:rPr>
      </w:pPr>
      <w:r w:rsidRPr="00343502">
        <w:rPr>
          <w:b/>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09156E" w:rsidRPr="00343502" w:rsidRDefault="0009156E" w:rsidP="00737D3A"/>
    <w:p w:rsidR="0009156E" w:rsidRPr="00343502" w:rsidRDefault="0009156E" w:rsidP="00737D3A">
      <w:pPr>
        <w:jc w:val="both"/>
      </w:pPr>
      <w:r w:rsidRPr="00343502">
        <w:ta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09156E" w:rsidRPr="00343502" w:rsidRDefault="0009156E" w:rsidP="00737D3A">
      <w:pPr>
        <w:tabs>
          <w:tab w:val="left" w:pos="3736"/>
        </w:tabs>
        <w:jc w:val="center"/>
        <w:rPr>
          <w:b/>
        </w:rPr>
      </w:pPr>
    </w:p>
    <w:p w:rsidR="0009156E" w:rsidRPr="00343502" w:rsidRDefault="0009156E" w:rsidP="00737D3A">
      <w:pPr>
        <w:tabs>
          <w:tab w:val="left" w:pos="3736"/>
        </w:tabs>
        <w:jc w:val="center"/>
        <w:rPr>
          <w:b/>
        </w:rPr>
      </w:pPr>
      <w:r w:rsidRPr="00343502">
        <w:rPr>
          <w:b/>
        </w:rPr>
        <w:t>6.Финансовое обеспечение муниципальной подпрограммы</w:t>
      </w:r>
    </w:p>
    <w:p w:rsidR="0009156E" w:rsidRPr="00343502" w:rsidRDefault="0009156E" w:rsidP="00737D3A">
      <w:pPr>
        <w:ind w:firstLine="708"/>
      </w:pPr>
    </w:p>
    <w:p w:rsidR="0009156E" w:rsidRPr="00343502" w:rsidRDefault="0009156E" w:rsidP="00737D3A">
      <w:pPr>
        <w:ind w:firstLine="708"/>
        <w:jc w:val="both"/>
      </w:pPr>
      <w:r w:rsidRPr="00343502">
        <w:t xml:space="preserve">Общий объем финансовых средств подпрограммы (2015-2019годы)  составляет  </w:t>
      </w:r>
      <w:r>
        <w:t>2671,6</w:t>
      </w:r>
      <w:r w:rsidRPr="00343502">
        <w:t xml:space="preserve"> тыс. руб., в т.ч.:</w:t>
      </w:r>
    </w:p>
    <w:p w:rsidR="0009156E" w:rsidRPr="008C6492" w:rsidRDefault="0009156E" w:rsidP="00134050">
      <w:pPr>
        <w:autoSpaceDE w:val="0"/>
        <w:autoSpaceDN w:val="0"/>
        <w:adjustRightInd w:val="0"/>
      </w:pPr>
      <w:r w:rsidRPr="008C6492">
        <w:t>2015 год –местный бюджет 653,5  тыс. руб.;</w:t>
      </w:r>
    </w:p>
    <w:p w:rsidR="0009156E" w:rsidRDefault="0009156E" w:rsidP="00134050">
      <w:pPr>
        <w:autoSpaceDE w:val="0"/>
        <w:autoSpaceDN w:val="0"/>
        <w:adjustRightInd w:val="0"/>
      </w:pPr>
      <w:r w:rsidRPr="00343502">
        <w:t xml:space="preserve">2016 год – местный бюджет </w:t>
      </w:r>
      <w:r>
        <w:t>106,7</w:t>
      </w:r>
      <w:r w:rsidRPr="00343502">
        <w:t xml:space="preserve"> тыс. руб.;</w:t>
      </w:r>
    </w:p>
    <w:p w:rsidR="0009156E" w:rsidRPr="00343502" w:rsidRDefault="0009156E" w:rsidP="00134050">
      <w:pPr>
        <w:autoSpaceDE w:val="0"/>
        <w:autoSpaceDN w:val="0"/>
        <w:adjustRightInd w:val="0"/>
      </w:pPr>
      <w:r>
        <w:t>2016 год- областной бюджет 1823,5 тыс. руб.;</w:t>
      </w:r>
    </w:p>
    <w:p w:rsidR="0009156E" w:rsidRPr="00343502" w:rsidRDefault="0009156E" w:rsidP="00134050">
      <w:pPr>
        <w:autoSpaceDE w:val="0"/>
        <w:autoSpaceDN w:val="0"/>
        <w:adjustRightInd w:val="0"/>
      </w:pPr>
      <w:r w:rsidRPr="00343502">
        <w:t>2017 год – местный бюджет 69,6 тыс. руб.;</w:t>
      </w:r>
    </w:p>
    <w:p w:rsidR="0009156E" w:rsidRPr="00343502" w:rsidRDefault="0009156E" w:rsidP="00134050">
      <w:pPr>
        <w:autoSpaceDE w:val="0"/>
        <w:autoSpaceDN w:val="0"/>
        <w:adjustRightInd w:val="0"/>
      </w:pPr>
      <w:r w:rsidRPr="00343502">
        <w:t>2018 год – местный бюджет 100,0 тыс. руб.;</w:t>
      </w:r>
    </w:p>
    <w:p w:rsidR="0009156E" w:rsidRPr="00343502" w:rsidRDefault="0009156E" w:rsidP="00134050">
      <w:pPr>
        <w:autoSpaceDE w:val="0"/>
        <w:autoSpaceDN w:val="0"/>
        <w:adjustRightInd w:val="0"/>
      </w:pPr>
      <w:r w:rsidRPr="00343502">
        <w:t>2019 год – местный бюджет 25,0 тыс. руб.</w:t>
      </w:r>
    </w:p>
    <w:p w:rsidR="0009156E" w:rsidRPr="00343502" w:rsidRDefault="0009156E" w:rsidP="00737D3A">
      <w:pPr>
        <w:ind w:firstLine="708"/>
        <w:jc w:val="both"/>
      </w:pPr>
      <w:r w:rsidRPr="00343502">
        <w:t>Органы местного самоуправления, осуществляющие в соответствии с Федеральным законом от 14 января 1993 года № 4292-1 (ред. от 18.07.2011 г.) «Об увековечении памяти погибших при защите Отечества» мероприятия по содержанию в порядке и благоустройству военно-мемориальных объектов, расположенных на территории Таловского муниципального района, испытывают ощутимый дефицит средств местных бюджетов на эти цели.</w:t>
      </w:r>
    </w:p>
    <w:p w:rsidR="0009156E" w:rsidRPr="00343502" w:rsidRDefault="0009156E" w:rsidP="00737D3A">
      <w:pPr>
        <w:ind w:firstLine="708"/>
        <w:jc w:val="both"/>
      </w:pPr>
      <w:r w:rsidRPr="00343502">
        <w:t xml:space="preserve">С учетом высокой социальной и нравственной значимости подпрограммы, а также дефицита средств бюджетов муниципальных образований предусматривается </w:t>
      </w:r>
      <w:r w:rsidRPr="00343502">
        <w:lastRenderedPageBreak/>
        <w:t>финансирование подпрограммы за счет средств местного бюджета и бюджета Воронежской области.</w:t>
      </w:r>
    </w:p>
    <w:p w:rsidR="0009156E" w:rsidRDefault="0009156E" w:rsidP="00737D3A">
      <w:pPr>
        <w:ind w:firstLine="708"/>
        <w:jc w:val="both"/>
      </w:pPr>
    </w:p>
    <w:p w:rsidR="0009156E" w:rsidRPr="00343502" w:rsidRDefault="0009156E" w:rsidP="00737D3A">
      <w:pPr>
        <w:ind w:firstLine="708"/>
        <w:jc w:val="both"/>
      </w:pPr>
    </w:p>
    <w:p w:rsidR="0009156E" w:rsidRPr="00343502" w:rsidRDefault="0009156E" w:rsidP="00737D3A">
      <w:pPr>
        <w:jc w:val="center"/>
        <w:rPr>
          <w:b/>
          <w:i/>
        </w:rPr>
      </w:pPr>
      <w:r w:rsidRPr="00343502">
        <w:rPr>
          <w:b/>
          <w:i/>
        </w:rPr>
        <w:t>Финансовое  обеспечение и прогнозная (справочная) оценка расходов местных бюджетов на реализацию подпрограммы</w:t>
      </w:r>
    </w:p>
    <w:p w:rsidR="0009156E" w:rsidRPr="00343502" w:rsidRDefault="0009156E" w:rsidP="00737D3A">
      <w:pPr>
        <w:jc w:val="center"/>
        <w:rPr>
          <w:b/>
          <w:i/>
        </w:rPr>
      </w:pPr>
      <w:r w:rsidRPr="00343502">
        <w:rPr>
          <w:b/>
          <w:i/>
        </w:rPr>
        <w:t xml:space="preserve"> Таловского муниципального района:  </w:t>
      </w:r>
    </w:p>
    <w:tbl>
      <w:tblPr>
        <w:tblpPr w:leftFromText="180" w:rightFromText="180" w:vertAnchor="text" w:horzAnchor="margin" w:tblpX="-20" w:tblpY="206"/>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1440"/>
        <w:gridCol w:w="1260"/>
        <w:gridCol w:w="1280"/>
        <w:gridCol w:w="1176"/>
        <w:gridCol w:w="1116"/>
        <w:gridCol w:w="996"/>
      </w:tblGrid>
      <w:tr w:rsidR="0009156E" w:rsidRPr="00343502" w:rsidTr="00C21082">
        <w:tc>
          <w:tcPr>
            <w:tcW w:w="2280" w:type="dxa"/>
          </w:tcPr>
          <w:p w:rsidR="0009156E" w:rsidRPr="00343502" w:rsidRDefault="0009156E" w:rsidP="00C21082">
            <w:pPr>
              <w:jc w:val="both"/>
            </w:pPr>
            <w:r>
              <w:t>Объем финансирования</w:t>
            </w:r>
          </w:p>
        </w:tc>
        <w:tc>
          <w:tcPr>
            <w:tcW w:w="1440" w:type="dxa"/>
          </w:tcPr>
          <w:p w:rsidR="0009156E" w:rsidRPr="00343502" w:rsidRDefault="0009156E" w:rsidP="00C21082">
            <w:pPr>
              <w:jc w:val="both"/>
            </w:pPr>
            <w:r w:rsidRPr="00343502">
              <w:t xml:space="preserve">Единица </w:t>
            </w:r>
          </w:p>
          <w:p w:rsidR="0009156E" w:rsidRPr="00343502" w:rsidRDefault="0009156E" w:rsidP="00C21082">
            <w:pPr>
              <w:jc w:val="both"/>
            </w:pPr>
            <w:r w:rsidRPr="00343502">
              <w:t>измерения</w:t>
            </w:r>
          </w:p>
        </w:tc>
        <w:tc>
          <w:tcPr>
            <w:tcW w:w="1260" w:type="dxa"/>
          </w:tcPr>
          <w:p w:rsidR="0009156E" w:rsidRPr="00343502" w:rsidRDefault="0009156E" w:rsidP="00C21082">
            <w:pPr>
              <w:jc w:val="center"/>
            </w:pPr>
            <w:r w:rsidRPr="00343502">
              <w:t>2015</w:t>
            </w:r>
          </w:p>
        </w:tc>
        <w:tc>
          <w:tcPr>
            <w:tcW w:w="1280" w:type="dxa"/>
          </w:tcPr>
          <w:p w:rsidR="0009156E" w:rsidRPr="00343502" w:rsidRDefault="0009156E" w:rsidP="00C21082">
            <w:pPr>
              <w:jc w:val="center"/>
            </w:pPr>
            <w:r w:rsidRPr="00343502">
              <w:t>2016</w:t>
            </w:r>
          </w:p>
        </w:tc>
        <w:tc>
          <w:tcPr>
            <w:tcW w:w="1176" w:type="dxa"/>
          </w:tcPr>
          <w:p w:rsidR="0009156E" w:rsidRPr="00343502" w:rsidRDefault="0009156E" w:rsidP="00C21082">
            <w:pPr>
              <w:jc w:val="center"/>
            </w:pPr>
            <w:r w:rsidRPr="00343502">
              <w:t>2017</w:t>
            </w:r>
          </w:p>
        </w:tc>
        <w:tc>
          <w:tcPr>
            <w:tcW w:w="1116" w:type="dxa"/>
          </w:tcPr>
          <w:p w:rsidR="0009156E" w:rsidRPr="00343502" w:rsidRDefault="0009156E" w:rsidP="00C21082">
            <w:pPr>
              <w:jc w:val="center"/>
            </w:pPr>
            <w:r w:rsidRPr="00343502">
              <w:t>2018</w:t>
            </w:r>
          </w:p>
        </w:tc>
        <w:tc>
          <w:tcPr>
            <w:tcW w:w="996" w:type="dxa"/>
          </w:tcPr>
          <w:p w:rsidR="0009156E" w:rsidRPr="00343502" w:rsidRDefault="0009156E" w:rsidP="00C21082">
            <w:pPr>
              <w:jc w:val="center"/>
            </w:pPr>
            <w:r w:rsidRPr="00343502">
              <w:t>2019</w:t>
            </w:r>
          </w:p>
        </w:tc>
      </w:tr>
      <w:tr w:rsidR="0009156E" w:rsidRPr="00343502" w:rsidTr="00C21082">
        <w:tc>
          <w:tcPr>
            <w:tcW w:w="2280" w:type="dxa"/>
          </w:tcPr>
          <w:p w:rsidR="0009156E" w:rsidRPr="00343502" w:rsidRDefault="0009156E" w:rsidP="00C21082">
            <w:pPr>
              <w:jc w:val="both"/>
            </w:pPr>
            <w:r w:rsidRPr="00343502">
              <w:t>всего</w:t>
            </w:r>
          </w:p>
        </w:tc>
        <w:tc>
          <w:tcPr>
            <w:tcW w:w="1440" w:type="dxa"/>
          </w:tcPr>
          <w:p w:rsidR="0009156E" w:rsidRPr="00343502" w:rsidRDefault="0009156E" w:rsidP="00C21082">
            <w:pPr>
              <w:jc w:val="center"/>
            </w:pPr>
            <w:r w:rsidRPr="00343502">
              <w:t>тыс. руб.</w:t>
            </w:r>
          </w:p>
        </w:tc>
        <w:tc>
          <w:tcPr>
            <w:tcW w:w="1260" w:type="dxa"/>
          </w:tcPr>
          <w:p w:rsidR="0009156E" w:rsidRPr="00343502" w:rsidRDefault="0009156E" w:rsidP="00C21082">
            <w:pPr>
              <w:jc w:val="center"/>
            </w:pPr>
            <w:r w:rsidRPr="00343502">
              <w:t>6</w:t>
            </w:r>
            <w:r>
              <w:t>53,5</w:t>
            </w:r>
          </w:p>
        </w:tc>
        <w:tc>
          <w:tcPr>
            <w:tcW w:w="1280" w:type="dxa"/>
          </w:tcPr>
          <w:p w:rsidR="0009156E" w:rsidRPr="00343502" w:rsidRDefault="0009156E" w:rsidP="002E7C15">
            <w:pPr>
              <w:jc w:val="center"/>
            </w:pPr>
            <w:r>
              <w:t>1817,5</w:t>
            </w:r>
          </w:p>
        </w:tc>
        <w:tc>
          <w:tcPr>
            <w:tcW w:w="1176" w:type="dxa"/>
          </w:tcPr>
          <w:p w:rsidR="0009156E" w:rsidRPr="00343502" w:rsidRDefault="0009156E" w:rsidP="00C21082">
            <w:pPr>
              <w:jc w:val="center"/>
            </w:pPr>
            <w:r>
              <w:t>0</w:t>
            </w:r>
          </w:p>
        </w:tc>
        <w:tc>
          <w:tcPr>
            <w:tcW w:w="1116" w:type="dxa"/>
          </w:tcPr>
          <w:p w:rsidR="0009156E" w:rsidRPr="00343502" w:rsidRDefault="0009156E" w:rsidP="00C21082">
            <w:pPr>
              <w:jc w:val="center"/>
            </w:pPr>
            <w:r>
              <w:t>0</w:t>
            </w:r>
          </w:p>
        </w:tc>
        <w:tc>
          <w:tcPr>
            <w:tcW w:w="996" w:type="dxa"/>
          </w:tcPr>
          <w:p w:rsidR="0009156E" w:rsidRPr="00343502" w:rsidRDefault="0009156E" w:rsidP="00C21082">
            <w:pPr>
              <w:jc w:val="center"/>
            </w:pPr>
            <w:r>
              <w:t>0</w:t>
            </w:r>
          </w:p>
        </w:tc>
      </w:tr>
      <w:tr w:rsidR="0009156E" w:rsidRPr="00343502" w:rsidTr="00C21082">
        <w:tc>
          <w:tcPr>
            <w:tcW w:w="2280" w:type="dxa"/>
          </w:tcPr>
          <w:p w:rsidR="0009156E" w:rsidRPr="00343502" w:rsidRDefault="0009156E" w:rsidP="00C21082">
            <w:pPr>
              <w:jc w:val="both"/>
            </w:pPr>
            <w:r>
              <w:t>в</w:t>
            </w:r>
            <w:r w:rsidRPr="00343502">
              <w:t xml:space="preserve"> том числе:</w:t>
            </w:r>
          </w:p>
        </w:tc>
        <w:tc>
          <w:tcPr>
            <w:tcW w:w="1440" w:type="dxa"/>
          </w:tcPr>
          <w:p w:rsidR="0009156E" w:rsidRPr="00343502" w:rsidRDefault="0009156E" w:rsidP="00C21082">
            <w:pPr>
              <w:jc w:val="center"/>
            </w:pPr>
          </w:p>
        </w:tc>
        <w:tc>
          <w:tcPr>
            <w:tcW w:w="1260" w:type="dxa"/>
          </w:tcPr>
          <w:p w:rsidR="0009156E" w:rsidRPr="00343502" w:rsidRDefault="0009156E" w:rsidP="00C21082">
            <w:pPr>
              <w:jc w:val="center"/>
            </w:pPr>
          </w:p>
        </w:tc>
        <w:tc>
          <w:tcPr>
            <w:tcW w:w="1280" w:type="dxa"/>
          </w:tcPr>
          <w:p w:rsidR="0009156E" w:rsidRPr="00343502" w:rsidRDefault="0009156E" w:rsidP="00C21082">
            <w:pPr>
              <w:jc w:val="center"/>
            </w:pPr>
          </w:p>
        </w:tc>
        <w:tc>
          <w:tcPr>
            <w:tcW w:w="1176" w:type="dxa"/>
          </w:tcPr>
          <w:p w:rsidR="0009156E" w:rsidRPr="00343502" w:rsidRDefault="0009156E" w:rsidP="00C21082">
            <w:pPr>
              <w:jc w:val="center"/>
            </w:pPr>
          </w:p>
        </w:tc>
        <w:tc>
          <w:tcPr>
            <w:tcW w:w="1116" w:type="dxa"/>
          </w:tcPr>
          <w:p w:rsidR="0009156E" w:rsidRPr="00343502" w:rsidRDefault="0009156E" w:rsidP="00C21082">
            <w:pPr>
              <w:jc w:val="center"/>
            </w:pPr>
          </w:p>
        </w:tc>
        <w:tc>
          <w:tcPr>
            <w:tcW w:w="996" w:type="dxa"/>
          </w:tcPr>
          <w:p w:rsidR="0009156E" w:rsidRPr="00343502" w:rsidRDefault="0009156E" w:rsidP="00C21082">
            <w:pPr>
              <w:jc w:val="center"/>
            </w:pPr>
          </w:p>
        </w:tc>
      </w:tr>
      <w:tr w:rsidR="0009156E" w:rsidRPr="00343502" w:rsidTr="00C21082">
        <w:tc>
          <w:tcPr>
            <w:tcW w:w="2280" w:type="dxa"/>
          </w:tcPr>
          <w:p w:rsidR="0009156E" w:rsidRPr="00343502" w:rsidRDefault="0009156E" w:rsidP="00C21082">
            <w:pPr>
              <w:jc w:val="both"/>
            </w:pPr>
            <w:r>
              <w:t>м</w:t>
            </w:r>
            <w:r w:rsidRPr="00343502">
              <w:t>униципальный бюджет</w:t>
            </w:r>
          </w:p>
        </w:tc>
        <w:tc>
          <w:tcPr>
            <w:tcW w:w="1440" w:type="dxa"/>
          </w:tcPr>
          <w:p w:rsidR="0009156E" w:rsidRPr="00343502" w:rsidRDefault="0009156E" w:rsidP="00C21082">
            <w:pPr>
              <w:jc w:val="center"/>
            </w:pPr>
            <w:r w:rsidRPr="00343502">
              <w:t>тыс. руб.</w:t>
            </w:r>
          </w:p>
        </w:tc>
        <w:tc>
          <w:tcPr>
            <w:tcW w:w="1260" w:type="dxa"/>
          </w:tcPr>
          <w:p w:rsidR="0009156E" w:rsidRPr="00343502" w:rsidRDefault="0009156E" w:rsidP="00C21082">
            <w:pPr>
              <w:jc w:val="center"/>
            </w:pPr>
            <w:r>
              <w:t>653,5</w:t>
            </w:r>
          </w:p>
        </w:tc>
        <w:tc>
          <w:tcPr>
            <w:tcW w:w="1280" w:type="dxa"/>
          </w:tcPr>
          <w:p w:rsidR="0009156E" w:rsidRPr="00343502" w:rsidRDefault="0009156E" w:rsidP="002E7C15">
            <w:pPr>
              <w:jc w:val="center"/>
            </w:pPr>
            <w:r>
              <w:t>90,9</w:t>
            </w:r>
          </w:p>
        </w:tc>
        <w:tc>
          <w:tcPr>
            <w:tcW w:w="1176" w:type="dxa"/>
          </w:tcPr>
          <w:p w:rsidR="0009156E" w:rsidRPr="00343502" w:rsidRDefault="0009156E" w:rsidP="00C21082">
            <w:pPr>
              <w:jc w:val="center"/>
            </w:pPr>
            <w:r>
              <w:t>0</w:t>
            </w:r>
          </w:p>
        </w:tc>
        <w:tc>
          <w:tcPr>
            <w:tcW w:w="1116" w:type="dxa"/>
          </w:tcPr>
          <w:p w:rsidR="0009156E" w:rsidRPr="00343502" w:rsidRDefault="0009156E" w:rsidP="00C21082">
            <w:pPr>
              <w:jc w:val="center"/>
            </w:pPr>
            <w:r>
              <w:t>0</w:t>
            </w:r>
          </w:p>
        </w:tc>
        <w:tc>
          <w:tcPr>
            <w:tcW w:w="996" w:type="dxa"/>
          </w:tcPr>
          <w:p w:rsidR="0009156E" w:rsidRPr="00343502" w:rsidRDefault="0009156E" w:rsidP="00C21082">
            <w:pPr>
              <w:jc w:val="center"/>
            </w:pPr>
            <w:r>
              <w:t>0</w:t>
            </w:r>
          </w:p>
        </w:tc>
      </w:tr>
    </w:tbl>
    <w:p w:rsidR="0009156E" w:rsidRPr="00343502" w:rsidRDefault="0009156E" w:rsidP="00737D3A">
      <w:pPr>
        <w:jc w:val="both"/>
      </w:pPr>
    </w:p>
    <w:p w:rsidR="0009156E" w:rsidRPr="00343502" w:rsidRDefault="0009156E" w:rsidP="00737D3A">
      <w:pPr>
        <w:ind w:firstLine="708"/>
        <w:jc w:val="both"/>
      </w:pPr>
      <w:r w:rsidRPr="0034350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09156E" w:rsidRPr="00343502" w:rsidRDefault="0009156E" w:rsidP="00737D3A">
      <w:pPr>
        <w:jc w:val="both"/>
      </w:pPr>
      <w:r w:rsidRPr="00343502">
        <w:tab/>
        <w:t>Привлечение внебюджетных источников будет осуществляться в соответствии с действующим законодательством.</w:t>
      </w:r>
    </w:p>
    <w:p w:rsidR="0009156E" w:rsidRPr="00343502" w:rsidRDefault="0009156E" w:rsidP="00737D3A"/>
    <w:p w:rsidR="0009156E" w:rsidRPr="00343502" w:rsidRDefault="0009156E" w:rsidP="00737D3A">
      <w:pPr>
        <w:jc w:val="center"/>
        <w:rPr>
          <w:b/>
        </w:rPr>
      </w:pPr>
      <w:r w:rsidRPr="00343502">
        <w:rPr>
          <w:b/>
        </w:rPr>
        <w:t>7. Анализ рисков реализации подпрограммы и описание мер управления рисками реализации подпрограммы</w:t>
      </w:r>
    </w:p>
    <w:p w:rsidR="0009156E" w:rsidRPr="00343502" w:rsidRDefault="0009156E" w:rsidP="00737D3A"/>
    <w:p w:rsidR="0009156E" w:rsidRPr="00343502" w:rsidRDefault="0009156E" w:rsidP="00737D3A">
      <w:pPr>
        <w:jc w:val="both"/>
      </w:pPr>
      <w:r w:rsidRPr="00343502">
        <w:tab/>
        <w:t>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09156E" w:rsidRPr="00343502" w:rsidRDefault="0009156E" w:rsidP="00737D3A">
      <w:pPr>
        <w:jc w:val="both"/>
      </w:pPr>
      <w:r w:rsidRPr="00343502">
        <w:tab/>
        <w:t>К числу возможных рисков относятся внешние и внутренние риски.</w:t>
      </w:r>
    </w:p>
    <w:p w:rsidR="0009156E" w:rsidRPr="00343502" w:rsidRDefault="0009156E" w:rsidP="00737D3A">
      <w:pPr>
        <w:jc w:val="both"/>
        <w:rPr>
          <w:i/>
        </w:rPr>
      </w:pPr>
      <w:r w:rsidRPr="00343502">
        <w:rPr>
          <w:i/>
        </w:rPr>
        <w:t>Внешние риски:</w:t>
      </w:r>
    </w:p>
    <w:p w:rsidR="0009156E" w:rsidRPr="00343502" w:rsidRDefault="0009156E" w:rsidP="00737D3A">
      <w:pPr>
        <w:jc w:val="both"/>
      </w:pPr>
      <w:r w:rsidRPr="00343502">
        <w:t>- финансовые риски, связанные с недостаточным уровнем бюджетного финансирования подпрограммы;</w:t>
      </w:r>
    </w:p>
    <w:p w:rsidR="0009156E" w:rsidRPr="00343502" w:rsidRDefault="0009156E" w:rsidP="00737D3A">
      <w:pPr>
        <w:jc w:val="both"/>
      </w:pPr>
      <w:r w:rsidRPr="00343502">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09156E" w:rsidRPr="00343502" w:rsidRDefault="0009156E" w:rsidP="00737D3A">
      <w:pPr>
        <w:jc w:val="both"/>
      </w:pPr>
      <w:r w:rsidRPr="00343502">
        <w:t>-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09156E" w:rsidRPr="00343502" w:rsidRDefault="0009156E" w:rsidP="00737D3A">
      <w:pPr>
        <w:jc w:val="both"/>
      </w:pPr>
      <w:r w:rsidRPr="00343502">
        <w:rPr>
          <w:i/>
        </w:rPr>
        <w:t>К внутренним рискам</w:t>
      </w:r>
      <w:r w:rsidRPr="00343502">
        <w:t xml:space="preserve"> можно отнести административные риски, связанные с неэффективностью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 достижение плановых значений показателей.</w:t>
      </w:r>
    </w:p>
    <w:p w:rsidR="0009156E" w:rsidRPr="00343502" w:rsidRDefault="0009156E" w:rsidP="00737D3A">
      <w:pPr>
        <w:jc w:val="both"/>
      </w:pPr>
      <w:r w:rsidRPr="00343502">
        <w:tab/>
        <w:t>В целях управления указанными рисками в процессе реализации подпрограммы предусматривается:</w:t>
      </w:r>
    </w:p>
    <w:p w:rsidR="0009156E" w:rsidRPr="00343502" w:rsidRDefault="0009156E" w:rsidP="00737D3A">
      <w:pPr>
        <w:jc w:val="both"/>
      </w:pPr>
      <w:r w:rsidRPr="00343502">
        <w:t>- обеспечение эффективного взаимодействия участников реализации муниципальной программы;</w:t>
      </w:r>
    </w:p>
    <w:p w:rsidR="0009156E" w:rsidRPr="00343502" w:rsidRDefault="0009156E" w:rsidP="00737D3A">
      <w:pPr>
        <w:jc w:val="both"/>
      </w:pPr>
      <w:r w:rsidRPr="00343502">
        <w:t>-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w:t>
      </w:r>
    </w:p>
    <w:p w:rsidR="0009156E" w:rsidRPr="00343502" w:rsidRDefault="0009156E" w:rsidP="00737D3A">
      <w:pPr>
        <w:jc w:val="both"/>
      </w:pPr>
      <w:r w:rsidRPr="00343502">
        <w:t>-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w:t>
      </w:r>
    </w:p>
    <w:p w:rsidR="0009156E" w:rsidRPr="00343502" w:rsidRDefault="0009156E" w:rsidP="00737D3A">
      <w:pPr>
        <w:jc w:val="both"/>
      </w:pPr>
      <w:r w:rsidRPr="00343502">
        <w:lastRenderedPageBreak/>
        <w:t>- перераспределение объемов финансирования в зависимости от динамики и темпов достижения поставленных целей, внешних факторов.</w:t>
      </w:r>
    </w:p>
    <w:p w:rsidR="0009156E" w:rsidRPr="00343502" w:rsidRDefault="0009156E" w:rsidP="00737D3A">
      <w:pPr>
        <w:jc w:val="both"/>
      </w:pPr>
      <w:r w:rsidRPr="00343502">
        <w:tab/>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09156E" w:rsidRPr="00343502" w:rsidRDefault="0009156E" w:rsidP="00C21082">
      <w:pPr>
        <w:jc w:val="center"/>
        <w:rPr>
          <w:b/>
        </w:rPr>
      </w:pPr>
      <w:r w:rsidRPr="00343502">
        <w:rPr>
          <w:b/>
        </w:rPr>
        <w:t>8. Оценки эффективности подпрограммных мероприятий</w:t>
      </w:r>
    </w:p>
    <w:p w:rsidR="0009156E" w:rsidRPr="00343502" w:rsidRDefault="0009156E" w:rsidP="00737D3A"/>
    <w:p w:rsidR="0009156E" w:rsidRPr="00343502" w:rsidRDefault="0009156E" w:rsidP="00737D3A">
      <w:pPr>
        <w:pStyle w:val="af5"/>
        <w:tabs>
          <w:tab w:val="num" w:pos="720"/>
        </w:tabs>
        <w:spacing w:line="240" w:lineRule="auto"/>
        <w:rPr>
          <w:sz w:val="24"/>
          <w:szCs w:val="24"/>
        </w:rPr>
      </w:pPr>
      <w:r w:rsidRPr="00343502">
        <w:rPr>
          <w:sz w:val="24"/>
          <w:szCs w:val="24"/>
        </w:rPr>
        <w:t>Оценка эффективности реализации подпрограммы осуществляется в соответствии с постановлением администрации Таловского муниципального района от 14.10.2013 года № 1026.</w:t>
      </w:r>
    </w:p>
    <w:p w:rsidR="0009156E" w:rsidRPr="00343502" w:rsidRDefault="0009156E" w:rsidP="00737D3A">
      <w:pPr>
        <w:widowControl w:val="0"/>
        <w:autoSpaceDE w:val="0"/>
        <w:autoSpaceDN w:val="0"/>
        <w:adjustRightInd w:val="0"/>
        <w:ind w:firstLine="709"/>
        <w:jc w:val="both"/>
      </w:pPr>
      <w:r w:rsidRPr="00343502">
        <w:t>Эффективность реализации подпрограммы рассматривается с точки зрения как количественных, так и качественных (социальных) показателей.</w:t>
      </w:r>
    </w:p>
    <w:p w:rsidR="0009156E" w:rsidRPr="00343502" w:rsidRDefault="0009156E" w:rsidP="00737D3A">
      <w:pPr>
        <w:widowControl w:val="0"/>
        <w:autoSpaceDE w:val="0"/>
        <w:autoSpaceDN w:val="0"/>
        <w:adjustRightInd w:val="0"/>
        <w:ind w:firstLine="540"/>
        <w:jc w:val="both"/>
      </w:pPr>
      <w:r w:rsidRPr="00343502">
        <w:t>Обязательным условием оценки планируемой эффективности подпрограммы является успешное (полное) выполнение запланированных на период ее реализации целевых индикаторов и показателей подпрограммы, а также мероприятий в установленные сроки.</w:t>
      </w:r>
    </w:p>
    <w:p w:rsidR="0009156E" w:rsidRPr="00343502" w:rsidRDefault="0009156E" w:rsidP="00737D3A">
      <w:pPr>
        <w:autoSpaceDE w:val="0"/>
        <w:autoSpaceDN w:val="0"/>
        <w:adjustRightInd w:val="0"/>
        <w:ind w:firstLine="709"/>
        <w:jc w:val="both"/>
      </w:pPr>
      <w:r w:rsidRPr="00343502">
        <w:t>В результате реализации мероприятий подпрограммы к 2019 году будут достигнуты следующие результаты:</w:t>
      </w:r>
    </w:p>
    <w:p w:rsidR="0009156E" w:rsidRPr="00343502" w:rsidRDefault="0009156E" w:rsidP="00737D3A">
      <w:pPr>
        <w:autoSpaceDE w:val="0"/>
        <w:autoSpaceDN w:val="0"/>
        <w:adjustRightInd w:val="0"/>
        <w:ind w:firstLine="709"/>
        <w:jc w:val="both"/>
      </w:pPr>
      <w:r w:rsidRPr="00343502">
        <w:t>- улучшение внешнего облика 31 военно-мемориального объекта, увековечивающего память погибших при защите Отечества на территории Таловского муниципального района.</w:t>
      </w:r>
    </w:p>
    <w:p w:rsidR="0009156E" w:rsidRPr="00343502" w:rsidRDefault="0009156E" w:rsidP="00737D3A">
      <w:pPr>
        <w:autoSpaceDE w:val="0"/>
        <w:autoSpaceDN w:val="0"/>
        <w:adjustRightInd w:val="0"/>
        <w:ind w:firstLine="709"/>
        <w:jc w:val="both"/>
      </w:pPr>
      <w:r w:rsidRPr="00343502">
        <w:t>- оборудование мест для возложения венков, пешеходных дорожек, озеленение, замены и обновления табличек с именами погибших воинов.</w:t>
      </w:r>
    </w:p>
    <w:p w:rsidR="0009156E" w:rsidRPr="00343502" w:rsidRDefault="0009156E" w:rsidP="00737D3A">
      <w:pPr>
        <w:autoSpaceDE w:val="0"/>
        <w:autoSpaceDN w:val="0"/>
        <w:adjustRightInd w:val="0"/>
        <w:ind w:firstLine="709"/>
        <w:jc w:val="both"/>
      </w:pPr>
      <w:r w:rsidRPr="00343502">
        <w:t>- совершенствования работы по увековечиванию памяти граждан, погибших при исполнении воинского долга в годы Великой Отечественной войны 1941-1945 г.г. и во время других вооруженных конфликтов.</w:t>
      </w:r>
    </w:p>
    <w:p w:rsidR="0009156E" w:rsidRPr="00343502" w:rsidRDefault="0009156E" w:rsidP="00737D3A">
      <w:pPr>
        <w:autoSpaceDE w:val="0"/>
        <w:autoSpaceDN w:val="0"/>
        <w:adjustRightInd w:val="0"/>
        <w:ind w:firstLine="709"/>
        <w:jc w:val="both"/>
      </w:pPr>
      <w:r w:rsidRPr="00343502">
        <w:t>- работы по патриотическому воспитанию детей и молодежи Таловского муниципального района.</w:t>
      </w:r>
    </w:p>
    <w:p w:rsidR="0009156E" w:rsidRPr="00343502" w:rsidRDefault="0009156E" w:rsidP="003D7AEE">
      <w:pPr>
        <w:pStyle w:val="16"/>
        <w:ind w:left="0" w:firstLine="720"/>
        <w:rPr>
          <w:rFonts w:ascii="Times New Roman" w:hAnsi="Times New Roman"/>
          <w:sz w:val="24"/>
          <w:szCs w:val="24"/>
        </w:rPr>
      </w:pPr>
    </w:p>
    <w:p w:rsidR="0009156E" w:rsidRDefault="0009156E" w:rsidP="007E3D78">
      <w:pPr>
        <w:autoSpaceDE w:val="0"/>
        <w:autoSpaceDN w:val="0"/>
        <w:adjustRightInd w:val="0"/>
        <w:jc w:val="center"/>
        <w:rPr>
          <w:b/>
        </w:rPr>
      </w:pPr>
    </w:p>
    <w:p w:rsidR="0009156E" w:rsidRDefault="0009156E" w:rsidP="007E3D78">
      <w:pPr>
        <w:autoSpaceDE w:val="0"/>
        <w:autoSpaceDN w:val="0"/>
        <w:adjustRightInd w:val="0"/>
        <w:jc w:val="center"/>
        <w:rPr>
          <w:b/>
        </w:rPr>
      </w:pPr>
    </w:p>
    <w:p w:rsidR="0009156E" w:rsidRDefault="0009156E" w:rsidP="007E3D78">
      <w:pPr>
        <w:autoSpaceDE w:val="0"/>
        <w:autoSpaceDN w:val="0"/>
        <w:adjustRightInd w:val="0"/>
        <w:jc w:val="center"/>
        <w:rPr>
          <w:b/>
        </w:rPr>
      </w:pPr>
    </w:p>
    <w:p w:rsidR="0009156E" w:rsidRDefault="0009156E" w:rsidP="007E3D78">
      <w:pPr>
        <w:autoSpaceDE w:val="0"/>
        <w:autoSpaceDN w:val="0"/>
        <w:adjustRightInd w:val="0"/>
        <w:jc w:val="center"/>
        <w:rPr>
          <w:b/>
        </w:rPr>
      </w:pPr>
    </w:p>
    <w:p w:rsidR="0009156E" w:rsidRDefault="0009156E" w:rsidP="007E3D78">
      <w:pPr>
        <w:autoSpaceDE w:val="0"/>
        <w:autoSpaceDN w:val="0"/>
        <w:adjustRightInd w:val="0"/>
        <w:jc w:val="center"/>
        <w:rPr>
          <w:b/>
        </w:rPr>
      </w:pPr>
    </w:p>
    <w:p w:rsidR="0009156E" w:rsidRDefault="0009156E" w:rsidP="007E3D78">
      <w:pPr>
        <w:autoSpaceDE w:val="0"/>
        <w:autoSpaceDN w:val="0"/>
        <w:adjustRightInd w:val="0"/>
        <w:jc w:val="center"/>
        <w:rPr>
          <w:b/>
        </w:rPr>
      </w:pPr>
    </w:p>
    <w:p w:rsidR="0009156E" w:rsidRDefault="0009156E" w:rsidP="007E3D78">
      <w:pPr>
        <w:autoSpaceDE w:val="0"/>
        <w:autoSpaceDN w:val="0"/>
        <w:adjustRightInd w:val="0"/>
        <w:jc w:val="center"/>
        <w:rPr>
          <w:b/>
        </w:rPr>
      </w:pPr>
    </w:p>
    <w:p w:rsidR="0009156E" w:rsidRDefault="0009156E" w:rsidP="007E3D78">
      <w:pPr>
        <w:autoSpaceDE w:val="0"/>
        <w:autoSpaceDN w:val="0"/>
        <w:adjustRightInd w:val="0"/>
        <w:jc w:val="center"/>
        <w:rPr>
          <w:b/>
        </w:rPr>
      </w:pPr>
    </w:p>
    <w:p w:rsidR="0009156E" w:rsidRDefault="0009156E" w:rsidP="007E3D78">
      <w:pPr>
        <w:autoSpaceDE w:val="0"/>
        <w:autoSpaceDN w:val="0"/>
        <w:adjustRightInd w:val="0"/>
        <w:jc w:val="center"/>
        <w:rPr>
          <w:b/>
        </w:rPr>
      </w:pPr>
    </w:p>
    <w:p w:rsidR="0009156E" w:rsidRDefault="0009156E" w:rsidP="007E3D78">
      <w:pPr>
        <w:autoSpaceDE w:val="0"/>
        <w:autoSpaceDN w:val="0"/>
        <w:adjustRightInd w:val="0"/>
        <w:jc w:val="center"/>
        <w:rPr>
          <w:b/>
        </w:rPr>
      </w:pPr>
    </w:p>
    <w:p w:rsidR="0009156E" w:rsidRDefault="0009156E" w:rsidP="007E3D78">
      <w:pPr>
        <w:autoSpaceDE w:val="0"/>
        <w:autoSpaceDN w:val="0"/>
        <w:adjustRightInd w:val="0"/>
        <w:jc w:val="center"/>
        <w:rPr>
          <w:b/>
        </w:rPr>
      </w:pPr>
    </w:p>
    <w:p w:rsidR="0009156E" w:rsidRPr="00895671" w:rsidRDefault="0009156E" w:rsidP="00343502">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t xml:space="preserve">Подпрограмма </w:t>
      </w:r>
      <w:r>
        <w:rPr>
          <w:rFonts w:eastAsia="Times New Roman"/>
          <w:b/>
          <w:color w:val="000000"/>
          <w:sz w:val="26"/>
          <w:szCs w:val="26"/>
          <w:u w:val="single"/>
          <w:lang w:eastAsia="ru-RU"/>
        </w:rPr>
        <w:t>8</w:t>
      </w:r>
      <w:r w:rsidRPr="00895671">
        <w:rPr>
          <w:b/>
          <w:color w:val="000000"/>
          <w:sz w:val="26"/>
          <w:szCs w:val="26"/>
          <w:u w:val="single"/>
        </w:rPr>
        <w:t>«</w:t>
      </w:r>
      <w:r>
        <w:rPr>
          <w:b/>
          <w:color w:val="000000"/>
          <w:sz w:val="26"/>
          <w:szCs w:val="26"/>
          <w:u w:val="single"/>
        </w:rPr>
        <w:t xml:space="preserve"> Развитие транспортной системы Таловского муниципального района </w:t>
      </w:r>
      <w:r w:rsidRPr="00895671">
        <w:rPr>
          <w:b/>
          <w:color w:val="000000"/>
          <w:sz w:val="26"/>
          <w:szCs w:val="26"/>
          <w:u w:val="single"/>
        </w:rPr>
        <w:t>».</w:t>
      </w:r>
    </w:p>
    <w:p w:rsidR="0009156E" w:rsidRPr="00895671" w:rsidRDefault="0009156E" w:rsidP="00343502">
      <w:pPr>
        <w:ind w:left="42" w:firstLine="678"/>
        <w:jc w:val="both"/>
        <w:rPr>
          <w:rFonts w:eastAsia="Times New Roman"/>
          <w:b/>
          <w:color w:val="000000"/>
          <w:sz w:val="26"/>
          <w:szCs w:val="26"/>
          <w:u w:val="single"/>
          <w:lang w:eastAsia="ru-RU"/>
        </w:rPr>
      </w:pPr>
    </w:p>
    <w:p w:rsidR="0009156E" w:rsidRPr="00895671" w:rsidRDefault="0009156E" w:rsidP="00343502">
      <w:pPr>
        <w:jc w:val="center"/>
        <w:rPr>
          <w:rFonts w:eastAsia="Times New Roman"/>
          <w:b/>
          <w:color w:val="000000"/>
          <w:lang w:eastAsia="ru-RU"/>
        </w:rPr>
      </w:pPr>
      <w:r w:rsidRPr="00895671">
        <w:rPr>
          <w:rFonts w:eastAsia="Times New Roman"/>
          <w:b/>
          <w:color w:val="000000"/>
          <w:lang w:eastAsia="ru-RU"/>
        </w:rPr>
        <w:t>ПАСПОРТ</w:t>
      </w:r>
    </w:p>
    <w:p w:rsidR="0009156E" w:rsidRPr="00A337B5" w:rsidRDefault="0009156E" w:rsidP="00343502">
      <w:pPr>
        <w:jc w:val="center"/>
        <w:rPr>
          <w:rFonts w:eastAsia="Times New Roman"/>
          <w:b/>
          <w:color w:val="000000"/>
          <w:lang w:eastAsia="ru-RU"/>
        </w:rPr>
      </w:pPr>
      <w:r w:rsidRPr="00A337B5">
        <w:rPr>
          <w:rFonts w:eastAsia="Times New Roman"/>
          <w:b/>
          <w:color w:val="000000"/>
          <w:lang w:eastAsia="ru-RU"/>
        </w:rPr>
        <w:t>Подпрограмм</w:t>
      </w:r>
      <w:r>
        <w:rPr>
          <w:rFonts w:eastAsia="Times New Roman"/>
          <w:b/>
          <w:color w:val="000000"/>
          <w:lang w:eastAsia="ru-RU"/>
        </w:rPr>
        <w:t>ы</w:t>
      </w:r>
      <w:r w:rsidRPr="00A337B5">
        <w:rPr>
          <w:b/>
          <w:color w:val="000000"/>
        </w:rPr>
        <w:t>«</w:t>
      </w:r>
      <w:r>
        <w:rPr>
          <w:b/>
          <w:color w:val="000000"/>
        </w:rPr>
        <w:t>Развитие транспортной системы Таловского муниципального района</w:t>
      </w:r>
      <w:r w:rsidRPr="00A337B5">
        <w:rPr>
          <w:b/>
        </w:rPr>
        <w:t>»</w:t>
      </w:r>
      <w:r w:rsidRPr="004D300B">
        <w:rPr>
          <w:b/>
        </w:rPr>
        <w:t>программы Таловского муниципального района Воронежской области «Муниципальное управление и гражданское общество на 2014-2019 гг»</w:t>
      </w:r>
    </w:p>
    <w:p w:rsidR="0009156E" w:rsidRPr="00A337B5" w:rsidRDefault="0009156E" w:rsidP="00343502">
      <w:pPr>
        <w:jc w:val="center"/>
        <w:rPr>
          <w:rFonts w:eastAsia="Times New Roman"/>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09156E" w:rsidRPr="00895671" w:rsidTr="00343502">
        <w:tc>
          <w:tcPr>
            <w:tcW w:w="3168" w:type="dxa"/>
          </w:tcPr>
          <w:p w:rsidR="0009156E" w:rsidRPr="00895671" w:rsidRDefault="0009156E" w:rsidP="00343502">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6660" w:type="dxa"/>
          </w:tcPr>
          <w:p w:rsidR="0009156E" w:rsidRPr="00432C5B" w:rsidRDefault="0009156E"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09156E" w:rsidRPr="00895671" w:rsidTr="00343502">
        <w:tc>
          <w:tcPr>
            <w:tcW w:w="3168" w:type="dxa"/>
          </w:tcPr>
          <w:p w:rsidR="0009156E" w:rsidRPr="00895671" w:rsidRDefault="0009156E" w:rsidP="00343502">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6660" w:type="dxa"/>
            <w:shd w:val="clear" w:color="auto" w:fill="FFFFFF"/>
          </w:tcPr>
          <w:p w:rsidR="0009156E" w:rsidRPr="00432C5B" w:rsidRDefault="0009156E"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09156E" w:rsidRPr="00895671" w:rsidTr="00343502">
        <w:tc>
          <w:tcPr>
            <w:tcW w:w="3168" w:type="dxa"/>
          </w:tcPr>
          <w:p w:rsidR="0009156E" w:rsidRPr="00F65AB6" w:rsidRDefault="0009156E" w:rsidP="00343502">
            <w:pPr>
              <w:rPr>
                <w:rFonts w:eastAsia="Times New Roman"/>
                <w:lang w:eastAsia="ru-RU"/>
              </w:rPr>
            </w:pPr>
            <w:r w:rsidRPr="00F65AB6">
              <w:rPr>
                <w:rFonts w:eastAsia="Times New Roman"/>
                <w:lang w:eastAsia="ru-RU"/>
              </w:rPr>
              <w:t>Перечень основных мероприятий подпрограммы</w:t>
            </w:r>
          </w:p>
        </w:tc>
        <w:tc>
          <w:tcPr>
            <w:tcW w:w="6660" w:type="dxa"/>
            <w:shd w:val="clear" w:color="auto" w:fill="FFFFFF"/>
          </w:tcPr>
          <w:p w:rsidR="0009156E" w:rsidRPr="00F65AB6" w:rsidRDefault="0009156E" w:rsidP="00343502">
            <w:pPr>
              <w:jc w:val="both"/>
              <w:outlineLvl w:val="2"/>
            </w:pPr>
            <w:r w:rsidRPr="00F65AB6">
              <w:t>1.Приобретение автобусов</w:t>
            </w:r>
          </w:p>
          <w:p w:rsidR="0009156E" w:rsidRPr="00A66299" w:rsidRDefault="0009156E" w:rsidP="00B02BCF">
            <w:pPr>
              <w:widowControl w:val="0"/>
              <w:autoSpaceDE w:val="0"/>
              <w:autoSpaceDN w:val="0"/>
              <w:adjustRightInd w:val="0"/>
              <w:jc w:val="both"/>
              <w:rPr>
                <w:color w:val="0000FF"/>
              </w:rPr>
            </w:pPr>
            <w:r w:rsidRPr="00A66299">
              <w:rPr>
                <w:rFonts w:eastAsia="Times New Roman"/>
                <w:color w:val="0000FF"/>
                <w:lang w:eastAsia="ru-RU"/>
              </w:rPr>
              <w:t>2.</w:t>
            </w:r>
            <w:r w:rsidRPr="00A66299">
              <w:rPr>
                <w:color w:val="0000FF"/>
              </w:rPr>
              <w:t xml:space="preserve">Предоставление субсидий из районного бюджета на компенсацию потерь в доходах транспортных предприятий, </w:t>
            </w:r>
            <w:r w:rsidRPr="00A66299">
              <w:rPr>
                <w:color w:val="0000FF"/>
              </w:rPr>
              <w:lastRenderedPageBreak/>
              <w:t xml:space="preserve">возникающих вследствие регулирования  тарифов на перевозку пассажиров автомобильным транспортом общего пользования. </w:t>
            </w:r>
          </w:p>
          <w:p w:rsidR="0009156E" w:rsidRPr="00A66299" w:rsidRDefault="0009156E" w:rsidP="00B02BCF">
            <w:pPr>
              <w:rPr>
                <w:color w:val="0000FF"/>
              </w:rPr>
            </w:pPr>
            <w:r w:rsidRPr="00A66299">
              <w:rPr>
                <w:color w:val="0000FF"/>
              </w:rPr>
              <w:t>3.По развитию сети автомобильных дорог общего пользования местного значения.</w:t>
            </w:r>
          </w:p>
          <w:p w:rsidR="0009156E" w:rsidRPr="0008675D" w:rsidRDefault="0009156E" w:rsidP="00343502">
            <w:pPr>
              <w:rPr>
                <w:rFonts w:eastAsia="Times New Roman"/>
                <w:color w:val="FF0000"/>
                <w:lang w:eastAsia="ru-RU"/>
              </w:rPr>
            </w:pPr>
          </w:p>
        </w:tc>
      </w:tr>
      <w:tr w:rsidR="0009156E" w:rsidRPr="00F60339" w:rsidTr="00343502">
        <w:tc>
          <w:tcPr>
            <w:tcW w:w="3168" w:type="dxa"/>
          </w:tcPr>
          <w:p w:rsidR="0009156E" w:rsidRPr="00F65AB6" w:rsidRDefault="0009156E" w:rsidP="00343502">
            <w:pPr>
              <w:rPr>
                <w:rFonts w:eastAsia="Times New Roman"/>
                <w:lang w:eastAsia="ru-RU"/>
              </w:rPr>
            </w:pPr>
            <w:r w:rsidRPr="00F65AB6">
              <w:rPr>
                <w:rFonts w:eastAsia="Times New Roman"/>
                <w:lang w:eastAsia="ru-RU"/>
              </w:rPr>
              <w:t>Цели и задачи подпрограммы</w:t>
            </w:r>
          </w:p>
        </w:tc>
        <w:tc>
          <w:tcPr>
            <w:tcW w:w="6660" w:type="dxa"/>
          </w:tcPr>
          <w:p w:rsidR="0009156E" w:rsidRPr="00F65AB6" w:rsidRDefault="0009156E" w:rsidP="00343502">
            <w:r w:rsidRPr="00F65AB6">
              <w:rPr>
                <w:rFonts w:eastAsia="Times New Roman"/>
                <w:lang w:eastAsia="ru-RU"/>
              </w:rPr>
              <w:t>Цель: п</w:t>
            </w:r>
            <w:r w:rsidRPr="00F65AB6">
              <w:t>овышение доступности и качества транспортных услуг для населения.</w:t>
            </w:r>
          </w:p>
          <w:p w:rsidR="0009156E" w:rsidRPr="00F65AB6" w:rsidRDefault="0009156E" w:rsidP="00343502">
            <w:pPr>
              <w:rPr>
                <w:rFonts w:eastAsia="Times New Roman"/>
                <w:lang w:eastAsia="ru-RU"/>
              </w:rPr>
            </w:pPr>
            <w:r w:rsidRPr="00F65AB6">
              <w:rPr>
                <w:rFonts w:eastAsia="Times New Roman"/>
                <w:lang w:eastAsia="ru-RU"/>
              </w:rPr>
              <w:t>Задачи:</w:t>
            </w:r>
          </w:p>
          <w:p w:rsidR="0009156E" w:rsidRPr="00F65AB6" w:rsidRDefault="0009156E" w:rsidP="00343502">
            <w:r w:rsidRPr="00F65AB6">
              <w:rPr>
                <w:rFonts w:eastAsia="Times New Roman"/>
                <w:lang w:eastAsia="ru-RU"/>
              </w:rPr>
              <w:t>- р</w:t>
            </w:r>
            <w:r w:rsidRPr="00F65AB6">
              <w:t>азвитие сети автомобильных дорог общего пользования муниципального значения;</w:t>
            </w:r>
          </w:p>
          <w:p w:rsidR="0009156E" w:rsidRPr="00F65AB6" w:rsidRDefault="0009156E" w:rsidP="00343502">
            <w:r w:rsidRPr="00F65AB6">
              <w:t>-обеспечение функционирования сети автомобильных дорог общего пользования муниципального значения;</w:t>
            </w:r>
          </w:p>
          <w:p w:rsidR="0009156E" w:rsidRPr="00F65AB6" w:rsidRDefault="0009156E" w:rsidP="00343502">
            <w:r w:rsidRPr="00F65AB6">
              <w:t>- обеспечение потребности населения в пассажирских перевозках;</w:t>
            </w:r>
          </w:p>
          <w:p w:rsidR="0009156E" w:rsidRPr="00F65AB6" w:rsidRDefault="0009156E" w:rsidP="00343502">
            <w:r w:rsidRPr="00F65AB6">
              <w:t>- обновление парка транспортных средств;</w:t>
            </w:r>
          </w:p>
          <w:p w:rsidR="0009156E" w:rsidRPr="00F65AB6" w:rsidRDefault="0009156E" w:rsidP="00343502">
            <w:pPr>
              <w:rPr>
                <w:rFonts w:eastAsia="Times New Roman"/>
                <w:lang w:eastAsia="ru-RU"/>
              </w:rPr>
            </w:pPr>
            <w:r w:rsidRPr="00F65AB6">
              <w:t>- обеспечение экологичности используемых транспортных средств</w:t>
            </w:r>
          </w:p>
        </w:tc>
      </w:tr>
      <w:tr w:rsidR="0009156E" w:rsidRPr="00895671" w:rsidTr="00343502">
        <w:tc>
          <w:tcPr>
            <w:tcW w:w="3168" w:type="dxa"/>
          </w:tcPr>
          <w:p w:rsidR="0009156E" w:rsidRPr="00F65AB6" w:rsidRDefault="0009156E" w:rsidP="00343502">
            <w:pPr>
              <w:rPr>
                <w:rFonts w:eastAsia="Times New Roman"/>
                <w:lang w:eastAsia="ru-RU"/>
              </w:rPr>
            </w:pPr>
            <w:r w:rsidRPr="00F65AB6">
              <w:rPr>
                <w:rFonts w:eastAsia="Times New Roman"/>
                <w:lang w:eastAsia="ru-RU"/>
              </w:rPr>
              <w:t>Целевые индикаторы и показатели подпрограммы</w:t>
            </w:r>
          </w:p>
        </w:tc>
        <w:tc>
          <w:tcPr>
            <w:tcW w:w="6660" w:type="dxa"/>
          </w:tcPr>
          <w:p w:rsidR="0009156E" w:rsidRPr="00F65AB6" w:rsidRDefault="0009156E" w:rsidP="00DF3E53">
            <w:pPr>
              <w:rPr>
                <w:rFonts w:eastAsia="Times New Roman"/>
                <w:lang w:eastAsia="ru-RU"/>
              </w:rPr>
            </w:pPr>
            <w:r w:rsidRPr="00F65AB6">
              <w:rPr>
                <w:rFonts w:eastAsia="Times New Roman"/>
                <w:lang w:eastAsia="ru-RU"/>
              </w:rPr>
              <w:t xml:space="preserve">1.Обновление транспортных средств организаций пассажирского автомобильного транспорта общего пользования. </w:t>
            </w:r>
          </w:p>
          <w:p w:rsidR="0009156E" w:rsidRPr="00F65AB6" w:rsidRDefault="0009156E" w:rsidP="00DF3E53">
            <w:pPr>
              <w:rPr>
                <w:rFonts w:eastAsia="Times New Roman"/>
                <w:lang w:eastAsia="ru-RU"/>
              </w:rPr>
            </w:pPr>
            <w:r w:rsidRPr="00F65AB6">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p w:rsidR="0009156E" w:rsidRPr="00F65AB6" w:rsidRDefault="0009156E" w:rsidP="00DF3E53">
            <w:pPr>
              <w:widowControl w:val="0"/>
              <w:autoSpaceDE w:val="0"/>
              <w:autoSpaceDN w:val="0"/>
              <w:adjustRightInd w:val="0"/>
            </w:pPr>
            <w:r w:rsidRPr="00F65AB6">
              <w:t xml:space="preserve">3.Регулярность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F65AB6">
              <w:rPr>
                <w:rFonts w:cs="Arial"/>
              </w:rPr>
              <w:t>между поселениями в границах Таловского муниципального района</w:t>
            </w:r>
          </w:p>
          <w:p w:rsidR="0009156E" w:rsidRPr="00F65AB6" w:rsidRDefault="0009156E" w:rsidP="00DF3E53">
            <w:pPr>
              <w:ind w:left="360"/>
              <w:rPr>
                <w:rFonts w:eastAsia="Times New Roman"/>
                <w:lang w:eastAsia="ru-RU"/>
              </w:rPr>
            </w:pPr>
          </w:p>
        </w:tc>
      </w:tr>
      <w:tr w:rsidR="0009156E" w:rsidRPr="00895671" w:rsidTr="00343502">
        <w:tc>
          <w:tcPr>
            <w:tcW w:w="3168" w:type="dxa"/>
          </w:tcPr>
          <w:p w:rsidR="0009156E" w:rsidRPr="00895671" w:rsidRDefault="0009156E" w:rsidP="00343502">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6660" w:type="dxa"/>
          </w:tcPr>
          <w:p w:rsidR="0009156E" w:rsidRPr="00895671" w:rsidRDefault="0009156E" w:rsidP="00343502">
            <w:pPr>
              <w:rPr>
                <w:rFonts w:eastAsia="Times New Roman"/>
                <w:color w:val="000000"/>
                <w:lang w:eastAsia="ru-RU"/>
              </w:rPr>
            </w:pPr>
            <w:r w:rsidRPr="003C0B2F">
              <w:rPr>
                <w:rFonts w:eastAsia="Times New Roman"/>
                <w:color w:val="000000"/>
                <w:lang w:eastAsia="ru-RU"/>
              </w:rPr>
              <w:t xml:space="preserve">Подпрограмма реализуется в </w:t>
            </w:r>
            <w:r>
              <w:rPr>
                <w:rFonts w:eastAsia="Times New Roman"/>
                <w:color w:val="000000"/>
                <w:lang w:eastAsia="ru-RU"/>
              </w:rPr>
              <w:t>один</w:t>
            </w:r>
            <w:r w:rsidRPr="003C0B2F">
              <w:rPr>
                <w:rFonts w:eastAsia="Times New Roman"/>
                <w:color w:val="000000"/>
                <w:lang w:eastAsia="ru-RU"/>
              </w:rPr>
              <w:t xml:space="preserve"> этап : 2015-20</w:t>
            </w:r>
            <w:r>
              <w:rPr>
                <w:rFonts w:eastAsia="Times New Roman"/>
                <w:color w:val="000000"/>
                <w:lang w:eastAsia="ru-RU"/>
              </w:rPr>
              <w:t>19</w:t>
            </w:r>
            <w:r w:rsidRPr="003C0B2F">
              <w:rPr>
                <w:rFonts w:eastAsia="Times New Roman"/>
                <w:color w:val="000000"/>
                <w:lang w:eastAsia="ru-RU"/>
              </w:rPr>
              <w:t xml:space="preserve"> годы.</w:t>
            </w:r>
          </w:p>
        </w:tc>
      </w:tr>
      <w:tr w:rsidR="0009156E" w:rsidRPr="00895671" w:rsidTr="00343502">
        <w:tc>
          <w:tcPr>
            <w:tcW w:w="3168" w:type="dxa"/>
          </w:tcPr>
          <w:p w:rsidR="0009156E" w:rsidRPr="00895671" w:rsidRDefault="0009156E" w:rsidP="00343502">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6660" w:type="dxa"/>
          </w:tcPr>
          <w:p w:rsidR="0009156E" w:rsidRPr="00A66299" w:rsidRDefault="0009156E" w:rsidP="00343502">
            <w:pPr>
              <w:rPr>
                <w:rFonts w:eastAsia="Times New Roman"/>
                <w:color w:val="0000FF"/>
                <w:lang w:eastAsia="ru-RU"/>
              </w:rPr>
            </w:pPr>
            <w:r w:rsidRPr="00A66299">
              <w:rPr>
                <w:rFonts w:eastAsia="Times New Roman"/>
                <w:color w:val="0000FF"/>
                <w:lang w:eastAsia="ru-RU"/>
              </w:rPr>
              <w:t xml:space="preserve">Общий объем финансирования подпрограммы составляет –  </w:t>
            </w:r>
            <w:r>
              <w:rPr>
                <w:rFonts w:eastAsia="Times New Roman"/>
                <w:color w:val="0000FF"/>
                <w:lang w:eastAsia="ru-RU"/>
              </w:rPr>
              <w:t>17466,6</w:t>
            </w:r>
            <w:r w:rsidRPr="00A66299">
              <w:rPr>
                <w:rFonts w:eastAsia="Times New Roman"/>
                <w:color w:val="0000FF"/>
                <w:lang w:eastAsia="ru-RU"/>
              </w:rPr>
              <w:t xml:space="preserve"> тыс. рублей, в том числе:</w:t>
            </w:r>
          </w:p>
          <w:p w:rsidR="0009156E" w:rsidRPr="00A66299" w:rsidRDefault="0009156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 из средств федерального бюджета    2405,2 тыс. рублей:</w:t>
            </w:r>
          </w:p>
          <w:p w:rsidR="0009156E" w:rsidRPr="00A66299" w:rsidRDefault="0009156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2015 год – 2405,2 тыс. рублей;</w:t>
            </w:r>
          </w:p>
          <w:p w:rsidR="0009156E" w:rsidRPr="00A66299" w:rsidRDefault="0009156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 из средств областного бюджета  871,5 тыс. рублей:</w:t>
            </w:r>
          </w:p>
          <w:p w:rsidR="0009156E" w:rsidRPr="00A66299" w:rsidRDefault="0009156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2015 год – 871,5 тыс. рублей;</w:t>
            </w:r>
          </w:p>
          <w:p w:rsidR="0009156E" w:rsidRPr="00A66299" w:rsidRDefault="0009156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 из средств местного  бюджета 1</w:t>
            </w:r>
            <w:r>
              <w:rPr>
                <w:rFonts w:ascii="Times New Roman" w:hAnsi="Times New Roman"/>
                <w:color w:val="0000FF"/>
                <w:sz w:val="24"/>
                <w:szCs w:val="24"/>
              </w:rPr>
              <w:t>4189,9</w:t>
            </w:r>
            <w:r w:rsidRPr="00A66299">
              <w:rPr>
                <w:rFonts w:ascii="Times New Roman" w:hAnsi="Times New Roman"/>
                <w:color w:val="0000FF"/>
                <w:sz w:val="24"/>
                <w:szCs w:val="24"/>
              </w:rPr>
              <w:t xml:space="preserve"> тыс. рублей:</w:t>
            </w:r>
          </w:p>
          <w:p w:rsidR="0009156E" w:rsidRPr="00A66299" w:rsidRDefault="0009156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2015 год – 33,3 тыс. рублей;</w:t>
            </w:r>
          </w:p>
          <w:p w:rsidR="0009156E" w:rsidRDefault="0009156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2016 год- 1</w:t>
            </w:r>
            <w:r>
              <w:rPr>
                <w:rFonts w:ascii="Times New Roman" w:hAnsi="Times New Roman"/>
                <w:color w:val="0000FF"/>
                <w:sz w:val="24"/>
                <w:szCs w:val="24"/>
              </w:rPr>
              <w:t xml:space="preserve">235,0 </w:t>
            </w:r>
            <w:r w:rsidRPr="00A66299">
              <w:rPr>
                <w:rFonts w:ascii="Times New Roman" w:hAnsi="Times New Roman"/>
                <w:color w:val="0000FF"/>
                <w:sz w:val="24"/>
                <w:szCs w:val="24"/>
              </w:rPr>
              <w:t xml:space="preserve"> тыс. ру</w:t>
            </w:r>
            <w:r>
              <w:rPr>
                <w:rFonts w:ascii="Times New Roman" w:hAnsi="Times New Roman"/>
                <w:color w:val="0000FF"/>
                <w:sz w:val="24"/>
                <w:szCs w:val="24"/>
              </w:rPr>
              <w:t>блей;</w:t>
            </w:r>
          </w:p>
          <w:p w:rsidR="0009156E" w:rsidRPr="00A66299" w:rsidRDefault="0009156E" w:rsidP="002E7C15">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w:t>
            </w:r>
            <w:r>
              <w:rPr>
                <w:rFonts w:ascii="Times New Roman" w:hAnsi="Times New Roman"/>
                <w:color w:val="0000FF"/>
                <w:sz w:val="24"/>
                <w:szCs w:val="24"/>
              </w:rPr>
              <w:t>7</w:t>
            </w:r>
            <w:r w:rsidRPr="00A66299">
              <w:rPr>
                <w:rFonts w:ascii="Times New Roman" w:hAnsi="Times New Roman"/>
                <w:color w:val="0000FF"/>
                <w:sz w:val="24"/>
                <w:szCs w:val="24"/>
              </w:rPr>
              <w:t xml:space="preserve"> год – </w:t>
            </w:r>
            <w:r>
              <w:rPr>
                <w:rFonts w:ascii="Times New Roman" w:hAnsi="Times New Roman"/>
                <w:color w:val="0000FF"/>
                <w:sz w:val="24"/>
                <w:szCs w:val="24"/>
              </w:rPr>
              <w:t>4775,9</w:t>
            </w:r>
            <w:r w:rsidRPr="00A66299">
              <w:rPr>
                <w:rFonts w:ascii="Times New Roman" w:hAnsi="Times New Roman"/>
                <w:color w:val="0000FF"/>
                <w:sz w:val="24"/>
                <w:szCs w:val="24"/>
              </w:rPr>
              <w:t xml:space="preserve"> тыс. рублей;</w:t>
            </w:r>
          </w:p>
          <w:p w:rsidR="0009156E" w:rsidRDefault="0009156E" w:rsidP="002E7C15">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w:t>
            </w:r>
            <w:r>
              <w:rPr>
                <w:rFonts w:ascii="Times New Roman" w:hAnsi="Times New Roman"/>
                <w:color w:val="0000FF"/>
                <w:sz w:val="24"/>
                <w:szCs w:val="24"/>
              </w:rPr>
              <w:t>8</w:t>
            </w:r>
            <w:r w:rsidRPr="00A66299">
              <w:rPr>
                <w:rFonts w:ascii="Times New Roman" w:hAnsi="Times New Roman"/>
                <w:color w:val="0000FF"/>
                <w:sz w:val="24"/>
                <w:szCs w:val="24"/>
              </w:rPr>
              <w:t xml:space="preserve"> год- </w:t>
            </w:r>
            <w:r>
              <w:rPr>
                <w:rFonts w:ascii="Times New Roman" w:hAnsi="Times New Roman"/>
                <w:color w:val="0000FF"/>
                <w:sz w:val="24"/>
                <w:szCs w:val="24"/>
              </w:rPr>
              <w:t xml:space="preserve">3310,8 </w:t>
            </w:r>
            <w:r w:rsidRPr="00A66299">
              <w:rPr>
                <w:rFonts w:ascii="Times New Roman" w:hAnsi="Times New Roman"/>
                <w:color w:val="0000FF"/>
                <w:sz w:val="24"/>
                <w:szCs w:val="24"/>
              </w:rPr>
              <w:t xml:space="preserve"> тыс. рублей</w:t>
            </w:r>
            <w:r>
              <w:rPr>
                <w:rFonts w:ascii="Times New Roman" w:hAnsi="Times New Roman"/>
                <w:color w:val="0000FF"/>
                <w:sz w:val="24"/>
                <w:szCs w:val="24"/>
              </w:rPr>
              <w:t>;</w:t>
            </w:r>
          </w:p>
          <w:p w:rsidR="0009156E" w:rsidRPr="00A66299" w:rsidRDefault="0009156E" w:rsidP="002E7C15">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w:t>
            </w:r>
            <w:r>
              <w:rPr>
                <w:rFonts w:ascii="Times New Roman" w:hAnsi="Times New Roman"/>
                <w:color w:val="0000FF"/>
                <w:sz w:val="24"/>
                <w:szCs w:val="24"/>
              </w:rPr>
              <w:t>9</w:t>
            </w:r>
            <w:r w:rsidRPr="00A66299">
              <w:rPr>
                <w:rFonts w:ascii="Times New Roman" w:hAnsi="Times New Roman"/>
                <w:color w:val="0000FF"/>
                <w:sz w:val="24"/>
                <w:szCs w:val="24"/>
              </w:rPr>
              <w:t xml:space="preserve"> год- </w:t>
            </w:r>
            <w:r>
              <w:rPr>
                <w:rFonts w:ascii="Times New Roman" w:hAnsi="Times New Roman"/>
                <w:color w:val="0000FF"/>
                <w:sz w:val="24"/>
                <w:szCs w:val="24"/>
              </w:rPr>
              <w:t xml:space="preserve">4834,9 </w:t>
            </w:r>
            <w:r w:rsidRPr="00A66299">
              <w:rPr>
                <w:rFonts w:ascii="Times New Roman" w:hAnsi="Times New Roman"/>
                <w:color w:val="0000FF"/>
                <w:sz w:val="24"/>
                <w:szCs w:val="24"/>
              </w:rPr>
              <w:t xml:space="preserve"> тыс. рублей</w:t>
            </w:r>
            <w:r>
              <w:rPr>
                <w:rFonts w:ascii="Times New Roman" w:hAnsi="Times New Roman"/>
                <w:color w:val="0000FF"/>
                <w:sz w:val="24"/>
                <w:szCs w:val="24"/>
              </w:rPr>
              <w:t>.</w:t>
            </w:r>
          </w:p>
          <w:p w:rsidR="0009156E" w:rsidRPr="00895671" w:rsidRDefault="0009156E" w:rsidP="00343502">
            <w:pPr>
              <w:pStyle w:val="ConsPlusNormal"/>
              <w:ind w:firstLine="540"/>
              <w:jc w:val="both"/>
              <w:rPr>
                <w:rFonts w:eastAsia="Times New Roman"/>
                <w:color w:val="000000"/>
                <w:lang w:eastAsia="ru-RU"/>
              </w:rPr>
            </w:pPr>
          </w:p>
        </w:tc>
      </w:tr>
      <w:tr w:rsidR="0009156E" w:rsidRPr="00895671" w:rsidTr="00343502">
        <w:tc>
          <w:tcPr>
            <w:tcW w:w="3168" w:type="dxa"/>
          </w:tcPr>
          <w:p w:rsidR="0009156E" w:rsidRPr="00895671" w:rsidRDefault="0009156E" w:rsidP="00343502">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6660" w:type="dxa"/>
          </w:tcPr>
          <w:p w:rsidR="0009156E" w:rsidRPr="008F5828" w:rsidRDefault="0009156E" w:rsidP="00343502">
            <w:pPr>
              <w:rPr>
                <w:rFonts w:eastAsia="Times New Roman"/>
                <w:lang w:eastAsia="ru-RU"/>
              </w:rPr>
            </w:pPr>
            <w:r w:rsidRPr="008F5828">
              <w:rPr>
                <w:rFonts w:eastAsia="Times New Roman"/>
                <w:lang w:eastAsia="ru-RU"/>
              </w:rPr>
              <w:t>В результате реализации подпрограммы предполагается:</w:t>
            </w:r>
          </w:p>
          <w:p w:rsidR="0009156E" w:rsidRDefault="0009156E" w:rsidP="00343502">
            <w:pPr>
              <w:rPr>
                <w:rFonts w:eastAsia="Times New Roman"/>
                <w:lang w:eastAsia="ru-RU"/>
              </w:rPr>
            </w:pPr>
            <w:r w:rsidRPr="008F5828">
              <w:rPr>
                <w:rFonts w:eastAsia="Times New Roman"/>
                <w:lang w:eastAsia="ru-RU"/>
              </w:rPr>
              <w:t>- Обновление транспортных средств организаций пассажирского автомобильного транспорта общего пользования не менее 2-х единиц.</w:t>
            </w:r>
          </w:p>
          <w:p w:rsidR="0009156E" w:rsidRPr="00895671" w:rsidRDefault="0009156E" w:rsidP="00343502">
            <w:pPr>
              <w:rPr>
                <w:rFonts w:eastAsia="Times New Roman"/>
                <w:color w:val="000000"/>
                <w:lang w:eastAsia="ru-RU"/>
              </w:rPr>
            </w:pPr>
            <w:r>
              <w:rPr>
                <w:rFonts w:eastAsia="Times New Roman"/>
                <w:lang w:eastAsia="ru-RU"/>
              </w:rPr>
              <w:t>-</w:t>
            </w: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tc>
      </w:tr>
    </w:tbl>
    <w:p w:rsidR="0009156E" w:rsidRPr="00895671" w:rsidRDefault="0009156E" w:rsidP="00343502">
      <w:pPr>
        <w:jc w:val="center"/>
        <w:rPr>
          <w:rFonts w:eastAsia="Times New Roman"/>
          <w:color w:val="000000"/>
          <w:lang w:eastAsia="ru-RU"/>
        </w:rPr>
      </w:pPr>
    </w:p>
    <w:p w:rsidR="0009156E" w:rsidRPr="00895671" w:rsidRDefault="0009156E" w:rsidP="00343502">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09156E" w:rsidRPr="00895671" w:rsidRDefault="0009156E" w:rsidP="00343502">
      <w:pPr>
        <w:pStyle w:val="ConsPlusNonformat"/>
        <w:jc w:val="both"/>
        <w:rPr>
          <w:rFonts w:ascii="Times New Roman" w:hAnsi="Times New Roman" w:cs="Times New Roman"/>
          <w:color w:val="000000"/>
          <w:sz w:val="24"/>
          <w:szCs w:val="24"/>
        </w:rPr>
      </w:pP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Транспорт как инфраструктурная отрасль обеспечивает базовые условия жизнедеятельности и развития государства и общества.</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Низкие темпы развития транспортной инфраструктуры ограничивают развитие единого экономического пространства района.</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В настоящее время износ пассажирского автобусного парка составляет 75%, что негативно сказывается на качестве транспортного обслуживания населения и хозяйствующих субъектов, а также оказывает отрицательное воздействие на окружающую среду, транспортную безопасность и выпуск автобусов на маршруты.</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Развитие человеческого потенциала, улучшение условий жизни граждан, проживающих на территории Таловского муниципального района, и качества социальной среды требуют качественно нового уровня обеспечения общей транспортной подвижности населения и, в частности, мобильности трудовых ресурсов.</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Продолжает углубляться несоответствие уровня развития автомобильных дорог уровню автомобилизации и спросу на автомобильные перевозки.</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Несмотря на принимаемые в последние годы активные меры, существенной проблемой продолжает оставаться безопасность населения на транспорте.</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условиях ограничения объемов финансирования транспортной системы основные усилия в рамках </w:t>
      </w:r>
      <w:r>
        <w:rPr>
          <w:rFonts w:ascii="Times New Roman" w:hAnsi="Times New Roman"/>
          <w:sz w:val="24"/>
          <w:szCs w:val="24"/>
        </w:rPr>
        <w:t>подп</w:t>
      </w:r>
      <w:r w:rsidRPr="00023370">
        <w:rPr>
          <w:rFonts w:ascii="Times New Roman" w:hAnsi="Times New Roman"/>
          <w:sz w:val="24"/>
          <w:szCs w:val="24"/>
        </w:rPr>
        <w:t>рограммы будут сконцентрированы на обеспечении нормативного содержания и ремонта транспортной инфраструктуры, устранении узких мест, повышении доступности качественных и безопасных транспортных услуг для населения, обеспечении безопасности на транспорте.</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Комплексный подход к развитию транспортной системы в рамках </w:t>
      </w:r>
      <w:r>
        <w:rPr>
          <w:rFonts w:ascii="Times New Roman" w:hAnsi="Times New Roman"/>
          <w:sz w:val="24"/>
          <w:szCs w:val="24"/>
        </w:rPr>
        <w:t>подп</w:t>
      </w:r>
      <w:r w:rsidRPr="00023370">
        <w:rPr>
          <w:rFonts w:ascii="Times New Roman" w:hAnsi="Times New Roman"/>
          <w:sz w:val="24"/>
          <w:szCs w:val="24"/>
        </w:rPr>
        <w:t>рограммы предполагает реализацию мероприятий и системы мер государственного регулирования, повышение эффективности расходов и инвестиционной привлекательности транспортной инфраструктуры. Это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w:t>
      </w:r>
    </w:p>
    <w:p w:rsidR="0009156E" w:rsidRDefault="0009156E" w:rsidP="00343502">
      <w:pPr>
        <w:pStyle w:val="ConsPlusNonformat"/>
        <w:jc w:val="both"/>
        <w:rPr>
          <w:rFonts w:ascii="Times New Roman" w:hAnsi="Times New Roman" w:cs="Times New Roman"/>
          <w:sz w:val="26"/>
          <w:szCs w:val="26"/>
        </w:rPr>
      </w:pPr>
    </w:p>
    <w:p w:rsidR="0009156E" w:rsidRDefault="0009156E" w:rsidP="00343502">
      <w:pPr>
        <w:pStyle w:val="ConsPlusNonformat"/>
        <w:jc w:val="both"/>
        <w:rPr>
          <w:rFonts w:ascii="Times New Roman" w:hAnsi="Times New Roman" w:cs="Times New Roman"/>
          <w:sz w:val="26"/>
          <w:szCs w:val="26"/>
        </w:rPr>
      </w:pPr>
    </w:p>
    <w:p w:rsidR="0009156E" w:rsidRPr="00F60339" w:rsidRDefault="0009156E" w:rsidP="00343502">
      <w:pPr>
        <w:pStyle w:val="ConsPlusNonformat"/>
        <w:jc w:val="both"/>
        <w:rPr>
          <w:rFonts w:ascii="Times New Roman" w:hAnsi="Times New Roman" w:cs="Times New Roman"/>
          <w:sz w:val="26"/>
          <w:szCs w:val="26"/>
        </w:rPr>
      </w:pPr>
    </w:p>
    <w:p w:rsidR="0009156E" w:rsidRPr="00A337B5" w:rsidRDefault="0009156E" w:rsidP="00343502">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09156E" w:rsidRPr="00A337B5" w:rsidRDefault="0009156E" w:rsidP="00343502">
      <w:pPr>
        <w:pStyle w:val="ConsPlusNonformat"/>
        <w:jc w:val="both"/>
        <w:rPr>
          <w:rFonts w:ascii="Times New Roman" w:hAnsi="Times New Roman" w:cs="Times New Roman"/>
          <w:sz w:val="24"/>
          <w:szCs w:val="24"/>
        </w:rPr>
      </w:pP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Приоритетное направление развития транспортного комплекса области - автомобильные перевозки. На рынке пассажирских автоперевозок стратегической целью является существенное повышение качества услуг за счет внедрения новых технологий управления пассажирским транспортом, развития его производственно-технической базы, обновления подвижного состава. </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Для развития всей транспортной системы необходимо:</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совершенствование механизмов управления пассажирским транспортом;</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 реконструкция дорожной сети, увеличение пропускной способности основных магистралей, улиц-дублеров, оборудование и благоустройство конечных и разворотных </w:t>
      </w:r>
      <w:r w:rsidRPr="00023370">
        <w:rPr>
          <w:rFonts w:ascii="Times New Roman" w:hAnsi="Times New Roman"/>
          <w:sz w:val="24"/>
          <w:szCs w:val="24"/>
        </w:rPr>
        <w:lastRenderedPageBreak/>
        <w:t>площадок, обеспечение дорожной сетью и транспортным сообщением новых микрорайонов крупных муниципальных образований.</w:t>
      </w: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Рост спроса на автомобильные перевозки, увеличение парка автотранспортных средств и уровня автомобилизации требуют развития сети автомобильных дорог района, приведения ее в соответствие стратегическим направлениям развития. Развитие дорожной сети должно опираться на внедрение эффективных технологий и материалов в строительство и ремонт дорожного полотна и инженерных сооружений, совершенствование нормативно-правового обеспечения деятельности подрядных организаций, а также повышение эффективности контроля за качеством работ, усиление ответственности за качество работ, заключение долгосрочных (3 - 5 лет) контрактов на выполнение работ по содержанию автомобильных дорог.</w:t>
      </w:r>
    </w:p>
    <w:p w:rsidR="0009156E" w:rsidRPr="00023370" w:rsidRDefault="0009156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Модернизация автодорог общего пользования, определение в качестве приоритета соблюдения интересов пользователей дорог, формирование грузо- и пассажиропроводящей системы призваны содействовать развитию территорий, интенсификации производства, экономической и политической интеграции, решению социальных проблем населения.</w:t>
      </w:r>
    </w:p>
    <w:p w:rsidR="0009156E" w:rsidRPr="00023370" w:rsidRDefault="0009156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Программы.</w:t>
      </w:r>
    </w:p>
    <w:p w:rsidR="0009156E" w:rsidRDefault="0009156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w:t>
      </w:r>
      <w:r>
        <w:rPr>
          <w:rFonts w:ascii="Times New Roman" w:hAnsi="Times New Roman"/>
          <w:sz w:val="24"/>
          <w:szCs w:val="24"/>
        </w:rPr>
        <w:t>подп</w:t>
      </w:r>
      <w:r w:rsidRPr="00023370">
        <w:rPr>
          <w:rFonts w:ascii="Times New Roman" w:hAnsi="Times New Roman"/>
          <w:sz w:val="24"/>
          <w:szCs w:val="24"/>
        </w:rPr>
        <w:t>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2020 года:</w:t>
      </w:r>
    </w:p>
    <w:p w:rsidR="0009156E" w:rsidRPr="00023370" w:rsidRDefault="0009156E" w:rsidP="00FE2974">
      <w:pPr>
        <w:pStyle w:val="ConsPlusNormal"/>
        <w:ind w:firstLine="540"/>
        <w:jc w:val="both"/>
        <w:rPr>
          <w:rFonts w:ascii="Times New Roman" w:hAnsi="Times New Roman"/>
          <w:sz w:val="24"/>
          <w:szCs w:val="24"/>
        </w:rPr>
      </w:pPr>
      <w:r>
        <w:rPr>
          <w:rFonts w:ascii="Times New Roman" w:hAnsi="Times New Roman"/>
          <w:sz w:val="24"/>
          <w:szCs w:val="24"/>
        </w:rPr>
        <w:t>- п</w:t>
      </w:r>
      <w:r w:rsidRPr="00023370">
        <w:rPr>
          <w:rFonts w:ascii="Times New Roman" w:hAnsi="Times New Roman"/>
          <w:sz w:val="24"/>
          <w:szCs w:val="24"/>
        </w:rPr>
        <w:t>овышение доступности и качества транспортных услуг для населения.</w:t>
      </w:r>
    </w:p>
    <w:p w:rsidR="0009156E" w:rsidRDefault="0009156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Реализация Программы позволитобновить транспортные средства организаций пассажирского автомобильного транспорта общего пользования .</w:t>
      </w:r>
    </w:p>
    <w:p w:rsidR="0009156E" w:rsidRPr="005F00DB" w:rsidRDefault="0009156E" w:rsidP="00FE2974">
      <w:pPr>
        <w:jc w:val="both"/>
        <w:rPr>
          <w:b/>
        </w:rPr>
      </w:pPr>
      <w:r w:rsidRPr="005F00DB">
        <w:rPr>
          <w:b/>
        </w:rPr>
        <w:t>Показатели, используемые для достижения поставленной цели:</w:t>
      </w:r>
    </w:p>
    <w:p w:rsidR="0009156E" w:rsidRDefault="0009156E" w:rsidP="00FE2974">
      <w:pPr>
        <w:pStyle w:val="ConsPlusNormal"/>
        <w:ind w:firstLine="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Pr="00C21082">
        <w:rPr>
          <w:rFonts w:ascii="Times New Roman" w:hAnsi="Times New Roman"/>
          <w:color w:val="000000"/>
          <w:sz w:val="24"/>
          <w:szCs w:val="24"/>
          <w:lang w:eastAsia="ru-RU"/>
        </w:rPr>
        <w:t>Обновление транспортных средств организаций пассажирского автомобильного транспорта общего пользования , ед.</w:t>
      </w:r>
    </w:p>
    <w:p w:rsidR="0009156E" w:rsidRPr="008368E4" w:rsidRDefault="0009156E" w:rsidP="00FE2974">
      <w:pPr>
        <w:jc w:val="both"/>
        <w:rPr>
          <w:rFonts w:eastAsia="Times New Roman"/>
          <w:lang w:eastAsia="ru-RU"/>
        </w:rPr>
      </w:pPr>
      <w:r w:rsidRPr="008368E4">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w:t>
      </w:r>
    </w:p>
    <w:p w:rsidR="0009156E" w:rsidRDefault="0009156E" w:rsidP="00FE2974">
      <w:pPr>
        <w:widowControl w:val="0"/>
        <w:autoSpaceDE w:val="0"/>
        <w:autoSpaceDN w:val="0"/>
        <w:adjustRightInd w:val="0"/>
        <w:jc w:val="both"/>
        <w:rPr>
          <w:rFonts w:cs="Arial"/>
        </w:rPr>
      </w:pPr>
      <w:r w:rsidRPr="008368E4">
        <w:t>3.Регулярность движения автобусов на закрепленных за организациями пассажирского</w:t>
      </w:r>
      <w:r w:rsidRPr="004C28B0">
        <w:t xml:space="preserve">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кого муниципального района</w:t>
      </w:r>
      <w:r>
        <w:rPr>
          <w:rFonts w:cs="Arial"/>
        </w:rPr>
        <w:t>,%.</w:t>
      </w:r>
    </w:p>
    <w:p w:rsidR="0009156E" w:rsidRPr="004032E0" w:rsidRDefault="0009156E" w:rsidP="00FE2974">
      <w:pPr>
        <w:widowControl w:val="0"/>
        <w:autoSpaceDE w:val="0"/>
        <w:autoSpaceDN w:val="0"/>
        <w:adjustRightInd w:val="0"/>
        <w:ind w:firstLine="540"/>
        <w:jc w:val="both"/>
      </w:pPr>
      <w:r w:rsidRPr="004032E0">
        <w:t xml:space="preserve">Показатель "Регулярность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w:t>
      </w:r>
      <w:r w:rsidRPr="009D7B3F">
        <w:t xml:space="preserve">между поселениями в границах </w:t>
      </w:r>
      <w:r>
        <w:t>Таловс</w:t>
      </w:r>
      <w:r w:rsidRPr="009D7B3F">
        <w:t>кого муниципального района</w:t>
      </w:r>
      <w:r w:rsidRPr="004032E0">
        <w:t>" рассчитывается как отношение числа фактически выполненных рейсов по расписанию к общему плановому числу рейсов, предусмотренных расписанием за отчетный период.</w:t>
      </w:r>
    </w:p>
    <w:p w:rsidR="0009156E" w:rsidRPr="00C21082" w:rsidRDefault="0009156E" w:rsidP="00FE2974">
      <w:pPr>
        <w:widowControl w:val="0"/>
        <w:autoSpaceDE w:val="0"/>
        <w:autoSpaceDN w:val="0"/>
        <w:adjustRightInd w:val="0"/>
        <w:jc w:val="both"/>
      </w:pPr>
      <w:r w:rsidRPr="00C21082">
        <w:t xml:space="preserve">       Планируемые значения целевых индикаторов по годам реализации Программы указаны в приложении  1.</w:t>
      </w:r>
    </w:p>
    <w:p w:rsidR="0009156E" w:rsidRPr="00196222" w:rsidRDefault="0009156E"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09156E" w:rsidRPr="00196222" w:rsidRDefault="0009156E" w:rsidP="00343502">
      <w:pPr>
        <w:pStyle w:val="ConsPlusNonformat"/>
        <w:jc w:val="both"/>
        <w:rPr>
          <w:rFonts w:ascii="Times New Roman" w:hAnsi="Times New Roman" w:cs="Times New Roman"/>
          <w:sz w:val="24"/>
          <w:szCs w:val="24"/>
        </w:rPr>
      </w:pPr>
    </w:p>
    <w:p w:rsidR="0009156E" w:rsidRPr="00E979C4" w:rsidRDefault="0009156E" w:rsidP="00343502">
      <w:pPr>
        <w:ind w:firstLine="567"/>
        <w:jc w:val="both"/>
      </w:pPr>
      <w:r w:rsidRPr="00E979C4">
        <w:t>Исполнителем  подпрограммы является о</w:t>
      </w:r>
      <w:r w:rsidRPr="00E979C4">
        <w:rPr>
          <w:szCs w:val="28"/>
        </w:rPr>
        <w:t>тдел по архитектуре и строительной политике администрации Таловского муниципального района</w:t>
      </w:r>
      <w:r w:rsidRPr="00E979C4">
        <w:t xml:space="preserve">  .</w:t>
      </w:r>
    </w:p>
    <w:p w:rsidR="0009156E" w:rsidRPr="00023370" w:rsidRDefault="0009156E" w:rsidP="00343502">
      <w:pPr>
        <w:ind w:firstLine="567"/>
        <w:jc w:val="both"/>
      </w:pPr>
      <w:r w:rsidRPr="00023370">
        <w:t xml:space="preserve">Подпрограмма реализуется в один этап продолжительностью </w:t>
      </w:r>
      <w:r>
        <w:t>5</w:t>
      </w:r>
      <w:r w:rsidRPr="00023370">
        <w:t xml:space="preserve"> лет (201</w:t>
      </w:r>
      <w:r>
        <w:t>5 - 2019</w:t>
      </w:r>
      <w:r w:rsidRPr="00023370">
        <w:t> годы).</w:t>
      </w:r>
    </w:p>
    <w:p w:rsidR="0009156E" w:rsidRDefault="0009156E" w:rsidP="00343502">
      <w:pPr>
        <w:ind w:firstLine="567"/>
        <w:jc w:val="both"/>
      </w:pPr>
      <w:r w:rsidRPr="00023370">
        <w:t>В рамках подпрограммы предусматривается реализация одного мероприятия:</w:t>
      </w:r>
    </w:p>
    <w:p w:rsidR="0009156E" w:rsidRDefault="0009156E" w:rsidP="00343502">
      <w:pPr>
        <w:ind w:firstLine="567"/>
        <w:jc w:val="both"/>
      </w:pPr>
    </w:p>
    <w:p w:rsidR="0009156E" w:rsidRPr="00023370" w:rsidRDefault="0009156E" w:rsidP="00343502">
      <w:pPr>
        <w:ind w:firstLine="567"/>
        <w:jc w:val="both"/>
      </w:pPr>
    </w:p>
    <w:p w:rsidR="0009156E" w:rsidRPr="00023370" w:rsidRDefault="0009156E" w:rsidP="00343502">
      <w:pPr>
        <w:jc w:val="both"/>
        <w:outlineLvl w:val="2"/>
        <w:rPr>
          <w:color w:val="000000"/>
        </w:rPr>
      </w:pPr>
      <w:r w:rsidRPr="004C28B0">
        <w:rPr>
          <w:b/>
          <w:i/>
        </w:rPr>
        <w:t>Основное мероприятие 1.</w:t>
      </w:r>
      <w:r w:rsidRPr="00023370">
        <w:rPr>
          <w:color w:val="000000"/>
        </w:rPr>
        <w:t>Приобретение автобусов</w:t>
      </w:r>
    </w:p>
    <w:p w:rsidR="0009156E" w:rsidRPr="00023370" w:rsidRDefault="0009156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Основная цель мероприятия – Повышение доступности и качества транспортных услуг для населения.</w:t>
      </w:r>
    </w:p>
    <w:p w:rsidR="0009156E" w:rsidRPr="00023370" w:rsidRDefault="0009156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по повышению доступности и качества транспортных услуг для населения обеспечивается решением задач по формированию единой дорожной сети,  обеспечению </w:t>
      </w:r>
      <w:r w:rsidRPr="00023370">
        <w:rPr>
          <w:rFonts w:ascii="Times New Roman" w:hAnsi="Times New Roman"/>
          <w:sz w:val="24"/>
          <w:szCs w:val="24"/>
        </w:rPr>
        <w:lastRenderedPageBreak/>
        <w:t>потребности в перевозках пассажиров на социально значимых маршрутах, обновлению парка транспортных средств.</w:t>
      </w:r>
    </w:p>
    <w:p w:rsidR="0009156E" w:rsidRDefault="0009156E" w:rsidP="00FE2974">
      <w:pPr>
        <w:jc w:val="both"/>
        <w:rPr>
          <w:rFonts w:eastAsia="Times New Roman"/>
          <w:color w:val="000000"/>
          <w:lang w:eastAsia="ru-RU"/>
        </w:rPr>
      </w:pPr>
      <w:r>
        <w:rPr>
          <w:rFonts w:eastAsia="Times New Roman"/>
          <w:color w:val="000000"/>
          <w:lang w:eastAsia="ru-RU"/>
        </w:rPr>
        <w:t xml:space="preserve">        О</w:t>
      </w:r>
      <w:r w:rsidRPr="00E979C4">
        <w:rPr>
          <w:rFonts w:eastAsia="Times New Roman"/>
          <w:color w:val="000000"/>
          <w:lang w:eastAsia="ru-RU"/>
        </w:rPr>
        <w:t>бъем финансирования  составляет –  3</w:t>
      </w:r>
      <w:r>
        <w:rPr>
          <w:rFonts w:eastAsia="Times New Roman"/>
          <w:color w:val="000000"/>
          <w:lang w:eastAsia="ru-RU"/>
        </w:rPr>
        <w:t>310,0</w:t>
      </w:r>
      <w:r w:rsidRPr="00E979C4">
        <w:rPr>
          <w:rFonts w:eastAsia="Times New Roman"/>
          <w:color w:val="000000"/>
          <w:lang w:eastAsia="ru-RU"/>
        </w:rPr>
        <w:t xml:space="preserve"> тыс. рублей, </w:t>
      </w:r>
    </w:p>
    <w:p w:rsidR="0009156E" w:rsidRPr="00E979C4" w:rsidRDefault="0009156E" w:rsidP="00FE2974">
      <w:pPr>
        <w:jc w:val="both"/>
        <w:rPr>
          <w:rFonts w:eastAsia="Times New Roman"/>
          <w:color w:val="000000"/>
          <w:lang w:eastAsia="ru-RU"/>
        </w:rPr>
      </w:pPr>
      <w:r w:rsidRPr="00E979C4">
        <w:rPr>
          <w:rFonts w:eastAsia="Times New Roman"/>
          <w:color w:val="000000"/>
          <w:lang w:eastAsia="ru-RU"/>
        </w:rPr>
        <w:t>в том числе:</w:t>
      </w:r>
    </w:p>
    <w:p w:rsidR="0009156E" w:rsidRPr="005F00DB" w:rsidRDefault="0009156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2405,2</w:t>
      </w:r>
      <w:r w:rsidRPr="005F00DB">
        <w:rPr>
          <w:rFonts w:ascii="Times New Roman" w:hAnsi="Times New Roman"/>
          <w:sz w:val="24"/>
          <w:szCs w:val="24"/>
        </w:rPr>
        <w:t xml:space="preserve"> тыс. рублей:</w:t>
      </w:r>
    </w:p>
    <w:p w:rsidR="0009156E" w:rsidRPr="005F00DB" w:rsidRDefault="0009156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–2405,2</w:t>
      </w:r>
      <w:r w:rsidRPr="005F00DB">
        <w:rPr>
          <w:rFonts w:ascii="Times New Roman" w:hAnsi="Times New Roman"/>
          <w:sz w:val="24"/>
          <w:szCs w:val="24"/>
        </w:rPr>
        <w:t xml:space="preserve"> тыс. рублей;</w:t>
      </w:r>
    </w:p>
    <w:p w:rsidR="0009156E" w:rsidRPr="005F00DB" w:rsidRDefault="0009156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09156E" w:rsidRPr="005F00DB" w:rsidRDefault="0009156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09156E" w:rsidRPr="005F00DB" w:rsidRDefault="0009156E"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w:t>
      </w:r>
      <w:r>
        <w:rPr>
          <w:rFonts w:ascii="Times New Roman" w:hAnsi="Times New Roman"/>
          <w:sz w:val="24"/>
          <w:szCs w:val="24"/>
        </w:rPr>
        <w:t xml:space="preserve"> 33,3</w:t>
      </w:r>
      <w:r w:rsidRPr="005F00DB">
        <w:rPr>
          <w:rFonts w:ascii="Times New Roman" w:hAnsi="Times New Roman"/>
          <w:sz w:val="24"/>
          <w:szCs w:val="24"/>
        </w:rPr>
        <w:t xml:space="preserve"> тыс. рублей:</w:t>
      </w:r>
    </w:p>
    <w:p w:rsidR="0009156E" w:rsidRDefault="0009156E"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–33,3 тыс. рублей.</w:t>
      </w:r>
    </w:p>
    <w:p w:rsidR="0009156E" w:rsidRDefault="0009156E" w:rsidP="00FE2974">
      <w:pPr>
        <w:pStyle w:val="ConsPlusNormal"/>
        <w:ind w:firstLine="540"/>
        <w:jc w:val="both"/>
        <w:rPr>
          <w:rFonts w:ascii="Times New Roman" w:hAnsi="Times New Roman"/>
          <w:sz w:val="24"/>
          <w:szCs w:val="24"/>
        </w:rPr>
      </w:pPr>
    </w:p>
    <w:p w:rsidR="0009156E" w:rsidRPr="00A819E6" w:rsidRDefault="0009156E" w:rsidP="00B02BCF">
      <w:pPr>
        <w:pStyle w:val="ConsPlusNormal"/>
        <w:ind w:firstLine="0"/>
        <w:jc w:val="both"/>
      </w:pPr>
      <w:r w:rsidRPr="00B02BCF">
        <w:rPr>
          <w:rFonts w:ascii="Times New Roman" w:hAnsi="Times New Roman"/>
          <w:b/>
          <w:i/>
          <w:sz w:val="24"/>
          <w:szCs w:val="24"/>
        </w:rPr>
        <w:t>Основное мероприятие 2.</w:t>
      </w:r>
      <w:r w:rsidRPr="00B02BCF">
        <w:rPr>
          <w:rFonts w:ascii="Times New Roman" w:hAnsi="Times New Roman"/>
          <w:sz w:val="24"/>
          <w:szCs w:val="24"/>
        </w:rPr>
        <w:t>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w:t>
      </w:r>
      <w:r w:rsidRPr="00A819E6">
        <w:t xml:space="preserve">. </w:t>
      </w:r>
    </w:p>
    <w:p w:rsidR="0009156E" w:rsidRPr="008368E4" w:rsidRDefault="0009156E" w:rsidP="00B02BCF">
      <w:pPr>
        <w:widowControl w:val="0"/>
        <w:autoSpaceDE w:val="0"/>
        <w:autoSpaceDN w:val="0"/>
        <w:adjustRightInd w:val="0"/>
        <w:ind w:firstLine="540"/>
        <w:jc w:val="both"/>
      </w:pPr>
      <w:r w:rsidRPr="008368E4">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09156E" w:rsidRPr="008368E4" w:rsidRDefault="0009156E" w:rsidP="00B02BCF">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09156E" w:rsidRPr="008368E4" w:rsidRDefault="0009156E" w:rsidP="00B02BCF">
      <w:pPr>
        <w:jc w:val="both"/>
        <w:rPr>
          <w:rFonts w:eastAsia="Times New Roman"/>
          <w:lang w:eastAsia="ru-RU"/>
        </w:rPr>
      </w:pPr>
      <w:r w:rsidRPr="008368E4">
        <w:rPr>
          <w:rFonts w:eastAsia="Times New Roman"/>
          <w:lang w:eastAsia="ru-RU"/>
        </w:rPr>
        <w:t xml:space="preserve">Объем финансирования подпрограммы составляет –  </w:t>
      </w:r>
      <w:r>
        <w:rPr>
          <w:rFonts w:eastAsia="Times New Roman"/>
          <w:lang w:eastAsia="ru-RU"/>
        </w:rPr>
        <w:t>12</w:t>
      </w:r>
      <w:r w:rsidRPr="008368E4">
        <w:rPr>
          <w:rFonts w:eastAsia="Times New Roman"/>
          <w:lang w:eastAsia="ru-RU"/>
        </w:rPr>
        <w:t xml:space="preserve">00,0 тыс. рублей, </w:t>
      </w:r>
    </w:p>
    <w:p w:rsidR="0009156E" w:rsidRPr="008368E4" w:rsidRDefault="0009156E" w:rsidP="00B02BCF">
      <w:pPr>
        <w:jc w:val="both"/>
        <w:rPr>
          <w:rFonts w:eastAsia="Times New Roman"/>
          <w:lang w:eastAsia="ru-RU"/>
        </w:rPr>
      </w:pPr>
      <w:r w:rsidRPr="008368E4">
        <w:rPr>
          <w:rFonts w:eastAsia="Times New Roman"/>
          <w:lang w:eastAsia="ru-RU"/>
        </w:rPr>
        <w:t>в том числе:</w:t>
      </w:r>
    </w:p>
    <w:p w:rsidR="0009156E" w:rsidRPr="008368E4" w:rsidRDefault="0009156E" w:rsidP="00B02BCF">
      <w:pPr>
        <w:pStyle w:val="ConsPlusNormal"/>
        <w:ind w:firstLine="540"/>
        <w:jc w:val="both"/>
        <w:rPr>
          <w:rFonts w:ascii="Times New Roman" w:hAnsi="Times New Roman"/>
          <w:sz w:val="24"/>
          <w:szCs w:val="24"/>
        </w:rPr>
      </w:pPr>
      <w:r w:rsidRPr="008368E4">
        <w:rPr>
          <w:rFonts w:ascii="Times New Roman" w:hAnsi="Times New Roman"/>
          <w:sz w:val="24"/>
          <w:szCs w:val="24"/>
        </w:rPr>
        <w:t xml:space="preserve">- из средств местного  бюджета </w:t>
      </w:r>
      <w:r>
        <w:rPr>
          <w:rFonts w:ascii="Times New Roman" w:hAnsi="Times New Roman"/>
          <w:sz w:val="24"/>
          <w:szCs w:val="24"/>
        </w:rPr>
        <w:t>200</w:t>
      </w:r>
      <w:r w:rsidRPr="008368E4">
        <w:rPr>
          <w:rFonts w:ascii="Times New Roman" w:hAnsi="Times New Roman"/>
          <w:sz w:val="24"/>
          <w:szCs w:val="24"/>
        </w:rPr>
        <w:t xml:space="preserve"> тыс. рублей:</w:t>
      </w:r>
    </w:p>
    <w:p w:rsidR="0009156E" w:rsidRDefault="0009156E" w:rsidP="00B02BCF">
      <w:pPr>
        <w:pStyle w:val="ConsPlusNormal"/>
        <w:tabs>
          <w:tab w:val="left" w:pos="4021"/>
        </w:tabs>
        <w:ind w:firstLine="540"/>
        <w:jc w:val="both"/>
        <w:rPr>
          <w:rFonts w:ascii="Times New Roman" w:hAnsi="Times New Roman"/>
          <w:sz w:val="24"/>
          <w:szCs w:val="24"/>
        </w:rPr>
      </w:pPr>
      <w:r w:rsidRPr="008368E4">
        <w:rPr>
          <w:rFonts w:ascii="Times New Roman" w:hAnsi="Times New Roman"/>
          <w:sz w:val="24"/>
          <w:szCs w:val="24"/>
        </w:rPr>
        <w:t xml:space="preserve">2016 год – </w:t>
      </w:r>
      <w:r>
        <w:rPr>
          <w:rFonts w:ascii="Times New Roman" w:hAnsi="Times New Roman"/>
          <w:sz w:val="24"/>
          <w:szCs w:val="24"/>
        </w:rPr>
        <w:t>2</w:t>
      </w:r>
      <w:r w:rsidRPr="008368E4">
        <w:rPr>
          <w:rFonts w:ascii="Times New Roman" w:hAnsi="Times New Roman"/>
          <w:sz w:val="24"/>
          <w:szCs w:val="24"/>
        </w:rPr>
        <w:t>00 тыс. рублей</w:t>
      </w:r>
      <w:r>
        <w:rPr>
          <w:rFonts w:ascii="Times New Roman" w:hAnsi="Times New Roman"/>
          <w:sz w:val="24"/>
          <w:szCs w:val="24"/>
        </w:rPr>
        <w:t>;</w:t>
      </w:r>
    </w:p>
    <w:p w:rsidR="0009156E" w:rsidRDefault="0009156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2017 год-1000 тыс. руб.</w:t>
      </w:r>
    </w:p>
    <w:p w:rsidR="0009156E" w:rsidRDefault="0009156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ab/>
      </w:r>
    </w:p>
    <w:p w:rsidR="0009156E" w:rsidRPr="00A66299" w:rsidRDefault="0009156E" w:rsidP="005728FB">
      <w:pPr>
        <w:rPr>
          <w:color w:val="0000FF"/>
        </w:rPr>
      </w:pPr>
      <w:r w:rsidRPr="00B02BCF">
        <w:rPr>
          <w:b/>
          <w:i/>
        </w:rPr>
        <w:t xml:space="preserve">Основное мероприятие </w:t>
      </w:r>
      <w:r>
        <w:rPr>
          <w:b/>
          <w:i/>
        </w:rPr>
        <w:t>3</w:t>
      </w:r>
      <w:r w:rsidRPr="00B02BCF">
        <w:rPr>
          <w:b/>
          <w:i/>
        </w:rPr>
        <w:t>.</w:t>
      </w:r>
      <w:r w:rsidRPr="00A66299">
        <w:rPr>
          <w:color w:val="0000FF"/>
        </w:rPr>
        <w:t>По развитию  сети автомобильных дорог  общего пользования местного значения.</w:t>
      </w:r>
    </w:p>
    <w:p w:rsidR="0009156E" w:rsidRPr="00B02BCF" w:rsidRDefault="0009156E" w:rsidP="00E859A3">
      <w:pPr>
        <w:jc w:val="both"/>
      </w:pPr>
      <w:r w:rsidRPr="008368E4">
        <w:t>Реализация мероприятия позволит</w:t>
      </w:r>
      <w:r>
        <w:t xml:space="preserve">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09156E" w:rsidRPr="008368E4" w:rsidRDefault="0009156E" w:rsidP="00C224E7">
      <w:pPr>
        <w:jc w:val="both"/>
      </w:pPr>
      <w:r w:rsidRPr="008368E4">
        <w:rPr>
          <w:rFonts w:eastAsia="Times New Roman"/>
          <w:lang w:eastAsia="ru-RU"/>
        </w:rPr>
        <w:t xml:space="preserve">Объем финансирования подпрограммы составляет –  </w:t>
      </w:r>
      <w:r>
        <w:rPr>
          <w:rFonts w:eastAsia="Times New Roman"/>
          <w:lang w:eastAsia="ru-RU"/>
        </w:rPr>
        <w:t>12956,6</w:t>
      </w:r>
      <w:r w:rsidRPr="008368E4">
        <w:rPr>
          <w:rFonts w:eastAsia="Times New Roman"/>
          <w:lang w:eastAsia="ru-RU"/>
        </w:rPr>
        <w:t xml:space="preserve"> тыс. рублей</w:t>
      </w:r>
      <w:r w:rsidRPr="008368E4">
        <w:t xml:space="preserve"> из средств местного  бюджета :</w:t>
      </w:r>
    </w:p>
    <w:p w:rsidR="0009156E" w:rsidRDefault="0009156E" w:rsidP="00C224E7">
      <w:pPr>
        <w:pStyle w:val="ConsPlusNormal"/>
        <w:tabs>
          <w:tab w:val="left" w:pos="4021"/>
        </w:tabs>
        <w:ind w:firstLine="540"/>
        <w:jc w:val="both"/>
        <w:rPr>
          <w:rFonts w:ascii="Times New Roman" w:hAnsi="Times New Roman"/>
          <w:sz w:val="24"/>
          <w:szCs w:val="24"/>
        </w:rPr>
      </w:pPr>
      <w:r w:rsidRPr="008368E4">
        <w:rPr>
          <w:rFonts w:ascii="Times New Roman" w:hAnsi="Times New Roman"/>
          <w:sz w:val="24"/>
          <w:szCs w:val="24"/>
        </w:rPr>
        <w:t xml:space="preserve">2016 год – </w:t>
      </w:r>
      <w:r>
        <w:rPr>
          <w:rFonts w:ascii="Times New Roman" w:hAnsi="Times New Roman"/>
          <w:sz w:val="24"/>
          <w:szCs w:val="24"/>
        </w:rPr>
        <w:t>1035</w:t>
      </w:r>
      <w:r w:rsidRPr="008368E4">
        <w:rPr>
          <w:rFonts w:ascii="Times New Roman" w:hAnsi="Times New Roman"/>
          <w:sz w:val="24"/>
          <w:szCs w:val="24"/>
        </w:rPr>
        <w:t xml:space="preserve"> тыс. рублей</w:t>
      </w:r>
      <w:r>
        <w:rPr>
          <w:rFonts w:ascii="Times New Roman" w:hAnsi="Times New Roman"/>
          <w:sz w:val="24"/>
          <w:szCs w:val="24"/>
        </w:rPr>
        <w:t>.;</w:t>
      </w:r>
    </w:p>
    <w:p w:rsidR="0009156E" w:rsidRDefault="0009156E" w:rsidP="00C224E7">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2017 год-  3775,9</w:t>
      </w:r>
      <w:r w:rsidRPr="008368E4">
        <w:rPr>
          <w:rFonts w:ascii="Times New Roman" w:hAnsi="Times New Roman"/>
          <w:sz w:val="24"/>
          <w:szCs w:val="24"/>
        </w:rPr>
        <w:t>тыс. рублей</w:t>
      </w:r>
      <w:r>
        <w:rPr>
          <w:rFonts w:ascii="Times New Roman" w:hAnsi="Times New Roman"/>
          <w:sz w:val="24"/>
          <w:szCs w:val="24"/>
        </w:rPr>
        <w:t>;</w:t>
      </w:r>
    </w:p>
    <w:p w:rsidR="0009156E" w:rsidRDefault="0009156E" w:rsidP="00C224E7">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2018 год- 3310,8 </w:t>
      </w:r>
      <w:r w:rsidRPr="008368E4">
        <w:rPr>
          <w:rFonts w:ascii="Times New Roman" w:hAnsi="Times New Roman"/>
          <w:sz w:val="24"/>
          <w:szCs w:val="24"/>
        </w:rPr>
        <w:t>тыс. рублей</w:t>
      </w:r>
      <w:r>
        <w:rPr>
          <w:rFonts w:ascii="Times New Roman" w:hAnsi="Times New Roman"/>
          <w:sz w:val="24"/>
          <w:szCs w:val="24"/>
        </w:rPr>
        <w:t>;</w:t>
      </w:r>
    </w:p>
    <w:p w:rsidR="0009156E" w:rsidRDefault="0009156E" w:rsidP="00C224E7">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2019 год- 4834,9 </w:t>
      </w:r>
      <w:r w:rsidRPr="008368E4">
        <w:rPr>
          <w:rFonts w:ascii="Times New Roman" w:hAnsi="Times New Roman"/>
          <w:sz w:val="24"/>
          <w:szCs w:val="24"/>
        </w:rPr>
        <w:t>тыс. рублей</w:t>
      </w:r>
      <w:r>
        <w:rPr>
          <w:rFonts w:ascii="Times New Roman" w:hAnsi="Times New Roman"/>
          <w:sz w:val="24"/>
          <w:szCs w:val="24"/>
        </w:rPr>
        <w:t xml:space="preserve">. </w:t>
      </w:r>
    </w:p>
    <w:p w:rsidR="0009156E" w:rsidRPr="00E859A3" w:rsidRDefault="0009156E" w:rsidP="00A66299">
      <w:pPr>
        <w:jc w:val="both"/>
      </w:pPr>
    </w:p>
    <w:p w:rsidR="0009156E" w:rsidRPr="00196222" w:rsidRDefault="0009156E"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09156E" w:rsidRPr="005F408A" w:rsidRDefault="0009156E" w:rsidP="00343502">
      <w:pPr>
        <w:pStyle w:val="dktexjustify"/>
        <w:shd w:val="clear" w:color="auto" w:fill="FFFFFF"/>
        <w:jc w:val="both"/>
      </w:pPr>
      <w:r w:rsidRPr="005F408A">
        <w:t>К основным мерам правового регулирования, направленным на выполнение мероприятий подпрограммы, относятся:</w:t>
      </w:r>
    </w:p>
    <w:p w:rsidR="0009156E" w:rsidRPr="00023370" w:rsidRDefault="0009156E" w:rsidP="00343502">
      <w:pPr>
        <w:pStyle w:val="dktexjustify"/>
        <w:shd w:val="clear" w:color="auto" w:fill="FFFFFF"/>
        <w:jc w:val="both"/>
      </w:pPr>
      <w:r w:rsidRPr="00023370">
        <w:t>- разработка и принятие, в случае необходимости, нормативных правовых актов муниципального района  в сфере транспортной системы;</w:t>
      </w:r>
    </w:p>
    <w:p w:rsidR="0009156E" w:rsidRPr="00196222" w:rsidRDefault="0009156E" w:rsidP="00343502">
      <w:pPr>
        <w:pStyle w:val="dktexjustify"/>
        <w:shd w:val="clear" w:color="auto" w:fill="FFFFFF"/>
        <w:jc w:val="both"/>
      </w:pPr>
      <w:r w:rsidRPr="00023370">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транспортной системы.</w:t>
      </w:r>
    </w:p>
    <w:p w:rsidR="0009156E" w:rsidRPr="00196222" w:rsidRDefault="0009156E" w:rsidP="00343502">
      <w:pPr>
        <w:jc w:val="center"/>
        <w:rPr>
          <w:b/>
          <w:sz w:val="26"/>
          <w:szCs w:val="26"/>
        </w:rPr>
      </w:pPr>
      <w:r w:rsidRPr="00196222">
        <w:rPr>
          <w:b/>
          <w:sz w:val="26"/>
          <w:szCs w:val="26"/>
        </w:rPr>
        <w:lastRenderedPageBreak/>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09156E" w:rsidRPr="00196222" w:rsidRDefault="0009156E" w:rsidP="00343502">
      <w:pPr>
        <w:rPr>
          <w:b/>
        </w:rPr>
      </w:pPr>
    </w:p>
    <w:p w:rsidR="0009156E" w:rsidRPr="00023370" w:rsidRDefault="0009156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Акционерные общества, научные и иные организации могут участвовать в реализации </w:t>
      </w:r>
      <w:r>
        <w:rPr>
          <w:rFonts w:ascii="Times New Roman" w:hAnsi="Times New Roman"/>
          <w:sz w:val="24"/>
          <w:szCs w:val="24"/>
        </w:rPr>
        <w:t>подп</w:t>
      </w:r>
      <w:r w:rsidRPr="00023370">
        <w:rPr>
          <w:rFonts w:ascii="Times New Roman" w:hAnsi="Times New Roman"/>
          <w:sz w:val="24"/>
          <w:szCs w:val="24"/>
        </w:rPr>
        <w:t xml:space="preserve">рограммы по </w:t>
      </w:r>
      <w:r>
        <w:rPr>
          <w:rFonts w:ascii="Times New Roman" w:hAnsi="Times New Roman"/>
          <w:sz w:val="24"/>
          <w:szCs w:val="24"/>
        </w:rPr>
        <w:t>муниципальным</w:t>
      </w:r>
      <w:r w:rsidRPr="00023370">
        <w:rPr>
          <w:rFonts w:ascii="Times New Roman" w:hAnsi="Times New Roman"/>
          <w:sz w:val="24"/>
          <w:szCs w:val="24"/>
        </w:rPr>
        <w:t xml:space="preserve"> контрактам на общих основаниях в соответствии с законодательством о закупках товаров,</w:t>
      </w:r>
      <w:r>
        <w:rPr>
          <w:rFonts w:ascii="Times New Roman" w:hAnsi="Times New Roman"/>
          <w:sz w:val="24"/>
          <w:szCs w:val="24"/>
        </w:rPr>
        <w:t xml:space="preserve"> работ, услуг для обеспечения </w:t>
      </w:r>
      <w:r w:rsidRPr="00023370">
        <w:rPr>
          <w:rFonts w:ascii="Times New Roman" w:hAnsi="Times New Roman"/>
          <w:sz w:val="24"/>
          <w:szCs w:val="24"/>
        </w:rPr>
        <w:t xml:space="preserve"> муниципальных нужд.</w:t>
      </w:r>
    </w:p>
    <w:p w:rsidR="0009156E" w:rsidRPr="00196222" w:rsidRDefault="0009156E" w:rsidP="00343502"/>
    <w:p w:rsidR="0009156E" w:rsidRPr="00196222" w:rsidRDefault="0009156E"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09156E" w:rsidRPr="00196222" w:rsidRDefault="0009156E" w:rsidP="00343502">
      <w:pPr>
        <w:pStyle w:val="ConsPlusNormal"/>
        <w:ind w:firstLine="0"/>
        <w:jc w:val="center"/>
        <w:rPr>
          <w:rFonts w:ascii="Times New Roman" w:hAnsi="Times New Roman"/>
          <w:sz w:val="24"/>
          <w:szCs w:val="24"/>
        </w:rPr>
      </w:pPr>
    </w:p>
    <w:p w:rsidR="0009156E" w:rsidRPr="00A66299" w:rsidRDefault="0009156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 xml:space="preserve">  Общий объем финансовых средств  подпрограммы составляет   </w:t>
      </w:r>
      <w:r>
        <w:rPr>
          <w:rFonts w:ascii="Times New Roman" w:hAnsi="Times New Roman"/>
          <w:color w:val="0000FF"/>
          <w:sz w:val="24"/>
          <w:szCs w:val="24"/>
        </w:rPr>
        <w:t>17466,6</w:t>
      </w:r>
      <w:r w:rsidRPr="00A66299">
        <w:rPr>
          <w:rFonts w:ascii="Times New Roman" w:hAnsi="Times New Roman"/>
          <w:color w:val="0000FF"/>
          <w:sz w:val="24"/>
          <w:szCs w:val="24"/>
        </w:rPr>
        <w:t xml:space="preserve"> тыс. руб., в т.ч.:</w:t>
      </w:r>
    </w:p>
    <w:p w:rsidR="0009156E" w:rsidRPr="00A66299" w:rsidRDefault="0009156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 xml:space="preserve">из средств муниципального бюджета: </w:t>
      </w:r>
    </w:p>
    <w:p w:rsidR="0009156E" w:rsidRPr="00A66299" w:rsidRDefault="0009156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2015 год – 33,3 тыс. руб.;</w:t>
      </w:r>
    </w:p>
    <w:p w:rsidR="0009156E" w:rsidRDefault="0009156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2016 год- 1</w:t>
      </w:r>
      <w:r>
        <w:rPr>
          <w:rFonts w:ascii="Times New Roman" w:hAnsi="Times New Roman"/>
          <w:color w:val="0000FF"/>
          <w:sz w:val="24"/>
          <w:szCs w:val="24"/>
        </w:rPr>
        <w:t>235</w:t>
      </w:r>
      <w:r w:rsidRPr="00A66299">
        <w:rPr>
          <w:rFonts w:ascii="Times New Roman" w:hAnsi="Times New Roman"/>
          <w:color w:val="0000FF"/>
          <w:sz w:val="24"/>
          <w:szCs w:val="24"/>
        </w:rPr>
        <w:t xml:space="preserve"> тыс. руб.;</w:t>
      </w:r>
    </w:p>
    <w:p w:rsidR="0009156E" w:rsidRDefault="0009156E" w:rsidP="00343502">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2017 год- 4775,9 тыс. руб.;</w:t>
      </w:r>
    </w:p>
    <w:p w:rsidR="0009156E" w:rsidRDefault="0009156E" w:rsidP="00343502">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2018 год- 3310,8 тыс. руб;</w:t>
      </w:r>
    </w:p>
    <w:p w:rsidR="0009156E" w:rsidRPr="00A66299" w:rsidRDefault="0009156E" w:rsidP="00343502">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2019 год- 4834,9 тыс. руб.</w:t>
      </w:r>
    </w:p>
    <w:p w:rsidR="0009156E" w:rsidRPr="00A66299" w:rsidRDefault="0009156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 xml:space="preserve">из средств областного бюджета: </w:t>
      </w:r>
    </w:p>
    <w:p w:rsidR="0009156E" w:rsidRPr="00A66299" w:rsidRDefault="0009156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2015 год- 871,5 тыс. руб.;</w:t>
      </w:r>
    </w:p>
    <w:p w:rsidR="0009156E" w:rsidRPr="00A66299" w:rsidRDefault="0009156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 xml:space="preserve">из средств федерального бюджета: </w:t>
      </w:r>
    </w:p>
    <w:p w:rsidR="0009156E" w:rsidRPr="00A66299" w:rsidRDefault="0009156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2015 год- 2405,2 тыс. руб.;</w:t>
      </w:r>
    </w:p>
    <w:p w:rsidR="0009156E" w:rsidRPr="00063626" w:rsidRDefault="0009156E" w:rsidP="00343502">
      <w:pPr>
        <w:pStyle w:val="ConsPlusNormal"/>
        <w:ind w:firstLine="0"/>
        <w:jc w:val="both"/>
        <w:rPr>
          <w:rFonts w:ascii="Times New Roman" w:hAnsi="Times New Roman"/>
          <w:sz w:val="24"/>
          <w:szCs w:val="24"/>
        </w:rPr>
      </w:pPr>
    </w:p>
    <w:p w:rsidR="0009156E" w:rsidRPr="00063626" w:rsidRDefault="0009156E" w:rsidP="00343502">
      <w:pPr>
        <w:autoSpaceDE w:val="0"/>
        <w:autoSpaceDN w:val="0"/>
        <w:adjustRightInd w:val="0"/>
        <w:jc w:val="both"/>
      </w:pPr>
      <w:r w:rsidRPr="00063626">
        <w:t xml:space="preserve">        Основой финансирования подпрограммы являются средства </w:t>
      </w:r>
      <w:r>
        <w:t xml:space="preserve">федерального, областного и </w:t>
      </w:r>
      <w:r w:rsidRPr="00063626">
        <w:t xml:space="preserve"> районного  бюджет</w:t>
      </w:r>
      <w:r>
        <w:t>ов</w:t>
      </w:r>
      <w:r w:rsidRPr="00063626">
        <w:t xml:space="preserve">. </w:t>
      </w:r>
    </w:p>
    <w:p w:rsidR="0009156E" w:rsidRPr="00196222" w:rsidRDefault="0009156E" w:rsidP="00343502">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09156E" w:rsidRPr="00196222" w:rsidRDefault="0009156E" w:rsidP="00343502">
      <w:pPr>
        <w:widowControl w:val="0"/>
        <w:autoSpaceDE w:val="0"/>
        <w:autoSpaceDN w:val="0"/>
        <w:adjustRightInd w:val="0"/>
        <w:ind w:right="-1"/>
        <w:jc w:val="both"/>
      </w:pPr>
      <w:r w:rsidRPr="00196222">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09156E" w:rsidRPr="00196222" w:rsidRDefault="0009156E" w:rsidP="00343502">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09156E" w:rsidRDefault="0009156E" w:rsidP="00343502">
      <w:pPr>
        <w:ind w:firstLine="709"/>
        <w:jc w:val="center"/>
      </w:pPr>
    </w:p>
    <w:p w:rsidR="0009156E" w:rsidRDefault="0009156E" w:rsidP="00343502">
      <w:pPr>
        <w:ind w:firstLine="709"/>
        <w:jc w:val="center"/>
      </w:pPr>
    </w:p>
    <w:p w:rsidR="0009156E" w:rsidRPr="00196222" w:rsidRDefault="0009156E" w:rsidP="00343502">
      <w:pPr>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09156E" w:rsidRPr="00196222" w:rsidRDefault="0009156E" w:rsidP="00343502">
      <w:pPr>
        <w:ind w:firstLine="709"/>
        <w:jc w:val="center"/>
      </w:pP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Реализация </w:t>
      </w:r>
      <w:r>
        <w:rPr>
          <w:rFonts w:ascii="Times New Roman" w:hAnsi="Times New Roman"/>
          <w:sz w:val="24"/>
          <w:szCs w:val="24"/>
        </w:rPr>
        <w:t>подп</w:t>
      </w:r>
      <w:r w:rsidRPr="005F408A">
        <w:rPr>
          <w:rFonts w:ascii="Times New Roman" w:hAnsi="Times New Roman"/>
          <w:sz w:val="24"/>
          <w:szCs w:val="24"/>
        </w:rPr>
        <w:t>рограммы сопряжена с рядом 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недостаточную гибкость, а также длительность процедур внесения в </w:t>
      </w:r>
      <w:r>
        <w:rPr>
          <w:rFonts w:ascii="Times New Roman" w:hAnsi="Times New Roman"/>
          <w:sz w:val="24"/>
          <w:szCs w:val="24"/>
        </w:rPr>
        <w:t>подп</w:t>
      </w:r>
      <w:r w:rsidRPr="005F408A">
        <w:rPr>
          <w:rFonts w:ascii="Times New Roman" w:hAnsi="Times New Roman"/>
          <w:sz w:val="24"/>
          <w:szCs w:val="24"/>
        </w:rPr>
        <w:t>рограмму корректировок, учитывающих изменение объемов финансирования из средств бюджетов и ход реализации, в том числе ускорение, отдельных мероприятий</w:t>
      </w:r>
      <w:r>
        <w:rPr>
          <w:rFonts w:ascii="Times New Roman" w:hAnsi="Times New Roman"/>
          <w:sz w:val="24"/>
          <w:szCs w:val="24"/>
        </w:rPr>
        <w:t xml:space="preserve"> подп</w:t>
      </w:r>
      <w:r w:rsidRPr="005F408A">
        <w:rPr>
          <w:rFonts w:ascii="Times New Roman" w:hAnsi="Times New Roman"/>
          <w:sz w:val="24"/>
          <w:szCs w:val="24"/>
        </w:rPr>
        <w:t>рограммы и их этапов;</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сокращение бюджетного финансирования, которое прямо влияет на возможность реализации стратегически и социально важных инвестиционных проектов и видов деятельности;</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несвоевременное принятие нормативных правовых актов, которые будут сдерживать реализацию проектов развития транспортной инфраструктуры, в первую очередь в части земельных отношений, привлечения частных инвестиций и реализации проектов государственно-частного партнерства, развития конкурентного рынка на всех видах </w:t>
      </w:r>
      <w:r w:rsidRPr="005F408A">
        <w:rPr>
          <w:rFonts w:ascii="Times New Roman" w:hAnsi="Times New Roman"/>
          <w:sz w:val="24"/>
          <w:szCs w:val="24"/>
        </w:rPr>
        <w:lastRenderedPageBreak/>
        <w:t xml:space="preserve">транспорта, включая развитие малого и среднего бизнеса, решение других задач </w:t>
      </w:r>
      <w:r>
        <w:rPr>
          <w:rFonts w:ascii="Times New Roman" w:hAnsi="Times New Roman"/>
          <w:sz w:val="24"/>
          <w:szCs w:val="24"/>
        </w:rPr>
        <w:t>подп</w:t>
      </w:r>
      <w:r w:rsidRPr="005F408A">
        <w:rPr>
          <w:rFonts w:ascii="Times New Roman" w:hAnsi="Times New Roman"/>
          <w:sz w:val="24"/>
          <w:szCs w:val="24"/>
        </w:rPr>
        <w:t>рограммы.</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В целях минимизации негативных последствий от рисков реализации </w:t>
      </w:r>
      <w:r>
        <w:rPr>
          <w:rFonts w:ascii="Times New Roman" w:hAnsi="Times New Roman"/>
          <w:sz w:val="24"/>
          <w:szCs w:val="24"/>
        </w:rPr>
        <w:t>подп</w:t>
      </w:r>
      <w:r w:rsidRPr="005F408A">
        <w:rPr>
          <w:rFonts w:ascii="Times New Roman" w:hAnsi="Times New Roman"/>
          <w:sz w:val="24"/>
          <w:szCs w:val="24"/>
        </w:rPr>
        <w:t>рограммы система управления реализацией предусматривает следующие меры:</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оптимизация распределения конкретных рисков между участниками и исполнителями </w:t>
      </w:r>
      <w:r>
        <w:rPr>
          <w:rFonts w:ascii="Times New Roman" w:hAnsi="Times New Roman"/>
          <w:sz w:val="24"/>
          <w:szCs w:val="24"/>
        </w:rPr>
        <w:t>подп</w:t>
      </w:r>
      <w:r w:rsidRPr="005F408A">
        <w:rPr>
          <w:rFonts w:ascii="Times New Roman" w:hAnsi="Times New Roman"/>
          <w:sz w:val="24"/>
          <w:szCs w:val="24"/>
        </w:rPr>
        <w:t>рограммы с учетом их реальных возможностей по управлению соответствующими рисками;</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принципа гибкости ресурсного обеспечения при планировании мероприятий и проектов;</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применение сценарно-вариантного подхода при планировании мероприятий и проектов Программы;</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на уровне инвестиционных проектов механизмов страхования рисков, в том числе в отношении строительства (реконструкции), капитального ремонта и ремонта автомобильных дорог, использование механизма страхования строительно-монтажных рисков;</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организация контроля результатов по основным направлениям реализации </w:t>
      </w:r>
      <w:r>
        <w:rPr>
          <w:rFonts w:ascii="Times New Roman" w:hAnsi="Times New Roman"/>
          <w:sz w:val="24"/>
          <w:szCs w:val="24"/>
        </w:rPr>
        <w:t>подп</w:t>
      </w:r>
      <w:r w:rsidRPr="005F408A">
        <w:rPr>
          <w:rFonts w:ascii="Times New Roman" w:hAnsi="Times New Roman"/>
          <w:sz w:val="24"/>
          <w:szCs w:val="24"/>
        </w:rPr>
        <w:t>рограммы, расширение прав и повышения ответственности исполнителей</w:t>
      </w:r>
      <w:r>
        <w:rPr>
          <w:rFonts w:ascii="Times New Roman" w:hAnsi="Times New Roman"/>
          <w:sz w:val="24"/>
          <w:szCs w:val="24"/>
        </w:rPr>
        <w:t xml:space="preserve"> подп</w:t>
      </w:r>
      <w:r w:rsidRPr="005F408A">
        <w:rPr>
          <w:rFonts w:ascii="Times New Roman" w:hAnsi="Times New Roman"/>
          <w:sz w:val="24"/>
          <w:szCs w:val="24"/>
        </w:rPr>
        <w:t>рограммы;</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корректировка состава программных мероприятий и показателей с учетом достигнутых результатов и текущих условий реализации </w:t>
      </w:r>
      <w:r>
        <w:rPr>
          <w:rFonts w:ascii="Times New Roman" w:hAnsi="Times New Roman"/>
          <w:sz w:val="24"/>
          <w:szCs w:val="24"/>
        </w:rPr>
        <w:t>подп</w:t>
      </w:r>
      <w:r w:rsidRPr="005F408A">
        <w:rPr>
          <w:rFonts w:ascii="Times New Roman" w:hAnsi="Times New Roman"/>
          <w:sz w:val="24"/>
          <w:szCs w:val="24"/>
        </w:rPr>
        <w:t>рограммы.</w:t>
      </w:r>
    </w:p>
    <w:p w:rsidR="0009156E" w:rsidRPr="005F408A" w:rsidRDefault="0009156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Указанные меры конкретизируются по основным мероприятиям </w:t>
      </w:r>
      <w:r>
        <w:rPr>
          <w:rFonts w:ascii="Times New Roman" w:hAnsi="Times New Roman"/>
          <w:sz w:val="24"/>
          <w:szCs w:val="24"/>
        </w:rPr>
        <w:t>подп</w:t>
      </w:r>
      <w:r w:rsidRPr="005F408A">
        <w:rPr>
          <w:rFonts w:ascii="Times New Roman" w:hAnsi="Times New Roman"/>
          <w:sz w:val="24"/>
          <w:szCs w:val="24"/>
        </w:rPr>
        <w:t>рограммы с учетом их особенностей.</w:t>
      </w:r>
    </w:p>
    <w:p w:rsidR="0009156E" w:rsidRPr="005F408A" w:rsidRDefault="0009156E" w:rsidP="00343502">
      <w:pPr>
        <w:ind w:firstLine="709"/>
        <w:jc w:val="both"/>
        <w:rPr>
          <w:b/>
        </w:rPr>
      </w:pPr>
      <w:r w:rsidRPr="005F408A">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09156E" w:rsidRPr="00196222" w:rsidRDefault="0009156E" w:rsidP="00343502">
      <w:pPr>
        <w:ind w:firstLine="540"/>
      </w:pPr>
    </w:p>
    <w:p w:rsidR="0009156E" w:rsidRPr="00196222" w:rsidRDefault="0009156E" w:rsidP="00343502">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09156E" w:rsidRPr="00196222" w:rsidRDefault="0009156E" w:rsidP="00343502">
      <w:pPr>
        <w:pStyle w:val="ConsPlusNormal"/>
        <w:ind w:firstLine="540"/>
        <w:jc w:val="center"/>
        <w:outlineLvl w:val="1"/>
        <w:rPr>
          <w:rFonts w:ascii="Times New Roman" w:hAnsi="Times New Roman"/>
          <w:sz w:val="26"/>
          <w:szCs w:val="26"/>
        </w:rPr>
      </w:pPr>
    </w:p>
    <w:p w:rsidR="0009156E" w:rsidRPr="00E979C4" w:rsidRDefault="0009156E" w:rsidP="00343502">
      <w:pPr>
        <w:ind w:firstLine="709"/>
        <w:jc w:val="both"/>
      </w:pPr>
      <w:r w:rsidRPr="00E979C4">
        <w:t>Оценка эффективности подпрограммы  проводится в соответствии с постановлением администрации Таловского муниципального от 14.10.2013 г.  № 1026.</w:t>
      </w:r>
    </w:p>
    <w:p w:rsidR="0009156E" w:rsidRPr="005F408A" w:rsidRDefault="0009156E" w:rsidP="00343502">
      <w:pPr>
        <w:widowControl w:val="0"/>
        <w:autoSpaceDE w:val="0"/>
        <w:autoSpaceDN w:val="0"/>
        <w:adjustRightInd w:val="0"/>
        <w:ind w:firstLine="709"/>
        <w:jc w:val="both"/>
      </w:pPr>
      <w:r w:rsidRPr="005F408A">
        <w:t>Эффективность реализации подпрограммы рассматривается с точки зрения как количественных, так и качественных (социальных) показателей.</w:t>
      </w:r>
    </w:p>
    <w:p w:rsidR="0009156E" w:rsidRPr="005F408A" w:rsidRDefault="0009156E" w:rsidP="00343502">
      <w:pPr>
        <w:widowControl w:val="0"/>
        <w:autoSpaceDE w:val="0"/>
        <w:autoSpaceDN w:val="0"/>
        <w:adjustRightInd w:val="0"/>
        <w:ind w:firstLine="540"/>
        <w:jc w:val="both"/>
      </w:pPr>
      <w:r w:rsidRPr="005F408A">
        <w:t xml:space="preserve">Обязательным условием оценки планируемой эффективности </w:t>
      </w:r>
      <w:r>
        <w:t>под</w:t>
      </w:r>
      <w:r w:rsidRPr="005F408A">
        <w:t xml:space="preserve">программы является успешное (полное) выполнение запланированных на период ее реализации целевых индикаторов и показателей муниципальной </w:t>
      </w:r>
      <w:r>
        <w:t>под</w:t>
      </w:r>
      <w:r w:rsidRPr="005F408A">
        <w:t>программы, а также мероприятий в установленные сроки.</w:t>
      </w:r>
    </w:p>
    <w:p w:rsidR="0009156E" w:rsidRDefault="0009156E" w:rsidP="005371D9">
      <w:pPr>
        <w:autoSpaceDE w:val="0"/>
        <w:autoSpaceDN w:val="0"/>
        <w:adjustRightInd w:val="0"/>
        <w:ind w:firstLine="709"/>
        <w:jc w:val="both"/>
      </w:pPr>
      <w:r w:rsidRPr="005F408A">
        <w:t>В результате реализации мероприятий подпрограммы будут достигнуты следующие результаты:</w:t>
      </w:r>
    </w:p>
    <w:p w:rsidR="0009156E" w:rsidRDefault="0009156E" w:rsidP="005371D9">
      <w:pPr>
        <w:autoSpaceDE w:val="0"/>
        <w:autoSpaceDN w:val="0"/>
        <w:adjustRightInd w:val="0"/>
        <w:jc w:val="both"/>
      </w:pPr>
      <w:r>
        <w:t>-</w:t>
      </w:r>
      <w:r w:rsidRPr="005F408A">
        <w:t>обновлены транспортные средства организаций пассажирского автомобильного транспорта общего пользования</w:t>
      </w:r>
      <w:r>
        <w:t xml:space="preserve"> в количестве 2 единиц</w:t>
      </w:r>
      <w:r w:rsidRPr="005F408A">
        <w:t>.</w:t>
      </w:r>
    </w:p>
    <w:p w:rsidR="0009156E" w:rsidRPr="005371D9" w:rsidRDefault="0009156E" w:rsidP="005371D9">
      <w:pPr>
        <w:widowControl w:val="0"/>
        <w:autoSpaceDE w:val="0"/>
        <w:autoSpaceDN w:val="0"/>
        <w:adjustRightInd w:val="0"/>
      </w:pP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p w:rsidR="0009156E" w:rsidRDefault="0009156E" w:rsidP="007E3D78">
      <w:pPr>
        <w:autoSpaceDE w:val="0"/>
        <w:autoSpaceDN w:val="0"/>
        <w:adjustRightInd w:val="0"/>
        <w:jc w:val="center"/>
        <w:rPr>
          <w:b/>
        </w:rPr>
      </w:pPr>
    </w:p>
    <w:p w:rsidR="0009156E" w:rsidRPr="000C786E" w:rsidRDefault="0009156E" w:rsidP="00AB1641">
      <w:pPr>
        <w:pStyle w:val="ConsPlusNormal"/>
        <w:ind w:firstLine="0"/>
        <w:jc w:val="center"/>
        <w:outlineLvl w:val="3"/>
        <w:rPr>
          <w:rFonts w:ascii="Times New Roman" w:hAnsi="Times New Roman"/>
          <w:sz w:val="24"/>
          <w:szCs w:val="24"/>
        </w:rPr>
        <w:sectPr w:rsidR="0009156E" w:rsidRPr="000C786E" w:rsidSect="0097458A">
          <w:headerReference w:type="even" r:id="rId20"/>
          <w:headerReference w:type="default" r:id="rId21"/>
          <w:footerReference w:type="even" r:id="rId22"/>
          <w:footerReference w:type="default" r:id="rId23"/>
          <w:headerReference w:type="first" r:id="rId24"/>
          <w:footerReference w:type="first" r:id="rId25"/>
          <w:pgSz w:w="11907" w:h="16840" w:code="9"/>
          <w:pgMar w:top="180" w:right="847" w:bottom="360" w:left="1620" w:header="284" w:footer="284" w:gutter="0"/>
          <w:paperSrc w:first="1" w:other="1"/>
          <w:pgNumType w:start="1"/>
          <w:cols w:space="720"/>
          <w:titlePg/>
        </w:sectPr>
      </w:pPr>
    </w:p>
    <w:p w:rsidR="0009156E" w:rsidRDefault="0009156E"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09156E" w:rsidRDefault="0009156E" w:rsidP="00CD51BF">
      <w:pPr>
        <w:pStyle w:val="ConsPlusNormal"/>
        <w:ind w:firstLine="0"/>
        <w:jc w:val="right"/>
        <w:outlineLvl w:val="3"/>
        <w:rPr>
          <w:rFonts w:ascii="Times New Roman" w:hAnsi="Times New Roman"/>
          <w:sz w:val="26"/>
          <w:szCs w:val="26"/>
        </w:rPr>
      </w:pPr>
    </w:p>
    <w:p w:rsidR="0009156E" w:rsidRDefault="0009156E" w:rsidP="00CD51BF">
      <w:pPr>
        <w:pStyle w:val="ConsPlusNormal"/>
        <w:ind w:firstLine="0"/>
        <w:jc w:val="right"/>
        <w:outlineLvl w:val="3"/>
        <w:rPr>
          <w:rFonts w:ascii="Times New Roman" w:hAnsi="Times New Roman"/>
          <w:sz w:val="26"/>
          <w:szCs w:val="26"/>
        </w:rPr>
      </w:pPr>
    </w:p>
    <w:tbl>
      <w:tblPr>
        <w:tblW w:w="0" w:type="auto"/>
        <w:tblInd w:w="468" w:type="dxa"/>
        <w:tblLayout w:type="fixed"/>
        <w:tblLook w:val="00A0" w:firstRow="1" w:lastRow="0" w:firstColumn="1" w:lastColumn="0" w:noHBand="0" w:noVBand="0"/>
      </w:tblPr>
      <w:tblGrid>
        <w:gridCol w:w="1489"/>
        <w:gridCol w:w="3980"/>
        <w:gridCol w:w="2575"/>
        <w:gridCol w:w="1555"/>
        <w:gridCol w:w="1010"/>
        <w:gridCol w:w="992"/>
        <w:gridCol w:w="936"/>
        <w:gridCol w:w="936"/>
        <w:gridCol w:w="27"/>
        <w:gridCol w:w="268"/>
        <w:gridCol w:w="1145"/>
      </w:tblGrid>
      <w:tr w:rsidR="0009156E" w:rsidTr="00FE10D2">
        <w:trPr>
          <w:trHeight w:val="315"/>
        </w:trPr>
        <w:tc>
          <w:tcPr>
            <w:tcW w:w="14913" w:type="dxa"/>
            <w:gridSpan w:val="11"/>
            <w:vAlign w:val="center"/>
          </w:tcPr>
          <w:p w:rsidR="0009156E" w:rsidRDefault="0009156E" w:rsidP="00FE10D2">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на 2014-2019 гг»и их значениях</w:t>
            </w:r>
          </w:p>
          <w:p w:rsidR="0009156E" w:rsidRDefault="0009156E" w:rsidP="00FE10D2">
            <w:pPr>
              <w:jc w:val="center"/>
              <w:rPr>
                <w:b/>
                <w:sz w:val="26"/>
                <w:szCs w:val="26"/>
              </w:rPr>
            </w:pPr>
          </w:p>
        </w:tc>
      </w:tr>
      <w:tr w:rsidR="0009156E" w:rsidTr="00FE10D2">
        <w:trPr>
          <w:trHeight w:val="1125"/>
        </w:trPr>
        <w:tc>
          <w:tcPr>
            <w:tcW w:w="148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09156E" w:rsidRDefault="0009156E" w:rsidP="00FE10D2">
            <w:pPr>
              <w:jc w:val="center"/>
            </w:pPr>
            <w: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09156E" w:rsidRDefault="0009156E" w:rsidP="00FE10D2">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09156E" w:rsidRDefault="0009156E" w:rsidP="00FE10D2">
            <w:pPr>
              <w:jc w:val="center"/>
            </w:pPr>
            <w:r>
              <w:t>Ед. измерения</w:t>
            </w:r>
          </w:p>
        </w:tc>
        <w:tc>
          <w:tcPr>
            <w:tcW w:w="6869" w:type="dxa"/>
            <w:gridSpan w:val="8"/>
            <w:tcBorders>
              <w:top w:val="single" w:sz="4" w:space="0" w:color="auto"/>
              <w:left w:val="nil"/>
              <w:bottom w:val="single" w:sz="4" w:space="0" w:color="auto"/>
              <w:right w:val="single" w:sz="4" w:space="0" w:color="000000"/>
            </w:tcBorders>
            <w:shd w:val="clear" w:color="auto" w:fill="FFFFFF"/>
            <w:vAlign w:val="center"/>
          </w:tcPr>
          <w:p w:rsidR="0009156E" w:rsidRDefault="0009156E" w:rsidP="00FE10D2">
            <w:pPr>
              <w:jc w:val="center"/>
            </w:pPr>
            <w:r>
              <w:t>Значения показателя (индикатора) по годам реализации государственной программы</w:t>
            </w:r>
          </w:p>
        </w:tc>
      </w:tr>
      <w:tr w:rsidR="0009156E" w:rsidTr="00FE10D2">
        <w:trPr>
          <w:trHeight w:val="315"/>
        </w:trPr>
        <w:tc>
          <w:tcPr>
            <w:tcW w:w="1489" w:type="dxa"/>
            <w:vMerge/>
            <w:tcBorders>
              <w:top w:val="single" w:sz="4" w:space="0" w:color="auto"/>
              <w:left w:val="single" w:sz="4" w:space="0" w:color="auto"/>
              <w:bottom w:val="single" w:sz="4" w:space="0" w:color="000000"/>
              <w:right w:val="single" w:sz="4" w:space="0" w:color="auto"/>
            </w:tcBorders>
            <w:vAlign w:val="center"/>
          </w:tcPr>
          <w:p w:rsidR="0009156E" w:rsidRDefault="0009156E" w:rsidP="00FE10D2"/>
        </w:tc>
        <w:tc>
          <w:tcPr>
            <w:tcW w:w="3980" w:type="dxa"/>
            <w:vMerge/>
            <w:tcBorders>
              <w:top w:val="single" w:sz="4" w:space="0" w:color="auto"/>
              <w:left w:val="single" w:sz="4" w:space="0" w:color="auto"/>
              <w:bottom w:val="single" w:sz="4" w:space="0" w:color="000000"/>
              <w:right w:val="single" w:sz="4" w:space="0" w:color="auto"/>
            </w:tcBorders>
            <w:vAlign w:val="center"/>
          </w:tcPr>
          <w:p w:rsidR="0009156E" w:rsidRDefault="0009156E" w:rsidP="00FE10D2"/>
        </w:tc>
        <w:tc>
          <w:tcPr>
            <w:tcW w:w="2575" w:type="dxa"/>
            <w:vMerge/>
            <w:tcBorders>
              <w:top w:val="single" w:sz="4" w:space="0" w:color="auto"/>
              <w:left w:val="single" w:sz="4" w:space="0" w:color="auto"/>
              <w:bottom w:val="single" w:sz="4" w:space="0" w:color="000000"/>
              <w:right w:val="single" w:sz="4" w:space="0" w:color="auto"/>
            </w:tcBorders>
            <w:vAlign w:val="center"/>
          </w:tcPr>
          <w:p w:rsidR="0009156E" w:rsidRDefault="0009156E" w:rsidP="00FE10D2"/>
        </w:tc>
        <w:tc>
          <w:tcPr>
            <w:tcW w:w="155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2014</w:t>
            </w:r>
          </w:p>
        </w:tc>
        <w:tc>
          <w:tcPr>
            <w:tcW w:w="1010"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2015</w:t>
            </w:r>
          </w:p>
        </w:tc>
        <w:tc>
          <w:tcPr>
            <w:tcW w:w="992"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2016</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2017</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2018</w:t>
            </w:r>
          </w:p>
        </w:tc>
        <w:tc>
          <w:tcPr>
            <w:tcW w:w="1440" w:type="dxa"/>
            <w:gridSpan w:val="3"/>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2019</w:t>
            </w:r>
          </w:p>
        </w:tc>
      </w:tr>
      <w:tr w:rsidR="0009156E" w:rsidTr="00FE10D2">
        <w:trPr>
          <w:trHeight w:val="451"/>
        </w:trPr>
        <w:tc>
          <w:tcPr>
            <w:tcW w:w="1489" w:type="dxa"/>
            <w:tcBorders>
              <w:top w:val="nil"/>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3</w:t>
            </w:r>
          </w:p>
        </w:tc>
        <w:tc>
          <w:tcPr>
            <w:tcW w:w="155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4</w:t>
            </w:r>
          </w:p>
        </w:tc>
        <w:tc>
          <w:tcPr>
            <w:tcW w:w="1010"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5</w:t>
            </w:r>
          </w:p>
        </w:tc>
        <w:tc>
          <w:tcPr>
            <w:tcW w:w="992"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7</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8</w:t>
            </w:r>
          </w:p>
        </w:tc>
        <w:tc>
          <w:tcPr>
            <w:tcW w:w="1440" w:type="dxa"/>
            <w:gridSpan w:val="3"/>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9</w:t>
            </w:r>
          </w:p>
        </w:tc>
      </w:tr>
      <w:tr w:rsidR="0009156E" w:rsidTr="00FE10D2">
        <w:trPr>
          <w:trHeight w:val="315"/>
        </w:trPr>
        <w:tc>
          <w:tcPr>
            <w:tcW w:w="14913" w:type="dxa"/>
            <w:gridSpan w:val="11"/>
            <w:tcBorders>
              <w:top w:val="nil"/>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 xml:space="preserve">МУНИЦИПАЛЬНАЯ ПРОГРАММА </w:t>
            </w:r>
            <w:r>
              <w:rPr>
                <w:b/>
                <w:sz w:val="26"/>
                <w:szCs w:val="26"/>
              </w:rPr>
              <w:t>«Муниципальное управление и гражданское общество на 2014-2019 гг »</w:t>
            </w:r>
          </w:p>
        </w:tc>
      </w:tr>
      <w:tr w:rsidR="0009156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09156E" w:rsidRPr="002A1C96" w:rsidRDefault="0009156E" w:rsidP="00FE10D2">
            <w:pPr>
              <w:rPr>
                <w:i/>
              </w:rPr>
            </w:pPr>
            <w:r w:rsidRPr="002A1C96">
              <w:rPr>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rPr>
                <w:i/>
              </w:rPr>
            </w:pPr>
            <w:r>
              <w:t>ед.</w:t>
            </w:r>
          </w:p>
        </w:tc>
        <w:tc>
          <w:tcPr>
            <w:tcW w:w="155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12</w:t>
            </w:r>
          </w:p>
        </w:tc>
        <w:tc>
          <w:tcPr>
            <w:tcW w:w="992" w:type="dxa"/>
            <w:tcBorders>
              <w:top w:val="nil"/>
              <w:left w:val="nil"/>
              <w:bottom w:val="single" w:sz="4" w:space="0" w:color="auto"/>
              <w:right w:val="single" w:sz="4" w:space="0" w:color="auto"/>
            </w:tcBorders>
            <w:shd w:val="clear" w:color="auto" w:fill="FFFFFF"/>
            <w:vAlign w:val="center"/>
          </w:tcPr>
          <w:p w:rsidR="0009156E" w:rsidRPr="007273AE" w:rsidRDefault="0009156E" w:rsidP="00FE10D2">
            <w:pPr>
              <w:jc w:val="center"/>
            </w:pPr>
            <w:r w:rsidRPr="007273AE">
              <w:t>14</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16</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18</w:t>
            </w:r>
          </w:p>
        </w:tc>
        <w:tc>
          <w:tcPr>
            <w:tcW w:w="1440" w:type="dxa"/>
            <w:gridSpan w:val="3"/>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19</w:t>
            </w:r>
          </w:p>
        </w:tc>
      </w:tr>
      <w:tr w:rsidR="0009156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2</w:t>
            </w:r>
          </w:p>
        </w:tc>
        <w:tc>
          <w:tcPr>
            <w:tcW w:w="3980" w:type="dxa"/>
            <w:tcBorders>
              <w:top w:val="nil"/>
              <w:left w:val="nil"/>
              <w:bottom w:val="single" w:sz="4" w:space="0" w:color="auto"/>
              <w:right w:val="single" w:sz="4" w:space="0" w:color="auto"/>
            </w:tcBorders>
            <w:shd w:val="clear" w:color="auto" w:fill="FFFFFF"/>
            <w:vAlign w:val="center"/>
          </w:tcPr>
          <w:p w:rsidR="0009156E" w:rsidRPr="002A1C96" w:rsidRDefault="0009156E" w:rsidP="00FE10D2">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rPr>
                <w:i/>
              </w:rPr>
            </w:pPr>
            <w:r>
              <w:t xml:space="preserve">%.  </w:t>
            </w:r>
          </w:p>
        </w:tc>
        <w:tc>
          <w:tcPr>
            <w:tcW w:w="155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r>
      <w:tr w:rsidR="0009156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3</w:t>
            </w:r>
          </w:p>
          <w:p w:rsidR="0009156E" w:rsidRDefault="0009156E" w:rsidP="00FE10D2">
            <w:pPr>
              <w:jc w:val="center"/>
            </w:pPr>
          </w:p>
        </w:tc>
        <w:tc>
          <w:tcPr>
            <w:tcW w:w="3980" w:type="dxa"/>
            <w:tcBorders>
              <w:top w:val="nil"/>
              <w:left w:val="nil"/>
              <w:bottom w:val="single" w:sz="4" w:space="0" w:color="auto"/>
              <w:right w:val="single" w:sz="4" w:space="0" w:color="auto"/>
            </w:tcBorders>
            <w:shd w:val="clear" w:color="auto" w:fill="FFFFFF"/>
          </w:tcPr>
          <w:p w:rsidR="0009156E" w:rsidRDefault="0009156E" w:rsidP="00FE10D2">
            <w:pPr>
              <w:autoSpaceDE w:val="0"/>
              <w:autoSpaceDN w:val="0"/>
              <w:adjustRightInd w:val="0"/>
              <w:rPr>
                <w:lang w:eastAsia="ru-RU"/>
              </w:rPr>
            </w:pPr>
            <w:r>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tc>
        <w:tc>
          <w:tcPr>
            <w:tcW w:w="257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ед.</w:t>
            </w:r>
          </w:p>
        </w:tc>
        <w:tc>
          <w:tcPr>
            <w:tcW w:w="155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2</w:t>
            </w:r>
          </w:p>
        </w:tc>
        <w:tc>
          <w:tcPr>
            <w:tcW w:w="1010"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2</w:t>
            </w:r>
          </w:p>
        </w:tc>
        <w:tc>
          <w:tcPr>
            <w:tcW w:w="992"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2</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w:t>
            </w:r>
          </w:p>
        </w:tc>
        <w:tc>
          <w:tcPr>
            <w:tcW w:w="1440" w:type="dxa"/>
            <w:gridSpan w:val="3"/>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w:t>
            </w:r>
          </w:p>
        </w:tc>
      </w:tr>
      <w:tr w:rsidR="0009156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4</w:t>
            </w:r>
          </w:p>
        </w:tc>
        <w:tc>
          <w:tcPr>
            <w:tcW w:w="3980" w:type="dxa"/>
            <w:tcBorders>
              <w:top w:val="nil"/>
              <w:left w:val="nil"/>
              <w:bottom w:val="single" w:sz="4" w:space="0" w:color="auto"/>
              <w:right w:val="single" w:sz="4" w:space="0" w:color="auto"/>
            </w:tcBorders>
            <w:shd w:val="clear" w:color="auto" w:fill="FFFFFF"/>
          </w:tcPr>
          <w:p w:rsidR="0009156E" w:rsidRDefault="0009156E" w:rsidP="00FE10D2">
            <w:pPr>
              <w:autoSpaceDE w:val="0"/>
              <w:autoSpaceDN w:val="0"/>
              <w:adjustRightInd w:val="0"/>
              <w:rPr>
                <w:lang w:eastAsia="ru-RU"/>
              </w:rPr>
            </w:pPr>
            <w:r>
              <w:rPr>
                <w:sz w:val="22"/>
                <w:szCs w:val="22"/>
                <w:lang w:eastAsia="ru-RU"/>
              </w:rPr>
              <w:t>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c>
          <w:tcPr>
            <w:tcW w:w="257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мин.</w:t>
            </w:r>
          </w:p>
        </w:tc>
        <w:tc>
          <w:tcPr>
            <w:tcW w:w="155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15</w:t>
            </w:r>
          </w:p>
        </w:tc>
        <w:tc>
          <w:tcPr>
            <w:tcW w:w="1010"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15</w:t>
            </w:r>
          </w:p>
        </w:tc>
        <w:tc>
          <w:tcPr>
            <w:tcW w:w="992"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15</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14</w:t>
            </w:r>
          </w:p>
        </w:tc>
        <w:tc>
          <w:tcPr>
            <w:tcW w:w="1440" w:type="dxa"/>
            <w:gridSpan w:val="3"/>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12</w:t>
            </w:r>
          </w:p>
        </w:tc>
      </w:tr>
      <w:tr w:rsidR="0009156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FE10D2">
            <w:r>
              <w:rPr>
                <w:b/>
              </w:rPr>
              <w:t>ПОДПРОГРАММА 1.</w:t>
            </w:r>
            <w:r>
              <w:rPr>
                <w:b/>
                <w:sz w:val="26"/>
                <w:szCs w:val="26"/>
              </w:rPr>
              <w:t xml:space="preserve"> «Создание условий для обеспечения муниципального управления»</w:t>
            </w:r>
          </w:p>
        </w:tc>
      </w:tr>
      <w:tr w:rsidR="0009156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1.1.</w:t>
            </w:r>
          </w:p>
        </w:tc>
        <w:tc>
          <w:tcPr>
            <w:tcW w:w="3980" w:type="dxa"/>
            <w:tcBorders>
              <w:top w:val="nil"/>
              <w:left w:val="nil"/>
              <w:bottom w:val="single" w:sz="4" w:space="0" w:color="auto"/>
              <w:right w:val="single" w:sz="4" w:space="0" w:color="auto"/>
            </w:tcBorders>
            <w:shd w:val="clear" w:color="auto" w:fill="FFFFFF"/>
          </w:tcPr>
          <w:p w:rsidR="0009156E" w:rsidRPr="002A1C96" w:rsidRDefault="0009156E" w:rsidP="00FE10D2">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9</w:t>
            </w:r>
          </w:p>
        </w:tc>
        <w:tc>
          <w:tcPr>
            <w:tcW w:w="992"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8</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5</w:t>
            </w:r>
          </w:p>
        </w:tc>
        <w:tc>
          <w:tcPr>
            <w:tcW w:w="1440" w:type="dxa"/>
            <w:gridSpan w:val="3"/>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5</w:t>
            </w:r>
          </w:p>
        </w:tc>
      </w:tr>
      <w:tr w:rsidR="0009156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1.2.</w:t>
            </w:r>
          </w:p>
        </w:tc>
        <w:tc>
          <w:tcPr>
            <w:tcW w:w="3980" w:type="dxa"/>
            <w:tcBorders>
              <w:top w:val="nil"/>
              <w:left w:val="nil"/>
              <w:bottom w:val="single" w:sz="4" w:space="0" w:color="auto"/>
              <w:right w:val="single" w:sz="4" w:space="0" w:color="auto"/>
            </w:tcBorders>
            <w:shd w:val="clear" w:color="auto" w:fill="FFFFFF"/>
          </w:tcPr>
          <w:p w:rsidR="0009156E" w:rsidRDefault="0009156E" w:rsidP="00FE10D2">
            <w:r w:rsidRPr="002A1C96">
              <w:rPr>
                <w:sz w:val="22"/>
                <w:szCs w:val="22"/>
              </w:rPr>
              <w:t xml:space="preserve">Количество НПА, опубликованных на официальном сайте администрации района. </w:t>
            </w:r>
          </w:p>
          <w:p w:rsidR="0009156E" w:rsidRDefault="0009156E" w:rsidP="00FE10D2"/>
          <w:p w:rsidR="0009156E" w:rsidRPr="002A1C96" w:rsidRDefault="0009156E" w:rsidP="00FE10D2"/>
        </w:tc>
        <w:tc>
          <w:tcPr>
            <w:tcW w:w="257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09156E" w:rsidRDefault="0009156E" w:rsidP="00FE10D2">
            <w:pPr>
              <w:jc w:val="center"/>
            </w:pPr>
            <w:r>
              <w:t>100</w:t>
            </w:r>
          </w:p>
        </w:tc>
      </w:tr>
      <w:tr w:rsidR="0009156E" w:rsidTr="00FE10D2">
        <w:trPr>
          <w:trHeight w:val="315"/>
        </w:trPr>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lastRenderedPageBreak/>
              <w:t>1</w:t>
            </w:r>
          </w:p>
        </w:tc>
        <w:tc>
          <w:tcPr>
            <w:tcW w:w="39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2</w:t>
            </w:r>
          </w:p>
        </w:tc>
        <w:tc>
          <w:tcPr>
            <w:tcW w:w="257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4</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7</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8</w:t>
            </w:r>
          </w:p>
        </w:tc>
        <w:tc>
          <w:tcPr>
            <w:tcW w:w="14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FE10D2">
            <w:pPr>
              <w:jc w:val="center"/>
            </w:pPr>
            <w:r>
              <w:t>9</w:t>
            </w:r>
          </w:p>
        </w:tc>
      </w:tr>
      <w:tr w:rsidR="0009156E"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09156E" w:rsidRDefault="0009156E" w:rsidP="00FE10D2">
            <w:pPr>
              <w:rPr>
                <w:b/>
              </w:rPr>
            </w:pPr>
          </w:p>
          <w:p w:rsidR="0009156E" w:rsidRDefault="0009156E" w:rsidP="00FE10D2">
            <w:r>
              <w:rPr>
                <w:b/>
              </w:rPr>
              <w:t>ПОДПРОГРАММА 2</w:t>
            </w:r>
            <w:r>
              <w:t xml:space="preserve">. </w:t>
            </w:r>
            <w:r>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09156E" w:rsidRDefault="0009156E" w:rsidP="00FE10D2"/>
        </w:tc>
      </w:tr>
      <w:tr w:rsidR="0009156E" w:rsidTr="00FE10D2">
        <w:trPr>
          <w:trHeight w:val="1430"/>
        </w:trPr>
        <w:tc>
          <w:tcPr>
            <w:tcW w:w="1489" w:type="dxa"/>
            <w:tcBorders>
              <w:top w:val="nil"/>
              <w:left w:val="single" w:sz="4" w:space="0" w:color="auto"/>
              <w:bottom w:val="single" w:sz="4" w:space="0" w:color="auto"/>
              <w:right w:val="single" w:sz="4" w:space="0" w:color="auto"/>
            </w:tcBorders>
            <w:vAlign w:val="center"/>
          </w:tcPr>
          <w:p w:rsidR="0009156E" w:rsidRDefault="0009156E" w:rsidP="00FE10D2">
            <w:pPr>
              <w:jc w:val="center"/>
            </w:pPr>
            <w:r>
              <w:t>2.1</w:t>
            </w:r>
          </w:p>
        </w:tc>
        <w:tc>
          <w:tcPr>
            <w:tcW w:w="3980" w:type="dxa"/>
            <w:tcBorders>
              <w:top w:val="nil"/>
              <w:left w:val="nil"/>
              <w:bottom w:val="single" w:sz="4" w:space="0" w:color="auto"/>
              <w:right w:val="single" w:sz="4" w:space="0" w:color="auto"/>
            </w:tcBorders>
            <w:vAlign w:val="center"/>
          </w:tcPr>
          <w:p w:rsidR="0009156E" w:rsidRDefault="0009156E" w:rsidP="00FE10D2">
            <w:r>
              <w:t>Охват численности населения Таловского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09156E" w:rsidRDefault="0009156E" w:rsidP="00FE10D2">
            <w:pPr>
              <w:jc w:val="center"/>
            </w:pPr>
          </w:p>
        </w:tc>
        <w:tc>
          <w:tcPr>
            <w:tcW w:w="1555" w:type="dxa"/>
            <w:tcBorders>
              <w:top w:val="nil"/>
              <w:left w:val="single" w:sz="4" w:space="0" w:color="auto"/>
              <w:bottom w:val="single" w:sz="4" w:space="0" w:color="auto"/>
              <w:right w:val="single" w:sz="4" w:space="0" w:color="auto"/>
            </w:tcBorders>
            <w:vAlign w:val="center"/>
          </w:tcPr>
          <w:p w:rsidR="0009156E" w:rsidRDefault="0009156E" w:rsidP="00FE10D2">
            <w:pPr>
              <w:jc w:val="center"/>
            </w:pPr>
            <w:r>
              <w:t>100</w:t>
            </w:r>
          </w:p>
        </w:tc>
        <w:tc>
          <w:tcPr>
            <w:tcW w:w="1010" w:type="dxa"/>
            <w:tcBorders>
              <w:top w:val="nil"/>
              <w:left w:val="nil"/>
              <w:bottom w:val="single" w:sz="4" w:space="0" w:color="auto"/>
              <w:right w:val="single" w:sz="4" w:space="0" w:color="auto"/>
            </w:tcBorders>
            <w:vAlign w:val="center"/>
          </w:tcPr>
          <w:p w:rsidR="0009156E" w:rsidRDefault="0009156E" w:rsidP="00FE10D2">
            <w:pPr>
              <w:jc w:val="center"/>
            </w:pPr>
            <w:r>
              <w:t>100</w:t>
            </w:r>
          </w:p>
        </w:tc>
        <w:tc>
          <w:tcPr>
            <w:tcW w:w="992" w:type="dxa"/>
            <w:tcBorders>
              <w:top w:val="nil"/>
              <w:left w:val="nil"/>
              <w:bottom w:val="single" w:sz="4" w:space="0" w:color="auto"/>
              <w:right w:val="single" w:sz="4" w:space="0" w:color="auto"/>
            </w:tcBorders>
            <w:vAlign w:val="center"/>
          </w:tcPr>
          <w:p w:rsidR="0009156E" w:rsidRDefault="0009156E" w:rsidP="00FE10D2">
            <w:pPr>
              <w:jc w:val="center"/>
            </w:pPr>
            <w:r>
              <w:t>100</w:t>
            </w:r>
          </w:p>
        </w:tc>
        <w:tc>
          <w:tcPr>
            <w:tcW w:w="936" w:type="dxa"/>
            <w:tcBorders>
              <w:top w:val="nil"/>
              <w:left w:val="nil"/>
              <w:bottom w:val="single" w:sz="4" w:space="0" w:color="auto"/>
              <w:right w:val="single" w:sz="4" w:space="0" w:color="auto"/>
            </w:tcBorders>
            <w:vAlign w:val="center"/>
          </w:tcPr>
          <w:p w:rsidR="0009156E" w:rsidRDefault="0009156E" w:rsidP="00FE10D2">
            <w:r>
              <w:t>100</w:t>
            </w:r>
          </w:p>
        </w:tc>
        <w:tc>
          <w:tcPr>
            <w:tcW w:w="936" w:type="dxa"/>
            <w:tcBorders>
              <w:top w:val="nil"/>
              <w:left w:val="nil"/>
              <w:bottom w:val="single" w:sz="4" w:space="0" w:color="auto"/>
              <w:right w:val="single" w:sz="4" w:space="0" w:color="auto"/>
            </w:tcBorders>
            <w:vAlign w:val="center"/>
          </w:tcPr>
          <w:p w:rsidR="0009156E" w:rsidRDefault="0009156E" w:rsidP="00FE10D2">
            <w:r>
              <w:t>100</w:t>
            </w:r>
          </w:p>
        </w:tc>
        <w:tc>
          <w:tcPr>
            <w:tcW w:w="1440" w:type="dxa"/>
            <w:gridSpan w:val="3"/>
            <w:tcBorders>
              <w:top w:val="nil"/>
              <w:left w:val="nil"/>
              <w:bottom w:val="single" w:sz="4" w:space="0" w:color="auto"/>
              <w:right w:val="single" w:sz="4" w:space="0" w:color="auto"/>
            </w:tcBorders>
            <w:noWrap/>
            <w:vAlign w:val="center"/>
          </w:tcPr>
          <w:p w:rsidR="0009156E" w:rsidRDefault="0009156E" w:rsidP="00FE10D2">
            <w:r>
              <w:t>100</w:t>
            </w:r>
          </w:p>
        </w:tc>
      </w:tr>
      <w:tr w:rsidR="0009156E" w:rsidTr="00FE10D2">
        <w:trPr>
          <w:trHeight w:val="557"/>
        </w:trPr>
        <w:tc>
          <w:tcPr>
            <w:tcW w:w="1489" w:type="dxa"/>
            <w:tcBorders>
              <w:top w:val="nil"/>
              <w:left w:val="single" w:sz="4" w:space="0" w:color="auto"/>
              <w:bottom w:val="single" w:sz="4" w:space="0" w:color="auto"/>
              <w:right w:val="single" w:sz="4" w:space="0" w:color="auto"/>
            </w:tcBorders>
            <w:vAlign w:val="center"/>
          </w:tcPr>
          <w:p w:rsidR="0009156E" w:rsidRDefault="0009156E" w:rsidP="00FE10D2">
            <w:pPr>
              <w:jc w:val="center"/>
            </w:pPr>
            <w:r>
              <w:t>2.2 </w:t>
            </w:r>
          </w:p>
        </w:tc>
        <w:tc>
          <w:tcPr>
            <w:tcW w:w="3980" w:type="dxa"/>
            <w:tcBorders>
              <w:top w:val="nil"/>
              <w:left w:val="nil"/>
              <w:bottom w:val="single" w:sz="4" w:space="0" w:color="auto"/>
              <w:right w:val="single" w:sz="4" w:space="0" w:color="auto"/>
            </w:tcBorders>
            <w:vAlign w:val="center"/>
          </w:tcPr>
          <w:p w:rsidR="0009156E" w:rsidRDefault="0009156E" w:rsidP="00FE10D2">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09156E" w:rsidRDefault="0009156E" w:rsidP="00FE10D2">
            <w:pPr>
              <w:jc w:val="center"/>
            </w:pPr>
            <w:r>
              <w:t>мин </w:t>
            </w:r>
          </w:p>
          <w:p w:rsidR="0009156E" w:rsidRDefault="0009156E" w:rsidP="00FE10D2">
            <w:pPr>
              <w:jc w:val="center"/>
            </w:pPr>
            <w:r>
              <w:t> </w:t>
            </w:r>
          </w:p>
        </w:tc>
        <w:tc>
          <w:tcPr>
            <w:tcW w:w="1555" w:type="dxa"/>
            <w:tcBorders>
              <w:top w:val="nil"/>
              <w:left w:val="nil"/>
              <w:bottom w:val="single" w:sz="4" w:space="0" w:color="auto"/>
              <w:right w:val="single" w:sz="4" w:space="0" w:color="auto"/>
            </w:tcBorders>
            <w:vAlign w:val="center"/>
          </w:tcPr>
          <w:p w:rsidR="0009156E" w:rsidRDefault="0009156E" w:rsidP="00FE10D2">
            <w:pPr>
              <w:jc w:val="center"/>
            </w:pPr>
            <w:r>
              <w:t> 5</w:t>
            </w:r>
          </w:p>
        </w:tc>
        <w:tc>
          <w:tcPr>
            <w:tcW w:w="1010" w:type="dxa"/>
            <w:tcBorders>
              <w:top w:val="nil"/>
              <w:left w:val="nil"/>
              <w:bottom w:val="single" w:sz="4" w:space="0" w:color="auto"/>
              <w:right w:val="single" w:sz="4" w:space="0" w:color="auto"/>
            </w:tcBorders>
            <w:vAlign w:val="center"/>
          </w:tcPr>
          <w:p w:rsidR="0009156E" w:rsidRDefault="0009156E" w:rsidP="00FE10D2">
            <w:pPr>
              <w:jc w:val="center"/>
            </w:pPr>
            <w:r>
              <w:t> 5</w:t>
            </w:r>
          </w:p>
        </w:tc>
        <w:tc>
          <w:tcPr>
            <w:tcW w:w="992" w:type="dxa"/>
            <w:tcBorders>
              <w:top w:val="nil"/>
              <w:left w:val="nil"/>
              <w:bottom w:val="single" w:sz="4" w:space="0" w:color="auto"/>
              <w:right w:val="single" w:sz="4" w:space="0" w:color="auto"/>
            </w:tcBorders>
            <w:vAlign w:val="center"/>
          </w:tcPr>
          <w:p w:rsidR="0009156E" w:rsidRDefault="0009156E" w:rsidP="00FE10D2">
            <w:pPr>
              <w:jc w:val="center"/>
            </w:pPr>
            <w:r>
              <w:t> 5</w:t>
            </w:r>
          </w:p>
        </w:tc>
        <w:tc>
          <w:tcPr>
            <w:tcW w:w="936" w:type="dxa"/>
            <w:tcBorders>
              <w:top w:val="nil"/>
              <w:left w:val="nil"/>
              <w:bottom w:val="single" w:sz="4" w:space="0" w:color="auto"/>
              <w:right w:val="single" w:sz="4" w:space="0" w:color="auto"/>
            </w:tcBorders>
            <w:vAlign w:val="center"/>
          </w:tcPr>
          <w:p w:rsidR="0009156E" w:rsidRDefault="0009156E" w:rsidP="00FE10D2">
            <w:pPr>
              <w:jc w:val="center"/>
            </w:pPr>
            <w:r>
              <w:t> 5</w:t>
            </w:r>
          </w:p>
        </w:tc>
        <w:tc>
          <w:tcPr>
            <w:tcW w:w="936" w:type="dxa"/>
            <w:tcBorders>
              <w:top w:val="nil"/>
              <w:left w:val="nil"/>
              <w:bottom w:val="single" w:sz="4" w:space="0" w:color="auto"/>
              <w:right w:val="single" w:sz="4" w:space="0" w:color="auto"/>
            </w:tcBorders>
            <w:vAlign w:val="center"/>
          </w:tcPr>
          <w:p w:rsidR="0009156E" w:rsidRDefault="0009156E" w:rsidP="00FE10D2">
            <w:r>
              <w:t> 5</w:t>
            </w:r>
          </w:p>
        </w:tc>
        <w:tc>
          <w:tcPr>
            <w:tcW w:w="1440" w:type="dxa"/>
            <w:gridSpan w:val="3"/>
            <w:tcBorders>
              <w:top w:val="nil"/>
              <w:left w:val="nil"/>
              <w:bottom w:val="single" w:sz="4" w:space="0" w:color="auto"/>
              <w:right w:val="single" w:sz="4" w:space="0" w:color="auto"/>
            </w:tcBorders>
            <w:noWrap/>
            <w:vAlign w:val="center"/>
          </w:tcPr>
          <w:p w:rsidR="0009156E" w:rsidRDefault="0009156E" w:rsidP="00FE10D2">
            <w:r>
              <w:t> 5</w:t>
            </w:r>
          </w:p>
        </w:tc>
      </w:tr>
      <w:tr w:rsidR="0009156E" w:rsidTr="00FE10D2">
        <w:trPr>
          <w:trHeight w:val="724"/>
        </w:trPr>
        <w:tc>
          <w:tcPr>
            <w:tcW w:w="1489" w:type="dxa"/>
            <w:tcBorders>
              <w:top w:val="single" w:sz="4" w:space="0" w:color="auto"/>
              <w:left w:val="single" w:sz="4" w:space="0" w:color="auto"/>
              <w:bottom w:val="single" w:sz="4" w:space="0" w:color="auto"/>
              <w:right w:val="single" w:sz="4" w:space="0" w:color="auto"/>
            </w:tcBorders>
            <w:vAlign w:val="center"/>
          </w:tcPr>
          <w:p w:rsidR="0009156E" w:rsidRDefault="0009156E" w:rsidP="00FE10D2">
            <w:pPr>
              <w:jc w:val="center"/>
            </w:pPr>
            <w:r>
              <w:t>2.3</w:t>
            </w:r>
          </w:p>
        </w:tc>
        <w:tc>
          <w:tcPr>
            <w:tcW w:w="3980" w:type="dxa"/>
            <w:tcBorders>
              <w:top w:val="single" w:sz="4" w:space="0" w:color="auto"/>
              <w:left w:val="nil"/>
              <w:bottom w:val="single" w:sz="4" w:space="0" w:color="auto"/>
              <w:right w:val="single" w:sz="4" w:space="0" w:color="auto"/>
            </w:tcBorders>
            <w:vAlign w:val="center"/>
          </w:tcPr>
          <w:p w:rsidR="0009156E" w:rsidRDefault="0009156E" w:rsidP="00FE10D2">
            <w:r>
              <w:t>Безаварийность транспортного обслуживания</w:t>
            </w:r>
          </w:p>
          <w:p w:rsidR="0009156E" w:rsidRDefault="0009156E" w:rsidP="00FE10D2"/>
        </w:tc>
        <w:tc>
          <w:tcPr>
            <w:tcW w:w="2575" w:type="dxa"/>
            <w:tcBorders>
              <w:top w:val="single" w:sz="4" w:space="0" w:color="auto"/>
              <w:left w:val="nil"/>
              <w:bottom w:val="single" w:sz="4" w:space="0" w:color="auto"/>
              <w:right w:val="single" w:sz="4" w:space="0" w:color="auto"/>
            </w:tcBorders>
            <w:vAlign w:val="center"/>
          </w:tcPr>
          <w:p w:rsidR="0009156E" w:rsidRDefault="0009156E" w:rsidP="00FE10D2">
            <w:r>
              <w:t> Количество аварий</w:t>
            </w:r>
          </w:p>
        </w:tc>
        <w:tc>
          <w:tcPr>
            <w:tcW w:w="1555" w:type="dxa"/>
            <w:tcBorders>
              <w:top w:val="single" w:sz="4" w:space="0" w:color="auto"/>
              <w:left w:val="nil"/>
              <w:bottom w:val="single" w:sz="4" w:space="0" w:color="auto"/>
              <w:right w:val="single" w:sz="4" w:space="0" w:color="auto"/>
            </w:tcBorders>
            <w:vAlign w:val="center"/>
          </w:tcPr>
          <w:p w:rsidR="0009156E" w:rsidRDefault="0009156E" w:rsidP="00FE10D2">
            <w:r>
              <w:t> 0</w:t>
            </w:r>
          </w:p>
        </w:tc>
        <w:tc>
          <w:tcPr>
            <w:tcW w:w="1010" w:type="dxa"/>
            <w:tcBorders>
              <w:top w:val="single" w:sz="4" w:space="0" w:color="auto"/>
              <w:left w:val="nil"/>
              <w:bottom w:val="single" w:sz="4" w:space="0" w:color="auto"/>
              <w:right w:val="single" w:sz="4" w:space="0" w:color="auto"/>
            </w:tcBorders>
            <w:vAlign w:val="center"/>
          </w:tcPr>
          <w:p w:rsidR="0009156E" w:rsidRDefault="0009156E" w:rsidP="00FE10D2">
            <w:r>
              <w:t> 0</w:t>
            </w:r>
          </w:p>
        </w:tc>
        <w:tc>
          <w:tcPr>
            <w:tcW w:w="992" w:type="dxa"/>
            <w:tcBorders>
              <w:top w:val="single" w:sz="4" w:space="0" w:color="auto"/>
              <w:left w:val="nil"/>
              <w:bottom w:val="single" w:sz="4" w:space="0" w:color="auto"/>
              <w:right w:val="single" w:sz="4" w:space="0" w:color="auto"/>
            </w:tcBorders>
            <w:vAlign w:val="center"/>
          </w:tcPr>
          <w:p w:rsidR="0009156E" w:rsidRDefault="0009156E" w:rsidP="00FE10D2">
            <w:r>
              <w:t> 0</w:t>
            </w:r>
          </w:p>
        </w:tc>
        <w:tc>
          <w:tcPr>
            <w:tcW w:w="936" w:type="dxa"/>
            <w:tcBorders>
              <w:top w:val="single" w:sz="4" w:space="0" w:color="auto"/>
              <w:left w:val="nil"/>
              <w:bottom w:val="single" w:sz="4" w:space="0" w:color="auto"/>
              <w:right w:val="single" w:sz="4" w:space="0" w:color="auto"/>
            </w:tcBorders>
            <w:vAlign w:val="center"/>
          </w:tcPr>
          <w:p w:rsidR="0009156E" w:rsidRDefault="0009156E" w:rsidP="00FE10D2">
            <w:r>
              <w:t> 0</w:t>
            </w:r>
          </w:p>
        </w:tc>
        <w:tc>
          <w:tcPr>
            <w:tcW w:w="936" w:type="dxa"/>
            <w:tcBorders>
              <w:top w:val="single" w:sz="4" w:space="0" w:color="auto"/>
              <w:left w:val="nil"/>
              <w:bottom w:val="single" w:sz="4" w:space="0" w:color="auto"/>
              <w:right w:val="single" w:sz="4" w:space="0" w:color="auto"/>
            </w:tcBorders>
            <w:vAlign w:val="center"/>
          </w:tcPr>
          <w:p w:rsidR="0009156E" w:rsidRDefault="0009156E" w:rsidP="00FE10D2">
            <w:r>
              <w:t> 0</w:t>
            </w:r>
          </w:p>
        </w:tc>
        <w:tc>
          <w:tcPr>
            <w:tcW w:w="1440" w:type="dxa"/>
            <w:gridSpan w:val="3"/>
            <w:tcBorders>
              <w:top w:val="single" w:sz="4" w:space="0" w:color="auto"/>
              <w:left w:val="nil"/>
              <w:bottom w:val="single" w:sz="4" w:space="0" w:color="auto"/>
              <w:right w:val="single" w:sz="4" w:space="0" w:color="auto"/>
            </w:tcBorders>
            <w:noWrap/>
            <w:vAlign w:val="bottom"/>
          </w:tcPr>
          <w:p w:rsidR="0009156E" w:rsidRDefault="0009156E" w:rsidP="00FE10D2">
            <w:r>
              <w:t> </w:t>
            </w:r>
          </w:p>
          <w:p w:rsidR="0009156E" w:rsidRDefault="0009156E" w:rsidP="00FE10D2">
            <w:r>
              <w:t>0</w:t>
            </w:r>
          </w:p>
          <w:p w:rsidR="0009156E" w:rsidRDefault="0009156E" w:rsidP="00FE10D2"/>
          <w:p w:rsidR="0009156E" w:rsidRDefault="0009156E" w:rsidP="00FE10D2"/>
        </w:tc>
      </w:tr>
      <w:tr w:rsidR="0009156E" w:rsidTr="00FE10D2">
        <w:trPr>
          <w:trHeight w:val="315"/>
        </w:trPr>
        <w:tc>
          <w:tcPr>
            <w:tcW w:w="14913" w:type="dxa"/>
            <w:gridSpan w:val="11"/>
            <w:tcBorders>
              <w:top w:val="nil"/>
              <w:left w:val="single" w:sz="4" w:space="0" w:color="auto"/>
              <w:bottom w:val="single" w:sz="4" w:space="0" w:color="auto"/>
              <w:right w:val="single" w:sz="4" w:space="0" w:color="auto"/>
            </w:tcBorders>
            <w:vAlign w:val="bottom"/>
          </w:tcPr>
          <w:p w:rsidR="0009156E" w:rsidRDefault="0009156E" w:rsidP="00FE10D2">
            <w:pPr>
              <w:rPr>
                <w:b/>
              </w:rPr>
            </w:pPr>
          </w:p>
          <w:p w:rsidR="0009156E" w:rsidRDefault="0009156E" w:rsidP="00FE10D2">
            <w:pPr>
              <w:rPr>
                <w:b/>
              </w:rPr>
            </w:pPr>
            <w:r>
              <w:rPr>
                <w:b/>
              </w:rPr>
              <w:t xml:space="preserve">ПОДПРОГРАММА 3. «Управление муниципальным имуществом» </w:t>
            </w:r>
          </w:p>
        </w:tc>
      </w:tr>
      <w:tr w:rsidR="0009156E" w:rsidTr="00FE10D2">
        <w:trPr>
          <w:trHeight w:val="315"/>
        </w:trPr>
        <w:tc>
          <w:tcPr>
            <w:tcW w:w="1489" w:type="dxa"/>
            <w:tcBorders>
              <w:top w:val="nil"/>
              <w:left w:val="single" w:sz="4" w:space="0" w:color="auto"/>
              <w:bottom w:val="single" w:sz="4" w:space="0" w:color="auto"/>
              <w:right w:val="single" w:sz="4" w:space="0" w:color="auto"/>
            </w:tcBorders>
            <w:vAlign w:val="center"/>
          </w:tcPr>
          <w:p w:rsidR="0009156E" w:rsidRDefault="0009156E" w:rsidP="00FE10D2">
            <w:pPr>
              <w:jc w:val="center"/>
            </w:pPr>
            <w:r>
              <w:t>3.1.</w:t>
            </w:r>
          </w:p>
        </w:tc>
        <w:tc>
          <w:tcPr>
            <w:tcW w:w="3980" w:type="dxa"/>
            <w:tcBorders>
              <w:top w:val="nil"/>
              <w:left w:val="nil"/>
              <w:bottom w:val="single" w:sz="4" w:space="0" w:color="auto"/>
              <w:right w:val="single" w:sz="4" w:space="0" w:color="auto"/>
            </w:tcBorders>
            <w:vAlign w:val="center"/>
          </w:tcPr>
          <w:p w:rsidR="0009156E" w:rsidRDefault="0009156E" w:rsidP="00FE10D2">
            <w:pPr>
              <w:jc w:val="center"/>
            </w:pPr>
            <w:r>
              <w:t>Доход от сдачи в аренду имущества</w:t>
            </w:r>
          </w:p>
        </w:tc>
        <w:tc>
          <w:tcPr>
            <w:tcW w:w="2575" w:type="dxa"/>
            <w:tcBorders>
              <w:top w:val="nil"/>
              <w:left w:val="nil"/>
              <w:bottom w:val="single" w:sz="4" w:space="0" w:color="auto"/>
              <w:right w:val="single" w:sz="4" w:space="0" w:color="auto"/>
            </w:tcBorders>
            <w:vAlign w:val="center"/>
          </w:tcPr>
          <w:p w:rsidR="0009156E" w:rsidRDefault="0009156E" w:rsidP="00FE10D2">
            <w:pPr>
              <w:jc w:val="center"/>
            </w:pPr>
            <w:r>
              <w:t>  Тыс.руб. </w:t>
            </w:r>
          </w:p>
        </w:tc>
        <w:tc>
          <w:tcPr>
            <w:tcW w:w="1555" w:type="dxa"/>
            <w:tcBorders>
              <w:top w:val="nil"/>
              <w:left w:val="nil"/>
              <w:bottom w:val="single" w:sz="4" w:space="0" w:color="auto"/>
              <w:right w:val="single" w:sz="4" w:space="0" w:color="auto"/>
            </w:tcBorders>
            <w:vAlign w:val="center"/>
          </w:tcPr>
          <w:p w:rsidR="0009156E" w:rsidRDefault="0009156E" w:rsidP="00FE10D2">
            <w:pPr>
              <w:jc w:val="center"/>
            </w:pPr>
            <w:r>
              <w:t>1259,4 </w:t>
            </w:r>
          </w:p>
        </w:tc>
        <w:tc>
          <w:tcPr>
            <w:tcW w:w="1010" w:type="dxa"/>
            <w:tcBorders>
              <w:top w:val="nil"/>
              <w:left w:val="nil"/>
              <w:bottom w:val="single" w:sz="4" w:space="0" w:color="auto"/>
              <w:right w:val="single" w:sz="4" w:space="0" w:color="auto"/>
            </w:tcBorders>
            <w:vAlign w:val="center"/>
          </w:tcPr>
          <w:p w:rsidR="0009156E" w:rsidRDefault="0009156E" w:rsidP="00FE10D2">
            <w:pPr>
              <w:jc w:val="center"/>
            </w:pPr>
            <w:r>
              <w:t>1799</w:t>
            </w:r>
          </w:p>
        </w:tc>
        <w:tc>
          <w:tcPr>
            <w:tcW w:w="992" w:type="dxa"/>
            <w:tcBorders>
              <w:top w:val="nil"/>
              <w:left w:val="nil"/>
              <w:bottom w:val="single" w:sz="4" w:space="0" w:color="auto"/>
              <w:right w:val="single" w:sz="4" w:space="0" w:color="auto"/>
            </w:tcBorders>
            <w:vAlign w:val="center"/>
          </w:tcPr>
          <w:p w:rsidR="0009156E" w:rsidRDefault="0009156E" w:rsidP="00FE10D2">
            <w:pPr>
              <w:jc w:val="center"/>
            </w:pPr>
            <w:r>
              <w:t>1799</w:t>
            </w:r>
          </w:p>
        </w:tc>
        <w:tc>
          <w:tcPr>
            <w:tcW w:w="936" w:type="dxa"/>
            <w:tcBorders>
              <w:top w:val="nil"/>
              <w:left w:val="nil"/>
              <w:bottom w:val="single" w:sz="4" w:space="0" w:color="auto"/>
              <w:right w:val="single" w:sz="4" w:space="0" w:color="auto"/>
            </w:tcBorders>
            <w:vAlign w:val="center"/>
          </w:tcPr>
          <w:p w:rsidR="0009156E" w:rsidRDefault="0009156E" w:rsidP="00FE10D2">
            <w:pPr>
              <w:jc w:val="center"/>
            </w:pPr>
            <w:r>
              <w:t>1799</w:t>
            </w:r>
          </w:p>
        </w:tc>
        <w:tc>
          <w:tcPr>
            <w:tcW w:w="936" w:type="dxa"/>
            <w:tcBorders>
              <w:top w:val="nil"/>
              <w:left w:val="nil"/>
              <w:bottom w:val="single" w:sz="4" w:space="0" w:color="auto"/>
              <w:right w:val="single" w:sz="4" w:space="0" w:color="auto"/>
            </w:tcBorders>
            <w:vAlign w:val="center"/>
          </w:tcPr>
          <w:p w:rsidR="0009156E" w:rsidRDefault="0009156E" w:rsidP="00FE10D2">
            <w:pPr>
              <w:jc w:val="center"/>
            </w:pPr>
            <w:r>
              <w:t>1799</w:t>
            </w:r>
          </w:p>
        </w:tc>
        <w:tc>
          <w:tcPr>
            <w:tcW w:w="1440" w:type="dxa"/>
            <w:gridSpan w:val="3"/>
            <w:tcBorders>
              <w:top w:val="nil"/>
              <w:left w:val="nil"/>
              <w:bottom w:val="single" w:sz="4" w:space="0" w:color="auto"/>
              <w:right w:val="single" w:sz="4" w:space="0" w:color="auto"/>
            </w:tcBorders>
            <w:noWrap/>
            <w:vAlign w:val="center"/>
          </w:tcPr>
          <w:p w:rsidR="0009156E" w:rsidRDefault="0009156E" w:rsidP="00FE10D2">
            <w:pPr>
              <w:jc w:val="center"/>
            </w:pPr>
            <w:r>
              <w:t>1799</w:t>
            </w:r>
          </w:p>
        </w:tc>
      </w:tr>
      <w:tr w:rsidR="0009156E" w:rsidTr="00FE10D2">
        <w:trPr>
          <w:trHeight w:val="315"/>
        </w:trPr>
        <w:tc>
          <w:tcPr>
            <w:tcW w:w="1489" w:type="dxa"/>
            <w:tcBorders>
              <w:top w:val="nil"/>
              <w:left w:val="single" w:sz="4" w:space="0" w:color="auto"/>
              <w:bottom w:val="single" w:sz="4" w:space="0" w:color="auto"/>
              <w:right w:val="single" w:sz="4" w:space="0" w:color="auto"/>
            </w:tcBorders>
            <w:vAlign w:val="center"/>
          </w:tcPr>
          <w:p w:rsidR="0009156E" w:rsidRDefault="0009156E" w:rsidP="00FE10D2">
            <w:pPr>
              <w:jc w:val="center"/>
            </w:pPr>
            <w:r>
              <w:t>3.2.</w:t>
            </w:r>
          </w:p>
        </w:tc>
        <w:tc>
          <w:tcPr>
            <w:tcW w:w="3980" w:type="dxa"/>
            <w:tcBorders>
              <w:top w:val="nil"/>
              <w:left w:val="nil"/>
              <w:bottom w:val="single" w:sz="4" w:space="0" w:color="auto"/>
              <w:right w:val="single" w:sz="4" w:space="0" w:color="auto"/>
            </w:tcBorders>
            <w:vAlign w:val="center"/>
          </w:tcPr>
          <w:p w:rsidR="0009156E" w:rsidRDefault="0009156E" w:rsidP="00FE10D2">
            <w:pPr>
              <w:jc w:val="center"/>
            </w:pPr>
            <w: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09156E" w:rsidRDefault="0009156E" w:rsidP="00FE10D2">
            <w:pPr>
              <w:jc w:val="center"/>
            </w:pPr>
            <w:r>
              <w:t>Тыс.руб.</w:t>
            </w:r>
          </w:p>
        </w:tc>
        <w:tc>
          <w:tcPr>
            <w:tcW w:w="1555" w:type="dxa"/>
            <w:tcBorders>
              <w:top w:val="nil"/>
              <w:left w:val="nil"/>
              <w:bottom w:val="single" w:sz="4" w:space="0" w:color="auto"/>
              <w:right w:val="single" w:sz="4" w:space="0" w:color="auto"/>
            </w:tcBorders>
            <w:vAlign w:val="center"/>
          </w:tcPr>
          <w:p w:rsidR="0009156E" w:rsidRDefault="0009156E" w:rsidP="00FE10D2">
            <w:pPr>
              <w:jc w:val="center"/>
            </w:pPr>
            <w:r>
              <w:t>42023,4</w:t>
            </w:r>
          </w:p>
        </w:tc>
        <w:tc>
          <w:tcPr>
            <w:tcW w:w="1010" w:type="dxa"/>
            <w:tcBorders>
              <w:top w:val="nil"/>
              <w:left w:val="nil"/>
              <w:bottom w:val="single" w:sz="4" w:space="0" w:color="auto"/>
              <w:right w:val="single" w:sz="4" w:space="0" w:color="auto"/>
            </w:tcBorders>
            <w:vAlign w:val="center"/>
          </w:tcPr>
          <w:p w:rsidR="0009156E" w:rsidRDefault="0009156E" w:rsidP="00FE10D2">
            <w:pPr>
              <w:jc w:val="center"/>
            </w:pPr>
            <w:r>
              <w:t>42488,0</w:t>
            </w:r>
          </w:p>
        </w:tc>
        <w:tc>
          <w:tcPr>
            <w:tcW w:w="992" w:type="dxa"/>
            <w:tcBorders>
              <w:top w:val="nil"/>
              <w:left w:val="nil"/>
              <w:bottom w:val="single" w:sz="4" w:space="0" w:color="auto"/>
              <w:right w:val="single" w:sz="4" w:space="0" w:color="auto"/>
            </w:tcBorders>
            <w:vAlign w:val="center"/>
          </w:tcPr>
          <w:p w:rsidR="0009156E" w:rsidRDefault="0009156E" w:rsidP="00395B7A">
            <w:pPr>
              <w:jc w:val="center"/>
            </w:pPr>
            <w:r>
              <w:t>34845</w:t>
            </w:r>
          </w:p>
        </w:tc>
        <w:tc>
          <w:tcPr>
            <w:tcW w:w="936" w:type="dxa"/>
            <w:tcBorders>
              <w:top w:val="nil"/>
              <w:left w:val="nil"/>
              <w:bottom w:val="single" w:sz="4" w:space="0" w:color="auto"/>
              <w:right w:val="single" w:sz="4" w:space="0" w:color="auto"/>
            </w:tcBorders>
            <w:vAlign w:val="center"/>
          </w:tcPr>
          <w:p w:rsidR="0009156E" w:rsidRDefault="0009156E" w:rsidP="00395B7A">
            <w:pPr>
              <w:jc w:val="center"/>
            </w:pPr>
            <w:r>
              <w:t>35000</w:t>
            </w:r>
          </w:p>
        </w:tc>
        <w:tc>
          <w:tcPr>
            <w:tcW w:w="936" w:type="dxa"/>
            <w:tcBorders>
              <w:top w:val="nil"/>
              <w:left w:val="nil"/>
              <w:bottom w:val="single" w:sz="4" w:space="0" w:color="auto"/>
              <w:right w:val="single" w:sz="4" w:space="0" w:color="auto"/>
            </w:tcBorders>
            <w:vAlign w:val="center"/>
          </w:tcPr>
          <w:p w:rsidR="0009156E" w:rsidRDefault="0009156E" w:rsidP="00FE10D2">
            <w:pPr>
              <w:jc w:val="center"/>
            </w:pPr>
            <w:r>
              <w:t>42488</w:t>
            </w:r>
          </w:p>
        </w:tc>
        <w:tc>
          <w:tcPr>
            <w:tcW w:w="1440" w:type="dxa"/>
            <w:gridSpan w:val="3"/>
            <w:tcBorders>
              <w:top w:val="nil"/>
              <w:left w:val="nil"/>
              <w:bottom w:val="single" w:sz="4" w:space="0" w:color="auto"/>
              <w:right w:val="single" w:sz="4" w:space="0" w:color="auto"/>
            </w:tcBorders>
            <w:noWrap/>
            <w:vAlign w:val="center"/>
          </w:tcPr>
          <w:p w:rsidR="0009156E" w:rsidRDefault="0009156E" w:rsidP="00FE10D2">
            <w:pPr>
              <w:jc w:val="center"/>
            </w:pPr>
            <w:r>
              <w:t>42488</w:t>
            </w:r>
          </w:p>
        </w:tc>
      </w:tr>
      <w:tr w:rsidR="0009156E" w:rsidTr="00FE10D2">
        <w:trPr>
          <w:trHeight w:val="657"/>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09156E" w:rsidRDefault="0009156E" w:rsidP="00FE10D2">
            <w:r>
              <w:rPr>
                <w:b/>
              </w:rPr>
              <w:t>ПОДПРОГРАММА 4. «Обеспечение жильем молодых семей»</w:t>
            </w:r>
          </w:p>
        </w:tc>
      </w:tr>
      <w:tr w:rsidR="0009156E" w:rsidTr="00FE10D2">
        <w:trPr>
          <w:trHeight w:val="315"/>
        </w:trPr>
        <w:tc>
          <w:tcPr>
            <w:tcW w:w="1489" w:type="dxa"/>
            <w:tcBorders>
              <w:top w:val="nil"/>
              <w:left w:val="single" w:sz="4" w:space="0" w:color="auto"/>
              <w:bottom w:val="single" w:sz="4" w:space="0" w:color="auto"/>
              <w:right w:val="single" w:sz="4" w:space="0" w:color="auto"/>
            </w:tcBorders>
            <w:vAlign w:val="center"/>
          </w:tcPr>
          <w:p w:rsidR="0009156E" w:rsidRDefault="0009156E" w:rsidP="00FE10D2">
            <w:pPr>
              <w:jc w:val="center"/>
            </w:pPr>
            <w:r>
              <w:t>4.1.</w:t>
            </w:r>
          </w:p>
        </w:tc>
        <w:tc>
          <w:tcPr>
            <w:tcW w:w="3980" w:type="dxa"/>
            <w:tcBorders>
              <w:top w:val="nil"/>
              <w:left w:val="nil"/>
              <w:bottom w:val="single" w:sz="4" w:space="0" w:color="auto"/>
              <w:right w:val="single" w:sz="4" w:space="0" w:color="auto"/>
            </w:tcBorders>
            <w:vAlign w:val="center"/>
          </w:tcPr>
          <w:p w:rsidR="0009156E" w:rsidRDefault="0009156E" w:rsidP="00FE10D2">
            <w:pPr>
              <w:tabs>
                <w:tab w:val="left" w:pos="1080"/>
                <w:tab w:val="left" w:pos="6660"/>
              </w:tabs>
              <w:jc w:val="both"/>
            </w:pPr>
            <w:r>
              <w:t xml:space="preserve">Количество молодых семей, </w:t>
            </w:r>
          </w:p>
          <w:p w:rsidR="0009156E" w:rsidRDefault="0009156E" w:rsidP="00FE10D2">
            <w:pPr>
              <w:tabs>
                <w:tab w:val="left" w:pos="1080"/>
                <w:tab w:val="left" w:pos="6660"/>
              </w:tabs>
              <w:jc w:val="both"/>
            </w:pPr>
            <w:r>
              <w:t xml:space="preserve">улучшивших жилищные </w:t>
            </w:r>
          </w:p>
          <w:p w:rsidR="0009156E" w:rsidRDefault="0009156E" w:rsidP="00FE10D2">
            <w:pPr>
              <w:tabs>
                <w:tab w:val="left" w:pos="1080"/>
                <w:tab w:val="left" w:pos="6660"/>
              </w:tabs>
              <w:jc w:val="both"/>
            </w:pPr>
            <w:r>
              <w:t xml:space="preserve">условия с помощью </w:t>
            </w:r>
          </w:p>
          <w:p w:rsidR="0009156E" w:rsidRDefault="0009156E" w:rsidP="00FE10D2">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09156E" w:rsidRDefault="0009156E" w:rsidP="00FE10D2">
            <w:pPr>
              <w:jc w:val="both"/>
            </w:pPr>
            <w:r>
              <w:t>Единиц</w:t>
            </w:r>
          </w:p>
          <w:p w:rsidR="0009156E" w:rsidRDefault="0009156E" w:rsidP="00FE10D2">
            <w:pPr>
              <w:jc w:val="both"/>
            </w:pPr>
          </w:p>
          <w:p w:rsidR="0009156E" w:rsidRDefault="0009156E" w:rsidP="00FE10D2">
            <w:pPr>
              <w:jc w:val="both"/>
            </w:pPr>
          </w:p>
          <w:p w:rsidR="0009156E" w:rsidRDefault="0009156E" w:rsidP="00FE10D2">
            <w:pPr>
              <w:jc w:val="both"/>
            </w:pPr>
          </w:p>
        </w:tc>
        <w:tc>
          <w:tcPr>
            <w:tcW w:w="1555" w:type="dxa"/>
            <w:tcBorders>
              <w:top w:val="nil"/>
              <w:left w:val="nil"/>
              <w:bottom w:val="single" w:sz="4" w:space="0" w:color="auto"/>
              <w:right w:val="single" w:sz="4" w:space="0" w:color="auto"/>
            </w:tcBorders>
            <w:vAlign w:val="center"/>
          </w:tcPr>
          <w:p w:rsidR="0009156E" w:rsidRDefault="0009156E" w:rsidP="00FE10D2">
            <w:r>
              <w:t>5</w:t>
            </w:r>
          </w:p>
          <w:p w:rsidR="0009156E" w:rsidRDefault="0009156E" w:rsidP="00FE10D2"/>
          <w:p w:rsidR="0009156E" w:rsidRDefault="0009156E" w:rsidP="00FE10D2"/>
          <w:p w:rsidR="0009156E" w:rsidRDefault="0009156E" w:rsidP="00FE10D2"/>
        </w:tc>
        <w:tc>
          <w:tcPr>
            <w:tcW w:w="1010" w:type="dxa"/>
            <w:tcBorders>
              <w:top w:val="nil"/>
              <w:left w:val="nil"/>
              <w:bottom w:val="single" w:sz="4" w:space="0" w:color="auto"/>
              <w:right w:val="single" w:sz="4" w:space="0" w:color="auto"/>
            </w:tcBorders>
            <w:vAlign w:val="center"/>
          </w:tcPr>
          <w:p w:rsidR="0009156E" w:rsidRDefault="0009156E" w:rsidP="00FE10D2">
            <w:r>
              <w:t>1</w:t>
            </w:r>
          </w:p>
          <w:p w:rsidR="0009156E" w:rsidRDefault="0009156E" w:rsidP="00FE10D2"/>
          <w:p w:rsidR="0009156E" w:rsidRDefault="0009156E" w:rsidP="00FE10D2"/>
        </w:tc>
        <w:tc>
          <w:tcPr>
            <w:tcW w:w="992" w:type="dxa"/>
            <w:tcBorders>
              <w:top w:val="nil"/>
              <w:left w:val="nil"/>
              <w:bottom w:val="single" w:sz="4" w:space="0" w:color="auto"/>
              <w:right w:val="single" w:sz="4" w:space="0" w:color="auto"/>
            </w:tcBorders>
            <w:vAlign w:val="center"/>
          </w:tcPr>
          <w:p w:rsidR="0009156E" w:rsidRDefault="0009156E" w:rsidP="00FE10D2">
            <w:r>
              <w:t>4</w:t>
            </w:r>
          </w:p>
          <w:p w:rsidR="0009156E" w:rsidRDefault="0009156E" w:rsidP="00FE10D2"/>
          <w:p w:rsidR="0009156E" w:rsidRDefault="0009156E" w:rsidP="00FE10D2"/>
        </w:tc>
        <w:tc>
          <w:tcPr>
            <w:tcW w:w="936" w:type="dxa"/>
            <w:tcBorders>
              <w:top w:val="nil"/>
              <w:left w:val="nil"/>
              <w:bottom w:val="single" w:sz="4" w:space="0" w:color="auto"/>
              <w:right w:val="single" w:sz="4" w:space="0" w:color="auto"/>
            </w:tcBorders>
            <w:vAlign w:val="center"/>
          </w:tcPr>
          <w:p w:rsidR="0009156E" w:rsidRDefault="0009156E" w:rsidP="00FE10D2">
            <w:r>
              <w:t>2</w:t>
            </w:r>
          </w:p>
          <w:p w:rsidR="0009156E" w:rsidRDefault="0009156E" w:rsidP="00FE10D2"/>
          <w:p w:rsidR="0009156E" w:rsidRDefault="0009156E" w:rsidP="00FE10D2"/>
          <w:p w:rsidR="0009156E" w:rsidRDefault="0009156E" w:rsidP="00FE10D2"/>
        </w:tc>
        <w:tc>
          <w:tcPr>
            <w:tcW w:w="936" w:type="dxa"/>
            <w:tcBorders>
              <w:top w:val="nil"/>
              <w:left w:val="nil"/>
              <w:bottom w:val="single" w:sz="4" w:space="0" w:color="auto"/>
              <w:right w:val="single" w:sz="4" w:space="0" w:color="auto"/>
            </w:tcBorders>
            <w:vAlign w:val="center"/>
          </w:tcPr>
          <w:p w:rsidR="0009156E" w:rsidRDefault="0009156E" w:rsidP="00FE10D2">
            <w:r>
              <w:t>5</w:t>
            </w:r>
          </w:p>
          <w:p w:rsidR="0009156E" w:rsidRDefault="0009156E" w:rsidP="00FE10D2"/>
          <w:p w:rsidR="0009156E" w:rsidRDefault="0009156E" w:rsidP="00FE10D2"/>
          <w:p w:rsidR="0009156E" w:rsidRDefault="0009156E" w:rsidP="00FE10D2"/>
        </w:tc>
        <w:tc>
          <w:tcPr>
            <w:tcW w:w="1440" w:type="dxa"/>
            <w:gridSpan w:val="3"/>
            <w:tcBorders>
              <w:top w:val="nil"/>
              <w:left w:val="nil"/>
              <w:bottom w:val="single" w:sz="4" w:space="0" w:color="auto"/>
              <w:right w:val="single" w:sz="4" w:space="0" w:color="auto"/>
            </w:tcBorders>
            <w:noWrap/>
            <w:vAlign w:val="bottom"/>
          </w:tcPr>
          <w:p w:rsidR="0009156E" w:rsidRDefault="0009156E" w:rsidP="00FE10D2">
            <w:r>
              <w:t>5</w:t>
            </w:r>
          </w:p>
          <w:p w:rsidR="0009156E" w:rsidRDefault="0009156E" w:rsidP="00FE10D2"/>
          <w:p w:rsidR="0009156E" w:rsidRDefault="0009156E" w:rsidP="00FE10D2"/>
          <w:p w:rsidR="0009156E" w:rsidRDefault="0009156E" w:rsidP="00FE10D2"/>
        </w:tc>
      </w:tr>
      <w:tr w:rsidR="0009156E"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09156E" w:rsidRDefault="0009156E" w:rsidP="00FE10D2">
            <w:pPr>
              <w:rPr>
                <w:b/>
              </w:rPr>
            </w:pPr>
          </w:p>
          <w:p w:rsidR="0009156E" w:rsidRDefault="0009156E" w:rsidP="00FE10D2">
            <w:pPr>
              <w:rPr>
                <w:b/>
              </w:rPr>
            </w:pPr>
            <w:r>
              <w:rPr>
                <w:b/>
              </w:rPr>
              <w:t xml:space="preserve">ПОДПРОГРАММА 5. «Развитие и поддержка малого и  среднего предпринимательства в Таловском муниципальном районе » </w:t>
            </w:r>
          </w:p>
          <w:p w:rsidR="0009156E" w:rsidRDefault="0009156E" w:rsidP="00FE10D2">
            <w:pPr>
              <w:rPr>
                <w:b/>
              </w:rPr>
            </w:pPr>
          </w:p>
        </w:tc>
      </w:tr>
      <w:tr w:rsidR="0009156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09156E" w:rsidRPr="002A1C96" w:rsidRDefault="0009156E" w:rsidP="00FE10D2">
            <w:pPr>
              <w:jc w:val="center"/>
            </w:pPr>
            <w:r w:rsidRPr="002A1C96">
              <w:t>5.1 </w:t>
            </w:r>
          </w:p>
        </w:tc>
        <w:tc>
          <w:tcPr>
            <w:tcW w:w="3980" w:type="dxa"/>
            <w:tcBorders>
              <w:top w:val="single" w:sz="4" w:space="0" w:color="auto"/>
              <w:left w:val="nil"/>
              <w:bottom w:val="single" w:sz="4" w:space="0" w:color="auto"/>
              <w:right w:val="single" w:sz="4" w:space="0" w:color="auto"/>
            </w:tcBorders>
            <w:vAlign w:val="center"/>
          </w:tcPr>
          <w:p w:rsidR="0009156E" w:rsidRPr="002A1C96" w:rsidRDefault="0009156E" w:rsidP="00FE10D2">
            <w:pPr>
              <w:pStyle w:val="ConsPlusNormal"/>
              <w:ind w:firstLine="0"/>
              <w:jc w:val="both"/>
              <w:rPr>
                <w:rFonts w:ascii="Times New Roman" w:hAnsi="Times New Roman"/>
                <w:bCs/>
                <w:sz w:val="24"/>
                <w:szCs w:val="24"/>
              </w:rPr>
            </w:pPr>
            <w:r w:rsidRPr="002A1C96">
              <w:rPr>
                <w:rFonts w:ascii="Times New Roman" w:hAnsi="Times New Roman"/>
                <w:bCs/>
                <w:sz w:val="24"/>
                <w:szCs w:val="24"/>
              </w:rPr>
              <w:t xml:space="preserve">Число  субъект малого и среднего  предпринимательства  </w:t>
            </w:r>
          </w:p>
          <w:p w:rsidR="0009156E" w:rsidRPr="002A1C96" w:rsidRDefault="0009156E" w:rsidP="00FE10D2">
            <w:pPr>
              <w:pStyle w:val="ConsPlusNormal"/>
              <w:ind w:firstLine="0"/>
              <w:jc w:val="both"/>
              <w:rPr>
                <w:rFonts w:ascii="Times New Roman" w:hAnsi="Times New Roman"/>
                <w:sz w:val="24"/>
                <w:szCs w:val="24"/>
              </w:rPr>
            </w:pPr>
          </w:p>
        </w:tc>
        <w:tc>
          <w:tcPr>
            <w:tcW w:w="2575"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rPr>
                <w:bCs/>
              </w:rPr>
              <w:t>(единиц на 10 тыс. человек населения)</w:t>
            </w:r>
            <w:r w:rsidRPr="002A1C96">
              <w:t> </w:t>
            </w:r>
          </w:p>
        </w:tc>
        <w:tc>
          <w:tcPr>
            <w:tcW w:w="1555" w:type="dxa"/>
            <w:tcBorders>
              <w:top w:val="single" w:sz="4" w:space="0" w:color="auto"/>
              <w:left w:val="single" w:sz="4" w:space="0" w:color="auto"/>
              <w:bottom w:val="single" w:sz="4" w:space="0" w:color="auto"/>
              <w:right w:val="single" w:sz="4" w:space="0" w:color="auto"/>
            </w:tcBorders>
            <w:vAlign w:val="center"/>
          </w:tcPr>
          <w:p w:rsidR="0009156E" w:rsidRPr="002A1C96" w:rsidRDefault="0009156E" w:rsidP="00FE10D2">
            <w:pPr>
              <w:jc w:val="center"/>
            </w:pPr>
            <w:r w:rsidRPr="002A1C96">
              <w:t> 240,2</w:t>
            </w:r>
          </w:p>
        </w:tc>
        <w:tc>
          <w:tcPr>
            <w:tcW w:w="1010"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240,3 </w:t>
            </w:r>
          </w:p>
        </w:tc>
        <w:tc>
          <w:tcPr>
            <w:tcW w:w="992"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240,7 </w:t>
            </w:r>
          </w:p>
        </w:tc>
        <w:tc>
          <w:tcPr>
            <w:tcW w:w="936"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240,9 </w:t>
            </w:r>
          </w:p>
        </w:tc>
        <w:tc>
          <w:tcPr>
            <w:tcW w:w="936" w:type="dxa"/>
            <w:tcBorders>
              <w:top w:val="single" w:sz="4" w:space="0" w:color="auto"/>
              <w:left w:val="nil"/>
              <w:bottom w:val="single" w:sz="4" w:space="0" w:color="auto"/>
              <w:right w:val="single" w:sz="4" w:space="0" w:color="auto"/>
            </w:tcBorders>
            <w:vAlign w:val="bottom"/>
          </w:tcPr>
          <w:p w:rsidR="0009156E" w:rsidRPr="002A1C96" w:rsidRDefault="0009156E" w:rsidP="00FE10D2">
            <w:r w:rsidRPr="002A1C96">
              <w:t> 250</w:t>
            </w:r>
          </w:p>
        </w:tc>
        <w:tc>
          <w:tcPr>
            <w:tcW w:w="1440" w:type="dxa"/>
            <w:gridSpan w:val="3"/>
            <w:tcBorders>
              <w:top w:val="single" w:sz="4" w:space="0" w:color="auto"/>
              <w:left w:val="nil"/>
              <w:bottom w:val="single" w:sz="4" w:space="0" w:color="auto"/>
              <w:right w:val="single" w:sz="4" w:space="0" w:color="auto"/>
            </w:tcBorders>
            <w:noWrap/>
            <w:vAlign w:val="bottom"/>
          </w:tcPr>
          <w:p w:rsidR="0009156E" w:rsidRPr="002A1C96" w:rsidRDefault="0009156E" w:rsidP="00FE10D2">
            <w:r w:rsidRPr="002A1C96">
              <w:t> 250,1</w:t>
            </w:r>
          </w:p>
        </w:tc>
      </w:tr>
      <w:tr w:rsidR="0009156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09156E" w:rsidRPr="002A1C96" w:rsidRDefault="0009156E" w:rsidP="00FE10D2">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09156E" w:rsidRPr="002A1C96" w:rsidRDefault="0009156E" w:rsidP="00FE10D2">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7</w:t>
            </w:r>
          </w:p>
        </w:tc>
        <w:tc>
          <w:tcPr>
            <w:tcW w:w="936"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8</w:t>
            </w:r>
          </w:p>
        </w:tc>
        <w:tc>
          <w:tcPr>
            <w:tcW w:w="1440" w:type="dxa"/>
            <w:gridSpan w:val="3"/>
            <w:tcBorders>
              <w:top w:val="single" w:sz="4" w:space="0" w:color="auto"/>
              <w:left w:val="nil"/>
              <w:bottom w:val="single" w:sz="4" w:space="0" w:color="auto"/>
              <w:right w:val="single" w:sz="4" w:space="0" w:color="auto"/>
            </w:tcBorders>
            <w:noWrap/>
            <w:vAlign w:val="center"/>
          </w:tcPr>
          <w:p w:rsidR="0009156E" w:rsidRPr="002A1C96" w:rsidRDefault="0009156E" w:rsidP="00FE10D2">
            <w:pPr>
              <w:jc w:val="center"/>
            </w:pPr>
            <w:r w:rsidRPr="002A1C96">
              <w:t>9</w:t>
            </w:r>
          </w:p>
        </w:tc>
      </w:tr>
      <w:tr w:rsidR="0009156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09156E" w:rsidRPr="002A1C96" w:rsidRDefault="0009156E" w:rsidP="00FE10D2">
            <w:pPr>
              <w:jc w:val="center"/>
            </w:pPr>
            <w:r w:rsidRPr="002A1C96">
              <w:t>5.2</w:t>
            </w:r>
          </w:p>
        </w:tc>
        <w:tc>
          <w:tcPr>
            <w:tcW w:w="3980" w:type="dxa"/>
            <w:tcBorders>
              <w:top w:val="single" w:sz="4" w:space="0" w:color="auto"/>
              <w:left w:val="nil"/>
              <w:bottom w:val="single" w:sz="4" w:space="0" w:color="auto"/>
              <w:right w:val="single" w:sz="4" w:space="0" w:color="auto"/>
            </w:tcBorders>
            <w:vAlign w:val="center"/>
          </w:tcPr>
          <w:p w:rsidR="0009156E" w:rsidRPr="002A1C96" w:rsidRDefault="0009156E" w:rsidP="00FE10D2">
            <w:r w:rsidRPr="002A1C96">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tc>
        <w:tc>
          <w:tcPr>
            <w:tcW w:w="2575"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рублей</w:t>
            </w:r>
          </w:p>
        </w:tc>
        <w:tc>
          <w:tcPr>
            <w:tcW w:w="1555" w:type="dxa"/>
            <w:tcBorders>
              <w:top w:val="single" w:sz="4" w:space="0" w:color="auto"/>
              <w:left w:val="single" w:sz="4" w:space="0" w:color="auto"/>
              <w:bottom w:val="single" w:sz="4" w:space="0" w:color="auto"/>
              <w:right w:val="single" w:sz="4" w:space="0" w:color="auto"/>
            </w:tcBorders>
            <w:vAlign w:val="center"/>
          </w:tcPr>
          <w:p w:rsidR="0009156E" w:rsidRPr="002A1C96" w:rsidRDefault="0009156E" w:rsidP="00FE10D2">
            <w:pPr>
              <w:jc w:val="center"/>
            </w:pPr>
            <w:r w:rsidRPr="002A1C96">
              <w:t>1,49</w:t>
            </w:r>
          </w:p>
        </w:tc>
        <w:tc>
          <w:tcPr>
            <w:tcW w:w="1010" w:type="dxa"/>
            <w:tcBorders>
              <w:top w:val="single" w:sz="4" w:space="0" w:color="auto"/>
              <w:left w:val="nil"/>
              <w:bottom w:val="single" w:sz="4" w:space="0" w:color="auto"/>
              <w:right w:val="single" w:sz="4" w:space="0" w:color="auto"/>
            </w:tcBorders>
            <w:vAlign w:val="center"/>
          </w:tcPr>
          <w:p w:rsidR="0009156E" w:rsidRPr="00D912A7" w:rsidRDefault="0009156E" w:rsidP="00FE10D2">
            <w:pPr>
              <w:jc w:val="center"/>
            </w:pPr>
            <w:r w:rsidRPr="00D912A7">
              <w:t>1,63</w:t>
            </w:r>
          </w:p>
        </w:tc>
        <w:tc>
          <w:tcPr>
            <w:tcW w:w="992"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1,65</w:t>
            </w:r>
          </w:p>
        </w:tc>
        <w:tc>
          <w:tcPr>
            <w:tcW w:w="936"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t>0</w:t>
            </w:r>
          </w:p>
        </w:tc>
        <w:tc>
          <w:tcPr>
            <w:tcW w:w="936" w:type="dxa"/>
            <w:tcBorders>
              <w:top w:val="single" w:sz="4" w:space="0" w:color="auto"/>
              <w:left w:val="nil"/>
              <w:bottom w:val="single" w:sz="4" w:space="0" w:color="auto"/>
              <w:right w:val="single" w:sz="4" w:space="0" w:color="auto"/>
            </w:tcBorders>
            <w:vAlign w:val="bottom"/>
          </w:tcPr>
          <w:p w:rsidR="0009156E" w:rsidRPr="002A1C96" w:rsidRDefault="0009156E" w:rsidP="00FE10D2">
            <w:r w:rsidRPr="002A1C96">
              <w:t>1,68</w:t>
            </w:r>
          </w:p>
          <w:p w:rsidR="0009156E" w:rsidRPr="002A1C96" w:rsidRDefault="0009156E" w:rsidP="00FE10D2"/>
          <w:p w:rsidR="0009156E" w:rsidRPr="002A1C96" w:rsidRDefault="0009156E" w:rsidP="00FE10D2"/>
          <w:p w:rsidR="0009156E" w:rsidRPr="002A1C96" w:rsidRDefault="0009156E" w:rsidP="00FE10D2"/>
        </w:tc>
        <w:tc>
          <w:tcPr>
            <w:tcW w:w="1440" w:type="dxa"/>
            <w:gridSpan w:val="3"/>
            <w:tcBorders>
              <w:top w:val="single" w:sz="4" w:space="0" w:color="auto"/>
              <w:left w:val="nil"/>
              <w:bottom w:val="single" w:sz="4" w:space="0" w:color="auto"/>
              <w:right w:val="single" w:sz="4" w:space="0" w:color="auto"/>
            </w:tcBorders>
            <w:noWrap/>
            <w:vAlign w:val="bottom"/>
          </w:tcPr>
          <w:p w:rsidR="0009156E" w:rsidRPr="002A1C96" w:rsidRDefault="0009156E" w:rsidP="00FE10D2">
            <w:r w:rsidRPr="002A1C96">
              <w:t>1,7</w:t>
            </w:r>
          </w:p>
          <w:p w:rsidR="0009156E" w:rsidRPr="002A1C96" w:rsidRDefault="0009156E" w:rsidP="00FE10D2"/>
          <w:p w:rsidR="0009156E" w:rsidRPr="002A1C96" w:rsidRDefault="0009156E" w:rsidP="00FE10D2"/>
          <w:p w:rsidR="0009156E" w:rsidRPr="002A1C96" w:rsidRDefault="0009156E" w:rsidP="00FE10D2"/>
        </w:tc>
      </w:tr>
      <w:tr w:rsidR="0009156E" w:rsidRPr="000C5B8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09156E" w:rsidRPr="000C5B8E" w:rsidRDefault="0009156E" w:rsidP="00FE10D2">
            <w:pPr>
              <w:rPr>
                <w:b/>
              </w:rPr>
            </w:pPr>
          </w:p>
          <w:p w:rsidR="0009156E" w:rsidRPr="000C5B8E" w:rsidRDefault="0009156E" w:rsidP="00FE10D2">
            <w:pPr>
              <w:rPr>
                <w:rFonts w:eastAsia="Times New Roman"/>
                <w:b/>
                <w:lang w:eastAsia="ru-RU"/>
              </w:rPr>
            </w:pPr>
            <w:r w:rsidRPr="000C5B8E">
              <w:rPr>
                <w:b/>
              </w:rPr>
              <w:t>ПОДПРОГРАММА 6. «Строительство спортивных сооружений на территории Таловского муниципального района».</w:t>
            </w:r>
          </w:p>
          <w:p w:rsidR="0009156E" w:rsidRPr="000C5B8E" w:rsidRDefault="0009156E" w:rsidP="00FE10D2"/>
        </w:tc>
      </w:tr>
      <w:tr w:rsidR="0009156E" w:rsidRPr="007273A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09156E" w:rsidRDefault="0009156E" w:rsidP="00FE10D2">
            <w:pPr>
              <w:jc w:val="center"/>
            </w:pPr>
            <w:r>
              <w:t>6.1</w:t>
            </w:r>
          </w:p>
        </w:tc>
        <w:tc>
          <w:tcPr>
            <w:tcW w:w="3980" w:type="dxa"/>
            <w:tcBorders>
              <w:top w:val="single" w:sz="4" w:space="0" w:color="auto"/>
              <w:left w:val="nil"/>
              <w:bottom w:val="single" w:sz="4" w:space="0" w:color="auto"/>
              <w:right w:val="single" w:sz="4" w:space="0" w:color="auto"/>
            </w:tcBorders>
            <w:vAlign w:val="center"/>
          </w:tcPr>
          <w:p w:rsidR="0009156E" w:rsidRDefault="0009156E" w:rsidP="00FE10D2">
            <w:pPr>
              <w:rPr>
                <w:rFonts w:eastAsia="Times New Roman"/>
                <w:lang w:eastAsia="ru-RU"/>
              </w:rPr>
            </w:pPr>
            <w:r>
              <w:rPr>
                <w:rFonts w:eastAsia="Times New Roman"/>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p w:rsidR="0009156E" w:rsidRDefault="0009156E" w:rsidP="00FE10D2">
            <w:pPr>
              <w:rPr>
                <w:rFonts w:eastAsia="Times New Roman"/>
                <w:lang w:eastAsia="ru-RU"/>
              </w:rPr>
            </w:pPr>
          </w:p>
          <w:p w:rsidR="0009156E" w:rsidRDefault="0009156E" w:rsidP="00FE10D2">
            <w:pPr>
              <w:rPr>
                <w:rFonts w:eastAsia="Times New Roman"/>
                <w:lang w:eastAsia="ru-RU"/>
              </w:rPr>
            </w:pPr>
          </w:p>
          <w:p w:rsidR="0009156E" w:rsidRDefault="0009156E" w:rsidP="00FE10D2">
            <w:pPr>
              <w:rPr>
                <w:rFonts w:eastAsia="Times New Roman"/>
                <w:lang w:eastAsia="ru-RU"/>
              </w:rPr>
            </w:pPr>
          </w:p>
          <w:p w:rsidR="0009156E" w:rsidRDefault="0009156E" w:rsidP="00FE10D2"/>
          <w:p w:rsidR="0009156E" w:rsidRDefault="0009156E" w:rsidP="00FE10D2"/>
        </w:tc>
        <w:tc>
          <w:tcPr>
            <w:tcW w:w="2575" w:type="dxa"/>
            <w:tcBorders>
              <w:top w:val="single" w:sz="4" w:space="0" w:color="auto"/>
              <w:left w:val="nil"/>
              <w:bottom w:val="single" w:sz="4" w:space="0" w:color="auto"/>
              <w:right w:val="single" w:sz="4" w:space="0" w:color="auto"/>
            </w:tcBorders>
            <w:vAlign w:val="center"/>
          </w:tcPr>
          <w:p w:rsidR="0009156E" w:rsidRDefault="0009156E"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09156E" w:rsidRDefault="0009156E" w:rsidP="00FE10D2">
            <w:pPr>
              <w:jc w:val="center"/>
            </w:pPr>
            <w:r>
              <w:t>18,7</w:t>
            </w:r>
          </w:p>
        </w:tc>
        <w:tc>
          <w:tcPr>
            <w:tcW w:w="1010" w:type="dxa"/>
            <w:tcBorders>
              <w:top w:val="single" w:sz="4" w:space="0" w:color="auto"/>
              <w:left w:val="nil"/>
              <w:bottom w:val="single" w:sz="4" w:space="0" w:color="auto"/>
              <w:right w:val="single" w:sz="4" w:space="0" w:color="auto"/>
            </w:tcBorders>
            <w:vAlign w:val="center"/>
          </w:tcPr>
          <w:p w:rsidR="0009156E" w:rsidRDefault="0009156E" w:rsidP="00FE10D2">
            <w:pPr>
              <w:jc w:val="center"/>
            </w:pPr>
            <w:r>
              <w:t>19,8</w:t>
            </w:r>
          </w:p>
        </w:tc>
        <w:tc>
          <w:tcPr>
            <w:tcW w:w="992" w:type="dxa"/>
            <w:tcBorders>
              <w:top w:val="single" w:sz="4" w:space="0" w:color="auto"/>
              <w:left w:val="nil"/>
              <w:bottom w:val="single" w:sz="4" w:space="0" w:color="auto"/>
              <w:right w:val="single" w:sz="4" w:space="0" w:color="auto"/>
            </w:tcBorders>
            <w:vAlign w:val="center"/>
          </w:tcPr>
          <w:p w:rsidR="0009156E" w:rsidRPr="007273AE" w:rsidRDefault="0009156E" w:rsidP="00FE10D2">
            <w:pPr>
              <w:jc w:val="center"/>
            </w:pPr>
            <w:r w:rsidRPr="007273AE">
              <w:t>37,3</w:t>
            </w:r>
          </w:p>
        </w:tc>
        <w:tc>
          <w:tcPr>
            <w:tcW w:w="936" w:type="dxa"/>
            <w:tcBorders>
              <w:top w:val="single" w:sz="4" w:space="0" w:color="auto"/>
              <w:left w:val="nil"/>
              <w:bottom w:val="single" w:sz="4" w:space="0" w:color="auto"/>
              <w:right w:val="single" w:sz="4" w:space="0" w:color="auto"/>
            </w:tcBorders>
            <w:vAlign w:val="center"/>
          </w:tcPr>
          <w:p w:rsidR="0009156E" w:rsidRPr="007273AE" w:rsidRDefault="0009156E" w:rsidP="00FE10D2">
            <w:pPr>
              <w:jc w:val="center"/>
            </w:pPr>
            <w:r w:rsidRPr="007273AE">
              <w:t>38,5</w:t>
            </w:r>
          </w:p>
        </w:tc>
        <w:tc>
          <w:tcPr>
            <w:tcW w:w="963" w:type="dxa"/>
            <w:gridSpan w:val="2"/>
            <w:tcBorders>
              <w:top w:val="single" w:sz="4" w:space="0" w:color="auto"/>
              <w:left w:val="nil"/>
              <w:bottom w:val="single" w:sz="4" w:space="0" w:color="auto"/>
              <w:right w:val="single" w:sz="4" w:space="0" w:color="auto"/>
            </w:tcBorders>
            <w:vAlign w:val="center"/>
          </w:tcPr>
          <w:p w:rsidR="0009156E" w:rsidRPr="007273AE" w:rsidRDefault="0009156E" w:rsidP="00FE10D2">
            <w:pPr>
              <w:jc w:val="center"/>
            </w:pPr>
            <w:r w:rsidRPr="007273AE">
              <w:t>40</w:t>
            </w:r>
          </w:p>
        </w:tc>
        <w:tc>
          <w:tcPr>
            <w:tcW w:w="1413" w:type="dxa"/>
            <w:gridSpan w:val="2"/>
            <w:tcBorders>
              <w:top w:val="single" w:sz="4" w:space="0" w:color="auto"/>
              <w:left w:val="nil"/>
              <w:bottom w:val="single" w:sz="4" w:space="0" w:color="auto"/>
              <w:right w:val="single" w:sz="4" w:space="0" w:color="auto"/>
            </w:tcBorders>
            <w:noWrap/>
            <w:vAlign w:val="center"/>
          </w:tcPr>
          <w:p w:rsidR="0009156E" w:rsidRPr="007273AE" w:rsidRDefault="0009156E" w:rsidP="00FE10D2">
            <w:pPr>
              <w:jc w:val="center"/>
            </w:pPr>
            <w:r w:rsidRPr="007273AE">
              <w:t>41</w:t>
            </w:r>
          </w:p>
        </w:tc>
      </w:tr>
      <w:tr w:rsidR="0009156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09156E" w:rsidRPr="002A1C96" w:rsidRDefault="0009156E" w:rsidP="00FE10D2">
            <w:r w:rsidRPr="002A1C96">
              <w:rPr>
                <w:b/>
              </w:rPr>
              <w:t>ПОДПРОГРАММА 7. «Ремонт и благоустройство военно-мемориальных объектов Таловского муниципального района на 2015-2019 годы»</w:t>
            </w:r>
          </w:p>
        </w:tc>
      </w:tr>
      <w:tr w:rsidR="0009156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09156E" w:rsidRDefault="0009156E" w:rsidP="00FE10D2">
            <w:pPr>
              <w:jc w:val="center"/>
              <w:rPr>
                <w:color w:val="0000FF"/>
              </w:rPr>
            </w:pPr>
            <w:r>
              <w:rPr>
                <w:color w:val="0000FF"/>
              </w:rPr>
              <w:t>7.1.</w:t>
            </w:r>
          </w:p>
        </w:tc>
        <w:tc>
          <w:tcPr>
            <w:tcW w:w="3980" w:type="dxa"/>
            <w:tcBorders>
              <w:top w:val="single" w:sz="4" w:space="0" w:color="auto"/>
              <w:left w:val="nil"/>
              <w:bottom w:val="single" w:sz="4" w:space="0" w:color="auto"/>
              <w:right w:val="single" w:sz="4" w:space="0" w:color="auto"/>
            </w:tcBorders>
            <w:vAlign w:val="center"/>
          </w:tcPr>
          <w:p w:rsidR="0009156E" w:rsidRPr="002A1C96" w:rsidRDefault="0009156E" w:rsidP="00FE10D2">
            <w:pPr>
              <w:rPr>
                <w:rFonts w:eastAsia="Times New Roman"/>
                <w:lang w:eastAsia="ru-RU"/>
              </w:rPr>
            </w:pPr>
            <w:r w:rsidRPr="002A1C96">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rsidRPr="002A1C96">
              <w:t>%</w:t>
            </w:r>
          </w:p>
        </w:tc>
        <w:tc>
          <w:tcPr>
            <w:tcW w:w="1555" w:type="dxa"/>
            <w:tcBorders>
              <w:top w:val="single" w:sz="4" w:space="0" w:color="auto"/>
              <w:left w:val="single" w:sz="4" w:space="0" w:color="auto"/>
              <w:bottom w:val="single" w:sz="4" w:space="0" w:color="auto"/>
              <w:right w:val="single" w:sz="4" w:space="0" w:color="auto"/>
            </w:tcBorders>
            <w:vAlign w:val="center"/>
          </w:tcPr>
          <w:p w:rsidR="0009156E" w:rsidRPr="002A1C96" w:rsidRDefault="0009156E" w:rsidP="00FE10D2">
            <w:pPr>
              <w:jc w:val="center"/>
            </w:pPr>
          </w:p>
        </w:tc>
        <w:tc>
          <w:tcPr>
            <w:tcW w:w="1010" w:type="dxa"/>
            <w:tcBorders>
              <w:top w:val="single" w:sz="4" w:space="0" w:color="auto"/>
              <w:left w:val="nil"/>
              <w:bottom w:val="single" w:sz="4" w:space="0" w:color="auto"/>
              <w:right w:val="single" w:sz="4" w:space="0" w:color="auto"/>
            </w:tcBorders>
          </w:tcPr>
          <w:p w:rsidR="0009156E" w:rsidRPr="00037E77" w:rsidRDefault="0009156E" w:rsidP="00FE10D2">
            <w:pPr>
              <w:tabs>
                <w:tab w:val="left" w:pos="1080"/>
                <w:tab w:val="left" w:pos="6660"/>
              </w:tabs>
              <w:jc w:val="both"/>
            </w:pPr>
            <w:r>
              <w:t>7,7</w:t>
            </w:r>
          </w:p>
        </w:tc>
        <w:tc>
          <w:tcPr>
            <w:tcW w:w="992" w:type="dxa"/>
            <w:tcBorders>
              <w:top w:val="single" w:sz="4" w:space="0" w:color="auto"/>
              <w:left w:val="nil"/>
              <w:bottom w:val="single" w:sz="4" w:space="0" w:color="auto"/>
              <w:right w:val="single" w:sz="4" w:space="0" w:color="auto"/>
            </w:tcBorders>
          </w:tcPr>
          <w:p w:rsidR="0009156E" w:rsidRPr="00037E77" w:rsidRDefault="0009156E" w:rsidP="00FE10D2">
            <w:pPr>
              <w:tabs>
                <w:tab w:val="left" w:pos="1080"/>
                <w:tab w:val="left" w:pos="6660"/>
              </w:tabs>
              <w:jc w:val="both"/>
            </w:pPr>
            <w:r>
              <w:t>12,8</w:t>
            </w:r>
          </w:p>
        </w:tc>
        <w:tc>
          <w:tcPr>
            <w:tcW w:w="936" w:type="dxa"/>
            <w:tcBorders>
              <w:top w:val="single" w:sz="4" w:space="0" w:color="auto"/>
              <w:left w:val="nil"/>
              <w:bottom w:val="single" w:sz="4" w:space="0" w:color="auto"/>
              <w:right w:val="single" w:sz="4" w:space="0" w:color="auto"/>
            </w:tcBorders>
          </w:tcPr>
          <w:p w:rsidR="0009156E" w:rsidRPr="00037E77" w:rsidRDefault="0009156E" w:rsidP="00FE10D2">
            <w:pPr>
              <w:tabs>
                <w:tab w:val="left" w:pos="1080"/>
                <w:tab w:val="left" w:pos="6660"/>
              </w:tabs>
              <w:jc w:val="both"/>
            </w:pPr>
            <w:r>
              <w:t>41,1</w:t>
            </w:r>
          </w:p>
        </w:tc>
        <w:tc>
          <w:tcPr>
            <w:tcW w:w="1231" w:type="dxa"/>
            <w:gridSpan w:val="3"/>
            <w:tcBorders>
              <w:top w:val="single" w:sz="4" w:space="0" w:color="auto"/>
              <w:left w:val="nil"/>
              <w:bottom w:val="single" w:sz="4" w:space="0" w:color="auto"/>
              <w:right w:val="single" w:sz="4" w:space="0" w:color="auto"/>
            </w:tcBorders>
          </w:tcPr>
          <w:p w:rsidR="0009156E" w:rsidRPr="00037E77" w:rsidRDefault="0009156E" w:rsidP="00FE10D2">
            <w:pPr>
              <w:tabs>
                <w:tab w:val="left" w:pos="1080"/>
                <w:tab w:val="left" w:pos="6660"/>
              </w:tabs>
              <w:jc w:val="both"/>
            </w:pPr>
            <w:r>
              <w:t>61,6</w:t>
            </w:r>
          </w:p>
        </w:tc>
        <w:tc>
          <w:tcPr>
            <w:tcW w:w="1145" w:type="dxa"/>
            <w:tcBorders>
              <w:top w:val="single" w:sz="4" w:space="0" w:color="auto"/>
              <w:left w:val="nil"/>
              <w:bottom w:val="single" w:sz="4" w:space="0" w:color="auto"/>
              <w:right w:val="single" w:sz="4" w:space="0" w:color="auto"/>
            </w:tcBorders>
            <w:noWrap/>
          </w:tcPr>
          <w:p w:rsidR="0009156E" w:rsidRPr="00037E77" w:rsidRDefault="0009156E" w:rsidP="00FE10D2">
            <w:pPr>
              <w:tabs>
                <w:tab w:val="left" w:pos="1080"/>
                <w:tab w:val="left" w:pos="6660"/>
              </w:tabs>
              <w:jc w:val="both"/>
            </w:pPr>
            <w:r>
              <w:t>79,5</w:t>
            </w:r>
          </w:p>
        </w:tc>
      </w:tr>
      <w:tr w:rsidR="0009156E" w:rsidTr="00235B55">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09156E" w:rsidRPr="002A1C96" w:rsidRDefault="0009156E" w:rsidP="000F2E75">
            <w:r>
              <w:rPr>
                <w:b/>
              </w:rPr>
              <w:t>ПОДПРОГРАММА 8</w:t>
            </w:r>
            <w:r w:rsidRPr="002A1C96">
              <w:rPr>
                <w:b/>
              </w:rPr>
              <w:t>. «</w:t>
            </w:r>
            <w:r>
              <w:rPr>
                <w:b/>
              </w:rPr>
              <w:t>Развитие транспортной системы Таловского муниципального района</w:t>
            </w:r>
            <w:r w:rsidRPr="002A1C96">
              <w:rPr>
                <w:b/>
              </w:rPr>
              <w:t>»</w:t>
            </w:r>
          </w:p>
        </w:tc>
      </w:tr>
      <w:tr w:rsidR="0009156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09156E" w:rsidRDefault="0009156E" w:rsidP="00FE10D2">
            <w:pPr>
              <w:jc w:val="center"/>
              <w:rPr>
                <w:color w:val="0000FF"/>
              </w:rPr>
            </w:pPr>
            <w:r>
              <w:rPr>
                <w:color w:val="0000FF"/>
              </w:rPr>
              <w:t>8.1.</w:t>
            </w:r>
          </w:p>
        </w:tc>
        <w:tc>
          <w:tcPr>
            <w:tcW w:w="3980" w:type="dxa"/>
            <w:tcBorders>
              <w:top w:val="single" w:sz="4" w:space="0" w:color="auto"/>
              <w:left w:val="nil"/>
              <w:bottom w:val="single" w:sz="4" w:space="0" w:color="auto"/>
              <w:right w:val="single" w:sz="4" w:space="0" w:color="auto"/>
            </w:tcBorders>
            <w:vAlign w:val="center"/>
          </w:tcPr>
          <w:p w:rsidR="0009156E" w:rsidRDefault="0009156E" w:rsidP="00FE10D2">
            <w:r>
              <w:t>Обновление транспортных средств организаций пассажирского автомобильного транспорта общего пользования</w:t>
            </w:r>
          </w:p>
          <w:p w:rsidR="0009156E" w:rsidRPr="002A1C96" w:rsidRDefault="0009156E" w:rsidP="00FE10D2"/>
        </w:tc>
        <w:tc>
          <w:tcPr>
            <w:tcW w:w="2575" w:type="dxa"/>
            <w:tcBorders>
              <w:top w:val="single" w:sz="4" w:space="0" w:color="auto"/>
              <w:left w:val="nil"/>
              <w:bottom w:val="single" w:sz="4" w:space="0" w:color="auto"/>
              <w:right w:val="single" w:sz="4" w:space="0" w:color="auto"/>
            </w:tcBorders>
            <w:vAlign w:val="center"/>
          </w:tcPr>
          <w:p w:rsidR="0009156E" w:rsidRPr="002A1C96" w:rsidRDefault="0009156E" w:rsidP="00FE10D2">
            <w:pPr>
              <w:jc w:val="center"/>
            </w:pPr>
            <w:r>
              <w:t>единиц</w:t>
            </w:r>
          </w:p>
        </w:tc>
        <w:tc>
          <w:tcPr>
            <w:tcW w:w="1555" w:type="dxa"/>
            <w:tcBorders>
              <w:top w:val="single" w:sz="4" w:space="0" w:color="auto"/>
              <w:left w:val="single" w:sz="4" w:space="0" w:color="auto"/>
              <w:bottom w:val="single" w:sz="4" w:space="0" w:color="auto"/>
              <w:right w:val="single" w:sz="4" w:space="0" w:color="auto"/>
            </w:tcBorders>
            <w:vAlign w:val="center"/>
          </w:tcPr>
          <w:p w:rsidR="0009156E" w:rsidRPr="002A1C96" w:rsidRDefault="0009156E" w:rsidP="00FE10D2">
            <w:pPr>
              <w:jc w:val="center"/>
            </w:pPr>
            <w:r>
              <w:t>-</w:t>
            </w:r>
          </w:p>
        </w:tc>
        <w:tc>
          <w:tcPr>
            <w:tcW w:w="1010" w:type="dxa"/>
            <w:tcBorders>
              <w:top w:val="single" w:sz="4" w:space="0" w:color="auto"/>
              <w:left w:val="nil"/>
              <w:bottom w:val="single" w:sz="4" w:space="0" w:color="auto"/>
              <w:right w:val="single" w:sz="4" w:space="0" w:color="auto"/>
            </w:tcBorders>
          </w:tcPr>
          <w:p w:rsidR="0009156E" w:rsidRDefault="0009156E" w:rsidP="00FE10D2">
            <w:pPr>
              <w:tabs>
                <w:tab w:val="left" w:pos="1080"/>
                <w:tab w:val="left" w:pos="6660"/>
              </w:tabs>
              <w:jc w:val="both"/>
            </w:pPr>
            <w:r>
              <w:t>Не менее 2</w:t>
            </w:r>
          </w:p>
        </w:tc>
        <w:tc>
          <w:tcPr>
            <w:tcW w:w="992" w:type="dxa"/>
            <w:tcBorders>
              <w:top w:val="single" w:sz="4" w:space="0" w:color="auto"/>
              <w:left w:val="nil"/>
              <w:bottom w:val="single" w:sz="4" w:space="0" w:color="auto"/>
              <w:right w:val="single" w:sz="4" w:space="0" w:color="auto"/>
            </w:tcBorders>
          </w:tcPr>
          <w:p w:rsidR="0009156E" w:rsidRDefault="0009156E" w:rsidP="00FE10D2">
            <w:pPr>
              <w:tabs>
                <w:tab w:val="left" w:pos="1080"/>
                <w:tab w:val="left" w:pos="6660"/>
              </w:tabs>
              <w:jc w:val="both"/>
            </w:pPr>
            <w:r>
              <w:t>0</w:t>
            </w:r>
          </w:p>
        </w:tc>
        <w:tc>
          <w:tcPr>
            <w:tcW w:w="936" w:type="dxa"/>
            <w:tcBorders>
              <w:top w:val="single" w:sz="4" w:space="0" w:color="auto"/>
              <w:left w:val="nil"/>
              <w:bottom w:val="single" w:sz="4" w:space="0" w:color="auto"/>
              <w:right w:val="single" w:sz="4" w:space="0" w:color="auto"/>
            </w:tcBorders>
          </w:tcPr>
          <w:p w:rsidR="0009156E" w:rsidRDefault="0009156E" w:rsidP="00FE10D2">
            <w:pPr>
              <w:tabs>
                <w:tab w:val="left" w:pos="1080"/>
                <w:tab w:val="left" w:pos="6660"/>
              </w:tabs>
              <w:jc w:val="both"/>
            </w:pPr>
            <w:r>
              <w:t>0</w:t>
            </w:r>
          </w:p>
        </w:tc>
        <w:tc>
          <w:tcPr>
            <w:tcW w:w="1231" w:type="dxa"/>
            <w:gridSpan w:val="3"/>
            <w:tcBorders>
              <w:top w:val="single" w:sz="4" w:space="0" w:color="auto"/>
              <w:left w:val="nil"/>
              <w:bottom w:val="single" w:sz="4" w:space="0" w:color="auto"/>
              <w:right w:val="single" w:sz="4" w:space="0" w:color="auto"/>
            </w:tcBorders>
          </w:tcPr>
          <w:p w:rsidR="0009156E" w:rsidRDefault="0009156E" w:rsidP="00FE10D2">
            <w:pPr>
              <w:tabs>
                <w:tab w:val="left" w:pos="1080"/>
                <w:tab w:val="left" w:pos="6660"/>
              </w:tabs>
              <w:jc w:val="both"/>
            </w:pPr>
            <w:r>
              <w:t>0</w:t>
            </w:r>
          </w:p>
        </w:tc>
        <w:tc>
          <w:tcPr>
            <w:tcW w:w="1145" w:type="dxa"/>
            <w:tcBorders>
              <w:top w:val="single" w:sz="4" w:space="0" w:color="auto"/>
              <w:left w:val="nil"/>
              <w:bottom w:val="single" w:sz="4" w:space="0" w:color="auto"/>
              <w:right w:val="single" w:sz="4" w:space="0" w:color="auto"/>
            </w:tcBorders>
            <w:noWrap/>
          </w:tcPr>
          <w:p w:rsidR="0009156E" w:rsidRDefault="0009156E" w:rsidP="00FE10D2">
            <w:pPr>
              <w:tabs>
                <w:tab w:val="left" w:pos="1080"/>
                <w:tab w:val="left" w:pos="6660"/>
              </w:tabs>
              <w:jc w:val="both"/>
            </w:pPr>
            <w:r>
              <w:t>0</w:t>
            </w:r>
          </w:p>
        </w:tc>
      </w:tr>
      <w:tr w:rsidR="0009156E" w:rsidTr="00A121B6">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09156E" w:rsidRPr="002A1C96" w:rsidRDefault="0009156E" w:rsidP="00A121B6">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09156E" w:rsidRPr="002A1C96" w:rsidRDefault="0009156E" w:rsidP="00A121B6">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09156E" w:rsidRPr="002A1C96" w:rsidRDefault="0009156E" w:rsidP="00A121B6">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09156E" w:rsidRPr="002A1C96" w:rsidRDefault="0009156E" w:rsidP="00A121B6">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09156E" w:rsidRPr="002A1C96" w:rsidRDefault="0009156E" w:rsidP="00A121B6">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09156E" w:rsidRPr="002A1C96" w:rsidRDefault="0009156E" w:rsidP="00A121B6">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09156E" w:rsidRPr="002A1C96" w:rsidRDefault="0009156E" w:rsidP="00A121B6">
            <w:pPr>
              <w:jc w:val="center"/>
            </w:pPr>
            <w:r w:rsidRPr="002A1C96">
              <w:t>7</w:t>
            </w:r>
          </w:p>
        </w:tc>
        <w:tc>
          <w:tcPr>
            <w:tcW w:w="1231" w:type="dxa"/>
            <w:gridSpan w:val="3"/>
            <w:tcBorders>
              <w:top w:val="single" w:sz="4" w:space="0" w:color="auto"/>
              <w:left w:val="nil"/>
              <w:bottom w:val="single" w:sz="4" w:space="0" w:color="auto"/>
              <w:right w:val="single" w:sz="4" w:space="0" w:color="auto"/>
            </w:tcBorders>
            <w:vAlign w:val="center"/>
          </w:tcPr>
          <w:p w:rsidR="0009156E" w:rsidRPr="002A1C96" w:rsidRDefault="0009156E" w:rsidP="00A121B6">
            <w:pPr>
              <w:jc w:val="center"/>
            </w:pPr>
            <w:r w:rsidRPr="002A1C96">
              <w:t>8</w:t>
            </w:r>
          </w:p>
        </w:tc>
        <w:tc>
          <w:tcPr>
            <w:tcW w:w="1145" w:type="dxa"/>
            <w:tcBorders>
              <w:top w:val="single" w:sz="4" w:space="0" w:color="auto"/>
              <w:left w:val="nil"/>
              <w:bottom w:val="single" w:sz="4" w:space="0" w:color="auto"/>
              <w:right w:val="single" w:sz="4" w:space="0" w:color="auto"/>
            </w:tcBorders>
            <w:noWrap/>
            <w:vAlign w:val="center"/>
          </w:tcPr>
          <w:p w:rsidR="0009156E" w:rsidRPr="002A1C96" w:rsidRDefault="0009156E" w:rsidP="00A121B6">
            <w:pPr>
              <w:jc w:val="center"/>
            </w:pPr>
            <w:r w:rsidRPr="002A1C96">
              <w:t>9</w:t>
            </w:r>
          </w:p>
        </w:tc>
      </w:tr>
      <w:tr w:rsidR="0009156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09156E" w:rsidRDefault="0009156E" w:rsidP="00FE10D2">
            <w:pPr>
              <w:jc w:val="center"/>
              <w:rPr>
                <w:color w:val="0000FF"/>
              </w:rPr>
            </w:pPr>
            <w:r>
              <w:rPr>
                <w:color w:val="0000FF"/>
              </w:rPr>
              <w:t>8.2.</w:t>
            </w:r>
          </w:p>
        </w:tc>
        <w:tc>
          <w:tcPr>
            <w:tcW w:w="3980" w:type="dxa"/>
            <w:tcBorders>
              <w:top w:val="single" w:sz="4" w:space="0" w:color="auto"/>
              <w:left w:val="nil"/>
              <w:bottom w:val="single" w:sz="4" w:space="0" w:color="auto"/>
              <w:right w:val="single" w:sz="4" w:space="0" w:color="auto"/>
            </w:tcBorders>
            <w:vAlign w:val="center"/>
          </w:tcPr>
          <w:p w:rsidR="0009156E" w:rsidRPr="00603124" w:rsidRDefault="0009156E" w:rsidP="00FE10D2">
            <w:r w:rsidRPr="00603124">
              <w:rPr>
                <w:rFonts w:eastAsia="Times New Roman"/>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09156E" w:rsidRDefault="0009156E"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09156E" w:rsidRDefault="0009156E" w:rsidP="00FE10D2">
            <w:pPr>
              <w:jc w:val="center"/>
            </w:pPr>
          </w:p>
        </w:tc>
        <w:tc>
          <w:tcPr>
            <w:tcW w:w="1010" w:type="dxa"/>
            <w:tcBorders>
              <w:top w:val="single" w:sz="4" w:space="0" w:color="auto"/>
              <w:left w:val="nil"/>
              <w:bottom w:val="single" w:sz="4" w:space="0" w:color="auto"/>
              <w:right w:val="single" w:sz="4" w:space="0" w:color="auto"/>
            </w:tcBorders>
          </w:tcPr>
          <w:p w:rsidR="0009156E" w:rsidRDefault="0009156E"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09156E" w:rsidRPr="00BC0910" w:rsidRDefault="0009156E" w:rsidP="00FE10D2">
            <w:pPr>
              <w:tabs>
                <w:tab w:val="left" w:pos="1080"/>
                <w:tab w:val="left" w:pos="6660"/>
              </w:tabs>
              <w:jc w:val="both"/>
            </w:pPr>
            <w:r w:rsidRPr="00BC0910">
              <w:t>0,3</w:t>
            </w:r>
          </w:p>
        </w:tc>
        <w:tc>
          <w:tcPr>
            <w:tcW w:w="936" w:type="dxa"/>
            <w:tcBorders>
              <w:top w:val="single" w:sz="4" w:space="0" w:color="auto"/>
              <w:left w:val="nil"/>
              <w:bottom w:val="single" w:sz="4" w:space="0" w:color="auto"/>
              <w:right w:val="single" w:sz="4" w:space="0" w:color="auto"/>
            </w:tcBorders>
          </w:tcPr>
          <w:p w:rsidR="0009156E" w:rsidRPr="00BC0910" w:rsidRDefault="0009156E" w:rsidP="00FE10D2">
            <w:pPr>
              <w:tabs>
                <w:tab w:val="left" w:pos="1080"/>
                <w:tab w:val="left" w:pos="6660"/>
              </w:tabs>
              <w:jc w:val="both"/>
            </w:pPr>
            <w:r w:rsidRPr="00BC0910">
              <w:t>0,29</w:t>
            </w:r>
          </w:p>
        </w:tc>
        <w:tc>
          <w:tcPr>
            <w:tcW w:w="1231" w:type="dxa"/>
            <w:gridSpan w:val="3"/>
            <w:tcBorders>
              <w:top w:val="single" w:sz="4" w:space="0" w:color="auto"/>
              <w:left w:val="nil"/>
              <w:bottom w:val="single" w:sz="4" w:space="0" w:color="auto"/>
              <w:right w:val="single" w:sz="4" w:space="0" w:color="auto"/>
            </w:tcBorders>
          </w:tcPr>
          <w:p w:rsidR="0009156E" w:rsidRPr="00BC0910" w:rsidRDefault="0009156E" w:rsidP="00FE10D2">
            <w:pPr>
              <w:tabs>
                <w:tab w:val="left" w:pos="1080"/>
                <w:tab w:val="left" w:pos="6660"/>
              </w:tabs>
              <w:jc w:val="both"/>
            </w:pPr>
            <w:r w:rsidRPr="00BC0910">
              <w:t>0,28</w:t>
            </w:r>
          </w:p>
        </w:tc>
        <w:tc>
          <w:tcPr>
            <w:tcW w:w="1145" w:type="dxa"/>
            <w:tcBorders>
              <w:top w:val="single" w:sz="4" w:space="0" w:color="auto"/>
              <w:left w:val="nil"/>
              <w:bottom w:val="single" w:sz="4" w:space="0" w:color="auto"/>
              <w:right w:val="single" w:sz="4" w:space="0" w:color="auto"/>
            </w:tcBorders>
            <w:noWrap/>
          </w:tcPr>
          <w:p w:rsidR="0009156E" w:rsidRPr="00BC0910" w:rsidRDefault="0009156E" w:rsidP="00FE10D2">
            <w:pPr>
              <w:tabs>
                <w:tab w:val="left" w:pos="1080"/>
                <w:tab w:val="left" w:pos="6660"/>
              </w:tabs>
              <w:jc w:val="both"/>
            </w:pPr>
            <w:r w:rsidRPr="00BC0910">
              <w:t>0,27</w:t>
            </w:r>
          </w:p>
        </w:tc>
      </w:tr>
      <w:tr w:rsidR="0009156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09156E" w:rsidRDefault="0009156E" w:rsidP="00FE10D2">
            <w:pPr>
              <w:jc w:val="center"/>
              <w:rPr>
                <w:color w:val="0000FF"/>
              </w:rPr>
            </w:pPr>
            <w:r>
              <w:rPr>
                <w:color w:val="0000FF"/>
              </w:rPr>
              <w:t>8.3.</w:t>
            </w:r>
          </w:p>
        </w:tc>
        <w:tc>
          <w:tcPr>
            <w:tcW w:w="3980" w:type="dxa"/>
            <w:tcBorders>
              <w:top w:val="single" w:sz="4" w:space="0" w:color="auto"/>
              <w:left w:val="nil"/>
              <w:bottom w:val="single" w:sz="4" w:space="0" w:color="auto"/>
              <w:right w:val="single" w:sz="4" w:space="0" w:color="auto"/>
            </w:tcBorders>
            <w:vAlign w:val="center"/>
          </w:tcPr>
          <w:p w:rsidR="0009156E" w:rsidRDefault="0009156E" w:rsidP="00FE10D2">
            <w:r w:rsidRPr="004C28B0">
              <w:t xml:space="preserve">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09156E" w:rsidRDefault="0009156E"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09156E" w:rsidRDefault="0009156E" w:rsidP="00FE10D2">
            <w:pPr>
              <w:jc w:val="center"/>
            </w:pPr>
          </w:p>
        </w:tc>
        <w:tc>
          <w:tcPr>
            <w:tcW w:w="1010" w:type="dxa"/>
            <w:tcBorders>
              <w:top w:val="single" w:sz="4" w:space="0" w:color="auto"/>
              <w:left w:val="nil"/>
              <w:bottom w:val="single" w:sz="4" w:space="0" w:color="auto"/>
              <w:right w:val="single" w:sz="4" w:space="0" w:color="auto"/>
            </w:tcBorders>
          </w:tcPr>
          <w:p w:rsidR="0009156E" w:rsidRDefault="0009156E"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09156E" w:rsidRDefault="0009156E" w:rsidP="00FE10D2">
            <w:pPr>
              <w:tabs>
                <w:tab w:val="left" w:pos="1080"/>
                <w:tab w:val="left" w:pos="6660"/>
              </w:tabs>
              <w:jc w:val="both"/>
            </w:pPr>
            <w:r>
              <w:t>100</w:t>
            </w:r>
          </w:p>
        </w:tc>
        <w:tc>
          <w:tcPr>
            <w:tcW w:w="936" w:type="dxa"/>
            <w:tcBorders>
              <w:top w:val="single" w:sz="4" w:space="0" w:color="auto"/>
              <w:left w:val="nil"/>
              <w:bottom w:val="single" w:sz="4" w:space="0" w:color="auto"/>
              <w:right w:val="single" w:sz="4" w:space="0" w:color="auto"/>
            </w:tcBorders>
          </w:tcPr>
          <w:p w:rsidR="0009156E" w:rsidRDefault="0009156E" w:rsidP="00FE10D2">
            <w:pPr>
              <w:tabs>
                <w:tab w:val="left" w:pos="1080"/>
                <w:tab w:val="left" w:pos="6660"/>
              </w:tabs>
              <w:jc w:val="both"/>
            </w:pPr>
            <w:r>
              <w:t>100</w:t>
            </w:r>
          </w:p>
        </w:tc>
        <w:tc>
          <w:tcPr>
            <w:tcW w:w="1231" w:type="dxa"/>
            <w:gridSpan w:val="3"/>
            <w:tcBorders>
              <w:top w:val="single" w:sz="4" w:space="0" w:color="auto"/>
              <w:left w:val="nil"/>
              <w:bottom w:val="single" w:sz="4" w:space="0" w:color="auto"/>
              <w:right w:val="single" w:sz="4" w:space="0" w:color="auto"/>
            </w:tcBorders>
          </w:tcPr>
          <w:p w:rsidR="0009156E" w:rsidRDefault="0009156E" w:rsidP="00FE10D2">
            <w:pPr>
              <w:tabs>
                <w:tab w:val="left" w:pos="1080"/>
                <w:tab w:val="left" w:pos="6660"/>
              </w:tabs>
              <w:jc w:val="both"/>
            </w:pPr>
            <w:r>
              <w:t>100</w:t>
            </w:r>
          </w:p>
        </w:tc>
        <w:tc>
          <w:tcPr>
            <w:tcW w:w="1145" w:type="dxa"/>
            <w:tcBorders>
              <w:top w:val="single" w:sz="4" w:space="0" w:color="auto"/>
              <w:left w:val="nil"/>
              <w:bottom w:val="single" w:sz="4" w:space="0" w:color="auto"/>
              <w:right w:val="single" w:sz="4" w:space="0" w:color="auto"/>
            </w:tcBorders>
            <w:noWrap/>
          </w:tcPr>
          <w:p w:rsidR="0009156E" w:rsidRDefault="0009156E" w:rsidP="00FE10D2">
            <w:pPr>
              <w:tabs>
                <w:tab w:val="left" w:pos="1080"/>
                <w:tab w:val="left" w:pos="6660"/>
              </w:tabs>
              <w:jc w:val="both"/>
            </w:pPr>
            <w:r>
              <w:t>100</w:t>
            </w:r>
          </w:p>
        </w:tc>
      </w:tr>
    </w:tbl>
    <w:p w:rsidR="0009156E" w:rsidRDefault="0009156E" w:rsidP="00F00227">
      <w:pPr>
        <w:spacing w:line="360" w:lineRule="auto"/>
        <w:jc w:val="right"/>
        <w:rPr>
          <w:sz w:val="26"/>
          <w:szCs w:val="26"/>
        </w:rPr>
      </w:pPr>
    </w:p>
    <w:p w:rsidR="0009156E" w:rsidRDefault="0009156E" w:rsidP="00F00227">
      <w:pPr>
        <w:spacing w:line="360" w:lineRule="auto"/>
        <w:jc w:val="right"/>
        <w:rPr>
          <w:sz w:val="26"/>
          <w:szCs w:val="26"/>
        </w:rPr>
      </w:pPr>
    </w:p>
    <w:p w:rsidR="0009156E" w:rsidRDefault="0009156E" w:rsidP="00F00227">
      <w:pPr>
        <w:spacing w:line="360" w:lineRule="auto"/>
        <w:jc w:val="right"/>
        <w:rPr>
          <w:sz w:val="26"/>
          <w:szCs w:val="26"/>
        </w:rPr>
      </w:pPr>
    </w:p>
    <w:p w:rsidR="0009156E" w:rsidRDefault="0009156E" w:rsidP="00F00227">
      <w:pPr>
        <w:spacing w:line="360" w:lineRule="auto"/>
        <w:jc w:val="right"/>
        <w:rPr>
          <w:sz w:val="26"/>
          <w:szCs w:val="26"/>
        </w:rPr>
      </w:pPr>
    </w:p>
    <w:p w:rsidR="0009156E" w:rsidRDefault="0009156E" w:rsidP="00F00227">
      <w:pPr>
        <w:spacing w:line="360" w:lineRule="auto"/>
        <w:jc w:val="right"/>
        <w:rPr>
          <w:sz w:val="26"/>
          <w:szCs w:val="26"/>
        </w:rPr>
      </w:pPr>
    </w:p>
    <w:p w:rsidR="0009156E" w:rsidRDefault="0009156E" w:rsidP="00F00227">
      <w:pPr>
        <w:spacing w:line="360" w:lineRule="auto"/>
        <w:jc w:val="right"/>
        <w:rPr>
          <w:sz w:val="26"/>
          <w:szCs w:val="26"/>
        </w:rPr>
      </w:pPr>
    </w:p>
    <w:p w:rsidR="0009156E" w:rsidRDefault="0009156E" w:rsidP="00BC0910">
      <w:pPr>
        <w:tabs>
          <w:tab w:val="left" w:pos="14520"/>
        </w:tabs>
        <w:spacing w:line="360" w:lineRule="auto"/>
        <w:rPr>
          <w:sz w:val="26"/>
          <w:szCs w:val="26"/>
        </w:rPr>
      </w:pPr>
      <w:r>
        <w:rPr>
          <w:sz w:val="26"/>
          <w:szCs w:val="26"/>
        </w:rPr>
        <w:tab/>
      </w:r>
    </w:p>
    <w:p w:rsidR="0009156E" w:rsidRDefault="0009156E" w:rsidP="00BC0910">
      <w:pPr>
        <w:tabs>
          <w:tab w:val="left" w:pos="14520"/>
        </w:tabs>
        <w:spacing w:line="360" w:lineRule="auto"/>
        <w:rPr>
          <w:sz w:val="26"/>
          <w:szCs w:val="26"/>
        </w:rPr>
      </w:pPr>
    </w:p>
    <w:p w:rsidR="0009156E" w:rsidRDefault="0009156E" w:rsidP="00BC0910">
      <w:pPr>
        <w:tabs>
          <w:tab w:val="left" w:pos="14520"/>
        </w:tabs>
        <w:spacing w:line="360" w:lineRule="auto"/>
        <w:rPr>
          <w:sz w:val="26"/>
          <w:szCs w:val="26"/>
        </w:rPr>
      </w:pPr>
    </w:p>
    <w:p w:rsidR="0009156E" w:rsidRDefault="0009156E" w:rsidP="00BC0910">
      <w:pPr>
        <w:tabs>
          <w:tab w:val="left" w:pos="14520"/>
        </w:tabs>
        <w:spacing w:line="360" w:lineRule="auto"/>
        <w:rPr>
          <w:sz w:val="26"/>
          <w:szCs w:val="26"/>
        </w:rPr>
      </w:pPr>
    </w:p>
    <w:p w:rsidR="0009156E" w:rsidRDefault="0009156E" w:rsidP="00BC0910">
      <w:pPr>
        <w:tabs>
          <w:tab w:val="left" w:pos="14520"/>
        </w:tabs>
        <w:spacing w:line="360" w:lineRule="auto"/>
        <w:rPr>
          <w:sz w:val="26"/>
          <w:szCs w:val="26"/>
        </w:rPr>
      </w:pPr>
    </w:p>
    <w:p w:rsidR="0009156E" w:rsidRDefault="0009156E" w:rsidP="00BC0910">
      <w:pPr>
        <w:tabs>
          <w:tab w:val="left" w:pos="14520"/>
        </w:tabs>
        <w:spacing w:line="360" w:lineRule="auto"/>
        <w:rPr>
          <w:sz w:val="26"/>
          <w:szCs w:val="26"/>
        </w:rPr>
      </w:pPr>
    </w:p>
    <w:p w:rsidR="0009156E" w:rsidRDefault="0009156E" w:rsidP="00F00227">
      <w:pPr>
        <w:spacing w:line="360" w:lineRule="auto"/>
        <w:jc w:val="right"/>
        <w:rPr>
          <w:sz w:val="26"/>
          <w:szCs w:val="26"/>
        </w:rPr>
      </w:pPr>
      <w:r w:rsidRPr="004D300B">
        <w:rPr>
          <w:sz w:val="26"/>
          <w:szCs w:val="26"/>
        </w:rPr>
        <w:lastRenderedPageBreak/>
        <w:t>Приложение 2</w:t>
      </w:r>
    </w:p>
    <w:p w:rsidR="0009156E" w:rsidRPr="004D300B" w:rsidRDefault="0009156E" w:rsidP="002C1D52">
      <w:pPr>
        <w:pStyle w:val="ConsPlusNormal"/>
        <w:tabs>
          <w:tab w:val="left" w:pos="13485"/>
        </w:tabs>
        <w:ind w:firstLine="0"/>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09156E" w:rsidRPr="004D300B" w:rsidTr="0009433F">
        <w:trPr>
          <w:trHeight w:val="945"/>
        </w:trPr>
        <w:tc>
          <w:tcPr>
            <w:tcW w:w="15475" w:type="dxa"/>
            <w:gridSpan w:val="9"/>
            <w:tcBorders>
              <w:top w:val="nil"/>
              <w:left w:val="nil"/>
              <w:bottom w:val="single" w:sz="4" w:space="0" w:color="auto"/>
              <w:right w:val="nil"/>
            </w:tcBorders>
            <w:vAlign w:val="center"/>
          </w:tcPr>
          <w:p w:rsidR="0009156E" w:rsidRPr="004D300B" w:rsidRDefault="0009156E" w:rsidP="0009433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Таловского муниципального района Воронежской области  </w:t>
            </w:r>
          </w:p>
        </w:tc>
      </w:tr>
      <w:tr w:rsidR="0009156E" w:rsidRPr="004D300B" w:rsidTr="0009433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09156E" w:rsidRPr="004D300B" w:rsidRDefault="0009156E" w:rsidP="0009433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09156E" w:rsidRPr="004D300B" w:rsidRDefault="0009156E" w:rsidP="0009433F">
            <w:pPr>
              <w:ind w:right="-57"/>
            </w:pPr>
            <w:r w:rsidRPr="004D300B">
              <w:t>Расходы местного бюджета по годам реализации муниципальной программы, тыс. руб. </w:t>
            </w:r>
          </w:p>
        </w:tc>
      </w:tr>
      <w:tr w:rsidR="0009156E" w:rsidRPr="004D300B" w:rsidTr="0009433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2700" w:type="dxa"/>
            <w:vMerge/>
            <w:tcBorders>
              <w:top w:val="nil"/>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1080" w:type="dxa"/>
            <w:tcBorders>
              <w:top w:val="single" w:sz="4" w:space="0" w:color="auto"/>
              <w:bottom w:val="single" w:sz="4" w:space="0" w:color="auto"/>
            </w:tcBorders>
            <w:shd w:val="clear" w:color="auto" w:fill="FFFFFF"/>
            <w:vAlign w:val="center"/>
          </w:tcPr>
          <w:p w:rsidR="0009156E" w:rsidRPr="004D300B" w:rsidRDefault="0009156E" w:rsidP="0009433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09156E" w:rsidRPr="004D300B" w:rsidRDefault="0009156E" w:rsidP="0009433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rPr>
                <w:bCs/>
              </w:rPr>
            </w:pPr>
            <w:r w:rsidRPr="004D300B">
              <w:rPr>
                <w:bCs/>
              </w:rPr>
              <w:t>2017</w:t>
            </w:r>
          </w:p>
          <w:p w:rsidR="0009156E" w:rsidRPr="004D300B" w:rsidRDefault="0009156E"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r w:rsidRPr="004D300B">
              <w:t>2018</w:t>
            </w:r>
          </w:p>
          <w:p w:rsidR="0009156E" w:rsidRPr="004D300B" w:rsidRDefault="0009156E" w:rsidP="0009433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r w:rsidRPr="004D300B">
              <w:t>2019</w:t>
            </w:r>
          </w:p>
          <w:p w:rsidR="0009156E" w:rsidRPr="004D300B" w:rsidRDefault="0009156E" w:rsidP="0009433F">
            <w:pPr>
              <w:ind w:right="-57"/>
            </w:pPr>
          </w:p>
        </w:tc>
      </w:tr>
      <w:tr w:rsidR="0009156E" w:rsidRPr="004D300B" w:rsidTr="0009433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09156E" w:rsidRPr="004D300B" w:rsidRDefault="0009156E" w:rsidP="0009433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09156E" w:rsidRPr="004D300B" w:rsidRDefault="0009156E" w:rsidP="0009433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09156E" w:rsidRPr="004D300B" w:rsidRDefault="0009156E" w:rsidP="0009433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09156E" w:rsidRPr="004D300B" w:rsidRDefault="0009156E" w:rsidP="0009433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09156E" w:rsidRPr="004D300B" w:rsidRDefault="0009156E" w:rsidP="0009433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09156E" w:rsidRPr="004D300B" w:rsidRDefault="0009156E" w:rsidP="0009433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09156E" w:rsidRPr="004D300B" w:rsidRDefault="0009156E" w:rsidP="0009433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r w:rsidRPr="004D300B">
              <w:t>9</w:t>
            </w:r>
          </w:p>
        </w:tc>
      </w:tr>
      <w:tr w:rsidR="0009156E" w:rsidRPr="00E95666" w:rsidTr="0009433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09156E" w:rsidRPr="004D300B" w:rsidRDefault="0009156E" w:rsidP="0009433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09156E" w:rsidRPr="004D300B" w:rsidRDefault="0009156E" w:rsidP="0009433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09433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FE2974" w:rsidRDefault="0009156E" w:rsidP="0009433F">
            <w:pPr>
              <w:ind w:right="-57"/>
              <w:rPr>
                <w:b/>
                <w:bCs/>
              </w:rPr>
            </w:pPr>
            <w:r w:rsidRPr="00FE2974">
              <w:rPr>
                <w:b/>
                <w:bCs/>
              </w:rPr>
              <w:t>129444,3</w:t>
            </w:r>
          </w:p>
        </w:tc>
        <w:tc>
          <w:tcPr>
            <w:tcW w:w="1080" w:type="dxa"/>
            <w:tcBorders>
              <w:top w:val="single" w:sz="4" w:space="0" w:color="auto"/>
              <w:left w:val="nil"/>
              <w:bottom w:val="single" w:sz="4" w:space="0" w:color="auto"/>
              <w:right w:val="single" w:sz="4" w:space="0" w:color="auto"/>
            </w:tcBorders>
            <w:vAlign w:val="bottom"/>
          </w:tcPr>
          <w:p w:rsidR="0009156E" w:rsidRPr="00FE2974" w:rsidRDefault="0009156E" w:rsidP="0009433F">
            <w:pPr>
              <w:ind w:right="-57"/>
              <w:rPr>
                <w:b/>
                <w:bCs/>
              </w:rPr>
            </w:pPr>
            <w:r>
              <w:rPr>
                <w:b/>
                <w:bCs/>
              </w:rPr>
              <w:t>48948,5</w:t>
            </w:r>
          </w:p>
        </w:tc>
        <w:tc>
          <w:tcPr>
            <w:tcW w:w="1080" w:type="dxa"/>
            <w:tcBorders>
              <w:top w:val="single" w:sz="4" w:space="0" w:color="auto"/>
              <w:left w:val="nil"/>
              <w:bottom w:val="single" w:sz="4" w:space="0" w:color="auto"/>
              <w:right w:val="single" w:sz="4" w:space="0" w:color="auto"/>
            </w:tcBorders>
            <w:vAlign w:val="bottom"/>
          </w:tcPr>
          <w:p w:rsidR="0009156E" w:rsidRPr="00D912A7" w:rsidRDefault="0009156E" w:rsidP="00B53AD0">
            <w:pPr>
              <w:ind w:right="-57"/>
              <w:rPr>
                <w:b/>
                <w:bCs/>
              </w:rPr>
            </w:pPr>
            <w:r>
              <w:rPr>
                <w:b/>
                <w:bCs/>
              </w:rPr>
              <w:t>54025,8</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F02E1A">
            <w:pPr>
              <w:ind w:right="-57"/>
              <w:rPr>
                <w:b/>
                <w:bCs/>
              </w:rPr>
            </w:pPr>
            <w:r>
              <w:rPr>
                <w:b/>
                <w:bCs/>
              </w:rPr>
              <w:t>53625,9</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F67B56">
            <w:pPr>
              <w:ind w:right="-57"/>
              <w:rPr>
                <w:b/>
                <w:bCs/>
              </w:rPr>
            </w:pPr>
            <w:r>
              <w:rPr>
                <w:b/>
                <w:bCs/>
              </w:rPr>
              <w:t>46333,2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F67B56">
            <w:pPr>
              <w:ind w:right="-57"/>
              <w:rPr>
                <w:b/>
                <w:bCs/>
              </w:rPr>
            </w:pPr>
            <w:r>
              <w:rPr>
                <w:b/>
                <w:bCs/>
              </w:rPr>
              <w:t>47850,7</w:t>
            </w:r>
          </w:p>
        </w:tc>
      </w:tr>
      <w:tr w:rsidR="0009156E" w:rsidRPr="00E95666"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09433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FE2974" w:rsidRDefault="0009156E"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09156E" w:rsidRPr="00FE2974" w:rsidRDefault="0009156E"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09156E" w:rsidRPr="00D912A7" w:rsidRDefault="0009156E" w:rsidP="0009433F">
            <w:pPr>
              <w:ind w:right="-57"/>
              <w:rPr>
                <w:b/>
                <w:bCs/>
              </w:rPr>
            </w:pPr>
            <w:r w:rsidRPr="00D912A7">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09433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09433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09433F">
            <w:pPr>
              <w:ind w:right="-57"/>
              <w:rPr>
                <w:b/>
                <w:bCs/>
              </w:rPr>
            </w:pPr>
          </w:p>
        </w:tc>
      </w:tr>
      <w:tr w:rsidR="0009156E" w:rsidRPr="00E95666" w:rsidTr="002020F3">
        <w:trPr>
          <w:trHeight w:val="1395"/>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09433F">
            <w:pPr>
              <w:ind w:right="-57"/>
            </w:pPr>
            <w:r w:rsidRPr="004D300B">
              <w:t>ответственный исполнитель- администрация Таловского муниципального</w:t>
            </w:r>
            <w:r>
              <w:t xml:space="preserve"> района</w:t>
            </w:r>
          </w:p>
        </w:tc>
        <w:tc>
          <w:tcPr>
            <w:tcW w:w="1080" w:type="dxa"/>
            <w:tcBorders>
              <w:top w:val="single" w:sz="4" w:space="0" w:color="auto"/>
              <w:left w:val="nil"/>
              <w:bottom w:val="single" w:sz="4" w:space="0" w:color="auto"/>
              <w:right w:val="single" w:sz="4" w:space="0" w:color="auto"/>
            </w:tcBorders>
            <w:vAlign w:val="bottom"/>
          </w:tcPr>
          <w:p w:rsidR="0009156E" w:rsidRPr="00FE2974" w:rsidRDefault="0009156E" w:rsidP="0009433F">
            <w:pPr>
              <w:ind w:right="-57"/>
              <w:rPr>
                <w:bCs/>
              </w:rPr>
            </w:pPr>
            <w:r>
              <w:rPr>
                <w:bCs/>
              </w:rPr>
              <w:t>107845,1</w:t>
            </w:r>
          </w:p>
        </w:tc>
        <w:tc>
          <w:tcPr>
            <w:tcW w:w="1080" w:type="dxa"/>
            <w:tcBorders>
              <w:top w:val="single" w:sz="4" w:space="0" w:color="auto"/>
              <w:left w:val="nil"/>
              <w:bottom w:val="single" w:sz="4" w:space="0" w:color="auto"/>
              <w:right w:val="single" w:sz="4" w:space="0" w:color="auto"/>
            </w:tcBorders>
            <w:vAlign w:val="bottom"/>
          </w:tcPr>
          <w:p w:rsidR="0009156E" w:rsidRPr="00FE2974" w:rsidRDefault="0009156E" w:rsidP="0009433F">
            <w:pPr>
              <w:ind w:right="-57"/>
              <w:rPr>
                <w:bCs/>
              </w:rPr>
            </w:pPr>
            <w:r>
              <w:rPr>
                <w:bCs/>
              </w:rPr>
              <w:t>26640,2</w:t>
            </w:r>
          </w:p>
        </w:tc>
        <w:tc>
          <w:tcPr>
            <w:tcW w:w="1080" w:type="dxa"/>
            <w:tcBorders>
              <w:top w:val="single" w:sz="4" w:space="0" w:color="auto"/>
              <w:left w:val="nil"/>
              <w:bottom w:val="single" w:sz="4" w:space="0" w:color="auto"/>
              <w:right w:val="single" w:sz="4" w:space="0" w:color="auto"/>
            </w:tcBorders>
            <w:vAlign w:val="bottom"/>
          </w:tcPr>
          <w:p w:rsidR="0009156E" w:rsidRPr="00D912A7" w:rsidRDefault="0009156E" w:rsidP="00B53AD0">
            <w:pPr>
              <w:ind w:right="-57"/>
              <w:rPr>
                <w:bCs/>
              </w:rPr>
            </w:pPr>
            <w:r>
              <w:rPr>
                <w:bCs/>
              </w:rPr>
              <w:t>28025,6</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661251">
            <w:pPr>
              <w:ind w:right="-57"/>
              <w:rPr>
                <w:bCs/>
              </w:rPr>
            </w:pPr>
            <w:r w:rsidRPr="00661251">
              <w:rPr>
                <w:bCs/>
                <w:color w:val="0070C0"/>
              </w:rPr>
              <w:t>27838,1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B53AD0">
            <w:pPr>
              <w:ind w:right="-57"/>
              <w:rPr>
                <w:bCs/>
              </w:rPr>
            </w:pPr>
            <w:r>
              <w:rPr>
                <w:bCs/>
              </w:rPr>
              <w:t>25318,8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09433F">
            <w:pPr>
              <w:ind w:right="-57"/>
              <w:rPr>
                <w:bCs/>
              </w:rPr>
            </w:pPr>
            <w:r>
              <w:rPr>
                <w:bCs/>
              </w:rPr>
              <w:t>26842,9</w:t>
            </w:r>
          </w:p>
        </w:tc>
      </w:tr>
      <w:tr w:rsidR="0009156E" w:rsidRPr="00E95666" w:rsidTr="0009433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Default="0009156E" w:rsidP="0009433F">
            <w:pPr>
              <w:ind w:right="-57"/>
            </w:pPr>
            <w:r w:rsidRPr="004D300B">
              <w:t xml:space="preserve">исполнитель 1-МКУ </w:t>
            </w:r>
          </w:p>
          <w:p w:rsidR="0009156E" w:rsidRPr="004D300B" w:rsidRDefault="0009156E" w:rsidP="0009433F">
            <w:pPr>
              <w:ind w:right="-57"/>
            </w:pPr>
            <w:r w:rsidRPr="004D300B">
              <w:t>«ЕДДС и ХТО»</w:t>
            </w:r>
          </w:p>
        </w:tc>
        <w:tc>
          <w:tcPr>
            <w:tcW w:w="1080" w:type="dxa"/>
            <w:tcBorders>
              <w:top w:val="single" w:sz="4" w:space="0" w:color="auto"/>
              <w:left w:val="nil"/>
              <w:bottom w:val="single" w:sz="4" w:space="0" w:color="auto"/>
              <w:right w:val="single" w:sz="4" w:space="0" w:color="auto"/>
            </w:tcBorders>
            <w:vAlign w:val="bottom"/>
          </w:tcPr>
          <w:p w:rsidR="0009156E" w:rsidRPr="00527A70" w:rsidRDefault="0009156E" w:rsidP="0009433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09156E" w:rsidRPr="00527A70" w:rsidRDefault="0009156E" w:rsidP="0009433F">
            <w:pPr>
              <w:jc w:val="center"/>
            </w:pPr>
            <w:r>
              <w:t>15697,3</w:t>
            </w:r>
          </w:p>
        </w:tc>
        <w:tc>
          <w:tcPr>
            <w:tcW w:w="1080" w:type="dxa"/>
            <w:tcBorders>
              <w:top w:val="single" w:sz="4" w:space="0" w:color="auto"/>
              <w:left w:val="nil"/>
              <w:bottom w:val="single" w:sz="4" w:space="0" w:color="auto"/>
              <w:right w:val="single" w:sz="4" w:space="0" w:color="auto"/>
            </w:tcBorders>
            <w:vAlign w:val="bottom"/>
          </w:tcPr>
          <w:p w:rsidR="0009156E" w:rsidRPr="009059C8" w:rsidRDefault="0009156E" w:rsidP="0009433F">
            <w:pPr>
              <w:jc w:val="center"/>
            </w:pPr>
            <w:r>
              <w:t>19815,3</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9059C8" w:rsidRDefault="0009156E" w:rsidP="0009433F">
            <w:pPr>
              <w:ind w:left="-108"/>
            </w:pPr>
            <w:r>
              <w:t>18296,5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9059C8" w:rsidRDefault="0009156E" w:rsidP="00B53AD0">
            <w:pPr>
              <w:ind w:hanging="7"/>
            </w:pPr>
            <w:r w:rsidRPr="009059C8">
              <w:t>1</w:t>
            </w:r>
            <w:r>
              <w:t>6408,1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9059C8" w:rsidRDefault="0009156E" w:rsidP="00B53AD0">
            <w:pPr>
              <w:jc w:val="center"/>
            </w:pPr>
            <w:r w:rsidRPr="009059C8">
              <w:t>1</w:t>
            </w:r>
            <w:r>
              <w:t>6401,5</w:t>
            </w:r>
          </w:p>
        </w:tc>
      </w:tr>
      <w:tr w:rsidR="0009156E" w:rsidRPr="004D300B"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09433F">
            <w:pPr>
              <w:ind w:right="-57"/>
            </w:pPr>
            <w:r w:rsidRPr="004D300B">
              <w:t>исполнитель 2-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870E2C">
            <w:pPr>
              <w:ind w:right="-108"/>
              <w:rPr>
                <w:bCs/>
              </w:rPr>
            </w:pPr>
            <w:r>
              <w:rPr>
                <w:bCs/>
              </w:rPr>
              <w:t>5513,5</w:t>
            </w:r>
          </w:p>
        </w:tc>
        <w:tc>
          <w:tcPr>
            <w:tcW w:w="1080" w:type="dxa"/>
            <w:tcBorders>
              <w:top w:val="single" w:sz="4" w:space="0" w:color="auto"/>
              <w:left w:val="nil"/>
              <w:bottom w:val="single" w:sz="4" w:space="0" w:color="auto"/>
              <w:right w:val="single" w:sz="4" w:space="0" w:color="auto"/>
            </w:tcBorders>
          </w:tcPr>
          <w:p w:rsidR="0009156E" w:rsidRPr="004D300B" w:rsidRDefault="0009156E" w:rsidP="0009433F">
            <w:pPr>
              <w:ind w:right="-108"/>
              <w:jc w:val="right"/>
              <w:rPr>
                <w:bCs/>
              </w:rPr>
            </w:pPr>
          </w:p>
          <w:p w:rsidR="0009156E" w:rsidRPr="004D300B" w:rsidRDefault="0009156E" w:rsidP="0009433F">
            <w:pPr>
              <w:ind w:right="-108"/>
              <w:jc w:val="right"/>
              <w:rPr>
                <w:bCs/>
              </w:rPr>
            </w:pPr>
          </w:p>
          <w:p w:rsidR="0009156E" w:rsidRDefault="0009156E" w:rsidP="0009433F">
            <w:pPr>
              <w:ind w:right="-108"/>
              <w:jc w:val="right"/>
              <w:rPr>
                <w:bCs/>
              </w:rPr>
            </w:pPr>
          </w:p>
          <w:p w:rsidR="0009156E" w:rsidRPr="004D300B" w:rsidRDefault="0009156E" w:rsidP="00B53AD0">
            <w:pPr>
              <w:ind w:right="-108"/>
              <w:jc w:val="right"/>
              <w:rPr>
                <w:bCs/>
              </w:rPr>
            </w:pPr>
            <w:r>
              <w:rPr>
                <w:bCs/>
              </w:rPr>
              <w:t>5048,1</w:t>
            </w:r>
          </w:p>
        </w:tc>
        <w:tc>
          <w:tcPr>
            <w:tcW w:w="979" w:type="dxa"/>
            <w:tcBorders>
              <w:top w:val="single" w:sz="4" w:space="0" w:color="auto"/>
              <w:left w:val="nil"/>
              <w:bottom w:val="single" w:sz="4" w:space="0" w:color="auto"/>
              <w:right w:val="single" w:sz="4" w:space="0" w:color="auto"/>
            </w:tcBorders>
            <w:shd w:val="clear" w:color="auto" w:fill="FFFFFF"/>
          </w:tcPr>
          <w:p w:rsidR="0009156E" w:rsidRPr="004D300B" w:rsidRDefault="0009156E" w:rsidP="0009433F"/>
          <w:p w:rsidR="0009156E" w:rsidRPr="004D300B" w:rsidRDefault="0009156E" w:rsidP="0009433F"/>
          <w:p w:rsidR="0009156E" w:rsidRDefault="0009156E" w:rsidP="0009433F"/>
          <w:p w:rsidR="0009156E" w:rsidRPr="004D300B" w:rsidRDefault="0009156E" w:rsidP="0009433F">
            <w:r>
              <w:t>5486,3</w:t>
            </w:r>
          </w:p>
        </w:tc>
        <w:tc>
          <w:tcPr>
            <w:tcW w:w="1181" w:type="dxa"/>
            <w:tcBorders>
              <w:top w:val="single" w:sz="4" w:space="0" w:color="auto"/>
              <w:left w:val="nil"/>
              <w:bottom w:val="single" w:sz="4" w:space="0" w:color="auto"/>
              <w:right w:val="single" w:sz="4" w:space="0" w:color="auto"/>
            </w:tcBorders>
            <w:shd w:val="clear" w:color="auto" w:fill="FFFFFF"/>
          </w:tcPr>
          <w:p w:rsidR="0009156E" w:rsidRDefault="0009156E" w:rsidP="0009433F"/>
          <w:p w:rsidR="0009156E" w:rsidRDefault="0009156E" w:rsidP="0009433F"/>
          <w:p w:rsidR="0009156E" w:rsidRDefault="0009156E" w:rsidP="0009433F"/>
          <w:p w:rsidR="0009156E" w:rsidRPr="004D300B" w:rsidRDefault="0009156E" w:rsidP="00F67B56">
            <w:r>
              <w:t>3501,3</w:t>
            </w:r>
          </w:p>
        </w:tc>
        <w:tc>
          <w:tcPr>
            <w:tcW w:w="1035" w:type="dxa"/>
            <w:tcBorders>
              <w:top w:val="single" w:sz="4" w:space="0" w:color="auto"/>
              <w:left w:val="nil"/>
              <w:bottom w:val="single" w:sz="4" w:space="0" w:color="auto"/>
              <w:right w:val="single" w:sz="4" w:space="0" w:color="auto"/>
            </w:tcBorders>
            <w:shd w:val="clear" w:color="auto" w:fill="FFFFFF"/>
          </w:tcPr>
          <w:p w:rsidR="0009156E" w:rsidRDefault="0009156E" w:rsidP="0009433F"/>
          <w:p w:rsidR="0009156E" w:rsidRDefault="0009156E" w:rsidP="0009433F"/>
          <w:p w:rsidR="0009156E" w:rsidRDefault="0009156E" w:rsidP="0009433F"/>
          <w:p w:rsidR="0009156E" w:rsidRPr="004D300B" w:rsidRDefault="0009156E" w:rsidP="00F67B56">
            <w:r>
              <w:t>3501,3</w:t>
            </w:r>
          </w:p>
        </w:tc>
      </w:tr>
      <w:tr w:rsidR="0009156E" w:rsidRPr="004D300B" w:rsidTr="00FE1E58">
        <w:trPr>
          <w:trHeight w:val="1098"/>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Default="0009156E" w:rsidP="0009433F">
            <w:pPr>
              <w:ind w:right="-57"/>
            </w:pPr>
            <w:r w:rsidRPr="004D300B">
              <w:rPr>
                <w:sz w:val="22"/>
                <w:szCs w:val="22"/>
              </w:rPr>
              <w:t>исполнитель 3- Совет народных депутатов Таловского муниципального района</w:t>
            </w:r>
          </w:p>
          <w:p w:rsidR="0009156E" w:rsidRDefault="0009156E" w:rsidP="0009433F">
            <w:pPr>
              <w:ind w:right="-57"/>
            </w:pPr>
          </w:p>
          <w:p w:rsidR="0009156E" w:rsidRPr="004D300B" w:rsidRDefault="0009156E" w:rsidP="0009433F">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pPr>
              <w:ind w:right="-57"/>
              <w:rPr>
                <w:bCs/>
              </w:rPr>
            </w:pPr>
            <w:r w:rsidRPr="004D300B">
              <w:rPr>
                <w:bCs/>
              </w:rPr>
              <w:t>1</w:t>
            </w:r>
            <w:r>
              <w:rPr>
                <w:bCs/>
              </w:rPr>
              <w:t>557,0</w:t>
            </w:r>
          </w:p>
          <w:p w:rsidR="0009156E" w:rsidRPr="004D300B" w:rsidRDefault="0009156E" w:rsidP="0009433F">
            <w:pPr>
              <w:ind w:right="-57"/>
              <w:rPr>
                <w:bCs/>
              </w:rPr>
            </w:pPr>
          </w:p>
          <w:p w:rsidR="0009156E" w:rsidRPr="004D300B" w:rsidRDefault="0009156E" w:rsidP="0009433F">
            <w:pPr>
              <w:ind w:right="-57"/>
              <w:rPr>
                <w:bCs/>
              </w:rPr>
            </w:pPr>
          </w:p>
          <w:p w:rsidR="0009156E" w:rsidRPr="004D300B" w:rsidRDefault="0009156E" w:rsidP="0009433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pPr>
              <w:ind w:right="-57"/>
              <w:rPr>
                <w:bCs/>
              </w:rPr>
            </w:pPr>
            <w:r w:rsidRPr="004D300B">
              <w:rPr>
                <w:bCs/>
              </w:rPr>
              <w:t>1</w:t>
            </w:r>
            <w:r>
              <w:rPr>
                <w:bCs/>
              </w:rPr>
              <w:t>097,5</w:t>
            </w:r>
          </w:p>
          <w:p w:rsidR="0009156E" w:rsidRPr="004D300B" w:rsidRDefault="0009156E" w:rsidP="0009433F">
            <w:pPr>
              <w:ind w:right="-57"/>
              <w:rPr>
                <w:bCs/>
              </w:rPr>
            </w:pPr>
          </w:p>
          <w:p w:rsidR="0009156E" w:rsidRPr="004D300B" w:rsidRDefault="0009156E" w:rsidP="0009433F">
            <w:pPr>
              <w:ind w:right="-57"/>
              <w:rPr>
                <w:bCs/>
              </w:rPr>
            </w:pPr>
          </w:p>
          <w:p w:rsidR="0009156E" w:rsidRPr="004D300B" w:rsidRDefault="0009156E" w:rsidP="0009433F">
            <w:pPr>
              <w:ind w:right="-57"/>
              <w:rPr>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pPr>
              <w:ind w:right="-57"/>
              <w:rPr>
                <w:bCs/>
              </w:rPr>
            </w:pPr>
            <w:r w:rsidRPr="004D300B">
              <w:rPr>
                <w:bCs/>
              </w:rPr>
              <w:t>1</w:t>
            </w:r>
            <w:r>
              <w:rPr>
                <w:bCs/>
              </w:rPr>
              <w:t>136,8</w:t>
            </w:r>
          </w:p>
          <w:p w:rsidR="0009156E" w:rsidRPr="004D300B" w:rsidRDefault="0009156E" w:rsidP="0009433F">
            <w:pPr>
              <w:ind w:right="-57"/>
              <w:rPr>
                <w:bCs/>
              </w:rPr>
            </w:pPr>
          </w:p>
          <w:p w:rsidR="0009156E" w:rsidRPr="004D300B" w:rsidRDefault="0009156E" w:rsidP="0009433F">
            <w:pPr>
              <w:ind w:right="-57"/>
              <w:rPr>
                <w:bCs/>
              </w:rPr>
            </w:pPr>
          </w:p>
          <w:p w:rsidR="0009156E" w:rsidRPr="004D300B" w:rsidRDefault="0009156E" w:rsidP="0009433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09433F">
            <w:pPr>
              <w:ind w:right="-57"/>
              <w:rPr>
                <w:bCs/>
              </w:rPr>
            </w:pPr>
            <w:r w:rsidRPr="004D300B">
              <w:rPr>
                <w:bCs/>
              </w:rPr>
              <w:t>1</w:t>
            </w:r>
            <w:r>
              <w:rPr>
                <w:bCs/>
              </w:rPr>
              <w:t>105,0</w:t>
            </w:r>
          </w:p>
          <w:p w:rsidR="0009156E" w:rsidRPr="004D300B" w:rsidRDefault="0009156E" w:rsidP="0009433F">
            <w:pPr>
              <w:ind w:right="-57"/>
              <w:rPr>
                <w:bCs/>
              </w:rPr>
            </w:pPr>
          </w:p>
          <w:p w:rsidR="0009156E" w:rsidRPr="004D300B" w:rsidRDefault="0009156E"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09433F">
            <w:pPr>
              <w:ind w:right="-57"/>
              <w:rPr>
                <w:bCs/>
              </w:rPr>
            </w:pPr>
            <w:r w:rsidRPr="004D300B">
              <w:rPr>
                <w:bCs/>
              </w:rPr>
              <w:t>1</w:t>
            </w:r>
            <w:r>
              <w:rPr>
                <w:bCs/>
              </w:rPr>
              <w:t>105,0</w:t>
            </w:r>
          </w:p>
          <w:p w:rsidR="0009156E" w:rsidRPr="004D300B" w:rsidRDefault="0009156E" w:rsidP="0009433F">
            <w:pPr>
              <w:ind w:right="-57"/>
              <w:rPr>
                <w:bCs/>
              </w:rPr>
            </w:pPr>
          </w:p>
          <w:p w:rsidR="0009156E" w:rsidRPr="004D300B" w:rsidRDefault="0009156E" w:rsidP="0009433F">
            <w:pPr>
              <w:ind w:right="-57"/>
              <w:rPr>
                <w:bCs/>
              </w:rPr>
            </w:pPr>
          </w:p>
          <w:p w:rsidR="0009156E" w:rsidRPr="004D300B" w:rsidRDefault="0009156E" w:rsidP="0009433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09433F">
            <w:pPr>
              <w:ind w:right="-57"/>
              <w:rPr>
                <w:bCs/>
              </w:rPr>
            </w:pPr>
            <w:r w:rsidRPr="004D300B">
              <w:rPr>
                <w:bCs/>
              </w:rPr>
              <w:t>1</w:t>
            </w:r>
            <w:r>
              <w:rPr>
                <w:bCs/>
              </w:rPr>
              <w:t>105,0</w:t>
            </w:r>
          </w:p>
          <w:p w:rsidR="0009156E" w:rsidRPr="004D300B" w:rsidRDefault="0009156E" w:rsidP="0009433F">
            <w:pPr>
              <w:ind w:right="-57"/>
              <w:rPr>
                <w:bCs/>
              </w:rPr>
            </w:pPr>
          </w:p>
          <w:p w:rsidR="0009156E" w:rsidRPr="004D300B" w:rsidRDefault="0009156E" w:rsidP="0009433F">
            <w:pPr>
              <w:ind w:right="-57"/>
              <w:rPr>
                <w:bCs/>
              </w:rPr>
            </w:pPr>
          </w:p>
          <w:p w:rsidR="0009156E" w:rsidRPr="004D300B" w:rsidRDefault="0009156E" w:rsidP="0009433F">
            <w:pPr>
              <w:ind w:right="-57"/>
              <w:rPr>
                <w:bCs/>
              </w:rPr>
            </w:pPr>
          </w:p>
        </w:tc>
      </w:tr>
      <w:tr w:rsidR="0009156E" w:rsidRPr="004D300B" w:rsidTr="00B3559A">
        <w:trPr>
          <w:trHeight w:val="530"/>
        </w:trPr>
        <w:tc>
          <w:tcPr>
            <w:tcW w:w="256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CC47E8">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CC47E8">
            <w:pPr>
              <w:ind w:right="-57"/>
            </w:pPr>
            <w:r w:rsidRPr="004D300B">
              <w:t>9</w:t>
            </w:r>
          </w:p>
        </w:tc>
      </w:tr>
      <w:tr w:rsidR="0009156E" w:rsidRPr="004D300B" w:rsidTr="005E4F9B">
        <w:trPr>
          <w:trHeight w:val="476"/>
        </w:trPr>
        <w:tc>
          <w:tcPr>
            <w:tcW w:w="2560" w:type="dxa"/>
            <w:vMerge w:val="restart"/>
            <w:tcBorders>
              <w:top w:val="single" w:sz="4" w:space="0" w:color="auto"/>
              <w:left w:val="single" w:sz="4" w:space="0" w:color="auto"/>
              <w:right w:val="single" w:sz="4" w:space="0" w:color="auto"/>
            </w:tcBorders>
            <w:vAlign w:val="bottom"/>
          </w:tcPr>
          <w:p w:rsidR="0009156E" w:rsidRDefault="0009156E" w:rsidP="002020F3">
            <w:pPr>
              <w:ind w:right="-57"/>
              <w:rPr>
                <w:b/>
                <w:bCs/>
              </w:rPr>
            </w:pPr>
            <w:r w:rsidRPr="002020F3">
              <w:rPr>
                <w:b/>
                <w:bCs/>
              </w:rPr>
              <w:t>ПОДПРОГРАММА 1</w:t>
            </w:r>
          </w:p>
          <w:p w:rsidR="0009156E" w:rsidRDefault="0009156E" w:rsidP="002020F3">
            <w:pPr>
              <w:ind w:right="-57"/>
              <w:rPr>
                <w:b/>
                <w:bCs/>
              </w:rPr>
            </w:pPr>
          </w:p>
          <w:p w:rsidR="0009156E" w:rsidRDefault="0009156E" w:rsidP="002020F3">
            <w:pPr>
              <w:ind w:right="-57"/>
              <w:rPr>
                <w:b/>
                <w:bCs/>
              </w:rPr>
            </w:pPr>
          </w:p>
          <w:p w:rsidR="0009156E" w:rsidRDefault="0009156E" w:rsidP="002020F3">
            <w:pPr>
              <w:ind w:right="-57"/>
              <w:rPr>
                <w:b/>
                <w:bCs/>
              </w:rPr>
            </w:pPr>
          </w:p>
          <w:p w:rsidR="0009156E" w:rsidRDefault="0009156E" w:rsidP="002020F3">
            <w:pPr>
              <w:ind w:right="-57"/>
              <w:rPr>
                <w:b/>
                <w:bCs/>
              </w:rPr>
            </w:pPr>
          </w:p>
          <w:p w:rsidR="0009156E" w:rsidRDefault="0009156E" w:rsidP="002020F3">
            <w:pPr>
              <w:ind w:right="-57"/>
              <w:rPr>
                <w:b/>
                <w:bCs/>
              </w:rPr>
            </w:pPr>
          </w:p>
          <w:p w:rsidR="0009156E" w:rsidRDefault="0009156E" w:rsidP="002020F3">
            <w:pPr>
              <w:ind w:right="-57"/>
              <w:rPr>
                <w:b/>
                <w:bCs/>
              </w:rPr>
            </w:pPr>
          </w:p>
          <w:p w:rsidR="0009156E" w:rsidRPr="002020F3" w:rsidRDefault="0009156E" w:rsidP="002020F3">
            <w:pPr>
              <w:ind w:right="-57"/>
              <w:rPr>
                <w:b/>
                <w:bCs/>
              </w:rPr>
            </w:pPr>
          </w:p>
        </w:tc>
        <w:tc>
          <w:tcPr>
            <w:tcW w:w="3780" w:type="dxa"/>
            <w:vMerge w:val="restart"/>
            <w:tcBorders>
              <w:top w:val="single" w:sz="4" w:space="0" w:color="auto"/>
              <w:left w:val="single" w:sz="4" w:space="0" w:color="auto"/>
              <w:right w:val="single" w:sz="4" w:space="0" w:color="auto"/>
            </w:tcBorders>
            <w:vAlign w:val="bottom"/>
          </w:tcPr>
          <w:p w:rsidR="0009156E" w:rsidRDefault="0009156E" w:rsidP="002020F3">
            <w:pPr>
              <w:ind w:right="-57"/>
              <w:rPr>
                <w:b/>
                <w:bCs/>
              </w:rPr>
            </w:pPr>
            <w:r w:rsidRPr="002020F3">
              <w:rPr>
                <w:b/>
                <w:bCs/>
              </w:rPr>
              <w:t>«Создание условий для обеспечения муниципального управления»</w:t>
            </w:r>
          </w:p>
          <w:p w:rsidR="0009156E" w:rsidRDefault="0009156E" w:rsidP="002020F3">
            <w:pPr>
              <w:ind w:right="-57"/>
              <w:rPr>
                <w:b/>
                <w:bCs/>
              </w:rPr>
            </w:pPr>
          </w:p>
          <w:p w:rsidR="0009156E" w:rsidRDefault="0009156E" w:rsidP="002020F3">
            <w:pPr>
              <w:ind w:right="-57"/>
              <w:rPr>
                <w:b/>
                <w:bCs/>
              </w:rPr>
            </w:pPr>
          </w:p>
          <w:p w:rsidR="0009156E" w:rsidRDefault="0009156E" w:rsidP="002020F3">
            <w:pPr>
              <w:ind w:right="-57"/>
              <w:rPr>
                <w:b/>
                <w:bCs/>
              </w:rPr>
            </w:pPr>
          </w:p>
          <w:p w:rsidR="0009156E" w:rsidRDefault="0009156E" w:rsidP="002020F3">
            <w:pPr>
              <w:ind w:right="-57"/>
              <w:rPr>
                <w:b/>
                <w:bCs/>
              </w:rPr>
            </w:pPr>
          </w:p>
          <w:p w:rsidR="0009156E" w:rsidRPr="002020F3" w:rsidRDefault="0009156E" w:rsidP="002020F3">
            <w:pPr>
              <w:ind w:right="-57"/>
              <w:rPr>
                <w:b/>
                <w:bCs/>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2020F3" w:rsidRDefault="0009156E" w:rsidP="002020F3">
            <w:pPr>
              <w:ind w:right="-57"/>
              <w:rPr>
                <w:bCs/>
              </w:rPr>
            </w:pPr>
            <w:r>
              <w:rPr>
                <w:bCs/>
              </w:rPr>
              <w:t>всего</w:t>
            </w:r>
          </w:p>
        </w:tc>
        <w:tc>
          <w:tcPr>
            <w:tcW w:w="1080" w:type="dxa"/>
            <w:tcBorders>
              <w:top w:val="single" w:sz="4" w:space="0" w:color="auto"/>
              <w:left w:val="nil"/>
              <w:bottom w:val="single" w:sz="4" w:space="0" w:color="auto"/>
              <w:right w:val="single" w:sz="4" w:space="0" w:color="auto"/>
            </w:tcBorders>
            <w:vAlign w:val="bottom"/>
          </w:tcPr>
          <w:p w:rsidR="0009156E" w:rsidRPr="002020F3" w:rsidRDefault="0009156E" w:rsidP="002020F3">
            <w:pPr>
              <w:ind w:right="-57"/>
              <w:rPr>
                <w:bCs/>
              </w:rPr>
            </w:pPr>
            <w:r>
              <w:rPr>
                <w:bCs/>
              </w:rPr>
              <w:t>24062,3</w:t>
            </w:r>
          </w:p>
        </w:tc>
        <w:tc>
          <w:tcPr>
            <w:tcW w:w="1080" w:type="dxa"/>
            <w:tcBorders>
              <w:top w:val="single" w:sz="4" w:space="0" w:color="auto"/>
              <w:left w:val="nil"/>
              <w:bottom w:val="single" w:sz="4" w:space="0" w:color="auto"/>
              <w:right w:val="single" w:sz="4" w:space="0" w:color="auto"/>
            </w:tcBorders>
            <w:vAlign w:val="bottom"/>
          </w:tcPr>
          <w:p w:rsidR="0009156E" w:rsidRPr="00712AC7" w:rsidRDefault="0009156E" w:rsidP="002020F3">
            <w:pPr>
              <w:ind w:right="-57"/>
              <w:rPr>
                <w:b/>
                <w:bCs/>
              </w:rPr>
            </w:pPr>
            <w:r w:rsidRPr="00712AC7">
              <w:rPr>
                <w:b/>
                <w:bCs/>
              </w:rPr>
              <w:t>2</w:t>
            </w:r>
            <w:r>
              <w:rPr>
                <w:b/>
                <w:bCs/>
              </w:rPr>
              <w:t>3170,2</w:t>
            </w:r>
          </w:p>
        </w:tc>
        <w:tc>
          <w:tcPr>
            <w:tcW w:w="1080" w:type="dxa"/>
            <w:tcBorders>
              <w:top w:val="single" w:sz="4" w:space="0" w:color="auto"/>
              <w:left w:val="nil"/>
              <w:bottom w:val="single" w:sz="4" w:space="0" w:color="auto"/>
              <w:right w:val="single" w:sz="4" w:space="0" w:color="auto"/>
            </w:tcBorders>
            <w:vAlign w:val="bottom"/>
          </w:tcPr>
          <w:p w:rsidR="0009156E" w:rsidRPr="00D912A7" w:rsidRDefault="0009156E" w:rsidP="00B53AD0">
            <w:pPr>
              <w:ind w:right="-57"/>
              <w:rPr>
                <w:b/>
                <w:bCs/>
              </w:rPr>
            </w:pPr>
            <w:r w:rsidRPr="00D912A7">
              <w:rPr>
                <w:b/>
                <w:bCs/>
              </w:rPr>
              <w:t>2</w:t>
            </w:r>
            <w:r>
              <w:rPr>
                <w:b/>
                <w:bCs/>
              </w:rPr>
              <w:t>3932,3</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661251" w:rsidRDefault="0009156E" w:rsidP="00661251">
            <w:pPr>
              <w:ind w:right="-57"/>
              <w:rPr>
                <w:b/>
                <w:bCs/>
                <w:color w:val="004D86"/>
              </w:rPr>
            </w:pPr>
            <w:r w:rsidRPr="00661251">
              <w:rPr>
                <w:b/>
                <w:bCs/>
                <w:color w:val="004D86"/>
              </w:rPr>
              <w:t>23260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56538C">
            <w:pPr>
              <w:ind w:right="-57"/>
              <w:rPr>
                <w:b/>
                <w:bCs/>
              </w:rPr>
            </w:pPr>
            <w:r w:rsidRPr="00D912A7">
              <w:rPr>
                <w:b/>
                <w:bCs/>
              </w:rPr>
              <w:t>2</w:t>
            </w:r>
            <w:r>
              <w:rPr>
                <w:b/>
                <w:bCs/>
              </w:rPr>
              <w:t>1713</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912A7" w:rsidRDefault="0009156E" w:rsidP="0056538C">
            <w:pPr>
              <w:ind w:right="-57"/>
              <w:rPr>
                <w:b/>
                <w:bCs/>
              </w:rPr>
            </w:pPr>
            <w:r w:rsidRPr="00D912A7">
              <w:rPr>
                <w:b/>
                <w:bCs/>
              </w:rPr>
              <w:t>2</w:t>
            </w:r>
            <w:r>
              <w:rPr>
                <w:b/>
                <w:bCs/>
              </w:rPr>
              <w:t>1713</w:t>
            </w:r>
          </w:p>
        </w:tc>
      </w:tr>
      <w:tr w:rsidR="0009156E" w:rsidRPr="004D300B" w:rsidTr="005E4F9B">
        <w:trPr>
          <w:trHeight w:val="346"/>
        </w:trPr>
        <w:tc>
          <w:tcPr>
            <w:tcW w:w="2560" w:type="dxa"/>
            <w:vMerge/>
            <w:tcBorders>
              <w:left w:val="single" w:sz="4" w:space="0" w:color="auto"/>
              <w:right w:val="single" w:sz="4" w:space="0" w:color="auto"/>
            </w:tcBorders>
            <w:vAlign w:val="bottom"/>
          </w:tcPr>
          <w:p w:rsidR="0009156E" w:rsidRPr="004D300B" w:rsidRDefault="0009156E" w:rsidP="002020F3">
            <w:pPr>
              <w:ind w:right="-57"/>
            </w:pPr>
          </w:p>
        </w:tc>
        <w:tc>
          <w:tcPr>
            <w:tcW w:w="3780" w:type="dxa"/>
            <w:vMerge/>
            <w:tcBorders>
              <w:left w:val="single" w:sz="4" w:space="0" w:color="auto"/>
              <w:right w:val="single" w:sz="4" w:space="0" w:color="auto"/>
            </w:tcBorders>
            <w:vAlign w:val="bottom"/>
          </w:tcPr>
          <w:p w:rsidR="0009156E" w:rsidRPr="004D300B" w:rsidRDefault="0009156E"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712AC7" w:rsidRDefault="0009156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712AC7" w:rsidRDefault="0009156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712AC7" w:rsidRDefault="0009156E" w:rsidP="002020F3">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712AC7" w:rsidRDefault="0009156E" w:rsidP="002020F3">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712AC7" w:rsidRDefault="0009156E" w:rsidP="002020F3">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712AC7" w:rsidRDefault="0009156E" w:rsidP="002020F3">
            <w:pPr>
              <w:ind w:right="-57"/>
              <w:rPr>
                <w:b/>
                <w:bCs/>
                <w:color w:val="0000FF"/>
              </w:rPr>
            </w:pPr>
          </w:p>
        </w:tc>
      </w:tr>
      <w:tr w:rsidR="0009156E" w:rsidRPr="004D300B" w:rsidTr="0009433F">
        <w:trPr>
          <w:trHeight w:val="476"/>
        </w:trPr>
        <w:tc>
          <w:tcPr>
            <w:tcW w:w="2560" w:type="dxa"/>
            <w:vMerge/>
            <w:tcBorders>
              <w:left w:val="single" w:sz="4" w:space="0" w:color="auto"/>
              <w:right w:val="single" w:sz="4" w:space="0" w:color="auto"/>
            </w:tcBorders>
          </w:tcPr>
          <w:p w:rsidR="0009156E" w:rsidRPr="004D300B" w:rsidRDefault="0009156E" w:rsidP="002020F3">
            <w:pPr>
              <w:ind w:right="-57"/>
            </w:pPr>
          </w:p>
        </w:tc>
        <w:tc>
          <w:tcPr>
            <w:tcW w:w="3780" w:type="dxa"/>
            <w:vMerge/>
            <w:tcBorders>
              <w:left w:val="single" w:sz="4" w:space="0" w:color="auto"/>
              <w:right w:val="single" w:sz="4" w:space="0" w:color="auto"/>
            </w:tcBorders>
            <w:vAlign w:val="center"/>
          </w:tcPr>
          <w:p w:rsidR="0009156E" w:rsidRPr="004D300B" w:rsidRDefault="0009156E"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2020F3">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09156E" w:rsidRPr="00712AC7" w:rsidRDefault="0009156E" w:rsidP="002020F3">
            <w:pPr>
              <w:ind w:right="-57"/>
              <w:rPr>
                <w:bCs/>
              </w:rPr>
            </w:pPr>
            <w:r w:rsidRPr="00712AC7">
              <w:rPr>
                <w:bCs/>
              </w:rPr>
              <w:t>22505,3</w:t>
            </w:r>
          </w:p>
        </w:tc>
        <w:tc>
          <w:tcPr>
            <w:tcW w:w="1080" w:type="dxa"/>
            <w:tcBorders>
              <w:top w:val="single" w:sz="4" w:space="0" w:color="auto"/>
              <w:left w:val="nil"/>
              <w:bottom w:val="single" w:sz="4" w:space="0" w:color="auto"/>
              <w:right w:val="single" w:sz="4" w:space="0" w:color="auto"/>
            </w:tcBorders>
            <w:vAlign w:val="bottom"/>
          </w:tcPr>
          <w:p w:rsidR="0009156E" w:rsidRPr="00712AC7" w:rsidRDefault="0009156E" w:rsidP="002020F3">
            <w:pPr>
              <w:ind w:right="-57"/>
              <w:rPr>
                <w:bCs/>
              </w:rPr>
            </w:pPr>
            <w:r>
              <w:rPr>
                <w:bCs/>
              </w:rPr>
              <w:t>22072,7</w:t>
            </w:r>
          </w:p>
        </w:tc>
        <w:tc>
          <w:tcPr>
            <w:tcW w:w="1080" w:type="dxa"/>
            <w:tcBorders>
              <w:top w:val="single" w:sz="4" w:space="0" w:color="auto"/>
              <w:left w:val="nil"/>
              <w:bottom w:val="single" w:sz="4" w:space="0" w:color="auto"/>
              <w:right w:val="single" w:sz="4" w:space="0" w:color="auto"/>
            </w:tcBorders>
            <w:vAlign w:val="bottom"/>
          </w:tcPr>
          <w:p w:rsidR="0009156E" w:rsidRPr="002020F3" w:rsidRDefault="0009156E" w:rsidP="00B53AD0">
            <w:pPr>
              <w:ind w:right="-57"/>
              <w:rPr>
                <w:bCs/>
              </w:rPr>
            </w:pPr>
            <w:r>
              <w:rPr>
                <w:bCs/>
              </w:rPr>
              <w:t>22795,5</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661251" w:rsidRDefault="0009156E" w:rsidP="00661251">
            <w:pPr>
              <w:ind w:right="-57"/>
              <w:rPr>
                <w:bCs/>
                <w:color w:val="0070C0"/>
              </w:rPr>
            </w:pPr>
            <w:r w:rsidRPr="00661251">
              <w:rPr>
                <w:bCs/>
                <w:color w:val="0070C0"/>
              </w:rPr>
              <w:t>22155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56538C">
            <w:pPr>
              <w:ind w:right="-57"/>
              <w:rPr>
                <w:bCs/>
              </w:rPr>
            </w:pPr>
            <w:r>
              <w:rPr>
                <w:bCs/>
              </w:rPr>
              <w:t>20608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56538C">
            <w:pPr>
              <w:ind w:right="-57"/>
              <w:rPr>
                <w:bCs/>
              </w:rPr>
            </w:pPr>
            <w:r>
              <w:rPr>
                <w:bCs/>
              </w:rPr>
              <w:t>20608</w:t>
            </w:r>
          </w:p>
        </w:tc>
      </w:tr>
      <w:tr w:rsidR="0009156E" w:rsidRPr="004D300B" w:rsidTr="0009433F">
        <w:trPr>
          <w:trHeight w:val="754"/>
        </w:trPr>
        <w:tc>
          <w:tcPr>
            <w:tcW w:w="2560" w:type="dxa"/>
            <w:vMerge/>
            <w:tcBorders>
              <w:left w:val="single" w:sz="4" w:space="0" w:color="auto"/>
              <w:bottom w:val="single" w:sz="4" w:space="0" w:color="auto"/>
              <w:right w:val="single" w:sz="4" w:space="0" w:color="auto"/>
            </w:tcBorders>
          </w:tcPr>
          <w:p w:rsidR="0009156E" w:rsidRPr="004D300B" w:rsidRDefault="0009156E" w:rsidP="002020F3">
            <w:pPr>
              <w:ind w:right="-57"/>
            </w:pPr>
          </w:p>
        </w:tc>
        <w:tc>
          <w:tcPr>
            <w:tcW w:w="3780" w:type="dxa"/>
            <w:vMerge/>
            <w:tcBorders>
              <w:left w:val="single" w:sz="4" w:space="0" w:color="auto"/>
              <w:bottom w:val="single" w:sz="4" w:space="0" w:color="auto"/>
              <w:right w:val="single" w:sz="4" w:space="0" w:color="auto"/>
            </w:tcBorders>
            <w:vAlign w:val="center"/>
          </w:tcPr>
          <w:p w:rsidR="0009156E" w:rsidRPr="004D300B" w:rsidRDefault="0009156E"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0D1508" w:rsidRDefault="0009156E" w:rsidP="002020F3">
            <w:pPr>
              <w:ind w:right="-57"/>
            </w:pPr>
            <w:r w:rsidRPr="000D1508">
              <w:rPr>
                <w:sz w:val="22"/>
                <w:szCs w:val="22"/>
              </w:rPr>
              <w:t>Совет народных депутатов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09156E" w:rsidRPr="00712AC7" w:rsidRDefault="0009156E" w:rsidP="002020F3">
            <w:pPr>
              <w:ind w:right="-57"/>
              <w:rPr>
                <w:bCs/>
              </w:rPr>
            </w:pPr>
            <w:r w:rsidRPr="00712AC7">
              <w:rPr>
                <w:bCs/>
              </w:rPr>
              <w:t>1557,0</w:t>
            </w:r>
          </w:p>
        </w:tc>
        <w:tc>
          <w:tcPr>
            <w:tcW w:w="1080" w:type="dxa"/>
            <w:tcBorders>
              <w:top w:val="single" w:sz="4" w:space="0" w:color="auto"/>
              <w:left w:val="nil"/>
              <w:bottom w:val="single" w:sz="4" w:space="0" w:color="auto"/>
              <w:right w:val="single" w:sz="4" w:space="0" w:color="auto"/>
            </w:tcBorders>
            <w:vAlign w:val="bottom"/>
          </w:tcPr>
          <w:p w:rsidR="0009156E" w:rsidRPr="00712AC7" w:rsidRDefault="0009156E" w:rsidP="002020F3">
            <w:pPr>
              <w:ind w:right="-57"/>
              <w:rPr>
                <w:bCs/>
              </w:rPr>
            </w:pPr>
            <w:r w:rsidRPr="00712AC7">
              <w:rPr>
                <w:bCs/>
              </w:rPr>
              <w:t>1</w:t>
            </w:r>
            <w:r>
              <w:rPr>
                <w:bCs/>
              </w:rPr>
              <w:t>097,5</w:t>
            </w:r>
          </w:p>
        </w:tc>
        <w:tc>
          <w:tcPr>
            <w:tcW w:w="1080" w:type="dxa"/>
            <w:tcBorders>
              <w:top w:val="single" w:sz="4" w:space="0" w:color="auto"/>
              <w:left w:val="nil"/>
              <w:bottom w:val="single" w:sz="4" w:space="0" w:color="auto"/>
              <w:right w:val="single" w:sz="4" w:space="0" w:color="auto"/>
            </w:tcBorders>
            <w:vAlign w:val="bottom"/>
          </w:tcPr>
          <w:p w:rsidR="0009156E" w:rsidRPr="002020F3" w:rsidRDefault="0009156E" w:rsidP="00B53AD0">
            <w:pPr>
              <w:ind w:right="-57"/>
              <w:rPr>
                <w:bCs/>
              </w:rPr>
            </w:pPr>
            <w:r>
              <w:rPr>
                <w:bCs/>
              </w:rPr>
              <w:t>1136,8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B53AD0">
            <w:pPr>
              <w:ind w:right="-57"/>
              <w:rPr>
                <w:bCs/>
              </w:rPr>
            </w:pPr>
            <w:r>
              <w:rPr>
                <w:bCs/>
              </w:rPr>
              <w:t>1105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B53AD0">
            <w:pPr>
              <w:ind w:right="-57"/>
              <w:rPr>
                <w:bCs/>
              </w:rPr>
            </w:pPr>
            <w:r>
              <w:rPr>
                <w:bCs/>
              </w:rPr>
              <w:t>1105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B53AD0">
            <w:pPr>
              <w:ind w:right="-57"/>
              <w:rPr>
                <w:bCs/>
              </w:rPr>
            </w:pPr>
            <w:r>
              <w:rPr>
                <w:bCs/>
              </w:rPr>
              <w:t>1105</w:t>
            </w:r>
          </w:p>
        </w:tc>
      </w:tr>
      <w:tr w:rsidR="0009156E" w:rsidRPr="004D300B" w:rsidTr="0009433F">
        <w:trPr>
          <w:trHeight w:val="476"/>
        </w:trPr>
        <w:tc>
          <w:tcPr>
            <w:tcW w:w="2560" w:type="dxa"/>
            <w:vMerge w:val="restart"/>
            <w:tcBorders>
              <w:top w:val="single" w:sz="4" w:space="0" w:color="auto"/>
              <w:left w:val="single" w:sz="4" w:space="0" w:color="auto"/>
              <w:right w:val="single" w:sz="4" w:space="0" w:color="auto"/>
            </w:tcBorders>
          </w:tcPr>
          <w:p w:rsidR="0009156E" w:rsidRPr="004D300B" w:rsidRDefault="0009156E" w:rsidP="002020F3">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09156E" w:rsidRPr="00895671" w:rsidRDefault="0009156E" w:rsidP="002020F3">
            <w:pPr>
              <w:ind w:right="-57"/>
              <w:rPr>
                <w:sz w:val="20"/>
                <w:szCs w:val="20"/>
              </w:rPr>
            </w:pPr>
            <w:r w:rsidRPr="00895671">
              <w:rPr>
                <w:sz w:val="20"/>
                <w:szCs w:val="20"/>
              </w:rPr>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95671">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2020F3">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2020F3">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B53AD0">
            <w:pPr>
              <w:ind w:right="-57"/>
              <w:rPr>
                <w:bCs/>
              </w:rPr>
            </w:pPr>
            <w:r>
              <w:rPr>
                <w:bCs/>
              </w:rPr>
              <w:t>17588,7</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661251">
            <w:pPr>
              <w:ind w:right="-57"/>
              <w:rPr>
                <w:bCs/>
              </w:rPr>
            </w:pPr>
            <w:r w:rsidRPr="00661251">
              <w:rPr>
                <w:bCs/>
                <w:color w:val="0070C0"/>
              </w:rPr>
              <w:t>18325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B53AD0">
            <w:pPr>
              <w:ind w:right="-57"/>
              <w:rPr>
                <w:bCs/>
              </w:rPr>
            </w:pPr>
            <w:r>
              <w:rPr>
                <w:bCs/>
              </w:rPr>
              <w:t>16750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B53AD0">
            <w:pPr>
              <w:ind w:right="-57"/>
              <w:rPr>
                <w:bCs/>
              </w:rPr>
            </w:pPr>
            <w:r>
              <w:rPr>
                <w:bCs/>
              </w:rPr>
              <w:t>16750</w:t>
            </w:r>
          </w:p>
        </w:tc>
      </w:tr>
      <w:tr w:rsidR="0009156E" w:rsidRPr="004D300B" w:rsidTr="0009433F">
        <w:trPr>
          <w:trHeight w:val="476"/>
        </w:trPr>
        <w:tc>
          <w:tcPr>
            <w:tcW w:w="2560" w:type="dxa"/>
            <w:vMerge/>
            <w:tcBorders>
              <w:left w:val="single" w:sz="4" w:space="0" w:color="auto"/>
              <w:right w:val="single" w:sz="4" w:space="0" w:color="auto"/>
            </w:tcBorders>
            <w:vAlign w:val="center"/>
          </w:tcPr>
          <w:p w:rsidR="0009156E" w:rsidRPr="004D300B" w:rsidRDefault="0009156E" w:rsidP="002020F3">
            <w:pPr>
              <w:ind w:right="-57"/>
            </w:pPr>
          </w:p>
        </w:tc>
        <w:tc>
          <w:tcPr>
            <w:tcW w:w="3780" w:type="dxa"/>
            <w:vMerge/>
            <w:tcBorders>
              <w:left w:val="single" w:sz="4" w:space="0" w:color="auto"/>
              <w:right w:val="single" w:sz="4" w:space="0" w:color="auto"/>
            </w:tcBorders>
            <w:vAlign w:val="center"/>
          </w:tcPr>
          <w:p w:rsidR="0009156E" w:rsidRPr="00895671" w:rsidRDefault="0009156E" w:rsidP="002020F3">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2020F3">
            <w:pPr>
              <w:ind w:right="-57"/>
              <w:rPr>
                <w:b/>
                <w:bCs/>
              </w:rPr>
            </w:pPr>
          </w:p>
        </w:tc>
      </w:tr>
      <w:tr w:rsidR="0009156E" w:rsidRPr="004D300B" w:rsidTr="0009433F">
        <w:trPr>
          <w:trHeight w:val="1475"/>
        </w:trPr>
        <w:tc>
          <w:tcPr>
            <w:tcW w:w="2560" w:type="dxa"/>
            <w:vMerge/>
            <w:tcBorders>
              <w:left w:val="single" w:sz="4" w:space="0" w:color="auto"/>
              <w:bottom w:val="single" w:sz="4" w:space="0" w:color="auto"/>
              <w:right w:val="single" w:sz="4" w:space="0" w:color="auto"/>
            </w:tcBorders>
          </w:tcPr>
          <w:p w:rsidR="0009156E" w:rsidRPr="004D300B"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895671" w:rsidRDefault="0009156E" w:rsidP="0056538C">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17588,7</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6062BB">
            <w:pPr>
              <w:ind w:right="-57"/>
              <w:rPr>
                <w:bCs/>
              </w:rPr>
            </w:pPr>
            <w:r>
              <w:rPr>
                <w:bCs/>
              </w:rPr>
              <w:t>18325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16750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16750</w:t>
            </w:r>
          </w:p>
        </w:tc>
      </w:tr>
      <w:tr w:rsidR="0009156E" w:rsidRPr="004D300B" w:rsidTr="0009433F">
        <w:trPr>
          <w:trHeight w:val="476"/>
        </w:trPr>
        <w:tc>
          <w:tcPr>
            <w:tcW w:w="2560" w:type="dxa"/>
            <w:vMerge w:val="restart"/>
            <w:tcBorders>
              <w:top w:val="single" w:sz="4" w:space="0" w:color="auto"/>
              <w:left w:val="single" w:sz="4" w:space="0" w:color="auto"/>
              <w:right w:val="single" w:sz="4" w:space="0" w:color="auto"/>
            </w:tcBorders>
          </w:tcPr>
          <w:p w:rsidR="0009156E" w:rsidRPr="004D300B" w:rsidRDefault="0009156E" w:rsidP="0056538C">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09156E" w:rsidRPr="00895671" w:rsidRDefault="0009156E" w:rsidP="0056538C">
            <w:pPr>
              <w:ind w:right="-57"/>
              <w:rPr>
                <w:sz w:val="20"/>
                <w:szCs w:val="20"/>
              </w:rPr>
            </w:pPr>
            <w:r w:rsidRPr="00895671">
              <w:rPr>
                <w:sz w:val="20"/>
                <w:szCs w:val="20"/>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95671">
              <w:rPr>
                <w:rFonts w:eastAsia="Times New Roman"/>
                <w:sz w:val="20"/>
                <w:szCs w:val="20"/>
                <w:lang w:eastAsia="ru-RU"/>
              </w:rPr>
              <w:t>Использование современных информа-циионно-коммуникационных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09156E" w:rsidRPr="002020F3" w:rsidRDefault="0009156E" w:rsidP="0056538C">
            <w:pPr>
              <w:ind w:right="-57"/>
              <w:rPr>
                <w:bCs/>
              </w:rPr>
            </w:pPr>
            <w:r>
              <w:rPr>
                <w:bCs/>
              </w:rPr>
              <w:t>1136,8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56538C">
            <w:pPr>
              <w:ind w:right="-57"/>
              <w:rPr>
                <w:bCs/>
              </w:rPr>
            </w:pPr>
            <w:r>
              <w:rPr>
                <w:bCs/>
              </w:rPr>
              <w:t>1105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56538C">
            <w:pPr>
              <w:ind w:right="-57"/>
              <w:rPr>
                <w:bCs/>
              </w:rPr>
            </w:pPr>
            <w:r>
              <w:rPr>
                <w:bCs/>
              </w:rPr>
              <w:t>1105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56538C">
            <w:pPr>
              <w:ind w:right="-57"/>
              <w:rPr>
                <w:bCs/>
              </w:rPr>
            </w:pPr>
            <w:r>
              <w:rPr>
                <w:bCs/>
              </w:rPr>
              <w:t>1105</w:t>
            </w:r>
          </w:p>
        </w:tc>
      </w:tr>
      <w:tr w:rsidR="0009156E" w:rsidRPr="004D300B" w:rsidTr="0009433F">
        <w:trPr>
          <w:trHeight w:val="476"/>
        </w:trPr>
        <w:tc>
          <w:tcPr>
            <w:tcW w:w="2560" w:type="dxa"/>
            <w:vMerge/>
            <w:tcBorders>
              <w:left w:val="single" w:sz="4" w:space="0" w:color="auto"/>
              <w:right w:val="single" w:sz="4" w:space="0" w:color="auto"/>
            </w:tcBorders>
          </w:tcPr>
          <w:p w:rsidR="0009156E" w:rsidRPr="004D300B" w:rsidRDefault="0009156E" w:rsidP="0056538C">
            <w:pPr>
              <w:ind w:right="-57"/>
            </w:pPr>
          </w:p>
        </w:tc>
        <w:tc>
          <w:tcPr>
            <w:tcW w:w="3780" w:type="dxa"/>
            <w:vMerge/>
            <w:tcBorders>
              <w:left w:val="single" w:sz="4" w:space="0" w:color="auto"/>
              <w:right w:val="single" w:sz="4" w:space="0" w:color="auto"/>
            </w:tcBorders>
            <w:vAlign w:val="center"/>
          </w:tcPr>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r>
      <w:tr w:rsidR="0009156E" w:rsidRPr="004D300B" w:rsidTr="0009433F">
        <w:trPr>
          <w:trHeight w:val="476"/>
        </w:trPr>
        <w:tc>
          <w:tcPr>
            <w:tcW w:w="2560" w:type="dxa"/>
            <w:vMerge/>
            <w:tcBorders>
              <w:left w:val="single" w:sz="4" w:space="0" w:color="auto"/>
              <w:bottom w:val="single" w:sz="4" w:space="0" w:color="auto"/>
              <w:right w:val="single" w:sz="4" w:space="0" w:color="auto"/>
            </w:tcBorders>
          </w:tcPr>
          <w:p w:rsidR="0009156E" w:rsidRPr="004D300B"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Default="0009156E" w:rsidP="0056538C">
            <w:pPr>
              <w:ind w:right="-57"/>
            </w:pPr>
            <w:r w:rsidRPr="004D300B">
              <w:t>Совет народных депутатов Таловского муниципального района</w:t>
            </w:r>
          </w:p>
          <w:p w:rsidR="0009156E" w:rsidRPr="004D300B"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09156E" w:rsidRPr="002020F3" w:rsidRDefault="0009156E" w:rsidP="0056538C">
            <w:pPr>
              <w:ind w:right="-57"/>
              <w:rPr>
                <w:bCs/>
              </w:rPr>
            </w:pPr>
            <w:r>
              <w:rPr>
                <w:bCs/>
              </w:rPr>
              <w:t>1136,8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56538C">
            <w:pPr>
              <w:ind w:right="-57"/>
              <w:rPr>
                <w:bCs/>
              </w:rPr>
            </w:pPr>
            <w:r>
              <w:rPr>
                <w:bCs/>
              </w:rPr>
              <w:t>1105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56538C">
            <w:pPr>
              <w:ind w:right="-57"/>
              <w:rPr>
                <w:bCs/>
              </w:rPr>
            </w:pPr>
            <w:r>
              <w:rPr>
                <w:bCs/>
              </w:rPr>
              <w:t>1105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2020F3" w:rsidRDefault="0009156E" w:rsidP="0056538C">
            <w:pPr>
              <w:ind w:right="-57"/>
              <w:rPr>
                <w:bCs/>
              </w:rPr>
            </w:pPr>
            <w:r>
              <w:rPr>
                <w:bCs/>
              </w:rPr>
              <w:t>1105</w:t>
            </w:r>
          </w:p>
        </w:tc>
      </w:tr>
      <w:tr w:rsidR="0009156E" w:rsidRPr="004D300B" w:rsidTr="0009433F">
        <w:trPr>
          <w:trHeight w:val="476"/>
        </w:trPr>
        <w:tc>
          <w:tcPr>
            <w:tcW w:w="2560" w:type="dxa"/>
            <w:vMerge w:val="restart"/>
            <w:tcBorders>
              <w:top w:val="single" w:sz="4" w:space="0" w:color="auto"/>
              <w:left w:val="single" w:sz="4" w:space="0" w:color="auto"/>
              <w:right w:val="single" w:sz="4" w:space="0" w:color="auto"/>
            </w:tcBorders>
          </w:tcPr>
          <w:p w:rsidR="0009156E" w:rsidRPr="00876C8F" w:rsidRDefault="0009156E" w:rsidP="0056538C">
            <w:pPr>
              <w:ind w:right="-57"/>
              <w:rPr>
                <w:color w:val="0000FF"/>
              </w:rPr>
            </w:pPr>
            <w:r w:rsidRPr="00876C8F">
              <w:rPr>
                <w:color w:val="0000FF"/>
              </w:rPr>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09156E" w:rsidRPr="00876C8F" w:rsidRDefault="0009156E" w:rsidP="0056538C">
            <w:pPr>
              <w:ind w:right="-57"/>
              <w:rPr>
                <w:color w:val="0000FF"/>
              </w:rPr>
            </w:pPr>
            <w:r w:rsidRPr="00876C8F">
              <w:rPr>
                <w:color w:val="0000FF"/>
              </w:rPr>
              <w:t>Управление резервным фондом</w:t>
            </w:r>
          </w:p>
          <w:p w:rsidR="0009156E" w:rsidRPr="00876C8F" w:rsidRDefault="0009156E" w:rsidP="0056538C">
            <w:pPr>
              <w:ind w:right="-57"/>
              <w:rPr>
                <w:color w:val="0000FF"/>
              </w:rPr>
            </w:pPr>
          </w:p>
          <w:p w:rsidR="0009156E" w:rsidRPr="00876C8F" w:rsidRDefault="0009156E" w:rsidP="0056538C">
            <w:pPr>
              <w:ind w:right="-57"/>
              <w:rPr>
                <w:color w:val="0000FF"/>
              </w:rPr>
            </w:pPr>
          </w:p>
          <w:p w:rsidR="0009156E" w:rsidRPr="00876C8F" w:rsidRDefault="0009156E" w:rsidP="0056538C">
            <w:pPr>
              <w:ind w:right="-57"/>
              <w:rPr>
                <w:color w:val="0000FF"/>
              </w:rPr>
            </w:pPr>
          </w:p>
          <w:p w:rsidR="0009156E" w:rsidRPr="00876C8F" w:rsidRDefault="0009156E" w:rsidP="0056538C">
            <w:pPr>
              <w:ind w:right="-57"/>
              <w:rPr>
                <w:color w:val="0000FF"/>
              </w:rPr>
            </w:pPr>
          </w:p>
          <w:p w:rsidR="0009156E" w:rsidRPr="00876C8F" w:rsidRDefault="0009156E" w:rsidP="0056538C">
            <w:pPr>
              <w:ind w:right="-57"/>
              <w:rPr>
                <w:color w:val="0000FF"/>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76C8F" w:rsidRDefault="0009156E" w:rsidP="0056538C">
            <w:pPr>
              <w:ind w:right="-57"/>
              <w:rPr>
                <w:color w:val="0000FF"/>
              </w:rPr>
            </w:pPr>
            <w:r w:rsidRPr="00876C8F">
              <w:rPr>
                <w:color w:val="0000FF"/>
              </w:rPr>
              <w:t>всего</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sidRPr="00876C8F">
              <w:rPr>
                <w:bCs/>
                <w:color w:val="0000FF"/>
              </w:rPr>
              <w:t>0</w:t>
            </w:r>
          </w:p>
        </w:tc>
      </w:tr>
      <w:tr w:rsidR="0009156E" w:rsidRPr="004D300B" w:rsidTr="0009433F">
        <w:trPr>
          <w:trHeight w:val="476"/>
        </w:trPr>
        <w:tc>
          <w:tcPr>
            <w:tcW w:w="2560" w:type="dxa"/>
            <w:vMerge/>
            <w:tcBorders>
              <w:left w:val="single" w:sz="4" w:space="0" w:color="auto"/>
              <w:right w:val="single" w:sz="4" w:space="0" w:color="auto"/>
            </w:tcBorders>
          </w:tcPr>
          <w:p w:rsidR="0009156E" w:rsidRPr="00876C8F" w:rsidRDefault="0009156E" w:rsidP="0056538C">
            <w:pPr>
              <w:ind w:right="-57"/>
              <w:rPr>
                <w:color w:val="0000FF"/>
              </w:rPr>
            </w:pPr>
          </w:p>
        </w:tc>
        <w:tc>
          <w:tcPr>
            <w:tcW w:w="3780" w:type="dxa"/>
            <w:vMerge/>
            <w:tcBorders>
              <w:left w:val="single" w:sz="4" w:space="0" w:color="auto"/>
              <w:right w:val="single" w:sz="4" w:space="0" w:color="auto"/>
            </w:tcBorders>
            <w:vAlign w:val="center"/>
          </w:tcPr>
          <w:p w:rsidR="0009156E" w:rsidRPr="00876C8F" w:rsidRDefault="0009156E"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876C8F" w:rsidRDefault="0009156E" w:rsidP="0056538C">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
                <w:bCs/>
                <w:color w:val="0000FF"/>
              </w:rPr>
            </w:pPr>
          </w:p>
        </w:tc>
      </w:tr>
      <w:tr w:rsidR="0009156E" w:rsidRPr="004D300B" w:rsidTr="00CC47E8">
        <w:trPr>
          <w:trHeight w:val="476"/>
        </w:trPr>
        <w:tc>
          <w:tcPr>
            <w:tcW w:w="2560" w:type="dxa"/>
            <w:vMerge/>
            <w:tcBorders>
              <w:left w:val="single" w:sz="4" w:space="0" w:color="auto"/>
              <w:bottom w:val="single" w:sz="4" w:space="0" w:color="auto"/>
              <w:right w:val="single" w:sz="4" w:space="0" w:color="auto"/>
            </w:tcBorders>
          </w:tcPr>
          <w:p w:rsidR="0009156E" w:rsidRPr="00876C8F" w:rsidRDefault="0009156E" w:rsidP="0056538C">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09156E" w:rsidRPr="00876C8F" w:rsidRDefault="0009156E"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Default="0009156E" w:rsidP="0056538C">
            <w:pPr>
              <w:ind w:right="-57"/>
              <w:rPr>
                <w:color w:val="0000FF"/>
              </w:rPr>
            </w:pPr>
            <w:r w:rsidRPr="00876C8F">
              <w:rPr>
                <w:color w:val="0000FF"/>
              </w:rPr>
              <w:t>администрация Талов-скогомуниципального</w:t>
            </w:r>
          </w:p>
          <w:p w:rsidR="0009156E" w:rsidRDefault="0009156E" w:rsidP="0056538C">
            <w:pPr>
              <w:ind w:right="-57"/>
              <w:rPr>
                <w:color w:val="0000FF"/>
              </w:rPr>
            </w:pPr>
          </w:p>
          <w:p w:rsidR="0009156E" w:rsidRPr="00876C8F" w:rsidRDefault="0009156E" w:rsidP="0056538C">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sidRPr="00876C8F">
              <w:rPr>
                <w:bCs/>
                <w:color w:val="0000FF"/>
              </w:rPr>
              <w:t>0</w:t>
            </w:r>
          </w:p>
        </w:tc>
      </w:tr>
      <w:tr w:rsidR="0009156E" w:rsidRPr="004D300B" w:rsidTr="004955A6">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9</w:t>
            </w:r>
          </w:p>
        </w:tc>
      </w:tr>
      <w:tr w:rsidR="0009156E" w:rsidRPr="004D300B" w:rsidTr="00CC47E8">
        <w:trPr>
          <w:trHeight w:val="476"/>
        </w:trPr>
        <w:tc>
          <w:tcPr>
            <w:tcW w:w="2560" w:type="dxa"/>
            <w:vMerge w:val="restart"/>
            <w:tcBorders>
              <w:top w:val="single" w:sz="4" w:space="0" w:color="auto"/>
              <w:left w:val="single" w:sz="4" w:space="0" w:color="auto"/>
              <w:right w:val="single" w:sz="4" w:space="0" w:color="auto"/>
            </w:tcBorders>
          </w:tcPr>
          <w:p w:rsidR="0009156E" w:rsidRPr="004D300B" w:rsidRDefault="0009156E" w:rsidP="0056538C">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09156E" w:rsidRPr="004D300B" w:rsidRDefault="0009156E" w:rsidP="0056538C">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262,8</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227,0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255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255</w:t>
            </w:r>
          </w:p>
        </w:tc>
      </w:tr>
      <w:tr w:rsidR="0009156E" w:rsidRPr="004D300B" w:rsidTr="0009433F">
        <w:trPr>
          <w:trHeight w:val="476"/>
        </w:trPr>
        <w:tc>
          <w:tcPr>
            <w:tcW w:w="2560" w:type="dxa"/>
            <w:vMerge/>
            <w:tcBorders>
              <w:left w:val="single" w:sz="4" w:space="0" w:color="auto"/>
              <w:right w:val="single" w:sz="4" w:space="0" w:color="auto"/>
            </w:tcBorders>
          </w:tcPr>
          <w:p w:rsidR="0009156E" w:rsidRPr="004D300B" w:rsidRDefault="0009156E" w:rsidP="0056538C">
            <w:pPr>
              <w:ind w:right="-57"/>
            </w:pPr>
          </w:p>
        </w:tc>
        <w:tc>
          <w:tcPr>
            <w:tcW w:w="3780" w:type="dxa"/>
            <w:vMerge/>
            <w:tcBorders>
              <w:left w:val="single" w:sz="4" w:space="0" w:color="auto"/>
              <w:right w:val="single" w:sz="4" w:space="0" w:color="auto"/>
            </w:tcBorders>
            <w:vAlign w:val="center"/>
          </w:tcPr>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r>
      <w:tr w:rsidR="0009156E" w:rsidRPr="004D300B" w:rsidTr="0009433F">
        <w:trPr>
          <w:trHeight w:val="476"/>
        </w:trPr>
        <w:tc>
          <w:tcPr>
            <w:tcW w:w="2560" w:type="dxa"/>
            <w:vMerge/>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right w:val="single" w:sz="4" w:space="0" w:color="auto"/>
            </w:tcBorders>
            <w:vAlign w:val="center"/>
          </w:tcPr>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администрация Талов-скогомуниципального</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262,8</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227,0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255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255</w:t>
            </w:r>
          </w:p>
        </w:tc>
      </w:tr>
      <w:tr w:rsidR="0009156E"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09156E" w:rsidRPr="004D300B" w:rsidRDefault="0009156E" w:rsidP="0056538C">
            <w:pPr>
              <w:ind w:right="-57"/>
            </w:pPr>
            <w:r w:rsidRPr="004D300B">
              <w:t>Основное мероприятие 1.5</w:t>
            </w:r>
          </w:p>
          <w:p w:rsidR="0009156E" w:rsidRPr="004D300B" w:rsidRDefault="0009156E" w:rsidP="0056538C">
            <w:pPr>
              <w:ind w:right="-57"/>
            </w:pPr>
          </w:p>
          <w:p w:rsidR="0009156E" w:rsidRPr="004D300B" w:rsidRDefault="0009156E" w:rsidP="0056538C">
            <w:pPr>
              <w:ind w:right="-57"/>
            </w:pPr>
          </w:p>
          <w:p w:rsidR="0009156E" w:rsidRPr="004D300B" w:rsidRDefault="0009156E" w:rsidP="0056538C">
            <w:pPr>
              <w:ind w:right="-57"/>
            </w:pPr>
          </w:p>
          <w:p w:rsidR="0009156E" w:rsidRPr="004D300B" w:rsidRDefault="0009156E" w:rsidP="0056538C">
            <w:pPr>
              <w:ind w:right="-57"/>
            </w:pPr>
          </w:p>
          <w:p w:rsidR="0009156E" w:rsidRPr="004D300B" w:rsidRDefault="0009156E" w:rsidP="0056538C">
            <w:pPr>
              <w:ind w:right="-57"/>
            </w:pPr>
          </w:p>
        </w:tc>
        <w:tc>
          <w:tcPr>
            <w:tcW w:w="3780" w:type="dxa"/>
            <w:vMerge w:val="restart"/>
            <w:tcBorders>
              <w:top w:val="single" w:sz="4" w:space="0" w:color="auto"/>
              <w:left w:val="single" w:sz="4" w:space="0" w:color="auto"/>
              <w:right w:val="single" w:sz="4" w:space="0" w:color="auto"/>
            </w:tcBorders>
            <w:vAlign w:val="center"/>
          </w:tcPr>
          <w:p w:rsidR="0009156E" w:rsidRPr="004D300B" w:rsidRDefault="0009156E" w:rsidP="0056538C">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3596,8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3543,0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3543,0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3543,0</w:t>
            </w:r>
          </w:p>
        </w:tc>
      </w:tr>
      <w:tr w:rsidR="0009156E" w:rsidRPr="004D300B" w:rsidTr="0009433F">
        <w:trPr>
          <w:trHeight w:val="388"/>
        </w:trPr>
        <w:tc>
          <w:tcPr>
            <w:tcW w:w="2560" w:type="dxa"/>
            <w:vMerge/>
            <w:tcBorders>
              <w:left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right w:val="single" w:sz="4" w:space="0" w:color="auto"/>
            </w:tcBorders>
            <w:vAlign w:val="center"/>
          </w:tcPr>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r>
      <w:tr w:rsidR="0009156E" w:rsidRPr="004D300B" w:rsidTr="0009433F">
        <w:trPr>
          <w:trHeight w:val="1018"/>
        </w:trPr>
        <w:tc>
          <w:tcPr>
            <w:tcW w:w="2560" w:type="dxa"/>
            <w:vMerge/>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3596,8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3543,0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3543,0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3543,0</w:t>
            </w:r>
          </w:p>
        </w:tc>
      </w:tr>
      <w:tr w:rsidR="0009156E"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09156E" w:rsidRPr="004D300B" w:rsidRDefault="0009156E" w:rsidP="0056538C">
            <w:pPr>
              <w:ind w:right="-57"/>
            </w:pPr>
            <w:r w:rsidRPr="004D300B">
              <w:t>Основное мероприятие 1.6</w:t>
            </w:r>
          </w:p>
          <w:p w:rsidR="0009156E" w:rsidRPr="004D300B" w:rsidRDefault="0009156E" w:rsidP="0056538C">
            <w:pPr>
              <w:ind w:right="-57"/>
            </w:pPr>
          </w:p>
          <w:p w:rsidR="0009156E" w:rsidRPr="004D300B" w:rsidRDefault="0009156E" w:rsidP="0056538C">
            <w:pPr>
              <w:ind w:right="-57"/>
            </w:pPr>
          </w:p>
          <w:p w:rsidR="0009156E" w:rsidRPr="004D300B" w:rsidRDefault="0009156E" w:rsidP="0056538C">
            <w:pPr>
              <w:ind w:right="-57"/>
            </w:pPr>
          </w:p>
          <w:p w:rsidR="0009156E" w:rsidRPr="004D300B" w:rsidRDefault="0009156E" w:rsidP="0056538C">
            <w:pPr>
              <w:ind w:right="-57"/>
            </w:pPr>
          </w:p>
        </w:tc>
        <w:tc>
          <w:tcPr>
            <w:tcW w:w="3780" w:type="dxa"/>
            <w:vMerge w:val="restart"/>
            <w:tcBorders>
              <w:top w:val="single" w:sz="4" w:space="0" w:color="auto"/>
              <w:left w:val="single" w:sz="4" w:space="0" w:color="auto"/>
              <w:right w:val="single" w:sz="4" w:space="0" w:color="auto"/>
            </w:tcBorders>
            <w:vAlign w:val="center"/>
          </w:tcPr>
          <w:p w:rsidR="0009156E" w:rsidRPr="004D300B" w:rsidRDefault="0009156E" w:rsidP="0056538C">
            <w:pPr>
              <w:ind w:right="-57"/>
            </w:pPr>
            <w:r w:rsidRPr="004D300B">
              <w:t>Выплаты почетным гражданам</w:t>
            </w:r>
          </w:p>
          <w:p w:rsidR="0009156E" w:rsidRPr="004D300B" w:rsidRDefault="0009156E" w:rsidP="0056538C">
            <w:pPr>
              <w:ind w:right="-57"/>
            </w:pPr>
          </w:p>
          <w:p w:rsidR="0009156E" w:rsidRPr="004D300B" w:rsidRDefault="0009156E" w:rsidP="0056538C">
            <w:pPr>
              <w:ind w:right="-57"/>
            </w:pPr>
          </w:p>
          <w:p w:rsidR="0009156E" w:rsidRPr="004D300B" w:rsidRDefault="0009156E" w:rsidP="0056538C">
            <w:pPr>
              <w:ind w:right="-57"/>
            </w:pPr>
          </w:p>
          <w:p w:rsidR="0009156E" w:rsidRPr="004D300B" w:rsidRDefault="0009156E" w:rsidP="0056538C">
            <w:pPr>
              <w:ind w:right="-57"/>
            </w:pPr>
          </w:p>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0</w:t>
            </w:r>
          </w:p>
        </w:tc>
      </w:tr>
      <w:tr w:rsidR="0009156E" w:rsidRPr="004D300B" w:rsidTr="0009433F">
        <w:trPr>
          <w:trHeight w:val="476"/>
        </w:trPr>
        <w:tc>
          <w:tcPr>
            <w:tcW w:w="2560" w:type="dxa"/>
            <w:vMerge/>
            <w:tcBorders>
              <w:left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right w:val="single" w:sz="4" w:space="0" w:color="auto"/>
            </w:tcBorders>
            <w:vAlign w:val="center"/>
          </w:tcPr>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r>
      <w:tr w:rsidR="0009156E" w:rsidRPr="004D300B" w:rsidTr="0009433F">
        <w:trPr>
          <w:trHeight w:val="578"/>
        </w:trPr>
        <w:tc>
          <w:tcPr>
            <w:tcW w:w="2560" w:type="dxa"/>
            <w:vMerge/>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0D1508" w:rsidRDefault="0009156E" w:rsidP="0056538C">
            <w:pPr>
              <w:ind w:right="-57"/>
              <w:rPr>
                <w:sz w:val="20"/>
                <w:szCs w:val="20"/>
              </w:rPr>
            </w:pPr>
            <w:r>
              <w:rPr>
                <w:sz w:val="20"/>
                <w:szCs w:val="20"/>
              </w:rPr>
              <w:t>администрация Талов</w:t>
            </w:r>
            <w:r w:rsidRPr="000D1508">
              <w:rPr>
                <w:sz w:val="20"/>
                <w:szCs w:val="20"/>
              </w:rPr>
              <w:t>ского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Pr>
                <w:bCs/>
              </w:rPr>
              <w:t>0</w:t>
            </w:r>
          </w:p>
        </w:tc>
      </w:tr>
      <w:tr w:rsidR="0009156E" w:rsidRPr="004D300B" w:rsidTr="00774B59">
        <w:trPr>
          <w:trHeight w:val="598"/>
        </w:trPr>
        <w:tc>
          <w:tcPr>
            <w:tcW w:w="2560" w:type="dxa"/>
            <w:vMerge w:val="restart"/>
            <w:tcBorders>
              <w:top w:val="single" w:sz="4" w:space="0" w:color="auto"/>
              <w:left w:val="single" w:sz="4" w:space="0" w:color="auto"/>
              <w:right w:val="single" w:sz="4" w:space="0" w:color="auto"/>
            </w:tcBorders>
            <w:vAlign w:val="center"/>
          </w:tcPr>
          <w:p w:rsidR="0009156E" w:rsidRPr="004D300B" w:rsidRDefault="0009156E" w:rsidP="0056538C">
            <w:pPr>
              <w:ind w:right="-57"/>
            </w:pPr>
            <w:r w:rsidRPr="004D300B">
              <w:t>Основное мероприятие 1.7</w:t>
            </w:r>
          </w:p>
        </w:tc>
        <w:tc>
          <w:tcPr>
            <w:tcW w:w="3780" w:type="dxa"/>
            <w:vMerge w:val="restart"/>
            <w:tcBorders>
              <w:top w:val="single" w:sz="4" w:space="0" w:color="auto"/>
              <w:left w:val="single" w:sz="4" w:space="0" w:color="auto"/>
              <w:right w:val="single" w:sz="4" w:space="0" w:color="auto"/>
            </w:tcBorders>
            <w:vAlign w:val="center"/>
          </w:tcPr>
          <w:p w:rsidR="0009156E" w:rsidRPr="004D300B" w:rsidRDefault="0009156E" w:rsidP="0056538C">
            <w:pPr>
              <w:ind w:right="-57"/>
            </w:pPr>
            <w:r w:rsidRPr="004D300B">
              <w:rPr>
                <w:sz w:val="22"/>
                <w:szCs w:val="22"/>
              </w:rPr>
              <w:t>Обеспечение экологической безопас-ности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Всего</w:t>
            </w:r>
          </w:p>
          <w:p w:rsidR="0009156E" w:rsidRPr="004D300B"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9</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sidRPr="004D300B">
              <w:rPr>
                <w:bCs/>
              </w:rPr>
              <w:t>1</w:t>
            </w:r>
            <w:r>
              <w:rPr>
                <w:bCs/>
              </w:rPr>
              <w:t>0</w:t>
            </w:r>
          </w:p>
        </w:tc>
      </w:tr>
      <w:tr w:rsidR="0009156E" w:rsidRPr="004D300B" w:rsidTr="00774B59">
        <w:trPr>
          <w:trHeight w:val="476"/>
        </w:trPr>
        <w:tc>
          <w:tcPr>
            <w:tcW w:w="2560" w:type="dxa"/>
            <w:vMerge/>
            <w:tcBorders>
              <w:left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right w:val="single" w:sz="4" w:space="0" w:color="auto"/>
            </w:tcBorders>
            <w:vAlign w:val="center"/>
          </w:tcPr>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r>
      <w:tr w:rsidR="0009156E" w:rsidRPr="004D300B" w:rsidTr="00774B59">
        <w:trPr>
          <w:trHeight w:val="476"/>
        </w:trPr>
        <w:tc>
          <w:tcPr>
            <w:tcW w:w="2560" w:type="dxa"/>
            <w:vMerge/>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0D1508">
              <w:rPr>
                <w:sz w:val="20"/>
                <w:szCs w:val="20"/>
              </w:rPr>
              <w:t xml:space="preserve">администрация Таловского </w:t>
            </w:r>
            <w:r w:rsidRPr="004D300B">
              <w:t>муниципального</w:t>
            </w:r>
          </w:p>
          <w:p w:rsidR="0009156E" w:rsidRPr="004D300B"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Cs/>
              </w:rPr>
            </w:pPr>
            <w:r>
              <w:rPr>
                <w:bCs/>
              </w:rPr>
              <w:t>9</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Cs/>
              </w:rPr>
            </w:pPr>
            <w:r w:rsidRPr="004D300B">
              <w:rPr>
                <w:bCs/>
              </w:rPr>
              <w:t>1</w:t>
            </w:r>
            <w:r>
              <w:rPr>
                <w:bCs/>
              </w:rPr>
              <w:t>0</w:t>
            </w:r>
          </w:p>
        </w:tc>
      </w:tr>
      <w:tr w:rsidR="0009156E"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156E" w:rsidRPr="00876C8F" w:rsidRDefault="0009156E" w:rsidP="0056538C">
            <w:pPr>
              <w:ind w:right="-57"/>
              <w:rPr>
                <w:color w:val="0000FF"/>
              </w:rPr>
            </w:pPr>
            <w:r w:rsidRPr="00876C8F">
              <w:rPr>
                <w:color w:val="0000FF"/>
              </w:rPr>
              <w:t>Основное мероприятие 1.8</w:t>
            </w: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876C8F" w:rsidRDefault="0009156E" w:rsidP="0056538C">
            <w:pPr>
              <w:ind w:right="-57"/>
              <w:rPr>
                <w:color w:val="0000FF"/>
              </w:rPr>
            </w:pPr>
            <w:r w:rsidRPr="00876C8F">
              <w:rPr>
                <w:color w:val="0000FF"/>
              </w:rPr>
              <w:t>Финансовое обеспечение других обязательств государства</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876C8F" w:rsidRDefault="0009156E" w:rsidP="0056538C">
            <w:pPr>
              <w:ind w:right="-57"/>
              <w:rPr>
                <w:color w:val="0000FF"/>
              </w:rPr>
            </w:pPr>
            <w:r w:rsidRPr="00876C8F">
              <w:rPr>
                <w:color w:val="0000FF"/>
              </w:rPr>
              <w:t>Всего</w:t>
            </w:r>
          </w:p>
          <w:p w:rsidR="0009156E" w:rsidRPr="00876C8F" w:rsidRDefault="0009156E" w:rsidP="0056538C">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Pr>
                <w:bCs/>
                <w:color w:val="0000FF"/>
              </w:rPr>
              <w:t>1338,2</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Pr>
                <w:bCs/>
                <w:color w:val="0000FF"/>
              </w:rPr>
              <w:t>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Pr>
                <w:bCs/>
                <w:color w:val="0000FF"/>
              </w:rPr>
              <w:t>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Pr>
                <w:bCs/>
                <w:color w:val="0000FF"/>
              </w:rPr>
              <w:t>5</w:t>
            </w:r>
            <w:r w:rsidRPr="00876C8F">
              <w:rPr>
                <w:bCs/>
                <w:color w:val="0000FF"/>
              </w:rPr>
              <w:t>0</w:t>
            </w:r>
          </w:p>
        </w:tc>
      </w:tr>
      <w:tr w:rsidR="0009156E"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156E" w:rsidRPr="00876C8F" w:rsidRDefault="0009156E" w:rsidP="0056538C">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876C8F" w:rsidRDefault="0009156E"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876C8F" w:rsidRDefault="0009156E" w:rsidP="0056538C">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p>
        </w:tc>
      </w:tr>
      <w:tr w:rsidR="0009156E"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156E" w:rsidRPr="00876C8F" w:rsidRDefault="0009156E" w:rsidP="0056538C">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876C8F" w:rsidRDefault="0009156E"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876C8F" w:rsidRDefault="0009156E" w:rsidP="0056538C">
            <w:pPr>
              <w:ind w:right="-57"/>
              <w:rPr>
                <w:color w:val="0000FF"/>
              </w:rPr>
            </w:pPr>
            <w:r w:rsidRPr="00876C8F">
              <w:rPr>
                <w:color w:val="0000FF"/>
                <w:sz w:val="20"/>
                <w:szCs w:val="20"/>
              </w:rPr>
              <w:t xml:space="preserve">администрация Таловского </w:t>
            </w:r>
            <w:r w:rsidRPr="00876C8F">
              <w:rPr>
                <w:color w:val="0000FF"/>
              </w:rPr>
              <w:t>муниципального</w:t>
            </w:r>
          </w:p>
          <w:p w:rsidR="0009156E" w:rsidRPr="00876C8F" w:rsidRDefault="0009156E" w:rsidP="0056538C">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09156E" w:rsidRPr="00876C8F" w:rsidRDefault="0009156E" w:rsidP="0056538C">
            <w:pPr>
              <w:ind w:right="-57"/>
              <w:rPr>
                <w:bCs/>
                <w:color w:val="0000FF"/>
              </w:rPr>
            </w:pPr>
            <w:r>
              <w:rPr>
                <w:bCs/>
                <w:color w:val="0000FF"/>
              </w:rPr>
              <w:t>1338,2</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Pr>
                <w:bCs/>
                <w:color w:val="0000FF"/>
              </w:rPr>
              <w:t>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Pr>
                <w:bCs/>
                <w:color w:val="0000FF"/>
              </w:rPr>
              <w:t>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876C8F" w:rsidRDefault="0009156E" w:rsidP="0056538C">
            <w:pPr>
              <w:ind w:right="-57"/>
              <w:rPr>
                <w:bCs/>
                <w:color w:val="0000FF"/>
              </w:rPr>
            </w:pPr>
            <w:r>
              <w:rPr>
                <w:bCs/>
                <w:color w:val="0000FF"/>
              </w:rPr>
              <w:t>5</w:t>
            </w:r>
            <w:r w:rsidRPr="00876C8F">
              <w:rPr>
                <w:bCs/>
                <w:color w:val="0000FF"/>
              </w:rPr>
              <w:t>0</w:t>
            </w:r>
          </w:p>
        </w:tc>
      </w:tr>
      <w:tr w:rsidR="0009156E"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09156E" w:rsidRPr="004D300B" w:rsidTr="0067754D">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t>4</w:t>
                  </w:r>
                </w:p>
              </w:tc>
              <w:tc>
                <w:tcPr>
                  <w:tcW w:w="1080" w:type="dxa"/>
                  <w:tcBorders>
                    <w:top w:val="single" w:sz="4" w:space="0" w:color="auto"/>
                    <w:bottom w:val="single" w:sz="4" w:space="0" w:color="auto"/>
                    <w:right w:val="single" w:sz="4" w:space="0" w:color="auto"/>
                  </w:tcBorders>
                  <w:vAlign w:val="center"/>
                </w:tcPr>
                <w:p w:rsidR="0009156E" w:rsidRPr="004D300B" w:rsidRDefault="0009156E" w:rsidP="0056538C">
                  <w:pPr>
                    <w:ind w:right="-57"/>
                  </w:pPr>
                  <w:r w:rsidRPr="004D300B">
                    <w:t>5</w:t>
                  </w:r>
                </w:p>
              </w:tc>
              <w:tc>
                <w:tcPr>
                  <w:tcW w:w="1080" w:type="dxa"/>
                  <w:tcBorders>
                    <w:top w:val="single" w:sz="4" w:space="0" w:color="auto"/>
                    <w:bottom w:val="single" w:sz="4" w:space="0" w:color="auto"/>
                    <w:right w:val="single" w:sz="4" w:space="0" w:color="auto"/>
                  </w:tcBorders>
                  <w:vAlign w:val="center"/>
                </w:tcPr>
                <w:p w:rsidR="0009156E" w:rsidRPr="004D300B" w:rsidRDefault="0009156E" w:rsidP="0056538C">
                  <w:pPr>
                    <w:ind w:right="-57"/>
                  </w:pPr>
                  <w:r w:rsidRPr="004D300B">
                    <w:t>6</w:t>
                  </w:r>
                </w:p>
              </w:tc>
              <w:tc>
                <w:tcPr>
                  <w:tcW w:w="979" w:type="dxa"/>
                  <w:tcBorders>
                    <w:top w:val="single" w:sz="4" w:space="0" w:color="auto"/>
                    <w:bottom w:val="single" w:sz="4" w:space="0" w:color="auto"/>
                    <w:right w:val="single" w:sz="4" w:space="0" w:color="auto"/>
                  </w:tcBorders>
                  <w:shd w:val="clear" w:color="auto" w:fill="FFFFFF"/>
                  <w:vAlign w:val="center"/>
                </w:tcPr>
                <w:p w:rsidR="0009156E" w:rsidRPr="004D300B" w:rsidRDefault="0009156E" w:rsidP="0056538C">
                  <w:pPr>
                    <w:ind w:right="-57"/>
                  </w:pPr>
                  <w:r w:rsidRPr="004D300B">
                    <w:t>7</w:t>
                  </w:r>
                </w:p>
              </w:tc>
              <w:tc>
                <w:tcPr>
                  <w:tcW w:w="1181" w:type="dxa"/>
                  <w:tcBorders>
                    <w:top w:val="single" w:sz="4" w:space="0" w:color="auto"/>
                    <w:bottom w:val="single" w:sz="4" w:space="0" w:color="auto"/>
                    <w:right w:val="single" w:sz="4" w:space="0" w:color="auto"/>
                  </w:tcBorders>
                  <w:shd w:val="clear" w:color="auto" w:fill="FFFFFF"/>
                  <w:vAlign w:val="center"/>
                </w:tcPr>
                <w:p w:rsidR="0009156E" w:rsidRPr="004D300B" w:rsidRDefault="0009156E" w:rsidP="0056538C">
                  <w:pPr>
                    <w:ind w:right="-57"/>
                  </w:pPr>
                  <w:r w:rsidRPr="004D300B">
                    <w:t>8</w:t>
                  </w:r>
                </w:p>
              </w:tc>
              <w:tc>
                <w:tcPr>
                  <w:tcW w:w="1035" w:type="dxa"/>
                  <w:tcBorders>
                    <w:top w:val="single" w:sz="4" w:space="0" w:color="auto"/>
                    <w:bottom w:val="single" w:sz="4" w:space="0" w:color="auto"/>
                    <w:right w:val="single" w:sz="4" w:space="0" w:color="auto"/>
                  </w:tcBorders>
                  <w:shd w:val="clear" w:color="auto" w:fill="FFFFFF"/>
                  <w:vAlign w:val="center"/>
                </w:tcPr>
                <w:p w:rsidR="0009156E" w:rsidRPr="004D300B" w:rsidRDefault="0009156E" w:rsidP="0056538C">
                  <w:pPr>
                    <w:ind w:right="-57"/>
                  </w:pPr>
                  <w:r w:rsidRPr="004D300B">
                    <w:t>9</w:t>
                  </w:r>
                </w:p>
              </w:tc>
            </w:tr>
          </w:tbl>
          <w:p w:rsidR="0009156E" w:rsidRPr="004D300B" w:rsidRDefault="0009156E" w:rsidP="0056538C">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9</w:t>
            </w:r>
          </w:p>
        </w:tc>
      </w:tr>
      <w:tr w:rsidR="0009156E" w:rsidRPr="004D300B" w:rsidTr="002020F3">
        <w:trPr>
          <w:trHeight w:val="476"/>
        </w:trPr>
        <w:tc>
          <w:tcPr>
            <w:tcW w:w="2560" w:type="dxa"/>
            <w:vMerge w:val="restart"/>
            <w:tcBorders>
              <w:top w:val="single" w:sz="4" w:space="0" w:color="auto"/>
              <w:left w:val="single" w:sz="4" w:space="0" w:color="auto"/>
              <w:right w:val="single" w:sz="4" w:space="0" w:color="auto"/>
            </w:tcBorders>
          </w:tcPr>
          <w:p w:rsidR="0009156E" w:rsidRPr="004D300B" w:rsidRDefault="0009156E" w:rsidP="0056538C">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09156E" w:rsidRPr="004D300B" w:rsidRDefault="0009156E" w:rsidP="0056538C">
            <w:pPr>
              <w:jc w:val="center"/>
            </w:pPr>
            <w:r w:rsidRPr="004D300B">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344375" w:rsidRDefault="0009156E" w:rsidP="0056538C">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jc w:val="center"/>
            </w:pPr>
            <w:r>
              <w:t>15697,3</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jc w:val="center"/>
            </w:pPr>
            <w:r>
              <w:t>19815,3</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C95E38">
            <w:pPr>
              <w:ind w:left="-108"/>
            </w:pPr>
            <w:r>
              <w:t>17296,5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hanging="7"/>
            </w:pPr>
            <w:r>
              <w:t>16408,1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jc w:val="center"/>
            </w:pPr>
            <w:r>
              <w:t>16401,5</w:t>
            </w:r>
          </w:p>
        </w:tc>
      </w:tr>
      <w:tr w:rsidR="0009156E" w:rsidRPr="004D300B" w:rsidTr="0009433F">
        <w:trPr>
          <w:trHeight w:val="476"/>
        </w:trPr>
        <w:tc>
          <w:tcPr>
            <w:tcW w:w="2560" w:type="dxa"/>
            <w:vMerge/>
            <w:tcBorders>
              <w:left w:val="single" w:sz="4" w:space="0" w:color="auto"/>
              <w:right w:val="single" w:sz="4" w:space="0" w:color="auto"/>
            </w:tcBorders>
          </w:tcPr>
          <w:p w:rsidR="0009156E" w:rsidRPr="004D300B" w:rsidRDefault="0009156E" w:rsidP="0056538C">
            <w:pPr>
              <w:ind w:right="-57"/>
            </w:pPr>
          </w:p>
        </w:tc>
        <w:tc>
          <w:tcPr>
            <w:tcW w:w="3780" w:type="dxa"/>
            <w:vMerge/>
            <w:tcBorders>
              <w:left w:val="single" w:sz="4" w:space="0" w:color="auto"/>
              <w:right w:val="single" w:sz="4" w:space="0" w:color="auto"/>
            </w:tcBorders>
            <w:vAlign w:val="center"/>
          </w:tcPr>
          <w:p w:rsidR="0009156E" w:rsidRPr="004D300B" w:rsidRDefault="0009156E" w:rsidP="0056538C"/>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344375"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r>
      <w:tr w:rsidR="0009156E" w:rsidRPr="004D300B" w:rsidTr="00CC47E8">
        <w:trPr>
          <w:trHeight w:val="476"/>
        </w:trPr>
        <w:tc>
          <w:tcPr>
            <w:tcW w:w="2560" w:type="dxa"/>
            <w:vMerge/>
            <w:tcBorders>
              <w:left w:val="single" w:sz="4" w:space="0" w:color="auto"/>
              <w:bottom w:val="single" w:sz="4" w:space="0" w:color="auto"/>
              <w:right w:val="single" w:sz="4" w:space="0" w:color="auto"/>
            </w:tcBorders>
          </w:tcPr>
          <w:p w:rsidR="0009156E" w:rsidRPr="004D300B"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4D300B" w:rsidRDefault="0009156E" w:rsidP="0056538C"/>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МКУ «ЕДДС и ХТО»</w:t>
            </w:r>
          </w:p>
          <w:p w:rsidR="0009156E" w:rsidRPr="004D300B"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344375" w:rsidRDefault="0009156E" w:rsidP="0056538C">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D64DC1" w:rsidRDefault="0009156E" w:rsidP="0056538C">
            <w:pPr>
              <w:jc w:val="center"/>
            </w:pPr>
            <w:r>
              <w:t>15697,3</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jc w:val="center"/>
            </w:pPr>
            <w:r>
              <w:t>19815,3</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C95E38">
            <w:pPr>
              <w:ind w:left="-108"/>
            </w:pPr>
            <w:r>
              <w:t>17296,5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hanging="7"/>
            </w:pPr>
            <w:r>
              <w:t>16408,1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jc w:val="center"/>
            </w:pPr>
            <w:r>
              <w:t>16401,5</w:t>
            </w:r>
          </w:p>
        </w:tc>
      </w:tr>
      <w:tr w:rsidR="0009156E" w:rsidRPr="004D300B" w:rsidTr="00CC47E8">
        <w:trPr>
          <w:trHeight w:val="476"/>
        </w:trPr>
        <w:tc>
          <w:tcPr>
            <w:tcW w:w="2560" w:type="dxa"/>
            <w:vMerge w:val="restart"/>
            <w:tcBorders>
              <w:top w:val="single" w:sz="4" w:space="0" w:color="auto"/>
              <w:left w:val="single" w:sz="4" w:space="0" w:color="auto"/>
              <w:right w:val="single" w:sz="4" w:space="0" w:color="auto"/>
            </w:tcBorders>
          </w:tcPr>
          <w:p w:rsidR="0009156E" w:rsidRPr="004D300B" w:rsidRDefault="0009156E" w:rsidP="0056538C">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09156E" w:rsidRPr="004D300B" w:rsidRDefault="0009156E" w:rsidP="0056538C">
            <w:r w:rsidRPr="004D300B">
              <w:t>Обеспечение безопасности в чрезвычайных ситуациях </w:t>
            </w:r>
          </w:p>
          <w:p w:rsidR="0009156E" w:rsidRPr="004D300B" w:rsidRDefault="0009156E" w:rsidP="0056538C">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344375" w:rsidRDefault="0009156E" w:rsidP="0056538C">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jc w:val="center"/>
            </w:pPr>
            <w:r>
              <w:t>1286,1</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jc w:val="center"/>
            </w:pPr>
            <w:r>
              <w:t>2010,6</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center"/>
            </w:pPr>
            <w:r>
              <w:t>2000,1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center"/>
            </w:pPr>
            <w:r>
              <w:t>2000,1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center"/>
            </w:pPr>
            <w:r>
              <w:t>2000,1</w:t>
            </w:r>
          </w:p>
        </w:tc>
      </w:tr>
      <w:tr w:rsidR="0009156E" w:rsidRPr="004D300B" w:rsidTr="0009433F">
        <w:trPr>
          <w:trHeight w:val="476"/>
        </w:trPr>
        <w:tc>
          <w:tcPr>
            <w:tcW w:w="2560" w:type="dxa"/>
            <w:vMerge/>
            <w:tcBorders>
              <w:left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right w:val="single" w:sz="4" w:space="0" w:color="auto"/>
            </w:tcBorders>
            <w:vAlign w:val="center"/>
          </w:tcPr>
          <w:p w:rsidR="0009156E" w:rsidRPr="004D300B" w:rsidRDefault="0009156E" w:rsidP="0056538C">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344375"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r>
      <w:tr w:rsidR="0009156E" w:rsidRPr="004D300B" w:rsidTr="00CC47E8">
        <w:trPr>
          <w:trHeight w:val="324"/>
        </w:trPr>
        <w:tc>
          <w:tcPr>
            <w:tcW w:w="2560" w:type="dxa"/>
            <w:vMerge/>
            <w:tcBorders>
              <w:left w:val="single" w:sz="4" w:space="0" w:color="auto"/>
              <w:bottom w:val="single" w:sz="4" w:space="0" w:color="auto"/>
              <w:right w:val="single" w:sz="4" w:space="0" w:color="auto"/>
            </w:tcBorders>
          </w:tcPr>
          <w:p w:rsidR="0009156E" w:rsidRPr="004D300B" w:rsidRDefault="0009156E" w:rsidP="0056538C">
            <w:pPr>
              <w:ind w:right="-57"/>
            </w:pPr>
          </w:p>
        </w:tc>
        <w:tc>
          <w:tcPr>
            <w:tcW w:w="3780" w:type="dxa"/>
            <w:vMerge/>
            <w:tcBorders>
              <w:left w:val="single" w:sz="4" w:space="0" w:color="auto"/>
              <w:bottom w:val="single" w:sz="4" w:space="0" w:color="auto"/>
              <w:right w:val="single" w:sz="4" w:space="0" w:color="auto"/>
            </w:tcBorders>
          </w:tcPr>
          <w:p w:rsidR="0009156E" w:rsidRPr="004D300B" w:rsidRDefault="0009156E" w:rsidP="0056538C">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09156E" w:rsidRPr="00344375" w:rsidRDefault="0009156E" w:rsidP="0056538C">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jc w:val="center"/>
            </w:pPr>
            <w:r>
              <w:t>1286,1</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jc w:val="center"/>
            </w:pPr>
            <w:r>
              <w:t>2010,6</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center"/>
            </w:pPr>
            <w:r>
              <w:t>2000,1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center"/>
            </w:pPr>
            <w:r>
              <w:t>2000,1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center"/>
            </w:pPr>
            <w:r>
              <w:t>2000,1</w:t>
            </w:r>
          </w:p>
        </w:tc>
      </w:tr>
      <w:tr w:rsidR="0009156E" w:rsidRPr="004D300B" w:rsidTr="0009433F">
        <w:trPr>
          <w:trHeight w:val="476"/>
        </w:trPr>
        <w:tc>
          <w:tcPr>
            <w:tcW w:w="2560" w:type="dxa"/>
            <w:vMerge w:val="restart"/>
            <w:tcBorders>
              <w:top w:val="single" w:sz="4" w:space="0" w:color="auto"/>
              <w:left w:val="single" w:sz="4" w:space="0" w:color="auto"/>
              <w:right w:val="single" w:sz="4" w:space="0" w:color="auto"/>
            </w:tcBorders>
          </w:tcPr>
          <w:p w:rsidR="0009156E" w:rsidRPr="004D300B" w:rsidRDefault="0009156E" w:rsidP="0056538C">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09156E" w:rsidRPr="004D300B" w:rsidRDefault="0009156E" w:rsidP="0056538C">
            <w:r w:rsidRPr="004D300B">
              <w:t>Финансовое обеспечение других обязательств государства</w:t>
            </w:r>
          </w:p>
          <w:p w:rsidR="0009156E" w:rsidRPr="004D300B" w:rsidRDefault="0009156E" w:rsidP="0056538C"/>
          <w:p w:rsidR="0009156E" w:rsidRPr="004D300B" w:rsidRDefault="0009156E" w:rsidP="0056538C"/>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344375" w:rsidRDefault="0009156E" w:rsidP="0056538C">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jc w:val="center"/>
            </w:pPr>
            <w:r>
              <w:t>14411,2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jc w:val="center"/>
            </w:pPr>
            <w:r>
              <w:t>17804,7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38474E" w:rsidRDefault="0009156E" w:rsidP="00C95E38">
            <w:pPr>
              <w:jc w:val="center"/>
            </w:pPr>
            <w:r w:rsidRPr="0038474E">
              <w:rPr>
                <w:sz w:val="22"/>
                <w:szCs w:val="22"/>
              </w:rPr>
              <w:t>1</w:t>
            </w:r>
            <w:r>
              <w:rPr>
                <w:sz w:val="22"/>
                <w:szCs w:val="22"/>
              </w:rPr>
              <w:t>5296,4</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center"/>
            </w:pPr>
            <w:r>
              <w:t>14408,0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center"/>
            </w:pPr>
            <w:r w:rsidRPr="00D64DC1">
              <w:rPr>
                <w:sz w:val="22"/>
                <w:szCs w:val="22"/>
              </w:rPr>
              <w:t>1</w:t>
            </w:r>
            <w:r>
              <w:rPr>
                <w:sz w:val="22"/>
                <w:szCs w:val="22"/>
              </w:rPr>
              <w:t>4401,4</w:t>
            </w:r>
          </w:p>
        </w:tc>
      </w:tr>
      <w:tr w:rsidR="0009156E" w:rsidRPr="004D300B" w:rsidTr="0009433F">
        <w:trPr>
          <w:trHeight w:val="476"/>
        </w:trPr>
        <w:tc>
          <w:tcPr>
            <w:tcW w:w="2560" w:type="dxa"/>
            <w:vMerge/>
            <w:tcBorders>
              <w:left w:val="single" w:sz="4" w:space="0" w:color="auto"/>
              <w:right w:val="single" w:sz="4" w:space="0" w:color="auto"/>
            </w:tcBorders>
          </w:tcPr>
          <w:p w:rsidR="0009156E" w:rsidRPr="004D300B" w:rsidRDefault="0009156E" w:rsidP="0056538C">
            <w:pPr>
              <w:ind w:right="-57"/>
            </w:pPr>
          </w:p>
        </w:tc>
        <w:tc>
          <w:tcPr>
            <w:tcW w:w="3780" w:type="dxa"/>
            <w:vMerge/>
            <w:tcBorders>
              <w:left w:val="single" w:sz="4" w:space="0" w:color="auto"/>
              <w:right w:val="single" w:sz="4" w:space="0" w:color="auto"/>
            </w:tcBorders>
            <w:vAlign w:val="center"/>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344375"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ind w:right="-57"/>
              <w:rPr>
                <w:b/>
                <w:bCs/>
              </w:rPr>
            </w:pPr>
          </w:p>
        </w:tc>
      </w:tr>
      <w:tr w:rsidR="0009156E" w:rsidRPr="004D300B" w:rsidTr="0009433F">
        <w:trPr>
          <w:trHeight w:val="299"/>
        </w:trPr>
        <w:tc>
          <w:tcPr>
            <w:tcW w:w="2560" w:type="dxa"/>
            <w:vMerge/>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09156E" w:rsidRPr="00344375" w:rsidRDefault="0009156E" w:rsidP="0056538C">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jc w:val="center"/>
            </w:pPr>
            <w:r>
              <w:t>14411,2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6538C">
            <w:pPr>
              <w:jc w:val="center"/>
            </w:pPr>
            <w:r>
              <w:t>17804,7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38474E" w:rsidRDefault="0009156E" w:rsidP="00C95E38">
            <w:pPr>
              <w:jc w:val="center"/>
            </w:pPr>
            <w:r w:rsidRPr="0038474E">
              <w:rPr>
                <w:sz w:val="22"/>
                <w:szCs w:val="22"/>
              </w:rPr>
              <w:t>1</w:t>
            </w:r>
            <w:r>
              <w:rPr>
                <w:sz w:val="22"/>
                <w:szCs w:val="22"/>
              </w:rPr>
              <w:t>5</w:t>
            </w:r>
            <w:r w:rsidRPr="0038474E">
              <w:rPr>
                <w:sz w:val="22"/>
                <w:szCs w:val="22"/>
              </w:rPr>
              <w:t>296,4</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center"/>
            </w:pPr>
            <w:r>
              <w:t>14408,0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center"/>
            </w:pPr>
            <w:r w:rsidRPr="00D64DC1">
              <w:rPr>
                <w:sz w:val="22"/>
                <w:szCs w:val="22"/>
              </w:rPr>
              <w:t>1</w:t>
            </w:r>
            <w:r>
              <w:rPr>
                <w:sz w:val="22"/>
                <w:szCs w:val="22"/>
              </w:rPr>
              <w:t>4401,4</w:t>
            </w:r>
          </w:p>
        </w:tc>
      </w:tr>
      <w:tr w:rsidR="0009156E" w:rsidRPr="004D300B" w:rsidTr="0009433F">
        <w:trPr>
          <w:trHeight w:val="476"/>
        </w:trPr>
        <w:tc>
          <w:tcPr>
            <w:tcW w:w="2560" w:type="dxa"/>
            <w:vMerge w:val="restart"/>
            <w:tcBorders>
              <w:top w:val="single" w:sz="4" w:space="0" w:color="auto"/>
              <w:left w:val="single" w:sz="4" w:space="0" w:color="auto"/>
              <w:right w:val="single" w:sz="4" w:space="0" w:color="auto"/>
            </w:tcBorders>
          </w:tcPr>
          <w:p w:rsidR="0009156E" w:rsidRPr="004D300B" w:rsidRDefault="0009156E" w:rsidP="0056538C">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09156E" w:rsidRPr="004D300B" w:rsidRDefault="0009156E" w:rsidP="0056538C">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FA6955" w:rsidRDefault="0009156E" w:rsidP="0056538C">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09156E" w:rsidRPr="00FB41B3" w:rsidRDefault="0009156E" w:rsidP="0056538C">
            <w:pPr>
              <w:ind w:right="-108"/>
              <w:jc w:val="right"/>
              <w:rPr>
                <w:b/>
                <w:bCs/>
              </w:rPr>
            </w:pPr>
            <w:r>
              <w:rPr>
                <w:b/>
                <w:bCs/>
              </w:rPr>
              <w:t>5513,5</w:t>
            </w:r>
          </w:p>
        </w:tc>
        <w:tc>
          <w:tcPr>
            <w:tcW w:w="1080" w:type="dxa"/>
            <w:tcBorders>
              <w:top w:val="single" w:sz="4" w:space="0" w:color="auto"/>
              <w:left w:val="nil"/>
              <w:bottom w:val="single" w:sz="4" w:space="0" w:color="auto"/>
              <w:right w:val="single" w:sz="4" w:space="0" w:color="auto"/>
            </w:tcBorders>
          </w:tcPr>
          <w:p w:rsidR="0009156E" w:rsidRPr="004D300B" w:rsidRDefault="0009156E" w:rsidP="0056538C">
            <w:pPr>
              <w:ind w:right="-108"/>
              <w:jc w:val="right"/>
              <w:rPr>
                <w:b/>
                <w:bCs/>
              </w:rPr>
            </w:pPr>
          </w:p>
          <w:p w:rsidR="0009156E" w:rsidRPr="004D300B" w:rsidRDefault="0009156E" w:rsidP="0056538C">
            <w:pPr>
              <w:ind w:right="-108"/>
              <w:jc w:val="right"/>
              <w:rPr>
                <w:b/>
                <w:bCs/>
              </w:rPr>
            </w:pPr>
            <w:r>
              <w:rPr>
                <w:b/>
                <w:bCs/>
              </w:rPr>
              <w:t>5048,1</w:t>
            </w:r>
          </w:p>
        </w:tc>
        <w:tc>
          <w:tcPr>
            <w:tcW w:w="979" w:type="dxa"/>
            <w:tcBorders>
              <w:top w:val="single" w:sz="4" w:space="0" w:color="auto"/>
              <w:left w:val="nil"/>
              <w:bottom w:val="single" w:sz="4" w:space="0" w:color="auto"/>
              <w:right w:val="single" w:sz="4" w:space="0" w:color="auto"/>
            </w:tcBorders>
            <w:shd w:val="clear" w:color="auto" w:fill="FFFFFF"/>
          </w:tcPr>
          <w:p w:rsidR="0009156E" w:rsidRPr="00B86029" w:rsidRDefault="0009156E" w:rsidP="0056538C">
            <w:pPr>
              <w:jc w:val="center"/>
              <w:rPr>
                <w:b/>
              </w:rPr>
            </w:pPr>
          </w:p>
          <w:p w:rsidR="0009156E" w:rsidRPr="00B86029" w:rsidRDefault="0009156E" w:rsidP="0056538C">
            <w:pPr>
              <w:jc w:val="center"/>
              <w:rPr>
                <w:b/>
              </w:rPr>
            </w:pPr>
            <w:r>
              <w:rPr>
                <w:b/>
              </w:rPr>
              <w:t>73</w:t>
            </w:r>
            <w:r w:rsidRPr="00B86029">
              <w:rPr>
                <w:b/>
              </w:rPr>
              <w:t>86,3</w:t>
            </w:r>
          </w:p>
        </w:tc>
        <w:tc>
          <w:tcPr>
            <w:tcW w:w="1181" w:type="dxa"/>
            <w:tcBorders>
              <w:top w:val="single" w:sz="4" w:space="0" w:color="auto"/>
              <w:left w:val="nil"/>
              <w:bottom w:val="single" w:sz="4" w:space="0" w:color="auto"/>
              <w:right w:val="single" w:sz="4" w:space="0" w:color="auto"/>
            </w:tcBorders>
            <w:shd w:val="clear" w:color="auto" w:fill="FFFFFF"/>
          </w:tcPr>
          <w:p w:rsidR="0009156E" w:rsidRPr="00B86029" w:rsidRDefault="0009156E" w:rsidP="0056538C">
            <w:pPr>
              <w:jc w:val="center"/>
              <w:rPr>
                <w:b/>
              </w:rPr>
            </w:pPr>
          </w:p>
          <w:p w:rsidR="0009156E" w:rsidRPr="00B86029" w:rsidRDefault="0009156E" w:rsidP="0056538C">
            <w:pPr>
              <w:jc w:val="center"/>
              <w:rPr>
                <w:b/>
              </w:rPr>
            </w:pPr>
            <w:r w:rsidRPr="00B86029">
              <w:rPr>
                <w:b/>
              </w:rPr>
              <w:t>3501,3</w:t>
            </w:r>
          </w:p>
        </w:tc>
        <w:tc>
          <w:tcPr>
            <w:tcW w:w="1035" w:type="dxa"/>
            <w:tcBorders>
              <w:top w:val="single" w:sz="4" w:space="0" w:color="auto"/>
              <w:left w:val="nil"/>
              <w:bottom w:val="single" w:sz="4" w:space="0" w:color="auto"/>
              <w:right w:val="single" w:sz="4" w:space="0" w:color="auto"/>
            </w:tcBorders>
            <w:shd w:val="clear" w:color="auto" w:fill="FFFFFF"/>
          </w:tcPr>
          <w:p w:rsidR="0009156E" w:rsidRPr="00B86029" w:rsidRDefault="0009156E" w:rsidP="0056538C">
            <w:pPr>
              <w:jc w:val="center"/>
              <w:rPr>
                <w:b/>
              </w:rPr>
            </w:pPr>
          </w:p>
          <w:p w:rsidR="0009156E" w:rsidRPr="00B86029" w:rsidRDefault="0009156E" w:rsidP="0056538C">
            <w:pPr>
              <w:jc w:val="center"/>
              <w:rPr>
                <w:b/>
              </w:rPr>
            </w:pPr>
            <w:r w:rsidRPr="00B86029">
              <w:rPr>
                <w:b/>
              </w:rPr>
              <w:t>3501,3</w:t>
            </w:r>
          </w:p>
        </w:tc>
      </w:tr>
      <w:tr w:rsidR="0009156E" w:rsidRPr="004D300B" w:rsidTr="0009433F">
        <w:trPr>
          <w:trHeight w:val="476"/>
        </w:trPr>
        <w:tc>
          <w:tcPr>
            <w:tcW w:w="2560" w:type="dxa"/>
            <w:vMerge/>
            <w:tcBorders>
              <w:left w:val="single" w:sz="4" w:space="0" w:color="auto"/>
              <w:right w:val="single" w:sz="4" w:space="0" w:color="auto"/>
            </w:tcBorders>
            <w:vAlign w:val="center"/>
          </w:tcPr>
          <w:p w:rsidR="0009156E" w:rsidRPr="004D300B" w:rsidRDefault="0009156E" w:rsidP="0056538C"/>
        </w:tc>
        <w:tc>
          <w:tcPr>
            <w:tcW w:w="3780" w:type="dxa"/>
            <w:vMerge/>
            <w:tcBorders>
              <w:left w:val="single" w:sz="4" w:space="0" w:color="auto"/>
              <w:right w:val="single" w:sz="4" w:space="0" w:color="auto"/>
            </w:tcBorders>
            <w:vAlign w:val="center"/>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FA6955" w:rsidRDefault="0009156E" w:rsidP="0056538C">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09156E" w:rsidRPr="00FB41B3" w:rsidRDefault="0009156E" w:rsidP="0056538C">
            <w:pPr>
              <w:ind w:right="-108"/>
              <w:jc w:val="right"/>
              <w:rPr>
                <w:bCs/>
              </w:rPr>
            </w:pPr>
          </w:p>
        </w:tc>
        <w:tc>
          <w:tcPr>
            <w:tcW w:w="1080" w:type="dxa"/>
            <w:tcBorders>
              <w:top w:val="single" w:sz="4" w:space="0" w:color="auto"/>
              <w:left w:val="nil"/>
              <w:bottom w:val="single" w:sz="4" w:space="0" w:color="auto"/>
              <w:right w:val="single" w:sz="4" w:space="0" w:color="auto"/>
            </w:tcBorders>
          </w:tcPr>
          <w:p w:rsidR="0009156E" w:rsidRPr="004D300B" w:rsidRDefault="0009156E" w:rsidP="0056538C">
            <w:pPr>
              <w:ind w:right="-108"/>
            </w:pPr>
          </w:p>
        </w:tc>
        <w:tc>
          <w:tcPr>
            <w:tcW w:w="979" w:type="dxa"/>
            <w:tcBorders>
              <w:top w:val="single" w:sz="4" w:space="0" w:color="auto"/>
              <w:left w:val="nil"/>
              <w:bottom w:val="single" w:sz="4" w:space="0" w:color="auto"/>
              <w:right w:val="single" w:sz="4" w:space="0" w:color="auto"/>
            </w:tcBorders>
            <w:shd w:val="clear" w:color="auto" w:fill="FFFFFF"/>
          </w:tcPr>
          <w:p w:rsidR="0009156E" w:rsidRPr="004D300B" w:rsidRDefault="0009156E" w:rsidP="0056538C"/>
        </w:tc>
        <w:tc>
          <w:tcPr>
            <w:tcW w:w="1181" w:type="dxa"/>
            <w:tcBorders>
              <w:top w:val="single" w:sz="4" w:space="0" w:color="auto"/>
              <w:left w:val="nil"/>
              <w:bottom w:val="single" w:sz="4" w:space="0" w:color="auto"/>
              <w:right w:val="single" w:sz="4" w:space="0" w:color="auto"/>
            </w:tcBorders>
            <w:shd w:val="clear" w:color="auto" w:fill="FFFFFF"/>
          </w:tcPr>
          <w:p w:rsidR="0009156E" w:rsidRPr="004D300B" w:rsidRDefault="0009156E" w:rsidP="0056538C"/>
        </w:tc>
        <w:tc>
          <w:tcPr>
            <w:tcW w:w="1035" w:type="dxa"/>
            <w:tcBorders>
              <w:top w:val="single" w:sz="4" w:space="0" w:color="auto"/>
              <w:left w:val="nil"/>
              <w:bottom w:val="single" w:sz="4" w:space="0" w:color="auto"/>
              <w:right w:val="single" w:sz="4" w:space="0" w:color="auto"/>
            </w:tcBorders>
            <w:shd w:val="clear" w:color="auto" w:fill="FFFFFF"/>
          </w:tcPr>
          <w:p w:rsidR="0009156E" w:rsidRPr="004D300B" w:rsidRDefault="0009156E" w:rsidP="0056538C"/>
        </w:tc>
      </w:tr>
      <w:tr w:rsidR="0009156E" w:rsidRPr="004D300B" w:rsidTr="0009433F">
        <w:trPr>
          <w:trHeight w:val="165"/>
        </w:trPr>
        <w:tc>
          <w:tcPr>
            <w:tcW w:w="2560" w:type="dxa"/>
            <w:vMerge/>
            <w:tcBorders>
              <w:left w:val="single" w:sz="4" w:space="0" w:color="auto"/>
              <w:bottom w:val="single" w:sz="4" w:space="0" w:color="auto"/>
              <w:right w:val="single" w:sz="4" w:space="0" w:color="auto"/>
            </w:tcBorders>
            <w:vAlign w:val="center"/>
          </w:tcPr>
          <w:p w:rsidR="0009156E" w:rsidRPr="004D300B" w:rsidRDefault="0009156E" w:rsidP="0056538C"/>
        </w:tc>
        <w:tc>
          <w:tcPr>
            <w:tcW w:w="3780" w:type="dxa"/>
            <w:vMerge/>
            <w:tcBorders>
              <w:left w:val="single" w:sz="4" w:space="0" w:color="auto"/>
              <w:bottom w:val="single" w:sz="4" w:space="0" w:color="auto"/>
              <w:right w:val="single" w:sz="4" w:space="0" w:color="auto"/>
            </w:tcBorders>
            <w:vAlign w:val="center"/>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09156E" w:rsidRDefault="0009156E" w:rsidP="0056538C">
            <w:pPr>
              <w:ind w:left="-198" w:right="-108"/>
              <w:jc w:val="center"/>
              <w:rPr>
                <w:bCs/>
              </w:rPr>
            </w:pPr>
            <w:r w:rsidRPr="006134C8">
              <w:rPr>
                <w:bCs/>
              </w:rPr>
              <w:t>4559,0</w:t>
            </w:r>
          </w:p>
          <w:p w:rsidR="0009156E" w:rsidRDefault="0009156E" w:rsidP="0056538C">
            <w:pPr>
              <w:ind w:left="-198" w:right="-108"/>
              <w:jc w:val="center"/>
              <w:rPr>
                <w:bCs/>
              </w:rPr>
            </w:pPr>
          </w:p>
          <w:p w:rsidR="0009156E" w:rsidRDefault="0009156E" w:rsidP="0056538C">
            <w:pPr>
              <w:ind w:left="-198" w:right="-108"/>
              <w:jc w:val="center"/>
              <w:rPr>
                <w:bCs/>
              </w:rPr>
            </w:pPr>
          </w:p>
          <w:p w:rsidR="0009156E" w:rsidRPr="006134C8" w:rsidRDefault="0009156E" w:rsidP="0056538C">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09156E" w:rsidRDefault="0009156E" w:rsidP="0056538C">
            <w:pPr>
              <w:ind w:right="-108"/>
              <w:jc w:val="center"/>
              <w:rPr>
                <w:bCs/>
              </w:rPr>
            </w:pPr>
            <w:r>
              <w:rPr>
                <w:bCs/>
              </w:rPr>
              <w:t>5513,5</w:t>
            </w:r>
          </w:p>
          <w:p w:rsidR="0009156E" w:rsidRDefault="0009156E" w:rsidP="0056538C">
            <w:pPr>
              <w:ind w:right="-108"/>
              <w:jc w:val="center"/>
              <w:rPr>
                <w:bCs/>
              </w:rPr>
            </w:pPr>
          </w:p>
          <w:p w:rsidR="0009156E" w:rsidRDefault="0009156E" w:rsidP="0056538C">
            <w:pPr>
              <w:ind w:right="-108"/>
              <w:jc w:val="center"/>
              <w:rPr>
                <w:bCs/>
              </w:rPr>
            </w:pPr>
          </w:p>
          <w:p w:rsidR="0009156E" w:rsidRPr="006134C8" w:rsidRDefault="0009156E" w:rsidP="0056538C">
            <w:pPr>
              <w:ind w:right="-108"/>
              <w:jc w:val="center"/>
              <w:rPr>
                <w:bCs/>
              </w:rPr>
            </w:pPr>
          </w:p>
        </w:tc>
        <w:tc>
          <w:tcPr>
            <w:tcW w:w="1080" w:type="dxa"/>
            <w:tcBorders>
              <w:top w:val="single" w:sz="4" w:space="0" w:color="auto"/>
              <w:left w:val="nil"/>
              <w:bottom w:val="single" w:sz="4" w:space="0" w:color="auto"/>
              <w:right w:val="single" w:sz="4" w:space="0" w:color="auto"/>
            </w:tcBorders>
          </w:tcPr>
          <w:p w:rsidR="0009156E" w:rsidRPr="006134C8" w:rsidRDefault="0009156E" w:rsidP="0056538C">
            <w:pPr>
              <w:ind w:right="-108"/>
              <w:jc w:val="center"/>
              <w:rPr>
                <w:bCs/>
              </w:rPr>
            </w:pPr>
            <w:r>
              <w:rPr>
                <w:bCs/>
              </w:rPr>
              <w:t>5048,1</w:t>
            </w:r>
          </w:p>
        </w:tc>
        <w:tc>
          <w:tcPr>
            <w:tcW w:w="979" w:type="dxa"/>
            <w:tcBorders>
              <w:top w:val="single" w:sz="4" w:space="0" w:color="auto"/>
              <w:left w:val="nil"/>
              <w:bottom w:val="single" w:sz="4" w:space="0" w:color="auto"/>
              <w:right w:val="single" w:sz="4" w:space="0" w:color="auto"/>
            </w:tcBorders>
            <w:shd w:val="clear" w:color="auto" w:fill="FFFFFF"/>
          </w:tcPr>
          <w:p w:rsidR="0009156E" w:rsidRPr="006134C8" w:rsidRDefault="0009156E" w:rsidP="0056538C">
            <w:pPr>
              <w:jc w:val="center"/>
            </w:pPr>
          </w:p>
          <w:p w:rsidR="0009156E" w:rsidRPr="006134C8" w:rsidRDefault="0009156E" w:rsidP="0056538C">
            <w:pPr>
              <w:jc w:val="center"/>
            </w:pPr>
            <w:r>
              <w:t>7386,3</w:t>
            </w:r>
          </w:p>
        </w:tc>
        <w:tc>
          <w:tcPr>
            <w:tcW w:w="1181" w:type="dxa"/>
            <w:tcBorders>
              <w:top w:val="single" w:sz="4" w:space="0" w:color="auto"/>
              <w:left w:val="nil"/>
              <w:bottom w:val="single" w:sz="4" w:space="0" w:color="auto"/>
              <w:right w:val="single" w:sz="4" w:space="0" w:color="auto"/>
            </w:tcBorders>
            <w:shd w:val="clear" w:color="auto" w:fill="FFFFFF"/>
          </w:tcPr>
          <w:p w:rsidR="0009156E" w:rsidRPr="006134C8" w:rsidRDefault="0009156E" w:rsidP="0056538C">
            <w:pPr>
              <w:jc w:val="center"/>
            </w:pPr>
          </w:p>
          <w:p w:rsidR="0009156E" w:rsidRPr="006134C8" w:rsidRDefault="0009156E" w:rsidP="0056538C">
            <w:pPr>
              <w:jc w:val="center"/>
            </w:pPr>
            <w:r>
              <w:t>3501,3</w:t>
            </w:r>
          </w:p>
        </w:tc>
        <w:tc>
          <w:tcPr>
            <w:tcW w:w="1035" w:type="dxa"/>
            <w:tcBorders>
              <w:top w:val="single" w:sz="4" w:space="0" w:color="auto"/>
              <w:left w:val="nil"/>
              <w:bottom w:val="single" w:sz="4" w:space="0" w:color="auto"/>
              <w:right w:val="single" w:sz="4" w:space="0" w:color="auto"/>
            </w:tcBorders>
            <w:shd w:val="clear" w:color="auto" w:fill="FFFFFF"/>
          </w:tcPr>
          <w:p w:rsidR="0009156E" w:rsidRPr="006134C8" w:rsidRDefault="0009156E" w:rsidP="0056538C">
            <w:pPr>
              <w:jc w:val="center"/>
            </w:pPr>
          </w:p>
          <w:p w:rsidR="0009156E" w:rsidRPr="006134C8" w:rsidRDefault="0009156E" w:rsidP="0056538C">
            <w:pPr>
              <w:jc w:val="center"/>
            </w:pPr>
            <w:r w:rsidRPr="006134C8">
              <w:t>3</w:t>
            </w:r>
            <w:r>
              <w:t>501,3</w:t>
            </w:r>
          </w:p>
        </w:tc>
      </w:tr>
      <w:tr w:rsidR="0009156E" w:rsidRPr="004D300B" w:rsidTr="0009433F">
        <w:trPr>
          <w:trHeight w:val="476"/>
        </w:trPr>
        <w:tc>
          <w:tcPr>
            <w:tcW w:w="2560" w:type="dxa"/>
            <w:vMerge w:val="restart"/>
            <w:tcBorders>
              <w:top w:val="single" w:sz="4" w:space="0" w:color="auto"/>
              <w:left w:val="single" w:sz="4" w:space="0" w:color="auto"/>
              <w:right w:val="single" w:sz="4" w:space="0" w:color="auto"/>
            </w:tcBorders>
          </w:tcPr>
          <w:p w:rsidR="0009156E" w:rsidRPr="004D300B" w:rsidRDefault="0009156E" w:rsidP="0056538C">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09156E" w:rsidRPr="004D300B" w:rsidRDefault="0009156E" w:rsidP="0056538C">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jc w:val="right"/>
            </w:pPr>
            <w:r>
              <w:t>61,8</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jc w:val="right"/>
            </w:pPr>
            <w:r>
              <w:t>30</w:t>
            </w:r>
          </w:p>
        </w:tc>
        <w:tc>
          <w:tcPr>
            <w:tcW w:w="1080" w:type="dxa"/>
            <w:tcBorders>
              <w:top w:val="single" w:sz="4" w:space="0" w:color="auto"/>
              <w:left w:val="nil"/>
              <w:bottom w:val="single" w:sz="4" w:space="0" w:color="auto"/>
              <w:right w:val="single" w:sz="4" w:space="0" w:color="auto"/>
            </w:tcBorders>
            <w:vAlign w:val="center"/>
          </w:tcPr>
          <w:p w:rsidR="0009156E" w:rsidRPr="00BD6C1D" w:rsidRDefault="0009156E" w:rsidP="0056538C">
            <w:pPr>
              <w:jc w:val="right"/>
              <w:rPr>
                <w:color w:val="0000FF"/>
              </w:rPr>
            </w:pPr>
            <w:r w:rsidRPr="00BD6C1D">
              <w:rPr>
                <w:color w:val="0000FF"/>
              </w:rPr>
              <w:t>1</w:t>
            </w:r>
            <w:r>
              <w:rPr>
                <w:color w:val="0000FF"/>
              </w:rPr>
              <w:t>43,5</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144</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170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170</w:t>
            </w:r>
          </w:p>
        </w:tc>
      </w:tr>
      <w:tr w:rsidR="0009156E" w:rsidRPr="004D300B" w:rsidTr="0009433F">
        <w:trPr>
          <w:trHeight w:val="476"/>
        </w:trPr>
        <w:tc>
          <w:tcPr>
            <w:tcW w:w="2560" w:type="dxa"/>
            <w:vMerge/>
            <w:tcBorders>
              <w:left w:val="single" w:sz="4" w:space="0" w:color="auto"/>
              <w:right w:val="single" w:sz="4" w:space="0" w:color="auto"/>
            </w:tcBorders>
          </w:tcPr>
          <w:p w:rsidR="0009156E" w:rsidRPr="004D300B" w:rsidRDefault="0009156E" w:rsidP="0056538C"/>
        </w:tc>
        <w:tc>
          <w:tcPr>
            <w:tcW w:w="3780" w:type="dxa"/>
            <w:vMerge/>
            <w:tcBorders>
              <w:left w:val="single" w:sz="4" w:space="0" w:color="auto"/>
              <w:right w:val="single" w:sz="4" w:space="0" w:color="auto"/>
            </w:tcBorders>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jc w:val="right"/>
            </w:pP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jc w:val="right"/>
            </w:pP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r>
      <w:tr w:rsidR="0009156E" w:rsidRPr="004D300B" w:rsidTr="00876C8F">
        <w:trPr>
          <w:trHeight w:val="476"/>
        </w:trPr>
        <w:tc>
          <w:tcPr>
            <w:tcW w:w="2560" w:type="dxa"/>
            <w:vMerge/>
            <w:tcBorders>
              <w:left w:val="single" w:sz="4" w:space="0" w:color="auto"/>
              <w:bottom w:val="single" w:sz="4" w:space="0" w:color="auto"/>
              <w:right w:val="single" w:sz="4" w:space="0" w:color="auto"/>
            </w:tcBorders>
          </w:tcPr>
          <w:p w:rsidR="0009156E" w:rsidRPr="004D300B" w:rsidRDefault="0009156E" w:rsidP="0056538C"/>
        </w:tc>
        <w:tc>
          <w:tcPr>
            <w:tcW w:w="3780" w:type="dxa"/>
            <w:vMerge/>
            <w:tcBorders>
              <w:left w:val="single" w:sz="4" w:space="0" w:color="auto"/>
              <w:bottom w:val="single" w:sz="4" w:space="0" w:color="auto"/>
              <w:right w:val="single" w:sz="4" w:space="0" w:color="auto"/>
            </w:tcBorders>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Default="0009156E" w:rsidP="0056538C">
            <w:r w:rsidRPr="004D300B">
              <w:t xml:space="preserve"> «Отдел по управлению муниципальным имуществом»</w:t>
            </w:r>
          </w:p>
          <w:p w:rsidR="0009156E" w:rsidRDefault="0009156E" w:rsidP="0056538C"/>
          <w:p w:rsidR="0009156E" w:rsidRDefault="0009156E" w:rsidP="0056538C"/>
          <w:p w:rsidR="0009156E" w:rsidRPr="004D300B" w:rsidRDefault="0009156E" w:rsidP="0056538C"/>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jc w:val="right"/>
            </w:pPr>
            <w:r>
              <w:t>61,8</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jc w:val="right"/>
            </w:pPr>
            <w:r>
              <w:t>30</w:t>
            </w:r>
          </w:p>
        </w:tc>
        <w:tc>
          <w:tcPr>
            <w:tcW w:w="1080" w:type="dxa"/>
            <w:tcBorders>
              <w:top w:val="single" w:sz="4" w:space="0" w:color="auto"/>
              <w:left w:val="nil"/>
              <w:bottom w:val="single" w:sz="4" w:space="0" w:color="auto"/>
              <w:right w:val="single" w:sz="4" w:space="0" w:color="auto"/>
            </w:tcBorders>
            <w:vAlign w:val="center"/>
          </w:tcPr>
          <w:p w:rsidR="0009156E" w:rsidRPr="00BD6C1D" w:rsidRDefault="0009156E" w:rsidP="0056538C">
            <w:pPr>
              <w:jc w:val="right"/>
              <w:rPr>
                <w:color w:val="0000FF"/>
              </w:rPr>
            </w:pPr>
            <w:r w:rsidRPr="00BD6C1D">
              <w:rPr>
                <w:color w:val="0000FF"/>
              </w:rPr>
              <w:t>1</w:t>
            </w:r>
            <w:r>
              <w:rPr>
                <w:color w:val="0000FF"/>
              </w:rPr>
              <w:t>43,5</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144</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170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Default="0009156E" w:rsidP="0056538C">
            <w:pPr>
              <w:jc w:val="right"/>
            </w:pPr>
            <w:r>
              <w:t>170</w:t>
            </w:r>
          </w:p>
          <w:p w:rsidR="0009156E" w:rsidRDefault="0009156E" w:rsidP="0056538C">
            <w:pPr>
              <w:jc w:val="right"/>
            </w:pPr>
          </w:p>
          <w:p w:rsidR="0009156E" w:rsidRPr="004D300B" w:rsidRDefault="0009156E" w:rsidP="0056538C">
            <w:pPr>
              <w:jc w:val="right"/>
            </w:pPr>
          </w:p>
        </w:tc>
      </w:tr>
      <w:tr w:rsidR="0009156E" w:rsidRPr="004D300B" w:rsidTr="00876C8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6538C">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9</w:t>
            </w:r>
          </w:p>
        </w:tc>
      </w:tr>
      <w:tr w:rsidR="0009156E" w:rsidRPr="004D300B" w:rsidTr="00876C8F">
        <w:trPr>
          <w:trHeight w:val="476"/>
        </w:trPr>
        <w:tc>
          <w:tcPr>
            <w:tcW w:w="2560" w:type="dxa"/>
            <w:vMerge w:val="restart"/>
            <w:tcBorders>
              <w:top w:val="single" w:sz="4" w:space="0" w:color="auto"/>
              <w:left w:val="single" w:sz="4" w:space="0" w:color="auto"/>
              <w:bottom w:val="single" w:sz="4" w:space="0" w:color="auto"/>
              <w:right w:val="single" w:sz="4" w:space="0" w:color="auto"/>
            </w:tcBorders>
          </w:tcPr>
          <w:p w:rsidR="0009156E" w:rsidRDefault="0009156E" w:rsidP="0056538C">
            <w:r w:rsidRPr="004D300B">
              <w:t>Основное мероприятие 3.2</w:t>
            </w:r>
          </w:p>
          <w:p w:rsidR="0009156E" w:rsidRDefault="0009156E" w:rsidP="0056538C"/>
          <w:p w:rsidR="0009156E" w:rsidRDefault="0009156E" w:rsidP="0056538C"/>
          <w:p w:rsidR="0009156E" w:rsidRDefault="0009156E" w:rsidP="0056538C"/>
          <w:p w:rsidR="0009156E" w:rsidRPr="004D300B" w:rsidRDefault="0009156E" w:rsidP="0056538C"/>
        </w:tc>
        <w:tc>
          <w:tcPr>
            <w:tcW w:w="3780" w:type="dxa"/>
            <w:vMerge w:val="restart"/>
            <w:tcBorders>
              <w:top w:val="single" w:sz="4" w:space="0" w:color="auto"/>
              <w:left w:val="single" w:sz="4" w:space="0" w:color="auto"/>
              <w:right w:val="single" w:sz="4" w:space="0" w:color="auto"/>
            </w:tcBorders>
          </w:tcPr>
          <w:p w:rsidR="0009156E" w:rsidRPr="00AE770D" w:rsidRDefault="0009156E" w:rsidP="0056538C">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t>2</w:t>
            </w:r>
            <w:r w:rsidRPr="00D83085">
              <w:t>2</w:t>
            </w:r>
            <w:r>
              <w:t>89,8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4220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32</w:t>
            </w:r>
            <w:r w:rsidRPr="004D300B">
              <w:t>0</w:t>
            </w:r>
          </w:p>
        </w:tc>
      </w:tr>
      <w:tr w:rsidR="0009156E"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09156E" w:rsidRPr="004D300B" w:rsidRDefault="0009156E" w:rsidP="0056538C"/>
        </w:tc>
        <w:tc>
          <w:tcPr>
            <w:tcW w:w="3780" w:type="dxa"/>
            <w:vMerge/>
            <w:tcBorders>
              <w:left w:val="single" w:sz="4" w:space="0" w:color="auto"/>
              <w:right w:val="single" w:sz="4" w:space="0" w:color="auto"/>
            </w:tcBorders>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r>
      <w:tr w:rsidR="0009156E"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09156E" w:rsidRPr="004D300B" w:rsidRDefault="0009156E" w:rsidP="0056538C"/>
        </w:tc>
        <w:tc>
          <w:tcPr>
            <w:tcW w:w="3780" w:type="dxa"/>
            <w:vMerge/>
            <w:tcBorders>
              <w:left w:val="single" w:sz="4" w:space="0" w:color="auto"/>
              <w:bottom w:val="single" w:sz="4" w:space="0" w:color="auto"/>
              <w:right w:val="single" w:sz="4" w:space="0" w:color="auto"/>
            </w:tcBorders>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Default="0009156E" w:rsidP="0056538C">
            <w:r w:rsidRPr="004D300B">
              <w:t xml:space="preserve"> «Отдел по управлению </w:t>
            </w:r>
          </w:p>
          <w:p w:rsidR="0009156E" w:rsidRPr="004D300B" w:rsidRDefault="0009156E" w:rsidP="0056538C">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t>2</w:t>
            </w:r>
            <w:r w:rsidRPr="00D83085">
              <w:t>2</w:t>
            </w:r>
            <w:r>
              <w:t>89,8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4220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32</w:t>
            </w:r>
            <w:r w:rsidRPr="004D300B">
              <w:t>0</w:t>
            </w:r>
          </w:p>
        </w:tc>
      </w:tr>
      <w:tr w:rsidR="0009156E" w:rsidRPr="004D300B" w:rsidTr="00AE770D">
        <w:trPr>
          <w:trHeight w:val="697"/>
        </w:trPr>
        <w:tc>
          <w:tcPr>
            <w:tcW w:w="2560" w:type="dxa"/>
            <w:tcBorders>
              <w:top w:val="single" w:sz="4" w:space="0" w:color="auto"/>
              <w:left w:val="single" w:sz="4" w:space="0" w:color="auto"/>
              <w:bottom w:val="single" w:sz="4" w:space="0" w:color="auto"/>
              <w:right w:val="single" w:sz="4" w:space="0" w:color="auto"/>
            </w:tcBorders>
          </w:tcPr>
          <w:p w:rsidR="0009156E" w:rsidRPr="004D300B" w:rsidRDefault="0009156E" w:rsidP="0056538C">
            <w:r w:rsidRPr="004D300B">
              <w:t>Основное мероприятие 3.2</w:t>
            </w:r>
            <w:r>
              <w:t>.1</w:t>
            </w:r>
          </w:p>
        </w:tc>
        <w:tc>
          <w:tcPr>
            <w:tcW w:w="3780" w:type="dxa"/>
            <w:tcBorders>
              <w:left w:val="single" w:sz="4" w:space="0" w:color="auto"/>
              <w:bottom w:val="single" w:sz="4" w:space="0" w:color="auto"/>
              <w:right w:val="single" w:sz="4" w:space="0" w:color="auto"/>
            </w:tcBorders>
          </w:tcPr>
          <w:p w:rsidR="0009156E" w:rsidRPr="004D300B" w:rsidRDefault="0009156E" w:rsidP="0056538C">
            <w:r w:rsidRPr="004D300B">
              <w:t>Содержание имущества и проведение ремонтных работ</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t>409,8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1920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32</w:t>
            </w:r>
            <w:r w:rsidRPr="004D300B">
              <w:t>0</w:t>
            </w:r>
          </w:p>
        </w:tc>
      </w:tr>
      <w:tr w:rsidR="0009156E" w:rsidRPr="004D300B" w:rsidTr="00AE770D">
        <w:trPr>
          <w:trHeight w:val="340"/>
        </w:trPr>
        <w:tc>
          <w:tcPr>
            <w:tcW w:w="2560" w:type="dxa"/>
            <w:tcBorders>
              <w:top w:val="single" w:sz="4" w:space="0" w:color="auto"/>
              <w:left w:val="single" w:sz="4" w:space="0" w:color="auto"/>
              <w:bottom w:val="single" w:sz="4" w:space="0" w:color="auto"/>
              <w:right w:val="single" w:sz="4" w:space="0" w:color="auto"/>
            </w:tcBorders>
          </w:tcPr>
          <w:p w:rsidR="0009156E" w:rsidRPr="004D300B" w:rsidRDefault="0009156E" w:rsidP="0056538C"/>
        </w:tc>
        <w:tc>
          <w:tcPr>
            <w:tcW w:w="3780" w:type="dxa"/>
            <w:tcBorders>
              <w:left w:val="single" w:sz="4" w:space="0" w:color="auto"/>
              <w:bottom w:val="single" w:sz="4" w:space="0" w:color="auto"/>
              <w:right w:val="single" w:sz="4" w:space="0" w:color="auto"/>
            </w:tcBorders>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r>
      <w:tr w:rsidR="0009156E"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09156E" w:rsidRPr="004D300B" w:rsidRDefault="0009156E" w:rsidP="0056538C"/>
        </w:tc>
        <w:tc>
          <w:tcPr>
            <w:tcW w:w="3780" w:type="dxa"/>
            <w:tcBorders>
              <w:left w:val="single" w:sz="4" w:space="0" w:color="auto"/>
              <w:bottom w:val="single" w:sz="4" w:space="0" w:color="auto"/>
              <w:right w:val="single" w:sz="4" w:space="0" w:color="auto"/>
            </w:tcBorders>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Default="0009156E" w:rsidP="0056538C">
            <w:r w:rsidRPr="004D300B">
              <w:t xml:space="preserve"> «Отдел по управлению </w:t>
            </w:r>
          </w:p>
          <w:p w:rsidR="0009156E" w:rsidRPr="004D300B" w:rsidRDefault="0009156E" w:rsidP="0056538C">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t>409,8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1920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32</w:t>
            </w:r>
            <w:r w:rsidRPr="004D300B">
              <w:t>0</w:t>
            </w:r>
          </w:p>
        </w:tc>
      </w:tr>
      <w:tr w:rsidR="0009156E"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09156E" w:rsidRPr="004D300B" w:rsidRDefault="0009156E" w:rsidP="0056538C">
            <w:r w:rsidRPr="004D300B">
              <w:t>Основное мероприятие 3.2</w:t>
            </w:r>
            <w:r>
              <w:t>.2</w:t>
            </w:r>
          </w:p>
        </w:tc>
        <w:tc>
          <w:tcPr>
            <w:tcW w:w="3780" w:type="dxa"/>
            <w:tcBorders>
              <w:left w:val="single" w:sz="4" w:space="0" w:color="auto"/>
              <w:bottom w:val="single" w:sz="4" w:space="0" w:color="auto"/>
              <w:right w:val="single" w:sz="4" w:space="0" w:color="auto"/>
            </w:tcBorders>
          </w:tcPr>
          <w:p w:rsidR="0009156E" w:rsidRPr="004D300B" w:rsidRDefault="0009156E" w:rsidP="0056538C">
            <w:r>
              <w:t>Приобретение жилья для муниципальных нужд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t>1880</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230</w:t>
            </w: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rsidRPr="004D300B">
              <w:t>0</w:t>
            </w:r>
          </w:p>
        </w:tc>
      </w:tr>
      <w:tr w:rsidR="0009156E"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09156E" w:rsidRPr="004D300B" w:rsidRDefault="0009156E" w:rsidP="0056538C"/>
        </w:tc>
        <w:tc>
          <w:tcPr>
            <w:tcW w:w="3780" w:type="dxa"/>
            <w:tcBorders>
              <w:left w:val="single" w:sz="4" w:space="0" w:color="auto"/>
              <w:bottom w:val="single" w:sz="4" w:space="0" w:color="auto"/>
              <w:right w:val="single" w:sz="4" w:space="0" w:color="auto"/>
            </w:tcBorders>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r>
      <w:tr w:rsidR="0009156E"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09156E" w:rsidRPr="004D300B" w:rsidRDefault="0009156E" w:rsidP="0056538C"/>
        </w:tc>
        <w:tc>
          <w:tcPr>
            <w:tcW w:w="3780" w:type="dxa"/>
            <w:tcBorders>
              <w:left w:val="single" w:sz="4" w:space="0" w:color="auto"/>
              <w:bottom w:val="single" w:sz="4" w:space="0" w:color="auto"/>
              <w:right w:val="single" w:sz="4" w:space="0" w:color="auto"/>
            </w:tcBorders>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Default="0009156E" w:rsidP="0056538C">
            <w:r w:rsidRPr="004D300B">
              <w:t xml:space="preserve"> «Отдел по управлению </w:t>
            </w:r>
          </w:p>
          <w:p w:rsidR="0009156E" w:rsidRPr="004D300B" w:rsidRDefault="0009156E" w:rsidP="0056538C">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09156E" w:rsidRPr="00D83085" w:rsidRDefault="0009156E" w:rsidP="0056538C">
            <w:pPr>
              <w:jc w:val="right"/>
            </w:pPr>
            <w:r>
              <w:t>1880</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230</w:t>
            </w: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rsidRPr="004D300B">
              <w:t>0</w:t>
            </w:r>
          </w:p>
        </w:tc>
      </w:tr>
      <w:tr w:rsidR="0009156E" w:rsidRPr="004D300B" w:rsidTr="00870E2C">
        <w:trPr>
          <w:trHeight w:val="476"/>
        </w:trPr>
        <w:tc>
          <w:tcPr>
            <w:tcW w:w="2560" w:type="dxa"/>
            <w:vMerge w:val="restart"/>
            <w:tcBorders>
              <w:top w:val="single" w:sz="4" w:space="0" w:color="auto"/>
              <w:left w:val="single" w:sz="4" w:space="0" w:color="auto"/>
              <w:right w:val="single" w:sz="4" w:space="0" w:color="auto"/>
            </w:tcBorders>
          </w:tcPr>
          <w:p w:rsidR="0009156E" w:rsidRPr="004D300B" w:rsidRDefault="0009156E" w:rsidP="0056538C">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09156E" w:rsidRPr="004D300B" w:rsidRDefault="0009156E" w:rsidP="0056538C">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97,0</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39</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200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100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100</w:t>
            </w:r>
          </w:p>
        </w:tc>
      </w:tr>
      <w:tr w:rsidR="0009156E" w:rsidRPr="004D300B" w:rsidTr="0009433F">
        <w:trPr>
          <w:trHeight w:val="476"/>
        </w:trPr>
        <w:tc>
          <w:tcPr>
            <w:tcW w:w="2560" w:type="dxa"/>
            <w:vMerge/>
            <w:tcBorders>
              <w:left w:val="single" w:sz="4" w:space="0" w:color="auto"/>
              <w:right w:val="single" w:sz="4" w:space="0" w:color="auto"/>
            </w:tcBorders>
          </w:tcPr>
          <w:p w:rsidR="0009156E" w:rsidRPr="004D300B" w:rsidRDefault="0009156E" w:rsidP="0056538C"/>
        </w:tc>
        <w:tc>
          <w:tcPr>
            <w:tcW w:w="3780" w:type="dxa"/>
            <w:vMerge/>
            <w:tcBorders>
              <w:left w:val="single" w:sz="4" w:space="0" w:color="auto"/>
              <w:right w:val="single" w:sz="4" w:space="0" w:color="auto"/>
            </w:tcBorders>
          </w:tcPr>
          <w:p w:rsidR="0009156E" w:rsidRPr="004D300B" w:rsidRDefault="0009156E"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p>
        </w:tc>
      </w:tr>
      <w:tr w:rsidR="0009156E" w:rsidRPr="004D300B" w:rsidTr="0009433F">
        <w:trPr>
          <w:trHeight w:val="176"/>
        </w:trPr>
        <w:tc>
          <w:tcPr>
            <w:tcW w:w="2560" w:type="dxa"/>
            <w:vMerge/>
            <w:tcBorders>
              <w:left w:val="single" w:sz="4" w:space="0" w:color="auto"/>
              <w:bottom w:val="single" w:sz="4" w:space="0" w:color="auto"/>
              <w:right w:val="single" w:sz="4" w:space="0" w:color="auto"/>
            </w:tcBorders>
          </w:tcPr>
          <w:p w:rsidR="0009156E" w:rsidRPr="004D300B" w:rsidRDefault="0009156E" w:rsidP="0056538C"/>
        </w:tc>
        <w:tc>
          <w:tcPr>
            <w:tcW w:w="3780" w:type="dxa"/>
            <w:vMerge/>
            <w:tcBorders>
              <w:left w:val="single" w:sz="4" w:space="0" w:color="auto"/>
              <w:bottom w:val="single" w:sz="4" w:space="0" w:color="auto"/>
              <w:right w:val="single" w:sz="4" w:space="0" w:color="auto"/>
            </w:tcBorders>
          </w:tcPr>
          <w:p w:rsidR="0009156E" w:rsidRPr="004D300B" w:rsidRDefault="0009156E"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97,0</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jc w:val="right"/>
            </w:pPr>
            <w:r>
              <w:t>39</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200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100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jc w:val="right"/>
            </w:pPr>
            <w:r>
              <w:t>100</w:t>
            </w:r>
          </w:p>
        </w:tc>
      </w:tr>
      <w:tr w:rsidR="0009156E" w:rsidRPr="004D300B" w:rsidTr="0009433F">
        <w:trPr>
          <w:trHeight w:val="252"/>
        </w:trPr>
        <w:tc>
          <w:tcPr>
            <w:tcW w:w="2560" w:type="dxa"/>
            <w:vMerge w:val="restart"/>
            <w:tcBorders>
              <w:top w:val="single" w:sz="4" w:space="0" w:color="auto"/>
              <w:left w:val="single" w:sz="4" w:space="0" w:color="auto"/>
              <w:right w:val="single" w:sz="4" w:space="0" w:color="auto"/>
            </w:tcBorders>
          </w:tcPr>
          <w:p w:rsidR="0009156E" w:rsidRPr="004D300B" w:rsidRDefault="0009156E" w:rsidP="0056538C">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09156E" w:rsidRPr="004D300B" w:rsidRDefault="0009156E" w:rsidP="0056538C">
            <w:pPr>
              <w:pStyle w:val="a4"/>
              <w:ind w:left="71" w:right="85"/>
              <w:jc w:val="both"/>
              <w:rPr>
                <w:rStyle w:val="1a"/>
                <w:b w:val="0"/>
              </w:rPr>
            </w:pPr>
            <w:r w:rsidRPr="004D300B">
              <w:rPr>
                <w:rStyle w:val="1a"/>
                <w:b w:val="0"/>
              </w:rPr>
              <w:t>Публикация информационных сообщений</w:t>
            </w:r>
          </w:p>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Всего</w:t>
            </w:r>
          </w:p>
          <w:p w:rsidR="0009156E" w:rsidRPr="004D300B" w:rsidRDefault="0009156E" w:rsidP="0056538C"/>
        </w:tc>
        <w:tc>
          <w:tcPr>
            <w:tcW w:w="1080" w:type="dxa"/>
            <w:tcBorders>
              <w:top w:val="single" w:sz="4" w:space="0" w:color="auto"/>
              <w:left w:val="nil"/>
              <w:bottom w:val="single" w:sz="4" w:space="0" w:color="auto"/>
              <w:right w:val="single" w:sz="4" w:space="0" w:color="auto"/>
            </w:tcBorders>
            <w:vAlign w:val="bottom"/>
          </w:tcPr>
          <w:p w:rsidR="0009156E" w:rsidRPr="00FA6955" w:rsidRDefault="0009156E" w:rsidP="0056538C">
            <w:pPr>
              <w:jc w:val="right"/>
            </w:pPr>
            <w:r>
              <w:t>149,5</w:t>
            </w:r>
          </w:p>
          <w:p w:rsidR="0009156E" w:rsidRPr="00FA6955" w:rsidRDefault="0009156E" w:rsidP="0056538C">
            <w:pPr>
              <w:jc w:val="right"/>
            </w:pPr>
          </w:p>
        </w:tc>
        <w:tc>
          <w:tcPr>
            <w:tcW w:w="1080" w:type="dxa"/>
            <w:tcBorders>
              <w:top w:val="single" w:sz="4" w:space="0" w:color="auto"/>
              <w:left w:val="nil"/>
              <w:bottom w:val="single" w:sz="4" w:space="0" w:color="auto"/>
              <w:right w:val="single" w:sz="4" w:space="0" w:color="auto"/>
            </w:tcBorders>
            <w:vAlign w:val="bottom"/>
          </w:tcPr>
          <w:p w:rsidR="0009156E" w:rsidRPr="00FA6955" w:rsidRDefault="0009156E" w:rsidP="0056538C">
            <w:pPr>
              <w:jc w:val="right"/>
            </w:pPr>
            <w:r>
              <w:t>39,9</w:t>
            </w:r>
          </w:p>
          <w:p w:rsidR="0009156E" w:rsidRPr="00FA6955" w:rsidRDefault="0009156E" w:rsidP="0056538C">
            <w:pPr>
              <w:jc w:val="right"/>
            </w:pPr>
            <w:r w:rsidRPr="00FA6955">
              <w:t> </w:t>
            </w:r>
          </w:p>
        </w:tc>
        <w:tc>
          <w:tcPr>
            <w:tcW w:w="1080" w:type="dxa"/>
            <w:tcBorders>
              <w:top w:val="single" w:sz="4" w:space="0" w:color="auto"/>
              <w:left w:val="nil"/>
              <w:bottom w:val="single" w:sz="4" w:space="0" w:color="auto"/>
              <w:right w:val="single" w:sz="4" w:space="0" w:color="auto"/>
            </w:tcBorders>
          </w:tcPr>
          <w:p w:rsidR="0009156E" w:rsidRPr="00FA6955" w:rsidRDefault="0009156E" w:rsidP="0056538C">
            <w:pPr>
              <w:jc w:val="right"/>
            </w:pPr>
            <w: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right"/>
            </w:pPr>
            <w:r>
              <w:t>30</w:t>
            </w:r>
          </w:p>
          <w:p w:rsidR="0009156E" w:rsidRPr="004D300B" w:rsidRDefault="0009156E"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right"/>
            </w:pPr>
            <w:r>
              <w:t>30</w:t>
            </w:r>
          </w:p>
          <w:p w:rsidR="0009156E" w:rsidRPr="004D300B" w:rsidRDefault="0009156E"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right"/>
            </w:pPr>
            <w:r>
              <w:t>30</w:t>
            </w:r>
          </w:p>
          <w:p w:rsidR="0009156E" w:rsidRPr="004D300B" w:rsidRDefault="0009156E" w:rsidP="0056538C">
            <w:pPr>
              <w:jc w:val="right"/>
            </w:pPr>
          </w:p>
        </w:tc>
      </w:tr>
      <w:tr w:rsidR="0009156E" w:rsidRPr="004D300B" w:rsidTr="0009433F">
        <w:trPr>
          <w:trHeight w:val="476"/>
        </w:trPr>
        <w:tc>
          <w:tcPr>
            <w:tcW w:w="2560" w:type="dxa"/>
            <w:vMerge/>
            <w:tcBorders>
              <w:left w:val="single" w:sz="4" w:space="0" w:color="auto"/>
              <w:right w:val="single" w:sz="4" w:space="0" w:color="auto"/>
            </w:tcBorders>
          </w:tcPr>
          <w:p w:rsidR="0009156E" w:rsidRPr="004D300B" w:rsidRDefault="0009156E" w:rsidP="0056538C"/>
        </w:tc>
        <w:tc>
          <w:tcPr>
            <w:tcW w:w="3780" w:type="dxa"/>
            <w:vMerge/>
            <w:tcBorders>
              <w:left w:val="single" w:sz="4" w:space="0" w:color="auto"/>
              <w:right w:val="single" w:sz="4" w:space="0" w:color="auto"/>
            </w:tcBorders>
          </w:tcPr>
          <w:p w:rsidR="0009156E" w:rsidRPr="004D300B" w:rsidRDefault="0009156E"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FA6955" w:rsidRDefault="0009156E" w:rsidP="0056538C">
            <w:pPr>
              <w:jc w:val="right"/>
            </w:pPr>
          </w:p>
        </w:tc>
        <w:tc>
          <w:tcPr>
            <w:tcW w:w="1080" w:type="dxa"/>
            <w:tcBorders>
              <w:top w:val="single" w:sz="4" w:space="0" w:color="auto"/>
              <w:left w:val="nil"/>
              <w:bottom w:val="single" w:sz="4" w:space="0" w:color="auto"/>
              <w:right w:val="single" w:sz="4" w:space="0" w:color="auto"/>
            </w:tcBorders>
            <w:vAlign w:val="bottom"/>
          </w:tcPr>
          <w:p w:rsidR="0009156E" w:rsidRPr="00FA6955" w:rsidRDefault="0009156E" w:rsidP="0056538C">
            <w:pPr>
              <w:jc w:val="right"/>
            </w:pPr>
          </w:p>
        </w:tc>
        <w:tc>
          <w:tcPr>
            <w:tcW w:w="1080" w:type="dxa"/>
            <w:tcBorders>
              <w:top w:val="single" w:sz="4" w:space="0" w:color="auto"/>
              <w:left w:val="nil"/>
              <w:bottom w:val="single" w:sz="4" w:space="0" w:color="auto"/>
              <w:right w:val="single" w:sz="4" w:space="0" w:color="auto"/>
            </w:tcBorders>
          </w:tcPr>
          <w:p w:rsidR="0009156E" w:rsidRPr="00FA6955" w:rsidRDefault="0009156E"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56538C">
            <w:pPr>
              <w:jc w:val="right"/>
            </w:pPr>
          </w:p>
        </w:tc>
      </w:tr>
      <w:tr w:rsidR="0009156E" w:rsidRPr="004D300B" w:rsidTr="0009433F">
        <w:trPr>
          <w:trHeight w:val="1111"/>
        </w:trPr>
        <w:tc>
          <w:tcPr>
            <w:tcW w:w="2560" w:type="dxa"/>
            <w:vMerge/>
            <w:tcBorders>
              <w:left w:val="single" w:sz="4" w:space="0" w:color="auto"/>
              <w:bottom w:val="single" w:sz="4" w:space="0" w:color="auto"/>
              <w:right w:val="single" w:sz="4" w:space="0" w:color="auto"/>
            </w:tcBorders>
          </w:tcPr>
          <w:p w:rsidR="0009156E" w:rsidRPr="004D300B" w:rsidRDefault="0009156E" w:rsidP="0056538C"/>
        </w:tc>
        <w:tc>
          <w:tcPr>
            <w:tcW w:w="3780" w:type="dxa"/>
            <w:vMerge/>
            <w:tcBorders>
              <w:left w:val="single" w:sz="4" w:space="0" w:color="auto"/>
              <w:bottom w:val="single" w:sz="4" w:space="0" w:color="auto"/>
              <w:right w:val="single" w:sz="4" w:space="0" w:color="auto"/>
            </w:tcBorders>
          </w:tcPr>
          <w:p w:rsidR="0009156E" w:rsidRPr="004D300B" w:rsidRDefault="0009156E"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09156E" w:rsidRDefault="0009156E" w:rsidP="0056538C">
            <w:pPr>
              <w:jc w:val="right"/>
            </w:pPr>
            <w:r>
              <w:t>149,5</w:t>
            </w:r>
          </w:p>
          <w:p w:rsidR="0009156E" w:rsidRDefault="0009156E" w:rsidP="0056538C">
            <w:pPr>
              <w:jc w:val="right"/>
            </w:pPr>
          </w:p>
          <w:p w:rsidR="0009156E" w:rsidRDefault="0009156E" w:rsidP="0056538C">
            <w:pPr>
              <w:jc w:val="right"/>
            </w:pPr>
          </w:p>
          <w:p w:rsidR="0009156E" w:rsidRPr="00FA6955" w:rsidRDefault="0009156E" w:rsidP="0056538C">
            <w:pPr>
              <w:jc w:val="right"/>
            </w:pPr>
          </w:p>
          <w:p w:rsidR="0009156E" w:rsidRPr="00FA6955" w:rsidRDefault="0009156E" w:rsidP="0056538C">
            <w:pPr>
              <w:jc w:val="right"/>
            </w:pPr>
          </w:p>
        </w:tc>
        <w:tc>
          <w:tcPr>
            <w:tcW w:w="1080" w:type="dxa"/>
            <w:tcBorders>
              <w:top w:val="single" w:sz="4" w:space="0" w:color="auto"/>
              <w:left w:val="nil"/>
              <w:bottom w:val="single" w:sz="4" w:space="0" w:color="auto"/>
              <w:right w:val="single" w:sz="4" w:space="0" w:color="auto"/>
            </w:tcBorders>
            <w:vAlign w:val="bottom"/>
          </w:tcPr>
          <w:p w:rsidR="0009156E" w:rsidRDefault="0009156E" w:rsidP="0056538C">
            <w:pPr>
              <w:jc w:val="right"/>
            </w:pPr>
            <w:r>
              <w:t>39,9</w:t>
            </w:r>
          </w:p>
          <w:p w:rsidR="0009156E" w:rsidRDefault="0009156E" w:rsidP="0056538C">
            <w:pPr>
              <w:jc w:val="right"/>
            </w:pPr>
          </w:p>
          <w:p w:rsidR="0009156E" w:rsidRDefault="0009156E" w:rsidP="0056538C">
            <w:pPr>
              <w:jc w:val="right"/>
            </w:pPr>
          </w:p>
          <w:p w:rsidR="0009156E" w:rsidRDefault="0009156E" w:rsidP="0056538C">
            <w:pPr>
              <w:jc w:val="right"/>
            </w:pPr>
          </w:p>
          <w:p w:rsidR="0009156E" w:rsidRPr="00FA6955" w:rsidRDefault="0009156E" w:rsidP="0056538C">
            <w:pPr>
              <w:jc w:val="right"/>
            </w:pPr>
            <w:r w:rsidRPr="00FA6955">
              <w:t> </w:t>
            </w:r>
          </w:p>
        </w:tc>
        <w:tc>
          <w:tcPr>
            <w:tcW w:w="1080" w:type="dxa"/>
            <w:tcBorders>
              <w:top w:val="single" w:sz="4" w:space="0" w:color="auto"/>
              <w:left w:val="nil"/>
              <w:bottom w:val="single" w:sz="4" w:space="0" w:color="auto"/>
              <w:right w:val="single" w:sz="4" w:space="0" w:color="auto"/>
            </w:tcBorders>
          </w:tcPr>
          <w:p w:rsidR="0009156E" w:rsidRPr="00FA6955" w:rsidRDefault="0009156E" w:rsidP="0056538C">
            <w:pPr>
              <w:jc w:val="right"/>
            </w:pPr>
            <w: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56538C">
            <w:pPr>
              <w:jc w:val="right"/>
            </w:pPr>
            <w:r>
              <w:t>30</w:t>
            </w:r>
          </w:p>
          <w:p w:rsidR="0009156E" w:rsidRDefault="0009156E" w:rsidP="0056538C">
            <w:pPr>
              <w:jc w:val="right"/>
            </w:pPr>
          </w:p>
          <w:p w:rsidR="0009156E" w:rsidRDefault="0009156E" w:rsidP="0056538C">
            <w:pPr>
              <w:jc w:val="right"/>
            </w:pPr>
          </w:p>
          <w:p w:rsidR="0009156E" w:rsidRDefault="0009156E" w:rsidP="0056538C">
            <w:pPr>
              <w:jc w:val="right"/>
            </w:pPr>
          </w:p>
          <w:p w:rsidR="0009156E" w:rsidRPr="004D300B" w:rsidRDefault="0009156E"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56538C">
            <w:pPr>
              <w:jc w:val="right"/>
            </w:pPr>
            <w:r>
              <w:t>30</w:t>
            </w:r>
          </w:p>
          <w:p w:rsidR="0009156E" w:rsidRDefault="0009156E" w:rsidP="0056538C">
            <w:pPr>
              <w:jc w:val="right"/>
            </w:pPr>
          </w:p>
          <w:p w:rsidR="0009156E" w:rsidRDefault="0009156E" w:rsidP="0056538C">
            <w:pPr>
              <w:jc w:val="right"/>
            </w:pPr>
          </w:p>
          <w:p w:rsidR="0009156E" w:rsidRPr="004D300B" w:rsidRDefault="0009156E" w:rsidP="0056538C">
            <w:pPr>
              <w:jc w:val="right"/>
            </w:pPr>
          </w:p>
          <w:p w:rsidR="0009156E" w:rsidRPr="004D300B" w:rsidRDefault="0009156E"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56538C">
            <w:pPr>
              <w:jc w:val="right"/>
            </w:pPr>
            <w:r>
              <w:t>30</w:t>
            </w:r>
          </w:p>
          <w:p w:rsidR="0009156E" w:rsidRDefault="0009156E" w:rsidP="0056538C">
            <w:pPr>
              <w:jc w:val="right"/>
            </w:pPr>
          </w:p>
          <w:p w:rsidR="0009156E" w:rsidRDefault="0009156E" w:rsidP="0056538C">
            <w:pPr>
              <w:jc w:val="right"/>
            </w:pPr>
          </w:p>
          <w:p w:rsidR="0009156E" w:rsidRPr="004D300B" w:rsidRDefault="0009156E" w:rsidP="0056538C">
            <w:pPr>
              <w:jc w:val="right"/>
            </w:pPr>
          </w:p>
        </w:tc>
      </w:tr>
      <w:tr w:rsidR="0009156E"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tcPr>
          <w:p w:rsidR="0009156E" w:rsidRPr="004D300B" w:rsidRDefault="0009156E" w:rsidP="0056538C">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09156E" w:rsidRDefault="0009156E" w:rsidP="0056538C">
            <w:pPr>
              <w:ind w:right="-57"/>
            </w:pPr>
            <w:r w:rsidRPr="004D300B">
              <w:t xml:space="preserve">Обеспечение деятельности </w:t>
            </w:r>
          </w:p>
          <w:p w:rsidR="0009156E" w:rsidRPr="004D300B" w:rsidRDefault="0009156E" w:rsidP="0056538C">
            <w:pPr>
              <w:ind w:right="-57"/>
            </w:pPr>
            <w:r>
              <w:t xml:space="preserve">Отдела </w:t>
            </w:r>
            <w:r w:rsidRPr="004D300B">
              <w:t xml:space="preserve"> по управлению муниципальным имуществом».</w:t>
            </w:r>
          </w:p>
          <w:p w:rsidR="0009156E" w:rsidRPr="004D300B" w:rsidRDefault="0009156E" w:rsidP="0056538C"/>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всего:</w:t>
            </w:r>
          </w:p>
          <w:p w:rsidR="0009156E" w:rsidRPr="004D300B" w:rsidRDefault="0009156E" w:rsidP="0056538C"/>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ind w:right="-57"/>
            </w:pPr>
            <w:r w:rsidRPr="00FA6955">
              <w:t>2</w:t>
            </w:r>
            <w:r>
              <w:t>575,8</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661251">
            <w:pPr>
              <w:ind w:right="-57"/>
            </w:pPr>
            <w:r w:rsidRPr="004D300B">
              <w:t>2</w:t>
            </w:r>
            <w:r>
              <w:t>792,3</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2</w:t>
            </w:r>
            <w:r>
              <w:t>881,3</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2</w:t>
            </w:r>
            <w:r>
              <w:t>881,3</w:t>
            </w:r>
          </w:p>
        </w:tc>
      </w:tr>
      <w:tr w:rsidR="0009156E" w:rsidRPr="004D300B" w:rsidTr="0009433F">
        <w:trPr>
          <w:trHeight w:val="476"/>
        </w:trPr>
        <w:tc>
          <w:tcPr>
            <w:tcW w:w="2560" w:type="dxa"/>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3780" w:type="dxa"/>
            <w:tcBorders>
              <w:left w:val="single" w:sz="4" w:space="0" w:color="auto"/>
              <w:bottom w:val="single" w:sz="4" w:space="0" w:color="auto"/>
              <w:right w:val="single" w:sz="4" w:space="0" w:color="auto"/>
            </w:tcBorders>
            <w:vAlign w:val="center"/>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ind w:right="-57"/>
            </w:pP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ind w:right="-57"/>
            </w:pP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p>
        </w:tc>
      </w:tr>
      <w:tr w:rsidR="0009156E" w:rsidRPr="004D300B" w:rsidTr="0009433F">
        <w:trPr>
          <w:trHeight w:val="476"/>
        </w:trPr>
        <w:tc>
          <w:tcPr>
            <w:tcW w:w="2560" w:type="dxa"/>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3780" w:type="dxa"/>
            <w:tcBorders>
              <w:left w:val="single" w:sz="4" w:space="0" w:color="auto"/>
              <w:bottom w:val="single" w:sz="4" w:space="0" w:color="auto"/>
              <w:right w:val="single" w:sz="4" w:space="0" w:color="auto"/>
            </w:tcBorders>
            <w:vAlign w:val="center"/>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Default="0009156E" w:rsidP="0056538C">
            <w:r w:rsidRPr="004D300B">
              <w:t xml:space="preserve"> «Отдел по упра</w:t>
            </w:r>
            <w:r>
              <w:t>в</w:t>
            </w:r>
            <w:r w:rsidRPr="004D300B">
              <w:t>лению муниципальным имуществом»</w:t>
            </w:r>
          </w:p>
          <w:p w:rsidR="0009156E" w:rsidRPr="004D300B" w:rsidRDefault="0009156E" w:rsidP="0056538C"/>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6538C">
            <w:pPr>
              <w:ind w:right="-57"/>
            </w:pPr>
            <w:r w:rsidRPr="00FA6955">
              <w:t>2</w:t>
            </w:r>
            <w:r>
              <w:t>575,8</w:t>
            </w:r>
          </w:p>
        </w:tc>
        <w:tc>
          <w:tcPr>
            <w:tcW w:w="979"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661251">
            <w:pPr>
              <w:ind w:right="-57"/>
            </w:pPr>
            <w:r w:rsidRPr="004D300B">
              <w:t>2</w:t>
            </w:r>
            <w:r>
              <w:t>792,3</w:t>
            </w:r>
          </w:p>
        </w:tc>
        <w:tc>
          <w:tcPr>
            <w:tcW w:w="1181"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2</w:t>
            </w:r>
            <w:r>
              <w:t>881,3</w:t>
            </w:r>
          </w:p>
        </w:tc>
        <w:tc>
          <w:tcPr>
            <w:tcW w:w="1035"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56538C">
            <w:pPr>
              <w:ind w:right="-57"/>
            </w:pPr>
            <w:r w:rsidRPr="004D300B">
              <w:t>2</w:t>
            </w:r>
            <w:r>
              <w:t>881,3</w:t>
            </w:r>
          </w:p>
        </w:tc>
      </w:tr>
      <w:tr w:rsidR="0009156E" w:rsidRPr="004D300B" w:rsidTr="0009433F">
        <w:trPr>
          <w:trHeight w:val="373"/>
        </w:trPr>
        <w:tc>
          <w:tcPr>
            <w:tcW w:w="2560" w:type="dxa"/>
            <w:vMerge w:val="restart"/>
            <w:tcBorders>
              <w:top w:val="single" w:sz="4" w:space="0" w:color="auto"/>
              <w:left w:val="single" w:sz="4" w:space="0" w:color="auto"/>
              <w:right w:val="single" w:sz="4" w:space="0" w:color="auto"/>
            </w:tcBorders>
          </w:tcPr>
          <w:p w:rsidR="0009156E" w:rsidRPr="004D300B" w:rsidRDefault="0009156E" w:rsidP="0056538C">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09156E" w:rsidRPr="004D300B" w:rsidRDefault="0009156E" w:rsidP="0056538C">
            <w:r w:rsidRPr="004D300B">
              <w:rPr>
                <w:b/>
              </w:rPr>
              <w:t>«Обеспечение жильем молодых семей</w:t>
            </w:r>
            <w:r>
              <w:rPr>
                <w:b/>
              </w:rPr>
              <w:t xml:space="preserve">  на 2014-2019 гг</w:t>
            </w:r>
            <w:r w:rsidRPr="004D300B">
              <w:rPr>
                <w:b/>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r>
              <w:rPr>
                <w:b/>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661251">
            <w:pPr>
              <w:ind w:right="-57"/>
              <w:rPr>
                <w:b/>
                <w:bCs/>
              </w:rPr>
            </w:pPr>
            <w:r>
              <w:rPr>
                <w:b/>
                <w:bCs/>
              </w:rPr>
              <w:t>907,2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
                <w:bCs/>
              </w:rPr>
            </w:pPr>
            <w:r>
              <w:rPr>
                <w:b/>
                <w:bCs/>
              </w:rPr>
              <w:t>400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
                <w:bCs/>
              </w:rPr>
            </w:pPr>
            <w:r>
              <w:rPr>
                <w:b/>
                <w:bCs/>
              </w:rPr>
              <w:t>4</w:t>
            </w:r>
            <w:r w:rsidRPr="00D64DC1">
              <w:rPr>
                <w:b/>
                <w:bCs/>
              </w:rPr>
              <w:t>00,00</w:t>
            </w:r>
          </w:p>
        </w:tc>
      </w:tr>
      <w:tr w:rsidR="0009156E" w:rsidRPr="004D300B" w:rsidTr="0009433F">
        <w:trPr>
          <w:trHeight w:val="449"/>
        </w:trPr>
        <w:tc>
          <w:tcPr>
            <w:tcW w:w="2560" w:type="dxa"/>
            <w:vMerge/>
            <w:tcBorders>
              <w:left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right w:val="single" w:sz="4" w:space="0" w:color="auto"/>
            </w:tcBorders>
            <w:vAlign w:val="center"/>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
                <w:bCs/>
              </w:rPr>
            </w:pPr>
          </w:p>
        </w:tc>
      </w:tr>
      <w:tr w:rsidR="0009156E" w:rsidRPr="004D300B" w:rsidTr="00CC47E8">
        <w:trPr>
          <w:trHeight w:val="476"/>
        </w:trPr>
        <w:tc>
          <w:tcPr>
            <w:tcW w:w="2560" w:type="dxa"/>
            <w:vMerge/>
            <w:tcBorders>
              <w:left w:val="single" w:sz="4" w:space="0" w:color="auto"/>
              <w:bottom w:val="single" w:sz="4" w:space="0" w:color="auto"/>
              <w:right w:val="single" w:sz="4" w:space="0" w:color="auto"/>
            </w:tcBorders>
            <w:vAlign w:val="center"/>
          </w:tcPr>
          <w:p w:rsidR="0009156E" w:rsidRPr="004D300B"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Cs/>
              </w:rPr>
            </w:pPr>
            <w:r>
              <w:rPr>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Cs/>
              </w:rPr>
            </w:pPr>
            <w:r>
              <w:rPr>
                <w:bCs/>
              </w:rPr>
              <w:t>907,2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Cs/>
              </w:rPr>
            </w:pPr>
            <w:r>
              <w:rPr>
                <w:bCs/>
              </w:rPr>
              <w:t>400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Cs/>
              </w:rPr>
            </w:pPr>
            <w:r>
              <w:rPr>
                <w:bCs/>
              </w:rPr>
              <w:t>400</w:t>
            </w:r>
          </w:p>
        </w:tc>
      </w:tr>
      <w:tr w:rsidR="0009156E" w:rsidRPr="004D300B" w:rsidTr="00CC47E8">
        <w:trPr>
          <w:trHeight w:val="693"/>
        </w:trPr>
        <w:tc>
          <w:tcPr>
            <w:tcW w:w="2560" w:type="dxa"/>
            <w:tcBorders>
              <w:top w:val="single" w:sz="4" w:space="0" w:color="auto"/>
              <w:left w:val="single" w:sz="4" w:space="0" w:color="auto"/>
              <w:bottom w:val="single" w:sz="4" w:space="0" w:color="auto"/>
              <w:right w:val="single" w:sz="4" w:space="0" w:color="auto"/>
            </w:tcBorders>
            <w:vAlign w:val="center"/>
          </w:tcPr>
          <w:p w:rsidR="0009156E" w:rsidRDefault="0009156E" w:rsidP="0056538C">
            <w:pPr>
              <w:ind w:right="-57"/>
            </w:pPr>
            <w:r>
              <w:t xml:space="preserve">Основное мероприятие </w:t>
            </w:r>
          </w:p>
          <w:p w:rsidR="0009156E" w:rsidRPr="004D300B" w:rsidRDefault="0009156E" w:rsidP="0056538C">
            <w:pPr>
              <w:ind w:right="-57"/>
            </w:pPr>
            <w:r>
              <w:t>4.1.</w:t>
            </w: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6538C">
            <w:r w:rsidRPr="004D300B">
              <w:rPr>
                <w:b/>
              </w:rPr>
              <w:t>«Обеспечение жильем молодых семей»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r>
              <w:rPr>
                <w:b/>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Cs/>
              </w:rPr>
            </w:pPr>
            <w:r>
              <w:rPr>
                <w:bCs/>
              </w:rPr>
              <w:t>907,2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Cs/>
              </w:rPr>
            </w:pPr>
            <w:r>
              <w:rPr>
                <w:bCs/>
              </w:rPr>
              <w:t>400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Cs/>
              </w:rPr>
            </w:pPr>
            <w:r>
              <w:rPr>
                <w:bCs/>
              </w:rPr>
              <w:t>400</w:t>
            </w:r>
          </w:p>
        </w:tc>
      </w:tr>
      <w:tr w:rsidR="0009156E" w:rsidRPr="004D300B" w:rsidTr="0009433F">
        <w:trPr>
          <w:trHeight w:val="476"/>
        </w:trPr>
        <w:tc>
          <w:tcPr>
            <w:tcW w:w="2560" w:type="dxa"/>
            <w:tcBorders>
              <w:left w:val="single" w:sz="4" w:space="0" w:color="auto"/>
              <w:bottom w:val="single" w:sz="4" w:space="0" w:color="auto"/>
              <w:right w:val="single" w:sz="4" w:space="0" w:color="auto"/>
            </w:tcBorders>
            <w:vAlign w:val="center"/>
          </w:tcPr>
          <w:p w:rsidR="0009156E" w:rsidRDefault="0009156E" w:rsidP="0056538C">
            <w:pPr>
              <w:ind w:right="-57"/>
            </w:pPr>
          </w:p>
        </w:tc>
        <w:tc>
          <w:tcPr>
            <w:tcW w:w="3780" w:type="dxa"/>
            <w:tcBorders>
              <w:left w:val="single" w:sz="4" w:space="0" w:color="auto"/>
              <w:bottom w:val="single" w:sz="4" w:space="0" w:color="auto"/>
              <w:right w:val="single" w:sz="4" w:space="0" w:color="auto"/>
            </w:tcBorders>
            <w:vAlign w:val="center"/>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
                <w:bCs/>
              </w:rPr>
            </w:pPr>
          </w:p>
        </w:tc>
      </w:tr>
      <w:tr w:rsidR="0009156E" w:rsidRPr="004D300B" w:rsidTr="0009433F">
        <w:trPr>
          <w:trHeight w:val="476"/>
        </w:trPr>
        <w:tc>
          <w:tcPr>
            <w:tcW w:w="2560" w:type="dxa"/>
            <w:tcBorders>
              <w:left w:val="single" w:sz="4" w:space="0" w:color="auto"/>
              <w:bottom w:val="single" w:sz="4" w:space="0" w:color="auto"/>
              <w:right w:val="single" w:sz="4" w:space="0" w:color="auto"/>
            </w:tcBorders>
            <w:vAlign w:val="center"/>
          </w:tcPr>
          <w:p w:rsidR="0009156E" w:rsidRDefault="0009156E" w:rsidP="0056538C">
            <w:pPr>
              <w:ind w:right="-57"/>
            </w:pPr>
          </w:p>
        </w:tc>
        <w:tc>
          <w:tcPr>
            <w:tcW w:w="3780" w:type="dxa"/>
            <w:tcBorders>
              <w:left w:val="single" w:sz="4" w:space="0" w:color="auto"/>
              <w:bottom w:val="single" w:sz="4" w:space="0" w:color="auto"/>
              <w:right w:val="single" w:sz="4" w:space="0" w:color="auto"/>
            </w:tcBorders>
            <w:vAlign w:val="center"/>
          </w:tcPr>
          <w:p w:rsidR="0009156E" w:rsidRPr="004D300B" w:rsidRDefault="0009156E"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4D300B" w:rsidRDefault="0009156E" w:rsidP="0056538C">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09156E" w:rsidRPr="00D64DC1" w:rsidRDefault="0009156E" w:rsidP="0056538C">
            <w:pPr>
              <w:ind w:right="-57"/>
              <w:rPr>
                <w:bCs/>
              </w:rPr>
            </w:pPr>
            <w:r>
              <w:rPr>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Cs/>
              </w:rPr>
            </w:pPr>
            <w:r>
              <w:rPr>
                <w:bCs/>
              </w:rPr>
              <w:t>907,2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Cs/>
              </w:rPr>
            </w:pPr>
            <w:r>
              <w:rPr>
                <w:bCs/>
              </w:rPr>
              <w:t>400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D64DC1" w:rsidRDefault="0009156E" w:rsidP="0056538C">
            <w:pPr>
              <w:ind w:right="-57"/>
              <w:rPr>
                <w:bCs/>
              </w:rPr>
            </w:pPr>
            <w:r>
              <w:rPr>
                <w:bCs/>
              </w:rPr>
              <w:t>400</w:t>
            </w:r>
          </w:p>
        </w:tc>
      </w:tr>
      <w:tr w:rsidR="0009156E" w:rsidRPr="00FE7C4D" w:rsidTr="0009433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09156E" w:rsidRPr="00F40D52" w:rsidRDefault="0009156E" w:rsidP="0056538C">
            <w:pPr>
              <w:ind w:right="-57"/>
              <w:rPr>
                <w:b/>
              </w:rPr>
            </w:pPr>
            <w:r w:rsidRPr="00F40D52">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156E" w:rsidRPr="00F40D52" w:rsidRDefault="0009156E" w:rsidP="0056538C">
            <w:pPr>
              <w:jc w:val="center"/>
              <w:rPr>
                <w:b/>
              </w:rPr>
            </w:pPr>
            <w:r w:rsidRPr="00F40D52">
              <w:rPr>
                <w:b/>
              </w:rPr>
              <w:t>«Развитие и поддержка малого и  среднего предпринимательства</w:t>
            </w:r>
            <w:r>
              <w:rPr>
                <w:b/>
              </w:rPr>
              <w:t xml:space="preserve"> в Таловском муниципальном районе»</w:t>
            </w:r>
          </w:p>
          <w:p w:rsidR="0009156E" w:rsidRPr="00F40D52" w:rsidRDefault="0009156E" w:rsidP="0056538C">
            <w:pPr>
              <w:jc w:val="center"/>
            </w:pPr>
          </w:p>
          <w:p w:rsidR="0009156E" w:rsidRPr="00F40D52" w:rsidRDefault="0009156E" w:rsidP="0056538C">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F40D52" w:rsidRDefault="0009156E" w:rsidP="0056538C">
            <w:pPr>
              <w:ind w:right="-57"/>
            </w:pPr>
            <w:r w:rsidRPr="00F40D52">
              <w:t>Всего</w:t>
            </w:r>
          </w:p>
        </w:tc>
        <w:tc>
          <w:tcPr>
            <w:tcW w:w="1080" w:type="dxa"/>
            <w:tcBorders>
              <w:top w:val="single" w:sz="4" w:space="0" w:color="auto"/>
              <w:left w:val="nil"/>
              <w:bottom w:val="single" w:sz="4" w:space="0" w:color="auto"/>
              <w:right w:val="single" w:sz="4" w:space="0" w:color="auto"/>
            </w:tcBorders>
            <w:vAlign w:val="bottom"/>
          </w:tcPr>
          <w:p w:rsidR="0009156E" w:rsidRPr="00F40D52" w:rsidRDefault="0009156E" w:rsidP="0056538C">
            <w:pPr>
              <w:ind w:right="-57"/>
              <w:rPr>
                <w:b/>
                <w:bCs/>
              </w:rPr>
            </w:pPr>
            <w:r w:rsidRPr="00F40D52">
              <w:rPr>
                <w:b/>
                <w:bCs/>
              </w:rPr>
              <w:t> 1260</w:t>
            </w:r>
          </w:p>
        </w:tc>
        <w:tc>
          <w:tcPr>
            <w:tcW w:w="1080" w:type="dxa"/>
            <w:tcBorders>
              <w:top w:val="single" w:sz="4" w:space="0" w:color="auto"/>
              <w:left w:val="nil"/>
              <w:bottom w:val="single" w:sz="4" w:space="0" w:color="auto"/>
              <w:right w:val="single" w:sz="4" w:space="0" w:color="auto"/>
            </w:tcBorders>
            <w:vAlign w:val="bottom"/>
          </w:tcPr>
          <w:p w:rsidR="0009156E" w:rsidRPr="00F40D52" w:rsidRDefault="0009156E" w:rsidP="0056538C">
            <w:pPr>
              <w:ind w:right="-57"/>
              <w:rPr>
                <w:b/>
                <w:bCs/>
              </w:rPr>
            </w:pPr>
            <w:r w:rsidRPr="00F40D52">
              <w:rPr>
                <w:b/>
                <w:bCs/>
              </w:rPr>
              <w:t>100</w:t>
            </w:r>
          </w:p>
        </w:tc>
        <w:tc>
          <w:tcPr>
            <w:tcW w:w="1080" w:type="dxa"/>
            <w:tcBorders>
              <w:top w:val="single" w:sz="4" w:space="0" w:color="auto"/>
              <w:left w:val="nil"/>
              <w:bottom w:val="single" w:sz="4" w:space="0" w:color="auto"/>
              <w:right w:val="single" w:sz="4" w:space="0" w:color="auto"/>
            </w:tcBorders>
            <w:vAlign w:val="bottom"/>
          </w:tcPr>
          <w:p w:rsidR="0009156E" w:rsidRPr="00914945" w:rsidRDefault="0009156E" w:rsidP="0056538C">
            <w:pPr>
              <w:ind w:right="-57"/>
              <w:rPr>
                <w:b/>
                <w:color w:val="0000FF"/>
              </w:rPr>
            </w:pPr>
            <w:r>
              <w:rPr>
                <w:b/>
                <w:color w:val="0000FF"/>
              </w:rPr>
              <w:t>8</w:t>
            </w:r>
            <w:r w:rsidRPr="00914945">
              <w:rPr>
                <w:b/>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b/>
                <w:color w:val="0000FF"/>
              </w:rPr>
            </w:pPr>
            <w:r>
              <w:rPr>
                <w:b/>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b/>
                <w:color w:val="0000FF"/>
              </w:rPr>
            </w:pPr>
            <w:r>
              <w:rPr>
                <w:b/>
                <w:color w:val="0000FF"/>
              </w:rPr>
              <w:t>10</w:t>
            </w:r>
            <w:r w:rsidRPr="00914945">
              <w:rPr>
                <w:b/>
                <w:color w:val="0000FF"/>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b/>
                <w:color w:val="0000FF"/>
              </w:rPr>
            </w:pPr>
            <w:r>
              <w:rPr>
                <w:b/>
                <w:color w:val="0000FF"/>
              </w:rPr>
              <w:t>1000</w:t>
            </w:r>
          </w:p>
        </w:tc>
      </w:tr>
      <w:tr w:rsidR="0009156E" w:rsidRPr="00FE7C4D" w:rsidTr="00914945">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09156E" w:rsidRPr="00FE7C4D" w:rsidRDefault="0009156E" w:rsidP="0056538C">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56538C">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56538C">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09156E" w:rsidRPr="00914945" w:rsidRDefault="0009156E" w:rsidP="0056538C">
            <w:pPr>
              <w:ind w:right="-57"/>
              <w:rPr>
                <w:b/>
                <w:bCs/>
                <w:color w:val="0000FF"/>
              </w:rPr>
            </w:pPr>
            <w:r w:rsidRPr="00914945">
              <w:rPr>
                <w:b/>
                <w:bCs/>
                <w:color w:val="0000FF"/>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b/>
                <w:bCs/>
                <w:color w:val="0000FF"/>
              </w:rPr>
            </w:pPr>
          </w:p>
        </w:tc>
      </w:tr>
      <w:tr w:rsidR="0009156E" w:rsidRPr="00FE7C4D" w:rsidTr="00914945">
        <w:trPr>
          <w:trHeight w:val="912"/>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3780" w:type="dxa"/>
            <w:vMerge/>
            <w:tcBorders>
              <w:top w:val="single" w:sz="4" w:space="0" w:color="auto"/>
              <w:left w:val="single" w:sz="4" w:space="0" w:color="auto"/>
              <w:bottom w:val="single" w:sz="4" w:space="0" w:color="auto"/>
              <w:right w:val="single" w:sz="4" w:space="0" w:color="auto"/>
            </w:tcBorders>
          </w:tcPr>
          <w:p w:rsidR="0009156E" w:rsidRPr="00FE7C4D" w:rsidRDefault="0009156E" w:rsidP="0056538C">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pPr>
              <w:ind w:right="-57"/>
            </w:pPr>
            <w:r w:rsidRPr="00FE7C4D">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rPr>
                <w:bCs/>
              </w:rPr>
            </w:pPr>
            <w:r w:rsidRPr="00FE7C4D">
              <w:rPr>
                <w:bCs/>
              </w:rPr>
              <w:t>1260</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56538C">
            <w:pPr>
              <w:ind w:right="-57"/>
              <w:rPr>
                <w:bCs/>
              </w:rPr>
            </w:pPr>
            <w:r w:rsidRPr="00FE7C4D">
              <w:rPr>
                <w:bCs/>
              </w:rPr>
              <w:t>100</w:t>
            </w:r>
          </w:p>
        </w:tc>
        <w:tc>
          <w:tcPr>
            <w:tcW w:w="1080" w:type="dxa"/>
            <w:tcBorders>
              <w:top w:val="single" w:sz="4" w:space="0" w:color="auto"/>
              <w:left w:val="nil"/>
              <w:bottom w:val="single" w:sz="4" w:space="0" w:color="auto"/>
              <w:right w:val="single" w:sz="4" w:space="0" w:color="auto"/>
            </w:tcBorders>
            <w:vAlign w:val="bottom"/>
          </w:tcPr>
          <w:p w:rsidR="0009156E" w:rsidRPr="00914945" w:rsidRDefault="0009156E" w:rsidP="0056538C">
            <w:pPr>
              <w:ind w:right="-57"/>
              <w:rPr>
                <w:color w:val="0000FF"/>
              </w:rPr>
            </w:pPr>
            <w:r>
              <w:rPr>
                <w:color w:val="0000FF"/>
              </w:rPr>
              <w:t>8</w:t>
            </w:r>
            <w:r w:rsidRPr="00914945">
              <w:rPr>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color w:val="0000FF"/>
              </w:rPr>
            </w:pPr>
            <w:r w:rsidRPr="00914945">
              <w:rPr>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color w:val="0000FF"/>
              </w:rPr>
            </w:pPr>
            <w:r>
              <w:rPr>
                <w:color w:val="0000FF"/>
              </w:rPr>
              <w:t>1000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color w:val="0000FF"/>
              </w:rPr>
            </w:pPr>
            <w:r>
              <w:rPr>
                <w:color w:val="0000FF"/>
              </w:rPr>
              <w:t>10</w:t>
            </w:r>
            <w:r w:rsidRPr="00914945">
              <w:rPr>
                <w:color w:val="0000FF"/>
              </w:rPr>
              <w:t>00</w:t>
            </w:r>
          </w:p>
        </w:tc>
      </w:tr>
      <w:tr w:rsidR="0009156E" w:rsidRPr="00FE7C4D" w:rsidTr="00914945">
        <w:trPr>
          <w:trHeight w:val="176"/>
        </w:trPr>
        <w:tc>
          <w:tcPr>
            <w:tcW w:w="2560" w:type="dxa"/>
            <w:vMerge w:val="restart"/>
            <w:tcBorders>
              <w:top w:val="single" w:sz="4" w:space="0" w:color="auto"/>
              <w:left w:val="single" w:sz="4" w:space="0" w:color="auto"/>
              <w:right w:val="single" w:sz="4" w:space="0" w:color="auto"/>
            </w:tcBorders>
            <w:vAlign w:val="center"/>
          </w:tcPr>
          <w:p w:rsidR="0009156E" w:rsidRDefault="0009156E" w:rsidP="0056538C">
            <w:pPr>
              <w:ind w:right="-57"/>
            </w:pPr>
            <w:r w:rsidRPr="00FE7C4D">
              <w:lastRenderedPageBreak/>
              <w:t xml:space="preserve">Основное мероприятие 5.1 </w:t>
            </w:r>
          </w:p>
          <w:p w:rsidR="0009156E" w:rsidRPr="00AE770D" w:rsidRDefault="0009156E" w:rsidP="0056538C"/>
        </w:tc>
        <w:tc>
          <w:tcPr>
            <w:tcW w:w="3780" w:type="dxa"/>
            <w:vMerge w:val="restart"/>
            <w:tcBorders>
              <w:top w:val="single" w:sz="4" w:space="0" w:color="auto"/>
              <w:left w:val="single" w:sz="4" w:space="0" w:color="auto"/>
              <w:right w:val="single" w:sz="4" w:space="0" w:color="auto"/>
            </w:tcBorders>
            <w:vAlign w:val="center"/>
          </w:tcPr>
          <w:p w:rsidR="0009156E" w:rsidRPr="00FE7C4D" w:rsidRDefault="0009156E" w:rsidP="0056538C">
            <w:pPr>
              <w:ind w:right="-57"/>
            </w:pPr>
            <w:r w:rsidRPr="00FE7C4D">
              <w:t> Предоставление грантов  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56538C">
            <w:pPr>
              <w:ind w:right="-57"/>
            </w:pPr>
            <w:r w:rsidRPr="00FE7C4D">
              <w:t>Всего</w:t>
            </w:r>
          </w:p>
          <w:p w:rsidR="0009156E" w:rsidRPr="00FE7C4D" w:rsidRDefault="0009156E" w:rsidP="0056538C">
            <w:pPr>
              <w:ind w:right="-57"/>
            </w:pPr>
          </w:p>
        </w:tc>
        <w:tc>
          <w:tcPr>
            <w:tcW w:w="1080" w:type="dxa"/>
            <w:tcBorders>
              <w:top w:val="single" w:sz="4" w:space="0" w:color="auto"/>
              <w:left w:val="nil"/>
              <w:right w:val="single" w:sz="4" w:space="0" w:color="auto"/>
            </w:tcBorders>
            <w:vAlign w:val="bottom"/>
          </w:tcPr>
          <w:p w:rsidR="0009156E" w:rsidRPr="00FE7C4D" w:rsidRDefault="0009156E" w:rsidP="0056538C">
            <w:pPr>
              <w:ind w:right="-57"/>
            </w:pPr>
            <w:r w:rsidRPr="00FE7C4D">
              <w:t>1260</w:t>
            </w:r>
          </w:p>
        </w:tc>
        <w:tc>
          <w:tcPr>
            <w:tcW w:w="1080" w:type="dxa"/>
            <w:tcBorders>
              <w:top w:val="single" w:sz="4" w:space="0" w:color="auto"/>
              <w:left w:val="nil"/>
              <w:right w:val="single" w:sz="4" w:space="0" w:color="auto"/>
            </w:tcBorders>
            <w:vAlign w:val="bottom"/>
          </w:tcPr>
          <w:p w:rsidR="0009156E" w:rsidRPr="00FE7C4D" w:rsidRDefault="0009156E" w:rsidP="0056538C">
            <w:pPr>
              <w:ind w:right="-57"/>
            </w:pPr>
            <w:r>
              <w:t>10</w:t>
            </w:r>
            <w:r w:rsidRPr="00FE7C4D">
              <w:t>0</w:t>
            </w:r>
          </w:p>
        </w:tc>
        <w:tc>
          <w:tcPr>
            <w:tcW w:w="1080" w:type="dxa"/>
            <w:tcBorders>
              <w:top w:val="single" w:sz="4" w:space="0" w:color="auto"/>
              <w:left w:val="nil"/>
              <w:right w:val="single" w:sz="4" w:space="0" w:color="auto"/>
            </w:tcBorders>
            <w:vAlign w:val="bottom"/>
          </w:tcPr>
          <w:p w:rsidR="0009156E" w:rsidRPr="00914945" w:rsidRDefault="0009156E" w:rsidP="0056538C">
            <w:pPr>
              <w:ind w:right="-57"/>
              <w:rPr>
                <w:color w:val="0000FF"/>
              </w:rPr>
            </w:pPr>
            <w:r w:rsidRPr="00914945">
              <w:rPr>
                <w:color w:val="0000FF"/>
              </w:rPr>
              <w:t>0</w:t>
            </w:r>
          </w:p>
        </w:tc>
        <w:tc>
          <w:tcPr>
            <w:tcW w:w="979" w:type="dxa"/>
            <w:tcBorders>
              <w:top w:val="single" w:sz="4" w:space="0" w:color="auto"/>
              <w:left w:val="nil"/>
              <w:right w:val="single" w:sz="4" w:space="0" w:color="auto"/>
            </w:tcBorders>
            <w:shd w:val="clear" w:color="auto" w:fill="FFFFFF"/>
            <w:vAlign w:val="bottom"/>
          </w:tcPr>
          <w:p w:rsidR="0009156E" w:rsidRPr="00FE7C4D" w:rsidRDefault="0009156E" w:rsidP="0056538C">
            <w:pPr>
              <w:ind w:right="-57"/>
            </w:pPr>
            <w:r>
              <w:t>0</w:t>
            </w:r>
          </w:p>
        </w:tc>
        <w:tc>
          <w:tcPr>
            <w:tcW w:w="1181" w:type="dxa"/>
            <w:tcBorders>
              <w:top w:val="single" w:sz="4" w:space="0" w:color="auto"/>
              <w:left w:val="nil"/>
              <w:right w:val="single" w:sz="4" w:space="0" w:color="auto"/>
            </w:tcBorders>
            <w:shd w:val="clear" w:color="auto" w:fill="FFFFFF"/>
            <w:vAlign w:val="bottom"/>
          </w:tcPr>
          <w:p w:rsidR="0009156E" w:rsidRPr="00FE7C4D" w:rsidRDefault="0009156E" w:rsidP="0056538C">
            <w:pPr>
              <w:ind w:right="-57"/>
            </w:pPr>
            <w:r>
              <w:t>0</w:t>
            </w:r>
          </w:p>
        </w:tc>
        <w:tc>
          <w:tcPr>
            <w:tcW w:w="1035" w:type="dxa"/>
            <w:tcBorders>
              <w:top w:val="single" w:sz="4" w:space="0" w:color="auto"/>
              <w:left w:val="nil"/>
              <w:right w:val="single" w:sz="4" w:space="0" w:color="auto"/>
            </w:tcBorders>
            <w:shd w:val="clear" w:color="auto" w:fill="FFFFFF"/>
            <w:vAlign w:val="bottom"/>
          </w:tcPr>
          <w:p w:rsidR="0009156E" w:rsidRPr="00FE7C4D" w:rsidRDefault="0009156E" w:rsidP="0056538C">
            <w:pPr>
              <w:ind w:right="-57"/>
            </w:pPr>
            <w:r>
              <w:t>0</w:t>
            </w:r>
          </w:p>
        </w:tc>
      </w:tr>
      <w:tr w:rsidR="0009156E" w:rsidRPr="00FE7C4D" w:rsidTr="0009433F">
        <w:trPr>
          <w:trHeight w:val="611"/>
        </w:trPr>
        <w:tc>
          <w:tcPr>
            <w:tcW w:w="2560" w:type="dxa"/>
            <w:vMerge/>
            <w:tcBorders>
              <w:left w:val="single" w:sz="4" w:space="0" w:color="auto"/>
              <w:right w:val="single" w:sz="4" w:space="0" w:color="auto"/>
            </w:tcBorders>
            <w:vAlign w:val="center"/>
          </w:tcPr>
          <w:p w:rsidR="0009156E" w:rsidRPr="00FE7C4D" w:rsidRDefault="0009156E" w:rsidP="0056538C">
            <w:pPr>
              <w:ind w:right="-57"/>
            </w:pPr>
          </w:p>
        </w:tc>
        <w:tc>
          <w:tcPr>
            <w:tcW w:w="3780" w:type="dxa"/>
            <w:vMerge/>
            <w:tcBorders>
              <w:left w:val="single" w:sz="4" w:space="0" w:color="auto"/>
              <w:right w:val="single" w:sz="4" w:space="0" w:color="auto"/>
            </w:tcBorders>
            <w:vAlign w:val="center"/>
          </w:tcPr>
          <w:p w:rsidR="0009156E" w:rsidRPr="00FE7C4D" w:rsidRDefault="0009156E"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56538C">
            <w:pPr>
              <w:ind w:right="-57"/>
            </w:pPr>
            <w:r w:rsidRPr="00FE7C4D">
              <w:t>в том числе по ГРБС:</w:t>
            </w:r>
          </w:p>
          <w:p w:rsidR="0009156E" w:rsidRPr="00FE7C4D"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Pr="00914945" w:rsidRDefault="0009156E" w:rsidP="0056538C">
            <w:pPr>
              <w:ind w:right="-57"/>
              <w:rPr>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56538C">
            <w:pPr>
              <w:ind w:right="-57"/>
            </w:pPr>
          </w:p>
        </w:tc>
      </w:tr>
      <w:tr w:rsidR="0009156E" w:rsidRPr="00FE7C4D" w:rsidTr="00F40D52">
        <w:trPr>
          <w:trHeight w:val="589"/>
        </w:trPr>
        <w:tc>
          <w:tcPr>
            <w:tcW w:w="2560" w:type="dxa"/>
            <w:vMerge/>
            <w:tcBorders>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56538C">
            <w:pPr>
              <w:ind w:right="-57"/>
            </w:pPr>
            <w:r w:rsidRPr="00FE7C4D">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56538C">
            <w:pPr>
              <w:ind w:right="-57"/>
            </w:pPr>
            <w:r w:rsidRPr="00FE7C4D">
              <w:t>1260</w:t>
            </w:r>
          </w:p>
          <w:p w:rsidR="0009156E" w:rsidRPr="00FE7C4D" w:rsidRDefault="0009156E" w:rsidP="0056538C">
            <w:pPr>
              <w:ind w:right="-57"/>
            </w:pPr>
          </w:p>
          <w:p w:rsidR="0009156E" w:rsidRPr="00FE7C4D"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Default="0009156E" w:rsidP="0056538C">
            <w:pPr>
              <w:ind w:right="-57"/>
            </w:pPr>
            <w:r>
              <w:t>10</w:t>
            </w:r>
            <w:r w:rsidRPr="00FE7C4D">
              <w:t>0</w:t>
            </w:r>
          </w:p>
          <w:p w:rsidR="0009156E" w:rsidRDefault="0009156E" w:rsidP="0056538C">
            <w:pPr>
              <w:ind w:right="-57"/>
            </w:pPr>
          </w:p>
          <w:p w:rsidR="0009156E" w:rsidRPr="00FE7C4D"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Pr="00914945" w:rsidRDefault="0009156E" w:rsidP="0056538C">
            <w:pPr>
              <w:ind w:right="-57"/>
              <w:rPr>
                <w:color w:val="0000FF"/>
              </w:rPr>
            </w:pPr>
            <w:r w:rsidRPr="00914945">
              <w:rPr>
                <w:color w:val="0000FF"/>
              </w:rPr>
              <w:t>0</w:t>
            </w:r>
          </w:p>
          <w:p w:rsidR="0009156E" w:rsidRPr="00914945" w:rsidRDefault="0009156E" w:rsidP="0056538C">
            <w:pPr>
              <w:ind w:right="-57"/>
              <w:rPr>
                <w:color w:val="0000FF"/>
              </w:rPr>
            </w:pPr>
          </w:p>
          <w:p w:rsidR="0009156E" w:rsidRPr="00914945" w:rsidRDefault="0009156E" w:rsidP="0056538C">
            <w:pPr>
              <w:ind w:right="-57"/>
              <w:rPr>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56538C">
            <w:pPr>
              <w:ind w:right="-57"/>
            </w:pPr>
            <w:r>
              <w:t>0</w:t>
            </w:r>
          </w:p>
          <w:p w:rsidR="0009156E" w:rsidRDefault="0009156E" w:rsidP="0056538C">
            <w:pPr>
              <w:ind w:right="-57"/>
            </w:pPr>
          </w:p>
          <w:p w:rsidR="0009156E" w:rsidRPr="00FE7C4D" w:rsidRDefault="0009156E"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56538C">
            <w:pPr>
              <w:ind w:right="-57"/>
            </w:pPr>
            <w:r>
              <w:t>0</w:t>
            </w:r>
          </w:p>
          <w:p w:rsidR="0009156E" w:rsidRDefault="0009156E" w:rsidP="0056538C">
            <w:pPr>
              <w:ind w:right="-57"/>
            </w:pPr>
          </w:p>
          <w:p w:rsidR="0009156E" w:rsidRPr="00FE7C4D" w:rsidRDefault="0009156E"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56538C">
            <w:pPr>
              <w:ind w:right="-57"/>
            </w:pPr>
            <w:r>
              <w:t>0</w:t>
            </w:r>
          </w:p>
          <w:p w:rsidR="0009156E" w:rsidRDefault="0009156E" w:rsidP="0056538C">
            <w:pPr>
              <w:ind w:right="-57"/>
            </w:pPr>
          </w:p>
          <w:p w:rsidR="0009156E" w:rsidRPr="00FE7C4D" w:rsidRDefault="0009156E" w:rsidP="0056538C">
            <w:pPr>
              <w:ind w:right="-57"/>
            </w:pPr>
          </w:p>
        </w:tc>
      </w:tr>
      <w:tr w:rsidR="0009156E" w:rsidRPr="00FE7C4D" w:rsidTr="00D83085">
        <w:trPr>
          <w:trHeight w:val="508"/>
        </w:trPr>
        <w:tc>
          <w:tcPr>
            <w:tcW w:w="2560" w:type="dxa"/>
            <w:vMerge w:val="restart"/>
            <w:tcBorders>
              <w:left w:val="single" w:sz="4" w:space="0" w:color="auto"/>
              <w:right w:val="single" w:sz="4" w:space="0" w:color="auto"/>
            </w:tcBorders>
            <w:vAlign w:val="center"/>
          </w:tcPr>
          <w:p w:rsidR="0009156E" w:rsidRDefault="0009156E" w:rsidP="0056538C">
            <w:pPr>
              <w:ind w:right="-57"/>
            </w:pPr>
            <w:r w:rsidRPr="00DB7CA0">
              <w:t xml:space="preserve">Основное мероприятие </w:t>
            </w:r>
            <w:r>
              <w:t>5.2.</w:t>
            </w:r>
          </w:p>
          <w:p w:rsidR="0009156E" w:rsidRPr="000C5B8E" w:rsidRDefault="0009156E" w:rsidP="0056538C"/>
          <w:p w:rsidR="0009156E" w:rsidRDefault="0009156E" w:rsidP="0056538C"/>
          <w:p w:rsidR="0009156E" w:rsidRDefault="0009156E" w:rsidP="0056538C"/>
          <w:p w:rsidR="0009156E" w:rsidRDefault="0009156E" w:rsidP="0056538C"/>
          <w:p w:rsidR="0009156E" w:rsidRDefault="0009156E" w:rsidP="0056538C"/>
          <w:p w:rsidR="0009156E" w:rsidRPr="000C5B8E" w:rsidRDefault="0009156E" w:rsidP="0056538C"/>
        </w:tc>
        <w:tc>
          <w:tcPr>
            <w:tcW w:w="3780" w:type="dxa"/>
            <w:vMerge w:val="restart"/>
            <w:tcBorders>
              <w:left w:val="single" w:sz="4" w:space="0" w:color="auto"/>
              <w:right w:val="single" w:sz="4" w:space="0" w:color="auto"/>
            </w:tcBorders>
            <w:vAlign w:val="center"/>
          </w:tcPr>
          <w:p w:rsidR="0009156E" w:rsidRPr="00DB7CA0" w:rsidRDefault="0009156E" w:rsidP="0056538C">
            <w:pPr>
              <w:jc w:val="both"/>
              <w:outlineLvl w:val="2"/>
            </w:pPr>
            <w:r w:rsidRPr="00DB7CA0">
              <w:t>Предоставление субсидий из районного бюджета на компенсацию потерь в доходах транспортных предприятий</w:t>
            </w:r>
            <w:r>
              <w:t xml:space="preserve"> (субъектов МСП)</w:t>
            </w:r>
            <w:r w:rsidRPr="00DB7CA0">
              <w:t xml:space="preserve">, возникающих в следствие регулирования  тарифов на перевозку пассажиров автомобильным транспортом общего пользования.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09156E" w:rsidRPr="00DB7CA0" w:rsidRDefault="0009156E" w:rsidP="0056538C">
            <w:pPr>
              <w:ind w:right="-57"/>
            </w:pPr>
            <w:r w:rsidRPr="00DB7CA0">
              <w:t xml:space="preserve">Всего </w:t>
            </w:r>
          </w:p>
        </w:tc>
        <w:tc>
          <w:tcPr>
            <w:tcW w:w="1080" w:type="dxa"/>
            <w:tcBorders>
              <w:top w:val="single" w:sz="4" w:space="0" w:color="auto"/>
              <w:left w:val="nil"/>
              <w:bottom w:val="single" w:sz="4" w:space="0" w:color="auto"/>
              <w:right w:val="single" w:sz="4" w:space="0" w:color="auto"/>
            </w:tcBorders>
            <w:vAlign w:val="center"/>
          </w:tcPr>
          <w:p w:rsidR="0009156E" w:rsidRPr="00DB7CA0"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Pr="00DB7CA0" w:rsidRDefault="0009156E" w:rsidP="0056538C"/>
        </w:tc>
        <w:tc>
          <w:tcPr>
            <w:tcW w:w="1080" w:type="dxa"/>
            <w:tcBorders>
              <w:top w:val="single" w:sz="4" w:space="0" w:color="auto"/>
              <w:left w:val="nil"/>
              <w:bottom w:val="single" w:sz="4" w:space="0" w:color="auto"/>
              <w:right w:val="single" w:sz="4" w:space="0" w:color="auto"/>
            </w:tcBorders>
            <w:vAlign w:val="bottom"/>
          </w:tcPr>
          <w:p w:rsidR="0009156E" w:rsidRPr="00914945" w:rsidRDefault="0009156E" w:rsidP="0056538C">
            <w:pPr>
              <w:ind w:right="-57"/>
              <w:rPr>
                <w:color w:val="0000FF"/>
              </w:rPr>
            </w:pPr>
            <w:r>
              <w:rPr>
                <w:color w:val="0000FF"/>
              </w:rPr>
              <w:t>8</w:t>
            </w:r>
            <w:r w:rsidRPr="00914945">
              <w:rPr>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color w:val="0000FF"/>
              </w:rPr>
            </w:pPr>
            <w:r w:rsidRPr="00914945">
              <w:rPr>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color w:val="0000FF"/>
              </w:rPr>
            </w:pPr>
            <w:r>
              <w:rPr>
                <w:color w:val="0000FF"/>
              </w:rPr>
              <w:t>1000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color w:val="0000FF"/>
              </w:rPr>
            </w:pPr>
            <w:r>
              <w:rPr>
                <w:color w:val="0000FF"/>
              </w:rPr>
              <w:t>10</w:t>
            </w:r>
            <w:r w:rsidRPr="00914945">
              <w:rPr>
                <w:color w:val="0000FF"/>
              </w:rPr>
              <w:t>00</w:t>
            </w:r>
          </w:p>
        </w:tc>
      </w:tr>
      <w:tr w:rsidR="0009156E" w:rsidRPr="00FE7C4D" w:rsidTr="00D83085">
        <w:trPr>
          <w:trHeight w:val="530"/>
        </w:trPr>
        <w:tc>
          <w:tcPr>
            <w:tcW w:w="2560" w:type="dxa"/>
            <w:vMerge/>
            <w:tcBorders>
              <w:left w:val="single" w:sz="4" w:space="0" w:color="auto"/>
              <w:right w:val="single" w:sz="4" w:space="0" w:color="auto"/>
            </w:tcBorders>
            <w:vAlign w:val="center"/>
          </w:tcPr>
          <w:p w:rsidR="0009156E" w:rsidRPr="00FE7C4D" w:rsidRDefault="0009156E" w:rsidP="0056538C">
            <w:pPr>
              <w:ind w:right="-57"/>
            </w:pPr>
          </w:p>
        </w:tc>
        <w:tc>
          <w:tcPr>
            <w:tcW w:w="3780" w:type="dxa"/>
            <w:vMerge/>
            <w:tcBorders>
              <w:left w:val="single" w:sz="4" w:space="0" w:color="auto"/>
              <w:right w:val="single" w:sz="4" w:space="0" w:color="auto"/>
            </w:tcBorders>
            <w:vAlign w:val="center"/>
          </w:tcPr>
          <w:p w:rsidR="0009156E" w:rsidRPr="00FE7C4D" w:rsidRDefault="0009156E"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56538C">
            <w:pPr>
              <w:ind w:right="-57"/>
            </w:pPr>
            <w:r w:rsidRPr="00DB7CA0">
              <w:t>в том числе по ГРБС</w:t>
            </w:r>
          </w:p>
        </w:tc>
        <w:tc>
          <w:tcPr>
            <w:tcW w:w="1080" w:type="dxa"/>
            <w:tcBorders>
              <w:top w:val="single" w:sz="4" w:space="0" w:color="auto"/>
              <w:left w:val="nil"/>
              <w:bottom w:val="single" w:sz="4" w:space="0" w:color="auto"/>
              <w:right w:val="single" w:sz="4" w:space="0" w:color="auto"/>
            </w:tcBorders>
            <w:vAlign w:val="center"/>
          </w:tcPr>
          <w:p w:rsidR="0009156E"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Default="0009156E" w:rsidP="0056538C">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Default="0009156E" w:rsidP="0056538C">
            <w:pPr>
              <w:ind w:right="-57"/>
            </w:pPr>
          </w:p>
        </w:tc>
      </w:tr>
      <w:tr w:rsidR="0009156E" w:rsidRPr="00FE7C4D" w:rsidTr="00FD67BD">
        <w:trPr>
          <w:trHeight w:val="1462"/>
        </w:trPr>
        <w:tc>
          <w:tcPr>
            <w:tcW w:w="2560" w:type="dxa"/>
            <w:vMerge/>
            <w:tcBorders>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56538C">
            <w:pPr>
              <w:ind w:right="-57"/>
            </w:pPr>
            <w:r w:rsidRPr="00DB7CA0">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center"/>
          </w:tcPr>
          <w:p w:rsidR="0009156E"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Default="0009156E" w:rsidP="0056538C">
            <w:pPr>
              <w:ind w:right="-57"/>
            </w:pPr>
          </w:p>
        </w:tc>
        <w:tc>
          <w:tcPr>
            <w:tcW w:w="1080" w:type="dxa"/>
            <w:tcBorders>
              <w:top w:val="single" w:sz="4" w:space="0" w:color="auto"/>
              <w:left w:val="nil"/>
              <w:bottom w:val="single" w:sz="4" w:space="0" w:color="auto"/>
              <w:right w:val="single" w:sz="4" w:space="0" w:color="auto"/>
            </w:tcBorders>
            <w:vAlign w:val="bottom"/>
          </w:tcPr>
          <w:p w:rsidR="0009156E" w:rsidRPr="00914945" w:rsidRDefault="0009156E" w:rsidP="0056538C">
            <w:pPr>
              <w:ind w:right="-57"/>
              <w:rPr>
                <w:color w:val="0000FF"/>
              </w:rPr>
            </w:pPr>
            <w:r>
              <w:rPr>
                <w:color w:val="0000FF"/>
              </w:rPr>
              <w:t>8</w:t>
            </w:r>
            <w:r w:rsidRPr="00914945">
              <w:rPr>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color w:val="0000FF"/>
              </w:rPr>
            </w:pPr>
            <w:r w:rsidRPr="00914945">
              <w:rPr>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color w:val="0000FF"/>
              </w:rPr>
            </w:pPr>
            <w:r>
              <w:rPr>
                <w:color w:val="0000FF"/>
              </w:rPr>
              <w:t>1000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09156E" w:rsidRPr="00914945" w:rsidRDefault="0009156E" w:rsidP="0056538C">
            <w:pPr>
              <w:ind w:right="-57"/>
              <w:rPr>
                <w:color w:val="0000FF"/>
              </w:rPr>
            </w:pPr>
            <w:r>
              <w:rPr>
                <w:color w:val="0000FF"/>
              </w:rPr>
              <w:t>10</w:t>
            </w:r>
            <w:r w:rsidRPr="00914945">
              <w:rPr>
                <w:color w:val="0000FF"/>
              </w:rPr>
              <w:t>00</w:t>
            </w:r>
          </w:p>
        </w:tc>
      </w:tr>
      <w:tr w:rsidR="0009156E" w:rsidRPr="00FE7C4D" w:rsidTr="000D4B8A">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09156E" w:rsidRPr="00FE7C4D" w:rsidRDefault="0009156E" w:rsidP="0056538C">
            <w:pPr>
              <w:ind w:right="-57"/>
              <w:rPr>
                <w:b/>
              </w:rPr>
            </w:pPr>
            <w:r w:rsidRPr="00FE7C4D">
              <w:rPr>
                <w:b/>
              </w:rPr>
              <w:t>ПОДПРОГРАММА 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rPr>
                <w:b/>
              </w:rPr>
            </w:pPr>
            <w:r w:rsidRPr="00FE7C4D">
              <w:rPr>
                <w:b/>
              </w:rPr>
              <w:t>Строительство спортивных сооружений на территории Таловского муниципального района».</w:t>
            </w:r>
          </w:p>
          <w:p w:rsidR="0009156E" w:rsidRPr="00FE7C4D" w:rsidRDefault="0009156E" w:rsidP="0056538C">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rsidRPr="00FE7C4D">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r w:rsidRPr="00FE7C4D">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r w:rsidRPr="00FE7C4D">
              <w:t>0</w:t>
            </w:r>
          </w:p>
        </w:tc>
      </w:tr>
      <w:tr w:rsidR="0009156E"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tcPr>
          <w:p w:rsidR="0009156E" w:rsidRPr="00FE7C4D" w:rsidRDefault="0009156E"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r>
      <w:tr w:rsidR="0009156E"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Default="0009156E" w:rsidP="0056538C">
            <w:pPr>
              <w:ind w:right="-57"/>
            </w:pPr>
            <w:r w:rsidRPr="00FE7C4D">
              <w:t>администрация Таловского муниципального района</w:t>
            </w:r>
          </w:p>
          <w:p w:rsidR="0009156E" w:rsidRDefault="0009156E" w:rsidP="0056538C">
            <w:pPr>
              <w:ind w:right="-57"/>
            </w:pPr>
          </w:p>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r>
      <w:tr w:rsidR="0009156E" w:rsidRPr="00FE7C4D" w:rsidTr="0009433F">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rsidRPr="00FE7C4D">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rsidRPr="00FE7C4D">
              <w:t>Строительство и реконструкция спортивных объектов муниципальной собственности</w:t>
            </w:r>
          </w:p>
          <w:p w:rsidR="0009156E" w:rsidRDefault="0009156E" w:rsidP="0056538C">
            <w:pPr>
              <w:ind w:right="-57"/>
            </w:pPr>
          </w:p>
          <w:p w:rsidR="0009156E" w:rsidRDefault="0009156E" w:rsidP="0056538C">
            <w:pPr>
              <w:ind w:right="-57"/>
            </w:pPr>
          </w:p>
          <w:p w:rsidR="0009156E" w:rsidRPr="00FE7C4D" w:rsidRDefault="0009156E" w:rsidP="0056538C">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Default="0009156E" w:rsidP="0056538C">
            <w:pPr>
              <w:ind w:right="-57"/>
            </w:pPr>
            <w:r w:rsidRPr="00FE7C4D">
              <w:t>Всего</w:t>
            </w:r>
          </w:p>
          <w:p w:rsidR="0009156E" w:rsidRPr="00FE7C4D" w:rsidRDefault="0009156E" w:rsidP="0056538C">
            <w:pPr>
              <w:ind w:right="-57"/>
            </w:pPr>
          </w:p>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r>
              <w:t>0</w:t>
            </w:r>
          </w:p>
        </w:tc>
      </w:tr>
      <w:tr w:rsidR="0009156E"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r>
      <w:tr w:rsidR="0009156E" w:rsidRPr="00FE7C4D" w:rsidTr="004A380C">
        <w:trPr>
          <w:trHeight w:val="350"/>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Default="0009156E" w:rsidP="0056538C">
            <w:pPr>
              <w:ind w:right="-57"/>
            </w:pPr>
            <w:r w:rsidRPr="00FE7C4D">
              <w:t>администрация Таловского муниципального района</w:t>
            </w:r>
          </w:p>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Default="0009156E" w:rsidP="0056538C">
            <w:pPr>
              <w:ind w:right="-57"/>
            </w:pPr>
            <w:r w:rsidRPr="00FE7C4D">
              <w:t>81827,5</w:t>
            </w:r>
          </w:p>
          <w:p w:rsidR="0009156E" w:rsidRDefault="0009156E" w:rsidP="0056538C">
            <w:pPr>
              <w:ind w:right="-57"/>
            </w:pPr>
          </w:p>
          <w:p w:rsidR="0009156E" w:rsidRDefault="0009156E" w:rsidP="0056538C">
            <w:pPr>
              <w:ind w:right="-57"/>
            </w:pPr>
          </w:p>
          <w:p w:rsidR="0009156E" w:rsidRDefault="0009156E" w:rsidP="0056538C">
            <w:pPr>
              <w:ind w:right="-57"/>
            </w:pPr>
          </w:p>
          <w:p w:rsidR="0009156E" w:rsidRDefault="0009156E" w:rsidP="0056538C">
            <w:pPr>
              <w:ind w:right="-57"/>
            </w:pPr>
          </w:p>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r>
              <w:t>0</w:t>
            </w:r>
          </w:p>
        </w:tc>
      </w:tr>
      <w:tr w:rsidR="0009156E" w:rsidRPr="00FE7C4D" w:rsidTr="004A380C">
        <w:trPr>
          <w:trHeight w:val="350"/>
        </w:trPr>
        <w:tc>
          <w:tcPr>
            <w:tcW w:w="256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firstLine="567"/>
              <w:jc w:val="both"/>
              <w:outlineLvl w:val="2"/>
              <w:rPr>
                <w:sz w:val="28"/>
                <w:szCs w:val="28"/>
              </w:rPr>
            </w:pPr>
            <w:r>
              <w:rPr>
                <w:sz w:val="28"/>
                <w:szCs w:val="28"/>
              </w:rPr>
              <w:t>2</w:t>
            </w: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t>3</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t>4</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Default="0009156E" w:rsidP="0056538C">
            <w:pPr>
              <w:ind w:right="-57"/>
            </w:pPr>
            <w:r>
              <w:t>5</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Default="0009156E" w:rsidP="0056538C">
            <w:pPr>
              <w:ind w:right="-57"/>
            </w:pPr>
            <w:r>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56538C">
            <w:pPr>
              <w:ind w:right="-57"/>
            </w:pPr>
            <w:r>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56538C">
            <w:pPr>
              <w:ind w:right="-57"/>
            </w:pPr>
            <w:r>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Default="0009156E" w:rsidP="0056538C">
            <w:pPr>
              <w:ind w:right="-57"/>
            </w:pPr>
            <w:r>
              <w:t>9</w:t>
            </w:r>
          </w:p>
        </w:tc>
      </w:tr>
      <w:tr w:rsidR="0009156E" w:rsidRPr="00FE7C4D" w:rsidTr="0009433F">
        <w:trPr>
          <w:trHeight w:val="375"/>
        </w:trPr>
        <w:tc>
          <w:tcPr>
            <w:tcW w:w="2560" w:type="dxa"/>
            <w:vMerge w:val="restart"/>
            <w:tcBorders>
              <w:top w:val="single" w:sz="4" w:space="0" w:color="auto"/>
              <w:left w:val="single" w:sz="4" w:space="0" w:color="auto"/>
              <w:right w:val="single" w:sz="4" w:space="0" w:color="auto"/>
            </w:tcBorders>
          </w:tcPr>
          <w:p w:rsidR="0009156E" w:rsidRPr="00FE7C4D" w:rsidRDefault="0009156E" w:rsidP="0056538C">
            <w:pPr>
              <w:ind w:right="-57"/>
              <w:rPr>
                <w:b/>
              </w:rPr>
            </w:pPr>
            <w:r w:rsidRPr="00FE7C4D">
              <w:rPr>
                <w:b/>
              </w:rPr>
              <w:t>ПОДПРОГРАММА 7</w:t>
            </w:r>
          </w:p>
        </w:tc>
        <w:tc>
          <w:tcPr>
            <w:tcW w:w="3780" w:type="dxa"/>
            <w:vMerge w:val="restart"/>
            <w:tcBorders>
              <w:top w:val="single" w:sz="4" w:space="0" w:color="auto"/>
              <w:left w:val="single" w:sz="4" w:space="0" w:color="auto"/>
              <w:right w:val="single" w:sz="4" w:space="0" w:color="auto"/>
            </w:tcBorders>
            <w:vAlign w:val="center"/>
          </w:tcPr>
          <w:p w:rsidR="0009156E" w:rsidRPr="00FE7C4D" w:rsidRDefault="0009156E" w:rsidP="0056538C">
            <w:pPr>
              <w:jc w:val="both"/>
              <w:outlineLvl w:val="2"/>
              <w:rPr>
                <w:sz w:val="28"/>
                <w:szCs w:val="28"/>
              </w:rPr>
            </w:pPr>
            <w:r w:rsidRPr="00FE7C4D">
              <w:rPr>
                <w:b/>
              </w:rPr>
              <w:t>«Ремонт и благоустройство военно-мемориальных объектов Таловского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rPr>
                <w:b/>
              </w:rPr>
            </w:pPr>
            <w:r>
              <w:rPr>
                <w:b/>
              </w:rPr>
              <w:t>653,5</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rPr>
                <w:b/>
              </w:rPr>
            </w:pPr>
            <w:r>
              <w:rPr>
                <w:b/>
              </w:rP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pPr>
              <w:rPr>
                <w:b/>
              </w:rPr>
            </w:pPr>
            <w:r>
              <w:rPr>
                <w:b/>
              </w:rP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pPr>
              <w:rPr>
                <w:b/>
              </w:rPr>
            </w:pPr>
            <w:r w:rsidRPr="00FE7C4D">
              <w:rPr>
                <w:b/>
              </w:rP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pPr>
              <w:rPr>
                <w:b/>
              </w:rPr>
            </w:pPr>
            <w:r w:rsidRPr="00FE7C4D">
              <w:rPr>
                <w:b/>
              </w:rPr>
              <w:t>0</w:t>
            </w:r>
          </w:p>
        </w:tc>
      </w:tr>
      <w:tr w:rsidR="0009156E" w:rsidRPr="00FE7C4D" w:rsidTr="0009433F">
        <w:trPr>
          <w:trHeight w:val="375"/>
        </w:trPr>
        <w:tc>
          <w:tcPr>
            <w:tcW w:w="2560" w:type="dxa"/>
            <w:vMerge/>
            <w:tcBorders>
              <w:left w:val="single" w:sz="4" w:space="0" w:color="auto"/>
              <w:right w:val="single" w:sz="4" w:space="0" w:color="auto"/>
            </w:tcBorders>
          </w:tcPr>
          <w:p w:rsidR="0009156E" w:rsidRPr="00FE7C4D" w:rsidRDefault="0009156E" w:rsidP="0056538C">
            <w:pPr>
              <w:ind w:right="-57"/>
              <w:rPr>
                <w:b/>
              </w:rPr>
            </w:pPr>
          </w:p>
        </w:tc>
        <w:tc>
          <w:tcPr>
            <w:tcW w:w="3780" w:type="dxa"/>
            <w:vMerge/>
            <w:tcBorders>
              <w:left w:val="single" w:sz="4" w:space="0" w:color="auto"/>
              <w:right w:val="single" w:sz="4" w:space="0" w:color="auto"/>
            </w:tcBorders>
            <w:vAlign w:val="center"/>
          </w:tcPr>
          <w:p w:rsidR="0009156E" w:rsidRPr="00FE7C4D" w:rsidRDefault="0009156E"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56538C">
            <w:pPr>
              <w:ind w:right="-57"/>
            </w:pPr>
          </w:p>
        </w:tc>
      </w:tr>
      <w:tr w:rsidR="0009156E" w:rsidRPr="00FE7C4D" w:rsidTr="0009433F">
        <w:trPr>
          <w:trHeight w:val="345"/>
        </w:trPr>
        <w:tc>
          <w:tcPr>
            <w:tcW w:w="2560" w:type="dxa"/>
            <w:vMerge/>
            <w:tcBorders>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FE7C4D" w:rsidRDefault="0009156E"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rsidRPr="00FE7C4D">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r>
              <w:t>653,5</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r w:rsidRPr="00FE7C4D">
              <w:t>0</w:t>
            </w:r>
          </w:p>
        </w:tc>
      </w:tr>
      <w:tr w:rsidR="0009156E" w:rsidRPr="00FE7C4D" w:rsidTr="0009433F">
        <w:trPr>
          <w:trHeight w:val="353"/>
        </w:trPr>
        <w:tc>
          <w:tcPr>
            <w:tcW w:w="2560" w:type="dxa"/>
            <w:vMerge w:val="restart"/>
            <w:tcBorders>
              <w:top w:val="single" w:sz="4" w:space="0" w:color="auto"/>
              <w:left w:val="single" w:sz="4" w:space="0" w:color="auto"/>
              <w:right w:val="single" w:sz="4" w:space="0" w:color="auto"/>
            </w:tcBorders>
            <w:vAlign w:val="center"/>
          </w:tcPr>
          <w:p w:rsidR="0009156E" w:rsidRPr="00FE7C4D" w:rsidRDefault="0009156E" w:rsidP="0056538C">
            <w:pPr>
              <w:ind w:right="-57"/>
            </w:pPr>
            <w:r w:rsidRPr="00FE7C4D">
              <w:t>Основное мероприятие 7.1.</w:t>
            </w:r>
          </w:p>
        </w:tc>
        <w:tc>
          <w:tcPr>
            <w:tcW w:w="3780" w:type="dxa"/>
            <w:vMerge w:val="restart"/>
            <w:tcBorders>
              <w:top w:val="single" w:sz="4" w:space="0" w:color="auto"/>
              <w:left w:val="single" w:sz="4" w:space="0" w:color="auto"/>
              <w:right w:val="single" w:sz="4" w:space="0" w:color="auto"/>
            </w:tcBorders>
            <w:vAlign w:val="center"/>
          </w:tcPr>
          <w:p w:rsidR="0009156E" w:rsidRPr="00FE7C4D" w:rsidRDefault="0009156E" w:rsidP="0056538C">
            <w:pPr>
              <w:jc w:val="both"/>
              <w:outlineLvl w:val="2"/>
              <w:rPr>
                <w:sz w:val="28"/>
                <w:szCs w:val="28"/>
              </w:rPr>
            </w:pPr>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r>
              <w:t>653,5</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r w:rsidRPr="00FE7C4D">
              <w:t>0</w:t>
            </w:r>
          </w:p>
        </w:tc>
      </w:tr>
      <w:tr w:rsidR="0009156E" w:rsidRPr="00FE7C4D" w:rsidTr="0009433F">
        <w:trPr>
          <w:trHeight w:val="375"/>
        </w:trPr>
        <w:tc>
          <w:tcPr>
            <w:tcW w:w="2560" w:type="dxa"/>
            <w:vMerge/>
            <w:tcBorders>
              <w:left w:val="single" w:sz="4" w:space="0" w:color="auto"/>
              <w:right w:val="single" w:sz="4" w:space="0" w:color="auto"/>
            </w:tcBorders>
            <w:vAlign w:val="center"/>
          </w:tcPr>
          <w:p w:rsidR="0009156E" w:rsidRPr="00FE7C4D" w:rsidRDefault="0009156E" w:rsidP="0056538C">
            <w:pPr>
              <w:ind w:right="-57"/>
            </w:pPr>
          </w:p>
        </w:tc>
        <w:tc>
          <w:tcPr>
            <w:tcW w:w="3780" w:type="dxa"/>
            <w:vMerge/>
            <w:tcBorders>
              <w:left w:val="single" w:sz="4" w:space="0" w:color="auto"/>
              <w:right w:val="single" w:sz="4" w:space="0" w:color="auto"/>
            </w:tcBorders>
            <w:vAlign w:val="center"/>
          </w:tcPr>
          <w:p w:rsidR="0009156E" w:rsidRPr="00FE7C4D" w:rsidRDefault="0009156E"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tc>
      </w:tr>
      <w:tr w:rsidR="0009156E" w:rsidRPr="00FE7C4D" w:rsidTr="00BC0910">
        <w:trPr>
          <w:trHeight w:val="1029"/>
        </w:trPr>
        <w:tc>
          <w:tcPr>
            <w:tcW w:w="2560" w:type="dxa"/>
            <w:vMerge/>
            <w:tcBorders>
              <w:left w:val="single" w:sz="4" w:space="0" w:color="auto"/>
              <w:bottom w:val="single" w:sz="4" w:space="0" w:color="auto"/>
              <w:right w:val="single" w:sz="4" w:space="0" w:color="auto"/>
            </w:tcBorders>
            <w:vAlign w:val="center"/>
          </w:tcPr>
          <w:p w:rsidR="0009156E" w:rsidRPr="00FE7C4D" w:rsidRDefault="0009156E" w:rsidP="0056538C">
            <w:pPr>
              <w:ind w:right="-57"/>
            </w:pPr>
          </w:p>
        </w:tc>
        <w:tc>
          <w:tcPr>
            <w:tcW w:w="3780" w:type="dxa"/>
            <w:vMerge/>
            <w:tcBorders>
              <w:left w:val="single" w:sz="4" w:space="0" w:color="auto"/>
              <w:bottom w:val="single" w:sz="4" w:space="0" w:color="auto"/>
              <w:right w:val="single" w:sz="4" w:space="0" w:color="auto"/>
            </w:tcBorders>
            <w:vAlign w:val="center"/>
          </w:tcPr>
          <w:p w:rsidR="0009156E" w:rsidRPr="00FE7C4D" w:rsidRDefault="0009156E"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BC0910" w:rsidRDefault="0009156E" w:rsidP="0056538C">
            <w:pPr>
              <w:ind w:right="-57"/>
            </w:pPr>
            <w:r w:rsidRPr="00BC0910">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p>
          <w:p w:rsidR="0009156E" w:rsidRPr="00FE7C4D" w:rsidRDefault="0009156E" w:rsidP="0056538C">
            <w:pPr>
              <w:ind w:right="-57"/>
            </w:pPr>
          </w:p>
          <w:p w:rsidR="0009156E" w:rsidRPr="00FE7C4D" w:rsidRDefault="0009156E" w:rsidP="0056538C">
            <w:pPr>
              <w:ind w:right="-57"/>
            </w:pPr>
          </w:p>
          <w:p w:rsidR="0009156E" w:rsidRPr="00FE7C4D" w:rsidRDefault="0009156E" w:rsidP="0056538C">
            <w:pPr>
              <w:ind w:right="-57"/>
            </w:pPr>
          </w:p>
          <w:p w:rsidR="0009156E" w:rsidRPr="00FE7C4D" w:rsidRDefault="0009156E" w:rsidP="0056538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r>
              <w:t>653,5</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FE7C4D" w:rsidRDefault="0009156E" w:rsidP="0056538C">
            <w:r w:rsidRPr="00FE7C4D">
              <w:t>0</w:t>
            </w:r>
          </w:p>
        </w:tc>
      </w:tr>
      <w:tr w:rsidR="0009156E" w:rsidRPr="00FE7C4D" w:rsidTr="005447E4">
        <w:trPr>
          <w:trHeight w:val="324"/>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pPr>
            <w:r w:rsidRPr="00FE7C4D">
              <w:rPr>
                <w:b/>
              </w:rPr>
              <w:t xml:space="preserve">ПОДПРОГРАММА </w:t>
            </w:r>
            <w:r>
              <w:rPr>
                <w:b/>
              </w:rPr>
              <w:t>8</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156E" w:rsidRPr="005447E4" w:rsidRDefault="0009156E" w:rsidP="0056538C">
            <w:pPr>
              <w:outlineLvl w:val="2"/>
              <w:rPr>
                <w:b/>
              </w:rPr>
            </w:pPr>
            <w:r>
              <w:rPr>
                <w:b/>
              </w:rPr>
              <w:t>«Развитие транспортной системы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BC0910" w:rsidRDefault="0009156E" w:rsidP="0056538C">
            <w:pPr>
              <w:ind w:right="-57"/>
            </w:pPr>
            <w:r w:rsidRPr="00BC0910">
              <w:rPr>
                <w:sz w:val="22"/>
                <w:szCs w:val="22"/>
              </w:rP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b/>
                <w:color w:val="0000FF"/>
              </w:rPr>
            </w:pPr>
            <w:r w:rsidRPr="00801DB8">
              <w:rPr>
                <w:b/>
                <w:color w:val="0000FF"/>
              </w:rPr>
              <w:t>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b/>
                <w:color w:val="0000FF"/>
              </w:rPr>
            </w:pPr>
            <w:r w:rsidRPr="00801DB8">
              <w:rPr>
                <w:b/>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b/>
                <w:color w:val="0000FF"/>
              </w:rPr>
            </w:pPr>
            <w:r w:rsidRPr="00801DB8">
              <w:rPr>
                <w:b/>
                <w:color w:val="0000FF"/>
              </w:rPr>
              <w:t>1</w:t>
            </w:r>
            <w:r>
              <w:rPr>
                <w:b/>
                <w:color w:val="0000FF"/>
              </w:rPr>
              <w:t>235,0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b/>
                <w:color w:val="0000FF"/>
              </w:rPr>
            </w:pPr>
            <w:r>
              <w:rPr>
                <w:b/>
                <w:color w:val="0000FF"/>
              </w:rPr>
              <w:t>4775,9</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b/>
                <w:color w:val="0000FF"/>
              </w:rPr>
            </w:pPr>
            <w:r>
              <w:rPr>
                <w:b/>
                <w:color w:val="0000FF"/>
              </w:rPr>
              <w:t>3310,8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b/>
                <w:color w:val="0000FF"/>
              </w:rPr>
            </w:pPr>
            <w:r>
              <w:rPr>
                <w:b/>
                <w:color w:val="0000FF"/>
              </w:rPr>
              <w:t>4834,9</w:t>
            </w:r>
          </w:p>
        </w:tc>
      </w:tr>
      <w:tr w:rsidR="0009156E" w:rsidRPr="00FE7C4D" w:rsidTr="005447E4">
        <w:trPr>
          <w:trHeight w:val="363"/>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Default="0009156E"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BC0910" w:rsidRDefault="0009156E" w:rsidP="0056538C">
            <w:pPr>
              <w:ind w:right="-57"/>
            </w:pPr>
            <w:r w:rsidRPr="00BC0910">
              <w:rPr>
                <w:sz w:val="22"/>
                <w:szCs w:val="22"/>
              </w:rP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r>
      <w:tr w:rsidR="0009156E" w:rsidRPr="00FE7C4D" w:rsidTr="0008675D">
        <w:trPr>
          <w:trHeight w:val="520"/>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Default="0009156E"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BC0910" w:rsidRDefault="0009156E" w:rsidP="0056538C">
            <w:pPr>
              <w:ind w:right="-57"/>
            </w:pPr>
            <w:r w:rsidRPr="00BC0910">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1824,9</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4775,9</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3310,8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4834,9</w:t>
            </w:r>
          </w:p>
        </w:tc>
      </w:tr>
      <w:tr w:rsidR="0009156E" w:rsidRPr="00FE7C4D" w:rsidTr="00BC0910">
        <w:trPr>
          <w:trHeight w:val="432"/>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rPr>
                <w:b/>
              </w:rPr>
            </w:pPr>
            <w:r w:rsidRPr="005447E4">
              <w:t>Основное мероприятие 8.1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09156E" w:rsidRDefault="0009156E" w:rsidP="0056538C">
            <w:pPr>
              <w:ind w:firstLine="567"/>
              <w:jc w:val="both"/>
              <w:outlineLvl w:val="2"/>
            </w:pPr>
            <w:r>
              <w:t>Приобретение автобусов</w:t>
            </w:r>
          </w:p>
          <w:p w:rsidR="0009156E" w:rsidRDefault="0009156E" w:rsidP="0056538C">
            <w:pPr>
              <w:ind w:firstLine="567"/>
              <w:jc w:val="both"/>
              <w:outlineLvl w:val="2"/>
            </w:pPr>
          </w:p>
          <w:p w:rsidR="0009156E" w:rsidRDefault="0009156E" w:rsidP="0056538C">
            <w:pPr>
              <w:ind w:firstLine="567"/>
              <w:jc w:val="both"/>
              <w:outlineLvl w:val="2"/>
            </w:pPr>
          </w:p>
          <w:p w:rsidR="0009156E" w:rsidRDefault="0009156E" w:rsidP="0056538C">
            <w:pPr>
              <w:ind w:firstLine="567"/>
              <w:jc w:val="both"/>
              <w:outlineLvl w:val="2"/>
            </w:pPr>
          </w:p>
          <w:p w:rsidR="0009156E" w:rsidRDefault="0009156E" w:rsidP="0056538C">
            <w:pPr>
              <w:ind w:firstLine="567"/>
              <w:jc w:val="both"/>
              <w:outlineLvl w:val="2"/>
            </w:pPr>
          </w:p>
          <w:p w:rsidR="0009156E" w:rsidRDefault="0009156E"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BC0910" w:rsidRDefault="0009156E" w:rsidP="0056538C">
            <w:pPr>
              <w:ind w:right="-57"/>
            </w:pPr>
            <w:r w:rsidRPr="00BC0910">
              <w:rPr>
                <w:sz w:val="22"/>
                <w:szCs w:val="22"/>
              </w:rP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sidRPr="00801DB8">
              <w:rPr>
                <w:color w:val="0000FF"/>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sidRPr="00801DB8">
              <w:rPr>
                <w:color w:val="0000FF"/>
              </w:rPr>
              <w:t>0,0</w:t>
            </w:r>
          </w:p>
        </w:tc>
      </w:tr>
      <w:tr w:rsidR="0009156E" w:rsidRPr="00FE7C4D" w:rsidTr="0008675D">
        <w:trPr>
          <w:trHeight w:val="342"/>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FE7C4D" w:rsidRDefault="0009156E"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Default="0009156E"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BC0910" w:rsidRDefault="0009156E" w:rsidP="0056538C">
            <w:pPr>
              <w:ind w:right="-57"/>
            </w:pPr>
            <w:r w:rsidRPr="00BC0910">
              <w:rPr>
                <w:sz w:val="22"/>
                <w:szCs w:val="22"/>
              </w:rP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r>
      <w:tr w:rsidR="0009156E" w:rsidRPr="00FE7C4D" w:rsidTr="00BC0910">
        <w:trPr>
          <w:trHeight w:val="642"/>
        </w:trPr>
        <w:tc>
          <w:tcPr>
            <w:tcW w:w="2560" w:type="dxa"/>
            <w:vMerge/>
            <w:tcBorders>
              <w:top w:val="single" w:sz="4" w:space="0" w:color="auto"/>
              <w:left w:val="single" w:sz="4" w:space="0" w:color="auto"/>
              <w:bottom w:val="single" w:sz="4" w:space="0" w:color="auto"/>
              <w:right w:val="single" w:sz="4" w:space="0" w:color="auto"/>
            </w:tcBorders>
            <w:vAlign w:val="center"/>
          </w:tcPr>
          <w:p w:rsidR="0009156E" w:rsidRPr="005447E4" w:rsidRDefault="0009156E"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09156E" w:rsidRPr="005447E4" w:rsidRDefault="0009156E" w:rsidP="0056538C">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BC0910" w:rsidRDefault="0009156E" w:rsidP="0056538C">
            <w:pPr>
              <w:ind w:right="-57"/>
            </w:pPr>
            <w:r w:rsidRPr="00BC0910">
              <w:rPr>
                <w:sz w:val="22"/>
                <w:szCs w:val="22"/>
              </w:rPr>
              <w:t xml:space="preserve">администрация </w:t>
            </w:r>
          </w:p>
          <w:p w:rsidR="0009156E" w:rsidRPr="00BC0910" w:rsidRDefault="0009156E" w:rsidP="0056538C">
            <w:pPr>
              <w:ind w:right="-57"/>
            </w:pPr>
            <w:r w:rsidRPr="00BC0910">
              <w:rPr>
                <w:sz w:val="22"/>
                <w:szCs w:val="22"/>
              </w:rPr>
              <w:t>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sidRPr="00801DB8">
              <w:rPr>
                <w:color w:val="0000FF"/>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sidRPr="00801DB8">
              <w:rPr>
                <w:color w:val="0000FF"/>
              </w:rPr>
              <w:t>0,0</w:t>
            </w:r>
          </w:p>
        </w:tc>
      </w:tr>
      <w:tr w:rsidR="0009156E" w:rsidRPr="00FE7C4D" w:rsidTr="004A380C">
        <w:trPr>
          <w:trHeight w:val="520"/>
        </w:trPr>
        <w:tc>
          <w:tcPr>
            <w:tcW w:w="2560" w:type="dxa"/>
            <w:vMerge w:val="restart"/>
            <w:tcBorders>
              <w:top w:val="single" w:sz="4" w:space="0" w:color="auto"/>
              <w:left w:val="single" w:sz="4" w:space="0" w:color="auto"/>
              <w:right w:val="single" w:sz="4" w:space="0" w:color="auto"/>
            </w:tcBorders>
            <w:vAlign w:val="center"/>
          </w:tcPr>
          <w:p w:rsidR="0009156E" w:rsidRPr="00801DB8" w:rsidRDefault="0009156E" w:rsidP="0056538C">
            <w:pPr>
              <w:ind w:right="-57"/>
              <w:rPr>
                <w:b/>
                <w:color w:val="0000FF"/>
              </w:rPr>
            </w:pPr>
            <w:r w:rsidRPr="00801DB8">
              <w:rPr>
                <w:color w:val="0000FF"/>
              </w:rPr>
              <w:t>Основное мероприятие 8.2</w:t>
            </w:r>
          </w:p>
        </w:tc>
        <w:tc>
          <w:tcPr>
            <w:tcW w:w="3780" w:type="dxa"/>
            <w:vMerge w:val="restart"/>
            <w:tcBorders>
              <w:top w:val="single" w:sz="4" w:space="0" w:color="auto"/>
              <w:left w:val="single" w:sz="4" w:space="0" w:color="auto"/>
              <w:right w:val="single" w:sz="4" w:space="0" w:color="auto"/>
            </w:tcBorders>
            <w:vAlign w:val="center"/>
          </w:tcPr>
          <w:p w:rsidR="0009156E" w:rsidRPr="00801DB8" w:rsidRDefault="0009156E" w:rsidP="0056538C">
            <w:pPr>
              <w:tabs>
                <w:tab w:val="num" w:pos="82"/>
              </w:tabs>
              <w:ind w:left="82"/>
              <w:rPr>
                <w:b/>
                <w:color w:val="0000FF"/>
              </w:rPr>
            </w:pPr>
            <w:r w:rsidRPr="00801DB8">
              <w:rPr>
                <w:color w:val="0000FF"/>
              </w:rPr>
              <w:t>Предоставление субсидий из районного бюджета на компенса-цию потерь в доходах транспорт-ных предприятий , возникающих вследствие регулирования  тарифов на перевозку пассажи-ров автомобильным транспортом общего пользования.</w:t>
            </w: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200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1000,0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sidRPr="00801DB8">
              <w:rPr>
                <w:color w:val="0000FF"/>
              </w:rPr>
              <w:t>0,0</w:t>
            </w:r>
          </w:p>
        </w:tc>
      </w:tr>
      <w:tr w:rsidR="0009156E" w:rsidRPr="00FE7C4D" w:rsidTr="004A380C">
        <w:trPr>
          <w:trHeight w:val="520"/>
        </w:trPr>
        <w:tc>
          <w:tcPr>
            <w:tcW w:w="2560" w:type="dxa"/>
            <w:vMerge/>
            <w:tcBorders>
              <w:left w:val="single" w:sz="4" w:space="0" w:color="auto"/>
              <w:right w:val="single" w:sz="4" w:space="0" w:color="auto"/>
            </w:tcBorders>
            <w:vAlign w:val="center"/>
          </w:tcPr>
          <w:p w:rsidR="0009156E" w:rsidRPr="00801DB8" w:rsidRDefault="0009156E" w:rsidP="0056538C">
            <w:pPr>
              <w:ind w:right="-57"/>
              <w:rPr>
                <w:b/>
                <w:color w:val="0000FF"/>
              </w:rPr>
            </w:pPr>
          </w:p>
        </w:tc>
        <w:tc>
          <w:tcPr>
            <w:tcW w:w="3780" w:type="dxa"/>
            <w:vMerge/>
            <w:tcBorders>
              <w:left w:val="single" w:sz="4" w:space="0" w:color="auto"/>
              <w:right w:val="single" w:sz="4" w:space="0" w:color="auto"/>
            </w:tcBorders>
            <w:vAlign w:val="center"/>
          </w:tcPr>
          <w:p w:rsidR="0009156E" w:rsidRPr="00801DB8" w:rsidRDefault="0009156E" w:rsidP="0056538C">
            <w:pPr>
              <w:ind w:firstLine="567"/>
              <w:jc w:val="both"/>
              <w:outlineLvl w:val="2"/>
              <w:rPr>
                <w:b/>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56538C">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r>
      <w:tr w:rsidR="0009156E" w:rsidRPr="00FE7C4D" w:rsidTr="004A380C">
        <w:trPr>
          <w:trHeight w:val="520"/>
        </w:trPr>
        <w:tc>
          <w:tcPr>
            <w:tcW w:w="2560" w:type="dxa"/>
            <w:vMerge/>
            <w:tcBorders>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09156E" w:rsidRPr="00801DB8" w:rsidRDefault="0009156E" w:rsidP="0056538C">
            <w:pPr>
              <w:ind w:firstLine="567"/>
              <w:jc w:val="both"/>
              <w:outlineLvl w:val="2"/>
              <w:rPr>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Default="0009156E" w:rsidP="0056538C">
            <w:pPr>
              <w:ind w:right="-57"/>
            </w:pPr>
            <w:r>
              <w:t xml:space="preserve">администрация Таловского </w:t>
            </w:r>
          </w:p>
          <w:p w:rsidR="0009156E" w:rsidRDefault="0009156E" w:rsidP="0056538C">
            <w:pPr>
              <w:ind w:right="-57"/>
            </w:pPr>
            <w:r>
              <w:t>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200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100</w:t>
            </w:r>
            <w:r w:rsidRPr="00801DB8">
              <w:rPr>
                <w:color w:val="0000FF"/>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sidRPr="00801DB8">
              <w:rPr>
                <w:color w:val="0000FF"/>
              </w:rPr>
              <w:t>0,0</w:t>
            </w:r>
          </w:p>
        </w:tc>
      </w:tr>
      <w:tr w:rsidR="0009156E" w:rsidRPr="00FE7C4D" w:rsidTr="0008675D">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r w:rsidRPr="00801DB8">
              <w:rPr>
                <w:color w:val="0000FF"/>
              </w:rPr>
              <w:lastRenderedPageBreak/>
              <w:t>Основное мероприятие 8.3</w:t>
            </w: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rPr>
                <w:color w:val="0000FF"/>
              </w:rPr>
            </w:pPr>
            <w:r w:rsidRPr="00801DB8">
              <w:rPr>
                <w:color w:val="0000FF"/>
              </w:rPr>
              <w:t>По развитию сети автомобильных дорог общего пользования местного значения.</w:t>
            </w:r>
          </w:p>
        </w:tc>
        <w:tc>
          <w:tcPr>
            <w:tcW w:w="2700" w:type="dxa"/>
            <w:tcBorders>
              <w:top w:val="single" w:sz="4" w:space="0" w:color="auto"/>
              <w:left w:val="single" w:sz="4" w:space="0" w:color="auto"/>
              <w:bottom w:val="single" w:sz="4" w:space="0" w:color="auto"/>
              <w:right w:val="single" w:sz="4" w:space="0" w:color="auto"/>
            </w:tcBorders>
            <w:vAlign w:val="bottom"/>
          </w:tcPr>
          <w:p w:rsidR="0009156E" w:rsidRDefault="0009156E" w:rsidP="0056538C">
            <w:pPr>
              <w:ind w:right="-57"/>
            </w:pPr>
            <w: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sidRPr="00801DB8">
              <w:rPr>
                <w:color w:val="0000FF"/>
              </w:rPr>
              <w:t>1</w:t>
            </w:r>
            <w:r>
              <w:rPr>
                <w:color w:val="0000FF"/>
              </w:rPr>
              <w:t>035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3775,9</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3310,8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4834,9</w:t>
            </w:r>
          </w:p>
        </w:tc>
      </w:tr>
      <w:tr w:rsidR="0009156E" w:rsidRPr="00FE7C4D" w:rsidTr="0008675D">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firstLine="567"/>
              <w:jc w:val="both"/>
              <w:outlineLvl w:val="2"/>
              <w:rPr>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Default="0009156E" w:rsidP="0056538C">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p>
        </w:tc>
      </w:tr>
      <w:tr w:rsidR="0009156E" w:rsidRPr="00FE7C4D" w:rsidTr="0008675D">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09156E" w:rsidRPr="005447E4" w:rsidRDefault="0009156E" w:rsidP="0056538C">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09156E" w:rsidRPr="005447E4" w:rsidRDefault="0009156E" w:rsidP="0056538C">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09156E" w:rsidRDefault="0009156E" w:rsidP="0056538C">
            <w:pPr>
              <w:ind w:right="-57"/>
            </w:pPr>
            <w: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801DB8" w:rsidRDefault="0009156E"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801DB8" w:rsidRDefault="0009156E" w:rsidP="0056538C">
            <w:pPr>
              <w:rPr>
                <w:color w:val="0000FF"/>
              </w:rPr>
            </w:pPr>
            <w:r>
              <w:rPr>
                <w:color w:val="0000FF"/>
              </w:rPr>
              <w:t>1035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3775,9</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3310,8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801DB8" w:rsidRDefault="0009156E" w:rsidP="0056538C">
            <w:pPr>
              <w:rPr>
                <w:color w:val="0000FF"/>
              </w:rPr>
            </w:pPr>
            <w:r>
              <w:rPr>
                <w:color w:val="0000FF"/>
              </w:rPr>
              <w:t>4834,9</w:t>
            </w:r>
          </w:p>
        </w:tc>
      </w:tr>
    </w:tbl>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p>
    <w:p w:rsidR="0009156E" w:rsidRDefault="0009156E" w:rsidP="004C36FF">
      <w:pPr>
        <w:pStyle w:val="ConsPlusNormal"/>
        <w:ind w:right="-57" w:firstLine="0"/>
        <w:jc w:val="right"/>
        <w:rPr>
          <w:rFonts w:ascii="Times New Roman" w:hAnsi="Times New Roman"/>
          <w:sz w:val="26"/>
          <w:szCs w:val="26"/>
        </w:rPr>
      </w:pPr>
      <w:r w:rsidRPr="004D300B">
        <w:rPr>
          <w:rFonts w:ascii="Times New Roman" w:hAnsi="Times New Roman"/>
          <w:sz w:val="26"/>
          <w:szCs w:val="26"/>
        </w:rPr>
        <w:lastRenderedPageBreak/>
        <w:t>Приложение 3</w:t>
      </w:r>
    </w:p>
    <w:p w:rsidR="0009156E" w:rsidRDefault="0009156E"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520"/>
        <w:gridCol w:w="1260"/>
        <w:gridCol w:w="1080"/>
        <w:gridCol w:w="1080"/>
        <w:gridCol w:w="1080"/>
        <w:gridCol w:w="1080"/>
        <w:gridCol w:w="1080"/>
      </w:tblGrid>
      <w:tr w:rsidR="0009156E" w:rsidRPr="004D300B" w:rsidTr="00446845">
        <w:trPr>
          <w:trHeight w:val="945"/>
        </w:trPr>
        <w:tc>
          <w:tcPr>
            <w:tcW w:w="15675" w:type="dxa"/>
            <w:gridSpan w:val="9"/>
            <w:tcBorders>
              <w:top w:val="nil"/>
              <w:left w:val="nil"/>
              <w:bottom w:val="nil"/>
              <w:right w:val="nil"/>
            </w:tcBorders>
            <w:vAlign w:val="center"/>
          </w:tcPr>
          <w:p w:rsidR="0009156E" w:rsidRDefault="0009156E" w:rsidP="0009433F">
            <w:pPr>
              <w:ind w:left="360"/>
              <w:jc w:val="center"/>
              <w:rPr>
                <w:b/>
              </w:rPr>
            </w:pPr>
          </w:p>
          <w:p w:rsidR="0009156E" w:rsidRDefault="0009156E" w:rsidP="0009433F">
            <w:pPr>
              <w:ind w:left="360"/>
              <w:jc w:val="center"/>
              <w:rPr>
                <w:b/>
              </w:rP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на 2014-2019 гг»  </w:t>
            </w:r>
          </w:p>
          <w:p w:rsidR="0009156E" w:rsidRPr="004D300B" w:rsidRDefault="0009156E" w:rsidP="0009433F">
            <w:pPr>
              <w:ind w:left="360"/>
              <w:jc w:val="center"/>
            </w:pPr>
          </w:p>
        </w:tc>
      </w:tr>
      <w:tr w:rsidR="0009156E" w:rsidRPr="004D300B" w:rsidTr="00446845">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r w:rsidRPr="004D300B">
              <w:t xml:space="preserve">Наименование муниципальной программы, подпрограммы, основного мероприятия </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Источники ресурсного обеспечения</w:t>
            </w:r>
          </w:p>
        </w:tc>
        <w:tc>
          <w:tcPr>
            <w:tcW w:w="6660" w:type="dxa"/>
            <w:gridSpan w:val="6"/>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r w:rsidRPr="004D300B">
              <w:t>Оценка расходов по годам реализации муниципальной программы, тыс. руб.   </w:t>
            </w:r>
          </w:p>
        </w:tc>
      </w:tr>
      <w:tr w:rsidR="0009156E" w:rsidRPr="004D300B" w:rsidTr="00446845">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252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1260" w:type="dxa"/>
            <w:tcBorders>
              <w:top w:val="nil"/>
              <w:left w:val="nil"/>
              <w:bottom w:val="nil"/>
              <w:right w:val="nil"/>
            </w:tcBorders>
            <w:shd w:val="clear" w:color="auto" w:fill="FFFFFF"/>
            <w:vAlign w:val="center"/>
          </w:tcPr>
          <w:p w:rsidR="0009156E" w:rsidRPr="004D300B" w:rsidRDefault="0009156E" w:rsidP="0009433F">
            <w:r w:rsidRPr="004D300B">
              <w:t>2014</w:t>
            </w:r>
            <w:r w:rsidRPr="004D300B">
              <w:br/>
            </w:r>
          </w:p>
        </w:tc>
        <w:tc>
          <w:tcPr>
            <w:tcW w:w="1080" w:type="dxa"/>
            <w:tcBorders>
              <w:top w:val="nil"/>
              <w:left w:val="single" w:sz="4" w:space="0" w:color="auto"/>
              <w:bottom w:val="nil"/>
              <w:right w:val="nil"/>
            </w:tcBorders>
            <w:shd w:val="clear" w:color="auto" w:fill="FFFFFF"/>
            <w:vAlign w:val="center"/>
          </w:tcPr>
          <w:p w:rsidR="0009156E" w:rsidRPr="004D300B" w:rsidRDefault="0009156E" w:rsidP="0009433F">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09156E" w:rsidRPr="004D300B" w:rsidRDefault="0009156E" w:rsidP="0009433F">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2017</w:t>
            </w:r>
          </w:p>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2018</w:t>
            </w:r>
          </w:p>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2019</w:t>
            </w:r>
          </w:p>
          <w:p w:rsidR="0009156E" w:rsidRPr="004D300B" w:rsidRDefault="0009156E" w:rsidP="0009433F"/>
        </w:tc>
      </w:tr>
      <w:tr w:rsidR="0009156E" w:rsidRPr="004D300B" w:rsidTr="00446845">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1</w:t>
            </w:r>
          </w:p>
        </w:tc>
        <w:tc>
          <w:tcPr>
            <w:tcW w:w="450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2</w:t>
            </w:r>
          </w:p>
        </w:tc>
        <w:tc>
          <w:tcPr>
            <w:tcW w:w="252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3</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r w:rsidRPr="004D300B">
              <w:t>6</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7</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8</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9</w:t>
            </w:r>
          </w:p>
        </w:tc>
      </w:tr>
      <w:tr w:rsidR="0009156E" w:rsidRPr="004D300B" w:rsidTr="00446845">
        <w:trPr>
          <w:trHeight w:val="315"/>
        </w:trPr>
        <w:tc>
          <w:tcPr>
            <w:tcW w:w="1995" w:type="dxa"/>
            <w:vMerge w:val="restart"/>
            <w:tcBorders>
              <w:top w:val="nil"/>
              <w:left w:val="single" w:sz="4" w:space="0" w:color="auto"/>
              <w:right w:val="single" w:sz="4" w:space="0" w:color="auto"/>
            </w:tcBorders>
            <w:shd w:val="clear" w:color="auto" w:fill="FFFFFF"/>
            <w:vAlign w:val="center"/>
          </w:tcPr>
          <w:p w:rsidR="0009156E" w:rsidRPr="004D300B" w:rsidRDefault="0009156E" w:rsidP="0009433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09156E" w:rsidRPr="004D300B" w:rsidRDefault="0009156E" w:rsidP="0009433F">
            <w:pPr>
              <w:rPr>
                <w:b/>
              </w:rPr>
            </w:pPr>
            <w:r w:rsidRPr="004D300B">
              <w:rPr>
                <w:b/>
              </w:rPr>
              <w:t xml:space="preserve">«Муниципальное управление и гражданское общество </w:t>
            </w:r>
            <w:r>
              <w:rPr>
                <w:b/>
              </w:rPr>
              <w:t>Таловского муниципального района</w:t>
            </w:r>
            <w:r w:rsidRPr="004D300B">
              <w:rPr>
                <w:b/>
              </w:rPr>
              <w:t xml:space="preserve"> на 2014-2019 гг»  </w:t>
            </w: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56538C" w:rsidRDefault="0009156E" w:rsidP="0009433F">
            <w:pPr>
              <w:rPr>
                <w:b/>
              </w:rPr>
            </w:pPr>
            <w:r w:rsidRPr="0056538C">
              <w:rPr>
                <w:b/>
                <w:sz w:val="22"/>
                <w:szCs w:val="22"/>
              </w:rPr>
              <w:t>137731,1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56538C" w:rsidRDefault="0009156E" w:rsidP="0009433F">
            <w:pPr>
              <w:rPr>
                <w:b/>
              </w:rPr>
            </w:pPr>
            <w:r w:rsidRPr="0056538C">
              <w:rPr>
                <w:b/>
              </w:rPr>
              <w:t>49401,5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56538C" w:rsidRDefault="0009156E" w:rsidP="00660009">
            <w:pPr>
              <w:rPr>
                <w:b/>
                <w:color w:val="0000FF"/>
              </w:rPr>
            </w:pPr>
            <w:r w:rsidRPr="0056538C">
              <w:rPr>
                <w:b/>
                <w:color w:val="0000FF"/>
              </w:rPr>
              <w:t>58298,2</w:t>
            </w:r>
          </w:p>
        </w:tc>
        <w:tc>
          <w:tcPr>
            <w:tcW w:w="1080" w:type="dxa"/>
            <w:tcBorders>
              <w:top w:val="nil"/>
              <w:left w:val="nil"/>
              <w:bottom w:val="single" w:sz="4" w:space="0" w:color="auto"/>
              <w:right w:val="single" w:sz="4" w:space="0" w:color="auto"/>
            </w:tcBorders>
            <w:shd w:val="clear" w:color="auto" w:fill="FFFFFF"/>
            <w:vAlign w:val="center"/>
          </w:tcPr>
          <w:p w:rsidR="0009156E" w:rsidRPr="0056538C" w:rsidRDefault="0009156E" w:rsidP="00B71AA2">
            <w:pPr>
              <w:rPr>
                <w:b/>
              </w:rPr>
            </w:pPr>
            <w:r>
              <w:rPr>
                <w:b/>
              </w:rPr>
              <w:t>55345,3</w:t>
            </w:r>
          </w:p>
        </w:tc>
        <w:tc>
          <w:tcPr>
            <w:tcW w:w="1080" w:type="dxa"/>
            <w:tcBorders>
              <w:top w:val="nil"/>
              <w:left w:val="nil"/>
              <w:bottom w:val="single" w:sz="4" w:space="0" w:color="auto"/>
              <w:right w:val="single" w:sz="4" w:space="0" w:color="auto"/>
            </w:tcBorders>
            <w:shd w:val="clear" w:color="auto" w:fill="FFFFFF"/>
            <w:vAlign w:val="center"/>
          </w:tcPr>
          <w:p w:rsidR="0009156E" w:rsidRPr="0056538C" w:rsidRDefault="0009156E" w:rsidP="00F67B56">
            <w:pPr>
              <w:rPr>
                <w:b/>
              </w:rPr>
            </w:pPr>
            <w:r w:rsidRPr="0056538C">
              <w:rPr>
                <w:b/>
                <w:sz w:val="22"/>
                <w:szCs w:val="22"/>
              </w:rPr>
              <w:t>49740,34</w:t>
            </w:r>
          </w:p>
        </w:tc>
        <w:tc>
          <w:tcPr>
            <w:tcW w:w="1080" w:type="dxa"/>
            <w:tcBorders>
              <w:top w:val="nil"/>
              <w:left w:val="nil"/>
              <w:bottom w:val="single" w:sz="4" w:space="0" w:color="auto"/>
              <w:right w:val="single" w:sz="4" w:space="0" w:color="auto"/>
            </w:tcBorders>
            <w:shd w:val="clear" w:color="auto" w:fill="FFFFFF"/>
            <w:vAlign w:val="center"/>
          </w:tcPr>
          <w:p w:rsidR="0009156E" w:rsidRPr="0056538C" w:rsidRDefault="0009156E" w:rsidP="00F67B56">
            <w:pPr>
              <w:rPr>
                <w:b/>
              </w:rPr>
            </w:pPr>
            <w:r w:rsidRPr="0056538C">
              <w:rPr>
                <w:b/>
                <w:sz w:val="22"/>
                <w:szCs w:val="22"/>
              </w:rPr>
              <w:t>51636,41</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1543,1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2551,3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660009">
            <w:r>
              <w:t>1670,2</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344,7</w:t>
            </w:r>
          </w:p>
        </w:tc>
        <w:tc>
          <w:tcPr>
            <w:tcW w:w="1080" w:type="dxa"/>
            <w:tcBorders>
              <w:top w:val="nil"/>
              <w:left w:val="nil"/>
              <w:bottom w:val="single" w:sz="4" w:space="0" w:color="auto"/>
              <w:right w:val="single" w:sz="4" w:space="0" w:color="auto"/>
            </w:tcBorders>
            <w:shd w:val="clear" w:color="auto" w:fill="FFFFFF"/>
            <w:vAlign w:val="center"/>
          </w:tcPr>
          <w:p w:rsidR="0009156E" w:rsidRPr="00FA6955" w:rsidRDefault="0009156E" w:rsidP="0009433F">
            <w:r>
              <w:t>450,0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500,0</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82163,2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1055,4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660009">
            <w:r>
              <w:t>2663,8</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197,1</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450,0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500,0</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45738,0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45341,8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8E0CD2" w:rsidRDefault="0009156E" w:rsidP="0009433F">
            <w:pPr>
              <w:rPr>
                <w:color w:val="0000FF"/>
              </w:rPr>
            </w:pPr>
            <w:r>
              <w:rPr>
                <w:color w:val="0000FF"/>
              </w:rPr>
              <w:t>49691,8</w:t>
            </w:r>
          </w:p>
        </w:tc>
        <w:tc>
          <w:tcPr>
            <w:tcW w:w="1080" w:type="dxa"/>
            <w:tcBorders>
              <w:top w:val="nil"/>
              <w:left w:val="nil"/>
              <w:bottom w:val="single" w:sz="4" w:space="0" w:color="auto"/>
              <w:right w:val="single" w:sz="4" w:space="0" w:color="auto"/>
            </w:tcBorders>
            <w:shd w:val="clear" w:color="auto" w:fill="FFFFFF"/>
            <w:vAlign w:val="bottom"/>
          </w:tcPr>
          <w:p w:rsidR="0009156E" w:rsidRPr="00FA6955" w:rsidRDefault="0009156E" w:rsidP="006062BB">
            <w:pPr>
              <w:rPr>
                <w:rFonts w:eastAsia="Times New Roman"/>
                <w:lang w:eastAsia="ru-RU"/>
              </w:rPr>
            </w:pPr>
            <w:r>
              <w:rPr>
                <w:rFonts w:eastAsia="Times New Roman"/>
                <w:lang w:eastAsia="ru-RU"/>
              </w:rPr>
              <w:t>53118,7</w:t>
            </w:r>
          </w:p>
        </w:tc>
        <w:tc>
          <w:tcPr>
            <w:tcW w:w="108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pPr>
              <w:rPr>
                <w:rFonts w:eastAsia="Times New Roman"/>
                <w:lang w:eastAsia="ru-RU"/>
              </w:rPr>
            </w:pPr>
            <w:r>
              <w:rPr>
                <w:rFonts w:eastAsia="Times New Roman"/>
                <w:lang w:eastAsia="ru-RU"/>
              </w:rPr>
              <w:t>46333,2</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F67B56">
            <w:r>
              <w:t>47850,7</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bottom"/>
          </w:tcPr>
          <w:p w:rsidR="0009156E" w:rsidRPr="00FA6955" w:rsidRDefault="0009156E" w:rsidP="0009433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A6955" w:rsidRDefault="0009156E" w:rsidP="0009433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A6955" w:rsidRDefault="0009156E"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pPr>
              <w:rPr>
                <w:rFonts w:eastAsia="Times New Roman"/>
                <w:lang w:eastAsia="ru-RU"/>
              </w:rPr>
            </w:pP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bottom w:val="single" w:sz="4" w:space="0" w:color="auto"/>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bottom"/>
          </w:tcPr>
          <w:p w:rsidR="0009156E" w:rsidRPr="00FA6955" w:rsidRDefault="0009156E" w:rsidP="0009433F">
            <w:r>
              <w:t>8286,9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A6955" w:rsidRDefault="0009156E" w:rsidP="0009433F">
            <w:r>
              <w:t>453,0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A6955" w:rsidRDefault="0009156E" w:rsidP="0009433F">
            <w:r>
              <w:t>4272,40</w:t>
            </w:r>
          </w:p>
        </w:tc>
        <w:tc>
          <w:tcPr>
            <w:tcW w:w="108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t>1684,8</w:t>
            </w:r>
          </w:p>
        </w:tc>
        <w:tc>
          <w:tcPr>
            <w:tcW w:w="108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t>2507,14</w:t>
            </w:r>
          </w:p>
        </w:tc>
        <w:tc>
          <w:tcPr>
            <w:tcW w:w="108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t>2785,71</w:t>
            </w:r>
          </w:p>
        </w:tc>
      </w:tr>
      <w:tr w:rsidR="0009156E" w:rsidRPr="004D300B" w:rsidTr="00446845">
        <w:trPr>
          <w:trHeight w:val="264"/>
        </w:trPr>
        <w:tc>
          <w:tcPr>
            <w:tcW w:w="1995" w:type="dxa"/>
            <w:vMerge w:val="restart"/>
            <w:tcBorders>
              <w:top w:val="nil"/>
              <w:left w:val="single" w:sz="4" w:space="0" w:color="auto"/>
              <w:right w:val="single" w:sz="4" w:space="0" w:color="auto"/>
            </w:tcBorders>
            <w:shd w:val="clear" w:color="auto" w:fill="FFFFFF"/>
            <w:vAlign w:val="center"/>
          </w:tcPr>
          <w:p w:rsidR="0009156E" w:rsidRPr="004D300B" w:rsidRDefault="0009156E" w:rsidP="0009433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09156E" w:rsidRPr="004D300B" w:rsidRDefault="0009156E" w:rsidP="0009433F">
            <w:r w:rsidRPr="004D300B">
              <w:rPr>
                <w:b/>
              </w:rPr>
              <w:t>«Создание условий для обеспечения муниципального управления»</w:t>
            </w:r>
          </w:p>
        </w:tc>
        <w:tc>
          <w:tcPr>
            <w:tcW w:w="2520"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24062,3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8E0CD2" w:rsidRDefault="0009156E" w:rsidP="0009433F">
            <w:pPr>
              <w:rPr>
                <w:color w:val="0000FF"/>
              </w:rPr>
            </w:pPr>
            <w:r w:rsidRPr="008E0CD2">
              <w:rPr>
                <w:color w:val="0000FF"/>
              </w:rPr>
              <w:t>23170,2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8E0CD2" w:rsidRDefault="0009156E" w:rsidP="00D23AA4">
            <w:pPr>
              <w:rPr>
                <w:color w:val="0000FF"/>
              </w:rPr>
            </w:pPr>
            <w:r>
              <w:rPr>
                <w:color w:val="0000FF"/>
              </w:rPr>
              <w:t>23932,3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661251">
            <w:r>
              <w:t>23260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6127F8">
            <w:r>
              <w:t>21713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6127F8">
            <w:r>
              <w:t>21713</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right w:val="single" w:sz="4" w:space="0" w:color="auto"/>
            </w:tcBorders>
            <w:shd w:val="clear" w:color="auto" w:fill="FFFFFF"/>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shd w:val="clear" w:color="auto" w:fill="FFFFFF"/>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D23AA4">
            <w:r>
              <w:t>1260,9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right w:val="single" w:sz="4" w:space="0" w:color="auto"/>
            </w:tcBorders>
            <w:shd w:val="clear" w:color="auto" w:fill="FFFFFF"/>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47,1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24047,3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23170,2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D23AA4">
            <w:r>
              <w:t>22624,3</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661251">
            <w:r>
              <w:t>23260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A93A4F">
            <w:r>
              <w:t>21713</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A93A4F">
            <w:r>
              <w:t>21713</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156E" w:rsidRPr="004D300B" w:rsidRDefault="0009156E" w:rsidP="0009433F"/>
        </w:tc>
        <w:tc>
          <w:tcPr>
            <w:tcW w:w="4500" w:type="dxa"/>
            <w:vMerge/>
            <w:tcBorders>
              <w:left w:val="nil"/>
              <w:bottom w:val="single" w:sz="4" w:space="0" w:color="auto"/>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физические лица</w:t>
            </w:r>
          </w:p>
          <w:p w:rsidR="0009156E" w:rsidRDefault="0009156E" w:rsidP="0009433F"/>
          <w:p w:rsidR="0009156E" w:rsidRDefault="0009156E" w:rsidP="0009433F"/>
          <w:p w:rsidR="0009156E" w:rsidRDefault="0009156E" w:rsidP="0009433F"/>
          <w:p w:rsidR="0009156E" w:rsidRDefault="0009156E" w:rsidP="0009433F"/>
          <w:p w:rsidR="0009156E" w:rsidRPr="004D300B" w:rsidRDefault="0009156E" w:rsidP="0009433F"/>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A6955" w:rsidRDefault="0009156E" w:rsidP="0009433F">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9</w:t>
            </w:r>
          </w:p>
        </w:tc>
      </w:tr>
      <w:tr w:rsidR="0009156E" w:rsidRPr="004D300B"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09156E" w:rsidRPr="004D300B" w:rsidRDefault="0009156E" w:rsidP="0009433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09156E" w:rsidRPr="004D300B" w:rsidRDefault="0009156E" w:rsidP="0009433F">
            <w:pPr>
              <w:ind w:right="-57"/>
            </w:pPr>
            <w:r w:rsidRPr="004D300B">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19</w:t>
            </w:r>
            <w:r>
              <w:t>355,2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18579,4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D23AA4">
            <w:r>
              <w:t>17588,7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661251">
            <w:r>
              <w:t>18325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D23AA4">
            <w:r>
              <w:t>16750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D23AA4">
            <w:r>
              <w:t>16750</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left w:val="nil"/>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left w:val="nil"/>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left w:val="nil"/>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bottom"/>
          </w:tcPr>
          <w:p w:rsidR="0009156E" w:rsidRPr="00FA6955" w:rsidRDefault="0009156E" w:rsidP="0009433F">
            <w:pPr>
              <w:ind w:right="-57"/>
              <w:rPr>
                <w:bCs/>
              </w:rPr>
            </w:pPr>
            <w:r>
              <w:rPr>
                <w:bCs/>
              </w:rPr>
              <w:t>19340,2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18579,4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705A28">
            <w:r>
              <w:t>17588,7</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661251">
            <w:r>
              <w:t>18325</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A93A4F">
            <w:r>
              <w:t>16750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A93A4F">
            <w:r>
              <w:t>16750</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left w:val="nil"/>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93017A" w:rsidRDefault="0009156E"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left w:val="nil"/>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63"/>
        </w:trPr>
        <w:tc>
          <w:tcPr>
            <w:tcW w:w="1995" w:type="dxa"/>
            <w:vMerge/>
            <w:tcBorders>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09156E" w:rsidRPr="004D300B" w:rsidRDefault="0009156E" w:rsidP="0009433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09156E" w:rsidRPr="004D300B" w:rsidRDefault="0009156E" w:rsidP="0009433F">
            <w:pPr>
              <w:ind w:right="-57"/>
            </w:pPr>
            <w:r w:rsidRPr="004D300B">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Таловского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1097,5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D23AA4">
            <w:r>
              <w:t>1136,8</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D23AA4">
            <w:r>
              <w:t>1105</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D23AA4">
            <w:r>
              <w:t>1105</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D23AA4">
            <w:r>
              <w:t>1105</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left w:val="nil"/>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left w:val="nil"/>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left w:val="nil"/>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1097,5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705A28">
            <w:r>
              <w:t>1136,8</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705A28">
            <w:r>
              <w:t>1105</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705A28">
            <w:r>
              <w:t>1105</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705A28">
            <w:r>
              <w:t>1105</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left w:val="nil"/>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left w:val="nil"/>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r w:rsidRPr="004D300B">
              <w:t>Управление резервным фондом</w:t>
            </w:r>
          </w:p>
          <w:p w:rsidR="0009156E" w:rsidRPr="004D300B" w:rsidRDefault="0009156E" w:rsidP="0009433F">
            <w:pPr>
              <w:ind w:right="-57"/>
            </w:pPr>
          </w:p>
          <w:p w:rsidR="0009156E" w:rsidRPr="004D300B" w:rsidRDefault="0009156E" w:rsidP="0009433F">
            <w:pPr>
              <w:ind w:right="-57"/>
            </w:pPr>
          </w:p>
          <w:p w:rsidR="0009156E" w:rsidRPr="004D300B" w:rsidRDefault="0009156E" w:rsidP="0009433F">
            <w:pPr>
              <w:ind w:right="-57"/>
            </w:pPr>
          </w:p>
          <w:p w:rsidR="0009156E" w:rsidRPr="004D300B" w:rsidRDefault="0009156E" w:rsidP="0009433F">
            <w:pPr>
              <w:ind w:right="-57"/>
            </w:pPr>
          </w:p>
          <w:p w:rsidR="0009156E" w:rsidRPr="004D300B" w:rsidRDefault="0009156E" w:rsidP="0009433F">
            <w:pPr>
              <w:ind w:right="-57"/>
            </w:pPr>
          </w:p>
          <w:p w:rsidR="0009156E" w:rsidRPr="004D300B" w:rsidRDefault="0009156E" w:rsidP="0009433F">
            <w:pPr>
              <w:ind w:right="-57"/>
            </w:pPr>
          </w:p>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0</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0</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93017A" w:rsidRDefault="0009156E" w:rsidP="0009433F">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1</w:t>
            </w:r>
            <w:r>
              <w:t>59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262,8</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227</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255</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255</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1</w:t>
            </w:r>
            <w:r>
              <w:t>59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705A28">
            <w:r>
              <w:t>262,8</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705A28">
            <w:r>
              <w:t>227</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705A28">
            <w:r>
              <w:t>255</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705A28">
            <w:r>
              <w:t>255</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93017A" w:rsidRDefault="0009156E" w:rsidP="0009433F">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A6955" w:rsidRDefault="0009156E" w:rsidP="0009433F">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A6955" w:rsidRDefault="0009156E" w:rsidP="0009433F">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A6955" w:rsidRDefault="0009156E" w:rsidP="0009433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r w:rsidRPr="004D300B">
              <w:t>9</w:t>
            </w:r>
          </w:p>
        </w:tc>
      </w:tr>
      <w:tr w:rsidR="0009156E"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3325,2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705A28">
            <w:r>
              <w:t>3596,8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705A28">
            <w:r>
              <w:t>3543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r>
              <w:t>3543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705A28">
            <w:r>
              <w:t>3543</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3325,2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705A28">
            <w:r>
              <w:t>3596,8</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705A28">
            <w:r>
              <w:t>3543</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705A28">
            <w:r>
              <w:t>3543</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705A28">
            <w:r>
              <w:t>3543</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93017A" w:rsidRDefault="0009156E" w:rsidP="0009433F">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r w:rsidRPr="004D300B">
              <w:t>Выплаты почетным гражданам</w:t>
            </w:r>
          </w:p>
          <w:p w:rsidR="0009156E" w:rsidRPr="004D300B" w:rsidRDefault="0009156E" w:rsidP="0009433F">
            <w:pPr>
              <w:ind w:right="-57"/>
            </w:pPr>
          </w:p>
        </w:tc>
        <w:tc>
          <w:tcPr>
            <w:tcW w:w="2520" w:type="dxa"/>
            <w:tcBorders>
              <w:top w:val="single" w:sz="4" w:space="0" w:color="auto"/>
              <w:left w:val="nil"/>
              <w:bottom w:val="single" w:sz="4" w:space="0" w:color="auto"/>
              <w:right w:val="single" w:sz="4" w:space="0" w:color="auto"/>
            </w:tcBorders>
            <w:shd w:val="clear" w:color="auto" w:fill="FFFFFF"/>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r>
              <w:t>0</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0</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r w:rsidRPr="004D300B">
              <w:t>Основное мероприятие 1.7</w:t>
            </w:r>
          </w:p>
          <w:p w:rsidR="0009156E" w:rsidRPr="004D300B" w:rsidRDefault="0009156E" w:rsidP="0009433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r w:rsidRPr="004D300B">
              <w:t>Обеспечение экологической безопасности и качества окружающей среды.</w:t>
            </w: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9,1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9</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1</w:t>
            </w:r>
            <w:r>
              <w:t>0</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9,1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FA6955" w:rsidRDefault="0009156E" w:rsidP="0009433F">
            <w:r>
              <w:t>9</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rsidRPr="004D300B">
              <w:t>1</w:t>
            </w:r>
            <w:r>
              <w:t>0</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tcPr>
          <w:p w:rsidR="0009156E" w:rsidRPr="0093017A" w:rsidRDefault="0009156E" w:rsidP="0009433F">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2520" w:type="dxa"/>
            <w:tcBorders>
              <w:top w:val="nil"/>
              <w:left w:val="nil"/>
              <w:bottom w:val="single" w:sz="4" w:space="0" w:color="auto"/>
              <w:right w:val="single" w:sz="4" w:space="0" w:color="auto"/>
            </w:tcBorders>
            <w:shd w:val="clear" w:color="auto" w:fill="FFFFFF"/>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156E" w:rsidRPr="00A121B6" w:rsidRDefault="0009156E" w:rsidP="000C5A53">
            <w:pPr>
              <w:ind w:right="-57"/>
              <w:rPr>
                <w:color w:val="0000FF"/>
              </w:rPr>
            </w:pPr>
            <w:r w:rsidRPr="00A121B6">
              <w:rPr>
                <w:color w:val="0000FF"/>
              </w:rPr>
              <w:t>Основное мероприятие 1.8</w:t>
            </w:r>
          </w:p>
          <w:p w:rsidR="0009156E" w:rsidRPr="00A121B6" w:rsidRDefault="0009156E" w:rsidP="000C5A53">
            <w:pPr>
              <w:ind w:right="-57"/>
              <w:rPr>
                <w:color w:val="0000FF"/>
              </w:rPr>
            </w:pPr>
          </w:p>
        </w:tc>
        <w:tc>
          <w:tcPr>
            <w:tcW w:w="4500" w:type="dxa"/>
            <w:vMerge w:val="restart"/>
            <w:tcBorders>
              <w:top w:val="single" w:sz="4" w:space="0" w:color="auto"/>
              <w:left w:val="nil"/>
              <w:right w:val="single" w:sz="4" w:space="0" w:color="auto"/>
            </w:tcBorders>
            <w:shd w:val="clear" w:color="auto" w:fill="FFFFFF"/>
            <w:vAlign w:val="center"/>
          </w:tcPr>
          <w:p w:rsidR="0009156E" w:rsidRPr="00A121B6" w:rsidRDefault="0009156E" w:rsidP="000D4B8A">
            <w:pPr>
              <w:rPr>
                <w:color w:val="0000FF"/>
              </w:rPr>
            </w:pPr>
            <w:r w:rsidRPr="00A121B6">
              <w:rPr>
                <w:color w:val="0000FF"/>
              </w:rPr>
              <w:t>Финансовое обеспечение других обязательств государства</w:t>
            </w:r>
          </w:p>
          <w:p w:rsidR="0009156E" w:rsidRPr="00A121B6" w:rsidRDefault="0009156E"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09156E" w:rsidRPr="00A121B6" w:rsidRDefault="0009156E" w:rsidP="000C5A53">
            <w:pPr>
              <w:rPr>
                <w:color w:val="0000FF"/>
              </w:rPr>
            </w:pPr>
            <w:r w:rsidRPr="00A121B6">
              <w:rPr>
                <w:color w:val="0000FF"/>
              </w:rPr>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705A28">
            <w:pPr>
              <w:rPr>
                <w:color w:val="0000FF"/>
              </w:rPr>
            </w:pPr>
            <w:r>
              <w:rPr>
                <w:color w:val="0000FF"/>
              </w:rPr>
              <w:t>1338,2</w:t>
            </w: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A121B6">
            <w:pPr>
              <w:rPr>
                <w:color w:val="0000FF"/>
              </w:rPr>
            </w:pPr>
            <w:r>
              <w:rPr>
                <w:color w:val="0000FF"/>
              </w:rPr>
              <w:t>5</w:t>
            </w:r>
            <w:r w:rsidRPr="00A121B6">
              <w:rPr>
                <w:color w:val="0000FF"/>
              </w:rPr>
              <w:t>0</w:t>
            </w: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A121B6">
            <w:pPr>
              <w:rPr>
                <w:color w:val="0000FF"/>
              </w:rPr>
            </w:pPr>
            <w:r>
              <w:rPr>
                <w:color w:val="0000FF"/>
              </w:rPr>
              <w:t>5</w:t>
            </w:r>
            <w:r w:rsidRPr="00A121B6">
              <w:rPr>
                <w:color w:val="0000FF"/>
              </w:rP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50</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4500" w:type="dxa"/>
            <w:vMerge/>
            <w:tcBorders>
              <w:left w:val="nil"/>
              <w:right w:val="single" w:sz="4" w:space="0" w:color="auto"/>
            </w:tcBorders>
            <w:shd w:val="clear" w:color="auto" w:fill="FFFFFF"/>
            <w:vAlign w:val="center"/>
          </w:tcPr>
          <w:p w:rsidR="0009156E" w:rsidRPr="00A121B6" w:rsidRDefault="0009156E" w:rsidP="0009433F">
            <w:pPr>
              <w:rPr>
                <w:color w:val="0000FF"/>
              </w:rPr>
            </w:pPr>
          </w:p>
        </w:tc>
        <w:tc>
          <w:tcPr>
            <w:tcW w:w="2520" w:type="dxa"/>
            <w:tcBorders>
              <w:top w:val="nil"/>
              <w:left w:val="nil"/>
              <w:bottom w:val="single" w:sz="4" w:space="0" w:color="auto"/>
              <w:right w:val="single" w:sz="4" w:space="0" w:color="auto"/>
            </w:tcBorders>
            <w:shd w:val="clear" w:color="auto" w:fill="FFFFFF"/>
          </w:tcPr>
          <w:p w:rsidR="0009156E" w:rsidRPr="00A121B6" w:rsidRDefault="0009156E" w:rsidP="000C5A53">
            <w:pPr>
              <w:rPr>
                <w:color w:val="0000FF"/>
              </w:rPr>
            </w:pPr>
            <w:r w:rsidRPr="00A121B6">
              <w:rPr>
                <w:color w:val="0000FF"/>
              </w:rPr>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705A28">
            <w:pPr>
              <w:rPr>
                <w:color w:val="0000FF"/>
              </w:rPr>
            </w:pPr>
            <w:r>
              <w:rPr>
                <w:color w:val="0000FF"/>
              </w:rPr>
              <w:t>1260,9</w:t>
            </w: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4500" w:type="dxa"/>
            <w:vMerge/>
            <w:tcBorders>
              <w:left w:val="nil"/>
              <w:right w:val="single" w:sz="4" w:space="0" w:color="auto"/>
            </w:tcBorders>
            <w:shd w:val="clear" w:color="auto" w:fill="FFFFFF"/>
            <w:vAlign w:val="center"/>
          </w:tcPr>
          <w:p w:rsidR="0009156E" w:rsidRPr="00A121B6" w:rsidRDefault="0009156E"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09156E" w:rsidRPr="00A121B6" w:rsidRDefault="0009156E" w:rsidP="000C5A53">
            <w:pPr>
              <w:rPr>
                <w:color w:val="0000FF"/>
              </w:rPr>
            </w:pPr>
            <w:r w:rsidRPr="00A121B6">
              <w:rPr>
                <w:color w:val="0000FF"/>
              </w:rPr>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4500" w:type="dxa"/>
            <w:vMerge/>
            <w:tcBorders>
              <w:left w:val="nil"/>
              <w:right w:val="single" w:sz="4" w:space="0" w:color="auto"/>
            </w:tcBorders>
            <w:shd w:val="clear" w:color="auto" w:fill="FFFFFF"/>
            <w:vAlign w:val="center"/>
          </w:tcPr>
          <w:p w:rsidR="0009156E" w:rsidRPr="00A121B6" w:rsidRDefault="0009156E"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09156E" w:rsidRPr="00A121B6" w:rsidRDefault="0009156E" w:rsidP="000C5A53">
            <w:pPr>
              <w:rPr>
                <w:color w:val="0000FF"/>
              </w:rPr>
            </w:pPr>
            <w:r w:rsidRPr="00A121B6">
              <w:rPr>
                <w:color w:val="0000FF"/>
              </w:rPr>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r>
              <w:rPr>
                <w:color w:val="0000FF"/>
              </w:rPr>
              <w:t>77,3</w:t>
            </w: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r>
              <w:rPr>
                <w:color w:val="0000FF"/>
              </w:rPr>
              <w:t>5</w:t>
            </w:r>
            <w:r w:rsidRPr="00A121B6">
              <w:rPr>
                <w:color w:val="0000FF"/>
              </w:rPr>
              <w:t>0</w:t>
            </w: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r>
              <w:rPr>
                <w:color w:val="0000FF"/>
              </w:rPr>
              <w:t>5</w:t>
            </w:r>
            <w:r w:rsidRPr="00A121B6">
              <w:rPr>
                <w:color w:val="0000FF"/>
              </w:rPr>
              <w:t>0</w:t>
            </w: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r>
              <w:t>50</w:t>
            </w:r>
          </w:p>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4500" w:type="dxa"/>
            <w:vMerge/>
            <w:tcBorders>
              <w:left w:val="nil"/>
              <w:right w:val="single" w:sz="4" w:space="0" w:color="auto"/>
            </w:tcBorders>
            <w:shd w:val="clear" w:color="auto" w:fill="FFFFFF"/>
            <w:vAlign w:val="center"/>
          </w:tcPr>
          <w:p w:rsidR="0009156E" w:rsidRPr="00A121B6" w:rsidRDefault="0009156E" w:rsidP="0009433F">
            <w:pPr>
              <w:rPr>
                <w:color w:val="0000FF"/>
              </w:rPr>
            </w:pPr>
          </w:p>
        </w:tc>
        <w:tc>
          <w:tcPr>
            <w:tcW w:w="2520" w:type="dxa"/>
            <w:tcBorders>
              <w:top w:val="nil"/>
              <w:left w:val="nil"/>
              <w:bottom w:val="single" w:sz="4" w:space="0" w:color="auto"/>
              <w:right w:val="single" w:sz="4" w:space="0" w:color="auto"/>
            </w:tcBorders>
            <w:shd w:val="clear" w:color="auto" w:fill="FFFFFF"/>
          </w:tcPr>
          <w:p w:rsidR="0009156E" w:rsidRPr="00A121B6" w:rsidRDefault="0009156E" w:rsidP="000C5A53">
            <w:pPr>
              <w:rPr>
                <w:color w:val="0000FF"/>
              </w:rPr>
            </w:pPr>
            <w:r w:rsidRPr="00A121B6">
              <w:rPr>
                <w:color w:val="0000FF"/>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4500" w:type="dxa"/>
            <w:vMerge/>
            <w:tcBorders>
              <w:left w:val="nil"/>
              <w:right w:val="single" w:sz="4" w:space="0" w:color="auto"/>
            </w:tcBorders>
            <w:shd w:val="clear" w:color="auto" w:fill="FFFFFF"/>
            <w:vAlign w:val="center"/>
          </w:tcPr>
          <w:p w:rsidR="0009156E" w:rsidRPr="00A121B6" w:rsidRDefault="0009156E"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09156E" w:rsidRPr="00A121B6" w:rsidRDefault="0009156E" w:rsidP="000C5A53">
            <w:pPr>
              <w:rPr>
                <w:color w:val="0000FF"/>
              </w:rPr>
            </w:pPr>
            <w:r w:rsidRPr="00A121B6">
              <w:rPr>
                <w:color w:val="0000FF"/>
              </w:rPr>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4500" w:type="dxa"/>
            <w:vMerge/>
            <w:tcBorders>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09156E" w:rsidRPr="00A121B6" w:rsidRDefault="0009156E" w:rsidP="000C5A53">
            <w:pPr>
              <w:rPr>
                <w:color w:val="0000FF"/>
              </w:rPr>
            </w:pPr>
            <w:r w:rsidRPr="00A121B6">
              <w:rPr>
                <w:color w:val="0000FF"/>
              </w:rPr>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A121B6" w:rsidRDefault="0009156E"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09156E" w:rsidRPr="004D300B" w:rsidRDefault="0009156E" w:rsidP="0009433F"/>
        </w:tc>
      </w:tr>
      <w:tr w:rsidR="0009156E"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09433F">
            <w:r w:rsidRPr="00491084">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09433F">
            <w:r w:rsidRPr="00491084">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09156E" w:rsidRPr="00491084" w:rsidRDefault="0009156E" w:rsidP="0009433F">
            <w:r w:rsidRPr="00491084">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09433F">
            <w:r w:rsidRPr="00491084">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09433F">
            <w:r w:rsidRPr="00491084">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09433F">
            <w:r w:rsidRPr="00491084">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09433F">
            <w:r w:rsidRPr="00491084">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09433F">
            <w:r w:rsidRPr="00491084">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09433F">
            <w:r w:rsidRPr="00491084">
              <w:t>9</w:t>
            </w:r>
          </w:p>
        </w:tc>
      </w:tr>
      <w:tr w:rsidR="0009156E" w:rsidRPr="004D300B" w:rsidTr="00446845">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09156E" w:rsidRPr="004D300B" w:rsidRDefault="0009156E" w:rsidP="0009433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09156E" w:rsidRPr="004D300B" w:rsidRDefault="0009156E" w:rsidP="0009433F"/>
          <w:p w:rsidR="0009156E" w:rsidRPr="004D300B" w:rsidRDefault="0009156E" w:rsidP="0009433F"/>
          <w:p w:rsidR="0009156E" w:rsidRPr="005A3E33" w:rsidRDefault="0009156E" w:rsidP="0009433F">
            <w:pPr>
              <w:rPr>
                <w:b/>
              </w:rPr>
            </w:pPr>
            <w:r w:rsidRPr="005A3E33">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w:t>
            </w:r>
          </w:p>
          <w:p w:rsidR="0009156E" w:rsidRPr="004D300B" w:rsidRDefault="0009156E" w:rsidP="0009433F">
            <w:r w:rsidRPr="005A3E33">
              <w:rPr>
                <w:b/>
              </w:rPr>
              <w:t>объектах</w:t>
            </w:r>
            <w:r w:rsidRPr="004D300B">
              <w:t> </w:t>
            </w:r>
          </w:p>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09156E" w:rsidRPr="00516CFA" w:rsidRDefault="0009156E" w:rsidP="0009433F">
            <w:pPr>
              <w:rPr>
                <w:b/>
              </w:rPr>
            </w:pPr>
            <w:r w:rsidRPr="00516CFA">
              <w:rPr>
                <w:b/>
              </w:rPr>
              <w:t>15483,2</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516CFA" w:rsidRDefault="0009156E" w:rsidP="0009433F">
            <w:pPr>
              <w:rPr>
                <w:b/>
              </w:rPr>
            </w:pPr>
            <w:r>
              <w:rPr>
                <w:b/>
              </w:rPr>
              <w:t>15697,3</w:t>
            </w:r>
          </w:p>
        </w:tc>
        <w:tc>
          <w:tcPr>
            <w:tcW w:w="1080" w:type="dxa"/>
            <w:tcBorders>
              <w:top w:val="single" w:sz="4" w:space="0" w:color="auto"/>
              <w:left w:val="nil"/>
              <w:bottom w:val="single" w:sz="4" w:space="0" w:color="auto"/>
              <w:right w:val="single" w:sz="4" w:space="0" w:color="auto"/>
            </w:tcBorders>
            <w:vAlign w:val="bottom"/>
          </w:tcPr>
          <w:p w:rsidR="0009156E" w:rsidRPr="00516CFA" w:rsidRDefault="0009156E" w:rsidP="0009433F">
            <w:pPr>
              <w:rPr>
                <w:b/>
              </w:rPr>
            </w:pPr>
            <w:r>
              <w:rPr>
                <w:b/>
              </w:rPr>
              <w:t>19815,3</w:t>
            </w:r>
          </w:p>
        </w:tc>
        <w:tc>
          <w:tcPr>
            <w:tcW w:w="1080" w:type="dxa"/>
            <w:tcBorders>
              <w:top w:val="single" w:sz="4" w:space="0" w:color="auto"/>
              <w:left w:val="nil"/>
              <w:bottom w:val="single" w:sz="4" w:space="0" w:color="auto"/>
              <w:right w:val="single" w:sz="4" w:space="0" w:color="auto"/>
            </w:tcBorders>
            <w:vAlign w:val="bottom"/>
          </w:tcPr>
          <w:p w:rsidR="0009156E" w:rsidRPr="00516CFA" w:rsidRDefault="0009156E" w:rsidP="00C95E38">
            <w:pPr>
              <w:rPr>
                <w:b/>
              </w:rPr>
            </w:pPr>
            <w:r w:rsidRPr="00516CFA">
              <w:rPr>
                <w:b/>
              </w:rPr>
              <w:t>1</w:t>
            </w:r>
            <w:r>
              <w:rPr>
                <w:b/>
              </w:rPr>
              <w:t>7331,1</w:t>
            </w:r>
          </w:p>
        </w:tc>
        <w:tc>
          <w:tcPr>
            <w:tcW w:w="1080" w:type="dxa"/>
            <w:tcBorders>
              <w:top w:val="single" w:sz="4" w:space="0" w:color="auto"/>
              <w:left w:val="nil"/>
              <w:bottom w:val="single" w:sz="4" w:space="0" w:color="auto"/>
              <w:right w:val="single" w:sz="4" w:space="0" w:color="auto"/>
            </w:tcBorders>
            <w:vAlign w:val="bottom"/>
          </w:tcPr>
          <w:p w:rsidR="0009156E" w:rsidRPr="00516CFA" w:rsidRDefault="0009156E" w:rsidP="00705A28">
            <w:pPr>
              <w:rPr>
                <w:b/>
              </w:rPr>
            </w:pPr>
            <w:r w:rsidRPr="00516CFA">
              <w:rPr>
                <w:b/>
              </w:rPr>
              <w:t>1</w:t>
            </w:r>
            <w:r>
              <w:rPr>
                <w:b/>
              </w:rPr>
              <w:t>6408,1</w:t>
            </w:r>
          </w:p>
        </w:tc>
        <w:tc>
          <w:tcPr>
            <w:tcW w:w="1080" w:type="dxa"/>
            <w:tcBorders>
              <w:top w:val="single" w:sz="4" w:space="0" w:color="auto"/>
              <w:left w:val="nil"/>
              <w:bottom w:val="single" w:sz="4" w:space="0" w:color="auto"/>
              <w:right w:val="single" w:sz="4" w:space="0" w:color="auto"/>
            </w:tcBorders>
            <w:vAlign w:val="bottom"/>
          </w:tcPr>
          <w:p w:rsidR="0009156E" w:rsidRPr="00516CFA" w:rsidRDefault="0009156E" w:rsidP="0009433F">
            <w:pPr>
              <w:ind w:left="-24"/>
              <w:rPr>
                <w:b/>
              </w:rPr>
            </w:pPr>
            <w:r>
              <w:rPr>
                <w:b/>
              </w:rPr>
              <w:t>16401,5</w:t>
            </w:r>
          </w:p>
        </w:tc>
      </w:tr>
      <w:tr w:rsidR="0009156E"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09156E" w:rsidRPr="004D300B" w:rsidRDefault="0009156E"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nil"/>
              <w:left w:val="single" w:sz="4" w:space="0" w:color="auto"/>
              <w:bottom w:val="single" w:sz="4" w:space="0" w:color="auto"/>
              <w:right w:val="single" w:sz="4" w:space="0" w:color="auto"/>
            </w:tcBorders>
          </w:tcPr>
          <w:p w:rsidR="0009156E" w:rsidRPr="004D300B" w:rsidRDefault="0009156E" w:rsidP="0009433F">
            <w:r w:rsidRPr="004D300B">
              <w:t xml:space="preserve">федеральный бюджет </w:t>
            </w:r>
          </w:p>
        </w:tc>
        <w:tc>
          <w:tcPr>
            <w:tcW w:w="1260" w:type="dxa"/>
            <w:tcBorders>
              <w:top w:val="nil"/>
              <w:left w:val="nil"/>
              <w:bottom w:val="single" w:sz="4" w:space="0" w:color="auto"/>
              <w:right w:val="nil"/>
            </w:tcBorders>
            <w:vAlign w:val="bottom"/>
          </w:tcPr>
          <w:p w:rsidR="0009156E" w:rsidRPr="00516CFA" w:rsidRDefault="0009156E" w:rsidP="0009433F">
            <w:r w:rsidRPr="00516CFA">
              <w:t> </w:t>
            </w:r>
          </w:p>
        </w:tc>
        <w:tc>
          <w:tcPr>
            <w:tcW w:w="1080" w:type="dxa"/>
            <w:tcBorders>
              <w:top w:val="nil"/>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nil"/>
              <w:left w:val="nil"/>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nil"/>
              <w:left w:val="nil"/>
              <w:bottom w:val="single" w:sz="4" w:space="0" w:color="auto"/>
              <w:right w:val="single" w:sz="4" w:space="0" w:color="auto"/>
            </w:tcBorders>
            <w:vAlign w:val="bottom"/>
          </w:tcPr>
          <w:p w:rsidR="0009156E" w:rsidRPr="004D300B" w:rsidRDefault="0009156E" w:rsidP="0009433F"/>
        </w:tc>
        <w:tc>
          <w:tcPr>
            <w:tcW w:w="1080" w:type="dxa"/>
            <w:tcBorders>
              <w:top w:val="nil"/>
              <w:left w:val="nil"/>
              <w:bottom w:val="single" w:sz="4" w:space="0" w:color="auto"/>
              <w:right w:val="single" w:sz="4" w:space="0" w:color="auto"/>
            </w:tcBorders>
            <w:vAlign w:val="bottom"/>
          </w:tcPr>
          <w:p w:rsidR="0009156E" w:rsidRPr="004D300B" w:rsidRDefault="0009156E" w:rsidP="0009433F"/>
        </w:tc>
        <w:tc>
          <w:tcPr>
            <w:tcW w:w="1080" w:type="dxa"/>
            <w:tcBorders>
              <w:top w:val="nil"/>
              <w:left w:val="nil"/>
              <w:bottom w:val="single" w:sz="4" w:space="0" w:color="auto"/>
              <w:right w:val="single" w:sz="4" w:space="0" w:color="auto"/>
            </w:tcBorders>
            <w:vAlign w:val="bottom"/>
          </w:tcPr>
          <w:p w:rsidR="0009156E" w:rsidRPr="004D300B" w:rsidRDefault="0009156E" w:rsidP="0009433F">
            <w:r w:rsidRPr="004D300B">
              <w:t> </w:t>
            </w:r>
          </w:p>
        </w:tc>
      </w:tr>
      <w:tr w:rsidR="0009156E"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09156E" w:rsidRPr="004D300B" w:rsidRDefault="0009156E"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nil"/>
              <w:left w:val="single" w:sz="4" w:space="0" w:color="auto"/>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nil"/>
              <w:left w:val="nil"/>
              <w:bottom w:val="single" w:sz="4" w:space="0" w:color="auto"/>
              <w:right w:val="nil"/>
            </w:tcBorders>
            <w:vAlign w:val="bottom"/>
          </w:tcPr>
          <w:p w:rsidR="0009156E" w:rsidRPr="00516CFA" w:rsidRDefault="0009156E" w:rsidP="0009433F">
            <w:r w:rsidRPr="00516CFA">
              <w:t> 20</w:t>
            </w:r>
          </w:p>
        </w:tc>
        <w:tc>
          <w:tcPr>
            <w:tcW w:w="1080" w:type="dxa"/>
            <w:tcBorders>
              <w:top w:val="nil"/>
              <w:left w:val="single" w:sz="4" w:space="0" w:color="auto"/>
              <w:bottom w:val="single" w:sz="4" w:space="0" w:color="auto"/>
              <w:right w:val="single" w:sz="4" w:space="0" w:color="auto"/>
            </w:tcBorders>
            <w:vAlign w:val="bottom"/>
          </w:tcPr>
          <w:p w:rsidR="0009156E" w:rsidRPr="004D300B" w:rsidRDefault="0009156E" w:rsidP="0009433F">
            <w:r w:rsidRPr="004D300B">
              <w:t> </w:t>
            </w:r>
            <w:r>
              <w:t>26</w:t>
            </w:r>
          </w:p>
        </w:tc>
        <w:tc>
          <w:tcPr>
            <w:tcW w:w="1080" w:type="dxa"/>
            <w:tcBorders>
              <w:top w:val="nil"/>
              <w:left w:val="nil"/>
              <w:bottom w:val="single" w:sz="4" w:space="0" w:color="auto"/>
              <w:right w:val="single" w:sz="4" w:space="0" w:color="auto"/>
            </w:tcBorders>
            <w:vAlign w:val="bottom"/>
          </w:tcPr>
          <w:p w:rsidR="0009156E" w:rsidRPr="004D300B" w:rsidRDefault="0009156E" w:rsidP="00705A28">
            <w:r w:rsidRPr="004D300B">
              <w:t> </w:t>
            </w:r>
            <w:r>
              <w:t>364,3</w:t>
            </w:r>
          </w:p>
        </w:tc>
        <w:tc>
          <w:tcPr>
            <w:tcW w:w="1080" w:type="dxa"/>
            <w:tcBorders>
              <w:top w:val="nil"/>
              <w:left w:val="nil"/>
              <w:bottom w:val="single" w:sz="4" w:space="0" w:color="auto"/>
              <w:right w:val="single" w:sz="4" w:space="0" w:color="auto"/>
            </w:tcBorders>
            <w:vAlign w:val="bottom"/>
          </w:tcPr>
          <w:p w:rsidR="0009156E" w:rsidRPr="004D300B" w:rsidRDefault="0009156E" w:rsidP="0009433F">
            <w:r>
              <w:t>34,6</w:t>
            </w:r>
          </w:p>
        </w:tc>
        <w:tc>
          <w:tcPr>
            <w:tcW w:w="1080" w:type="dxa"/>
            <w:tcBorders>
              <w:top w:val="nil"/>
              <w:left w:val="nil"/>
              <w:bottom w:val="single" w:sz="4" w:space="0" w:color="auto"/>
              <w:right w:val="single" w:sz="4" w:space="0" w:color="auto"/>
            </w:tcBorders>
            <w:vAlign w:val="bottom"/>
          </w:tcPr>
          <w:p w:rsidR="0009156E" w:rsidRPr="004D300B" w:rsidRDefault="0009156E" w:rsidP="0009433F"/>
        </w:tc>
        <w:tc>
          <w:tcPr>
            <w:tcW w:w="1080" w:type="dxa"/>
            <w:tcBorders>
              <w:top w:val="nil"/>
              <w:left w:val="nil"/>
              <w:bottom w:val="single" w:sz="4" w:space="0" w:color="auto"/>
              <w:right w:val="single" w:sz="4" w:space="0" w:color="auto"/>
            </w:tcBorders>
            <w:vAlign w:val="bottom"/>
          </w:tcPr>
          <w:p w:rsidR="0009156E" w:rsidRPr="004D300B" w:rsidRDefault="0009156E" w:rsidP="0009433F">
            <w:r w:rsidRPr="004D300B">
              <w:t> </w:t>
            </w:r>
          </w:p>
        </w:tc>
      </w:tr>
      <w:tr w:rsidR="0009156E"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09156E" w:rsidRPr="004D300B" w:rsidRDefault="0009156E"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nil"/>
              <w:left w:val="single" w:sz="4" w:space="0" w:color="auto"/>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nil"/>
              <w:left w:val="nil"/>
              <w:bottom w:val="single" w:sz="4" w:space="0" w:color="auto"/>
              <w:right w:val="nil"/>
            </w:tcBorders>
            <w:vAlign w:val="bottom"/>
          </w:tcPr>
          <w:p w:rsidR="0009156E" w:rsidRPr="00516CFA" w:rsidRDefault="0009156E" w:rsidP="0009433F">
            <w:r w:rsidRPr="00516CFA">
              <w:t>15463,2</w:t>
            </w:r>
          </w:p>
        </w:tc>
        <w:tc>
          <w:tcPr>
            <w:tcW w:w="1080" w:type="dxa"/>
            <w:tcBorders>
              <w:top w:val="nil"/>
              <w:left w:val="single" w:sz="4" w:space="0" w:color="auto"/>
              <w:bottom w:val="single" w:sz="4" w:space="0" w:color="auto"/>
              <w:right w:val="single" w:sz="4" w:space="0" w:color="auto"/>
            </w:tcBorders>
            <w:vAlign w:val="bottom"/>
          </w:tcPr>
          <w:p w:rsidR="0009156E" w:rsidRPr="004D300B" w:rsidRDefault="0009156E" w:rsidP="0009433F">
            <w:r>
              <w:t>15671,3</w:t>
            </w:r>
          </w:p>
        </w:tc>
        <w:tc>
          <w:tcPr>
            <w:tcW w:w="1080" w:type="dxa"/>
            <w:tcBorders>
              <w:top w:val="nil"/>
              <w:left w:val="nil"/>
              <w:bottom w:val="single" w:sz="4" w:space="0" w:color="auto"/>
              <w:right w:val="single" w:sz="4" w:space="0" w:color="auto"/>
            </w:tcBorders>
            <w:vAlign w:val="bottom"/>
          </w:tcPr>
          <w:p w:rsidR="0009156E" w:rsidRPr="004D300B" w:rsidRDefault="0009156E" w:rsidP="0009433F">
            <w:r>
              <w:t>19451,0</w:t>
            </w:r>
          </w:p>
        </w:tc>
        <w:tc>
          <w:tcPr>
            <w:tcW w:w="1080" w:type="dxa"/>
            <w:tcBorders>
              <w:top w:val="nil"/>
              <w:left w:val="nil"/>
              <w:bottom w:val="single" w:sz="4" w:space="0" w:color="auto"/>
              <w:right w:val="single" w:sz="4" w:space="0" w:color="auto"/>
            </w:tcBorders>
            <w:vAlign w:val="bottom"/>
          </w:tcPr>
          <w:p w:rsidR="0009156E" w:rsidRPr="00705A28" w:rsidRDefault="0009156E" w:rsidP="00C95E38">
            <w:r w:rsidRPr="00705A28">
              <w:t>1</w:t>
            </w:r>
            <w:r>
              <w:t>7296,5</w:t>
            </w:r>
          </w:p>
        </w:tc>
        <w:tc>
          <w:tcPr>
            <w:tcW w:w="1080" w:type="dxa"/>
            <w:tcBorders>
              <w:top w:val="nil"/>
              <w:left w:val="nil"/>
              <w:bottom w:val="single" w:sz="4" w:space="0" w:color="auto"/>
              <w:right w:val="single" w:sz="4" w:space="0" w:color="auto"/>
            </w:tcBorders>
            <w:vAlign w:val="bottom"/>
          </w:tcPr>
          <w:p w:rsidR="0009156E" w:rsidRPr="00705A28" w:rsidRDefault="0009156E" w:rsidP="00705A28">
            <w:r w:rsidRPr="00705A28">
              <w:t>16408,1</w:t>
            </w:r>
          </w:p>
        </w:tc>
        <w:tc>
          <w:tcPr>
            <w:tcW w:w="1080" w:type="dxa"/>
            <w:tcBorders>
              <w:top w:val="nil"/>
              <w:left w:val="nil"/>
              <w:bottom w:val="single" w:sz="4" w:space="0" w:color="auto"/>
              <w:right w:val="single" w:sz="4" w:space="0" w:color="auto"/>
            </w:tcBorders>
            <w:vAlign w:val="bottom"/>
          </w:tcPr>
          <w:p w:rsidR="0009156E" w:rsidRPr="00705A28" w:rsidRDefault="0009156E" w:rsidP="00705A28">
            <w:pPr>
              <w:ind w:left="-24"/>
            </w:pPr>
            <w:r w:rsidRPr="00705A28">
              <w:t>16401,5</w:t>
            </w:r>
          </w:p>
        </w:tc>
      </w:tr>
      <w:tr w:rsidR="0009156E"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09156E" w:rsidRPr="004D300B" w:rsidRDefault="0009156E"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nil"/>
              <w:left w:val="single" w:sz="4" w:space="0" w:color="auto"/>
              <w:bottom w:val="single" w:sz="4" w:space="0" w:color="auto"/>
              <w:right w:val="single" w:sz="4" w:space="0" w:color="auto"/>
            </w:tcBorders>
          </w:tcPr>
          <w:p w:rsidR="0009156E" w:rsidRPr="0093017A" w:rsidRDefault="0009156E" w:rsidP="0009433F">
            <w:r w:rsidRPr="0093017A">
              <w:rPr>
                <w:sz w:val="22"/>
                <w:szCs w:val="22"/>
              </w:rPr>
              <w:t xml:space="preserve">внебюджетные фонды                        </w:t>
            </w:r>
          </w:p>
        </w:tc>
        <w:tc>
          <w:tcPr>
            <w:tcW w:w="1260" w:type="dxa"/>
            <w:tcBorders>
              <w:top w:val="nil"/>
              <w:left w:val="nil"/>
              <w:bottom w:val="single" w:sz="4" w:space="0" w:color="auto"/>
              <w:right w:val="nil"/>
            </w:tcBorders>
            <w:vAlign w:val="bottom"/>
          </w:tcPr>
          <w:p w:rsidR="0009156E" w:rsidRPr="004D300B" w:rsidRDefault="0009156E"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nil"/>
              <w:left w:val="nil"/>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nil"/>
              <w:left w:val="nil"/>
              <w:bottom w:val="single" w:sz="4" w:space="0" w:color="auto"/>
              <w:right w:val="single" w:sz="4" w:space="0" w:color="auto"/>
            </w:tcBorders>
            <w:vAlign w:val="bottom"/>
          </w:tcPr>
          <w:p w:rsidR="0009156E" w:rsidRPr="004D300B" w:rsidRDefault="0009156E" w:rsidP="0009433F"/>
        </w:tc>
        <w:tc>
          <w:tcPr>
            <w:tcW w:w="1080" w:type="dxa"/>
            <w:tcBorders>
              <w:top w:val="nil"/>
              <w:left w:val="nil"/>
              <w:bottom w:val="single" w:sz="4" w:space="0" w:color="auto"/>
              <w:right w:val="single" w:sz="4" w:space="0" w:color="auto"/>
            </w:tcBorders>
            <w:vAlign w:val="bottom"/>
          </w:tcPr>
          <w:p w:rsidR="0009156E" w:rsidRPr="004D300B" w:rsidRDefault="0009156E" w:rsidP="0009433F"/>
        </w:tc>
        <w:tc>
          <w:tcPr>
            <w:tcW w:w="1080" w:type="dxa"/>
            <w:tcBorders>
              <w:top w:val="nil"/>
              <w:left w:val="nil"/>
              <w:bottom w:val="single" w:sz="4" w:space="0" w:color="auto"/>
              <w:right w:val="single" w:sz="4" w:space="0" w:color="auto"/>
            </w:tcBorders>
            <w:vAlign w:val="bottom"/>
          </w:tcPr>
          <w:p w:rsidR="0009156E" w:rsidRPr="004D300B" w:rsidRDefault="0009156E" w:rsidP="0009433F">
            <w:r w:rsidRPr="004D300B">
              <w:t> </w:t>
            </w:r>
          </w:p>
        </w:tc>
      </w:tr>
      <w:tr w:rsidR="0009156E"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09156E" w:rsidRPr="004D300B" w:rsidRDefault="0009156E"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nil"/>
              <w:left w:val="single" w:sz="4" w:space="0" w:color="auto"/>
              <w:bottom w:val="single" w:sz="4" w:space="0" w:color="auto"/>
              <w:right w:val="single" w:sz="4" w:space="0" w:color="auto"/>
            </w:tcBorders>
            <w:vAlign w:val="bottom"/>
          </w:tcPr>
          <w:p w:rsidR="0009156E" w:rsidRPr="004D300B" w:rsidRDefault="0009156E" w:rsidP="0009433F">
            <w:r w:rsidRPr="004D300B">
              <w:t>юридические лица</w:t>
            </w:r>
          </w:p>
        </w:tc>
        <w:tc>
          <w:tcPr>
            <w:tcW w:w="1260" w:type="dxa"/>
            <w:tcBorders>
              <w:top w:val="nil"/>
              <w:left w:val="nil"/>
              <w:bottom w:val="single" w:sz="4" w:space="0" w:color="auto"/>
              <w:right w:val="nil"/>
            </w:tcBorders>
            <w:vAlign w:val="bottom"/>
          </w:tcPr>
          <w:p w:rsidR="0009156E" w:rsidRPr="004D300B" w:rsidRDefault="0009156E"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nil"/>
              <w:left w:val="nil"/>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nil"/>
              <w:left w:val="nil"/>
              <w:bottom w:val="single" w:sz="4" w:space="0" w:color="auto"/>
              <w:right w:val="single" w:sz="4" w:space="0" w:color="auto"/>
            </w:tcBorders>
            <w:vAlign w:val="bottom"/>
          </w:tcPr>
          <w:p w:rsidR="0009156E" w:rsidRPr="004D300B" w:rsidRDefault="0009156E" w:rsidP="0009433F"/>
        </w:tc>
        <w:tc>
          <w:tcPr>
            <w:tcW w:w="1080" w:type="dxa"/>
            <w:tcBorders>
              <w:top w:val="nil"/>
              <w:left w:val="nil"/>
              <w:bottom w:val="single" w:sz="4" w:space="0" w:color="auto"/>
              <w:right w:val="single" w:sz="4" w:space="0" w:color="auto"/>
            </w:tcBorders>
            <w:vAlign w:val="bottom"/>
          </w:tcPr>
          <w:p w:rsidR="0009156E" w:rsidRPr="004D300B" w:rsidRDefault="0009156E" w:rsidP="0009433F"/>
        </w:tc>
        <w:tc>
          <w:tcPr>
            <w:tcW w:w="1080" w:type="dxa"/>
            <w:tcBorders>
              <w:top w:val="nil"/>
              <w:left w:val="nil"/>
              <w:bottom w:val="single" w:sz="4" w:space="0" w:color="auto"/>
              <w:right w:val="single" w:sz="4" w:space="0" w:color="auto"/>
            </w:tcBorders>
            <w:vAlign w:val="bottom"/>
          </w:tcPr>
          <w:p w:rsidR="0009156E" w:rsidRPr="004D300B" w:rsidRDefault="0009156E" w:rsidP="0009433F">
            <w:r w:rsidRPr="004D300B">
              <w:t> </w:t>
            </w:r>
          </w:p>
        </w:tc>
      </w:tr>
      <w:tr w:rsidR="0009156E"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09156E" w:rsidRPr="004D300B" w:rsidRDefault="0009156E"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nil"/>
              <w:left w:val="single" w:sz="4" w:space="0" w:color="auto"/>
              <w:bottom w:val="single" w:sz="4" w:space="0" w:color="auto"/>
              <w:right w:val="single" w:sz="4" w:space="0" w:color="auto"/>
            </w:tcBorders>
            <w:vAlign w:val="bottom"/>
          </w:tcPr>
          <w:p w:rsidR="0009156E" w:rsidRPr="004D300B" w:rsidRDefault="0009156E" w:rsidP="0009433F">
            <w:r w:rsidRPr="004D300B">
              <w:t>физические лица</w:t>
            </w:r>
          </w:p>
        </w:tc>
        <w:tc>
          <w:tcPr>
            <w:tcW w:w="1260" w:type="dxa"/>
            <w:tcBorders>
              <w:top w:val="nil"/>
              <w:left w:val="nil"/>
              <w:bottom w:val="single" w:sz="4" w:space="0" w:color="auto"/>
              <w:right w:val="nil"/>
            </w:tcBorders>
            <w:vAlign w:val="bottom"/>
          </w:tcPr>
          <w:p w:rsidR="0009156E" w:rsidRPr="004D300B" w:rsidRDefault="0009156E"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nil"/>
              <w:left w:val="nil"/>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nil"/>
              <w:left w:val="nil"/>
              <w:bottom w:val="single" w:sz="4" w:space="0" w:color="auto"/>
              <w:right w:val="single" w:sz="4" w:space="0" w:color="auto"/>
            </w:tcBorders>
            <w:vAlign w:val="bottom"/>
          </w:tcPr>
          <w:p w:rsidR="0009156E" w:rsidRPr="004D300B" w:rsidRDefault="0009156E" w:rsidP="0009433F"/>
        </w:tc>
        <w:tc>
          <w:tcPr>
            <w:tcW w:w="1080" w:type="dxa"/>
            <w:tcBorders>
              <w:top w:val="nil"/>
              <w:left w:val="nil"/>
              <w:bottom w:val="single" w:sz="4" w:space="0" w:color="auto"/>
              <w:right w:val="single" w:sz="4" w:space="0" w:color="auto"/>
            </w:tcBorders>
            <w:vAlign w:val="bottom"/>
          </w:tcPr>
          <w:p w:rsidR="0009156E" w:rsidRPr="004D300B" w:rsidRDefault="0009156E" w:rsidP="0009433F"/>
        </w:tc>
        <w:tc>
          <w:tcPr>
            <w:tcW w:w="1080" w:type="dxa"/>
            <w:tcBorders>
              <w:top w:val="nil"/>
              <w:left w:val="nil"/>
              <w:bottom w:val="single" w:sz="4" w:space="0" w:color="auto"/>
              <w:right w:val="single" w:sz="4" w:space="0" w:color="auto"/>
            </w:tcBorders>
            <w:vAlign w:val="bottom"/>
          </w:tcPr>
          <w:p w:rsidR="0009156E" w:rsidRPr="004D300B" w:rsidRDefault="0009156E" w:rsidP="0009433F">
            <w:r w:rsidRPr="004D300B">
              <w:t> </w:t>
            </w:r>
          </w:p>
        </w:tc>
      </w:tr>
      <w:tr w:rsidR="0009156E"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09156E" w:rsidRPr="004D300B" w:rsidRDefault="0009156E" w:rsidP="0009433F"/>
          <w:p w:rsidR="0009156E" w:rsidRPr="004D300B" w:rsidRDefault="0009156E" w:rsidP="0009433F">
            <w:r w:rsidRPr="004D300B">
              <w:t>Обеспечение безопасности в чрезвычайных ситуациях </w:t>
            </w:r>
          </w:p>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1447,4</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1286,1</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705A28">
            <w:r>
              <w:t>2010,6</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2000,0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2000,1</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2000,1</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tcPr>
          <w:p w:rsidR="0009156E" w:rsidRPr="004D300B" w:rsidRDefault="0009156E" w:rsidP="0009433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r>
              <w:t>26</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705A28">
            <w:r w:rsidRPr="004D300B">
              <w:t> </w:t>
            </w:r>
            <w:r>
              <w:t>100,6</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34,6</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1427,4</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1260,1</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1910,0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705A28">
            <w:r>
              <w:t>2000,0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705A28">
            <w:r>
              <w:t>2000,1</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705A28">
            <w:r>
              <w:t>2000,1</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tcPr>
          <w:p w:rsidR="0009156E" w:rsidRPr="0093017A" w:rsidRDefault="0009156E" w:rsidP="0009433F">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физические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r w:rsidRPr="004D300B">
              <w:t>Финансовое обеспечение других обязательств государства</w:t>
            </w:r>
          </w:p>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09156E" w:rsidRPr="002A1C96" w:rsidRDefault="0009156E" w:rsidP="0009433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14411,2</w:t>
            </w:r>
          </w:p>
        </w:tc>
        <w:tc>
          <w:tcPr>
            <w:tcW w:w="1080" w:type="dxa"/>
            <w:tcBorders>
              <w:top w:val="single" w:sz="4" w:space="0" w:color="auto"/>
              <w:left w:val="nil"/>
              <w:bottom w:val="single" w:sz="4" w:space="0" w:color="auto"/>
              <w:right w:val="single" w:sz="4" w:space="0" w:color="auto"/>
            </w:tcBorders>
            <w:vAlign w:val="bottom"/>
          </w:tcPr>
          <w:p w:rsidR="0009156E" w:rsidRPr="008E0CD2" w:rsidRDefault="0009156E" w:rsidP="0009433F">
            <w:pPr>
              <w:rPr>
                <w:color w:val="0000FF"/>
              </w:rPr>
            </w:pPr>
            <w:r>
              <w:rPr>
                <w:color w:val="0000FF"/>
              </w:rPr>
              <w:t>17804,7</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C95E38">
            <w:r>
              <w:t>15296,4</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621062">
            <w:r>
              <w:t>14408,0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621062">
            <w:r>
              <w:t>14401,4</w:t>
            </w:r>
          </w:p>
        </w:tc>
      </w:tr>
      <w:tr w:rsidR="0009156E"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2A1C96"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09156E" w:rsidRPr="002A1C96"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263,7</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nil"/>
            </w:tcBorders>
            <w:vAlign w:val="bottom"/>
          </w:tcPr>
          <w:p w:rsidR="0009156E" w:rsidRPr="002A1C96" w:rsidRDefault="0009156E" w:rsidP="0009433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14411,2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17541,0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C95E38">
            <w:r>
              <w:t>15296,4</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14408,0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14401,4</w:t>
            </w:r>
          </w:p>
        </w:tc>
      </w:tr>
      <w:tr w:rsidR="0009156E"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tcPr>
          <w:p w:rsidR="0009156E" w:rsidRPr="0093017A" w:rsidRDefault="0009156E"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156E" w:rsidRPr="00FA6955" w:rsidRDefault="0009156E" w:rsidP="0009433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254"/>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156E" w:rsidRDefault="0009156E" w:rsidP="0009433F">
            <w:pPr>
              <w:rPr>
                <w:b/>
              </w:rPr>
            </w:pPr>
            <w:r w:rsidRPr="004D300B">
              <w:rPr>
                <w:b/>
              </w:rPr>
              <w:t>ПОДПРОГРАММА 3</w:t>
            </w:r>
          </w:p>
          <w:p w:rsidR="0009156E" w:rsidRDefault="0009156E" w:rsidP="0009433F">
            <w:pPr>
              <w:rPr>
                <w:b/>
              </w:rPr>
            </w:pPr>
          </w:p>
          <w:p w:rsidR="0009156E" w:rsidRDefault="0009156E" w:rsidP="0009433F">
            <w:pPr>
              <w:rPr>
                <w:b/>
              </w:rPr>
            </w:pPr>
          </w:p>
          <w:p w:rsidR="0009156E" w:rsidRDefault="0009156E" w:rsidP="0009433F">
            <w:pPr>
              <w:rPr>
                <w:b/>
              </w:rPr>
            </w:pPr>
          </w:p>
          <w:p w:rsidR="0009156E" w:rsidRDefault="0009156E" w:rsidP="0009433F">
            <w:pPr>
              <w:rPr>
                <w:b/>
              </w:rPr>
            </w:pPr>
          </w:p>
          <w:p w:rsidR="0009156E" w:rsidRPr="004D300B" w:rsidRDefault="0009156E" w:rsidP="0009433F">
            <w:pPr>
              <w:rPr>
                <w:b/>
              </w:rPr>
            </w:pPr>
          </w:p>
          <w:p w:rsidR="0009156E" w:rsidRPr="004D300B" w:rsidRDefault="0009156E" w:rsidP="0009433F"/>
        </w:tc>
        <w:tc>
          <w:tcPr>
            <w:tcW w:w="4500" w:type="dxa"/>
            <w:vMerge w:val="restart"/>
            <w:tcBorders>
              <w:top w:val="single" w:sz="4" w:space="0" w:color="auto"/>
              <w:left w:val="nil"/>
              <w:right w:val="single" w:sz="4" w:space="0" w:color="auto"/>
            </w:tcBorders>
          </w:tcPr>
          <w:p w:rsidR="0009156E" w:rsidRPr="004D300B" w:rsidRDefault="0009156E" w:rsidP="0009433F">
            <w:pPr>
              <w:rPr>
                <w:b/>
              </w:rPr>
            </w:pPr>
            <w:r w:rsidRPr="004D300B">
              <w:rPr>
                <w:b/>
              </w:rPr>
              <w:t>«Управление муниципальным имуществом» </w:t>
            </w:r>
          </w:p>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09156E" w:rsidRPr="00FA6955" w:rsidRDefault="0009156E" w:rsidP="0009433F">
            <w:pPr>
              <w:ind w:left="-198" w:right="-108"/>
              <w:jc w:val="center"/>
              <w:rPr>
                <w:b/>
                <w:bCs/>
              </w:rPr>
            </w:pPr>
            <w:r>
              <w:rPr>
                <w:b/>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B41B3" w:rsidRDefault="0009156E" w:rsidP="0009433F">
            <w:pPr>
              <w:ind w:right="-108"/>
              <w:rPr>
                <w:b/>
                <w:bCs/>
              </w:rPr>
            </w:pPr>
            <w:r>
              <w:rPr>
                <w:b/>
                <w:bCs/>
              </w:rPr>
              <w:t>5513,5</w:t>
            </w:r>
          </w:p>
        </w:tc>
        <w:tc>
          <w:tcPr>
            <w:tcW w:w="1080" w:type="dxa"/>
            <w:tcBorders>
              <w:top w:val="single" w:sz="4" w:space="0" w:color="auto"/>
              <w:left w:val="nil"/>
              <w:bottom w:val="single" w:sz="4" w:space="0" w:color="auto"/>
              <w:right w:val="single" w:sz="4" w:space="0" w:color="auto"/>
            </w:tcBorders>
          </w:tcPr>
          <w:p w:rsidR="0009156E" w:rsidRPr="004D300B" w:rsidRDefault="0009156E" w:rsidP="0009433F">
            <w:pPr>
              <w:ind w:right="-108"/>
              <w:rPr>
                <w:b/>
                <w:bCs/>
              </w:rPr>
            </w:pPr>
          </w:p>
          <w:p w:rsidR="0009156E" w:rsidRPr="004D300B" w:rsidRDefault="0009156E" w:rsidP="00621062">
            <w:pPr>
              <w:ind w:right="-108"/>
              <w:rPr>
                <w:b/>
                <w:bCs/>
              </w:rPr>
            </w:pPr>
            <w:r>
              <w:rPr>
                <w:b/>
                <w:bCs/>
              </w:rPr>
              <w:t>5048,1</w:t>
            </w:r>
          </w:p>
        </w:tc>
        <w:tc>
          <w:tcPr>
            <w:tcW w:w="1080" w:type="dxa"/>
            <w:tcBorders>
              <w:top w:val="single" w:sz="4" w:space="0" w:color="auto"/>
              <w:left w:val="nil"/>
              <w:bottom w:val="single" w:sz="4" w:space="0" w:color="auto"/>
              <w:right w:val="single" w:sz="4" w:space="0" w:color="auto"/>
            </w:tcBorders>
          </w:tcPr>
          <w:p w:rsidR="0009156E" w:rsidRPr="004D300B" w:rsidRDefault="0009156E" w:rsidP="0009433F">
            <w:pPr>
              <w:rPr>
                <w:b/>
              </w:rPr>
            </w:pPr>
          </w:p>
          <w:p w:rsidR="0009156E" w:rsidRPr="004D300B" w:rsidRDefault="0009156E" w:rsidP="0009433F">
            <w:pPr>
              <w:rPr>
                <w:b/>
              </w:rPr>
            </w:pPr>
            <w:r>
              <w:rPr>
                <w:b/>
              </w:rPr>
              <w:t>7386,3</w:t>
            </w:r>
          </w:p>
        </w:tc>
        <w:tc>
          <w:tcPr>
            <w:tcW w:w="1080" w:type="dxa"/>
            <w:tcBorders>
              <w:top w:val="single" w:sz="4" w:space="0" w:color="auto"/>
              <w:left w:val="nil"/>
              <w:bottom w:val="single" w:sz="4" w:space="0" w:color="auto"/>
              <w:right w:val="single" w:sz="4" w:space="0" w:color="auto"/>
            </w:tcBorders>
          </w:tcPr>
          <w:p w:rsidR="0009156E" w:rsidRPr="004D300B" w:rsidRDefault="0009156E" w:rsidP="0009433F">
            <w:pPr>
              <w:rPr>
                <w:b/>
              </w:rPr>
            </w:pPr>
          </w:p>
          <w:p w:rsidR="0009156E" w:rsidRPr="004D300B" w:rsidRDefault="0009156E" w:rsidP="00AC58F1">
            <w:pPr>
              <w:rPr>
                <w:b/>
              </w:rPr>
            </w:pPr>
            <w:r>
              <w:rPr>
                <w:b/>
              </w:rPr>
              <w:t>3501,3</w:t>
            </w:r>
          </w:p>
        </w:tc>
        <w:tc>
          <w:tcPr>
            <w:tcW w:w="1080" w:type="dxa"/>
            <w:tcBorders>
              <w:top w:val="single" w:sz="4" w:space="0" w:color="auto"/>
              <w:left w:val="nil"/>
              <w:bottom w:val="single" w:sz="4" w:space="0" w:color="auto"/>
              <w:right w:val="single" w:sz="4" w:space="0" w:color="auto"/>
            </w:tcBorders>
          </w:tcPr>
          <w:p w:rsidR="0009156E" w:rsidRPr="004D300B" w:rsidRDefault="0009156E" w:rsidP="0009433F">
            <w:pPr>
              <w:rPr>
                <w:b/>
              </w:rPr>
            </w:pPr>
          </w:p>
          <w:p w:rsidR="0009156E" w:rsidRPr="004D300B" w:rsidRDefault="0009156E" w:rsidP="00AC58F1">
            <w:pPr>
              <w:rPr>
                <w:b/>
              </w:rPr>
            </w:pPr>
            <w:r>
              <w:rPr>
                <w:b/>
              </w:rPr>
              <w:t>3501,3</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rPr>
                <w:b/>
              </w:rPr>
            </w:pPr>
          </w:p>
        </w:tc>
        <w:tc>
          <w:tcPr>
            <w:tcW w:w="4500" w:type="dxa"/>
            <w:vMerge/>
            <w:tcBorders>
              <w:left w:val="nil"/>
              <w:right w:val="single" w:sz="4" w:space="0" w:color="auto"/>
            </w:tcBorders>
          </w:tcPr>
          <w:p w:rsidR="0009156E" w:rsidRPr="004D300B" w:rsidRDefault="0009156E" w:rsidP="0009433F">
            <w:pPr>
              <w:rPr>
                <w:b/>
              </w:rPr>
            </w:pPr>
          </w:p>
        </w:tc>
        <w:tc>
          <w:tcPr>
            <w:tcW w:w="2520" w:type="dxa"/>
            <w:tcBorders>
              <w:top w:val="single" w:sz="4" w:space="0" w:color="auto"/>
              <w:left w:val="nil"/>
              <w:bottom w:val="single" w:sz="4" w:space="0" w:color="auto"/>
              <w:right w:val="single" w:sz="4" w:space="0" w:color="auto"/>
            </w:tcBorders>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FA6955" w:rsidRDefault="0009156E" w:rsidP="0009433F">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rPr>
                <w:b/>
              </w:rPr>
            </w:pPr>
          </w:p>
        </w:tc>
        <w:tc>
          <w:tcPr>
            <w:tcW w:w="4500" w:type="dxa"/>
            <w:vMerge/>
            <w:tcBorders>
              <w:left w:val="nil"/>
              <w:right w:val="single" w:sz="4" w:space="0" w:color="auto"/>
            </w:tcBorders>
          </w:tcPr>
          <w:p w:rsidR="0009156E" w:rsidRPr="004D300B" w:rsidRDefault="0009156E" w:rsidP="0009433F">
            <w:pPr>
              <w:rPr>
                <w:b/>
              </w:rPr>
            </w:pPr>
          </w:p>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09156E" w:rsidRPr="00FA6955" w:rsidRDefault="0009156E" w:rsidP="0009433F">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57,5</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116"/>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rPr>
                <w:b/>
              </w:rPr>
            </w:pPr>
          </w:p>
        </w:tc>
        <w:tc>
          <w:tcPr>
            <w:tcW w:w="4500" w:type="dxa"/>
            <w:vMerge/>
            <w:tcBorders>
              <w:left w:val="nil"/>
              <w:right w:val="single" w:sz="4" w:space="0" w:color="auto"/>
            </w:tcBorders>
          </w:tcPr>
          <w:p w:rsidR="0009156E" w:rsidRPr="004D300B" w:rsidRDefault="0009156E" w:rsidP="0009433F">
            <w:pPr>
              <w:rPr>
                <w:b/>
              </w:rPr>
            </w:pPr>
          </w:p>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nil"/>
            </w:tcBorders>
            <w:vAlign w:val="bottom"/>
          </w:tcPr>
          <w:p w:rsidR="0009156E" w:rsidRPr="00EF7F4B" w:rsidRDefault="0009156E" w:rsidP="0009433F">
            <w:pPr>
              <w:ind w:left="-198" w:right="-108"/>
              <w:jc w:val="center"/>
              <w:rPr>
                <w:bCs/>
              </w:rPr>
            </w:pPr>
            <w:r w:rsidRPr="00EF7F4B">
              <w:rPr>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EF7F4B" w:rsidRDefault="0009156E" w:rsidP="0009433F">
            <w:pPr>
              <w:ind w:right="-108"/>
              <w:rPr>
                <w:bCs/>
              </w:rPr>
            </w:pPr>
            <w:r>
              <w:rPr>
                <w:bCs/>
              </w:rPr>
              <w:t>5513,5</w:t>
            </w:r>
          </w:p>
        </w:tc>
        <w:tc>
          <w:tcPr>
            <w:tcW w:w="1080" w:type="dxa"/>
            <w:tcBorders>
              <w:top w:val="single" w:sz="4" w:space="0" w:color="auto"/>
              <w:left w:val="nil"/>
              <w:bottom w:val="single" w:sz="4" w:space="0" w:color="auto"/>
              <w:right w:val="single" w:sz="4" w:space="0" w:color="auto"/>
            </w:tcBorders>
          </w:tcPr>
          <w:p w:rsidR="0009156E" w:rsidRPr="00EF7F4B" w:rsidRDefault="0009156E" w:rsidP="0009433F">
            <w:pPr>
              <w:ind w:right="-108"/>
              <w:rPr>
                <w:bCs/>
              </w:rPr>
            </w:pPr>
            <w:r>
              <w:rPr>
                <w:bCs/>
              </w:rPr>
              <w:t>4990,6</w:t>
            </w:r>
          </w:p>
        </w:tc>
        <w:tc>
          <w:tcPr>
            <w:tcW w:w="1080" w:type="dxa"/>
            <w:tcBorders>
              <w:top w:val="single" w:sz="4" w:space="0" w:color="auto"/>
              <w:left w:val="nil"/>
              <w:bottom w:val="single" w:sz="4" w:space="0" w:color="auto"/>
              <w:right w:val="single" w:sz="4" w:space="0" w:color="auto"/>
            </w:tcBorders>
          </w:tcPr>
          <w:p w:rsidR="0009156E" w:rsidRPr="00EF7F4B" w:rsidRDefault="0009156E" w:rsidP="0009433F">
            <w:r>
              <w:t>7386,3</w:t>
            </w:r>
          </w:p>
        </w:tc>
        <w:tc>
          <w:tcPr>
            <w:tcW w:w="1080" w:type="dxa"/>
            <w:tcBorders>
              <w:top w:val="single" w:sz="4" w:space="0" w:color="auto"/>
              <w:left w:val="nil"/>
              <w:bottom w:val="single" w:sz="4" w:space="0" w:color="auto"/>
              <w:right w:val="single" w:sz="4" w:space="0" w:color="auto"/>
            </w:tcBorders>
          </w:tcPr>
          <w:p w:rsidR="0009156E" w:rsidRPr="00EF7F4B" w:rsidRDefault="0009156E" w:rsidP="00AC58F1">
            <w:r w:rsidRPr="00EF7F4B">
              <w:t>3</w:t>
            </w:r>
            <w:r>
              <w:t>501,3</w:t>
            </w:r>
          </w:p>
        </w:tc>
        <w:tc>
          <w:tcPr>
            <w:tcW w:w="1080" w:type="dxa"/>
            <w:tcBorders>
              <w:top w:val="single" w:sz="4" w:space="0" w:color="auto"/>
              <w:left w:val="nil"/>
              <w:bottom w:val="single" w:sz="4" w:space="0" w:color="auto"/>
              <w:right w:val="single" w:sz="4" w:space="0" w:color="auto"/>
            </w:tcBorders>
          </w:tcPr>
          <w:p w:rsidR="0009156E" w:rsidRPr="00EF7F4B" w:rsidRDefault="0009156E" w:rsidP="00AC58F1">
            <w:r w:rsidRPr="00EF7F4B">
              <w:t>3</w:t>
            </w:r>
            <w:r>
              <w:t>501,3</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rPr>
                <w:b/>
              </w:rPr>
            </w:pPr>
          </w:p>
        </w:tc>
        <w:tc>
          <w:tcPr>
            <w:tcW w:w="4500" w:type="dxa"/>
            <w:vMerge/>
            <w:tcBorders>
              <w:left w:val="nil"/>
              <w:right w:val="single" w:sz="4" w:space="0" w:color="auto"/>
            </w:tcBorders>
          </w:tcPr>
          <w:p w:rsidR="0009156E" w:rsidRPr="004D300B" w:rsidRDefault="0009156E" w:rsidP="0009433F">
            <w:pPr>
              <w:rPr>
                <w:b/>
              </w:rPr>
            </w:pPr>
          </w:p>
        </w:tc>
        <w:tc>
          <w:tcPr>
            <w:tcW w:w="2520" w:type="dxa"/>
            <w:tcBorders>
              <w:top w:val="single" w:sz="4" w:space="0" w:color="auto"/>
              <w:left w:val="nil"/>
              <w:bottom w:val="single" w:sz="4" w:space="0" w:color="auto"/>
              <w:right w:val="single" w:sz="4" w:space="0" w:color="auto"/>
            </w:tcBorders>
          </w:tcPr>
          <w:p w:rsidR="0009156E" w:rsidRPr="0093017A" w:rsidRDefault="0009156E" w:rsidP="0009433F">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FA695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pPr>
              <w:rPr>
                <w:b/>
              </w:rPr>
            </w:pPr>
          </w:p>
        </w:tc>
        <w:tc>
          <w:tcPr>
            <w:tcW w:w="4500" w:type="dxa"/>
            <w:vMerge/>
            <w:tcBorders>
              <w:left w:val="nil"/>
              <w:right w:val="single" w:sz="4" w:space="0" w:color="auto"/>
            </w:tcBorders>
          </w:tcPr>
          <w:p w:rsidR="0009156E" w:rsidRPr="004D300B" w:rsidRDefault="0009156E" w:rsidP="0009433F">
            <w:pPr>
              <w:rPr>
                <w:b/>
              </w:rPr>
            </w:pPr>
          </w:p>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C5A53">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C5A53">
            <w:r w:rsidRPr="004D300B">
              <w:t>3</w:t>
            </w:r>
          </w:p>
        </w:tc>
        <w:tc>
          <w:tcPr>
            <w:tcW w:w="1260" w:type="dxa"/>
            <w:tcBorders>
              <w:top w:val="single" w:sz="4" w:space="0" w:color="auto"/>
              <w:left w:val="single" w:sz="4" w:space="0" w:color="auto"/>
              <w:bottom w:val="single" w:sz="4" w:space="0" w:color="auto"/>
              <w:right w:val="nil"/>
            </w:tcBorders>
            <w:vAlign w:val="center"/>
          </w:tcPr>
          <w:p w:rsidR="0009156E" w:rsidRPr="004D300B" w:rsidRDefault="0009156E" w:rsidP="000C5A5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C5A53">
            <w:r w:rsidRPr="004D300B">
              <w:t>5</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C5A53">
            <w:r w:rsidRPr="004D300B">
              <w:t>6</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C5A53">
            <w:r w:rsidRPr="004D300B">
              <w:t>7</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C5A53">
            <w:r w:rsidRPr="004D300B">
              <w:t>8</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C5A53">
            <w:r w:rsidRPr="004D300B">
              <w:t>9</w:t>
            </w:r>
          </w:p>
        </w:tc>
      </w:tr>
      <w:tr w:rsidR="0009156E"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09156E" w:rsidRPr="004D300B" w:rsidRDefault="0009156E" w:rsidP="0009433F">
            <w:r w:rsidRPr="004D300B">
              <w:t xml:space="preserve">Основное </w:t>
            </w:r>
            <w:r w:rsidRPr="004D300B">
              <w:br/>
              <w:t>мероприятие 3.1</w:t>
            </w:r>
          </w:p>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tc>
        <w:tc>
          <w:tcPr>
            <w:tcW w:w="4500" w:type="dxa"/>
            <w:vMerge w:val="restart"/>
            <w:tcBorders>
              <w:top w:val="single" w:sz="4" w:space="0" w:color="auto"/>
              <w:left w:val="nil"/>
              <w:right w:val="single" w:sz="4" w:space="0" w:color="auto"/>
            </w:tcBorders>
          </w:tcPr>
          <w:p w:rsidR="0009156E" w:rsidRPr="004D300B" w:rsidRDefault="0009156E" w:rsidP="0009433F">
            <w:r w:rsidRPr="004D300B">
              <w:t xml:space="preserve"> Техническая инвентаризация, оценка имущества для принятия управленческих решений</w:t>
            </w:r>
          </w:p>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09156E" w:rsidRPr="004D300B" w:rsidRDefault="0009156E" w:rsidP="0009433F">
            <w:r>
              <w:t>61,8</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r>
              <w:t>30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9433F">
            <w:r>
              <w:t>143,5</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9433F">
            <w:r>
              <w:t>144</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9433F">
            <w:r>
              <w:t>170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9433F">
            <w:r>
              <w:t>170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nil"/>
            </w:tcBorders>
            <w:vAlign w:val="center"/>
          </w:tcPr>
          <w:p w:rsidR="0009156E" w:rsidRPr="004D300B" w:rsidRDefault="0009156E" w:rsidP="0009433F">
            <w:r>
              <w:t>61,8</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r>
              <w:t>30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621062">
            <w:r>
              <w:t>143,5</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144</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170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170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tcPr>
          <w:p w:rsidR="0009156E" w:rsidRPr="0093017A" w:rsidRDefault="0009156E"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left w:val="nil"/>
              <w:bottom w:val="single" w:sz="4" w:space="0" w:color="auto"/>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09156E" w:rsidRPr="004D300B" w:rsidRDefault="0009156E" w:rsidP="0009433F">
            <w:r w:rsidRPr="004D300B">
              <w:t xml:space="preserve">Основное </w:t>
            </w:r>
            <w:r w:rsidRPr="004D300B">
              <w:br/>
              <w:t>мероприятие 3.2</w:t>
            </w:r>
          </w:p>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tc>
        <w:tc>
          <w:tcPr>
            <w:tcW w:w="4500" w:type="dxa"/>
            <w:vMerge w:val="restart"/>
            <w:tcBorders>
              <w:top w:val="single" w:sz="4" w:space="0" w:color="auto"/>
              <w:left w:val="nil"/>
              <w:right w:val="single" w:sz="4" w:space="0" w:color="auto"/>
            </w:tcBorders>
          </w:tcPr>
          <w:p w:rsidR="0009156E" w:rsidRPr="004D300B" w:rsidRDefault="0009156E" w:rsidP="0009433F">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09156E" w:rsidRPr="00FA6955" w:rsidRDefault="0009156E" w:rsidP="0009433F">
            <w:r>
              <w:t>1555,8</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A6955" w:rsidRDefault="0009156E" w:rsidP="0009433F">
            <w:r>
              <w:t>2703,8</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621062">
            <w:r>
              <w:t>2289,8</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9433F">
            <w:r>
              <w:t>4220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9433F">
            <w:r>
              <w:t>32</w:t>
            </w:r>
            <w:r w:rsidRPr="004D300B">
              <w:t>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9433F">
            <w:r>
              <w:t>32</w:t>
            </w:r>
            <w:r w:rsidRPr="004D300B">
              <w:t>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nil"/>
            </w:tcBorders>
            <w:vAlign w:val="center"/>
          </w:tcPr>
          <w:p w:rsidR="0009156E" w:rsidRPr="00FA6955" w:rsidRDefault="0009156E" w:rsidP="0009433F">
            <w:r>
              <w:t>1555,8</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A6955" w:rsidRDefault="0009156E" w:rsidP="0009433F">
            <w:r>
              <w:t>2703,8</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621062">
            <w:r>
              <w:t>2289,8</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4220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32</w:t>
            </w:r>
            <w:r w:rsidRPr="004D300B">
              <w:t>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32</w:t>
            </w:r>
            <w:r w:rsidRPr="004D300B">
              <w:t>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tcPr>
          <w:p w:rsidR="0009156E" w:rsidRPr="0093017A" w:rsidRDefault="0009156E"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left w:val="nil"/>
              <w:bottom w:val="single" w:sz="4" w:space="0" w:color="auto"/>
              <w:right w:val="single" w:sz="4" w:space="0" w:color="auto"/>
            </w:tcBorders>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val="restart"/>
            <w:tcBorders>
              <w:left w:val="single" w:sz="4" w:space="0" w:color="auto"/>
              <w:right w:val="single" w:sz="4" w:space="0" w:color="auto"/>
            </w:tcBorders>
            <w:vAlign w:val="center"/>
          </w:tcPr>
          <w:p w:rsidR="0009156E" w:rsidRPr="004D300B" w:rsidRDefault="0009156E" w:rsidP="00553744">
            <w:r w:rsidRPr="004D300B">
              <w:t xml:space="preserve">Основное </w:t>
            </w:r>
            <w:r w:rsidRPr="004D300B">
              <w:br/>
              <w:t>мероприятие 3.2</w:t>
            </w:r>
            <w:r>
              <w:t>.1</w:t>
            </w:r>
          </w:p>
          <w:p w:rsidR="0009156E" w:rsidRPr="004D300B" w:rsidRDefault="0009156E" w:rsidP="00553744"/>
          <w:p w:rsidR="0009156E" w:rsidRPr="004D300B" w:rsidRDefault="0009156E" w:rsidP="00553744"/>
          <w:p w:rsidR="0009156E" w:rsidRPr="004D300B" w:rsidRDefault="0009156E" w:rsidP="00553744"/>
          <w:p w:rsidR="0009156E" w:rsidRPr="004D300B" w:rsidRDefault="0009156E" w:rsidP="00553744"/>
          <w:p w:rsidR="0009156E" w:rsidRPr="004D300B" w:rsidRDefault="0009156E" w:rsidP="00553744"/>
        </w:tc>
        <w:tc>
          <w:tcPr>
            <w:tcW w:w="4500" w:type="dxa"/>
            <w:vMerge w:val="restart"/>
            <w:tcBorders>
              <w:left w:val="nil"/>
              <w:right w:val="single" w:sz="4" w:space="0" w:color="auto"/>
            </w:tcBorders>
          </w:tcPr>
          <w:p w:rsidR="0009156E" w:rsidRPr="004D300B" w:rsidRDefault="0009156E" w:rsidP="00553744">
            <w:r w:rsidRPr="004D300B">
              <w:t>Содержание имущества и проведение ремонтных работ</w:t>
            </w:r>
          </w:p>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553744">
            <w:r w:rsidRPr="004D300B">
              <w:t>всего, в том числе:</w:t>
            </w:r>
          </w:p>
        </w:tc>
        <w:tc>
          <w:tcPr>
            <w:tcW w:w="1260" w:type="dxa"/>
            <w:tcBorders>
              <w:top w:val="single" w:sz="4" w:space="0" w:color="auto"/>
              <w:left w:val="nil"/>
              <w:bottom w:val="single" w:sz="4" w:space="0" w:color="auto"/>
              <w:right w:val="nil"/>
            </w:tcBorders>
            <w:vAlign w:val="center"/>
          </w:tcPr>
          <w:p w:rsidR="0009156E" w:rsidRPr="00FA6955" w:rsidRDefault="0009156E" w:rsidP="00553744">
            <w:r>
              <w:t>1555,8</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A6955" w:rsidRDefault="0009156E" w:rsidP="00553744">
            <w:r>
              <w:t>2703,8</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53744">
            <w:r>
              <w:t>409,8</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1920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32</w:t>
            </w:r>
            <w:r w:rsidRPr="004D300B">
              <w:t>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32</w:t>
            </w:r>
            <w:r w:rsidRPr="004D300B">
              <w:t>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553744"/>
        </w:tc>
        <w:tc>
          <w:tcPr>
            <w:tcW w:w="4500" w:type="dxa"/>
            <w:vMerge/>
            <w:tcBorders>
              <w:left w:val="nil"/>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tcPr>
          <w:p w:rsidR="0009156E" w:rsidRPr="004D300B" w:rsidRDefault="0009156E" w:rsidP="00553744">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4D300B" w:rsidRDefault="0009156E" w:rsidP="00553744"/>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553744"/>
        </w:tc>
        <w:tc>
          <w:tcPr>
            <w:tcW w:w="4500" w:type="dxa"/>
            <w:vMerge/>
            <w:tcBorders>
              <w:left w:val="nil"/>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553744">
            <w:r w:rsidRPr="004D300B">
              <w:t>областной бюджет</w:t>
            </w:r>
          </w:p>
        </w:tc>
        <w:tc>
          <w:tcPr>
            <w:tcW w:w="1260" w:type="dxa"/>
            <w:tcBorders>
              <w:top w:val="single" w:sz="4" w:space="0" w:color="auto"/>
              <w:left w:val="nil"/>
              <w:bottom w:val="single" w:sz="4" w:space="0" w:color="auto"/>
              <w:right w:val="nil"/>
            </w:tcBorders>
            <w:vAlign w:val="bottom"/>
          </w:tcPr>
          <w:p w:rsidR="0009156E" w:rsidRPr="004D300B" w:rsidRDefault="0009156E" w:rsidP="00553744"/>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553744"/>
        </w:tc>
        <w:tc>
          <w:tcPr>
            <w:tcW w:w="4500" w:type="dxa"/>
            <w:vMerge/>
            <w:tcBorders>
              <w:left w:val="nil"/>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553744">
            <w:r w:rsidRPr="004D300B">
              <w:t>местный бюджет</w:t>
            </w:r>
          </w:p>
        </w:tc>
        <w:tc>
          <w:tcPr>
            <w:tcW w:w="1260" w:type="dxa"/>
            <w:tcBorders>
              <w:top w:val="single" w:sz="4" w:space="0" w:color="auto"/>
              <w:left w:val="nil"/>
              <w:bottom w:val="single" w:sz="4" w:space="0" w:color="auto"/>
              <w:right w:val="nil"/>
            </w:tcBorders>
            <w:vAlign w:val="center"/>
          </w:tcPr>
          <w:p w:rsidR="0009156E" w:rsidRPr="00FA6955" w:rsidRDefault="0009156E" w:rsidP="00553744">
            <w:r>
              <w:t>1555,8</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A6955" w:rsidRDefault="0009156E" w:rsidP="00553744">
            <w:r>
              <w:t>2703,8</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53744">
            <w:r>
              <w:t>409,8</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1920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32</w:t>
            </w:r>
            <w:r w:rsidRPr="004D300B">
              <w:t>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32</w:t>
            </w:r>
            <w:r w:rsidRPr="004D300B">
              <w:t>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553744"/>
        </w:tc>
        <w:tc>
          <w:tcPr>
            <w:tcW w:w="4500" w:type="dxa"/>
            <w:vMerge/>
            <w:tcBorders>
              <w:left w:val="nil"/>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tcPr>
          <w:p w:rsidR="0009156E" w:rsidRPr="0093017A" w:rsidRDefault="0009156E" w:rsidP="00553744">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156E" w:rsidRPr="004D300B" w:rsidRDefault="0009156E" w:rsidP="00553744"/>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553744"/>
        </w:tc>
        <w:tc>
          <w:tcPr>
            <w:tcW w:w="4500" w:type="dxa"/>
            <w:vMerge/>
            <w:tcBorders>
              <w:left w:val="nil"/>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553744">
            <w:r w:rsidRPr="004D300B">
              <w:t>юридические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553744"/>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r>
      <w:tr w:rsidR="0009156E" w:rsidRPr="004D300B" w:rsidTr="00446845">
        <w:trPr>
          <w:trHeight w:val="315"/>
        </w:trPr>
        <w:tc>
          <w:tcPr>
            <w:tcW w:w="1995" w:type="dxa"/>
            <w:vMerge/>
            <w:tcBorders>
              <w:left w:val="single" w:sz="4" w:space="0" w:color="auto"/>
              <w:bottom w:val="single" w:sz="4" w:space="0" w:color="auto"/>
              <w:right w:val="single" w:sz="4" w:space="0" w:color="auto"/>
            </w:tcBorders>
            <w:vAlign w:val="center"/>
          </w:tcPr>
          <w:p w:rsidR="0009156E" w:rsidRPr="004D300B" w:rsidRDefault="0009156E" w:rsidP="00553744"/>
        </w:tc>
        <w:tc>
          <w:tcPr>
            <w:tcW w:w="4500" w:type="dxa"/>
            <w:vMerge/>
            <w:tcBorders>
              <w:left w:val="nil"/>
              <w:bottom w:val="single" w:sz="4" w:space="0" w:color="auto"/>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553744">
            <w:r w:rsidRPr="004D300B">
              <w:t>физические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553744"/>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r>
      <w:tr w:rsidR="0009156E"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09156E" w:rsidRPr="004D300B" w:rsidRDefault="0009156E" w:rsidP="00553744">
            <w:r w:rsidRPr="004D300B">
              <w:t xml:space="preserve">Основное </w:t>
            </w:r>
            <w:r w:rsidRPr="004D300B">
              <w:br/>
              <w:t>мероприятие 3.2</w:t>
            </w:r>
            <w:r>
              <w:t>.2</w:t>
            </w:r>
          </w:p>
        </w:tc>
        <w:tc>
          <w:tcPr>
            <w:tcW w:w="4500" w:type="dxa"/>
            <w:vMerge w:val="restart"/>
            <w:tcBorders>
              <w:top w:val="single" w:sz="4" w:space="0" w:color="auto"/>
              <w:left w:val="single" w:sz="4" w:space="0" w:color="auto"/>
              <w:right w:val="single" w:sz="4" w:space="0" w:color="auto"/>
            </w:tcBorders>
          </w:tcPr>
          <w:p w:rsidR="0009156E" w:rsidRPr="004D300B" w:rsidRDefault="0009156E" w:rsidP="00553744">
            <w:r>
              <w:t>Приобретение жилья для муниципальных нужд</w:t>
            </w:r>
          </w:p>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r w:rsidRPr="004D300B">
              <w:t>всего, в том числе:</w:t>
            </w:r>
          </w:p>
        </w:tc>
        <w:tc>
          <w:tcPr>
            <w:tcW w:w="1260" w:type="dxa"/>
            <w:tcBorders>
              <w:top w:val="single" w:sz="4" w:space="0" w:color="auto"/>
              <w:left w:val="nil"/>
              <w:bottom w:val="single" w:sz="4" w:space="0" w:color="auto"/>
              <w:right w:val="nil"/>
            </w:tcBorders>
            <w:vAlign w:val="center"/>
          </w:tcPr>
          <w:p w:rsidR="0009156E" w:rsidRPr="00FA6955" w:rsidRDefault="0009156E" w:rsidP="00553744">
            <w:r>
              <w:t>0</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A6955" w:rsidRDefault="0009156E" w:rsidP="00553744">
            <w:r>
              <w:t>0</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53744">
            <w:r>
              <w:t>1880,0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53744">
            <w:r>
              <w:t>230</w:t>
            </w:r>
            <w:r w:rsidRPr="004D300B">
              <w:t>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53744">
            <w:r w:rsidRPr="004D300B">
              <w:t>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553744"/>
        </w:tc>
        <w:tc>
          <w:tcPr>
            <w:tcW w:w="4500" w:type="dxa"/>
            <w:vMerge/>
            <w:tcBorders>
              <w:left w:val="single" w:sz="4" w:space="0" w:color="auto"/>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tcPr>
          <w:p w:rsidR="0009156E" w:rsidRPr="004D300B" w:rsidRDefault="0009156E" w:rsidP="00553744">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4D300B" w:rsidRDefault="0009156E" w:rsidP="00553744"/>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553744"/>
        </w:tc>
        <w:tc>
          <w:tcPr>
            <w:tcW w:w="4500" w:type="dxa"/>
            <w:vMerge/>
            <w:tcBorders>
              <w:left w:val="single" w:sz="4" w:space="0" w:color="auto"/>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553744">
            <w:r w:rsidRPr="004D300B">
              <w:t>областной бюджет</w:t>
            </w:r>
          </w:p>
        </w:tc>
        <w:tc>
          <w:tcPr>
            <w:tcW w:w="1260" w:type="dxa"/>
            <w:tcBorders>
              <w:top w:val="single" w:sz="4" w:space="0" w:color="auto"/>
              <w:left w:val="nil"/>
              <w:bottom w:val="single" w:sz="4" w:space="0" w:color="auto"/>
              <w:right w:val="nil"/>
            </w:tcBorders>
            <w:vAlign w:val="bottom"/>
          </w:tcPr>
          <w:p w:rsidR="0009156E" w:rsidRPr="004D300B" w:rsidRDefault="0009156E" w:rsidP="00553744"/>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553744"/>
        </w:tc>
        <w:tc>
          <w:tcPr>
            <w:tcW w:w="4500" w:type="dxa"/>
            <w:vMerge/>
            <w:tcBorders>
              <w:left w:val="single" w:sz="4" w:space="0" w:color="auto"/>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553744">
            <w:r w:rsidRPr="004D300B">
              <w:t>местный бюджет</w:t>
            </w:r>
          </w:p>
        </w:tc>
        <w:tc>
          <w:tcPr>
            <w:tcW w:w="1260" w:type="dxa"/>
            <w:tcBorders>
              <w:top w:val="single" w:sz="4" w:space="0" w:color="auto"/>
              <w:left w:val="nil"/>
              <w:bottom w:val="single" w:sz="4" w:space="0" w:color="auto"/>
              <w:right w:val="nil"/>
            </w:tcBorders>
            <w:vAlign w:val="center"/>
          </w:tcPr>
          <w:p w:rsidR="0009156E" w:rsidRPr="00FA6955" w:rsidRDefault="0009156E" w:rsidP="00553744"/>
        </w:tc>
        <w:tc>
          <w:tcPr>
            <w:tcW w:w="1080" w:type="dxa"/>
            <w:tcBorders>
              <w:top w:val="single" w:sz="4" w:space="0" w:color="auto"/>
              <w:left w:val="single" w:sz="4" w:space="0" w:color="auto"/>
              <w:bottom w:val="single" w:sz="4" w:space="0" w:color="auto"/>
              <w:right w:val="single" w:sz="4" w:space="0" w:color="auto"/>
            </w:tcBorders>
            <w:vAlign w:val="center"/>
          </w:tcPr>
          <w:p w:rsidR="0009156E" w:rsidRPr="00FA6955" w:rsidRDefault="0009156E" w:rsidP="00553744"/>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553744">
            <w:r>
              <w:t>1880,0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53744">
            <w:r>
              <w:t>230</w:t>
            </w:r>
            <w:r w:rsidRPr="004D300B">
              <w:t>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553744">
            <w:r w:rsidRPr="004D300B">
              <w:t>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553744"/>
        </w:tc>
        <w:tc>
          <w:tcPr>
            <w:tcW w:w="4500" w:type="dxa"/>
            <w:vMerge/>
            <w:tcBorders>
              <w:left w:val="single" w:sz="4" w:space="0" w:color="auto"/>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tcPr>
          <w:p w:rsidR="0009156E" w:rsidRPr="0093017A" w:rsidRDefault="0009156E" w:rsidP="00553744">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156E" w:rsidRPr="004D300B" w:rsidRDefault="0009156E" w:rsidP="00553744"/>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553744"/>
        </w:tc>
        <w:tc>
          <w:tcPr>
            <w:tcW w:w="4500" w:type="dxa"/>
            <w:vMerge/>
            <w:tcBorders>
              <w:left w:val="single" w:sz="4" w:space="0" w:color="auto"/>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553744">
            <w:r w:rsidRPr="004D300B">
              <w:t>юридические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553744"/>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r>
      <w:tr w:rsidR="0009156E" w:rsidRPr="004D300B" w:rsidTr="001B0E92">
        <w:trPr>
          <w:trHeight w:val="315"/>
        </w:trPr>
        <w:tc>
          <w:tcPr>
            <w:tcW w:w="1995" w:type="dxa"/>
            <w:vMerge/>
            <w:tcBorders>
              <w:left w:val="single" w:sz="4" w:space="0" w:color="auto"/>
              <w:bottom w:val="single" w:sz="4" w:space="0" w:color="auto"/>
              <w:right w:val="single" w:sz="4" w:space="0" w:color="auto"/>
            </w:tcBorders>
            <w:vAlign w:val="center"/>
          </w:tcPr>
          <w:p w:rsidR="0009156E" w:rsidRPr="004D300B" w:rsidRDefault="0009156E" w:rsidP="00553744"/>
        </w:tc>
        <w:tc>
          <w:tcPr>
            <w:tcW w:w="4500" w:type="dxa"/>
            <w:vMerge/>
            <w:tcBorders>
              <w:left w:val="single" w:sz="4" w:space="0" w:color="auto"/>
              <w:bottom w:val="single" w:sz="4" w:space="0" w:color="auto"/>
              <w:right w:val="single" w:sz="4" w:space="0" w:color="auto"/>
            </w:tcBorders>
          </w:tcPr>
          <w:p w:rsidR="0009156E" w:rsidRPr="004D300B" w:rsidRDefault="0009156E" w:rsidP="00553744"/>
        </w:tc>
        <w:tc>
          <w:tcPr>
            <w:tcW w:w="2520" w:type="dxa"/>
            <w:tcBorders>
              <w:top w:val="single" w:sz="4" w:space="0" w:color="auto"/>
              <w:left w:val="nil"/>
              <w:bottom w:val="single" w:sz="4" w:space="0" w:color="auto"/>
              <w:right w:val="single" w:sz="4" w:space="0" w:color="auto"/>
            </w:tcBorders>
            <w:vAlign w:val="bottom"/>
          </w:tcPr>
          <w:p w:rsidR="0009156E" w:rsidRDefault="0009156E" w:rsidP="00553744">
            <w:r w:rsidRPr="004D300B">
              <w:t>физические лица</w:t>
            </w:r>
          </w:p>
          <w:p w:rsidR="0009156E" w:rsidRPr="004D300B" w:rsidRDefault="0009156E" w:rsidP="00553744"/>
        </w:tc>
        <w:tc>
          <w:tcPr>
            <w:tcW w:w="1260" w:type="dxa"/>
            <w:tcBorders>
              <w:top w:val="single" w:sz="4" w:space="0" w:color="auto"/>
              <w:left w:val="nil"/>
              <w:bottom w:val="single" w:sz="4" w:space="0" w:color="auto"/>
              <w:right w:val="nil"/>
            </w:tcBorders>
            <w:vAlign w:val="bottom"/>
          </w:tcPr>
          <w:p w:rsidR="0009156E" w:rsidRPr="004D300B" w:rsidRDefault="0009156E" w:rsidP="00553744"/>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tc>
      </w:tr>
      <w:tr w:rsidR="0009156E" w:rsidRPr="004D300B" w:rsidTr="001B0E92">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09156E" w:rsidRPr="004D300B" w:rsidRDefault="0009156E" w:rsidP="00553744">
            <w:r>
              <w:lastRenderedPageBreak/>
              <w:t>1</w:t>
            </w:r>
          </w:p>
        </w:tc>
        <w:tc>
          <w:tcPr>
            <w:tcW w:w="4500" w:type="dxa"/>
            <w:tcBorders>
              <w:top w:val="single" w:sz="4" w:space="0" w:color="auto"/>
              <w:left w:val="single" w:sz="4" w:space="0" w:color="auto"/>
              <w:bottom w:val="single" w:sz="4" w:space="0" w:color="auto"/>
              <w:right w:val="single" w:sz="4" w:space="0" w:color="auto"/>
            </w:tcBorders>
          </w:tcPr>
          <w:p w:rsidR="0009156E" w:rsidRPr="004D300B" w:rsidRDefault="0009156E" w:rsidP="00553744">
            <w:pPr>
              <w:tabs>
                <w:tab w:val="left" w:pos="1440"/>
              </w:tabs>
            </w:pPr>
            <w:r>
              <w:tab/>
              <w:t>2</w:t>
            </w:r>
          </w:p>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r>
              <w:t>3</w:t>
            </w:r>
          </w:p>
        </w:tc>
        <w:tc>
          <w:tcPr>
            <w:tcW w:w="1260" w:type="dxa"/>
            <w:tcBorders>
              <w:top w:val="single" w:sz="4" w:space="0" w:color="auto"/>
              <w:left w:val="nil"/>
              <w:bottom w:val="single" w:sz="4" w:space="0" w:color="auto"/>
              <w:right w:val="nil"/>
            </w:tcBorders>
            <w:vAlign w:val="bottom"/>
          </w:tcPr>
          <w:p w:rsidR="0009156E" w:rsidRPr="004D300B" w:rsidRDefault="0009156E" w:rsidP="00553744">
            <w:r>
              <w:t>4</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553744">
            <w:r>
              <w:t>5</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r>
              <w:t>6</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r>
              <w:t>7</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r>
              <w:t>8</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553744">
            <w:r>
              <w:t>9</w:t>
            </w:r>
          </w:p>
        </w:tc>
      </w:tr>
      <w:tr w:rsidR="0009156E" w:rsidRPr="004D300B" w:rsidTr="001B0E92">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r w:rsidRPr="004D300B">
              <w:t xml:space="preserve">Основное </w:t>
            </w:r>
            <w:r w:rsidRPr="004D300B">
              <w:br/>
              <w:t>мероприятие 3.3</w:t>
            </w:r>
          </w:p>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tc>
        <w:tc>
          <w:tcPr>
            <w:tcW w:w="4500" w:type="dxa"/>
            <w:vMerge w:val="restart"/>
            <w:tcBorders>
              <w:top w:val="single" w:sz="4" w:space="0" w:color="auto"/>
              <w:left w:val="single" w:sz="4" w:space="0" w:color="auto"/>
              <w:bottom w:val="single" w:sz="4" w:space="0" w:color="auto"/>
              <w:right w:val="single" w:sz="4" w:space="0" w:color="auto"/>
            </w:tcBorders>
          </w:tcPr>
          <w:p w:rsidR="0009156E" w:rsidRPr="004D300B" w:rsidRDefault="0009156E" w:rsidP="0009433F">
            <w:pPr>
              <w:pStyle w:val="a4"/>
              <w:ind w:right="20" w:firstLine="63"/>
              <w:jc w:val="left"/>
              <w:rPr>
                <w:rStyle w:val="1a"/>
                <w:b w:val="0"/>
                <w:sz w:val="24"/>
                <w:szCs w:val="24"/>
              </w:rPr>
            </w:pPr>
            <w:r w:rsidRPr="004D300B">
              <w:rPr>
                <w:rStyle w:val="1a"/>
                <w:b w:val="0"/>
                <w:sz w:val="24"/>
                <w:szCs w:val="24"/>
              </w:rPr>
              <w:t xml:space="preserve">Межевание земельных участков, оценка размера арендной платы. </w:t>
            </w:r>
          </w:p>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09156E" w:rsidRPr="00FA6955" w:rsidRDefault="0009156E" w:rsidP="0009433F">
            <w:r>
              <w:t>97,0</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A6955" w:rsidRDefault="0009156E" w:rsidP="0009433F">
            <w:r>
              <w:t>0</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09433F">
            <w:r>
              <w:t>39</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AC58F1">
            <w:r>
              <w:t>200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9433F">
            <w:r>
              <w:t>100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09433F">
            <w:r>
              <w:t>100</w:t>
            </w:r>
          </w:p>
        </w:tc>
      </w:tr>
      <w:tr w:rsidR="0009156E"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FA695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09156E" w:rsidRPr="00FA695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nil"/>
            </w:tcBorders>
            <w:vAlign w:val="center"/>
          </w:tcPr>
          <w:p w:rsidR="0009156E" w:rsidRPr="00FA6955" w:rsidRDefault="0009156E" w:rsidP="0009433F">
            <w:r>
              <w:t>97,0</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A6955" w:rsidRDefault="0009156E" w:rsidP="0009433F">
            <w:r>
              <w:t>0</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09433F">
            <w:r>
              <w:t>39</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200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100</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r>
              <w:t>100</w:t>
            </w:r>
          </w:p>
        </w:tc>
      </w:tr>
      <w:tr w:rsidR="0009156E"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tcPr>
          <w:p w:rsidR="0009156E" w:rsidRPr="0093017A" w:rsidRDefault="0009156E" w:rsidP="0009433F">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FA695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09156E" w:rsidRPr="00FA695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1B0E92">
        <w:trPr>
          <w:trHeight w:val="299"/>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09156E" w:rsidRPr="00FA695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1B0E92">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r w:rsidRPr="004D300B">
              <w:t xml:space="preserve">Основное </w:t>
            </w:r>
            <w:r w:rsidRPr="004D300B">
              <w:br/>
              <w:t>мероприятие 3.4</w:t>
            </w:r>
          </w:p>
          <w:p w:rsidR="0009156E" w:rsidRPr="004D300B" w:rsidRDefault="0009156E" w:rsidP="0009433F"/>
        </w:tc>
        <w:tc>
          <w:tcPr>
            <w:tcW w:w="4500" w:type="dxa"/>
            <w:vMerge w:val="restart"/>
            <w:tcBorders>
              <w:top w:val="single" w:sz="4" w:space="0" w:color="auto"/>
              <w:left w:val="single" w:sz="4" w:space="0" w:color="auto"/>
              <w:bottom w:val="single" w:sz="4" w:space="0" w:color="auto"/>
              <w:right w:val="single" w:sz="4" w:space="0" w:color="auto"/>
            </w:tcBorders>
          </w:tcPr>
          <w:p w:rsidR="0009156E" w:rsidRPr="004D300B" w:rsidRDefault="0009156E"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r>
              <w:t>149,5</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r>
              <w:t>39,9</w:t>
            </w:r>
          </w:p>
        </w:tc>
        <w:tc>
          <w:tcPr>
            <w:tcW w:w="1080" w:type="dxa"/>
            <w:tcBorders>
              <w:top w:val="single" w:sz="4" w:space="0" w:color="auto"/>
              <w:left w:val="single" w:sz="4" w:space="0" w:color="auto"/>
              <w:bottom w:val="single" w:sz="4" w:space="0" w:color="auto"/>
              <w:right w:val="single" w:sz="4" w:space="0" w:color="auto"/>
            </w:tcBorders>
          </w:tcPr>
          <w:p w:rsidR="0009156E" w:rsidRPr="00FA6955" w:rsidRDefault="0009156E" w:rsidP="0009433F">
            <w:r>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30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30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30</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tcPr>
          <w:p w:rsidR="0009156E" w:rsidRPr="004D300B" w:rsidRDefault="0009156E" w:rsidP="0009433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r>
      <w:tr w:rsidR="0009156E" w:rsidRPr="004D300B" w:rsidTr="00446845">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r>
              <w:t>149,5</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r>
              <w:t>39,9</w:t>
            </w:r>
          </w:p>
        </w:tc>
        <w:tc>
          <w:tcPr>
            <w:tcW w:w="1080" w:type="dxa"/>
            <w:tcBorders>
              <w:top w:val="single" w:sz="4" w:space="0" w:color="auto"/>
              <w:left w:val="single" w:sz="4" w:space="0" w:color="auto"/>
              <w:bottom w:val="single" w:sz="4" w:space="0" w:color="auto"/>
              <w:right w:val="single" w:sz="4" w:space="0" w:color="auto"/>
            </w:tcBorders>
          </w:tcPr>
          <w:p w:rsidR="0009156E" w:rsidRPr="00FA6955" w:rsidRDefault="0009156E" w:rsidP="0009433F">
            <w:r>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995B38">
            <w:r>
              <w:t>30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995B38">
            <w:r>
              <w:t>30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995B38">
            <w:r>
              <w:t>30</w:t>
            </w:r>
          </w:p>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tcPr>
          <w:p w:rsidR="0009156E" w:rsidRPr="0093017A" w:rsidRDefault="0009156E" w:rsidP="0009433F">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single" w:sz="4" w:space="0" w:color="auto"/>
              <w:bottom w:val="single" w:sz="4" w:space="0" w:color="auto"/>
              <w:right w:val="single" w:sz="4" w:space="0" w:color="auto"/>
            </w:tcBorders>
          </w:tcPr>
          <w:p w:rsidR="0009156E" w:rsidRPr="004D300B" w:rsidRDefault="0009156E" w:rsidP="0009433F"/>
        </w:tc>
        <w:tc>
          <w:tcPr>
            <w:tcW w:w="252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09156E" w:rsidRPr="00FA695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09156E" w:rsidRPr="004D300B" w:rsidRDefault="0009156E" w:rsidP="0009433F">
            <w:r w:rsidRPr="004D300B">
              <w:t xml:space="preserve">Основное </w:t>
            </w:r>
            <w:r w:rsidRPr="004D300B">
              <w:br/>
              <w:t>мероприятие 3.5</w:t>
            </w:r>
          </w:p>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tc>
        <w:tc>
          <w:tcPr>
            <w:tcW w:w="4500" w:type="dxa"/>
            <w:vMerge w:val="restart"/>
            <w:tcBorders>
              <w:top w:val="single" w:sz="4" w:space="0" w:color="auto"/>
              <w:left w:val="nil"/>
              <w:right w:val="single" w:sz="4" w:space="0" w:color="auto"/>
            </w:tcBorders>
          </w:tcPr>
          <w:p w:rsidR="0009156E" w:rsidRPr="004D300B" w:rsidRDefault="0009156E" w:rsidP="0009433F">
            <w:pPr>
              <w:ind w:right="-57"/>
            </w:pPr>
            <w:r w:rsidRPr="004D300B">
              <w:t xml:space="preserve">Обеспечение деятельности </w:t>
            </w:r>
            <w:r>
              <w:t xml:space="preserve"> о</w:t>
            </w:r>
            <w:r w:rsidRPr="004D300B">
              <w:t>тдел</w:t>
            </w:r>
            <w:r>
              <w:t xml:space="preserve">а </w:t>
            </w:r>
            <w:r w:rsidRPr="004D300B">
              <w:t xml:space="preserve"> по управлению муниципальным имуществом».</w:t>
            </w:r>
          </w:p>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09156E" w:rsidRPr="00FA6955" w:rsidRDefault="0009156E" w:rsidP="0009433F">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A6955" w:rsidRDefault="0009156E" w:rsidP="0009433F">
            <w:pPr>
              <w:ind w:right="-57"/>
            </w:pPr>
            <w:r>
              <w:t>2739,8</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621062">
            <w:pPr>
              <w:ind w:right="-57"/>
            </w:pPr>
            <w:r>
              <w:t>2575,8</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B71AA2">
            <w:pPr>
              <w:ind w:right="-57"/>
            </w:pPr>
            <w:r>
              <w:t>2792,3</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AC58F1">
            <w:pPr>
              <w:ind w:right="-57"/>
            </w:pPr>
            <w:r w:rsidRPr="004D300B">
              <w:t>2</w:t>
            </w:r>
            <w:r>
              <w:t>881,3</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AC58F1">
            <w:pPr>
              <w:ind w:right="-57"/>
            </w:pPr>
            <w:r w:rsidRPr="004D300B">
              <w:t>2</w:t>
            </w:r>
            <w:r>
              <w:t>881,3</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57,5</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nil"/>
            </w:tcBorders>
            <w:vAlign w:val="center"/>
          </w:tcPr>
          <w:p w:rsidR="0009156E" w:rsidRPr="00FA6955" w:rsidRDefault="0009156E" w:rsidP="0009433F">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09156E" w:rsidRPr="00FA6955" w:rsidRDefault="0009156E" w:rsidP="0009433F">
            <w:pPr>
              <w:ind w:right="-57"/>
            </w:pPr>
            <w:r w:rsidRPr="00FA6955">
              <w:t>2</w:t>
            </w:r>
            <w:r>
              <w:t>739,8</w:t>
            </w:r>
          </w:p>
        </w:tc>
        <w:tc>
          <w:tcPr>
            <w:tcW w:w="1080" w:type="dxa"/>
            <w:tcBorders>
              <w:top w:val="single" w:sz="4" w:space="0" w:color="auto"/>
              <w:left w:val="nil"/>
              <w:bottom w:val="single" w:sz="4" w:space="0" w:color="auto"/>
              <w:right w:val="single" w:sz="4" w:space="0" w:color="auto"/>
            </w:tcBorders>
            <w:vAlign w:val="center"/>
          </w:tcPr>
          <w:p w:rsidR="0009156E" w:rsidRPr="00FA6955" w:rsidRDefault="0009156E" w:rsidP="00621062">
            <w:pPr>
              <w:ind w:right="-57"/>
            </w:pPr>
            <w:r>
              <w:t>2518,3</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46567F">
            <w:pPr>
              <w:ind w:right="-57"/>
            </w:pPr>
            <w:r>
              <w:t>2792,3</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pPr>
              <w:ind w:right="-57"/>
            </w:pPr>
            <w:r w:rsidRPr="004D300B">
              <w:t>2</w:t>
            </w:r>
            <w:r>
              <w:t>881,3</w:t>
            </w:r>
          </w:p>
        </w:tc>
        <w:tc>
          <w:tcPr>
            <w:tcW w:w="1080" w:type="dxa"/>
            <w:tcBorders>
              <w:top w:val="single" w:sz="4" w:space="0" w:color="auto"/>
              <w:left w:val="nil"/>
              <w:bottom w:val="single" w:sz="4" w:space="0" w:color="auto"/>
              <w:right w:val="single" w:sz="4" w:space="0" w:color="auto"/>
            </w:tcBorders>
            <w:vAlign w:val="center"/>
          </w:tcPr>
          <w:p w:rsidR="0009156E" w:rsidRPr="004D300B" w:rsidRDefault="0009156E" w:rsidP="00995B38">
            <w:pPr>
              <w:ind w:right="-57"/>
            </w:pPr>
            <w:r w:rsidRPr="004D300B">
              <w:t>2</w:t>
            </w:r>
            <w:r>
              <w:t>881,3</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tcPr>
          <w:p w:rsidR="0009156E" w:rsidRPr="0093017A" w:rsidRDefault="0009156E"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241"/>
        </w:trPr>
        <w:tc>
          <w:tcPr>
            <w:tcW w:w="1995" w:type="dxa"/>
            <w:vMerge/>
            <w:tcBorders>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Default="0009156E" w:rsidP="0009433F">
            <w:r w:rsidRPr="004D300B">
              <w:t>физические лица</w:t>
            </w:r>
          </w:p>
          <w:p w:rsidR="0009156E" w:rsidRPr="004D300B" w:rsidRDefault="0009156E" w:rsidP="0009433F"/>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294"/>
        </w:trPr>
        <w:tc>
          <w:tcPr>
            <w:tcW w:w="1995" w:type="dxa"/>
            <w:vMerge w:val="restart"/>
            <w:tcBorders>
              <w:top w:val="single" w:sz="4" w:space="0" w:color="auto"/>
              <w:left w:val="single" w:sz="4" w:space="0" w:color="auto"/>
              <w:right w:val="single" w:sz="4" w:space="0" w:color="auto"/>
            </w:tcBorders>
            <w:vAlign w:val="center"/>
          </w:tcPr>
          <w:p w:rsidR="0009156E" w:rsidRPr="004D300B" w:rsidRDefault="0009156E" w:rsidP="0009433F">
            <w:pPr>
              <w:rPr>
                <w:b/>
              </w:rPr>
            </w:pPr>
            <w:r w:rsidRPr="004D300B">
              <w:rPr>
                <w:b/>
              </w:rPr>
              <w:t>ПОДПРОГРАММА 4</w:t>
            </w:r>
          </w:p>
          <w:p w:rsidR="0009156E" w:rsidRPr="004D300B" w:rsidRDefault="0009156E" w:rsidP="0009433F"/>
          <w:p w:rsidR="0009156E" w:rsidRPr="004D300B" w:rsidRDefault="0009156E" w:rsidP="0009433F"/>
          <w:p w:rsidR="0009156E" w:rsidRPr="004D300B" w:rsidRDefault="0009156E" w:rsidP="0009433F"/>
        </w:tc>
        <w:tc>
          <w:tcPr>
            <w:tcW w:w="4500" w:type="dxa"/>
            <w:vMerge w:val="restart"/>
            <w:tcBorders>
              <w:top w:val="single" w:sz="4" w:space="0" w:color="auto"/>
              <w:left w:val="nil"/>
              <w:right w:val="single" w:sz="4" w:space="0" w:color="auto"/>
            </w:tcBorders>
            <w:vAlign w:val="center"/>
          </w:tcPr>
          <w:p w:rsidR="0009156E" w:rsidRPr="007876FC" w:rsidRDefault="0009156E" w:rsidP="0009433F">
            <w:pPr>
              <w:rPr>
                <w:b/>
              </w:rPr>
            </w:pPr>
            <w:r w:rsidRPr="004D300B">
              <w:rPr>
                <w:b/>
              </w:rPr>
              <w:t>«Обеспечение жильем молодых семей</w:t>
            </w:r>
            <w:r w:rsidRPr="007876FC">
              <w:rPr>
                <w:b/>
                <w:sz w:val="26"/>
                <w:szCs w:val="26"/>
              </w:rPr>
              <w:t>на 2014-2019 годы»</w:t>
            </w:r>
            <w:r w:rsidRPr="007876FC">
              <w:rPr>
                <w:b/>
              </w:rPr>
              <w:t>»</w:t>
            </w:r>
          </w:p>
          <w:p w:rsidR="0009156E" w:rsidRPr="004D300B" w:rsidRDefault="0009156E" w:rsidP="0009433F">
            <w:pPr>
              <w:rPr>
                <w:b/>
              </w:rPr>
            </w:pPr>
          </w:p>
          <w:p w:rsidR="0009156E" w:rsidRPr="004D300B" w:rsidRDefault="0009156E" w:rsidP="0009433F">
            <w:pPr>
              <w:tabs>
                <w:tab w:val="left" w:pos="2542"/>
              </w:tabs>
              <w:rPr>
                <w:b/>
              </w:rPr>
            </w:pPr>
          </w:p>
          <w:p w:rsidR="0009156E" w:rsidRPr="004D300B" w:rsidRDefault="0009156E" w:rsidP="0009433F">
            <w:pPr>
              <w:rPr>
                <w:b/>
              </w:rPr>
            </w:pPr>
          </w:p>
          <w:p w:rsidR="0009156E" w:rsidRPr="004D300B" w:rsidRDefault="0009156E" w:rsidP="0009433F"/>
        </w:tc>
        <w:tc>
          <w:tcPr>
            <w:tcW w:w="2520" w:type="dxa"/>
            <w:tcBorders>
              <w:top w:val="single" w:sz="4" w:space="0" w:color="auto"/>
              <w:left w:val="nil"/>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nil"/>
              <w:right w:val="nil"/>
            </w:tcBorders>
            <w:vAlign w:val="bottom"/>
          </w:tcPr>
          <w:p w:rsidR="0009156E" w:rsidRPr="00516CFA" w:rsidRDefault="0009156E" w:rsidP="0009433F">
            <w:pPr>
              <w:rPr>
                <w:b/>
              </w:rPr>
            </w:pPr>
            <w:r w:rsidRPr="00516CFA">
              <w:rPr>
                <w:b/>
              </w:rPr>
              <w:t>10539,117</w:t>
            </w:r>
          </w:p>
        </w:tc>
        <w:tc>
          <w:tcPr>
            <w:tcW w:w="1080" w:type="dxa"/>
            <w:tcBorders>
              <w:top w:val="single" w:sz="4" w:space="0" w:color="auto"/>
              <w:left w:val="single" w:sz="4" w:space="0" w:color="auto"/>
              <w:right w:val="single" w:sz="4" w:space="0" w:color="auto"/>
            </w:tcBorders>
            <w:vAlign w:val="bottom"/>
          </w:tcPr>
          <w:p w:rsidR="0009156E" w:rsidRPr="00516CFA" w:rsidRDefault="0009156E" w:rsidP="0009433F">
            <w:pPr>
              <w:rPr>
                <w:b/>
              </w:rPr>
            </w:pPr>
            <w:r>
              <w:rPr>
                <w:b/>
              </w:rPr>
              <w:t>957,026</w:t>
            </w:r>
          </w:p>
        </w:tc>
        <w:tc>
          <w:tcPr>
            <w:tcW w:w="1080" w:type="dxa"/>
            <w:tcBorders>
              <w:top w:val="single" w:sz="4" w:space="0" w:color="auto"/>
              <w:left w:val="nil"/>
              <w:right w:val="single" w:sz="4" w:space="0" w:color="auto"/>
            </w:tcBorders>
            <w:vAlign w:val="bottom"/>
          </w:tcPr>
          <w:p w:rsidR="0009156E" w:rsidRPr="00516CFA" w:rsidRDefault="0009156E" w:rsidP="0009433F">
            <w:pPr>
              <w:rPr>
                <w:b/>
              </w:rPr>
            </w:pPr>
            <w:r>
              <w:rPr>
                <w:b/>
              </w:rPr>
              <w:t>5650,0</w:t>
            </w:r>
          </w:p>
        </w:tc>
        <w:tc>
          <w:tcPr>
            <w:tcW w:w="1080" w:type="dxa"/>
            <w:tcBorders>
              <w:top w:val="single" w:sz="4" w:space="0" w:color="auto"/>
              <w:left w:val="nil"/>
              <w:right w:val="single" w:sz="4" w:space="0" w:color="auto"/>
            </w:tcBorders>
            <w:vAlign w:val="bottom"/>
          </w:tcPr>
          <w:p w:rsidR="0009156E" w:rsidRPr="00516CFA" w:rsidRDefault="0009156E" w:rsidP="00DF3BAA">
            <w:pPr>
              <w:rPr>
                <w:b/>
              </w:rPr>
            </w:pPr>
            <w:r>
              <w:rPr>
                <w:b/>
              </w:rPr>
              <w:t>2592,00</w:t>
            </w:r>
          </w:p>
        </w:tc>
        <w:tc>
          <w:tcPr>
            <w:tcW w:w="1080" w:type="dxa"/>
            <w:tcBorders>
              <w:top w:val="single" w:sz="4" w:space="0" w:color="auto"/>
              <w:left w:val="nil"/>
              <w:right w:val="single" w:sz="4" w:space="0" w:color="auto"/>
            </w:tcBorders>
            <w:vAlign w:val="bottom"/>
          </w:tcPr>
          <w:p w:rsidR="0009156E" w:rsidRPr="00516CFA" w:rsidRDefault="0009156E" w:rsidP="00DF3BAA">
            <w:pPr>
              <w:rPr>
                <w:b/>
              </w:rPr>
            </w:pPr>
            <w:r>
              <w:rPr>
                <w:b/>
              </w:rPr>
              <w:t>3807,1</w:t>
            </w:r>
          </w:p>
        </w:tc>
        <w:tc>
          <w:tcPr>
            <w:tcW w:w="1080" w:type="dxa"/>
            <w:tcBorders>
              <w:top w:val="single" w:sz="4" w:space="0" w:color="auto"/>
              <w:left w:val="nil"/>
              <w:right w:val="single" w:sz="4" w:space="0" w:color="auto"/>
            </w:tcBorders>
            <w:vAlign w:val="bottom"/>
          </w:tcPr>
          <w:p w:rsidR="0009156E" w:rsidRPr="00516CFA" w:rsidRDefault="0009156E" w:rsidP="00DF3BAA">
            <w:pPr>
              <w:rPr>
                <w:b/>
              </w:rPr>
            </w:pPr>
            <w:r>
              <w:rPr>
                <w:b/>
              </w:rPr>
              <w:t>4185,71</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516CFA" w:rsidRDefault="0009156E" w:rsidP="0009433F">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146,12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409,3</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344,7</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450,00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500,00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09156E" w:rsidRPr="00516CFA" w:rsidRDefault="0009156E" w:rsidP="0009433F">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157,88</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468,3</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162,5</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450,00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500,00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nil"/>
            </w:tcBorders>
            <w:vAlign w:val="bottom"/>
          </w:tcPr>
          <w:p w:rsidR="0009156E" w:rsidRPr="00516CFA" w:rsidRDefault="0009156E" w:rsidP="0009433F">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200,00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500,00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F3BAA">
            <w:r>
              <w:t>400,00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F3BAA">
            <w:r>
              <w:t>400,00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400,00</w:t>
            </w:r>
          </w:p>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93017A" w:rsidRDefault="0009156E" w:rsidP="0009433F">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15"/>
        </w:trPr>
        <w:tc>
          <w:tcPr>
            <w:tcW w:w="1995" w:type="dxa"/>
            <w:vMerge/>
            <w:tcBorders>
              <w:left w:val="single" w:sz="4" w:space="0" w:color="auto"/>
              <w:right w:val="single" w:sz="4" w:space="0" w:color="auto"/>
            </w:tcBorders>
            <w:vAlign w:val="center"/>
          </w:tcPr>
          <w:p w:rsidR="0009156E" w:rsidRPr="004D300B" w:rsidRDefault="0009156E" w:rsidP="0009433F"/>
        </w:tc>
        <w:tc>
          <w:tcPr>
            <w:tcW w:w="4500" w:type="dxa"/>
            <w:vMerge/>
            <w:tcBorders>
              <w:left w:val="nil"/>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tc>
      </w:tr>
      <w:tr w:rsidR="0009156E" w:rsidRPr="004D300B" w:rsidTr="00446845">
        <w:trPr>
          <w:trHeight w:val="341"/>
        </w:trPr>
        <w:tc>
          <w:tcPr>
            <w:tcW w:w="1995" w:type="dxa"/>
            <w:vMerge/>
            <w:tcBorders>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Default="0009156E" w:rsidP="0009433F">
            <w:r w:rsidRPr="004D300B">
              <w:t>физические лица</w:t>
            </w:r>
          </w:p>
          <w:p w:rsidR="0009156E" w:rsidRPr="004D300B" w:rsidRDefault="0009156E" w:rsidP="0009433F"/>
        </w:tc>
        <w:tc>
          <w:tcPr>
            <w:tcW w:w="1260" w:type="dxa"/>
            <w:tcBorders>
              <w:top w:val="single" w:sz="4" w:space="0" w:color="auto"/>
              <w:left w:val="nil"/>
              <w:bottom w:val="single" w:sz="4" w:space="0" w:color="auto"/>
              <w:right w:val="nil"/>
            </w:tcBorders>
            <w:vAlign w:val="bottom"/>
          </w:tcPr>
          <w:p w:rsidR="0009156E" w:rsidRDefault="0009156E" w:rsidP="0009433F">
            <w:r>
              <w:t>8286,867</w:t>
            </w:r>
          </w:p>
          <w:p w:rsidR="0009156E" w:rsidRDefault="0009156E" w:rsidP="0009433F"/>
          <w:p w:rsidR="0009156E" w:rsidRPr="004D300B"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09433F">
            <w:r>
              <w:t>453,026</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4272,4</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1684,8</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2507,14</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09433F">
            <w:r>
              <w:t>2785,71</w:t>
            </w:r>
          </w:p>
        </w:tc>
      </w:tr>
      <w:tr w:rsidR="0009156E" w:rsidRPr="004D300B" w:rsidTr="001B0E92">
        <w:trPr>
          <w:trHeight w:val="341"/>
        </w:trPr>
        <w:tc>
          <w:tcPr>
            <w:tcW w:w="1995" w:type="dxa"/>
            <w:tcBorders>
              <w:left w:val="single" w:sz="4" w:space="0" w:color="auto"/>
              <w:bottom w:val="single" w:sz="4" w:space="0" w:color="auto"/>
              <w:right w:val="single" w:sz="4" w:space="0" w:color="auto"/>
            </w:tcBorders>
            <w:vAlign w:val="center"/>
          </w:tcPr>
          <w:p w:rsidR="0009156E" w:rsidRPr="004D300B" w:rsidRDefault="0009156E" w:rsidP="0009433F">
            <w:r>
              <w:lastRenderedPageBreak/>
              <w:t>1</w:t>
            </w:r>
          </w:p>
        </w:tc>
        <w:tc>
          <w:tcPr>
            <w:tcW w:w="4500" w:type="dxa"/>
            <w:tcBorders>
              <w:left w:val="nil"/>
              <w:bottom w:val="single" w:sz="4" w:space="0" w:color="auto"/>
              <w:right w:val="single" w:sz="4" w:space="0" w:color="auto"/>
            </w:tcBorders>
            <w:vAlign w:val="center"/>
          </w:tcPr>
          <w:p w:rsidR="0009156E" w:rsidRPr="004D300B" w:rsidRDefault="0009156E" w:rsidP="0009433F">
            <w:r>
              <w:t>2</w:t>
            </w:r>
          </w:p>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t>3</w:t>
            </w:r>
          </w:p>
        </w:tc>
        <w:tc>
          <w:tcPr>
            <w:tcW w:w="1260" w:type="dxa"/>
            <w:tcBorders>
              <w:top w:val="single" w:sz="4" w:space="0" w:color="auto"/>
              <w:left w:val="nil"/>
              <w:bottom w:val="single" w:sz="4" w:space="0" w:color="auto"/>
              <w:right w:val="nil"/>
            </w:tcBorders>
            <w:vAlign w:val="bottom"/>
          </w:tcPr>
          <w:p w:rsidR="0009156E" w:rsidRDefault="0009156E" w:rsidP="0009433F">
            <w:r>
              <w:t>4</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Default="0009156E" w:rsidP="0009433F">
            <w:r>
              <w:t>5</w:t>
            </w:r>
          </w:p>
        </w:tc>
        <w:tc>
          <w:tcPr>
            <w:tcW w:w="1080" w:type="dxa"/>
            <w:tcBorders>
              <w:top w:val="single" w:sz="4" w:space="0" w:color="auto"/>
              <w:left w:val="nil"/>
              <w:bottom w:val="single" w:sz="4" w:space="0" w:color="auto"/>
              <w:right w:val="single" w:sz="4" w:space="0" w:color="auto"/>
            </w:tcBorders>
            <w:vAlign w:val="bottom"/>
          </w:tcPr>
          <w:p w:rsidR="0009156E" w:rsidRDefault="0009156E" w:rsidP="0009433F">
            <w:r>
              <w:t>6</w:t>
            </w:r>
          </w:p>
        </w:tc>
        <w:tc>
          <w:tcPr>
            <w:tcW w:w="1080" w:type="dxa"/>
            <w:tcBorders>
              <w:top w:val="single" w:sz="4" w:space="0" w:color="auto"/>
              <w:left w:val="nil"/>
              <w:bottom w:val="single" w:sz="4" w:space="0" w:color="auto"/>
              <w:right w:val="single" w:sz="4" w:space="0" w:color="auto"/>
            </w:tcBorders>
            <w:vAlign w:val="bottom"/>
          </w:tcPr>
          <w:p w:rsidR="0009156E" w:rsidRDefault="0009156E" w:rsidP="0009433F">
            <w:r>
              <w:t>7</w:t>
            </w:r>
          </w:p>
        </w:tc>
        <w:tc>
          <w:tcPr>
            <w:tcW w:w="1080" w:type="dxa"/>
            <w:tcBorders>
              <w:top w:val="single" w:sz="4" w:space="0" w:color="auto"/>
              <w:left w:val="nil"/>
              <w:bottom w:val="single" w:sz="4" w:space="0" w:color="auto"/>
              <w:right w:val="single" w:sz="4" w:space="0" w:color="auto"/>
            </w:tcBorders>
            <w:vAlign w:val="bottom"/>
          </w:tcPr>
          <w:p w:rsidR="0009156E" w:rsidRDefault="0009156E" w:rsidP="0009433F">
            <w:r>
              <w:t>8</w:t>
            </w:r>
          </w:p>
        </w:tc>
        <w:tc>
          <w:tcPr>
            <w:tcW w:w="1080" w:type="dxa"/>
            <w:tcBorders>
              <w:top w:val="single" w:sz="4" w:space="0" w:color="auto"/>
              <w:left w:val="nil"/>
              <w:bottom w:val="single" w:sz="4" w:space="0" w:color="auto"/>
              <w:right w:val="single" w:sz="4" w:space="0" w:color="auto"/>
            </w:tcBorders>
            <w:vAlign w:val="bottom"/>
          </w:tcPr>
          <w:p w:rsidR="0009156E" w:rsidRDefault="0009156E" w:rsidP="0009433F">
            <w:r>
              <w:t>9</w:t>
            </w:r>
          </w:p>
        </w:tc>
      </w:tr>
      <w:tr w:rsidR="0009156E" w:rsidRPr="004D300B" w:rsidTr="001B0E92">
        <w:trPr>
          <w:trHeight w:val="341"/>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r>
              <w:t>Основное мероприятие 4.1.</w:t>
            </w:r>
          </w:p>
        </w:tc>
        <w:tc>
          <w:tcPr>
            <w:tcW w:w="4500" w:type="dxa"/>
            <w:vMerge w:val="restart"/>
            <w:tcBorders>
              <w:top w:val="single" w:sz="4" w:space="0" w:color="auto"/>
              <w:left w:val="nil"/>
              <w:bottom w:val="single" w:sz="4" w:space="0" w:color="auto"/>
              <w:right w:val="single" w:sz="4" w:space="0" w:color="auto"/>
            </w:tcBorders>
            <w:vAlign w:val="center"/>
          </w:tcPr>
          <w:p w:rsidR="0009156E" w:rsidRPr="007876FC" w:rsidRDefault="0009156E" w:rsidP="0009433F">
            <w:r w:rsidRPr="007876FC">
              <w:t>Обеспечение жильем молодых семей</w:t>
            </w:r>
          </w:p>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09156E" w:rsidRPr="00516CFA" w:rsidRDefault="0009156E" w:rsidP="00DE5787">
            <w:pPr>
              <w:rPr>
                <w:b/>
              </w:rPr>
            </w:pPr>
            <w:r w:rsidRPr="00516CFA">
              <w:rPr>
                <w:b/>
              </w:rPr>
              <w:t>10539,117</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516CFA" w:rsidRDefault="0009156E" w:rsidP="00DE5787">
            <w:pPr>
              <w:rPr>
                <w:b/>
              </w:rPr>
            </w:pPr>
            <w:r>
              <w:rPr>
                <w:b/>
              </w:rPr>
              <w:t>957,026</w:t>
            </w:r>
          </w:p>
        </w:tc>
        <w:tc>
          <w:tcPr>
            <w:tcW w:w="1080" w:type="dxa"/>
            <w:tcBorders>
              <w:top w:val="single" w:sz="4" w:space="0" w:color="auto"/>
              <w:left w:val="nil"/>
              <w:bottom w:val="single" w:sz="4" w:space="0" w:color="auto"/>
              <w:right w:val="single" w:sz="4" w:space="0" w:color="auto"/>
            </w:tcBorders>
            <w:vAlign w:val="bottom"/>
          </w:tcPr>
          <w:p w:rsidR="0009156E" w:rsidRPr="00516CFA" w:rsidRDefault="0009156E" w:rsidP="00DE5787">
            <w:pPr>
              <w:rPr>
                <w:b/>
              </w:rPr>
            </w:pPr>
            <w:r>
              <w:rPr>
                <w:b/>
              </w:rPr>
              <w:t>5650,0</w:t>
            </w:r>
          </w:p>
        </w:tc>
        <w:tc>
          <w:tcPr>
            <w:tcW w:w="1080" w:type="dxa"/>
            <w:tcBorders>
              <w:top w:val="single" w:sz="4" w:space="0" w:color="auto"/>
              <w:left w:val="nil"/>
              <w:bottom w:val="single" w:sz="4" w:space="0" w:color="auto"/>
              <w:right w:val="single" w:sz="4" w:space="0" w:color="auto"/>
            </w:tcBorders>
            <w:vAlign w:val="bottom"/>
          </w:tcPr>
          <w:p w:rsidR="0009156E" w:rsidRPr="00516CFA" w:rsidRDefault="0009156E" w:rsidP="009474FC">
            <w:pPr>
              <w:rPr>
                <w:b/>
              </w:rPr>
            </w:pPr>
            <w:r>
              <w:rPr>
                <w:b/>
              </w:rPr>
              <w:t>2592,00</w:t>
            </w:r>
          </w:p>
        </w:tc>
        <w:tc>
          <w:tcPr>
            <w:tcW w:w="1080" w:type="dxa"/>
            <w:tcBorders>
              <w:top w:val="single" w:sz="4" w:space="0" w:color="auto"/>
              <w:left w:val="nil"/>
              <w:bottom w:val="single" w:sz="4" w:space="0" w:color="auto"/>
              <w:right w:val="single" w:sz="4" w:space="0" w:color="auto"/>
            </w:tcBorders>
            <w:vAlign w:val="bottom"/>
          </w:tcPr>
          <w:p w:rsidR="0009156E" w:rsidRPr="00516CFA" w:rsidRDefault="0009156E" w:rsidP="00DE5787">
            <w:pPr>
              <w:rPr>
                <w:b/>
              </w:rPr>
            </w:pPr>
            <w:r>
              <w:rPr>
                <w:b/>
              </w:rPr>
              <w:t>3807,1</w:t>
            </w:r>
          </w:p>
        </w:tc>
        <w:tc>
          <w:tcPr>
            <w:tcW w:w="1080" w:type="dxa"/>
            <w:tcBorders>
              <w:top w:val="single" w:sz="4" w:space="0" w:color="auto"/>
              <w:left w:val="nil"/>
              <w:bottom w:val="single" w:sz="4" w:space="0" w:color="auto"/>
              <w:right w:val="single" w:sz="4" w:space="0" w:color="auto"/>
            </w:tcBorders>
            <w:vAlign w:val="bottom"/>
          </w:tcPr>
          <w:p w:rsidR="0009156E" w:rsidRPr="00516CFA" w:rsidRDefault="0009156E" w:rsidP="00DE5787">
            <w:pPr>
              <w:rPr>
                <w:b/>
              </w:rPr>
            </w:pPr>
            <w:r>
              <w:rPr>
                <w:b/>
              </w:rPr>
              <w:t>4185,7</w:t>
            </w:r>
          </w:p>
        </w:tc>
      </w:tr>
      <w:tr w:rsidR="0009156E"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516CFA" w:rsidRDefault="0009156E" w:rsidP="00DE5787">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DE5787">
            <w:r>
              <w:t>146,12</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409,3</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9474FC">
            <w:r>
              <w:t>344,7</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450,00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500,00</w:t>
            </w:r>
          </w:p>
        </w:tc>
      </w:tr>
      <w:tr w:rsidR="0009156E"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09156E" w:rsidRPr="00516CFA" w:rsidRDefault="0009156E" w:rsidP="00DE5787">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DE5787">
            <w:r>
              <w:t>157,88</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468,3</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9474FC">
            <w:r>
              <w:t>162,5</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450,00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500,00</w:t>
            </w:r>
          </w:p>
        </w:tc>
      </w:tr>
      <w:tr w:rsidR="0009156E"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местный бюджет</w:t>
            </w:r>
          </w:p>
        </w:tc>
        <w:tc>
          <w:tcPr>
            <w:tcW w:w="1260" w:type="dxa"/>
            <w:tcBorders>
              <w:top w:val="single" w:sz="4" w:space="0" w:color="auto"/>
              <w:left w:val="nil"/>
              <w:bottom w:val="single" w:sz="4" w:space="0" w:color="auto"/>
              <w:right w:val="nil"/>
            </w:tcBorders>
            <w:vAlign w:val="bottom"/>
          </w:tcPr>
          <w:p w:rsidR="0009156E" w:rsidRPr="00516CFA" w:rsidRDefault="0009156E" w:rsidP="00DE5787">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DE5787">
            <w:r>
              <w:t>200,00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500,00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9474FC">
            <w:r>
              <w:t>400,00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400,00</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400,00</w:t>
            </w:r>
          </w:p>
        </w:tc>
      </w:tr>
      <w:tr w:rsidR="0009156E"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93017A" w:rsidRDefault="0009156E" w:rsidP="0009433F">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4D300B" w:rsidRDefault="0009156E" w:rsidP="00DE5787"/>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DE5787"/>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9474FC"/>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tc>
      </w:tr>
      <w:tr w:rsidR="0009156E"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D300B" w:rsidRDefault="0009156E" w:rsidP="0009433F">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09156E" w:rsidRPr="004D300B" w:rsidRDefault="0009156E" w:rsidP="00DE5787"/>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DE5787"/>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9474FC"/>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tc>
      </w:tr>
      <w:tr w:rsidR="0009156E"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09156E" w:rsidRPr="004D300B"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4D300B"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Default="0009156E" w:rsidP="0009433F">
            <w:r w:rsidRPr="004D300B">
              <w:t>физические лица</w:t>
            </w:r>
          </w:p>
          <w:p w:rsidR="0009156E" w:rsidRPr="004D300B" w:rsidRDefault="0009156E" w:rsidP="0009433F"/>
        </w:tc>
        <w:tc>
          <w:tcPr>
            <w:tcW w:w="1260" w:type="dxa"/>
            <w:tcBorders>
              <w:top w:val="single" w:sz="4" w:space="0" w:color="auto"/>
              <w:left w:val="nil"/>
              <w:bottom w:val="single" w:sz="4" w:space="0" w:color="auto"/>
              <w:right w:val="nil"/>
            </w:tcBorders>
            <w:vAlign w:val="bottom"/>
          </w:tcPr>
          <w:p w:rsidR="0009156E" w:rsidRDefault="0009156E" w:rsidP="00DE5787">
            <w:r>
              <w:t>8286,867</w:t>
            </w:r>
          </w:p>
          <w:p w:rsidR="0009156E" w:rsidRDefault="0009156E" w:rsidP="00DE5787"/>
          <w:p w:rsidR="0009156E" w:rsidRPr="004D300B" w:rsidRDefault="0009156E" w:rsidP="00DE5787"/>
        </w:tc>
        <w:tc>
          <w:tcPr>
            <w:tcW w:w="1080" w:type="dxa"/>
            <w:tcBorders>
              <w:top w:val="single" w:sz="4" w:space="0" w:color="auto"/>
              <w:left w:val="single" w:sz="4" w:space="0" w:color="auto"/>
              <w:bottom w:val="single" w:sz="4" w:space="0" w:color="auto"/>
              <w:right w:val="single" w:sz="4" w:space="0" w:color="auto"/>
            </w:tcBorders>
            <w:vAlign w:val="bottom"/>
          </w:tcPr>
          <w:p w:rsidR="0009156E" w:rsidRPr="004D300B" w:rsidRDefault="0009156E" w:rsidP="00DE5787">
            <w:r>
              <w:t>453,026</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4272,4</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9474FC">
            <w:r>
              <w:t>1684,8</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2507,14</w:t>
            </w:r>
          </w:p>
        </w:tc>
        <w:tc>
          <w:tcPr>
            <w:tcW w:w="1080" w:type="dxa"/>
            <w:tcBorders>
              <w:top w:val="single" w:sz="4" w:space="0" w:color="auto"/>
              <w:left w:val="nil"/>
              <w:bottom w:val="single" w:sz="4" w:space="0" w:color="auto"/>
              <w:right w:val="single" w:sz="4" w:space="0" w:color="auto"/>
            </w:tcBorders>
            <w:vAlign w:val="bottom"/>
          </w:tcPr>
          <w:p w:rsidR="0009156E" w:rsidRPr="004D300B" w:rsidRDefault="0009156E" w:rsidP="00DE5787">
            <w:r>
              <w:t>2785,71</w:t>
            </w:r>
          </w:p>
        </w:tc>
      </w:tr>
      <w:tr w:rsidR="0009156E" w:rsidRPr="00FE7C4D" w:rsidTr="00446845">
        <w:trPr>
          <w:trHeight w:val="315"/>
        </w:trPr>
        <w:tc>
          <w:tcPr>
            <w:tcW w:w="1995" w:type="dxa"/>
            <w:vMerge w:val="restart"/>
            <w:tcBorders>
              <w:top w:val="nil"/>
              <w:left w:val="single" w:sz="4" w:space="0" w:color="auto"/>
              <w:right w:val="single" w:sz="4" w:space="0" w:color="auto"/>
            </w:tcBorders>
            <w:shd w:val="clear" w:color="auto" w:fill="FFFFFF"/>
            <w:vAlign w:val="center"/>
          </w:tcPr>
          <w:p w:rsidR="0009156E" w:rsidRPr="00491084" w:rsidRDefault="0009156E" w:rsidP="0009433F">
            <w:pPr>
              <w:rPr>
                <w:b/>
              </w:rPr>
            </w:pPr>
            <w:r w:rsidRPr="00491084">
              <w:rPr>
                <w:b/>
              </w:rPr>
              <w:t>ПОДПРОГРАММА 5</w:t>
            </w:r>
          </w:p>
          <w:p w:rsidR="0009156E" w:rsidRPr="00491084" w:rsidRDefault="0009156E" w:rsidP="0009433F">
            <w:pPr>
              <w:rPr>
                <w:b/>
              </w:rPr>
            </w:pPr>
          </w:p>
        </w:tc>
        <w:tc>
          <w:tcPr>
            <w:tcW w:w="4500" w:type="dxa"/>
            <w:vMerge w:val="restart"/>
            <w:tcBorders>
              <w:top w:val="single" w:sz="4" w:space="0" w:color="auto"/>
              <w:left w:val="nil"/>
              <w:right w:val="single" w:sz="4" w:space="0" w:color="auto"/>
            </w:tcBorders>
            <w:vAlign w:val="center"/>
          </w:tcPr>
          <w:p w:rsidR="0009156E" w:rsidRPr="00491084" w:rsidRDefault="0009156E" w:rsidP="0009433F">
            <w:pPr>
              <w:rPr>
                <w:b/>
              </w:rPr>
            </w:pPr>
            <w:r w:rsidRPr="00491084">
              <w:rPr>
                <w:b/>
              </w:rPr>
              <w:t>«Развитие и поддержка малого и  среднего предпринимательства»</w:t>
            </w:r>
          </w:p>
          <w:p w:rsidR="0009156E" w:rsidRPr="00491084" w:rsidRDefault="0009156E" w:rsidP="0009433F">
            <w:pPr>
              <w:rPr>
                <w:b/>
              </w:rPr>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всего, в том числе:</w:t>
            </w:r>
          </w:p>
        </w:tc>
        <w:tc>
          <w:tcPr>
            <w:tcW w:w="1260" w:type="dxa"/>
            <w:tcBorders>
              <w:top w:val="single" w:sz="4" w:space="0" w:color="auto"/>
              <w:left w:val="nil"/>
              <w:bottom w:val="single" w:sz="4" w:space="0" w:color="auto"/>
              <w:right w:val="nil"/>
            </w:tcBorders>
            <w:shd w:val="clear" w:color="auto" w:fill="FFFFFF"/>
            <w:vAlign w:val="bottom"/>
          </w:tcPr>
          <w:p w:rsidR="0009156E" w:rsidRPr="00491084" w:rsidRDefault="0009156E" w:rsidP="0009433F">
            <w:pPr>
              <w:rPr>
                <w:b/>
              </w:rPr>
            </w:pPr>
            <w:r w:rsidRPr="00491084">
              <w:rPr>
                <w:b/>
                <w:sz w:val="22"/>
                <w:szCs w:val="22"/>
              </w:rPr>
              <w:t>1260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pPr>
              <w:rPr>
                <w:b/>
              </w:rPr>
            </w:pPr>
            <w:r w:rsidRPr="00491084">
              <w:rPr>
                <w:b/>
              </w:rPr>
              <w:t>100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pPr>
              <w:rPr>
                <w:b/>
              </w:rPr>
            </w:pPr>
            <w:r>
              <w:rPr>
                <w:b/>
              </w:rPr>
              <w:t>8</w:t>
            </w:r>
            <w:r w:rsidRPr="00491084">
              <w:rPr>
                <w:b/>
              </w:rPr>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pPr>
              <w:rPr>
                <w:b/>
              </w:rPr>
            </w:pPr>
            <w:r>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pPr>
              <w:rPr>
                <w:b/>
              </w:rPr>
            </w:pPr>
            <w:r>
              <w:rPr>
                <w:b/>
              </w:rPr>
              <w:t>10</w:t>
            </w:r>
            <w:r w:rsidRPr="00491084">
              <w:rPr>
                <w:b/>
              </w:rPr>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pPr>
              <w:rPr>
                <w:b/>
              </w:rPr>
            </w:pPr>
            <w:r>
              <w:rPr>
                <w:b/>
              </w:rPr>
              <w:t>10</w:t>
            </w:r>
            <w:r w:rsidRPr="00491084">
              <w:rPr>
                <w:b/>
              </w:rPr>
              <w:t>00</w:t>
            </w:r>
          </w:p>
        </w:tc>
      </w:tr>
      <w:tr w:rsidR="0009156E" w:rsidRPr="00FE7C4D" w:rsidTr="00446845">
        <w:trPr>
          <w:trHeight w:val="315"/>
        </w:trPr>
        <w:tc>
          <w:tcPr>
            <w:tcW w:w="1995" w:type="dxa"/>
            <w:vMerge/>
            <w:tcBorders>
              <w:left w:val="single" w:sz="4" w:space="0" w:color="auto"/>
              <w:right w:val="single" w:sz="4" w:space="0" w:color="auto"/>
            </w:tcBorders>
            <w:vAlign w:val="center"/>
          </w:tcPr>
          <w:p w:rsidR="0009156E" w:rsidRPr="00491084" w:rsidRDefault="0009156E" w:rsidP="0009433F"/>
        </w:tc>
        <w:tc>
          <w:tcPr>
            <w:tcW w:w="4500" w:type="dxa"/>
            <w:vMerge/>
            <w:tcBorders>
              <w:left w:val="nil"/>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960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r>
      <w:tr w:rsidR="0009156E" w:rsidRPr="00FE7C4D" w:rsidTr="00446845">
        <w:trPr>
          <w:trHeight w:val="315"/>
        </w:trPr>
        <w:tc>
          <w:tcPr>
            <w:tcW w:w="1995" w:type="dxa"/>
            <w:vMerge/>
            <w:tcBorders>
              <w:left w:val="single" w:sz="4" w:space="0" w:color="auto"/>
              <w:right w:val="single" w:sz="4" w:space="0" w:color="auto"/>
            </w:tcBorders>
            <w:vAlign w:val="center"/>
          </w:tcPr>
          <w:p w:rsidR="0009156E" w:rsidRPr="00491084" w:rsidRDefault="0009156E" w:rsidP="0009433F"/>
        </w:tc>
        <w:tc>
          <w:tcPr>
            <w:tcW w:w="4500" w:type="dxa"/>
            <w:vMerge/>
            <w:tcBorders>
              <w:left w:val="nil"/>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областной бюджет</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240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0 </w:t>
            </w:r>
          </w:p>
        </w:tc>
      </w:tr>
      <w:tr w:rsidR="0009156E" w:rsidRPr="00FE7C4D" w:rsidTr="00446845">
        <w:trPr>
          <w:trHeight w:val="315"/>
        </w:trPr>
        <w:tc>
          <w:tcPr>
            <w:tcW w:w="1995" w:type="dxa"/>
            <w:vMerge/>
            <w:tcBorders>
              <w:left w:val="single" w:sz="4" w:space="0" w:color="auto"/>
              <w:right w:val="single" w:sz="4" w:space="0" w:color="auto"/>
            </w:tcBorders>
            <w:vAlign w:val="center"/>
          </w:tcPr>
          <w:p w:rsidR="0009156E" w:rsidRPr="00491084" w:rsidRDefault="0009156E" w:rsidP="0009433F"/>
        </w:tc>
        <w:tc>
          <w:tcPr>
            <w:tcW w:w="4500" w:type="dxa"/>
            <w:vMerge/>
            <w:tcBorders>
              <w:left w:val="nil"/>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местный бюджет</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60,0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100,0 </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t>8</w:t>
            </w:r>
            <w:r w:rsidRPr="00491084">
              <w:t>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t>10</w:t>
            </w:r>
            <w:r w:rsidRPr="00491084">
              <w:t>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t>10</w:t>
            </w:r>
            <w:r w:rsidRPr="00491084">
              <w:t>00 </w:t>
            </w:r>
          </w:p>
        </w:tc>
      </w:tr>
      <w:tr w:rsidR="0009156E" w:rsidRPr="00FE7C4D" w:rsidTr="00446845">
        <w:trPr>
          <w:trHeight w:val="315"/>
        </w:trPr>
        <w:tc>
          <w:tcPr>
            <w:tcW w:w="1995" w:type="dxa"/>
            <w:vMerge/>
            <w:tcBorders>
              <w:left w:val="single" w:sz="4" w:space="0" w:color="auto"/>
              <w:right w:val="single" w:sz="4" w:space="0" w:color="auto"/>
            </w:tcBorders>
            <w:vAlign w:val="center"/>
          </w:tcPr>
          <w:p w:rsidR="0009156E" w:rsidRPr="00491084" w:rsidRDefault="0009156E" w:rsidP="0009433F"/>
        </w:tc>
        <w:tc>
          <w:tcPr>
            <w:tcW w:w="4500" w:type="dxa"/>
            <w:vMerge/>
            <w:tcBorders>
              <w:left w:val="nil"/>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r>
      <w:tr w:rsidR="0009156E" w:rsidRPr="00FE7C4D" w:rsidTr="00446845">
        <w:trPr>
          <w:trHeight w:val="315"/>
        </w:trPr>
        <w:tc>
          <w:tcPr>
            <w:tcW w:w="1995" w:type="dxa"/>
            <w:vMerge/>
            <w:tcBorders>
              <w:left w:val="single" w:sz="4" w:space="0" w:color="auto"/>
              <w:right w:val="single" w:sz="4" w:space="0" w:color="auto"/>
            </w:tcBorders>
            <w:vAlign w:val="center"/>
          </w:tcPr>
          <w:p w:rsidR="0009156E" w:rsidRPr="00491084" w:rsidRDefault="0009156E" w:rsidP="0009433F"/>
        </w:tc>
        <w:tc>
          <w:tcPr>
            <w:tcW w:w="4500" w:type="dxa"/>
            <w:vMerge/>
            <w:tcBorders>
              <w:left w:val="nil"/>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 xml:space="preserve">юридические лица </w:t>
            </w:r>
          </w:p>
        </w:tc>
        <w:tc>
          <w:tcPr>
            <w:tcW w:w="1260" w:type="dxa"/>
            <w:tcBorders>
              <w:top w:val="single" w:sz="4" w:space="0" w:color="auto"/>
              <w:left w:val="nil"/>
              <w:bottom w:val="single" w:sz="4" w:space="0" w:color="auto"/>
              <w:right w:val="nil"/>
            </w:tcBorders>
            <w:shd w:val="clear" w:color="auto" w:fill="FFFFFF"/>
            <w:vAlign w:val="bottom"/>
          </w:tcPr>
          <w:p w:rsidR="0009156E" w:rsidRPr="00491084" w:rsidRDefault="0009156E"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r>
      <w:tr w:rsidR="0009156E" w:rsidRPr="00FE7C4D" w:rsidTr="00446845">
        <w:trPr>
          <w:trHeight w:val="299"/>
        </w:trPr>
        <w:tc>
          <w:tcPr>
            <w:tcW w:w="1995" w:type="dxa"/>
            <w:vMerge/>
            <w:tcBorders>
              <w:left w:val="single" w:sz="4" w:space="0" w:color="auto"/>
              <w:bottom w:val="single" w:sz="4" w:space="0" w:color="auto"/>
              <w:right w:val="single" w:sz="4" w:space="0" w:color="auto"/>
            </w:tcBorders>
            <w:vAlign w:val="center"/>
          </w:tcPr>
          <w:p w:rsidR="0009156E" w:rsidRPr="00491084" w:rsidRDefault="0009156E" w:rsidP="0009433F"/>
        </w:tc>
        <w:tc>
          <w:tcPr>
            <w:tcW w:w="4500" w:type="dxa"/>
            <w:vMerge/>
            <w:tcBorders>
              <w:left w:val="nil"/>
              <w:bottom w:val="single" w:sz="4" w:space="0" w:color="auto"/>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физические лица</w:t>
            </w:r>
          </w:p>
          <w:p w:rsidR="0009156E" w:rsidRPr="00491084" w:rsidRDefault="0009156E" w:rsidP="0009433F"/>
          <w:p w:rsidR="0009156E" w:rsidRPr="00491084" w:rsidRDefault="0009156E" w:rsidP="0009433F"/>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r>
      <w:tr w:rsidR="0009156E" w:rsidRPr="00FE7C4D" w:rsidTr="00446845">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09156E" w:rsidRPr="00491084" w:rsidRDefault="0009156E" w:rsidP="0009433F">
            <w:r w:rsidRPr="00491084">
              <w:t>в том числе:</w:t>
            </w:r>
          </w:p>
        </w:tc>
        <w:tc>
          <w:tcPr>
            <w:tcW w:w="4500" w:type="dxa"/>
            <w:tcBorders>
              <w:top w:val="single" w:sz="4" w:space="0" w:color="auto"/>
              <w:left w:val="nil"/>
              <w:bottom w:val="single" w:sz="4" w:space="0" w:color="auto"/>
              <w:right w:val="single" w:sz="4" w:space="0" w:color="auto"/>
            </w:tcBorders>
            <w:vAlign w:val="center"/>
          </w:tcPr>
          <w:p w:rsidR="0009156E" w:rsidRPr="00491084" w:rsidRDefault="0009156E" w:rsidP="0009433F">
            <w:r w:rsidRPr="00491084">
              <w:t> </w:t>
            </w: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 </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 </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tc>
      </w:tr>
      <w:tr w:rsidR="0009156E"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156E" w:rsidRPr="00491084" w:rsidRDefault="0009156E" w:rsidP="0009433F">
            <w:r w:rsidRPr="00491084">
              <w:t xml:space="preserve">Основное </w:t>
            </w:r>
            <w:r w:rsidRPr="00491084">
              <w:br/>
              <w:t>мероприятие 5.1</w:t>
            </w:r>
          </w:p>
        </w:tc>
        <w:tc>
          <w:tcPr>
            <w:tcW w:w="4500" w:type="dxa"/>
            <w:vMerge w:val="restart"/>
            <w:tcBorders>
              <w:top w:val="single" w:sz="4" w:space="0" w:color="auto"/>
              <w:left w:val="nil"/>
              <w:right w:val="single" w:sz="4" w:space="0" w:color="auto"/>
            </w:tcBorders>
            <w:vAlign w:val="center"/>
          </w:tcPr>
          <w:p w:rsidR="0009156E" w:rsidRPr="00491084" w:rsidRDefault="0009156E" w:rsidP="0009433F">
            <w:r w:rsidRPr="00491084">
              <w:t> Предоставление грантов  начинающим субъектам малого предпринимательства</w:t>
            </w: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всего, в том числе:</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1260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91084" w:rsidRDefault="0009156E" w:rsidP="0009433F"/>
        </w:tc>
        <w:tc>
          <w:tcPr>
            <w:tcW w:w="4500" w:type="dxa"/>
            <w:vMerge/>
            <w:tcBorders>
              <w:left w:val="nil"/>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 960,0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91084" w:rsidRDefault="0009156E" w:rsidP="0009433F"/>
        </w:tc>
        <w:tc>
          <w:tcPr>
            <w:tcW w:w="4500" w:type="dxa"/>
            <w:vMerge/>
            <w:tcBorders>
              <w:left w:val="nil"/>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областной бюджет</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 240,0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91084" w:rsidRDefault="0009156E" w:rsidP="0009433F"/>
        </w:tc>
        <w:tc>
          <w:tcPr>
            <w:tcW w:w="4500" w:type="dxa"/>
            <w:vMerge/>
            <w:tcBorders>
              <w:left w:val="nil"/>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местный бюджет</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 60,0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100 </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91084" w:rsidRDefault="0009156E" w:rsidP="0009433F"/>
        </w:tc>
        <w:tc>
          <w:tcPr>
            <w:tcW w:w="4500" w:type="dxa"/>
            <w:vMerge/>
            <w:tcBorders>
              <w:left w:val="nil"/>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91084" w:rsidRDefault="0009156E" w:rsidP="0009433F"/>
        </w:tc>
        <w:tc>
          <w:tcPr>
            <w:tcW w:w="4500" w:type="dxa"/>
            <w:vMerge/>
            <w:tcBorders>
              <w:left w:val="nil"/>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юридические лица</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tc>
      </w:tr>
      <w:tr w:rsidR="0009156E" w:rsidRPr="00FE7C4D" w:rsidTr="001B0E92">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09156E" w:rsidRPr="00491084" w:rsidRDefault="0009156E" w:rsidP="0009433F"/>
        </w:tc>
        <w:tc>
          <w:tcPr>
            <w:tcW w:w="4500" w:type="dxa"/>
            <w:vMerge/>
            <w:tcBorders>
              <w:left w:val="nil"/>
              <w:bottom w:val="single" w:sz="4" w:space="0" w:color="auto"/>
              <w:right w:val="single" w:sz="4" w:space="0" w:color="auto"/>
            </w:tcBorders>
            <w:vAlign w:val="center"/>
          </w:tcPr>
          <w:p w:rsidR="0009156E" w:rsidRPr="00491084"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физические лица</w:t>
            </w:r>
          </w:p>
          <w:p w:rsidR="0009156E" w:rsidRPr="00491084" w:rsidRDefault="0009156E" w:rsidP="0009433F"/>
          <w:p w:rsidR="0009156E" w:rsidRPr="00491084" w:rsidRDefault="0009156E" w:rsidP="0009433F"/>
          <w:p w:rsidR="0009156E" w:rsidRPr="00491084" w:rsidRDefault="0009156E" w:rsidP="0009433F"/>
          <w:p w:rsidR="0009156E" w:rsidRPr="00491084" w:rsidRDefault="0009156E" w:rsidP="0009433F"/>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0 </w:t>
            </w:r>
          </w:p>
          <w:p w:rsidR="0009156E" w:rsidRPr="00491084" w:rsidRDefault="0009156E" w:rsidP="0009433F"/>
          <w:p w:rsidR="0009156E" w:rsidRPr="00491084" w:rsidRDefault="0009156E" w:rsidP="0009433F"/>
          <w:p w:rsidR="0009156E" w:rsidRPr="00491084" w:rsidRDefault="0009156E" w:rsidP="0009433F"/>
          <w:p w:rsidR="0009156E" w:rsidRPr="00491084"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0 </w:t>
            </w:r>
          </w:p>
          <w:p w:rsidR="0009156E" w:rsidRPr="00491084"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0 </w:t>
            </w:r>
          </w:p>
          <w:p w:rsidR="0009156E" w:rsidRPr="00491084"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p w:rsidR="0009156E" w:rsidRPr="00491084"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p w:rsidR="0009156E" w:rsidRPr="00491084"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0</w:t>
            </w:r>
          </w:p>
          <w:p w:rsidR="0009156E" w:rsidRPr="00491084" w:rsidRDefault="0009156E" w:rsidP="0009433F"/>
        </w:tc>
      </w:tr>
      <w:tr w:rsidR="0009156E" w:rsidRPr="00FE7C4D" w:rsidTr="001B0E92">
        <w:trPr>
          <w:trHeight w:val="241"/>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09433F">
            <w:r w:rsidRPr="00491084">
              <w:lastRenderedPageBreak/>
              <w:t>1</w:t>
            </w:r>
          </w:p>
        </w:tc>
        <w:tc>
          <w:tcPr>
            <w:tcW w:w="4500" w:type="dxa"/>
            <w:tcBorders>
              <w:top w:val="single" w:sz="4" w:space="0" w:color="auto"/>
              <w:left w:val="nil"/>
              <w:bottom w:val="single" w:sz="4" w:space="0" w:color="auto"/>
              <w:right w:val="single" w:sz="4" w:space="0" w:color="auto"/>
            </w:tcBorders>
            <w:vAlign w:val="center"/>
          </w:tcPr>
          <w:p w:rsidR="0009156E" w:rsidRPr="00491084" w:rsidRDefault="0009156E" w:rsidP="0009433F">
            <w:r w:rsidRPr="00491084">
              <w:t>2</w:t>
            </w: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3</w:t>
            </w:r>
          </w:p>
        </w:tc>
        <w:tc>
          <w:tcPr>
            <w:tcW w:w="1260" w:type="dxa"/>
            <w:tcBorders>
              <w:top w:val="single" w:sz="4" w:space="0" w:color="auto"/>
              <w:left w:val="nil"/>
              <w:bottom w:val="single" w:sz="4" w:space="0" w:color="auto"/>
              <w:right w:val="nil"/>
            </w:tcBorders>
            <w:vAlign w:val="bottom"/>
          </w:tcPr>
          <w:p w:rsidR="0009156E" w:rsidRPr="00491084" w:rsidRDefault="0009156E" w:rsidP="0009433F">
            <w:r w:rsidRPr="00491084">
              <w:t>4</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09433F">
            <w:r w:rsidRPr="00491084">
              <w:t>5</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09433F">
            <w:r w:rsidRPr="00491084">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09433F">
            <w:r w:rsidRPr="00491084">
              <w:t>9</w:t>
            </w:r>
          </w:p>
        </w:tc>
      </w:tr>
      <w:tr w:rsidR="0009156E" w:rsidRPr="00FE7C4D" w:rsidTr="001B0E92">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F3211A">
            <w:pPr>
              <w:ind w:right="-57"/>
            </w:pPr>
            <w:r w:rsidRPr="00491084">
              <w:t xml:space="preserve">Основное </w:t>
            </w:r>
            <w:r w:rsidRPr="00491084">
              <w:br/>
              <w:t>мероприятие 5.2</w:t>
            </w:r>
          </w:p>
        </w:tc>
        <w:tc>
          <w:tcPr>
            <w:tcW w:w="4500" w:type="dxa"/>
            <w:vMerge w:val="restart"/>
            <w:tcBorders>
              <w:top w:val="single" w:sz="4" w:space="0" w:color="auto"/>
              <w:left w:val="nil"/>
              <w:bottom w:val="single" w:sz="4" w:space="0" w:color="auto"/>
              <w:right w:val="single" w:sz="4" w:space="0" w:color="auto"/>
            </w:tcBorders>
            <w:vAlign w:val="center"/>
          </w:tcPr>
          <w:p w:rsidR="0009156E" w:rsidRPr="00491084" w:rsidRDefault="0009156E" w:rsidP="00F3211A">
            <w:pPr>
              <w:widowControl w:val="0"/>
              <w:autoSpaceDE w:val="0"/>
              <w:autoSpaceDN w:val="0"/>
              <w:adjustRightInd w:val="0"/>
            </w:pPr>
            <w:r w:rsidRPr="00491084">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09156E" w:rsidRPr="00491084" w:rsidRDefault="0009156E"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F3211A">
            <w:r w:rsidRPr="00491084">
              <w:t>всего, в том числе:</w:t>
            </w:r>
          </w:p>
        </w:tc>
        <w:tc>
          <w:tcPr>
            <w:tcW w:w="1260" w:type="dxa"/>
            <w:tcBorders>
              <w:top w:val="single" w:sz="4" w:space="0" w:color="auto"/>
              <w:left w:val="nil"/>
              <w:bottom w:val="single" w:sz="4" w:space="0" w:color="auto"/>
              <w:right w:val="nil"/>
            </w:tcBorders>
            <w:vAlign w:val="bottom"/>
          </w:tcPr>
          <w:p w:rsidR="0009156E" w:rsidRPr="00491084" w:rsidRDefault="0009156E" w:rsidP="00F3211A"/>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F3211A">
            <w:r>
              <w:t>8</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r>
              <w:t>10</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r>
              <w:t>10</w:t>
            </w:r>
            <w:r w:rsidRPr="00491084">
              <w:t>00</w:t>
            </w:r>
          </w:p>
        </w:tc>
      </w:tr>
      <w:tr w:rsidR="0009156E"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F3211A">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491084" w:rsidRDefault="0009156E" w:rsidP="00F3211A"/>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r>
      <w:tr w:rsidR="0009156E"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F3211A">
            <w:r w:rsidRPr="00491084">
              <w:t>областной бюджет</w:t>
            </w:r>
          </w:p>
        </w:tc>
        <w:tc>
          <w:tcPr>
            <w:tcW w:w="1260" w:type="dxa"/>
            <w:tcBorders>
              <w:top w:val="single" w:sz="4" w:space="0" w:color="auto"/>
              <w:left w:val="nil"/>
              <w:bottom w:val="single" w:sz="4" w:space="0" w:color="auto"/>
              <w:right w:val="nil"/>
            </w:tcBorders>
            <w:vAlign w:val="bottom"/>
          </w:tcPr>
          <w:p w:rsidR="0009156E" w:rsidRPr="00491084" w:rsidRDefault="0009156E" w:rsidP="00F3211A"/>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r>
      <w:tr w:rsidR="0009156E"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F3211A">
            <w:r w:rsidRPr="00491084">
              <w:t>местный бюджет</w:t>
            </w:r>
          </w:p>
        </w:tc>
        <w:tc>
          <w:tcPr>
            <w:tcW w:w="1260" w:type="dxa"/>
            <w:tcBorders>
              <w:top w:val="single" w:sz="4" w:space="0" w:color="auto"/>
              <w:left w:val="nil"/>
              <w:bottom w:val="single" w:sz="4" w:space="0" w:color="auto"/>
              <w:right w:val="nil"/>
            </w:tcBorders>
            <w:vAlign w:val="bottom"/>
          </w:tcPr>
          <w:p w:rsidR="0009156E" w:rsidRPr="00491084" w:rsidRDefault="0009156E" w:rsidP="00F3211A"/>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F3211A">
            <w:r>
              <w:t>8</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r>
              <w:t>10</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r>
              <w:t>10</w:t>
            </w:r>
            <w:r w:rsidRPr="00491084">
              <w:t>00</w:t>
            </w:r>
          </w:p>
        </w:tc>
      </w:tr>
      <w:tr w:rsidR="0009156E"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F3211A">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491084" w:rsidRDefault="0009156E" w:rsidP="00F3211A"/>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r>
      <w:tr w:rsidR="0009156E"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F3211A">
            <w:r w:rsidRPr="00491084">
              <w:t>юридические лица</w:t>
            </w:r>
          </w:p>
        </w:tc>
        <w:tc>
          <w:tcPr>
            <w:tcW w:w="1260" w:type="dxa"/>
            <w:tcBorders>
              <w:top w:val="single" w:sz="4" w:space="0" w:color="auto"/>
              <w:left w:val="nil"/>
              <w:bottom w:val="single" w:sz="4" w:space="0" w:color="auto"/>
              <w:right w:val="nil"/>
            </w:tcBorders>
            <w:vAlign w:val="bottom"/>
          </w:tcPr>
          <w:p w:rsidR="0009156E" w:rsidRPr="00491084" w:rsidRDefault="0009156E" w:rsidP="00F3211A"/>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F3211A"/>
        </w:tc>
      </w:tr>
      <w:tr w:rsidR="0009156E"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F3211A">
            <w:r w:rsidRPr="00524B25">
              <w:t>физические лица</w:t>
            </w:r>
          </w:p>
        </w:tc>
        <w:tc>
          <w:tcPr>
            <w:tcW w:w="1260" w:type="dxa"/>
            <w:tcBorders>
              <w:top w:val="single" w:sz="4" w:space="0" w:color="auto"/>
              <w:left w:val="nil"/>
              <w:bottom w:val="single" w:sz="4" w:space="0" w:color="auto"/>
              <w:right w:val="nil"/>
            </w:tcBorders>
            <w:vAlign w:val="bottom"/>
          </w:tcPr>
          <w:p w:rsidR="0009156E" w:rsidRPr="00524B25" w:rsidRDefault="0009156E" w:rsidP="00F3211A"/>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F3211A"/>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F3211A"/>
        </w:tc>
      </w:tr>
      <w:tr w:rsidR="0009156E"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09433F">
            <w:pPr>
              <w:rPr>
                <w:b/>
              </w:rPr>
            </w:pPr>
            <w:r w:rsidRPr="00FE7C4D">
              <w:rPr>
                <w:b/>
              </w:rPr>
              <w:t>ПОДПРОГРАММА 6</w:t>
            </w:r>
          </w:p>
          <w:p w:rsidR="0009156E" w:rsidRPr="00FE7C4D" w:rsidRDefault="0009156E" w:rsidP="0009433F">
            <w:pPr>
              <w:rPr>
                <w:b/>
              </w:rPr>
            </w:pPr>
          </w:p>
          <w:p w:rsidR="0009156E" w:rsidRPr="00FE7C4D" w:rsidRDefault="0009156E" w:rsidP="0009433F">
            <w:pPr>
              <w:rPr>
                <w:b/>
              </w:rPr>
            </w:pPr>
          </w:p>
          <w:p w:rsidR="0009156E" w:rsidRPr="00FE7C4D" w:rsidRDefault="0009156E" w:rsidP="0009433F">
            <w:pPr>
              <w:rPr>
                <w:b/>
              </w:rPr>
            </w:pPr>
          </w:p>
          <w:p w:rsidR="0009156E" w:rsidRPr="00FE7C4D" w:rsidRDefault="0009156E" w:rsidP="0009433F">
            <w:pPr>
              <w:rPr>
                <w:b/>
              </w:rPr>
            </w:pPr>
          </w:p>
          <w:p w:rsidR="0009156E" w:rsidRPr="00FE7C4D" w:rsidRDefault="0009156E" w:rsidP="0009433F">
            <w:pPr>
              <w:rPr>
                <w:b/>
              </w:rPr>
            </w:pPr>
          </w:p>
        </w:tc>
        <w:tc>
          <w:tcPr>
            <w:tcW w:w="4500" w:type="dxa"/>
            <w:vMerge w:val="restart"/>
            <w:tcBorders>
              <w:top w:val="single" w:sz="4" w:space="0" w:color="auto"/>
              <w:left w:val="nil"/>
              <w:bottom w:val="single" w:sz="4" w:space="0" w:color="auto"/>
              <w:right w:val="single" w:sz="4" w:space="0" w:color="auto"/>
            </w:tcBorders>
            <w:vAlign w:val="center"/>
          </w:tcPr>
          <w:p w:rsidR="0009156E" w:rsidRPr="00FE7C4D" w:rsidRDefault="0009156E" w:rsidP="0009433F">
            <w:pPr>
              <w:rPr>
                <w:b/>
              </w:rPr>
            </w:pPr>
            <w:r w:rsidRPr="00FE7C4D">
              <w:rPr>
                <w:b/>
              </w:rPr>
              <w:t>«Строительство спортивных сооружений»</w:t>
            </w:r>
          </w:p>
          <w:p w:rsidR="0009156E" w:rsidRPr="00FE7C4D" w:rsidRDefault="0009156E" w:rsidP="0009433F">
            <w:pPr>
              <w:rPr>
                <w:b/>
              </w:rPr>
            </w:pPr>
          </w:p>
          <w:p w:rsidR="0009156E" w:rsidRPr="00FE7C4D" w:rsidRDefault="0009156E" w:rsidP="0009433F">
            <w:pPr>
              <w:rPr>
                <w:b/>
              </w:rPr>
            </w:pPr>
          </w:p>
          <w:p w:rsidR="0009156E" w:rsidRPr="00FE7C4D" w:rsidRDefault="0009156E" w:rsidP="0009433F">
            <w:pPr>
              <w:rPr>
                <w:b/>
              </w:rPr>
            </w:pPr>
          </w:p>
          <w:p w:rsidR="0009156E" w:rsidRPr="00FE7C4D" w:rsidRDefault="0009156E" w:rsidP="0009433F">
            <w:pPr>
              <w:rPr>
                <w:b/>
              </w:rPr>
            </w:pPr>
          </w:p>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09156E" w:rsidRPr="00FE7C4D" w:rsidRDefault="0009156E" w:rsidP="0009433F">
            <w:pPr>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pPr>
              <w:rPr>
                <w:b/>
              </w:rPr>
            </w:pPr>
            <w:r w:rsidRPr="00FE7C4D">
              <w:rPr>
                <w:b/>
              </w:rPr>
              <w:t>0</w:t>
            </w:r>
          </w:p>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09156E" w:rsidRPr="00FE7C4D" w:rsidRDefault="0009156E" w:rsidP="0009433F">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местный бюджет</w:t>
            </w:r>
          </w:p>
        </w:tc>
        <w:tc>
          <w:tcPr>
            <w:tcW w:w="1260" w:type="dxa"/>
            <w:tcBorders>
              <w:top w:val="single" w:sz="4" w:space="0" w:color="auto"/>
              <w:left w:val="nil"/>
              <w:bottom w:val="single" w:sz="4" w:space="0" w:color="auto"/>
              <w:right w:val="nil"/>
            </w:tcBorders>
            <w:vAlign w:val="bottom"/>
          </w:tcPr>
          <w:p w:rsidR="0009156E" w:rsidRPr="00FE7C4D" w:rsidRDefault="0009156E" w:rsidP="0009433F">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09433F"/>
        </w:tc>
        <w:tc>
          <w:tcPr>
            <w:tcW w:w="4500" w:type="dxa"/>
            <w:vMerge/>
            <w:tcBorders>
              <w:top w:val="single" w:sz="4" w:space="0" w:color="auto"/>
              <w:left w:val="nil"/>
              <w:bottom w:val="single" w:sz="4" w:space="0" w:color="auto"/>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156E" w:rsidRPr="00FE7C4D" w:rsidRDefault="0009156E" w:rsidP="0009433F">
            <w:r w:rsidRPr="00FE7C4D">
              <w:t xml:space="preserve">Основное </w:t>
            </w:r>
            <w:r w:rsidRPr="00FE7C4D">
              <w:br/>
              <w:t>мероприятие 6.1</w:t>
            </w:r>
          </w:p>
          <w:p w:rsidR="0009156E" w:rsidRPr="00FE7C4D" w:rsidRDefault="0009156E" w:rsidP="0009433F"/>
          <w:p w:rsidR="0009156E" w:rsidRPr="00FE7C4D" w:rsidRDefault="0009156E" w:rsidP="0009433F"/>
          <w:p w:rsidR="0009156E" w:rsidRPr="00FE7C4D" w:rsidRDefault="0009156E" w:rsidP="0009433F"/>
        </w:tc>
        <w:tc>
          <w:tcPr>
            <w:tcW w:w="4500" w:type="dxa"/>
            <w:vMerge w:val="restart"/>
            <w:tcBorders>
              <w:top w:val="single" w:sz="4" w:space="0" w:color="auto"/>
              <w:left w:val="nil"/>
              <w:right w:val="single" w:sz="4" w:space="0" w:color="auto"/>
            </w:tcBorders>
            <w:vAlign w:val="center"/>
          </w:tcPr>
          <w:p w:rsidR="0009156E" w:rsidRPr="00FE7C4D" w:rsidRDefault="0009156E" w:rsidP="0009433F">
            <w:pPr>
              <w:jc w:val="both"/>
              <w:outlineLvl w:val="2"/>
            </w:pPr>
            <w:r w:rsidRPr="00FE7C4D">
              <w:t>Строительство и реконструкция спортивных объектов муниципальной собственности</w:t>
            </w:r>
          </w:p>
          <w:p w:rsidR="0009156E" w:rsidRPr="00FE7C4D" w:rsidRDefault="0009156E" w:rsidP="0009433F">
            <w:pPr>
              <w:jc w:val="both"/>
              <w:outlineLvl w:val="2"/>
            </w:pPr>
          </w:p>
          <w:p w:rsidR="0009156E" w:rsidRPr="00FE7C4D" w:rsidRDefault="0009156E" w:rsidP="0009433F">
            <w:pPr>
              <w:jc w:val="both"/>
              <w:outlineLvl w:val="2"/>
            </w:pPr>
          </w:p>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09156E" w:rsidRPr="00FE7C4D" w:rsidRDefault="0009156E" w:rsidP="0009433F">
            <w:r w:rsidRPr="00FE7C4D">
              <w:t>81827,5</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09156E" w:rsidRPr="00FE7C4D" w:rsidRDefault="0009156E" w:rsidP="0009433F">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местный бюджет</w:t>
            </w:r>
          </w:p>
        </w:tc>
        <w:tc>
          <w:tcPr>
            <w:tcW w:w="1260" w:type="dxa"/>
            <w:tcBorders>
              <w:top w:val="single" w:sz="4" w:space="0" w:color="auto"/>
              <w:left w:val="nil"/>
              <w:bottom w:val="single" w:sz="4" w:space="0" w:color="auto"/>
              <w:right w:val="nil"/>
            </w:tcBorders>
            <w:vAlign w:val="bottom"/>
          </w:tcPr>
          <w:p w:rsidR="0009156E" w:rsidRPr="00FE7C4D" w:rsidRDefault="0009156E" w:rsidP="0009433F">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rsidRPr="00FE7C4D">
              <w:t>0</w:t>
            </w: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bottom w:val="single" w:sz="4" w:space="0" w:color="auto"/>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Default="0009156E" w:rsidP="0009433F">
            <w:r w:rsidRPr="00FE7C4D">
              <w:t>юридические лица</w:t>
            </w:r>
          </w:p>
          <w:p w:rsidR="0009156E" w:rsidRPr="00FE7C4D" w:rsidRDefault="0009156E" w:rsidP="0009433F"/>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156E" w:rsidRPr="00FE7C4D" w:rsidRDefault="0009156E" w:rsidP="0009433F">
            <w:pPr>
              <w:rPr>
                <w:b/>
              </w:rPr>
            </w:pPr>
            <w:r w:rsidRPr="00FE7C4D">
              <w:rPr>
                <w:b/>
              </w:rPr>
              <w:t>ПОДПРОГРАММА 7</w:t>
            </w:r>
          </w:p>
          <w:p w:rsidR="0009156E" w:rsidRPr="00FE7C4D" w:rsidRDefault="0009156E" w:rsidP="0009433F">
            <w:pPr>
              <w:rPr>
                <w:b/>
              </w:rPr>
            </w:pPr>
          </w:p>
          <w:p w:rsidR="0009156E" w:rsidRPr="00FE7C4D" w:rsidRDefault="0009156E" w:rsidP="0009433F">
            <w:pPr>
              <w:rPr>
                <w:b/>
              </w:rPr>
            </w:pPr>
          </w:p>
          <w:p w:rsidR="0009156E" w:rsidRPr="00FE7C4D" w:rsidRDefault="0009156E" w:rsidP="0009433F">
            <w:pPr>
              <w:rPr>
                <w:b/>
              </w:rPr>
            </w:pPr>
          </w:p>
          <w:p w:rsidR="0009156E" w:rsidRPr="00FE7C4D" w:rsidRDefault="0009156E" w:rsidP="0009433F">
            <w:pPr>
              <w:rPr>
                <w:b/>
              </w:rPr>
            </w:pPr>
          </w:p>
          <w:p w:rsidR="0009156E" w:rsidRPr="00FE7C4D" w:rsidRDefault="0009156E" w:rsidP="0009433F">
            <w:pPr>
              <w:rPr>
                <w:b/>
              </w:rPr>
            </w:pPr>
          </w:p>
        </w:tc>
        <w:tc>
          <w:tcPr>
            <w:tcW w:w="4500" w:type="dxa"/>
            <w:vMerge w:val="restart"/>
            <w:tcBorders>
              <w:top w:val="single" w:sz="4" w:space="0" w:color="auto"/>
              <w:left w:val="nil"/>
              <w:right w:val="single" w:sz="4" w:space="0" w:color="auto"/>
            </w:tcBorders>
            <w:vAlign w:val="center"/>
          </w:tcPr>
          <w:p w:rsidR="0009156E" w:rsidRPr="00FE7C4D" w:rsidRDefault="0009156E" w:rsidP="0009433F">
            <w:r w:rsidRPr="00FE7C4D">
              <w:rPr>
                <w:b/>
              </w:rPr>
              <w:t>«Ремонт и благоустройство военно-мемориальных объектов Таловского муниципального района на 2015-2019 годы»</w:t>
            </w:r>
          </w:p>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09156E" w:rsidRPr="00FE7C4D" w:rsidRDefault="0009156E" w:rsidP="0009433F">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pPr>
              <w:rPr>
                <w:b/>
              </w:rPr>
            </w:pPr>
            <w:r>
              <w:rPr>
                <w:b/>
              </w:rPr>
              <w:t>653,5</w:t>
            </w:r>
          </w:p>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6127F8">
            <w:pPr>
              <w:rPr>
                <w:b/>
              </w:rPr>
            </w:pPr>
            <w:r>
              <w:rPr>
                <w:b/>
              </w:rPr>
              <w:t>1817,5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pPr>
              <w:rPr>
                <w:b/>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pPr>
              <w:rPr>
                <w:b/>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pPr>
              <w:rPr>
                <w:b/>
              </w:rPr>
            </w:pP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r>
              <w:t>1726,6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местный бюджет</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r>
              <w:t>653,5</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6127F8">
            <w:r>
              <w:t>90,9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6C445D">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bottom w:val="single" w:sz="4" w:space="0" w:color="auto"/>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Default="0009156E" w:rsidP="0009433F">
            <w:r w:rsidRPr="00FE7C4D">
              <w:t>физические лица</w:t>
            </w:r>
          </w:p>
          <w:p w:rsidR="0009156E" w:rsidRDefault="0009156E" w:rsidP="0009433F"/>
          <w:p w:rsidR="0009156E" w:rsidRPr="00FE7C4D" w:rsidRDefault="0009156E" w:rsidP="0009433F"/>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6C445D">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FE7C4D" w:rsidRDefault="0009156E" w:rsidP="0009433F">
            <w:r>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09156E" w:rsidRPr="00FE7C4D" w:rsidRDefault="0009156E" w:rsidP="0009433F">
            <w:r>
              <w:t>2</w:t>
            </w:r>
          </w:p>
        </w:tc>
        <w:tc>
          <w:tcPr>
            <w:tcW w:w="252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r>
              <w:t>3</w:t>
            </w:r>
          </w:p>
        </w:tc>
        <w:tc>
          <w:tcPr>
            <w:tcW w:w="1260" w:type="dxa"/>
            <w:tcBorders>
              <w:top w:val="single" w:sz="4" w:space="0" w:color="auto"/>
              <w:left w:val="nil"/>
              <w:bottom w:val="single" w:sz="4" w:space="0" w:color="auto"/>
              <w:right w:val="nil"/>
            </w:tcBorders>
            <w:vAlign w:val="bottom"/>
          </w:tcPr>
          <w:p w:rsidR="0009156E" w:rsidRPr="00FE7C4D" w:rsidRDefault="0009156E" w:rsidP="0009433F">
            <w:r>
              <w:t>4</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r>
              <w:t>5</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r>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r>
              <w:t>9</w:t>
            </w:r>
          </w:p>
        </w:tc>
      </w:tr>
      <w:tr w:rsidR="0009156E" w:rsidRPr="00FE7C4D" w:rsidTr="006C445D">
        <w:trPr>
          <w:trHeight w:val="293"/>
        </w:trPr>
        <w:tc>
          <w:tcPr>
            <w:tcW w:w="1995" w:type="dxa"/>
            <w:vMerge w:val="restart"/>
            <w:tcBorders>
              <w:top w:val="single" w:sz="4" w:space="0" w:color="auto"/>
              <w:left w:val="single" w:sz="4" w:space="0" w:color="auto"/>
              <w:right w:val="single" w:sz="4" w:space="0" w:color="auto"/>
            </w:tcBorders>
            <w:shd w:val="clear" w:color="auto" w:fill="FFFFFF"/>
            <w:vAlign w:val="center"/>
          </w:tcPr>
          <w:p w:rsidR="0009156E" w:rsidRPr="00FE7C4D" w:rsidRDefault="0009156E" w:rsidP="0009433F">
            <w:r w:rsidRPr="00FE7C4D">
              <w:t xml:space="preserve">Основное </w:t>
            </w:r>
            <w:r w:rsidRPr="00FE7C4D">
              <w:br/>
              <w:t>мероприятие 7.1</w:t>
            </w:r>
          </w:p>
        </w:tc>
        <w:tc>
          <w:tcPr>
            <w:tcW w:w="4500" w:type="dxa"/>
            <w:vMerge w:val="restart"/>
            <w:tcBorders>
              <w:top w:val="single" w:sz="4" w:space="0" w:color="auto"/>
              <w:left w:val="nil"/>
              <w:right w:val="single" w:sz="4" w:space="0" w:color="auto"/>
            </w:tcBorders>
            <w:vAlign w:val="center"/>
          </w:tcPr>
          <w:p w:rsidR="0009156E" w:rsidRPr="00FE7C4D" w:rsidRDefault="0009156E" w:rsidP="0009433F">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A0061E" w:rsidRDefault="0009156E" w:rsidP="00A0061E">
            <w:r w:rsidRPr="00A0061E">
              <w:t>653,5</w:t>
            </w:r>
          </w:p>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DF3BAA">
            <w:r>
              <w:t>1817,5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A0061E" w:rsidRDefault="0009156E"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A0061E" w:rsidRDefault="0009156E"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A0061E" w:rsidRDefault="0009156E" w:rsidP="00A0061E"/>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A0061E"/>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A0061E"/>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A0061E"/>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A0061E">
            <w:r>
              <w:t>1726,6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A0061E"/>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FE7C4D" w:rsidRDefault="0009156E" w:rsidP="0009433F"/>
        </w:tc>
        <w:tc>
          <w:tcPr>
            <w:tcW w:w="4500" w:type="dxa"/>
            <w:vMerge/>
            <w:tcBorders>
              <w:left w:val="nil"/>
              <w:right w:val="single" w:sz="4" w:space="0" w:color="auto"/>
            </w:tcBorders>
            <w:vAlign w:val="center"/>
          </w:tcPr>
          <w:p w:rsidR="0009156E" w:rsidRPr="00FE7C4D" w:rsidRDefault="0009156E" w:rsidP="0009433F"/>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местный бюджет</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A0061E">
            <w:r>
              <w:t>653,5</w:t>
            </w:r>
          </w:p>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DF3BAA">
            <w:r>
              <w:t>90,9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A0061E"/>
        </w:tc>
      </w:tr>
      <w:tr w:rsidR="0009156E" w:rsidRPr="00FE7C4D" w:rsidTr="00446845">
        <w:trPr>
          <w:trHeight w:val="315"/>
        </w:trPr>
        <w:tc>
          <w:tcPr>
            <w:tcW w:w="1995" w:type="dxa"/>
            <w:vMerge/>
            <w:tcBorders>
              <w:left w:val="single" w:sz="4" w:space="0" w:color="auto"/>
              <w:right w:val="single" w:sz="4" w:space="0" w:color="auto"/>
            </w:tcBorders>
            <w:shd w:val="clear" w:color="auto" w:fill="FFFFFF"/>
          </w:tcPr>
          <w:p w:rsidR="0009156E" w:rsidRPr="00FE7C4D" w:rsidRDefault="0009156E" w:rsidP="0009433F">
            <w:pPr>
              <w:ind w:right="-57"/>
              <w:rPr>
                <w:b/>
              </w:rPr>
            </w:pPr>
          </w:p>
        </w:tc>
        <w:tc>
          <w:tcPr>
            <w:tcW w:w="4500" w:type="dxa"/>
            <w:vMerge/>
            <w:tcBorders>
              <w:left w:val="nil"/>
              <w:right w:val="single" w:sz="4" w:space="0" w:color="auto"/>
            </w:tcBorders>
            <w:vAlign w:val="center"/>
          </w:tcPr>
          <w:p w:rsidR="0009156E" w:rsidRPr="00FE7C4D" w:rsidRDefault="0009156E"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left w:val="single" w:sz="4" w:space="0" w:color="auto"/>
              <w:right w:val="single" w:sz="4" w:space="0" w:color="auto"/>
            </w:tcBorders>
            <w:shd w:val="clear" w:color="auto" w:fill="FFFFFF"/>
          </w:tcPr>
          <w:p w:rsidR="0009156E" w:rsidRPr="00FE7C4D" w:rsidRDefault="0009156E" w:rsidP="0009433F">
            <w:pPr>
              <w:ind w:right="-57"/>
              <w:rPr>
                <w:b/>
              </w:rPr>
            </w:pPr>
          </w:p>
        </w:tc>
        <w:tc>
          <w:tcPr>
            <w:tcW w:w="4500" w:type="dxa"/>
            <w:vMerge/>
            <w:tcBorders>
              <w:left w:val="nil"/>
              <w:right w:val="single" w:sz="4" w:space="0" w:color="auto"/>
            </w:tcBorders>
            <w:vAlign w:val="center"/>
          </w:tcPr>
          <w:p w:rsidR="0009156E" w:rsidRPr="00FE7C4D" w:rsidRDefault="0009156E"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156E" w:rsidRPr="00FE7C4D" w:rsidRDefault="0009156E" w:rsidP="0009433F">
            <w:pPr>
              <w:ind w:right="-57"/>
            </w:pPr>
          </w:p>
        </w:tc>
        <w:tc>
          <w:tcPr>
            <w:tcW w:w="4500" w:type="dxa"/>
            <w:vMerge/>
            <w:tcBorders>
              <w:left w:val="nil"/>
              <w:bottom w:val="single" w:sz="4" w:space="0" w:color="auto"/>
              <w:right w:val="single" w:sz="4" w:space="0" w:color="auto"/>
            </w:tcBorders>
            <w:vAlign w:val="center"/>
          </w:tcPr>
          <w:p w:rsidR="0009156E" w:rsidRPr="00FE7C4D" w:rsidRDefault="0009156E"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09156E" w:rsidRPr="00FE7C4D" w:rsidRDefault="0009156E"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09156E" w:rsidRPr="00FE7C4D"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FE7C4D" w:rsidRDefault="0009156E" w:rsidP="0009433F"/>
        </w:tc>
      </w:tr>
      <w:tr w:rsidR="0009156E"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E21409">
            <w:pPr>
              <w:rPr>
                <w:b/>
              </w:rPr>
            </w:pPr>
            <w:r w:rsidRPr="00524B25">
              <w:rPr>
                <w:b/>
              </w:rPr>
              <w:t>ПОДПРОГРАММА 8</w:t>
            </w:r>
          </w:p>
          <w:p w:rsidR="0009156E" w:rsidRPr="00524B25" w:rsidRDefault="0009156E" w:rsidP="0009433F">
            <w:pPr>
              <w:ind w:right="-57"/>
            </w:pPr>
          </w:p>
        </w:tc>
        <w:tc>
          <w:tcPr>
            <w:tcW w:w="4500" w:type="dxa"/>
            <w:vMerge w:val="restart"/>
            <w:tcBorders>
              <w:top w:val="single" w:sz="4" w:space="0" w:color="auto"/>
              <w:left w:val="nil"/>
              <w:bottom w:val="single" w:sz="4" w:space="0" w:color="auto"/>
              <w:right w:val="single" w:sz="4" w:space="0" w:color="auto"/>
            </w:tcBorders>
            <w:vAlign w:val="center"/>
          </w:tcPr>
          <w:p w:rsidR="0009156E" w:rsidRPr="00524B25" w:rsidRDefault="0009156E" w:rsidP="00E21409">
            <w:pPr>
              <w:ind w:firstLine="72"/>
              <w:jc w:val="both"/>
              <w:outlineLvl w:val="2"/>
              <w:rPr>
                <w:sz w:val="28"/>
                <w:szCs w:val="28"/>
              </w:rPr>
            </w:pPr>
            <w:r w:rsidRPr="00524B25">
              <w:t>«Развитие транспортной системы Таловского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всего, в том числе:</w:t>
            </w:r>
          </w:p>
        </w:tc>
        <w:tc>
          <w:tcPr>
            <w:tcW w:w="1260" w:type="dxa"/>
            <w:tcBorders>
              <w:top w:val="single" w:sz="4" w:space="0" w:color="auto"/>
              <w:left w:val="nil"/>
              <w:bottom w:val="single" w:sz="4" w:space="0" w:color="auto"/>
              <w:right w:val="nil"/>
            </w:tcBorders>
            <w:vAlign w:val="bottom"/>
          </w:tcPr>
          <w:p w:rsidR="0009156E" w:rsidRPr="00524B2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09433F">
            <w:pPr>
              <w:rPr>
                <w:b/>
              </w:rPr>
            </w:pPr>
            <w:r w:rsidRPr="00524B25">
              <w:rPr>
                <w:b/>
              </w:rPr>
              <w:t>3310</w:t>
            </w:r>
          </w:p>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DF3BAA">
            <w:pPr>
              <w:rPr>
                <w:b/>
              </w:rPr>
            </w:pPr>
            <w:r>
              <w:rPr>
                <w:b/>
              </w:rPr>
              <w:t>1235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Pr>
                <w:b/>
              </w:rPr>
              <w:t>4775,9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DF3BAA">
            <w:pPr>
              <w:rPr>
                <w:b/>
              </w:rPr>
            </w:pPr>
            <w:r>
              <w:rPr>
                <w:b/>
              </w:rPr>
              <w:t>3310,8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Pr>
                <w:b/>
              </w:rPr>
              <w:t>4834,9</w:t>
            </w:r>
          </w:p>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E21409"/>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524B2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09433F">
            <w:pPr>
              <w:rPr>
                <w:b/>
              </w:rPr>
            </w:pPr>
            <w:r w:rsidRPr="00524B25">
              <w:rPr>
                <w:b/>
              </w:rPr>
              <w:t>2405,2</w:t>
            </w:r>
          </w:p>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sidRPr="00524B25">
              <w:rPr>
                <w:b/>
              </w:rPr>
              <w:t>0</w:t>
            </w:r>
          </w:p>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областной бюджет</w:t>
            </w:r>
          </w:p>
        </w:tc>
        <w:tc>
          <w:tcPr>
            <w:tcW w:w="1260" w:type="dxa"/>
            <w:tcBorders>
              <w:top w:val="single" w:sz="4" w:space="0" w:color="auto"/>
              <w:left w:val="nil"/>
              <w:bottom w:val="single" w:sz="4" w:space="0" w:color="auto"/>
              <w:right w:val="nil"/>
            </w:tcBorders>
            <w:vAlign w:val="bottom"/>
          </w:tcPr>
          <w:p w:rsidR="0009156E" w:rsidRPr="00524B2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09433F">
            <w:pPr>
              <w:rPr>
                <w:b/>
              </w:rPr>
            </w:pPr>
            <w:r w:rsidRPr="00524B25">
              <w:rPr>
                <w:b/>
              </w:rPr>
              <w:t>871,5</w:t>
            </w:r>
          </w:p>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09433F">
            <w:pPr>
              <w:rPr>
                <w:b/>
              </w:rPr>
            </w:pPr>
            <w:r>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sidRPr="00524B25">
              <w:rPr>
                <w:b/>
              </w:rPr>
              <w:t>0</w:t>
            </w:r>
          </w:p>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местный бюджет</w:t>
            </w:r>
          </w:p>
        </w:tc>
        <w:tc>
          <w:tcPr>
            <w:tcW w:w="1260" w:type="dxa"/>
            <w:tcBorders>
              <w:top w:val="single" w:sz="4" w:space="0" w:color="auto"/>
              <w:left w:val="nil"/>
              <w:bottom w:val="single" w:sz="4" w:space="0" w:color="auto"/>
              <w:right w:val="nil"/>
            </w:tcBorders>
            <w:vAlign w:val="bottom"/>
          </w:tcPr>
          <w:p w:rsidR="0009156E" w:rsidRPr="00524B2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09433F">
            <w:pPr>
              <w:rPr>
                <w:b/>
              </w:rPr>
            </w:pPr>
            <w:r w:rsidRPr="00524B25">
              <w:rPr>
                <w:b/>
              </w:rPr>
              <w:t>33,3</w:t>
            </w:r>
          </w:p>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09433F">
            <w:pPr>
              <w:rPr>
                <w:b/>
              </w:rPr>
            </w:pPr>
            <w:r>
              <w:rPr>
                <w:b/>
              </w:rPr>
              <w:t>1235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Pr>
                <w:b/>
              </w:rPr>
              <w:t>4775,9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Pr>
                <w:b/>
              </w:rPr>
              <w:t>3310,8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pPr>
              <w:rPr>
                <w:b/>
              </w:rPr>
            </w:pPr>
            <w:r>
              <w:rPr>
                <w:b/>
              </w:rPr>
              <w:t>4834,9</w:t>
            </w:r>
          </w:p>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524B2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юридические лица</w:t>
            </w:r>
          </w:p>
        </w:tc>
        <w:tc>
          <w:tcPr>
            <w:tcW w:w="1260" w:type="dxa"/>
            <w:tcBorders>
              <w:top w:val="single" w:sz="4" w:space="0" w:color="auto"/>
              <w:left w:val="nil"/>
              <w:bottom w:val="single" w:sz="4" w:space="0" w:color="auto"/>
              <w:right w:val="nil"/>
            </w:tcBorders>
            <w:vAlign w:val="bottom"/>
          </w:tcPr>
          <w:p w:rsidR="0009156E" w:rsidRPr="00524B2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физические лица</w:t>
            </w:r>
          </w:p>
        </w:tc>
        <w:tc>
          <w:tcPr>
            <w:tcW w:w="1260" w:type="dxa"/>
            <w:tcBorders>
              <w:top w:val="single" w:sz="4" w:space="0" w:color="auto"/>
              <w:left w:val="nil"/>
              <w:bottom w:val="single" w:sz="4" w:space="0" w:color="auto"/>
              <w:right w:val="nil"/>
            </w:tcBorders>
            <w:vAlign w:val="bottom"/>
          </w:tcPr>
          <w:p w:rsidR="0009156E" w:rsidRPr="00524B2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r>
      <w:tr w:rsidR="0009156E" w:rsidRPr="00FE7C4D"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09433F">
            <w:pPr>
              <w:ind w:right="-57"/>
            </w:pPr>
            <w:r w:rsidRPr="00524B25">
              <w:t xml:space="preserve">В том числе </w:t>
            </w:r>
          </w:p>
        </w:tc>
        <w:tc>
          <w:tcPr>
            <w:tcW w:w="4500" w:type="dxa"/>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tc>
        <w:tc>
          <w:tcPr>
            <w:tcW w:w="1260" w:type="dxa"/>
            <w:tcBorders>
              <w:top w:val="single" w:sz="4" w:space="0" w:color="auto"/>
              <w:left w:val="nil"/>
              <w:bottom w:val="single" w:sz="4" w:space="0" w:color="auto"/>
              <w:right w:val="nil"/>
            </w:tcBorders>
            <w:vAlign w:val="bottom"/>
          </w:tcPr>
          <w:p w:rsidR="0009156E" w:rsidRPr="00524B25" w:rsidRDefault="0009156E" w:rsidP="0009433F"/>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09433F"/>
        </w:tc>
      </w:tr>
      <w:tr w:rsidR="0009156E"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E21409">
            <w:r w:rsidRPr="00524B25">
              <w:t xml:space="preserve">Основное </w:t>
            </w:r>
            <w:r w:rsidRPr="00524B25">
              <w:br/>
              <w:t>мероприятие 8.1</w:t>
            </w:r>
          </w:p>
        </w:tc>
        <w:tc>
          <w:tcPr>
            <w:tcW w:w="4500" w:type="dxa"/>
            <w:vMerge w:val="restart"/>
            <w:tcBorders>
              <w:top w:val="single" w:sz="4" w:space="0" w:color="auto"/>
              <w:left w:val="nil"/>
              <w:bottom w:val="single" w:sz="4" w:space="0" w:color="auto"/>
              <w:right w:val="single" w:sz="4" w:space="0" w:color="auto"/>
            </w:tcBorders>
            <w:vAlign w:val="center"/>
          </w:tcPr>
          <w:p w:rsidR="0009156E" w:rsidRPr="00524B25" w:rsidRDefault="0009156E" w:rsidP="00E21409">
            <w:pPr>
              <w:ind w:firstLine="72"/>
              <w:jc w:val="both"/>
              <w:outlineLvl w:val="2"/>
              <w:rPr>
                <w:sz w:val="28"/>
                <w:szCs w:val="28"/>
              </w:rPr>
            </w:pPr>
            <w:r w:rsidRPr="00524B25">
              <w:t>Приобретение автобусов</w:t>
            </w: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всего, в том числе:</w:t>
            </w:r>
          </w:p>
        </w:tc>
        <w:tc>
          <w:tcPr>
            <w:tcW w:w="1260" w:type="dxa"/>
            <w:tcBorders>
              <w:top w:val="single" w:sz="4" w:space="0" w:color="auto"/>
              <w:left w:val="nil"/>
              <w:bottom w:val="single" w:sz="4" w:space="0" w:color="auto"/>
              <w:right w:val="nil"/>
            </w:tcBorders>
            <w:vAlign w:val="bottom"/>
          </w:tcPr>
          <w:p w:rsidR="0009156E" w:rsidRPr="00524B25" w:rsidRDefault="0009156E" w:rsidP="00E21409"/>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E21409">
            <w:r w:rsidRPr="00524B25">
              <w:t>3310</w:t>
            </w:r>
          </w:p>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DF3BAA">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E21409"/>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524B25" w:rsidRDefault="0009156E" w:rsidP="00E21409"/>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E21409">
            <w:r w:rsidRPr="00524B25">
              <w:t>2405,2</w:t>
            </w:r>
          </w:p>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областной бюджет</w:t>
            </w:r>
          </w:p>
        </w:tc>
        <w:tc>
          <w:tcPr>
            <w:tcW w:w="1260" w:type="dxa"/>
            <w:tcBorders>
              <w:top w:val="single" w:sz="4" w:space="0" w:color="auto"/>
              <w:left w:val="nil"/>
              <w:bottom w:val="single" w:sz="4" w:space="0" w:color="auto"/>
              <w:right w:val="nil"/>
            </w:tcBorders>
            <w:vAlign w:val="bottom"/>
          </w:tcPr>
          <w:p w:rsidR="0009156E" w:rsidRPr="00524B25" w:rsidRDefault="0009156E" w:rsidP="00E21409"/>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E21409">
            <w:r w:rsidRPr="00524B25">
              <w:t>871,5</w:t>
            </w:r>
          </w:p>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r>
      <w:tr w:rsidR="0009156E" w:rsidRPr="00FE7C4D" w:rsidTr="00446845">
        <w:trPr>
          <w:trHeight w:val="142"/>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местный бюджет</w:t>
            </w:r>
          </w:p>
        </w:tc>
        <w:tc>
          <w:tcPr>
            <w:tcW w:w="1260" w:type="dxa"/>
            <w:tcBorders>
              <w:top w:val="single" w:sz="4" w:space="0" w:color="auto"/>
              <w:left w:val="nil"/>
              <w:bottom w:val="single" w:sz="4" w:space="0" w:color="auto"/>
              <w:right w:val="nil"/>
            </w:tcBorders>
            <w:vAlign w:val="bottom"/>
          </w:tcPr>
          <w:p w:rsidR="0009156E" w:rsidRPr="00524B25" w:rsidRDefault="0009156E" w:rsidP="00E21409"/>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E21409">
            <w:r w:rsidRPr="00524B25">
              <w:t>33,3</w:t>
            </w:r>
          </w:p>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r w:rsidRPr="00524B25">
              <w:t>0</w:t>
            </w:r>
          </w:p>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524B25" w:rsidRDefault="0009156E" w:rsidP="00E21409"/>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юридические лица</w:t>
            </w:r>
          </w:p>
        </w:tc>
        <w:tc>
          <w:tcPr>
            <w:tcW w:w="1260" w:type="dxa"/>
            <w:tcBorders>
              <w:top w:val="single" w:sz="4" w:space="0" w:color="auto"/>
              <w:left w:val="nil"/>
              <w:bottom w:val="single" w:sz="4" w:space="0" w:color="auto"/>
              <w:right w:val="nil"/>
            </w:tcBorders>
            <w:vAlign w:val="bottom"/>
          </w:tcPr>
          <w:p w:rsidR="0009156E" w:rsidRPr="00524B25" w:rsidRDefault="0009156E" w:rsidP="00E21409"/>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524B25" w:rsidRDefault="0009156E"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524B25" w:rsidRDefault="0009156E"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524B25" w:rsidRDefault="0009156E" w:rsidP="00E21409">
            <w:r w:rsidRPr="00524B25">
              <w:t>физические лица</w:t>
            </w:r>
          </w:p>
        </w:tc>
        <w:tc>
          <w:tcPr>
            <w:tcW w:w="1260" w:type="dxa"/>
            <w:tcBorders>
              <w:top w:val="single" w:sz="4" w:space="0" w:color="auto"/>
              <w:left w:val="nil"/>
              <w:bottom w:val="single" w:sz="4" w:space="0" w:color="auto"/>
              <w:right w:val="nil"/>
            </w:tcBorders>
            <w:vAlign w:val="bottom"/>
          </w:tcPr>
          <w:p w:rsidR="0009156E" w:rsidRPr="00524B25" w:rsidRDefault="0009156E" w:rsidP="00E21409"/>
        </w:tc>
        <w:tc>
          <w:tcPr>
            <w:tcW w:w="1080" w:type="dxa"/>
            <w:tcBorders>
              <w:top w:val="single" w:sz="4" w:space="0" w:color="auto"/>
              <w:left w:val="single" w:sz="4" w:space="0" w:color="auto"/>
              <w:bottom w:val="single" w:sz="4" w:space="0" w:color="auto"/>
              <w:right w:val="single" w:sz="4" w:space="0" w:color="auto"/>
            </w:tcBorders>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E21409"/>
        </w:tc>
      </w:tr>
      <w:tr w:rsidR="0009156E"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446845">
            <w:r w:rsidRPr="00491084">
              <w:t xml:space="preserve">Основное </w:t>
            </w:r>
            <w:r w:rsidRPr="00491084">
              <w:br/>
              <w:t>мероприятие 8.2</w:t>
            </w:r>
          </w:p>
        </w:tc>
        <w:tc>
          <w:tcPr>
            <w:tcW w:w="4500" w:type="dxa"/>
            <w:vMerge w:val="restart"/>
            <w:tcBorders>
              <w:top w:val="single" w:sz="4" w:space="0" w:color="auto"/>
              <w:left w:val="nil"/>
              <w:bottom w:val="single" w:sz="4" w:space="0" w:color="auto"/>
              <w:right w:val="single" w:sz="4" w:space="0" w:color="auto"/>
            </w:tcBorders>
            <w:vAlign w:val="center"/>
          </w:tcPr>
          <w:p w:rsidR="0009156E" w:rsidRPr="00491084" w:rsidRDefault="0009156E" w:rsidP="00446845">
            <w:pPr>
              <w:tabs>
                <w:tab w:val="num" w:pos="82"/>
              </w:tabs>
              <w:ind w:left="82"/>
              <w:rPr>
                <w:b/>
              </w:rPr>
            </w:pPr>
            <w:r w:rsidRPr="00491084">
              <w:t>Предоставление субсидий из районного бюджета на компенсацию потерь в доходах транспортных предприятий , возникающих вследствие регулирования  тарифов на перевозку пассажиров автомобильным транспортом общего пользования.</w:t>
            </w:r>
          </w:p>
          <w:p w:rsidR="0009156E" w:rsidRPr="00491084" w:rsidRDefault="0009156E" w:rsidP="00446845">
            <w:pPr>
              <w:rPr>
                <w:b/>
              </w:rPr>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всего, в том числе:</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200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областной бюджет</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местный бюджет</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200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юридические лица</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физические лица</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09156E" w:rsidRPr="00491084" w:rsidRDefault="0009156E" w:rsidP="00446845">
            <w:pPr>
              <w:ind w:right="-57"/>
            </w:pPr>
            <w:r w:rsidRPr="00491084">
              <w:lastRenderedPageBreak/>
              <w:t>1</w:t>
            </w:r>
          </w:p>
        </w:tc>
        <w:tc>
          <w:tcPr>
            <w:tcW w:w="4500" w:type="dxa"/>
            <w:tcBorders>
              <w:top w:val="single" w:sz="4" w:space="0" w:color="auto"/>
              <w:left w:val="nil"/>
              <w:bottom w:val="single" w:sz="4" w:space="0" w:color="auto"/>
              <w:right w:val="single" w:sz="4" w:space="0" w:color="auto"/>
            </w:tcBorders>
            <w:vAlign w:val="center"/>
          </w:tcPr>
          <w:p w:rsidR="0009156E" w:rsidRPr="00491084" w:rsidRDefault="0009156E" w:rsidP="00446845">
            <w:pPr>
              <w:jc w:val="both"/>
              <w:outlineLvl w:val="2"/>
            </w:pPr>
            <w:r w:rsidRPr="00491084">
              <w:t>2</w:t>
            </w: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3</w:t>
            </w:r>
          </w:p>
        </w:tc>
        <w:tc>
          <w:tcPr>
            <w:tcW w:w="1260" w:type="dxa"/>
            <w:tcBorders>
              <w:top w:val="single" w:sz="4" w:space="0" w:color="auto"/>
              <w:left w:val="nil"/>
              <w:bottom w:val="single" w:sz="4" w:space="0" w:color="auto"/>
              <w:right w:val="nil"/>
            </w:tcBorders>
            <w:vAlign w:val="bottom"/>
          </w:tcPr>
          <w:p w:rsidR="0009156E" w:rsidRPr="00491084" w:rsidRDefault="0009156E" w:rsidP="00446845">
            <w:r w:rsidRPr="00491084">
              <w:t>4</w:t>
            </w:r>
          </w:p>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r w:rsidRPr="00491084">
              <w:t>5</w:t>
            </w:r>
          </w:p>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r w:rsidRPr="00491084">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r w:rsidRPr="00491084">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r>
              <w:t>9</w:t>
            </w:r>
          </w:p>
        </w:tc>
      </w:tr>
      <w:tr w:rsidR="0009156E"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09156E" w:rsidRPr="00491084" w:rsidRDefault="0009156E" w:rsidP="00446845">
            <w:r w:rsidRPr="00491084">
              <w:t xml:space="preserve">Основное </w:t>
            </w:r>
            <w:r w:rsidRPr="00491084">
              <w:br/>
              <w:t>мероприятие 8.3</w:t>
            </w:r>
          </w:p>
        </w:tc>
        <w:tc>
          <w:tcPr>
            <w:tcW w:w="4500" w:type="dxa"/>
            <w:vMerge w:val="restart"/>
            <w:tcBorders>
              <w:top w:val="single" w:sz="4" w:space="0" w:color="auto"/>
              <w:left w:val="nil"/>
              <w:right w:val="single" w:sz="4" w:space="0" w:color="auto"/>
            </w:tcBorders>
            <w:vAlign w:val="center"/>
          </w:tcPr>
          <w:p w:rsidR="0009156E" w:rsidRPr="00491084" w:rsidRDefault="0009156E" w:rsidP="00446845">
            <w:r w:rsidRPr="00491084">
              <w:t>По развитию сети автомобильных дорог общего пользования местного значения.</w:t>
            </w:r>
          </w:p>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всего, в том числе:</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DF3BAA">
            <w:r w:rsidRPr="00491084">
              <w:t>1</w:t>
            </w:r>
            <w:r>
              <w:t>035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r>
              <w:t>3775,9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r>
              <w:t>3310,8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r>
              <w:t>4834,9</w:t>
            </w: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left w:val="nil"/>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left w:val="nil"/>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областной бюджет</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left w:val="nil"/>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местный бюджет</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DF3BAA">
            <w:r w:rsidRPr="00491084">
              <w:t>1</w:t>
            </w:r>
            <w:r>
              <w:t>035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DE5787">
            <w:r>
              <w:t>3775,9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DE5787">
            <w:r>
              <w:t>3310,8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DE5787">
            <w:r>
              <w:t>4834,9</w:t>
            </w:r>
          </w:p>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left w:val="nil"/>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left w:val="nil"/>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юридические лица</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r w:rsidR="0009156E" w:rsidRPr="00FE7C4D"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09156E" w:rsidRPr="00491084" w:rsidRDefault="0009156E" w:rsidP="00446845">
            <w:pPr>
              <w:ind w:right="-57"/>
            </w:pPr>
          </w:p>
        </w:tc>
        <w:tc>
          <w:tcPr>
            <w:tcW w:w="4500" w:type="dxa"/>
            <w:vMerge/>
            <w:tcBorders>
              <w:left w:val="nil"/>
              <w:bottom w:val="single" w:sz="4" w:space="0" w:color="auto"/>
              <w:right w:val="single" w:sz="4" w:space="0" w:color="auto"/>
            </w:tcBorders>
            <w:vAlign w:val="center"/>
          </w:tcPr>
          <w:p w:rsidR="0009156E" w:rsidRPr="00491084" w:rsidRDefault="0009156E"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09156E" w:rsidRPr="00491084" w:rsidRDefault="0009156E" w:rsidP="00446845">
            <w:r w:rsidRPr="00491084">
              <w:t>физические лица</w:t>
            </w:r>
          </w:p>
        </w:tc>
        <w:tc>
          <w:tcPr>
            <w:tcW w:w="1260" w:type="dxa"/>
            <w:tcBorders>
              <w:top w:val="single" w:sz="4" w:space="0" w:color="auto"/>
              <w:left w:val="nil"/>
              <w:bottom w:val="single" w:sz="4" w:space="0" w:color="auto"/>
              <w:right w:val="nil"/>
            </w:tcBorders>
            <w:vAlign w:val="bottom"/>
          </w:tcPr>
          <w:p w:rsidR="0009156E" w:rsidRPr="00491084" w:rsidRDefault="0009156E" w:rsidP="00446845"/>
        </w:tc>
        <w:tc>
          <w:tcPr>
            <w:tcW w:w="1080" w:type="dxa"/>
            <w:tcBorders>
              <w:top w:val="single" w:sz="4" w:space="0" w:color="auto"/>
              <w:left w:val="single" w:sz="4" w:space="0" w:color="auto"/>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491084" w:rsidRDefault="0009156E"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09156E" w:rsidRPr="00524B25" w:rsidRDefault="0009156E" w:rsidP="00446845"/>
        </w:tc>
      </w:tr>
    </w:tbl>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Default="0009156E" w:rsidP="003935BE">
      <w:pPr>
        <w:pStyle w:val="ConsPlusNormal"/>
        <w:ind w:firstLine="0"/>
        <w:jc w:val="right"/>
        <w:outlineLvl w:val="3"/>
        <w:rPr>
          <w:rFonts w:ascii="Times New Roman" w:hAnsi="Times New Roman"/>
          <w:sz w:val="26"/>
          <w:szCs w:val="26"/>
        </w:rPr>
      </w:pPr>
    </w:p>
    <w:p w:rsidR="0009156E" w:rsidRPr="004D300B" w:rsidRDefault="0009156E"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4</w:t>
      </w:r>
    </w:p>
    <w:p w:rsidR="0009156E" w:rsidRPr="004D300B" w:rsidRDefault="0009156E" w:rsidP="003935BE">
      <w:pPr>
        <w:jc w:val="center"/>
        <w:rPr>
          <w:b/>
          <w:sz w:val="26"/>
          <w:szCs w:val="26"/>
        </w:rPr>
      </w:pPr>
    </w:p>
    <w:p w:rsidR="0009156E" w:rsidRDefault="0009156E" w:rsidP="003935BE">
      <w:pPr>
        <w:jc w:val="center"/>
        <w:rPr>
          <w:b/>
          <w:sz w:val="26"/>
          <w:szCs w:val="26"/>
        </w:rPr>
      </w:pPr>
    </w:p>
    <w:p w:rsidR="0009156E" w:rsidRDefault="0009156E" w:rsidP="003935BE">
      <w:pPr>
        <w:jc w:val="center"/>
        <w:rPr>
          <w:b/>
          <w:sz w:val="26"/>
          <w:szCs w:val="26"/>
        </w:rPr>
      </w:pPr>
      <w:r w:rsidRPr="00CB2564">
        <w:rPr>
          <w:b/>
          <w:sz w:val="26"/>
          <w:szCs w:val="26"/>
        </w:rPr>
        <w:t xml:space="preserve">План реализации муниципальной программы Таловского муниципального района </w:t>
      </w:r>
      <w:r w:rsidRPr="00CB2564">
        <w:rPr>
          <w:b/>
          <w:sz w:val="26"/>
          <w:szCs w:val="26"/>
        </w:rPr>
        <w:br/>
        <w:t>«Муниципальное управление и гражданское общество  на 2014-2019 гг» на 2014 год</w:t>
      </w:r>
    </w:p>
    <w:p w:rsidR="0009156E" w:rsidRDefault="0009156E" w:rsidP="003935BE">
      <w:pPr>
        <w:jc w:val="center"/>
        <w:rPr>
          <w:b/>
          <w:sz w:val="26"/>
          <w:szCs w:val="26"/>
        </w:rPr>
      </w:pPr>
    </w:p>
    <w:p w:rsidR="0009156E" w:rsidRPr="00CB2564" w:rsidRDefault="0009156E" w:rsidP="003935BE">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09156E" w:rsidRPr="004D300B" w:rsidTr="00357AC8">
        <w:tc>
          <w:tcPr>
            <w:tcW w:w="828" w:type="dxa"/>
            <w:vMerge w:val="restart"/>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реа-лизацииподпро-граммы, основ-ного мероприятия, мероприятия в очередном финансовом году</w:t>
            </w:r>
          </w:p>
        </w:tc>
        <w:tc>
          <w:tcPr>
            <w:tcW w:w="1498" w:type="dxa"/>
            <w:vMerge w:val="restart"/>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09156E" w:rsidRPr="004D300B" w:rsidTr="00357AC8">
        <w:tc>
          <w:tcPr>
            <w:tcW w:w="828" w:type="dxa"/>
            <w:vMerge/>
          </w:tcPr>
          <w:p w:rsidR="0009156E" w:rsidRPr="004D300B" w:rsidRDefault="0009156E" w:rsidP="00357AC8">
            <w:pPr>
              <w:pStyle w:val="ConsPlusNormal"/>
              <w:ind w:firstLine="0"/>
              <w:rPr>
                <w:rFonts w:ascii="Times New Roman" w:hAnsi="Times New Roman"/>
                <w:b/>
                <w:sz w:val="28"/>
                <w:szCs w:val="28"/>
              </w:rPr>
            </w:pPr>
          </w:p>
        </w:tc>
        <w:tc>
          <w:tcPr>
            <w:tcW w:w="1620" w:type="dxa"/>
            <w:vMerge/>
          </w:tcPr>
          <w:p w:rsidR="0009156E" w:rsidRPr="004D300B" w:rsidRDefault="0009156E" w:rsidP="00357AC8">
            <w:pPr>
              <w:pStyle w:val="ConsPlusNormal"/>
              <w:ind w:firstLine="0"/>
              <w:rPr>
                <w:rFonts w:ascii="Times New Roman" w:hAnsi="Times New Roman"/>
                <w:b/>
                <w:sz w:val="28"/>
                <w:szCs w:val="28"/>
              </w:rPr>
            </w:pPr>
          </w:p>
        </w:tc>
        <w:tc>
          <w:tcPr>
            <w:tcW w:w="2880" w:type="dxa"/>
            <w:vMerge/>
          </w:tcPr>
          <w:p w:rsidR="0009156E" w:rsidRPr="004D300B" w:rsidRDefault="0009156E" w:rsidP="00357AC8">
            <w:pPr>
              <w:pStyle w:val="ConsPlusNormal"/>
              <w:ind w:firstLine="0"/>
              <w:rPr>
                <w:rFonts w:ascii="Times New Roman" w:hAnsi="Times New Roman"/>
                <w:b/>
                <w:sz w:val="28"/>
                <w:szCs w:val="28"/>
              </w:rPr>
            </w:pPr>
          </w:p>
        </w:tc>
        <w:tc>
          <w:tcPr>
            <w:tcW w:w="2160" w:type="dxa"/>
            <w:vMerge/>
          </w:tcPr>
          <w:p w:rsidR="0009156E" w:rsidRPr="004D300B" w:rsidRDefault="0009156E" w:rsidP="00357AC8">
            <w:pPr>
              <w:pStyle w:val="ConsPlusNormal"/>
              <w:ind w:firstLine="0"/>
              <w:rPr>
                <w:rFonts w:ascii="Times New Roman" w:hAnsi="Times New Roman"/>
                <w:b/>
                <w:sz w:val="28"/>
                <w:szCs w:val="28"/>
              </w:rPr>
            </w:pPr>
          </w:p>
        </w:tc>
        <w:tc>
          <w:tcPr>
            <w:tcW w:w="1260"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09156E" w:rsidRPr="004D300B" w:rsidRDefault="0009156E" w:rsidP="00357AC8">
            <w:pPr>
              <w:pStyle w:val="ConsPlusNormal"/>
              <w:ind w:firstLine="0"/>
              <w:rPr>
                <w:rFonts w:ascii="Times New Roman" w:hAnsi="Times New Roman"/>
                <w:b/>
                <w:sz w:val="28"/>
                <w:szCs w:val="28"/>
              </w:rPr>
            </w:pPr>
          </w:p>
        </w:tc>
        <w:tc>
          <w:tcPr>
            <w:tcW w:w="1498" w:type="dxa"/>
            <w:vMerge/>
          </w:tcPr>
          <w:p w:rsidR="0009156E" w:rsidRPr="004D300B" w:rsidRDefault="0009156E" w:rsidP="00357AC8">
            <w:pPr>
              <w:pStyle w:val="ConsPlusNormal"/>
              <w:ind w:firstLine="0"/>
              <w:rPr>
                <w:rFonts w:ascii="Times New Roman" w:hAnsi="Times New Roman"/>
                <w:b/>
                <w:sz w:val="28"/>
                <w:szCs w:val="28"/>
              </w:rPr>
            </w:pPr>
          </w:p>
        </w:tc>
        <w:tc>
          <w:tcPr>
            <w:tcW w:w="1742" w:type="dxa"/>
            <w:vMerge/>
          </w:tcPr>
          <w:p w:rsidR="0009156E" w:rsidRPr="004D300B" w:rsidRDefault="0009156E" w:rsidP="00357AC8">
            <w:pPr>
              <w:pStyle w:val="ConsPlusNormal"/>
              <w:ind w:firstLine="0"/>
              <w:rPr>
                <w:rFonts w:ascii="Times New Roman" w:hAnsi="Times New Roman"/>
                <w:b/>
                <w:sz w:val="28"/>
                <w:szCs w:val="28"/>
              </w:rPr>
            </w:pPr>
          </w:p>
        </w:tc>
      </w:tr>
      <w:tr w:rsidR="0009156E" w:rsidRPr="004D300B" w:rsidTr="00357AC8">
        <w:tc>
          <w:tcPr>
            <w:tcW w:w="828" w:type="dxa"/>
          </w:tcPr>
          <w:p w:rsidR="0009156E" w:rsidRPr="004D300B" w:rsidRDefault="0009156E" w:rsidP="00357AC8">
            <w:r w:rsidRPr="004D300B">
              <w:t>1</w:t>
            </w:r>
          </w:p>
        </w:tc>
        <w:tc>
          <w:tcPr>
            <w:tcW w:w="1620" w:type="dxa"/>
            <w:vAlign w:val="center"/>
          </w:tcPr>
          <w:p w:rsidR="0009156E" w:rsidRPr="004D300B" w:rsidRDefault="0009156E" w:rsidP="00357AC8">
            <w:r w:rsidRPr="004D300B">
              <w:t>2</w:t>
            </w:r>
          </w:p>
        </w:tc>
        <w:tc>
          <w:tcPr>
            <w:tcW w:w="2880" w:type="dxa"/>
            <w:vAlign w:val="center"/>
          </w:tcPr>
          <w:p w:rsidR="0009156E" w:rsidRPr="004D300B" w:rsidRDefault="0009156E" w:rsidP="00357AC8">
            <w:r w:rsidRPr="004D300B">
              <w:t>3</w:t>
            </w:r>
          </w:p>
        </w:tc>
        <w:tc>
          <w:tcPr>
            <w:tcW w:w="2160" w:type="dxa"/>
            <w:vAlign w:val="center"/>
          </w:tcPr>
          <w:p w:rsidR="0009156E" w:rsidRPr="004D300B" w:rsidRDefault="0009156E" w:rsidP="00357AC8">
            <w:r w:rsidRPr="004D300B">
              <w:t>4</w:t>
            </w:r>
          </w:p>
        </w:tc>
        <w:tc>
          <w:tcPr>
            <w:tcW w:w="1260" w:type="dxa"/>
            <w:vAlign w:val="center"/>
          </w:tcPr>
          <w:p w:rsidR="0009156E" w:rsidRPr="004D300B" w:rsidRDefault="0009156E" w:rsidP="00357AC8">
            <w:r w:rsidRPr="004D300B">
              <w:t>5</w:t>
            </w:r>
          </w:p>
        </w:tc>
        <w:tc>
          <w:tcPr>
            <w:tcW w:w="1453" w:type="dxa"/>
            <w:vAlign w:val="center"/>
          </w:tcPr>
          <w:p w:rsidR="0009156E" w:rsidRPr="004D300B" w:rsidRDefault="0009156E" w:rsidP="00357AC8">
            <w:r w:rsidRPr="004D300B">
              <w:t>6</w:t>
            </w:r>
          </w:p>
        </w:tc>
        <w:tc>
          <w:tcPr>
            <w:tcW w:w="2147" w:type="dxa"/>
            <w:vAlign w:val="center"/>
          </w:tcPr>
          <w:p w:rsidR="0009156E" w:rsidRPr="004D300B" w:rsidRDefault="0009156E" w:rsidP="00357AC8">
            <w:r w:rsidRPr="004D300B">
              <w:t>7</w:t>
            </w:r>
          </w:p>
        </w:tc>
        <w:tc>
          <w:tcPr>
            <w:tcW w:w="1498" w:type="dxa"/>
            <w:vAlign w:val="center"/>
          </w:tcPr>
          <w:p w:rsidR="0009156E" w:rsidRPr="004D300B" w:rsidRDefault="0009156E" w:rsidP="00357AC8">
            <w:r w:rsidRPr="004D300B">
              <w:t>8</w:t>
            </w:r>
          </w:p>
        </w:tc>
        <w:tc>
          <w:tcPr>
            <w:tcW w:w="1742" w:type="dxa"/>
            <w:vAlign w:val="center"/>
          </w:tcPr>
          <w:p w:rsidR="0009156E" w:rsidRPr="004D300B" w:rsidRDefault="0009156E" w:rsidP="00357AC8">
            <w:r w:rsidRPr="004D300B">
              <w:t>9</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09156E" w:rsidRPr="004D300B" w:rsidRDefault="0009156E" w:rsidP="00357AC8">
            <w:r w:rsidRPr="004D300B">
              <w:rPr>
                <w:b/>
              </w:rPr>
              <w:t>ПОДПРОГРАММА 1</w:t>
            </w:r>
          </w:p>
        </w:tc>
        <w:tc>
          <w:tcPr>
            <w:tcW w:w="2880" w:type="dxa"/>
            <w:vAlign w:val="center"/>
          </w:tcPr>
          <w:p w:rsidR="0009156E" w:rsidRPr="004D300B" w:rsidRDefault="0009156E" w:rsidP="00357AC8">
            <w:r w:rsidRPr="004D300B">
              <w:rPr>
                <w:b/>
              </w:rPr>
              <w:t>«Создание условий для обеспечения муници-пального управления»</w:t>
            </w:r>
          </w:p>
        </w:tc>
        <w:tc>
          <w:tcPr>
            <w:tcW w:w="2160"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sz w:val="24"/>
                <w:szCs w:val="24"/>
              </w:rPr>
            </w:pPr>
          </w:p>
        </w:tc>
        <w:tc>
          <w:tcPr>
            <w:tcW w:w="1498" w:type="dxa"/>
          </w:tcPr>
          <w:p w:rsidR="0009156E" w:rsidRPr="004D300B" w:rsidRDefault="0009156E" w:rsidP="00357AC8">
            <w:pPr>
              <w:pStyle w:val="ConsPlusNormal"/>
              <w:ind w:firstLine="0"/>
              <w:rPr>
                <w:rFonts w:ascii="Times New Roman" w:hAnsi="Times New Roman"/>
                <w:b/>
                <w:sz w:val="24"/>
                <w:szCs w:val="24"/>
              </w:rPr>
            </w:pPr>
          </w:p>
        </w:tc>
        <w:tc>
          <w:tcPr>
            <w:tcW w:w="1742" w:type="dxa"/>
          </w:tcPr>
          <w:p w:rsidR="0009156E" w:rsidRPr="00C06E81" w:rsidRDefault="0009156E" w:rsidP="00357AC8">
            <w:pPr>
              <w:pStyle w:val="ConsPlusNormal"/>
              <w:ind w:firstLine="0"/>
              <w:rPr>
                <w:rFonts w:ascii="Times New Roman" w:hAnsi="Times New Roman"/>
                <w:b/>
                <w:sz w:val="24"/>
                <w:szCs w:val="24"/>
              </w:rPr>
            </w:pPr>
            <w:r w:rsidRPr="00C06E81">
              <w:rPr>
                <w:rFonts w:ascii="Times New Roman" w:hAnsi="Times New Roman"/>
                <w:b/>
                <w:sz w:val="24"/>
                <w:szCs w:val="24"/>
              </w:rPr>
              <w:t>2</w:t>
            </w:r>
            <w:r>
              <w:rPr>
                <w:rFonts w:ascii="Times New Roman" w:hAnsi="Times New Roman"/>
                <w:b/>
                <w:sz w:val="24"/>
                <w:szCs w:val="24"/>
              </w:rPr>
              <w:t>4062,3</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t>1.1</w:t>
            </w:r>
          </w:p>
        </w:tc>
        <w:tc>
          <w:tcPr>
            <w:tcW w:w="1620" w:type="dxa"/>
          </w:tcPr>
          <w:p w:rsidR="0009156E" w:rsidRPr="004D300B" w:rsidRDefault="0009156E" w:rsidP="00357AC8">
            <w:pPr>
              <w:ind w:right="-57"/>
            </w:pPr>
            <w:r w:rsidRPr="004D300B">
              <w:t xml:space="preserve">Основное мероприятие </w:t>
            </w:r>
          </w:p>
        </w:tc>
        <w:tc>
          <w:tcPr>
            <w:tcW w:w="2880" w:type="dxa"/>
            <w:vAlign w:val="center"/>
          </w:tcPr>
          <w:p w:rsidR="0009156E" w:rsidRDefault="0009156E" w:rsidP="00357AC8">
            <w:pPr>
              <w:ind w:right="-57"/>
              <w:rPr>
                <w:rFonts w:eastAsia="Times New Roman"/>
                <w:sz w:val="20"/>
                <w:szCs w:val="20"/>
                <w:lang w:eastAsia="ru-RU"/>
              </w:rPr>
            </w:pPr>
            <w:r w:rsidRPr="004D300B">
              <w:rPr>
                <w:sz w:val="20"/>
                <w:szCs w:val="20"/>
              </w:rPr>
              <w:t xml:space="preserve">Обеспечение  функциони-рования  администрации Таловского муниципальногорайона и своевременное и качест-венное материально-техническое обеспечение дея-тельностиадмини-страции Таловского муниципального района. </w:t>
            </w:r>
            <w:r w:rsidRPr="004D300B">
              <w:rPr>
                <w:rFonts w:eastAsia="Times New Roman"/>
                <w:sz w:val="20"/>
                <w:szCs w:val="20"/>
                <w:lang w:eastAsia="ru-RU"/>
              </w:rPr>
              <w:t>Использование совре-менныхинформа-ционно-коммуникационных техно-логий. Перевод  муниципаль-ных услуг в электронный вид.</w:t>
            </w:r>
          </w:p>
          <w:p w:rsidR="0009156E" w:rsidRDefault="0009156E" w:rsidP="00357AC8">
            <w:pPr>
              <w:ind w:right="-57"/>
              <w:rPr>
                <w:rFonts w:eastAsia="Times New Roman"/>
                <w:sz w:val="20"/>
                <w:szCs w:val="20"/>
                <w:lang w:eastAsia="ru-RU"/>
              </w:rPr>
            </w:pPr>
          </w:p>
          <w:p w:rsidR="0009156E" w:rsidRPr="004D300B" w:rsidRDefault="0009156E" w:rsidP="00357AC8">
            <w:pPr>
              <w:ind w:right="-57"/>
            </w:pPr>
          </w:p>
        </w:tc>
        <w:tc>
          <w:tcPr>
            <w:tcW w:w="2160"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09156E" w:rsidRPr="004D300B" w:rsidRDefault="0009156E" w:rsidP="00357AC8">
            <w:pPr>
              <w:pStyle w:val="ConsPlusNormal"/>
              <w:ind w:firstLine="0"/>
              <w:rPr>
                <w:rFonts w:ascii="Times New Roman" w:hAnsi="Times New Roman"/>
                <w:b/>
                <w:sz w:val="24"/>
                <w:szCs w:val="24"/>
              </w:rPr>
            </w:pP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01040518201</w:t>
            </w:r>
          </w:p>
          <w:p w:rsidR="0009156E" w:rsidRPr="004D300B" w:rsidRDefault="0009156E" w:rsidP="00357AC8">
            <w:pPr>
              <w:pStyle w:val="ConsPlusNormal"/>
              <w:ind w:firstLine="0"/>
              <w:rPr>
                <w:rFonts w:ascii="Times New Roman" w:hAnsi="Times New Roman"/>
              </w:rPr>
            </w:pPr>
            <w:r w:rsidRPr="004D300B">
              <w:rPr>
                <w:rFonts w:ascii="Times New Roman" w:hAnsi="Times New Roman"/>
              </w:rPr>
              <w:t>01040518202</w:t>
            </w:r>
          </w:p>
          <w:p w:rsidR="0009156E" w:rsidRPr="004D300B" w:rsidRDefault="0009156E" w:rsidP="00357AC8">
            <w:pPr>
              <w:pStyle w:val="ConsPlusNormal"/>
              <w:ind w:firstLine="0"/>
              <w:rPr>
                <w:rFonts w:ascii="Times New Roman" w:hAnsi="Times New Roman"/>
              </w:rPr>
            </w:pPr>
            <w:r w:rsidRPr="004D300B">
              <w:rPr>
                <w:rFonts w:ascii="Times New Roman" w:hAnsi="Times New Roman"/>
              </w:rPr>
              <w:t>01130517847</w:t>
            </w:r>
          </w:p>
          <w:p w:rsidR="0009156E" w:rsidRPr="004D300B" w:rsidRDefault="0009156E" w:rsidP="00357AC8">
            <w:pPr>
              <w:pStyle w:val="ConsPlusNormal"/>
              <w:ind w:firstLine="0"/>
              <w:rPr>
                <w:rFonts w:ascii="Times New Roman" w:hAnsi="Times New Roman"/>
              </w:rPr>
            </w:pPr>
            <w:r w:rsidRPr="004D300B">
              <w:rPr>
                <w:rFonts w:ascii="Times New Roman" w:hAnsi="Times New Roman"/>
              </w:rPr>
              <w:t>01130517809</w:t>
            </w:r>
          </w:p>
          <w:p w:rsidR="0009156E" w:rsidRDefault="0009156E" w:rsidP="00357AC8">
            <w:pPr>
              <w:pStyle w:val="ConsPlusNormal"/>
              <w:ind w:firstLine="0"/>
              <w:rPr>
                <w:rFonts w:ascii="Times New Roman" w:hAnsi="Times New Roman"/>
              </w:rPr>
            </w:pPr>
            <w:r w:rsidRPr="004D300B">
              <w:rPr>
                <w:rFonts w:ascii="Times New Roman" w:hAnsi="Times New Roman"/>
              </w:rPr>
              <w:t>01130517808</w:t>
            </w:r>
          </w:p>
          <w:p w:rsidR="0009156E" w:rsidRDefault="0009156E" w:rsidP="00357AC8">
            <w:pPr>
              <w:pStyle w:val="ConsPlusNormal"/>
              <w:ind w:firstLine="0"/>
              <w:rPr>
                <w:rFonts w:ascii="Times New Roman" w:hAnsi="Times New Roman"/>
              </w:rPr>
            </w:pPr>
            <w:r>
              <w:rPr>
                <w:rFonts w:ascii="Times New Roman" w:hAnsi="Times New Roman"/>
              </w:rPr>
              <w:t>01040518054</w:t>
            </w:r>
          </w:p>
          <w:p w:rsidR="0009156E" w:rsidRDefault="0009156E" w:rsidP="00357AC8">
            <w:pPr>
              <w:pStyle w:val="ConsPlusNormal"/>
              <w:ind w:firstLine="0"/>
              <w:rPr>
                <w:rFonts w:ascii="Times New Roman" w:hAnsi="Times New Roman"/>
              </w:rPr>
            </w:pPr>
            <w:r>
              <w:rPr>
                <w:rFonts w:ascii="Times New Roman" w:hAnsi="Times New Roman"/>
              </w:rPr>
              <w:t>01130518020</w:t>
            </w:r>
          </w:p>
          <w:p w:rsidR="0009156E" w:rsidRPr="004D300B" w:rsidRDefault="0009156E" w:rsidP="00357AC8">
            <w:pPr>
              <w:pStyle w:val="ConsPlusNormal"/>
              <w:ind w:firstLine="0"/>
              <w:rPr>
                <w:rFonts w:ascii="Times New Roman" w:hAnsi="Times New Roman"/>
              </w:rPr>
            </w:pPr>
            <w:r>
              <w:rPr>
                <w:rFonts w:ascii="Times New Roman" w:hAnsi="Times New Roman"/>
              </w:rPr>
              <w:t>02030517035</w:t>
            </w:r>
          </w:p>
        </w:tc>
        <w:tc>
          <w:tcPr>
            <w:tcW w:w="1742"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b/>
                <w:sz w:val="24"/>
                <w:szCs w:val="24"/>
              </w:rPr>
              <w:t>19</w:t>
            </w:r>
            <w:r>
              <w:rPr>
                <w:rFonts w:ascii="Times New Roman" w:hAnsi="Times New Roman"/>
                <w:b/>
                <w:sz w:val="24"/>
                <w:szCs w:val="24"/>
              </w:rPr>
              <w:t>355,2</w:t>
            </w:r>
          </w:p>
        </w:tc>
      </w:tr>
      <w:tr w:rsidR="0009156E" w:rsidRPr="004D300B" w:rsidTr="00357AC8">
        <w:tc>
          <w:tcPr>
            <w:tcW w:w="828" w:type="dxa"/>
          </w:tcPr>
          <w:p w:rsidR="0009156E" w:rsidRPr="004D300B" w:rsidRDefault="0009156E" w:rsidP="00357AC8">
            <w:r w:rsidRPr="004D300B">
              <w:t>1</w:t>
            </w:r>
          </w:p>
        </w:tc>
        <w:tc>
          <w:tcPr>
            <w:tcW w:w="1620" w:type="dxa"/>
            <w:vAlign w:val="center"/>
          </w:tcPr>
          <w:p w:rsidR="0009156E" w:rsidRPr="004D300B" w:rsidRDefault="0009156E" w:rsidP="00357AC8">
            <w:r w:rsidRPr="004D300B">
              <w:t>2</w:t>
            </w:r>
          </w:p>
        </w:tc>
        <w:tc>
          <w:tcPr>
            <w:tcW w:w="2880" w:type="dxa"/>
            <w:vAlign w:val="center"/>
          </w:tcPr>
          <w:p w:rsidR="0009156E" w:rsidRPr="004D300B" w:rsidRDefault="0009156E" w:rsidP="00357AC8">
            <w:r w:rsidRPr="004D300B">
              <w:t>3</w:t>
            </w:r>
          </w:p>
        </w:tc>
        <w:tc>
          <w:tcPr>
            <w:tcW w:w="2160" w:type="dxa"/>
            <w:vAlign w:val="center"/>
          </w:tcPr>
          <w:p w:rsidR="0009156E" w:rsidRPr="004D300B" w:rsidRDefault="0009156E" w:rsidP="00357AC8">
            <w:r w:rsidRPr="004D300B">
              <w:t>4</w:t>
            </w:r>
          </w:p>
        </w:tc>
        <w:tc>
          <w:tcPr>
            <w:tcW w:w="1260" w:type="dxa"/>
            <w:vAlign w:val="center"/>
          </w:tcPr>
          <w:p w:rsidR="0009156E" w:rsidRPr="004D300B" w:rsidRDefault="0009156E" w:rsidP="00357AC8">
            <w:r w:rsidRPr="004D300B">
              <w:t>5</w:t>
            </w:r>
          </w:p>
        </w:tc>
        <w:tc>
          <w:tcPr>
            <w:tcW w:w="1453" w:type="dxa"/>
            <w:vAlign w:val="center"/>
          </w:tcPr>
          <w:p w:rsidR="0009156E" w:rsidRPr="004D300B" w:rsidRDefault="0009156E" w:rsidP="00357AC8">
            <w:r w:rsidRPr="004D300B">
              <w:t>6</w:t>
            </w:r>
          </w:p>
        </w:tc>
        <w:tc>
          <w:tcPr>
            <w:tcW w:w="2147" w:type="dxa"/>
            <w:vAlign w:val="center"/>
          </w:tcPr>
          <w:p w:rsidR="0009156E" w:rsidRPr="004D300B" w:rsidRDefault="0009156E" w:rsidP="00357AC8">
            <w:r w:rsidRPr="004D300B">
              <w:t>7</w:t>
            </w:r>
          </w:p>
        </w:tc>
        <w:tc>
          <w:tcPr>
            <w:tcW w:w="1498" w:type="dxa"/>
            <w:vAlign w:val="center"/>
          </w:tcPr>
          <w:p w:rsidR="0009156E" w:rsidRPr="004D300B" w:rsidRDefault="0009156E" w:rsidP="00357AC8">
            <w:r w:rsidRPr="004D300B">
              <w:rPr>
                <w:sz w:val="22"/>
                <w:szCs w:val="22"/>
              </w:rPr>
              <w:t>8</w:t>
            </w:r>
          </w:p>
        </w:tc>
        <w:tc>
          <w:tcPr>
            <w:tcW w:w="1742" w:type="dxa"/>
            <w:vAlign w:val="center"/>
          </w:tcPr>
          <w:p w:rsidR="0009156E" w:rsidRPr="004D300B" w:rsidRDefault="0009156E" w:rsidP="00357AC8">
            <w:r w:rsidRPr="004D300B">
              <w:t>9</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t>1.2</w:t>
            </w:r>
          </w:p>
        </w:tc>
        <w:tc>
          <w:tcPr>
            <w:tcW w:w="1620" w:type="dxa"/>
          </w:tcPr>
          <w:p w:rsidR="0009156E" w:rsidRPr="004D300B" w:rsidRDefault="0009156E" w:rsidP="00357AC8">
            <w:pPr>
              <w:ind w:right="-57"/>
            </w:pPr>
            <w:r w:rsidRPr="004D300B">
              <w:t xml:space="preserve">Основное мероприятие </w:t>
            </w:r>
          </w:p>
        </w:tc>
        <w:tc>
          <w:tcPr>
            <w:tcW w:w="2880" w:type="dxa"/>
            <w:vAlign w:val="center"/>
          </w:tcPr>
          <w:p w:rsidR="0009156E" w:rsidRPr="004D300B" w:rsidRDefault="0009156E" w:rsidP="00357AC8">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sz w:val="24"/>
                <w:szCs w:val="24"/>
              </w:rPr>
            </w:pP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01030518201</w:t>
            </w:r>
          </w:p>
        </w:tc>
        <w:tc>
          <w:tcPr>
            <w:tcW w:w="1742"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b/>
                <w:sz w:val="24"/>
                <w:szCs w:val="24"/>
              </w:rPr>
              <w:t>1</w:t>
            </w:r>
            <w:r>
              <w:rPr>
                <w:rFonts w:ascii="Times New Roman" w:hAnsi="Times New Roman"/>
                <w:b/>
                <w:sz w:val="24"/>
                <w:szCs w:val="24"/>
              </w:rPr>
              <w:t>557</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t>1.3</w:t>
            </w:r>
          </w:p>
        </w:tc>
        <w:tc>
          <w:tcPr>
            <w:tcW w:w="1620" w:type="dxa"/>
          </w:tcPr>
          <w:p w:rsidR="0009156E" w:rsidRPr="004D300B" w:rsidRDefault="0009156E" w:rsidP="00357AC8">
            <w:pPr>
              <w:ind w:right="-57"/>
            </w:pPr>
            <w:r w:rsidRPr="004D300B">
              <w:t xml:space="preserve">Основное мероприятие </w:t>
            </w:r>
          </w:p>
        </w:tc>
        <w:tc>
          <w:tcPr>
            <w:tcW w:w="2880" w:type="dxa"/>
            <w:vAlign w:val="center"/>
          </w:tcPr>
          <w:p w:rsidR="0009156E" w:rsidRPr="004D300B" w:rsidRDefault="0009156E" w:rsidP="00357AC8">
            <w:pPr>
              <w:ind w:right="-57"/>
            </w:pPr>
            <w:r w:rsidRPr="004D300B">
              <w:t>Управление резервным фондом</w:t>
            </w:r>
          </w:p>
          <w:p w:rsidR="0009156E" w:rsidRPr="004D300B" w:rsidRDefault="0009156E" w:rsidP="00357AC8">
            <w:pPr>
              <w:ind w:right="-57"/>
            </w:pPr>
          </w:p>
        </w:tc>
        <w:tc>
          <w:tcPr>
            <w:tcW w:w="2160"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sz w:val="24"/>
                <w:szCs w:val="24"/>
              </w:rPr>
            </w:pPr>
          </w:p>
        </w:tc>
        <w:tc>
          <w:tcPr>
            <w:tcW w:w="1498" w:type="dxa"/>
          </w:tcPr>
          <w:p w:rsidR="0009156E" w:rsidRDefault="0009156E" w:rsidP="00357AC8">
            <w:pPr>
              <w:pStyle w:val="ConsPlusNormal"/>
              <w:ind w:firstLine="0"/>
              <w:rPr>
                <w:rFonts w:ascii="Times New Roman" w:hAnsi="Times New Roman"/>
              </w:rPr>
            </w:pPr>
            <w:r w:rsidRPr="004D300B">
              <w:rPr>
                <w:rFonts w:ascii="Times New Roman" w:hAnsi="Times New Roman"/>
              </w:rPr>
              <w:t>01110518054</w:t>
            </w:r>
          </w:p>
          <w:p w:rsidR="0009156E" w:rsidRPr="004D300B" w:rsidRDefault="0009156E" w:rsidP="00357AC8">
            <w:pPr>
              <w:pStyle w:val="ConsPlusNormal"/>
              <w:ind w:firstLine="0"/>
              <w:rPr>
                <w:rFonts w:ascii="Times New Roman" w:hAnsi="Times New Roman"/>
              </w:rPr>
            </w:pPr>
            <w:r>
              <w:rPr>
                <w:rFonts w:ascii="Times New Roman" w:hAnsi="Times New Roman"/>
              </w:rPr>
              <w:t>01110518057</w:t>
            </w:r>
          </w:p>
        </w:tc>
        <w:tc>
          <w:tcPr>
            <w:tcW w:w="1742" w:type="dxa"/>
          </w:tcPr>
          <w:p w:rsidR="0009156E" w:rsidRPr="004D300B" w:rsidRDefault="0009156E"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t>1.4</w:t>
            </w:r>
          </w:p>
        </w:tc>
        <w:tc>
          <w:tcPr>
            <w:tcW w:w="1620" w:type="dxa"/>
          </w:tcPr>
          <w:p w:rsidR="0009156E" w:rsidRPr="004D300B" w:rsidRDefault="0009156E" w:rsidP="00357AC8">
            <w:pPr>
              <w:ind w:right="-57"/>
            </w:pPr>
            <w:r w:rsidRPr="004D300B">
              <w:t xml:space="preserve">Основное мероприятие </w:t>
            </w:r>
          </w:p>
        </w:tc>
        <w:tc>
          <w:tcPr>
            <w:tcW w:w="2880" w:type="dxa"/>
            <w:vAlign w:val="center"/>
          </w:tcPr>
          <w:p w:rsidR="0009156E" w:rsidRPr="004D300B" w:rsidRDefault="0009156E" w:rsidP="00357AC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09156E" w:rsidRPr="004D300B" w:rsidRDefault="0009156E" w:rsidP="00357AC8">
            <w:pPr>
              <w:ind w:right="-57"/>
              <w:rPr>
                <w:szCs w:val="28"/>
              </w:rPr>
            </w:pPr>
          </w:p>
          <w:p w:rsidR="0009156E" w:rsidRDefault="0009156E" w:rsidP="00357AC8">
            <w:pPr>
              <w:ind w:right="-57"/>
            </w:pPr>
          </w:p>
          <w:p w:rsidR="0009156E" w:rsidRPr="004D300B" w:rsidRDefault="0009156E" w:rsidP="00357AC8">
            <w:pPr>
              <w:ind w:right="-57"/>
            </w:pPr>
          </w:p>
        </w:tc>
        <w:tc>
          <w:tcPr>
            <w:tcW w:w="2160"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01130518020</w:t>
            </w:r>
          </w:p>
        </w:tc>
        <w:tc>
          <w:tcPr>
            <w:tcW w:w="1742" w:type="dxa"/>
          </w:tcPr>
          <w:p w:rsidR="0009156E" w:rsidRPr="004D300B" w:rsidRDefault="0009156E" w:rsidP="00357AC8">
            <w:pPr>
              <w:pStyle w:val="ConsPlusNormal"/>
              <w:ind w:firstLine="0"/>
              <w:rPr>
                <w:rFonts w:ascii="Times New Roman" w:hAnsi="Times New Roman"/>
                <w:b/>
                <w:sz w:val="24"/>
                <w:szCs w:val="24"/>
              </w:rPr>
            </w:pPr>
            <w:r>
              <w:rPr>
                <w:rFonts w:ascii="Times New Roman" w:hAnsi="Times New Roman"/>
                <w:b/>
                <w:sz w:val="24"/>
                <w:szCs w:val="24"/>
              </w:rPr>
              <w:t>63,2</w:t>
            </w:r>
          </w:p>
        </w:tc>
      </w:tr>
      <w:tr w:rsidR="0009156E" w:rsidRPr="004D300B" w:rsidTr="00357AC8">
        <w:tc>
          <w:tcPr>
            <w:tcW w:w="828" w:type="dxa"/>
          </w:tcPr>
          <w:p w:rsidR="0009156E" w:rsidRPr="004D300B" w:rsidRDefault="0009156E" w:rsidP="00357AC8">
            <w:r w:rsidRPr="004D300B">
              <w:t>1</w:t>
            </w:r>
          </w:p>
        </w:tc>
        <w:tc>
          <w:tcPr>
            <w:tcW w:w="1620" w:type="dxa"/>
            <w:vAlign w:val="center"/>
          </w:tcPr>
          <w:p w:rsidR="0009156E" w:rsidRPr="004D300B" w:rsidRDefault="0009156E" w:rsidP="00357AC8">
            <w:r w:rsidRPr="004D300B">
              <w:t>2</w:t>
            </w:r>
          </w:p>
        </w:tc>
        <w:tc>
          <w:tcPr>
            <w:tcW w:w="2880" w:type="dxa"/>
            <w:vAlign w:val="center"/>
          </w:tcPr>
          <w:p w:rsidR="0009156E" w:rsidRPr="004D300B" w:rsidRDefault="0009156E" w:rsidP="00357AC8">
            <w:r w:rsidRPr="004D300B">
              <w:t>3</w:t>
            </w:r>
          </w:p>
        </w:tc>
        <w:tc>
          <w:tcPr>
            <w:tcW w:w="2160" w:type="dxa"/>
            <w:vAlign w:val="center"/>
          </w:tcPr>
          <w:p w:rsidR="0009156E" w:rsidRPr="004D300B" w:rsidRDefault="0009156E" w:rsidP="00357AC8">
            <w:r w:rsidRPr="004D300B">
              <w:t>4</w:t>
            </w:r>
          </w:p>
        </w:tc>
        <w:tc>
          <w:tcPr>
            <w:tcW w:w="1260" w:type="dxa"/>
            <w:vAlign w:val="center"/>
          </w:tcPr>
          <w:p w:rsidR="0009156E" w:rsidRPr="004D300B" w:rsidRDefault="0009156E" w:rsidP="00357AC8">
            <w:r w:rsidRPr="004D300B">
              <w:t>5</w:t>
            </w:r>
          </w:p>
        </w:tc>
        <w:tc>
          <w:tcPr>
            <w:tcW w:w="1453" w:type="dxa"/>
            <w:vAlign w:val="center"/>
          </w:tcPr>
          <w:p w:rsidR="0009156E" w:rsidRPr="004D300B" w:rsidRDefault="0009156E" w:rsidP="00357AC8">
            <w:r w:rsidRPr="004D300B">
              <w:t>6</w:t>
            </w:r>
          </w:p>
        </w:tc>
        <w:tc>
          <w:tcPr>
            <w:tcW w:w="2147" w:type="dxa"/>
            <w:vAlign w:val="center"/>
          </w:tcPr>
          <w:p w:rsidR="0009156E" w:rsidRPr="004D300B" w:rsidRDefault="0009156E" w:rsidP="00357AC8">
            <w:r w:rsidRPr="004D300B">
              <w:t>7</w:t>
            </w:r>
          </w:p>
        </w:tc>
        <w:tc>
          <w:tcPr>
            <w:tcW w:w="1498" w:type="dxa"/>
            <w:vAlign w:val="center"/>
          </w:tcPr>
          <w:p w:rsidR="0009156E" w:rsidRPr="004D300B" w:rsidRDefault="0009156E" w:rsidP="00357AC8">
            <w:r w:rsidRPr="004D300B">
              <w:rPr>
                <w:sz w:val="22"/>
                <w:szCs w:val="22"/>
              </w:rPr>
              <w:t>8</w:t>
            </w:r>
          </w:p>
        </w:tc>
        <w:tc>
          <w:tcPr>
            <w:tcW w:w="1742" w:type="dxa"/>
            <w:vAlign w:val="center"/>
          </w:tcPr>
          <w:p w:rsidR="0009156E" w:rsidRPr="004D300B" w:rsidRDefault="0009156E" w:rsidP="00357AC8">
            <w:r w:rsidRPr="004D300B">
              <w:t>9</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t>1.5</w:t>
            </w:r>
          </w:p>
        </w:tc>
        <w:tc>
          <w:tcPr>
            <w:tcW w:w="1620" w:type="dxa"/>
            <w:vAlign w:val="center"/>
          </w:tcPr>
          <w:p w:rsidR="0009156E" w:rsidRPr="004D300B" w:rsidRDefault="0009156E" w:rsidP="00357AC8">
            <w:pPr>
              <w:ind w:right="-57"/>
            </w:pPr>
            <w:r w:rsidRPr="004D300B">
              <w:t xml:space="preserve">Основное мероприятие </w:t>
            </w:r>
          </w:p>
        </w:tc>
        <w:tc>
          <w:tcPr>
            <w:tcW w:w="2880" w:type="dxa"/>
            <w:vAlign w:val="center"/>
          </w:tcPr>
          <w:p w:rsidR="0009156E" w:rsidRPr="004D300B" w:rsidRDefault="0009156E" w:rsidP="00357AC8">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tc>
        <w:tc>
          <w:tcPr>
            <w:tcW w:w="2160"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sz w:val="24"/>
                <w:szCs w:val="24"/>
              </w:rPr>
            </w:pP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10010518047</w:t>
            </w:r>
          </w:p>
        </w:tc>
        <w:tc>
          <w:tcPr>
            <w:tcW w:w="1742" w:type="dxa"/>
          </w:tcPr>
          <w:p w:rsidR="0009156E" w:rsidRPr="004D300B" w:rsidRDefault="0009156E" w:rsidP="00357AC8">
            <w:pPr>
              <w:pStyle w:val="ConsPlusNormal"/>
              <w:ind w:firstLine="0"/>
              <w:rPr>
                <w:rFonts w:ascii="Times New Roman" w:hAnsi="Times New Roman"/>
                <w:b/>
                <w:sz w:val="24"/>
                <w:szCs w:val="24"/>
              </w:rPr>
            </w:pPr>
            <w:r>
              <w:rPr>
                <w:rFonts w:ascii="Times New Roman" w:hAnsi="Times New Roman"/>
                <w:b/>
                <w:sz w:val="24"/>
                <w:szCs w:val="24"/>
              </w:rPr>
              <w:t>2695</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t>1.6</w:t>
            </w:r>
          </w:p>
        </w:tc>
        <w:tc>
          <w:tcPr>
            <w:tcW w:w="1620" w:type="dxa"/>
            <w:vAlign w:val="center"/>
          </w:tcPr>
          <w:p w:rsidR="0009156E" w:rsidRPr="004D300B" w:rsidRDefault="0009156E" w:rsidP="00357AC8">
            <w:pPr>
              <w:ind w:right="-57"/>
            </w:pPr>
            <w:r w:rsidRPr="004D300B">
              <w:t xml:space="preserve">Основное мероприятие </w:t>
            </w:r>
          </w:p>
        </w:tc>
        <w:tc>
          <w:tcPr>
            <w:tcW w:w="2880" w:type="dxa"/>
            <w:vAlign w:val="center"/>
          </w:tcPr>
          <w:p w:rsidR="0009156E" w:rsidRPr="004D300B" w:rsidRDefault="0009156E" w:rsidP="00357AC8">
            <w:pPr>
              <w:ind w:right="-57"/>
            </w:pPr>
            <w:r w:rsidRPr="004D300B">
              <w:t>Выплаты почетным гражданам</w:t>
            </w:r>
          </w:p>
        </w:tc>
        <w:tc>
          <w:tcPr>
            <w:tcW w:w="2160" w:type="dxa"/>
          </w:tcPr>
          <w:p w:rsidR="0009156E" w:rsidRDefault="0009156E"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09156E" w:rsidRPr="004D300B" w:rsidRDefault="0009156E" w:rsidP="00357AC8">
            <w:pPr>
              <w:pStyle w:val="ConsPlusNormal"/>
              <w:ind w:firstLine="0"/>
              <w:rPr>
                <w:rFonts w:ascii="Times New Roman" w:hAnsi="Times New Roman"/>
                <w:b/>
                <w:sz w:val="24"/>
                <w:szCs w:val="24"/>
              </w:rPr>
            </w:pP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sz w:val="24"/>
                <w:szCs w:val="24"/>
              </w:rPr>
            </w:pP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10030518052</w:t>
            </w:r>
          </w:p>
        </w:tc>
        <w:tc>
          <w:tcPr>
            <w:tcW w:w="1742" w:type="dxa"/>
          </w:tcPr>
          <w:p w:rsidR="0009156E" w:rsidRPr="004D300B" w:rsidRDefault="0009156E" w:rsidP="00357AC8">
            <w:pPr>
              <w:pStyle w:val="ConsPlusNormal"/>
              <w:ind w:firstLine="0"/>
              <w:rPr>
                <w:rFonts w:ascii="Times New Roman" w:hAnsi="Times New Roman"/>
                <w:b/>
                <w:sz w:val="24"/>
                <w:szCs w:val="24"/>
              </w:rPr>
            </w:pPr>
            <w:r>
              <w:rPr>
                <w:rFonts w:ascii="Times New Roman" w:hAnsi="Times New Roman"/>
                <w:b/>
                <w:sz w:val="24"/>
                <w:szCs w:val="24"/>
              </w:rPr>
              <w:t>391,9</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t>1.7</w:t>
            </w:r>
          </w:p>
        </w:tc>
        <w:tc>
          <w:tcPr>
            <w:tcW w:w="1620" w:type="dxa"/>
            <w:vAlign w:val="center"/>
          </w:tcPr>
          <w:p w:rsidR="0009156E" w:rsidRPr="004D300B" w:rsidRDefault="0009156E" w:rsidP="00357AC8">
            <w:pPr>
              <w:ind w:right="-57"/>
            </w:pPr>
            <w:r w:rsidRPr="004D300B">
              <w:t xml:space="preserve">Основное мероприятие </w:t>
            </w:r>
          </w:p>
          <w:p w:rsidR="0009156E" w:rsidRPr="004D300B" w:rsidRDefault="0009156E" w:rsidP="00357AC8">
            <w:pPr>
              <w:ind w:right="-57"/>
            </w:pPr>
          </w:p>
        </w:tc>
        <w:tc>
          <w:tcPr>
            <w:tcW w:w="2880" w:type="dxa"/>
            <w:vAlign w:val="center"/>
          </w:tcPr>
          <w:p w:rsidR="0009156E" w:rsidRPr="004D300B" w:rsidRDefault="0009156E" w:rsidP="00357AC8">
            <w:pPr>
              <w:ind w:right="-57"/>
            </w:pPr>
            <w:r w:rsidRPr="004D300B">
              <w:rPr>
                <w:szCs w:val="28"/>
              </w:rPr>
              <w:t>Обеспечение экологической безопасности и качества окружающей среды.</w:t>
            </w:r>
          </w:p>
        </w:tc>
        <w:tc>
          <w:tcPr>
            <w:tcW w:w="2160" w:type="dxa"/>
          </w:tcPr>
          <w:p w:rsidR="0009156E" w:rsidRDefault="0009156E"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09156E" w:rsidRPr="004D300B" w:rsidRDefault="0009156E" w:rsidP="00357AC8">
            <w:pPr>
              <w:pStyle w:val="ConsPlusNormal"/>
              <w:ind w:firstLine="0"/>
              <w:rPr>
                <w:rFonts w:ascii="Times New Roman" w:hAnsi="Times New Roman"/>
                <w:b/>
                <w:sz w:val="24"/>
                <w:szCs w:val="24"/>
              </w:rPr>
            </w:pP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sz w:val="24"/>
                <w:szCs w:val="24"/>
              </w:rPr>
            </w:pP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06050518040</w:t>
            </w:r>
          </w:p>
        </w:tc>
        <w:tc>
          <w:tcPr>
            <w:tcW w:w="1742" w:type="dxa"/>
          </w:tcPr>
          <w:p w:rsidR="0009156E" w:rsidRPr="004D300B" w:rsidRDefault="0009156E"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p>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09156E" w:rsidRPr="004D300B" w:rsidRDefault="0009156E" w:rsidP="00357AC8">
            <w:pPr>
              <w:ind w:right="-57"/>
              <w:rPr>
                <w:b/>
              </w:rPr>
            </w:pPr>
            <w:r w:rsidRPr="004D300B">
              <w:rPr>
                <w:b/>
              </w:rPr>
              <w:t>ПОДПРОГРАММА 2</w:t>
            </w:r>
          </w:p>
          <w:p w:rsidR="0009156E" w:rsidRPr="004D300B" w:rsidRDefault="0009156E" w:rsidP="00357AC8">
            <w:pPr>
              <w:ind w:right="-57"/>
              <w:rPr>
                <w:b/>
              </w:rPr>
            </w:pPr>
          </w:p>
          <w:p w:rsidR="0009156E" w:rsidRPr="004D300B" w:rsidRDefault="0009156E" w:rsidP="00357AC8">
            <w:pPr>
              <w:ind w:right="-57"/>
              <w:rPr>
                <w:b/>
              </w:rPr>
            </w:pPr>
          </w:p>
          <w:p w:rsidR="0009156E" w:rsidRPr="004D300B" w:rsidRDefault="0009156E" w:rsidP="00357AC8">
            <w:pPr>
              <w:ind w:right="-57"/>
              <w:rPr>
                <w:b/>
              </w:rPr>
            </w:pPr>
          </w:p>
          <w:p w:rsidR="0009156E" w:rsidRPr="004D300B" w:rsidRDefault="0009156E" w:rsidP="00357AC8">
            <w:pPr>
              <w:ind w:right="-57"/>
              <w:rPr>
                <w:b/>
              </w:rPr>
            </w:pPr>
          </w:p>
          <w:p w:rsidR="0009156E" w:rsidRPr="004D300B" w:rsidRDefault="0009156E" w:rsidP="00357AC8">
            <w:pPr>
              <w:ind w:right="-57"/>
            </w:pPr>
          </w:p>
        </w:tc>
        <w:tc>
          <w:tcPr>
            <w:tcW w:w="2880" w:type="dxa"/>
            <w:vAlign w:val="center"/>
          </w:tcPr>
          <w:p w:rsidR="0009156E" w:rsidRDefault="0009156E" w:rsidP="00357AC8">
            <w:pPr>
              <w:ind w:right="-57"/>
              <w:rPr>
                <w:b/>
              </w:rPr>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09156E" w:rsidRPr="004D300B" w:rsidRDefault="0009156E" w:rsidP="00357AC8">
            <w:pPr>
              <w:ind w:right="-57"/>
            </w:pPr>
          </w:p>
        </w:tc>
        <w:tc>
          <w:tcPr>
            <w:tcW w:w="2160" w:type="dxa"/>
          </w:tcPr>
          <w:p w:rsidR="0009156E" w:rsidRPr="004D300B" w:rsidRDefault="0009156E" w:rsidP="00357AC8">
            <w:r w:rsidRPr="004D300B">
              <w:t>МКУ «ЕДДС и ХТО»</w:t>
            </w:r>
          </w:p>
          <w:p w:rsidR="0009156E" w:rsidRPr="004D300B" w:rsidRDefault="0009156E" w:rsidP="00357AC8">
            <w:pPr>
              <w:pStyle w:val="ConsPlusNormal"/>
              <w:ind w:firstLine="0"/>
              <w:rPr>
                <w:rFonts w:ascii="Times New Roman" w:hAnsi="Times New Roman"/>
                <w:b/>
                <w:sz w:val="24"/>
                <w:szCs w:val="24"/>
              </w:rPr>
            </w:pP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sz w:val="24"/>
                <w:szCs w:val="24"/>
              </w:rPr>
            </w:pPr>
          </w:p>
        </w:tc>
        <w:tc>
          <w:tcPr>
            <w:tcW w:w="1498" w:type="dxa"/>
          </w:tcPr>
          <w:p w:rsidR="0009156E" w:rsidRPr="004D300B" w:rsidRDefault="0009156E" w:rsidP="00357AC8">
            <w:pPr>
              <w:pStyle w:val="ConsPlusNormal"/>
              <w:ind w:firstLine="0"/>
              <w:rPr>
                <w:rFonts w:ascii="Times New Roman" w:hAnsi="Times New Roman"/>
              </w:rPr>
            </w:pPr>
          </w:p>
        </w:tc>
        <w:tc>
          <w:tcPr>
            <w:tcW w:w="1742" w:type="dxa"/>
          </w:tcPr>
          <w:p w:rsidR="0009156E" w:rsidRPr="00844E56" w:rsidRDefault="0009156E" w:rsidP="00357AC8">
            <w:pPr>
              <w:pStyle w:val="ConsPlusNormal"/>
              <w:ind w:firstLine="0"/>
              <w:rPr>
                <w:rFonts w:ascii="Times New Roman" w:hAnsi="Times New Roman"/>
                <w:b/>
                <w:sz w:val="24"/>
                <w:szCs w:val="24"/>
              </w:rPr>
            </w:pPr>
            <w:r w:rsidRPr="00844E56">
              <w:rPr>
                <w:rFonts w:ascii="Times New Roman" w:hAnsi="Times New Roman"/>
                <w:b/>
                <w:sz w:val="24"/>
                <w:szCs w:val="24"/>
              </w:rPr>
              <w:t>15483,2</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09156E" w:rsidRPr="004D300B" w:rsidRDefault="0009156E" w:rsidP="00357AC8">
            <w:r w:rsidRPr="004D300B">
              <w:t xml:space="preserve">Основное </w:t>
            </w:r>
            <w:r w:rsidRPr="004D300B">
              <w:br/>
              <w:t>мероприятие</w:t>
            </w:r>
          </w:p>
          <w:p w:rsidR="0009156E" w:rsidRPr="004D300B" w:rsidRDefault="0009156E" w:rsidP="00357AC8"/>
          <w:p w:rsidR="0009156E" w:rsidRPr="004D300B" w:rsidRDefault="0009156E" w:rsidP="00357AC8"/>
        </w:tc>
        <w:tc>
          <w:tcPr>
            <w:tcW w:w="2880" w:type="dxa"/>
          </w:tcPr>
          <w:p w:rsidR="0009156E" w:rsidRDefault="0009156E" w:rsidP="00357AC8">
            <w:r w:rsidRPr="004D300B">
              <w:t>Обеспечение безопасности в чрезвычайных ситуациях</w:t>
            </w:r>
          </w:p>
          <w:p w:rsidR="0009156E" w:rsidRDefault="0009156E" w:rsidP="00357AC8"/>
          <w:p w:rsidR="0009156E" w:rsidRPr="004D300B" w:rsidRDefault="0009156E" w:rsidP="00357AC8"/>
        </w:tc>
        <w:tc>
          <w:tcPr>
            <w:tcW w:w="2160" w:type="dxa"/>
          </w:tcPr>
          <w:p w:rsidR="0009156E" w:rsidRPr="004D300B" w:rsidRDefault="0009156E" w:rsidP="00357AC8">
            <w:pPr>
              <w:pStyle w:val="ConsPlusNormal"/>
              <w:ind w:firstLine="0"/>
              <w:rPr>
                <w:rFonts w:ascii="Times New Roman" w:hAnsi="Times New Roman"/>
                <w:b/>
                <w:sz w:val="24"/>
                <w:szCs w:val="24"/>
              </w:rPr>
            </w:pP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09156E" w:rsidRPr="00C06E81" w:rsidRDefault="0009156E" w:rsidP="00357AC8">
            <w:pPr>
              <w:pStyle w:val="ConsPlusNormal"/>
              <w:ind w:firstLine="0"/>
              <w:rPr>
                <w:rFonts w:ascii="Times New Roman" w:hAnsi="Times New Roman"/>
              </w:rPr>
            </w:pPr>
            <w:r w:rsidRPr="00C06E81">
              <w:rPr>
                <w:rFonts w:ascii="Times New Roman" w:hAnsi="Times New Roman"/>
              </w:rPr>
              <w:t>03090520059</w:t>
            </w:r>
          </w:p>
          <w:p w:rsidR="0009156E" w:rsidRDefault="0009156E" w:rsidP="00357AC8">
            <w:pPr>
              <w:pStyle w:val="ConsPlusNormal"/>
              <w:ind w:firstLine="0"/>
              <w:rPr>
                <w:rFonts w:ascii="Times New Roman" w:hAnsi="Times New Roman"/>
              </w:rPr>
            </w:pPr>
            <w:r w:rsidRPr="00C06E81">
              <w:rPr>
                <w:rFonts w:ascii="Times New Roman" w:hAnsi="Times New Roman"/>
              </w:rPr>
              <w:t>03090522057</w:t>
            </w:r>
          </w:p>
          <w:p w:rsidR="0009156E" w:rsidRDefault="0009156E" w:rsidP="00357AC8">
            <w:pPr>
              <w:pStyle w:val="ConsPlusNormal"/>
              <w:ind w:firstLine="0"/>
              <w:rPr>
                <w:rFonts w:ascii="Times New Roman" w:hAnsi="Times New Roman"/>
              </w:rPr>
            </w:pPr>
            <w:r>
              <w:rPr>
                <w:rFonts w:ascii="Times New Roman" w:hAnsi="Times New Roman"/>
              </w:rPr>
              <w:t>03090528054</w:t>
            </w:r>
          </w:p>
          <w:p w:rsidR="0009156E" w:rsidRPr="00C06E81" w:rsidRDefault="0009156E" w:rsidP="00357AC8">
            <w:pPr>
              <w:pStyle w:val="ConsPlusNormal"/>
              <w:ind w:firstLine="0"/>
              <w:rPr>
                <w:rFonts w:ascii="Times New Roman" w:hAnsi="Times New Roman"/>
                <w:color w:val="FF0000"/>
              </w:rPr>
            </w:pPr>
            <w:r>
              <w:rPr>
                <w:rFonts w:ascii="Times New Roman" w:hAnsi="Times New Roman"/>
              </w:rPr>
              <w:t>03090528057</w:t>
            </w:r>
          </w:p>
        </w:tc>
        <w:tc>
          <w:tcPr>
            <w:tcW w:w="1742" w:type="dxa"/>
          </w:tcPr>
          <w:p w:rsidR="0009156E" w:rsidRPr="004D300B" w:rsidRDefault="0009156E" w:rsidP="00357AC8">
            <w:pPr>
              <w:pStyle w:val="ConsPlusNormal"/>
              <w:ind w:firstLine="0"/>
              <w:rPr>
                <w:rFonts w:ascii="Times New Roman" w:hAnsi="Times New Roman"/>
                <w:sz w:val="24"/>
                <w:szCs w:val="24"/>
              </w:rPr>
            </w:pPr>
            <w:r>
              <w:rPr>
                <w:rFonts w:ascii="Times New Roman" w:hAnsi="Times New Roman"/>
                <w:sz w:val="24"/>
                <w:szCs w:val="24"/>
              </w:rPr>
              <w:t>1447,4</w:t>
            </w:r>
          </w:p>
        </w:tc>
      </w:tr>
      <w:tr w:rsidR="0009156E" w:rsidRPr="004D300B" w:rsidTr="00357AC8">
        <w:tc>
          <w:tcPr>
            <w:tcW w:w="828" w:type="dxa"/>
          </w:tcPr>
          <w:p w:rsidR="0009156E" w:rsidRPr="004D300B" w:rsidRDefault="0009156E" w:rsidP="00357AC8">
            <w:r w:rsidRPr="004D300B">
              <w:t>1</w:t>
            </w:r>
          </w:p>
        </w:tc>
        <w:tc>
          <w:tcPr>
            <w:tcW w:w="1620" w:type="dxa"/>
            <w:vAlign w:val="center"/>
          </w:tcPr>
          <w:p w:rsidR="0009156E" w:rsidRPr="004D300B" w:rsidRDefault="0009156E" w:rsidP="00357AC8">
            <w:r w:rsidRPr="004D300B">
              <w:t>2</w:t>
            </w:r>
          </w:p>
        </w:tc>
        <w:tc>
          <w:tcPr>
            <w:tcW w:w="2880" w:type="dxa"/>
            <w:vAlign w:val="center"/>
          </w:tcPr>
          <w:p w:rsidR="0009156E" w:rsidRPr="004D300B" w:rsidRDefault="0009156E" w:rsidP="00357AC8">
            <w:r w:rsidRPr="004D300B">
              <w:t>3</w:t>
            </w:r>
          </w:p>
        </w:tc>
        <w:tc>
          <w:tcPr>
            <w:tcW w:w="2160" w:type="dxa"/>
            <w:vAlign w:val="center"/>
          </w:tcPr>
          <w:p w:rsidR="0009156E" w:rsidRPr="004D300B" w:rsidRDefault="0009156E" w:rsidP="00357AC8">
            <w:r w:rsidRPr="004D300B">
              <w:t>4</w:t>
            </w:r>
          </w:p>
        </w:tc>
        <w:tc>
          <w:tcPr>
            <w:tcW w:w="1260" w:type="dxa"/>
            <w:vAlign w:val="center"/>
          </w:tcPr>
          <w:p w:rsidR="0009156E" w:rsidRPr="004D300B" w:rsidRDefault="0009156E" w:rsidP="00357AC8">
            <w:r w:rsidRPr="004D300B">
              <w:t>5</w:t>
            </w:r>
          </w:p>
        </w:tc>
        <w:tc>
          <w:tcPr>
            <w:tcW w:w="1453" w:type="dxa"/>
            <w:vAlign w:val="center"/>
          </w:tcPr>
          <w:p w:rsidR="0009156E" w:rsidRPr="004D300B" w:rsidRDefault="0009156E" w:rsidP="00357AC8">
            <w:r w:rsidRPr="004D300B">
              <w:t>6</w:t>
            </w:r>
          </w:p>
        </w:tc>
        <w:tc>
          <w:tcPr>
            <w:tcW w:w="2147" w:type="dxa"/>
            <w:vAlign w:val="center"/>
          </w:tcPr>
          <w:p w:rsidR="0009156E" w:rsidRPr="004D300B" w:rsidRDefault="0009156E" w:rsidP="00357AC8">
            <w:r w:rsidRPr="004D300B">
              <w:t>7</w:t>
            </w:r>
          </w:p>
        </w:tc>
        <w:tc>
          <w:tcPr>
            <w:tcW w:w="1498" w:type="dxa"/>
            <w:vAlign w:val="center"/>
          </w:tcPr>
          <w:p w:rsidR="0009156E" w:rsidRPr="004D300B" w:rsidRDefault="0009156E" w:rsidP="00357AC8">
            <w:r w:rsidRPr="004D300B">
              <w:rPr>
                <w:sz w:val="22"/>
                <w:szCs w:val="22"/>
              </w:rPr>
              <w:t>8</w:t>
            </w:r>
          </w:p>
        </w:tc>
        <w:tc>
          <w:tcPr>
            <w:tcW w:w="1742" w:type="dxa"/>
            <w:vAlign w:val="center"/>
          </w:tcPr>
          <w:p w:rsidR="0009156E" w:rsidRPr="004D300B" w:rsidRDefault="0009156E" w:rsidP="00357AC8">
            <w:r w:rsidRPr="004D300B">
              <w:t>9</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2.</w:t>
            </w:r>
            <w:r>
              <w:rPr>
                <w:rFonts w:ascii="Times New Roman" w:hAnsi="Times New Roman"/>
                <w:sz w:val="24"/>
                <w:szCs w:val="24"/>
              </w:rPr>
              <w:t>2</w:t>
            </w:r>
          </w:p>
        </w:tc>
        <w:tc>
          <w:tcPr>
            <w:tcW w:w="1620" w:type="dxa"/>
            <w:vAlign w:val="center"/>
          </w:tcPr>
          <w:p w:rsidR="0009156E" w:rsidRPr="004D300B" w:rsidRDefault="0009156E" w:rsidP="00357AC8">
            <w:r w:rsidRPr="004D300B">
              <w:t xml:space="preserve">Основное </w:t>
            </w:r>
            <w:r w:rsidRPr="004D300B">
              <w:br/>
              <w:t>мероприятие</w:t>
            </w:r>
          </w:p>
          <w:p w:rsidR="0009156E" w:rsidRPr="004D300B" w:rsidRDefault="0009156E" w:rsidP="00357AC8"/>
          <w:p w:rsidR="0009156E" w:rsidRPr="004D300B" w:rsidRDefault="0009156E" w:rsidP="00357AC8"/>
          <w:p w:rsidR="0009156E" w:rsidRPr="004D300B" w:rsidRDefault="0009156E" w:rsidP="00357AC8"/>
          <w:p w:rsidR="0009156E" w:rsidRPr="004D300B" w:rsidRDefault="0009156E" w:rsidP="00357AC8"/>
          <w:p w:rsidR="0009156E" w:rsidRPr="004D300B" w:rsidRDefault="0009156E" w:rsidP="00357AC8"/>
          <w:p w:rsidR="0009156E" w:rsidRPr="004D300B" w:rsidRDefault="0009156E" w:rsidP="00357AC8"/>
          <w:p w:rsidR="0009156E" w:rsidRPr="004D300B" w:rsidRDefault="0009156E" w:rsidP="00357AC8"/>
          <w:p w:rsidR="0009156E" w:rsidRPr="004D300B" w:rsidRDefault="0009156E" w:rsidP="00357AC8"/>
          <w:p w:rsidR="0009156E" w:rsidRPr="004D300B" w:rsidRDefault="0009156E" w:rsidP="00357AC8"/>
        </w:tc>
        <w:tc>
          <w:tcPr>
            <w:tcW w:w="2880" w:type="dxa"/>
            <w:vAlign w:val="center"/>
          </w:tcPr>
          <w:p w:rsidR="0009156E" w:rsidRPr="004D300B" w:rsidRDefault="0009156E" w:rsidP="00357AC8">
            <w:r w:rsidRPr="004D300B">
              <w:t>Финансовое обеспечение других обязательств государства</w:t>
            </w:r>
          </w:p>
          <w:p w:rsidR="0009156E" w:rsidRPr="004D300B" w:rsidRDefault="0009156E" w:rsidP="00357AC8"/>
          <w:p w:rsidR="0009156E" w:rsidRPr="004D300B" w:rsidRDefault="0009156E" w:rsidP="00357AC8"/>
          <w:p w:rsidR="0009156E" w:rsidRPr="004D300B" w:rsidRDefault="0009156E" w:rsidP="00357AC8"/>
          <w:p w:rsidR="0009156E" w:rsidRPr="004D300B" w:rsidRDefault="0009156E" w:rsidP="00357AC8"/>
          <w:p w:rsidR="0009156E" w:rsidRPr="004D300B" w:rsidRDefault="0009156E" w:rsidP="00357AC8"/>
          <w:p w:rsidR="0009156E" w:rsidRPr="004D300B" w:rsidRDefault="0009156E" w:rsidP="00357AC8"/>
          <w:p w:rsidR="0009156E" w:rsidRPr="004D300B" w:rsidRDefault="0009156E" w:rsidP="00357AC8"/>
        </w:tc>
        <w:tc>
          <w:tcPr>
            <w:tcW w:w="2160" w:type="dxa"/>
          </w:tcPr>
          <w:p w:rsidR="0009156E" w:rsidRPr="004D300B" w:rsidRDefault="0009156E" w:rsidP="00357AC8">
            <w:pPr>
              <w:pStyle w:val="ConsPlusNormal"/>
              <w:ind w:firstLine="0"/>
              <w:rPr>
                <w:rFonts w:ascii="Times New Roman" w:hAnsi="Times New Roman"/>
                <w:b/>
                <w:sz w:val="24"/>
                <w:szCs w:val="24"/>
              </w:rPr>
            </w:pP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rPr>
            </w:pPr>
            <w:r w:rsidRPr="004D300B">
              <w:rPr>
                <w:rFonts w:ascii="Times New Roman" w:hAnsi="Times New Roman"/>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tc>
        <w:tc>
          <w:tcPr>
            <w:tcW w:w="1498" w:type="dxa"/>
          </w:tcPr>
          <w:p w:rsidR="0009156E" w:rsidRDefault="0009156E" w:rsidP="00357AC8">
            <w:pPr>
              <w:pStyle w:val="ConsPlusNormal"/>
              <w:ind w:firstLine="0"/>
              <w:rPr>
                <w:rFonts w:ascii="Times New Roman" w:hAnsi="Times New Roman"/>
              </w:rPr>
            </w:pPr>
            <w:r w:rsidRPr="004D300B">
              <w:rPr>
                <w:rFonts w:ascii="Times New Roman" w:hAnsi="Times New Roman"/>
              </w:rPr>
              <w:t>01130520059</w:t>
            </w:r>
          </w:p>
          <w:p w:rsidR="0009156E" w:rsidRPr="004D300B" w:rsidRDefault="0009156E" w:rsidP="00357AC8">
            <w:pPr>
              <w:pStyle w:val="ConsPlusNormal"/>
              <w:ind w:firstLine="0"/>
              <w:rPr>
                <w:rFonts w:ascii="Times New Roman" w:hAnsi="Times New Roman"/>
              </w:rPr>
            </w:pPr>
          </w:p>
        </w:tc>
        <w:tc>
          <w:tcPr>
            <w:tcW w:w="1742" w:type="dxa"/>
          </w:tcPr>
          <w:p w:rsidR="0009156E" w:rsidRPr="00844E56" w:rsidRDefault="0009156E" w:rsidP="00357AC8">
            <w:pPr>
              <w:pStyle w:val="ConsPlusNormal"/>
              <w:ind w:firstLine="0"/>
              <w:rPr>
                <w:rFonts w:ascii="Times New Roman" w:hAnsi="Times New Roman"/>
                <w:sz w:val="24"/>
                <w:szCs w:val="24"/>
              </w:rPr>
            </w:pPr>
            <w:r w:rsidRPr="00844E56">
              <w:rPr>
                <w:rFonts w:ascii="Times New Roman" w:hAnsi="Times New Roman"/>
                <w:sz w:val="24"/>
                <w:szCs w:val="24"/>
              </w:rPr>
              <w:t>14035,8</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09156E" w:rsidRPr="004D300B" w:rsidRDefault="0009156E" w:rsidP="00357AC8">
            <w:pPr>
              <w:rPr>
                <w:b/>
              </w:rPr>
            </w:pPr>
            <w:r w:rsidRPr="004D300B">
              <w:rPr>
                <w:b/>
              </w:rPr>
              <w:t>ПОДПРОГРАММА 3</w:t>
            </w:r>
          </w:p>
        </w:tc>
        <w:tc>
          <w:tcPr>
            <w:tcW w:w="2880" w:type="dxa"/>
          </w:tcPr>
          <w:p w:rsidR="0009156E" w:rsidRPr="004D300B" w:rsidRDefault="0009156E" w:rsidP="00357AC8">
            <w:pPr>
              <w:rPr>
                <w:b/>
              </w:rPr>
            </w:pPr>
            <w:r w:rsidRPr="004D300B">
              <w:rPr>
                <w:b/>
              </w:rPr>
              <w:t>«Управление муниципальным имуществом» </w:t>
            </w:r>
          </w:p>
        </w:tc>
        <w:tc>
          <w:tcPr>
            <w:tcW w:w="2160"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09156E" w:rsidRPr="004D300B" w:rsidRDefault="0009156E" w:rsidP="00357AC8">
            <w:pPr>
              <w:pStyle w:val="ConsPlusNormal"/>
              <w:ind w:firstLine="0"/>
              <w:rPr>
                <w:rFonts w:ascii="Times New Roman" w:hAnsi="Times New Roman"/>
                <w:b/>
                <w:sz w:val="24"/>
                <w:szCs w:val="24"/>
              </w:rPr>
            </w:pPr>
          </w:p>
        </w:tc>
        <w:tc>
          <w:tcPr>
            <w:tcW w:w="1453" w:type="dxa"/>
          </w:tcPr>
          <w:p w:rsidR="0009156E" w:rsidRPr="004D300B" w:rsidRDefault="0009156E" w:rsidP="00357AC8">
            <w:pPr>
              <w:pStyle w:val="ConsPlusNormal"/>
              <w:ind w:firstLine="0"/>
              <w:rPr>
                <w:rFonts w:ascii="Times New Roman" w:hAnsi="Times New Roman"/>
                <w:b/>
                <w:sz w:val="24"/>
                <w:szCs w:val="24"/>
              </w:rPr>
            </w:pPr>
          </w:p>
        </w:tc>
        <w:tc>
          <w:tcPr>
            <w:tcW w:w="2147" w:type="dxa"/>
          </w:tcPr>
          <w:p w:rsidR="0009156E" w:rsidRPr="004D300B" w:rsidRDefault="0009156E" w:rsidP="00357AC8">
            <w:pPr>
              <w:pStyle w:val="ConsPlusNormal"/>
              <w:ind w:firstLine="0"/>
              <w:rPr>
                <w:rFonts w:ascii="Times New Roman" w:hAnsi="Times New Roman"/>
                <w:b/>
                <w:sz w:val="24"/>
                <w:szCs w:val="24"/>
              </w:rPr>
            </w:pPr>
          </w:p>
        </w:tc>
        <w:tc>
          <w:tcPr>
            <w:tcW w:w="1498" w:type="dxa"/>
          </w:tcPr>
          <w:p w:rsidR="0009156E" w:rsidRPr="004D300B" w:rsidRDefault="0009156E" w:rsidP="00357AC8">
            <w:pPr>
              <w:pStyle w:val="ConsPlusNormal"/>
              <w:ind w:firstLine="0"/>
              <w:rPr>
                <w:rFonts w:ascii="Times New Roman" w:hAnsi="Times New Roman"/>
              </w:rPr>
            </w:pPr>
          </w:p>
        </w:tc>
        <w:tc>
          <w:tcPr>
            <w:tcW w:w="1742" w:type="dxa"/>
          </w:tcPr>
          <w:p w:rsidR="0009156E" w:rsidRPr="00CD4E86" w:rsidRDefault="0009156E" w:rsidP="00357AC8">
            <w:pPr>
              <w:pStyle w:val="ConsPlusNormal"/>
              <w:ind w:firstLine="0"/>
              <w:rPr>
                <w:rFonts w:ascii="Times New Roman" w:hAnsi="Times New Roman"/>
                <w:b/>
                <w:sz w:val="24"/>
                <w:szCs w:val="24"/>
              </w:rPr>
            </w:pPr>
            <w:r w:rsidRPr="00CD4E86">
              <w:rPr>
                <w:rFonts w:ascii="Times New Roman" w:hAnsi="Times New Roman"/>
                <w:b/>
                <w:sz w:val="24"/>
                <w:szCs w:val="24"/>
              </w:rPr>
              <w:t>4559,0</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09156E" w:rsidRPr="004D300B" w:rsidRDefault="0009156E" w:rsidP="00357AC8">
            <w:r w:rsidRPr="004D300B">
              <w:t xml:space="preserve">Основное мероприятие </w:t>
            </w:r>
          </w:p>
        </w:tc>
        <w:tc>
          <w:tcPr>
            <w:tcW w:w="2880" w:type="dxa"/>
          </w:tcPr>
          <w:p w:rsidR="0009156E" w:rsidRPr="004D300B" w:rsidRDefault="0009156E" w:rsidP="00357AC8">
            <w:r w:rsidRPr="004D300B">
              <w:t xml:space="preserve"> Техническая инвентаризация, оценка имущества для принятия управленческих решений</w:t>
            </w:r>
          </w:p>
          <w:p w:rsidR="0009156E" w:rsidRPr="004D300B" w:rsidRDefault="0009156E" w:rsidP="00357AC8"/>
        </w:tc>
        <w:tc>
          <w:tcPr>
            <w:tcW w:w="2160" w:type="dxa"/>
          </w:tcPr>
          <w:p w:rsidR="0009156E" w:rsidRPr="004D300B" w:rsidRDefault="0009156E" w:rsidP="00357AC8">
            <w:pPr>
              <w:pStyle w:val="ConsPlusNormal"/>
              <w:ind w:firstLine="0"/>
              <w:rPr>
                <w:rFonts w:ascii="Times New Roman" w:hAnsi="Times New Roman"/>
                <w:b/>
                <w:sz w:val="24"/>
                <w:szCs w:val="24"/>
              </w:rPr>
            </w:pP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01130538021</w:t>
            </w:r>
          </w:p>
        </w:tc>
        <w:tc>
          <w:tcPr>
            <w:tcW w:w="1742" w:type="dxa"/>
          </w:tcPr>
          <w:p w:rsidR="0009156E" w:rsidRPr="008748DC" w:rsidRDefault="0009156E" w:rsidP="00357AC8">
            <w:pPr>
              <w:pStyle w:val="ConsPlusNormal"/>
              <w:ind w:firstLine="0"/>
              <w:rPr>
                <w:rFonts w:ascii="Times New Roman" w:hAnsi="Times New Roman"/>
                <w:sz w:val="24"/>
                <w:szCs w:val="24"/>
              </w:rPr>
            </w:pPr>
            <w:r>
              <w:rPr>
                <w:rFonts w:ascii="Times New Roman" w:hAnsi="Times New Roman"/>
                <w:sz w:val="24"/>
                <w:szCs w:val="24"/>
              </w:rPr>
              <w:t>61,8</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09156E" w:rsidRPr="004D300B" w:rsidRDefault="0009156E" w:rsidP="00357AC8">
            <w:r w:rsidRPr="004D300B">
              <w:t xml:space="preserve">Основное мероприятие </w:t>
            </w:r>
          </w:p>
        </w:tc>
        <w:tc>
          <w:tcPr>
            <w:tcW w:w="2880" w:type="dxa"/>
          </w:tcPr>
          <w:p w:rsidR="0009156E" w:rsidRPr="004D300B" w:rsidRDefault="0009156E" w:rsidP="00357AC8">
            <w:r w:rsidRPr="004D300B">
              <w:t>Содержание имущества и проведение ремонтных работ</w:t>
            </w:r>
          </w:p>
        </w:tc>
        <w:tc>
          <w:tcPr>
            <w:tcW w:w="2160" w:type="dxa"/>
          </w:tcPr>
          <w:p w:rsidR="0009156E" w:rsidRPr="004D300B" w:rsidRDefault="0009156E" w:rsidP="00357AC8">
            <w:pPr>
              <w:pStyle w:val="ConsPlusNormal"/>
              <w:ind w:firstLine="0"/>
              <w:rPr>
                <w:rFonts w:ascii="Times New Roman" w:hAnsi="Times New Roman"/>
                <w:b/>
                <w:sz w:val="24"/>
                <w:szCs w:val="24"/>
              </w:rPr>
            </w:pP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Default="0009156E" w:rsidP="00357AC8">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p w:rsidR="0009156E" w:rsidRPr="004D300B" w:rsidRDefault="0009156E" w:rsidP="00357AC8">
            <w:pPr>
              <w:pStyle w:val="ConsPlusNormal"/>
              <w:ind w:firstLine="0"/>
              <w:rPr>
                <w:rFonts w:ascii="Times New Roman" w:hAnsi="Times New Roman"/>
              </w:rPr>
            </w:pP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lastRenderedPageBreak/>
              <w:t>011305380</w:t>
            </w:r>
            <w:r>
              <w:rPr>
                <w:rFonts w:ascii="Times New Roman" w:hAnsi="Times New Roman"/>
              </w:rPr>
              <w:t>2</w:t>
            </w:r>
            <w:r w:rsidRPr="004D300B">
              <w:rPr>
                <w:rFonts w:ascii="Times New Roman" w:hAnsi="Times New Roman"/>
              </w:rPr>
              <w:t>0</w:t>
            </w:r>
          </w:p>
        </w:tc>
        <w:tc>
          <w:tcPr>
            <w:tcW w:w="1742" w:type="dxa"/>
          </w:tcPr>
          <w:p w:rsidR="0009156E" w:rsidRPr="00E95666" w:rsidRDefault="0009156E" w:rsidP="00357AC8">
            <w:pPr>
              <w:pStyle w:val="ConsPlusNormal"/>
              <w:ind w:firstLine="0"/>
              <w:rPr>
                <w:rFonts w:ascii="Times New Roman" w:hAnsi="Times New Roman"/>
                <w:sz w:val="24"/>
                <w:szCs w:val="24"/>
              </w:rPr>
            </w:pPr>
            <w:r>
              <w:rPr>
                <w:rFonts w:ascii="Times New Roman" w:hAnsi="Times New Roman"/>
                <w:sz w:val="24"/>
                <w:szCs w:val="24"/>
              </w:rPr>
              <w:t>1555,8</w:t>
            </w:r>
          </w:p>
        </w:tc>
      </w:tr>
      <w:tr w:rsidR="0009156E" w:rsidRPr="004D300B" w:rsidTr="00BF0192">
        <w:tc>
          <w:tcPr>
            <w:tcW w:w="828" w:type="dxa"/>
          </w:tcPr>
          <w:p w:rsidR="0009156E" w:rsidRPr="004D300B" w:rsidRDefault="0009156E" w:rsidP="00C4311B">
            <w:r w:rsidRPr="004D300B">
              <w:t>1</w:t>
            </w:r>
          </w:p>
        </w:tc>
        <w:tc>
          <w:tcPr>
            <w:tcW w:w="1620" w:type="dxa"/>
            <w:vAlign w:val="center"/>
          </w:tcPr>
          <w:p w:rsidR="0009156E" w:rsidRPr="004D300B" w:rsidRDefault="0009156E" w:rsidP="00C4311B">
            <w:r w:rsidRPr="004D300B">
              <w:t>2</w:t>
            </w:r>
          </w:p>
        </w:tc>
        <w:tc>
          <w:tcPr>
            <w:tcW w:w="2880" w:type="dxa"/>
            <w:vAlign w:val="center"/>
          </w:tcPr>
          <w:p w:rsidR="0009156E" w:rsidRPr="004D300B" w:rsidRDefault="0009156E" w:rsidP="00C4311B">
            <w:r w:rsidRPr="004D300B">
              <w:t>3</w:t>
            </w:r>
          </w:p>
        </w:tc>
        <w:tc>
          <w:tcPr>
            <w:tcW w:w="2160" w:type="dxa"/>
            <w:vAlign w:val="center"/>
          </w:tcPr>
          <w:p w:rsidR="0009156E" w:rsidRPr="004D300B" w:rsidRDefault="0009156E" w:rsidP="00C4311B">
            <w:r w:rsidRPr="004D300B">
              <w:t>4</w:t>
            </w:r>
          </w:p>
        </w:tc>
        <w:tc>
          <w:tcPr>
            <w:tcW w:w="1260" w:type="dxa"/>
            <w:vAlign w:val="center"/>
          </w:tcPr>
          <w:p w:rsidR="0009156E" w:rsidRPr="004D300B" w:rsidRDefault="0009156E" w:rsidP="00C4311B">
            <w:r w:rsidRPr="004D300B">
              <w:t>5</w:t>
            </w:r>
          </w:p>
        </w:tc>
        <w:tc>
          <w:tcPr>
            <w:tcW w:w="1453" w:type="dxa"/>
            <w:vAlign w:val="center"/>
          </w:tcPr>
          <w:p w:rsidR="0009156E" w:rsidRPr="004D300B" w:rsidRDefault="0009156E" w:rsidP="00C4311B">
            <w:r w:rsidRPr="004D300B">
              <w:t>6</w:t>
            </w:r>
          </w:p>
        </w:tc>
        <w:tc>
          <w:tcPr>
            <w:tcW w:w="2147" w:type="dxa"/>
            <w:vAlign w:val="center"/>
          </w:tcPr>
          <w:p w:rsidR="0009156E" w:rsidRPr="004D300B" w:rsidRDefault="0009156E" w:rsidP="00C4311B">
            <w:r w:rsidRPr="004D300B">
              <w:t>7</w:t>
            </w:r>
          </w:p>
        </w:tc>
        <w:tc>
          <w:tcPr>
            <w:tcW w:w="1498" w:type="dxa"/>
            <w:vAlign w:val="center"/>
          </w:tcPr>
          <w:p w:rsidR="0009156E" w:rsidRPr="004D300B" w:rsidRDefault="0009156E" w:rsidP="00C4311B">
            <w:r w:rsidRPr="004D300B">
              <w:rPr>
                <w:sz w:val="22"/>
                <w:szCs w:val="22"/>
              </w:rPr>
              <w:t>8</w:t>
            </w:r>
          </w:p>
        </w:tc>
        <w:tc>
          <w:tcPr>
            <w:tcW w:w="1742" w:type="dxa"/>
            <w:vAlign w:val="center"/>
          </w:tcPr>
          <w:p w:rsidR="0009156E" w:rsidRPr="004D300B" w:rsidRDefault="0009156E" w:rsidP="00C4311B">
            <w:r w:rsidRPr="004D300B">
              <w:t>9</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09156E" w:rsidRPr="004D300B" w:rsidRDefault="0009156E" w:rsidP="00357AC8">
            <w:r w:rsidRPr="004D300B">
              <w:t xml:space="preserve">Основное мероприятие </w:t>
            </w:r>
          </w:p>
        </w:tc>
        <w:tc>
          <w:tcPr>
            <w:tcW w:w="2880" w:type="dxa"/>
          </w:tcPr>
          <w:p w:rsidR="0009156E" w:rsidRPr="004D300B" w:rsidRDefault="0009156E" w:rsidP="00357AC8">
            <w:r w:rsidRPr="004D300B">
              <w:rPr>
                <w:rStyle w:val="1a"/>
                <w:sz w:val="24"/>
                <w:szCs w:val="24"/>
              </w:rPr>
              <w:t>Межевание земельных участков, оценка размера арендной платы</w:t>
            </w:r>
          </w:p>
        </w:tc>
        <w:tc>
          <w:tcPr>
            <w:tcW w:w="2160" w:type="dxa"/>
          </w:tcPr>
          <w:p w:rsidR="0009156E" w:rsidRPr="004D300B" w:rsidRDefault="0009156E" w:rsidP="00357AC8">
            <w:pPr>
              <w:pStyle w:val="ConsPlusNormal"/>
              <w:ind w:firstLine="0"/>
              <w:rPr>
                <w:rFonts w:ascii="Times New Roman" w:hAnsi="Times New Roman"/>
                <w:b/>
                <w:sz w:val="24"/>
                <w:szCs w:val="24"/>
              </w:rPr>
            </w:pP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Обеспечение эффективного управления и распоряжения земельными ресурсами на территории Таловского муниципального района</w:t>
            </w: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0113053802</w:t>
            </w:r>
            <w:r>
              <w:rPr>
                <w:rFonts w:ascii="Times New Roman" w:hAnsi="Times New Roman"/>
              </w:rPr>
              <w:t>1</w:t>
            </w:r>
          </w:p>
        </w:tc>
        <w:tc>
          <w:tcPr>
            <w:tcW w:w="1742" w:type="dxa"/>
          </w:tcPr>
          <w:p w:rsidR="0009156E" w:rsidRPr="00E95666" w:rsidRDefault="0009156E" w:rsidP="00357AC8">
            <w:pPr>
              <w:pStyle w:val="ConsPlusNormal"/>
              <w:ind w:firstLine="0"/>
              <w:rPr>
                <w:rFonts w:ascii="Times New Roman" w:hAnsi="Times New Roman"/>
                <w:sz w:val="24"/>
                <w:szCs w:val="24"/>
              </w:rPr>
            </w:pPr>
            <w:r>
              <w:rPr>
                <w:rFonts w:ascii="Times New Roman" w:hAnsi="Times New Roman"/>
                <w:sz w:val="24"/>
                <w:szCs w:val="24"/>
              </w:rPr>
              <w:t>97</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09156E" w:rsidRPr="004D300B" w:rsidRDefault="0009156E" w:rsidP="00357AC8">
            <w:r w:rsidRPr="004D300B">
              <w:t xml:space="preserve">Основное мероприятие </w:t>
            </w:r>
          </w:p>
        </w:tc>
        <w:tc>
          <w:tcPr>
            <w:tcW w:w="2880" w:type="dxa"/>
          </w:tcPr>
          <w:p w:rsidR="0009156E" w:rsidRPr="004D300B" w:rsidRDefault="0009156E" w:rsidP="00357AC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09156E" w:rsidRPr="004D300B" w:rsidRDefault="0009156E" w:rsidP="00357AC8"/>
        </w:tc>
        <w:tc>
          <w:tcPr>
            <w:tcW w:w="2160" w:type="dxa"/>
          </w:tcPr>
          <w:p w:rsidR="0009156E" w:rsidRPr="004D300B" w:rsidRDefault="0009156E" w:rsidP="00357AC8">
            <w:pPr>
              <w:pStyle w:val="ConsPlusNormal"/>
              <w:ind w:firstLine="0"/>
              <w:rPr>
                <w:rFonts w:ascii="Times New Roman" w:hAnsi="Times New Roman"/>
                <w:b/>
                <w:sz w:val="24"/>
                <w:szCs w:val="24"/>
              </w:rPr>
            </w:pP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36730 тыс.руб.</w:t>
            </w: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01130538020</w:t>
            </w:r>
          </w:p>
        </w:tc>
        <w:tc>
          <w:tcPr>
            <w:tcW w:w="1742" w:type="dxa"/>
          </w:tcPr>
          <w:p w:rsidR="0009156E" w:rsidRPr="008748DC" w:rsidRDefault="0009156E" w:rsidP="00357AC8">
            <w:pPr>
              <w:pStyle w:val="ConsPlusNormal"/>
              <w:ind w:firstLine="0"/>
              <w:rPr>
                <w:rFonts w:ascii="Times New Roman" w:hAnsi="Times New Roman"/>
                <w:sz w:val="24"/>
                <w:szCs w:val="24"/>
              </w:rPr>
            </w:pPr>
            <w:r w:rsidRPr="00E95666">
              <w:rPr>
                <w:rFonts w:ascii="Times New Roman" w:hAnsi="Times New Roman"/>
                <w:sz w:val="24"/>
                <w:szCs w:val="24"/>
                <w:lang w:val="en-US"/>
              </w:rPr>
              <w:t>1</w:t>
            </w:r>
            <w:r>
              <w:rPr>
                <w:rFonts w:ascii="Times New Roman" w:hAnsi="Times New Roman"/>
                <w:sz w:val="24"/>
                <w:szCs w:val="24"/>
              </w:rPr>
              <w:t>49,5</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09156E" w:rsidRPr="004D300B" w:rsidRDefault="0009156E" w:rsidP="00357AC8">
            <w:r w:rsidRPr="004D300B">
              <w:t xml:space="preserve">Основное мероприятие </w:t>
            </w:r>
          </w:p>
        </w:tc>
        <w:tc>
          <w:tcPr>
            <w:tcW w:w="2880" w:type="dxa"/>
          </w:tcPr>
          <w:p w:rsidR="0009156E" w:rsidRPr="004D300B" w:rsidRDefault="0009156E" w:rsidP="00357AC8">
            <w:pPr>
              <w:ind w:right="-57"/>
            </w:pPr>
            <w:r w:rsidRPr="004D300B">
              <w:t>Обеспечение деятельности МКУ «Отдел по управлению муниципальным имуществом».</w:t>
            </w:r>
          </w:p>
          <w:p w:rsidR="0009156E" w:rsidRPr="004D300B" w:rsidRDefault="0009156E" w:rsidP="00357AC8"/>
        </w:tc>
        <w:tc>
          <w:tcPr>
            <w:tcW w:w="2160" w:type="dxa"/>
          </w:tcPr>
          <w:p w:rsidR="0009156E" w:rsidRPr="004D300B" w:rsidRDefault="0009156E" w:rsidP="00357AC8">
            <w:pPr>
              <w:pStyle w:val="ConsPlusNormal"/>
              <w:ind w:firstLine="0"/>
              <w:rPr>
                <w:rFonts w:ascii="Times New Roman" w:hAnsi="Times New Roman"/>
                <w:b/>
                <w:sz w:val="24"/>
                <w:szCs w:val="24"/>
              </w:rPr>
            </w:pP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p w:rsidR="0009156E" w:rsidRDefault="0009156E" w:rsidP="00357AC8">
            <w:pPr>
              <w:pStyle w:val="ConsPlusNormal"/>
              <w:ind w:firstLine="0"/>
              <w:rPr>
                <w:rFonts w:ascii="Times New Roman" w:hAnsi="Times New Roman"/>
                <w:sz w:val="24"/>
                <w:szCs w:val="24"/>
              </w:rPr>
            </w:pPr>
          </w:p>
          <w:p w:rsidR="0009156E" w:rsidRDefault="0009156E" w:rsidP="00357AC8">
            <w:pPr>
              <w:pStyle w:val="ConsPlusNormal"/>
              <w:ind w:firstLine="0"/>
              <w:rPr>
                <w:rFonts w:ascii="Times New Roman" w:hAnsi="Times New Roman"/>
                <w:sz w:val="24"/>
                <w:szCs w:val="24"/>
              </w:rPr>
            </w:pPr>
          </w:p>
          <w:p w:rsidR="0009156E" w:rsidRPr="004D300B" w:rsidRDefault="0009156E" w:rsidP="00357AC8">
            <w:pPr>
              <w:pStyle w:val="ConsPlusNormal"/>
              <w:ind w:firstLine="0"/>
              <w:rPr>
                <w:rFonts w:ascii="Times New Roman" w:hAnsi="Times New Roman"/>
                <w:sz w:val="24"/>
                <w:szCs w:val="24"/>
              </w:rPr>
            </w:pP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lastRenderedPageBreak/>
              <w:t>01130538201</w:t>
            </w:r>
          </w:p>
        </w:tc>
        <w:tc>
          <w:tcPr>
            <w:tcW w:w="1742" w:type="dxa"/>
          </w:tcPr>
          <w:p w:rsidR="0009156E" w:rsidRPr="00E95666" w:rsidRDefault="0009156E" w:rsidP="00357AC8">
            <w:pPr>
              <w:pStyle w:val="ConsPlusNormal"/>
              <w:ind w:firstLine="0"/>
              <w:rPr>
                <w:rFonts w:ascii="Times New Roman" w:hAnsi="Times New Roman"/>
                <w:sz w:val="24"/>
                <w:szCs w:val="24"/>
              </w:rPr>
            </w:pPr>
            <w:r>
              <w:rPr>
                <w:rFonts w:ascii="Times New Roman" w:hAnsi="Times New Roman"/>
                <w:sz w:val="24"/>
                <w:szCs w:val="24"/>
              </w:rPr>
              <w:t>2694,9</w:t>
            </w:r>
          </w:p>
        </w:tc>
      </w:tr>
      <w:tr w:rsidR="0009156E" w:rsidRPr="004D300B" w:rsidTr="001C4591">
        <w:tc>
          <w:tcPr>
            <w:tcW w:w="828" w:type="dxa"/>
          </w:tcPr>
          <w:p w:rsidR="0009156E" w:rsidRPr="004D300B" w:rsidRDefault="0009156E" w:rsidP="00C4311B">
            <w:r w:rsidRPr="004D300B">
              <w:t>1</w:t>
            </w:r>
          </w:p>
        </w:tc>
        <w:tc>
          <w:tcPr>
            <w:tcW w:w="1620" w:type="dxa"/>
            <w:vAlign w:val="center"/>
          </w:tcPr>
          <w:p w:rsidR="0009156E" w:rsidRPr="004D300B" w:rsidRDefault="0009156E" w:rsidP="00C4311B">
            <w:r w:rsidRPr="004D300B">
              <w:t>2</w:t>
            </w:r>
          </w:p>
        </w:tc>
        <w:tc>
          <w:tcPr>
            <w:tcW w:w="2880" w:type="dxa"/>
            <w:vAlign w:val="center"/>
          </w:tcPr>
          <w:p w:rsidR="0009156E" w:rsidRPr="004D300B" w:rsidRDefault="0009156E" w:rsidP="00C4311B">
            <w:r w:rsidRPr="004D300B">
              <w:t>3</w:t>
            </w:r>
          </w:p>
        </w:tc>
        <w:tc>
          <w:tcPr>
            <w:tcW w:w="2160" w:type="dxa"/>
            <w:vAlign w:val="center"/>
          </w:tcPr>
          <w:p w:rsidR="0009156E" w:rsidRPr="004D300B" w:rsidRDefault="0009156E" w:rsidP="00C4311B">
            <w:r w:rsidRPr="004D300B">
              <w:t>4</w:t>
            </w:r>
          </w:p>
        </w:tc>
        <w:tc>
          <w:tcPr>
            <w:tcW w:w="1260" w:type="dxa"/>
            <w:vAlign w:val="center"/>
          </w:tcPr>
          <w:p w:rsidR="0009156E" w:rsidRPr="004D300B" w:rsidRDefault="0009156E" w:rsidP="00C4311B">
            <w:r w:rsidRPr="004D300B">
              <w:t>5</w:t>
            </w:r>
          </w:p>
        </w:tc>
        <w:tc>
          <w:tcPr>
            <w:tcW w:w="1453" w:type="dxa"/>
            <w:vAlign w:val="center"/>
          </w:tcPr>
          <w:p w:rsidR="0009156E" w:rsidRPr="004D300B" w:rsidRDefault="0009156E" w:rsidP="00C4311B">
            <w:r w:rsidRPr="004D300B">
              <w:t>6</w:t>
            </w:r>
          </w:p>
        </w:tc>
        <w:tc>
          <w:tcPr>
            <w:tcW w:w="2147" w:type="dxa"/>
            <w:vAlign w:val="center"/>
          </w:tcPr>
          <w:p w:rsidR="0009156E" w:rsidRPr="004D300B" w:rsidRDefault="0009156E" w:rsidP="00C4311B">
            <w:r w:rsidRPr="004D300B">
              <w:t>7</w:t>
            </w:r>
          </w:p>
        </w:tc>
        <w:tc>
          <w:tcPr>
            <w:tcW w:w="1498" w:type="dxa"/>
            <w:vAlign w:val="center"/>
          </w:tcPr>
          <w:p w:rsidR="0009156E" w:rsidRPr="004D300B" w:rsidRDefault="0009156E" w:rsidP="00C4311B">
            <w:r w:rsidRPr="004D300B">
              <w:rPr>
                <w:sz w:val="22"/>
                <w:szCs w:val="22"/>
              </w:rPr>
              <w:t>8</w:t>
            </w:r>
          </w:p>
        </w:tc>
        <w:tc>
          <w:tcPr>
            <w:tcW w:w="1742" w:type="dxa"/>
            <w:vAlign w:val="center"/>
          </w:tcPr>
          <w:p w:rsidR="0009156E" w:rsidRPr="004D300B" w:rsidRDefault="0009156E" w:rsidP="00C4311B">
            <w:r w:rsidRPr="004D300B">
              <w:t>9</w:t>
            </w:r>
          </w:p>
        </w:tc>
      </w:tr>
      <w:tr w:rsidR="0009156E" w:rsidRPr="00CD4E86"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09156E" w:rsidRPr="004D300B" w:rsidRDefault="0009156E" w:rsidP="00357AC8">
            <w:pPr>
              <w:ind w:right="-57"/>
              <w:rPr>
                <w:b/>
              </w:rPr>
            </w:pPr>
            <w:r w:rsidRPr="004D300B">
              <w:rPr>
                <w:b/>
              </w:rPr>
              <w:t>ПОДПРОГРАММА 4</w:t>
            </w:r>
          </w:p>
        </w:tc>
        <w:tc>
          <w:tcPr>
            <w:tcW w:w="2880" w:type="dxa"/>
            <w:vAlign w:val="center"/>
          </w:tcPr>
          <w:p w:rsidR="0009156E" w:rsidRPr="004D300B" w:rsidRDefault="0009156E" w:rsidP="00357AC8">
            <w:pPr>
              <w:rPr>
                <w:b/>
              </w:rPr>
            </w:pPr>
            <w:r w:rsidRPr="004D300B">
              <w:rPr>
                <w:b/>
              </w:rPr>
              <w:t>«Обеспечение жильем молодых семей»</w:t>
            </w:r>
          </w:p>
          <w:p w:rsidR="0009156E" w:rsidRPr="004D300B" w:rsidRDefault="0009156E" w:rsidP="00357AC8">
            <w:pPr>
              <w:rPr>
                <w:b/>
              </w:rPr>
            </w:pPr>
          </w:p>
          <w:p w:rsidR="0009156E" w:rsidRPr="004D300B" w:rsidRDefault="0009156E" w:rsidP="00357AC8">
            <w:pPr>
              <w:rPr>
                <w:b/>
              </w:rPr>
            </w:pPr>
          </w:p>
          <w:p w:rsidR="0009156E" w:rsidRPr="004D300B" w:rsidRDefault="0009156E" w:rsidP="00357AC8">
            <w:pPr>
              <w:rPr>
                <w:b/>
              </w:rPr>
            </w:pPr>
          </w:p>
          <w:p w:rsidR="0009156E" w:rsidRPr="004D300B" w:rsidRDefault="0009156E" w:rsidP="00357AC8">
            <w:pPr>
              <w:rPr>
                <w:b/>
              </w:rPr>
            </w:pPr>
          </w:p>
          <w:p w:rsidR="0009156E" w:rsidRPr="004D300B" w:rsidRDefault="0009156E" w:rsidP="00357AC8"/>
        </w:tc>
        <w:tc>
          <w:tcPr>
            <w:tcW w:w="2160" w:type="dxa"/>
          </w:tcPr>
          <w:p w:rsidR="0009156E" w:rsidRPr="00484829" w:rsidRDefault="0009156E" w:rsidP="00357AC8">
            <w:pPr>
              <w:pStyle w:val="ConsPlusNormal"/>
              <w:ind w:firstLine="0"/>
              <w:rPr>
                <w:rFonts w:ascii="Times New Roman" w:hAnsi="Times New Roman"/>
              </w:rPr>
            </w:pPr>
            <w:r w:rsidRPr="00484829">
              <w:rPr>
                <w:rFonts w:ascii="Times New Roman" w:hAnsi="Times New Roman"/>
              </w:rPr>
              <w:t>Отдел по архитектуре и строительной политике администрации Таловского муниципального района</w:t>
            </w: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w:t>
            </w:r>
            <w:r>
              <w:rPr>
                <w:rFonts w:ascii="Times New Roman" w:hAnsi="Times New Roman"/>
                <w:sz w:val="24"/>
                <w:szCs w:val="24"/>
              </w:rPr>
              <w:t xml:space="preserve"> 5</w:t>
            </w:r>
            <w:r w:rsidRPr="004D300B">
              <w:rPr>
                <w:rFonts w:ascii="Times New Roman" w:hAnsi="Times New Roman"/>
                <w:sz w:val="24"/>
                <w:szCs w:val="24"/>
              </w:rPr>
              <w:t xml:space="preserve"> молодых семей.</w:t>
            </w:r>
          </w:p>
        </w:tc>
        <w:tc>
          <w:tcPr>
            <w:tcW w:w="1498" w:type="dxa"/>
          </w:tcPr>
          <w:p w:rsidR="0009156E" w:rsidRPr="002235D4" w:rsidRDefault="0009156E" w:rsidP="00357AC8">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09156E" w:rsidRPr="002235D4" w:rsidRDefault="0009156E" w:rsidP="00357AC8">
            <w:pPr>
              <w:pStyle w:val="ConsPlusNormal"/>
              <w:ind w:firstLine="0"/>
              <w:rPr>
                <w:rFonts w:ascii="Times New Roman" w:hAnsi="Times New Roman"/>
              </w:rPr>
            </w:pPr>
            <w:r w:rsidRPr="002235D4">
              <w:rPr>
                <w:rFonts w:ascii="Times New Roman" w:hAnsi="Times New Roman"/>
              </w:rPr>
              <w:t>10030547854</w:t>
            </w:r>
          </w:p>
          <w:p w:rsidR="0009156E" w:rsidRPr="00C06E81" w:rsidRDefault="0009156E" w:rsidP="00357AC8">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09156E" w:rsidRPr="00CD4E86" w:rsidRDefault="0009156E" w:rsidP="00357AC8">
            <w:pPr>
              <w:pStyle w:val="ConsPlusNormal"/>
              <w:ind w:firstLine="0"/>
              <w:rPr>
                <w:rFonts w:ascii="Times New Roman" w:hAnsi="Times New Roman"/>
                <w:b/>
                <w:sz w:val="24"/>
                <w:szCs w:val="24"/>
              </w:rPr>
            </w:pPr>
            <w:r w:rsidRPr="00CD4E86">
              <w:rPr>
                <w:rFonts w:ascii="Times New Roman" w:hAnsi="Times New Roman"/>
                <w:b/>
                <w:sz w:val="24"/>
                <w:szCs w:val="24"/>
              </w:rPr>
              <w:t>2252,250</w:t>
            </w:r>
          </w:p>
        </w:tc>
      </w:tr>
      <w:tr w:rsidR="0009156E" w:rsidRPr="00CD4E86"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09156E" w:rsidRPr="004D300B" w:rsidRDefault="0009156E" w:rsidP="00357AC8">
            <w:pPr>
              <w:rPr>
                <w:b/>
              </w:rPr>
            </w:pPr>
            <w:r w:rsidRPr="004D300B">
              <w:rPr>
                <w:b/>
              </w:rPr>
              <w:t>ПОДПРОГРАММА 5</w:t>
            </w:r>
          </w:p>
          <w:p w:rsidR="0009156E" w:rsidRPr="004D300B" w:rsidRDefault="0009156E" w:rsidP="00357AC8">
            <w:pPr>
              <w:rPr>
                <w:b/>
              </w:rPr>
            </w:pPr>
          </w:p>
          <w:p w:rsidR="0009156E" w:rsidRPr="004D300B" w:rsidRDefault="0009156E" w:rsidP="00357AC8">
            <w:pPr>
              <w:rPr>
                <w:b/>
              </w:rPr>
            </w:pPr>
          </w:p>
          <w:p w:rsidR="0009156E" w:rsidRPr="004D300B" w:rsidRDefault="0009156E" w:rsidP="00357AC8">
            <w:pPr>
              <w:rPr>
                <w:b/>
              </w:rPr>
            </w:pPr>
          </w:p>
          <w:p w:rsidR="0009156E" w:rsidRPr="004D300B" w:rsidRDefault="0009156E" w:rsidP="00357AC8">
            <w:pPr>
              <w:rPr>
                <w:b/>
              </w:rPr>
            </w:pPr>
          </w:p>
          <w:p w:rsidR="0009156E" w:rsidRPr="004D300B" w:rsidRDefault="0009156E" w:rsidP="00357AC8">
            <w:pPr>
              <w:rPr>
                <w:b/>
              </w:rPr>
            </w:pPr>
          </w:p>
        </w:tc>
        <w:tc>
          <w:tcPr>
            <w:tcW w:w="2880" w:type="dxa"/>
            <w:vAlign w:val="center"/>
          </w:tcPr>
          <w:p w:rsidR="0009156E" w:rsidRPr="004D300B" w:rsidRDefault="0009156E" w:rsidP="00357AC8">
            <w:pPr>
              <w:rPr>
                <w:b/>
              </w:rPr>
            </w:pPr>
            <w:r w:rsidRPr="004D300B">
              <w:rPr>
                <w:b/>
              </w:rPr>
              <w:t>«Развитие и поддержка малого и  среднего предпринимательства в Таловском муниципальном районе на 2014 -2019 годы» </w:t>
            </w:r>
          </w:p>
        </w:tc>
        <w:tc>
          <w:tcPr>
            <w:tcW w:w="2160"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Администрация Таловского муниципального района</w:t>
            </w: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b/>
                <w:sz w:val="24"/>
                <w:szCs w:val="24"/>
              </w:rPr>
            </w:pPr>
          </w:p>
        </w:tc>
        <w:tc>
          <w:tcPr>
            <w:tcW w:w="1498" w:type="dxa"/>
          </w:tcPr>
          <w:p w:rsidR="0009156E" w:rsidRPr="004D300B" w:rsidRDefault="0009156E" w:rsidP="00357AC8">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09156E" w:rsidRPr="00CD4E86" w:rsidRDefault="0009156E" w:rsidP="00357AC8">
            <w:pPr>
              <w:pStyle w:val="ConsPlusNormal"/>
              <w:ind w:firstLine="0"/>
              <w:rPr>
                <w:rFonts w:ascii="Times New Roman" w:hAnsi="Times New Roman"/>
                <w:b/>
                <w:sz w:val="24"/>
                <w:szCs w:val="24"/>
              </w:rPr>
            </w:pPr>
            <w:r w:rsidRPr="00CD4E86">
              <w:rPr>
                <w:rFonts w:ascii="Times New Roman" w:hAnsi="Times New Roman"/>
                <w:b/>
                <w:sz w:val="24"/>
                <w:szCs w:val="24"/>
              </w:rPr>
              <w:t>1260</w:t>
            </w:r>
          </w:p>
        </w:tc>
      </w:tr>
      <w:tr w:rsidR="0009156E" w:rsidRPr="00CD4E86" w:rsidTr="00357AC8">
        <w:tc>
          <w:tcPr>
            <w:tcW w:w="828"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09156E" w:rsidRPr="004D300B" w:rsidRDefault="0009156E" w:rsidP="00357AC8">
            <w:pPr>
              <w:ind w:right="-57"/>
            </w:pPr>
            <w:r w:rsidRPr="004D300B">
              <w:t>Основное мероприятие 5.1</w:t>
            </w:r>
          </w:p>
          <w:p w:rsidR="0009156E" w:rsidRPr="004D300B" w:rsidRDefault="0009156E" w:rsidP="00357AC8">
            <w:pPr>
              <w:ind w:right="-57"/>
            </w:pPr>
          </w:p>
          <w:p w:rsidR="0009156E" w:rsidRPr="004D300B" w:rsidRDefault="0009156E" w:rsidP="00357AC8">
            <w:pPr>
              <w:ind w:right="-57"/>
            </w:pPr>
          </w:p>
          <w:p w:rsidR="0009156E" w:rsidRPr="004D300B" w:rsidRDefault="0009156E" w:rsidP="00357AC8">
            <w:pPr>
              <w:ind w:right="-57"/>
            </w:pPr>
          </w:p>
        </w:tc>
        <w:tc>
          <w:tcPr>
            <w:tcW w:w="2880" w:type="dxa"/>
            <w:vAlign w:val="center"/>
          </w:tcPr>
          <w:p w:rsidR="0009156E" w:rsidRPr="004D300B" w:rsidRDefault="0009156E" w:rsidP="00CB60A3">
            <w:pPr>
              <w:ind w:right="-57"/>
            </w:pPr>
            <w:r w:rsidRPr="005F00DB">
              <w:t>Предоставление грантов  начинающим субъектам малого предпринимательства</w:t>
            </w:r>
          </w:p>
        </w:tc>
        <w:tc>
          <w:tcPr>
            <w:tcW w:w="2160" w:type="dxa"/>
          </w:tcPr>
          <w:p w:rsidR="0009156E" w:rsidRPr="004D300B" w:rsidRDefault="0009156E" w:rsidP="00357AC8">
            <w:pPr>
              <w:pStyle w:val="ConsPlusNormal"/>
              <w:ind w:firstLine="0"/>
              <w:rPr>
                <w:rFonts w:ascii="Times New Roman" w:hAnsi="Times New Roman"/>
                <w:b/>
                <w:sz w:val="24"/>
                <w:szCs w:val="24"/>
              </w:rPr>
            </w:pPr>
            <w:r w:rsidRPr="004D300B">
              <w:rPr>
                <w:rFonts w:ascii="Times New Roman" w:hAnsi="Times New Roman"/>
                <w:sz w:val="24"/>
                <w:szCs w:val="24"/>
              </w:rPr>
              <w:t>Отдел по экономике администрации Таловского муниципального района</w:t>
            </w: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август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84829" w:rsidRDefault="0009156E" w:rsidP="00357AC8">
            <w:pPr>
              <w:pStyle w:val="ConsPlusNormal"/>
              <w:ind w:firstLine="0"/>
              <w:rPr>
                <w:rFonts w:ascii="Times New Roman" w:hAnsi="Times New Roman"/>
                <w:b/>
                <w:sz w:val="20"/>
                <w:szCs w:val="20"/>
              </w:rPr>
            </w:pPr>
            <w:r w:rsidRPr="00484829">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 предоставление не менее 6 грантов.</w:t>
            </w:r>
          </w:p>
        </w:tc>
        <w:tc>
          <w:tcPr>
            <w:tcW w:w="1498" w:type="dxa"/>
          </w:tcPr>
          <w:p w:rsidR="0009156E" w:rsidRPr="004D300B" w:rsidRDefault="0009156E" w:rsidP="00357AC8">
            <w:pPr>
              <w:pStyle w:val="ConsPlusNormal"/>
              <w:ind w:firstLine="0"/>
              <w:rPr>
                <w:rFonts w:ascii="Times New Roman" w:hAnsi="Times New Roman"/>
              </w:rPr>
            </w:pPr>
          </w:p>
        </w:tc>
        <w:tc>
          <w:tcPr>
            <w:tcW w:w="1742" w:type="dxa"/>
          </w:tcPr>
          <w:p w:rsidR="0009156E" w:rsidRPr="00CD4E86" w:rsidRDefault="0009156E" w:rsidP="00357AC8">
            <w:pPr>
              <w:pStyle w:val="ConsPlusNormal"/>
              <w:ind w:firstLine="0"/>
              <w:rPr>
                <w:rFonts w:ascii="Times New Roman" w:hAnsi="Times New Roman"/>
                <w:sz w:val="24"/>
                <w:szCs w:val="24"/>
              </w:rPr>
            </w:pPr>
            <w:r w:rsidRPr="00CD4E86">
              <w:rPr>
                <w:rFonts w:ascii="Times New Roman" w:hAnsi="Times New Roman"/>
                <w:sz w:val="24"/>
                <w:szCs w:val="24"/>
              </w:rPr>
              <w:t>1260</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sz w:val="24"/>
                <w:szCs w:val="24"/>
              </w:rPr>
            </w:pPr>
          </w:p>
        </w:tc>
        <w:tc>
          <w:tcPr>
            <w:tcW w:w="1620" w:type="dxa"/>
            <w:vAlign w:val="center"/>
          </w:tcPr>
          <w:p w:rsidR="0009156E" w:rsidRDefault="0009156E" w:rsidP="00357AC8">
            <w:pPr>
              <w:rPr>
                <w:b/>
              </w:rPr>
            </w:pPr>
            <w:r w:rsidRPr="004D300B">
              <w:rPr>
                <w:b/>
              </w:rPr>
              <w:t xml:space="preserve">ПОДПРОГРАММА </w:t>
            </w:r>
            <w:r>
              <w:rPr>
                <w:b/>
              </w:rPr>
              <w:t>6</w:t>
            </w:r>
          </w:p>
          <w:p w:rsidR="0009156E" w:rsidRDefault="0009156E" w:rsidP="00357AC8">
            <w:pPr>
              <w:rPr>
                <w:b/>
              </w:rPr>
            </w:pPr>
          </w:p>
          <w:p w:rsidR="0009156E" w:rsidRDefault="0009156E" w:rsidP="00357AC8">
            <w:pPr>
              <w:rPr>
                <w:b/>
              </w:rPr>
            </w:pPr>
          </w:p>
          <w:p w:rsidR="0009156E" w:rsidRPr="004D300B" w:rsidRDefault="0009156E" w:rsidP="00357AC8">
            <w:pPr>
              <w:rPr>
                <w:b/>
              </w:rPr>
            </w:pPr>
          </w:p>
          <w:p w:rsidR="0009156E" w:rsidRPr="004D300B" w:rsidRDefault="0009156E" w:rsidP="00357AC8"/>
        </w:tc>
        <w:tc>
          <w:tcPr>
            <w:tcW w:w="2880" w:type="dxa"/>
            <w:vAlign w:val="center"/>
          </w:tcPr>
          <w:p w:rsidR="0009156E" w:rsidRPr="004D300B" w:rsidRDefault="0009156E" w:rsidP="00357AC8">
            <w:r w:rsidRPr="00E95666">
              <w:rPr>
                <w:b/>
              </w:rPr>
              <w:t>«Строительство спортивных сооружений на территории Таловского муниципального района»</w:t>
            </w:r>
          </w:p>
        </w:tc>
        <w:tc>
          <w:tcPr>
            <w:tcW w:w="2160" w:type="dxa"/>
          </w:tcPr>
          <w:p w:rsidR="0009156E" w:rsidRPr="004D300B" w:rsidRDefault="0009156E" w:rsidP="00357AC8">
            <w:r w:rsidRPr="004D300B">
              <w:t>Администрация Таловского муниципального района</w:t>
            </w:r>
          </w:p>
        </w:tc>
        <w:tc>
          <w:tcPr>
            <w:tcW w:w="1260" w:type="dxa"/>
          </w:tcPr>
          <w:p w:rsidR="0009156E" w:rsidRPr="004D300B" w:rsidRDefault="0009156E" w:rsidP="00876F14">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876F14">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357AC8">
            <w:pPr>
              <w:pStyle w:val="ConsPlusNormal"/>
              <w:ind w:firstLine="0"/>
              <w:rPr>
                <w:rFonts w:ascii="Times New Roman" w:hAnsi="Times New Roman"/>
                <w:sz w:val="24"/>
                <w:szCs w:val="24"/>
              </w:rPr>
            </w:pPr>
          </w:p>
        </w:tc>
        <w:tc>
          <w:tcPr>
            <w:tcW w:w="1498" w:type="dxa"/>
          </w:tcPr>
          <w:p w:rsidR="0009156E" w:rsidRPr="004D300B" w:rsidRDefault="0009156E" w:rsidP="00357AC8">
            <w:pPr>
              <w:pStyle w:val="ConsPlusNormal"/>
              <w:ind w:firstLine="0"/>
              <w:rPr>
                <w:rFonts w:ascii="Times New Roman" w:hAnsi="Times New Roman"/>
              </w:rPr>
            </w:pPr>
          </w:p>
        </w:tc>
        <w:tc>
          <w:tcPr>
            <w:tcW w:w="1742" w:type="dxa"/>
          </w:tcPr>
          <w:p w:rsidR="0009156E" w:rsidRPr="004D300B" w:rsidRDefault="0009156E" w:rsidP="00357AC8">
            <w:pPr>
              <w:pStyle w:val="ConsPlusNormal"/>
              <w:ind w:firstLine="0"/>
              <w:rPr>
                <w:rFonts w:ascii="Times New Roman" w:hAnsi="Times New Roman"/>
                <w:b/>
                <w:sz w:val="24"/>
                <w:szCs w:val="24"/>
              </w:rPr>
            </w:pPr>
            <w:r>
              <w:rPr>
                <w:rFonts w:ascii="Times New Roman" w:hAnsi="Times New Roman"/>
                <w:b/>
                <w:sz w:val="24"/>
                <w:szCs w:val="24"/>
              </w:rPr>
              <w:t>81969,9</w:t>
            </w:r>
          </w:p>
        </w:tc>
      </w:tr>
      <w:tr w:rsidR="0009156E" w:rsidRPr="004D300B" w:rsidTr="00357AC8">
        <w:tc>
          <w:tcPr>
            <w:tcW w:w="828" w:type="dxa"/>
          </w:tcPr>
          <w:p w:rsidR="0009156E" w:rsidRPr="004D300B" w:rsidRDefault="0009156E" w:rsidP="00357AC8">
            <w:pPr>
              <w:pStyle w:val="ConsPlusNormal"/>
              <w:ind w:firstLine="0"/>
              <w:rPr>
                <w:rFonts w:ascii="Times New Roman" w:hAnsi="Times New Roman"/>
                <w:sz w:val="24"/>
                <w:szCs w:val="24"/>
              </w:rPr>
            </w:pPr>
            <w:r>
              <w:t>6</w:t>
            </w:r>
            <w:r w:rsidRPr="004D300B">
              <w:t>.1</w:t>
            </w:r>
          </w:p>
        </w:tc>
        <w:tc>
          <w:tcPr>
            <w:tcW w:w="1620" w:type="dxa"/>
            <w:vAlign w:val="center"/>
          </w:tcPr>
          <w:p w:rsidR="0009156E" w:rsidRPr="004D300B" w:rsidRDefault="0009156E" w:rsidP="00357AC8">
            <w:r w:rsidRPr="004D300B">
              <w:t xml:space="preserve">Основное </w:t>
            </w:r>
            <w:r w:rsidRPr="004D300B">
              <w:br/>
              <w:t xml:space="preserve">мероприятие </w:t>
            </w:r>
          </w:p>
        </w:tc>
        <w:tc>
          <w:tcPr>
            <w:tcW w:w="2880" w:type="dxa"/>
            <w:vAlign w:val="center"/>
          </w:tcPr>
          <w:p w:rsidR="0009156E" w:rsidRPr="004D300B" w:rsidRDefault="0009156E" w:rsidP="00357AC8">
            <w:r w:rsidRPr="005A3E33">
              <w:t>Строительство и реконструкция спортивных объектов муниципальной собственности</w:t>
            </w:r>
          </w:p>
        </w:tc>
        <w:tc>
          <w:tcPr>
            <w:tcW w:w="2160" w:type="dxa"/>
          </w:tcPr>
          <w:p w:rsidR="0009156E" w:rsidRPr="005A3E33" w:rsidRDefault="0009156E" w:rsidP="00357AC8">
            <w:r w:rsidRPr="004D300B">
              <w:t>Администрация Таловского муниципального района</w:t>
            </w:r>
          </w:p>
        </w:tc>
        <w:tc>
          <w:tcPr>
            <w:tcW w:w="1260"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09156E" w:rsidRPr="004D300B" w:rsidRDefault="0009156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09156E" w:rsidRPr="004D300B" w:rsidRDefault="0009156E" w:rsidP="00B9797F">
            <w:pPr>
              <w:pStyle w:val="ConsPlusNormal"/>
              <w:ind w:firstLine="0"/>
              <w:rPr>
                <w:rFonts w:ascii="Times New Roman" w:hAnsi="Times New Roman"/>
                <w:sz w:val="24"/>
                <w:szCs w:val="24"/>
              </w:rPr>
            </w:pPr>
            <w:r>
              <w:rPr>
                <w:rFonts w:ascii="Times New Roman" w:hAnsi="Times New Roman"/>
                <w:sz w:val="24"/>
                <w:szCs w:val="24"/>
              </w:rPr>
              <w:t>Строительство ФОК в р.п. Таловая</w:t>
            </w:r>
          </w:p>
        </w:tc>
        <w:tc>
          <w:tcPr>
            <w:tcW w:w="1498" w:type="dxa"/>
          </w:tcPr>
          <w:p w:rsidR="0009156E" w:rsidRDefault="0009156E" w:rsidP="00357AC8">
            <w:pPr>
              <w:pStyle w:val="ConsPlusNormal"/>
              <w:ind w:firstLine="0"/>
              <w:rPr>
                <w:rFonts w:ascii="Times New Roman" w:hAnsi="Times New Roman"/>
              </w:rPr>
            </w:pPr>
            <w:r>
              <w:rPr>
                <w:rFonts w:ascii="Times New Roman" w:hAnsi="Times New Roman"/>
              </w:rPr>
              <w:t>11050568810</w:t>
            </w:r>
          </w:p>
          <w:p w:rsidR="0009156E" w:rsidRDefault="0009156E" w:rsidP="00357AC8">
            <w:pPr>
              <w:pStyle w:val="ConsPlusNormal"/>
              <w:ind w:firstLine="0"/>
              <w:rPr>
                <w:rFonts w:ascii="Times New Roman" w:hAnsi="Times New Roman"/>
              </w:rPr>
            </w:pPr>
            <w:r>
              <w:rPr>
                <w:rFonts w:ascii="Times New Roman" w:hAnsi="Times New Roman"/>
              </w:rPr>
              <w:t>11050567810</w:t>
            </w:r>
          </w:p>
          <w:p w:rsidR="0009156E" w:rsidRPr="004D300B" w:rsidRDefault="0009156E" w:rsidP="00357AC8">
            <w:pPr>
              <w:pStyle w:val="ConsPlusNormal"/>
              <w:ind w:firstLine="0"/>
              <w:rPr>
                <w:rFonts w:ascii="Times New Roman" w:hAnsi="Times New Roman"/>
              </w:rPr>
            </w:pPr>
            <w:r>
              <w:rPr>
                <w:rFonts w:ascii="Times New Roman" w:hAnsi="Times New Roman"/>
              </w:rPr>
              <w:t>11050568054</w:t>
            </w:r>
          </w:p>
        </w:tc>
        <w:tc>
          <w:tcPr>
            <w:tcW w:w="1742" w:type="dxa"/>
          </w:tcPr>
          <w:p w:rsidR="0009156E" w:rsidRPr="004D300B" w:rsidRDefault="0009156E" w:rsidP="00357AC8">
            <w:pPr>
              <w:pStyle w:val="ConsPlusNormal"/>
              <w:ind w:firstLine="0"/>
              <w:rPr>
                <w:rFonts w:ascii="Times New Roman" w:hAnsi="Times New Roman"/>
                <w:b/>
                <w:sz w:val="24"/>
                <w:szCs w:val="24"/>
              </w:rPr>
            </w:pPr>
            <w:r>
              <w:rPr>
                <w:rFonts w:ascii="Times New Roman" w:hAnsi="Times New Roman"/>
                <w:b/>
                <w:sz w:val="24"/>
                <w:szCs w:val="24"/>
              </w:rPr>
              <w:t>81827,5</w:t>
            </w:r>
          </w:p>
        </w:tc>
      </w:tr>
    </w:tbl>
    <w:p w:rsidR="0009156E" w:rsidRDefault="0009156E" w:rsidP="00553744">
      <w:pPr>
        <w:pStyle w:val="ConsPlusNormal"/>
        <w:tabs>
          <w:tab w:val="left" w:pos="13932"/>
          <w:tab w:val="right" w:pos="15644"/>
        </w:tabs>
        <w:ind w:firstLine="0"/>
        <w:outlineLvl w:val="3"/>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p>
    <w:p w:rsidR="0009156E" w:rsidRDefault="0009156E" w:rsidP="00553744">
      <w:pPr>
        <w:pStyle w:val="ConsPlusNormal"/>
        <w:tabs>
          <w:tab w:val="left" w:pos="13932"/>
          <w:tab w:val="right" w:pos="15644"/>
        </w:tabs>
        <w:ind w:firstLine="0"/>
        <w:outlineLvl w:val="3"/>
        <w:rPr>
          <w:rFonts w:ascii="Times New Roman" w:hAnsi="Times New Roman"/>
          <w:sz w:val="26"/>
          <w:szCs w:val="26"/>
        </w:rPr>
      </w:pPr>
    </w:p>
    <w:p w:rsidR="0009156E" w:rsidRPr="00081955" w:rsidRDefault="0009156E" w:rsidP="00CF5F22">
      <w:pPr>
        <w:pStyle w:val="ConsPlusNormal"/>
        <w:tabs>
          <w:tab w:val="left" w:pos="13932"/>
          <w:tab w:val="right" w:pos="15644"/>
        </w:tabs>
        <w:ind w:firstLine="0"/>
        <w:jc w:val="right"/>
        <w:outlineLvl w:val="3"/>
        <w:rPr>
          <w:rFonts w:ascii="Times New Roman" w:hAnsi="Times New Roman"/>
          <w:sz w:val="26"/>
          <w:szCs w:val="26"/>
        </w:rPr>
      </w:pPr>
      <w:r w:rsidRPr="00081955">
        <w:rPr>
          <w:rFonts w:ascii="Times New Roman" w:hAnsi="Times New Roman"/>
          <w:sz w:val="26"/>
          <w:szCs w:val="26"/>
        </w:rPr>
        <w:t>Приложение 5</w:t>
      </w:r>
    </w:p>
    <w:p w:rsidR="0009156E" w:rsidRDefault="0009156E" w:rsidP="00CB60A3">
      <w:pPr>
        <w:jc w:val="center"/>
        <w:rPr>
          <w:b/>
          <w:sz w:val="26"/>
          <w:szCs w:val="26"/>
        </w:rPr>
      </w:pPr>
    </w:p>
    <w:p w:rsidR="0009156E" w:rsidRDefault="0009156E" w:rsidP="00CB60A3">
      <w:pPr>
        <w:jc w:val="center"/>
        <w:rPr>
          <w:b/>
          <w:sz w:val="26"/>
          <w:szCs w:val="26"/>
        </w:rPr>
      </w:pPr>
    </w:p>
    <w:p w:rsidR="0009156E" w:rsidRDefault="0009156E" w:rsidP="00C60278">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«Муниципальное управление и гражданское общество  на 2014-2019 гг» на 2015 год</w:t>
      </w:r>
    </w:p>
    <w:p w:rsidR="0009156E" w:rsidRPr="00081955" w:rsidRDefault="0009156E" w:rsidP="00C60278">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09156E" w:rsidRPr="004D300B" w:rsidTr="0009433F">
        <w:tc>
          <w:tcPr>
            <w:tcW w:w="828" w:type="dxa"/>
            <w:vMerge w:val="restart"/>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реа-лизацииподпро-граммы, основ-ного мероприятия, мероприятия в очередном финансовом году</w:t>
            </w:r>
          </w:p>
        </w:tc>
        <w:tc>
          <w:tcPr>
            <w:tcW w:w="1498" w:type="dxa"/>
            <w:vMerge w:val="restart"/>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09156E" w:rsidRPr="004D300B" w:rsidTr="0009433F">
        <w:tc>
          <w:tcPr>
            <w:tcW w:w="828" w:type="dxa"/>
            <w:vMerge/>
          </w:tcPr>
          <w:p w:rsidR="0009156E" w:rsidRPr="004D300B" w:rsidRDefault="0009156E" w:rsidP="0009433F">
            <w:pPr>
              <w:pStyle w:val="ConsPlusNormal"/>
              <w:ind w:firstLine="0"/>
              <w:rPr>
                <w:rFonts w:ascii="Times New Roman" w:hAnsi="Times New Roman"/>
                <w:b/>
                <w:sz w:val="28"/>
                <w:szCs w:val="28"/>
              </w:rPr>
            </w:pPr>
          </w:p>
        </w:tc>
        <w:tc>
          <w:tcPr>
            <w:tcW w:w="1620" w:type="dxa"/>
            <w:vMerge/>
          </w:tcPr>
          <w:p w:rsidR="0009156E" w:rsidRPr="004D300B" w:rsidRDefault="0009156E" w:rsidP="0009433F">
            <w:pPr>
              <w:pStyle w:val="ConsPlusNormal"/>
              <w:ind w:firstLine="0"/>
              <w:rPr>
                <w:rFonts w:ascii="Times New Roman" w:hAnsi="Times New Roman"/>
                <w:b/>
                <w:sz w:val="28"/>
                <w:szCs w:val="28"/>
              </w:rPr>
            </w:pPr>
          </w:p>
        </w:tc>
        <w:tc>
          <w:tcPr>
            <w:tcW w:w="2880" w:type="dxa"/>
            <w:vMerge/>
          </w:tcPr>
          <w:p w:rsidR="0009156E" w:rsidRPr="004D300B" w:rsidRDefault="0009156E" w:rsidP="0009433F">
            <w:pPr>
              <w:pStyle w:val="ConsPlusNormal"/>
              <w:ind w:firstLine="0"/>
              <w:rPr>
                <w:rFonts w:ascii="Times New Roman" w:hAnsi="Times New Roman"/>
                <w:b/>
                <w:sz w:val="28"/>
                <w:szCs w:val="28"/>
              </w:rPr>
            </w:pPr>
          </w:p>
        </w:tc>
        <w:tc>
          <w:tcPr>
            <w:tcW w:w="2160" w:type="dxa"/>
            <w:vMerge/>
          </w:tcPr>
          <w:p w:rsidR="0009156E" w:rsidRPr="004D300B" w:rsidRDefault="0009156E" w:rsidP="0009433F">
            <w:pPr>
              <w:pStyle w:val="ConsPlusNormal"/>
              <w:ind w:firstLine="0"/>
              <w:rPr>
                <w:rFonts w:ascii="Times New Roman" w:hAnsi="Times New Roman"/>
                <w:b/>
                <w:sz w:val="28"/>
                <w:szCs w:val="28"/>
              </w:rPr>
            </w:pPr>
          </w:p>
        </w:tc>
        <w:tc>
          <w:tcPr>
            <w:tcW w:w="1260"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09156E" w:rsidRPr="004D300B" w:rsidRDefault="0009156E" w:rsidP="0009433F">
            <w:pPr>
              <w:pStyle w:val="ConsPlusNormal"/>
              <w:ind w:firstLine="0"/>
              <w:rPr>
                <w:rFonts w:ascii="Times New Roman" w:hAnsi="Times New Roman"/>
                <w:b/>
                <w:sz w:val="28"/>
                <w:szCs w:val="28"/>
              </w:rPr>
            </w:pPr>
          </w:p>
        </w:tc>
        <w:tc>
          <w:tcPr>
            <w:tcW w:w="1498" w:type="dxa"/>
            <w:vMerge/>
          </w:tcPr>
          <w:p w:rsidR="0009156E" w:rsidRPr="004D300B" w:rsidRDefault="0009156E" w:rsidP="0009433F">
            <w:pPr>
              <w:pStyle w:val="ConsPlusNormal"/>
              <w:ind w:firstLine="0"/>
              <w:rPr>
                <w:rFonts w:ascii="Times New Roman" w:hAnsi="Times New Roman"/>
                <w:b/>
                <w:sz w:val="28"/>
                <w:szCs w:val="28"/>
              </w:rPr>
            </w:pPr>
          </w:p>
        </w:tc>
        <w:tc>
          <w:tcPr>
            <w:tcW w:w="1742" w:type="dxa"/>
            <w:vMerge/>
          </w:tcPr>
          <w:p w:rsidR="0009156E" w:rsidRPr="004D300B" w:rsidRDefault="0009156E" w:rsidP="0009433F">
            <w:pPr>
              <w:pStyle w:val="ConsPlusNormal"/>
              <w:ind w:firstLine="0"/>
              <w:rPr>
                <w:rFonts w:ascii="Times New Roman" w:hAnsi="Times New Roman"/>
                <w:b/>
                <w:sz w:val="28"/>
                <w:szCs w:val="28"/>
              </w:rPr>
            </w:pPr>
          </w:p>
        </w:tc>
      </w:tr>
      <w:tr w:rsidR="0009156E" w:rsidRPr="004D300B" w:rsidTr="0009433F">
        <w:tc>
          <w:tcPr>
            <w:tcW w:w="828" w:type="dxa"/>
          </w:tcPr>
          <w:p w:rsidR="0009156E" w:rsidRPr="004D300B" w:rsidRDefault="0009156E" w:rsidP="0009433F">
            <w:r w:rsidRPr="004D300B">
              <w:t>1</w:t>
            </w:r>
          </w:p>
        </w:tc>
        <w:tc>
          <w:tcPr>
            <w:tcW w:w="1620" w:type="dxa"/>
            <w:vAlign w:val="center"/>
          </w:tcPr>
          <w:p w:rsidR="0009156E" w:rsidRPr="004D300B" w:rsidRDefault="0009156E" w:rsidP="0009433F">
            <w:r w:rsidRPr="004D300B">
              <w:t>2</w:t>
            </w:r>
          </w:p>
        </w:tc>
        <w:tc>
          <w:tcPr>
            <w:tcW w:w="2880" w:type="dxa"/>
            <w:vAlign w:val="center"/>
          </w:tcPr>
          <w:p w:rsidR="0009156E" w:rsidRPr="004D300B" w:rsidRDefault="0009156E" w:rsidP="0009433F">
            <w:r w:rsidRPr="004D300B">
              <w:t>3</w:t>
            </w:r>
          </w:p>
        </w:tc>
        <w:tc>
          <w:tcPr>
            <w:tcW w:w="2160" w:type="dxa"/>
            <w:vAlign w:val="center"/>
          </w:tcPr>
          <w:p w:rsidR="0009156E" w:rsidRPr="004D300B" w:rsidRDefault="0009156E" w:rsidP="0009433F">
            <w:r w:rsidRPr="004D300B">
              <w:t>4</w:t>
            </w:r>
          </w:p>
        </w:tc>
        <w:tc>
          <w:tcPr>
            <w:tcW w:w="1260" w:type="dxa"/>
            <w:vAlign w:val="center"/>
          </w:tcPr>
          <w:p w:rsidR="0009156E" w:rsidRPr="004D300B" w:rsidRDefault="0009156E" w:rsidP="0009433F">
            <w:r w:rsidRPr="004D300B">
              <w:t>5</w:t>
            </w:r>
          </w:p>
        </w:tc>
        <w:tc>
          <w:tcPr>
            <w:tcW w:w="1453" w:type="dxa"/>
            <w:vAlign w:val="center"/>
          </w:tcPr>
          <w:p w:rsidR="0009156E" w:rsidRPr="004D300B" w:rsidRDefault="0009156E" w:rsidP="0009433F">
            <w:r w:rsidRPr="004D300B">
              <w:t>6</w:t>
            </w:r>
          </w:p>
        </w:tc>
        <w:tc>
          <w:tcPr>
            <w:tcW w:w="2147" w:type="dxa"/>
            <w:vAlign w:val="center"/>
          </w:tcPr>
          <w:p w:rsidR="0009156E" w:rsidRPr="004D300B" w:rsidRDefault="0009156E" w:rsidP="0009433F">
            <w:r w:rsidRPr="004D300B">
              <w:t>7</w:t>
            </w:r>
          </w:p>
        </w:tc>
        <w:tc>
          <w:tcPr>
            <w:tcW w:w="1498" w:type="dxa"/>
            <w:vAlign w:val="center"/>
          </w:tcPr>
          <w:p w:rsidR="0009156E" w:rsidRPr="004D300B" w:rsidRDefault="0009156E" w:rsidP="0009433F">
            <w:r w:rsidRPr="004D300B">
              <w:t>8</w:t>
            </w:r>
          </w:p>
        </w:tc>
        <w:tc>
          <w:tcPr>
            <w:tcW w:w="1742" w:type="dxa"/>
            <w:vAlign w:val="center"/>
          </w:tcPr>
          <w:p w:rsidR="0009156E" w:rsidRPr="004D300B" w:rsidRDefault="0009156E" w:rsidP="0009433F">
            <w:r w:rsidRPr="004D300B">
              <w:t>9</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09156E" w:rsidRPr="004D300B" w:rsidRDefault="0009156E" w:rsidP="0009433F">
            <w:r w:rsidRPr="004D300B">
              <w:rPr>
                <w:b/>
              </w:rPr>
              <w:t>ПОДПРОГРАММА 1</w:t>
            </w:r>
          </w:p>
        </w:tc>
        <w:tc>
          <w:tcPr>
            <w:tcW w:w="2880" w:type="dxa"/>
            <w:vAlign w:val="center"/>
          </w:tcPr>
          <w:p w:rsidR="0009156E" w:rsidRDefault="0009156E" w:rsidP="0009433F">
            <w:pPr>
              <w:rPr>
                <w:b/>
              </w:rPr>
            </w:pPr>
            <w:r w:rsidRPr="004D300B">
              <w:rPr>
                <w:b/>
              </w:rPr>
              <w:t>«Создание условий для обеспечения муници-пального управления»</w:t>
            </w:r>
          </w:p>
          <w:p w:rsidR="0009156E" w:rsidRPr="004D300B" w:rsidRDefault="0009156E" w:rsidP="0009433F"/>
        </w:tc>
        <w:tc>
          <w:tcPr>
            <w:tcW w:w="2160"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09156E" w:rsidRPr="004D300B" w:rsidRDefault="0009156E" w:rsidP="0009433F">
            <w:pPr>
              <w:pStyle w:val="ConsPlusNormal"/>
              <w:ind w:firstLine="0"/>
              <w:rPr>
                <w:rFonts w:ascii="Times New Roman" w:hAnsi="Times New Roman"/>
                <w:b/>
                <w:sz w:val="24"/>
                <w:szCs w:val="24"/>
              </w:rPr>
            </w:pPr>
          </w:p>
        </w:tc>
        <w:tc>
          <w:tcPr>
            <w:tcW w:w="1498" w:type="dxa"/>
          </w:tcPr>
          <w:p w:rsidR="0009156E" w:rsidRPr="004D300B" w:rsidRDefault="0009156E" w:rsidP="0009433F">
            <w:pPr>
              <w:pStyle w:val="ConsPlusNormal"/>
              <w:ind w:firstLine="0"/>
              <w:rPr>
                <w:rFonts w:ascii="Times New Roman" w:hAnsi="Times New Roman"/>
                <w:b/>
                <w:sz w:val="24"/>
                <w:szCs w:val="24"/>
              </w:rPr>
            </w:pPr>
          </w:p>
        </w:tc>
        <w:tc>
          <w:tcPr>
            <w:tcW w:w="1742" w:type="dxa"/>
          </w:tcPr>
          <w:p w:rsidR="0009156E" w:rsidRPr="00C06E81" w:rsidRDefault="0009156E" w:rsidP="0009433F">
            <w:pPr>
              <w:pStyle w:val="ConsPlusNormal"/>
              <w:ind w:firstLine="0"/>
              <w:rPr>
                <w:rFonts w:ascii="Times New Roman" w:hAnsi="Times New Roman"/>
                <w:b/>
                <w:sz w:val="24"/>
                <w:szCs w:val="24"/>
              </w:rPr>
            </w:pPr>
            <w:r>
              <w:rPr>
                <w:rFonts w:ascii="Times New Roman" w:hAnsi="Times New Roman"/>
                <w:b/>
                <w:sz w:val="24"/>
                <w:szCs w:val="24"/>
              </w:rPr>
              <w:t>23170,2</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t>1.1</w:t>
            </w:r>
          </w:p>
        </w:tc>
        <w:tc>
          <w:tcPr>
            <w:tcW w:w="1620" w:type="dxa"/>
          </w:tcPr>
          <w:p w:rsidR="0009156E" w:rsidRPr="004D300B" w:rsidRDefault="0009156E" w:rsidP="0009433F">
            <w:pPr>
              <w:ind w:right="-57"/>
            </w:pPr>
            <w:r w:rsidRPr="004D300B">
              <w:t xml:space="preserve">Основное мероприятие </w:t>
            </w:r>
          </w:p>
        </w:tc>
        <w:tc>
          <w:tcPr>
            <w:tcW w:w="2880" w:type="dxa"/>
            <w:vAlign w:val="center"/>
          </w:tcPr>
          <w:p w:rsidR="0009156E" w:rsidRDefault="0009156E" w:rsidP="0009433F">
            <w:pPr>
              <w:ind w:right="-57"/>
              <w:rPr>
                <w:rFonts w:eastAsia="Times New Roman"/>
                <w:sz w:val="20"/>
                <w:szCs w:val="20"/>
                <w:lang w:eastAsia="ru-RU"/>
              </w:rPr>
            </w:pPr>
            <w:r w:rsidRPr="004D300B">
              <w:rPr>
                <w:sz w:val="20"/>
                <w:szCs w:val="20"/>
              </w:rPr>
              <w:t xml:space="preserve">Обеспечение  функциони-рования  администрации Таловского муниципальногорайона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совре-менныхинформационно-коммуникационных техно-логий. Перевод  муниципаль-ных услуг в электронный вид</w:t>
            </w:r>
          </w:p>
          <w:p w:rsidR="0009156E" w:rsidRDefault="0009156E" w:rsidP="0009433F">
            <w:pPr>
              <w:ind w:right="-57"/>
              <w:rPr>
                <w:rFonts w:eastAsia="Times New Roman"/>
                <w:sz w:val="20"/>
                <w:szCs w:val="20"/>
                <w:lang w:eastAsia="ru-RU"/>
              </w:rPr>
            </w:pPr>
          </w:p>
          <w:p w:rsidR="0009156E" w:rsidRDefault="0009156E" w:rsidP="0009433F">
            <w:pPr>
              <w:ind w:right="-57"/>
              <w:rPr>
                <w:rFonts w:eastAsia="Times New Roman"/>
                <w:sz w:val="20"/>
                <w:szCs w:val="20"/>
                <w:lang w:eastAsia="ru-RU"/>
              </w:rPr>
            </w:pPr>
          </w:p>
          <w:p w:rsidR="0009156E" w:rsidRPr="004D300B" w:rsidRDefault="0009156E" w:rsidP="0009433F">
            <w:pPr>
              <w:ind w:right="-57"/>
            </w:pPr>
          </w:p>
        </w:tc>
        <w:tc>
          <w:tcPr>
            <w:tcW w:w="2160"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09156E" w:rsidRPr="004D300B" w:rsidRDefault="0009156E" w:rsidP="0009433F">
            <w:pPr>
              <w:pStyle w:val="ConsPlusNormal"/>
              <w:ind w:firstLine="0"/>
              <w:rPr>
                <w:rFonts w:ascii="Times New Roman" w:hAnsi="Times New Roman"/>
                <w:b/>
                <w:sz w:val="24"/>
                <w:szCs w:val="24"/>
              </w:rPr>
            </w:pPr>
          </w:p>
        </w:tc>
        <w:tc>
          <w:tcPr>
            <w:tcW w:w="1498"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t>01040518201</w:t>
            </w:r>
          </w:p>
          <w:p w:rsidR="0009156E" w:rsidRPr="004D300B" w:rsidRDefault="0009156E" w:rsidP="0009433F">
            <w:pPr>
              <w:pStyle w:val="ConsPlusNormal"/>
              <w:ind w:firstLine="0"/>
              <w:rPr>
                <w:rFonts w:ascii="Times New Roman" w:hAnsi="Times New Roman"/>
              </w:rPr>
            </w:pPr>
            <w:r w:rsidRPr="004D300B">
              <w:rPr>
                <w:rFonts w:ascii="Times New Roman" w:hAnsi="Times New Roman"/>
              </w:rPr>
              <w:t>01040518202</w:t>
            </w:r>
          </w:p>
          <w:p w:rsidR="0009156E" w:rsidRPr="004D300B" w:rsidRDefault="0009156E" w:rsidP="0009433F">
            <w:pPr>
              <w:pStyle w:val="ConsPlusNormal"/>
              <w:ind w:firstLine="0"/>
              <w:rPr>
                <w:rFonts w:ascii="Times New Roman" w:hAnsi="Times New Roman"/>
              </w:rPr>
            </w:pPr>
            <w:r w:rsidRPr="004D300B">
              <w:rPr>
                <w:rFonts w:ascii="Times New Roman" w:hAnsi="Times New Roman"/>
              </w:rPr>
              <w:t>01130517847</w:t>
            </w:r>
          </w:p>
          <w:p w:rsidR="0009156E" w:rsidRPr="004D300B" w:rsidRDefault="0009156E" w:rsidP="0009433F">
            <w:pPr>
              <w:pStyle w:val="ConsPlusNormal"/>
              <w:ind w:firstLine="0"/>
              <w:rPr>
                <w:rFonts w:ascii="Times New Roman" w:hAnsi="Times New Roman"/>
              </w:rPr>
            </w:pPr>
            <w:r w:rsidRPr="004D300B">
              <w:rPr>
                <w:rFonts w:ascii="Times New Roman" w:hAnsi="Times New Roman"/>
              </w:rPr>
              <w:t>01130517809</w:t>
            </w:r>
          </w:p>
          <w:p w:rsidR="0009156E" w:rsidRDefault="0009156E" w:rsidP="0009433F">
            <w:pPr>
              <w:pStyle w:val="ConsPlusNormal"/>
              <w:ind w:firstLine="0"/>
              <w:rPr>
                <w:rFonts w:ascii="Times New Roman" w:hAnsi="Times New Roman"/>
              </w:rPr>
            </w:pPr>
            <w:r w:rsidRPr="004D300B">
              <w:rPr>
                <w:rFonts w:ascii="Times New Roman" w:hAnsi="Times New Roman"/>
              </w:rPr>
              <w:t>01130517808</w:t>
            </w:r>
          </w:p>
          <w:p w:rsidR="0009156E" w:rsidRDefault="0009156E" w:rsidP="0009433F">
            <w:pPr>
              <w:pStyle w:val="ConsPlusNormal"/>
              <w:ind w:firstLine="0"/>
              <w:rPr>
                <w:rFonts w:ascii="Times New Roman" w:hAnsi="Times New Roman"/>
              </w:rPr>
            </w:pPr>
            <w:r>
              <w:rPr>
                <w:rFonts w:ascii="Times New Roman" w:hAnsi="Times New Roman"/>
              </w:rPr>
              <w:t>01130518020</w:t>
            </w:r>
          </w:p>
          <w:p w:rsidR="0009156E" w:rsidRPr="004D300B" w:rsidRDefault="0009156E" w:rsidP="0009433F">
            <w:pPr>
              <w:pStyle w:val="ConsPlusNormal"/>
              <w:ind w:firstLine="0"/>
              <w:rPr>
                <w:rFonts w:ascii="Times New Roman" w:hAnsi="Times New Roman"/>
              </w:rPr>
            </w:pPr>
          </w:p>
        </w:tc>
        <w:tc>
          <w:tcPr>
            <w:tcW w:w="1742" w:type="dxa"/>
          </w:tcPr>
          <w:p w:rsidR="0009156E" w:rsidRPr="004D300B" w:rsidRDefault="0009156E" w:rsidP="0009433F">
            <w:pPr>
              <w:pStyle w:val="ConsPlusNormal"/>
              <w:ind w:firstLine="0"/>
              <w:rPr>
                <w:rFonts w:ascii="Times New Roman" w:hAnsi="Times New Roman"/>
                <w:b/>
                <w:sz w:val="24"/>
                <w:szCs w:val="24"/>
              </w:rPr>
            </w:pPr>
            <w:r>
              <w:rPr>
                <w:rFonts w:ascii="Times New Roman" w:hAnsi="Times New Roman"/>
                <w:b/>
                <w:sz w:val="24"/>
                <w:szCs w:val="24"/>
              </w:rPr>
              <w:t>18579,4</w:t>
            </w:r>
          </w:p>
        </w:tc>
      </w:tr>
      <w:tr w:rsidR="0009156E" w:rsidRPr="004D300B" w:rsidTr="0009433F">
        <w:tc>
          <w:tcPr>
            <w:tcW w:w="828" w:type="dxa"/>
          </w:tcPr>
          <w:p w:rsidR="0009156E" w:rsidRPr="004D300B" w:rsidRDefault="0009156E" w:rsidP="0009433F">
            <w:r w:rsidRPr="004D300B">
              <w:t>1</w:t>
            </w:r>
          </w:p>
        </w:tc>
        <w:tc>
          <w:tcPr>
            <w:tcW w:w="1620" w:type="dxa"/>
            <w:vAlign w:val="center"/>
          </w:tcPr>
          <w:p w:rsidR="0009156E" w:rsidRPr="004D300B" w:rsidRDefault="0009156E" w:rsidP="0009433F">
            <w:r w:rsidRPr="004D300B">
              <w:t>2</w:t>
            </w:r>
          </w:p>
        </w:tc>
        <w:tc>
          <w:tcPr>
            <w:tcW w:w="2880" w:type="dxa"/>
            <w:vAlign w:val="center"/>
          </w:tcPr>
          <w:p w:rsidR="0009156E" w:rsidRPr="004D300B" w:rsidRDefault="0009156E" w:rsidP="0009433F">
            <w:r w:rsidRPr="004D300B">
              <w:t>3</w:t>
            </w:r>
          </w:p>
        </w:tc>
        <w:tc>
          <w:tcPr>
            <w:tcW w:w="2160" w:type="dxa"/>
            <w:vAlign w:val="center"/>
          </w:tcPr>
          <w:p w:rsidR="0009156E" w:rsidRPr="004D300B" w:rsidRDefault="0009156E" w:rsidP="0009433F">
            <w:r w:rsidRPr="004D300B">
              <w:t>4</w:t>
            </w:r>
          </w:p>
        </w:tc>
        <w:tc>
          <w:tcPr>
            <w:tcW w:w="1260" w:type="dxa"/>
            <w:vAlign w:val="center"/>
          </w:tcPr>
          <w:p w:rsidR="0009156E" w:rsidRPr="004D300B" w:rsidRDefault="0009156E" w:rsidP="0009433F">
            <w:r w:rsidRPr="004D300B">
              <w:t>5</w:t>
            </w:r>
          </w:p>
        </w:tc>
        <w:tc>
          <w:tcPr>
            <w:tcW w:w="1453" w:type="dxa"/>
            <w:vAlign w:val="center"/>
          </w:tcPr>
          <w:p w:rsidR="0009156E" w:rsidRPr="004D300B" w:rsidRDefault="0009156E" w:rsidP="0009433F">
            <w:r w:rsidRPr="004D300B">
              <w:t>6</w:t>
            </w:r>
          </w:p>
        </w:tc>
        <w:tc>
          <w:tcPr>
            <w:tcW w:w="2147" w:type="dxa"/>
            <w:vAlign w:val="center"/>
          </w:tcPr>
          <w:p w:rsidR="0009156E" w:rsidRPr="004D300B" w:rsidRDefault="0009156E" w:rsidP="0009433F">
            <w:r w:rsidRPr="004D300B">
              <w:t>7</w:t>
            </w:r>
          </w:p>
        </w:tc>
        <w:tc>
          <w:tcPr>
            <w:tcW w:w="1498" w:type="dxa"/>
            <w:vAlign w:val="center"/>
          </w:tcPr>
          <w:p w:rsidR="0009156E" w:rsidRPr="004D300B" w:rsidRDefault="0009156E" w:rsidP="0009433F">
            <w:r w:rsidRPr="004D300B">
              <w:rPr>
                <w:sz w:val="22"/>
                <w:szCs w:val="22"/>
              </w:rPr>
              <w:t>8</w:t>
            </w:r>
          </w:p>
        </w:tc>
        <w:tc>
          <w:tcPr>
            <w:tcW w:w="1742" w:type="dxa"/>
            <w:vAlign w:val="center"/>
          </w:tcPr>
          <w:p w:rsidR="0009156E" w:rsidRPr="004D300B" w:rsidRDefault="0009156E" w:rsidP="0009433F">
            <w:r w:rsidRPr="004D300B">
              <w:t>9</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t>1.2</w:t>
            </w:r>
          </w:p>
        </w:tc>
        <w:tc>
          <w:tcPr>
            <w:tcW w:w="1620" w:type="dxa"/>
          </w:tcPr>
          <w:p w:rsidR="0009156E" w:rsidRPr="004D300B" w:rsidRDefault="0009156E" w:rsidP="0009433F">
            <w:pPr>
              <w:ind w:right="-57"/>
            </w:pPr>
            <w:r w:rsidRPr="004D300B">
              <w:t xml:space="preserve">Основное мероприятие </w:t>
            </w:r>
          </w:p>
        </w:tc>
        <w:tc>
          <w:tcPr>
            <w:tcW w:w="2880" w:type="dxa"/>
            <w:vAlign w:val="center"/>
          </w:tcPr>
          <w:p w:rsidR="0009156E" w:rsidRPr="004D300B" w:rsidRDefault="0009156E" w:rsidP="0009433F">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D300B" w:rsidRDefault="0009156E" w:rsidP="0009433F">
            <w:pPr>
              <w:pStyle w:val="ConsPlusNormal"/>
              <w:ind w:firstLine="0"/>
              <w:rPr>
                <w:rFonts w:ascii="Times New Roman" w:hAnsi="Times New Roman"/>
                <w:b/>
                <w:sz w:val="24"/>
                <w:szCs w:val="24"/>
              </w:rPr>
            </w:pPr>
          </w:p>
        </w:tc>
        <w:tc>
          <w:tcPr>
            <w:tcW w:w="1498"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t>01030518201</w:t>
            </w:r>
          </w:p>
        </w:tc>
        <w:tc>
          <w:tcPr>
            <w:tcW w:w="1742" w:type="dxa"/>
          </w:tcPr>
          <w:p w:rsidR="0009156E" w:rsidRPr="004D300B" w:rsidRDefault="0009156E" w:rsidP="0009433F">
            <w:pPr>
              <w:pStyle w:val="ConsPlusNormal"/>
              <w:ind w:firstLine="0"/>
              <w:rPr>
                <w:rFonts w:ascii="Times New Roman" w:hAnsi="Times New Roman"/>
                <w:b/>
                <w:sz w:val="24"/>
                <w:szCs w:val="24"/>
              </w:rPr>
            </w:pPr>
            <w:r>
              <w:rPr>
                <w:rFonts w:ascii="Times New Roman" w:hAnsi="Times New Roman"/>
                <w:b/>
                <w:sz w:val="24"/>
                <w:szCs w:val="24"/>
              </w:rPr>
              <w:t>1097,5</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t>1.4</w:t>
            </w:r>
          </w:p>
        </w:tc>
        <w:tc>
          <w:tcPr>
            <w:tcW w:w="1620" w:type="dxa"/>
          </w:tcPr>
          <w:p w:rsidR="0009156E" w:rsidRPr="004D300B" w:rsidRDefault="0009156E" w:rsidP="0009433F">
            <w:pPr>
              <w:ind w:right="-57"/>
            </w:pPr>
            <w:r w:rsidRPr="004D300B">
              <w:t xml:space="preserve">Основное мероприятие </w:t>
            </w:r>
          </w:p>
        </w:tc>
        <w:tc>
          <w:tcPr>
            <w:tcW w:w="2880" w:type="dxa"/>
            <w:vAlign w:val="center"/>
          </w:tcPr>
          <w:p w:rsidR="0009156E" w:rsidRDefault="0009156E" w:rsidP="0009433F">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09156E" w:rsidRDefault="0009156E" w:rsidP="0009433F">
            <w:pPr>
              <w:ind w:right="-57"/>
              <w:rPr>
                <w:szCs w:val="28"/>
              </w:rPr>
            </w:pPr>
          </w:p>
          <w:p w:rsidR="0009156E" w:rsidRDefault="0009156E" w:rsidP="0009433F">
            <w:pPr>
              <w:ind w:right="-57"/>
              <w:rPr>
                <w:szCs w:val="28"/>
              </w:rPr>
            </w:pPr>
          </w:p>
          <w:p w:rsidR="0009156E" w:rsidRDefault="0009156E" w:rsidP="0009433F">
            <w:pPr>
              <w:ind w:right="-57"/>
              <w:rPr>
                <w:szCs w:val="28"/>
              </w:rPr>
            </w:pPr>
          </w:p>
          <w:p w:rsidR="0009156E" w:rsidRDefault="0009156E" w:rsidP="0009433F">
            <w:pPr>
              <w:ind w:right="-57"/>
              <w:rPr>
                <w:szCs w:val="28"/>
              </w:rPr>
            </w:pPr>
          </w:p>
          <w:p w:rsidR="0009156E" w:rsidRPr="004D300B" w:rsidRDefault="0009156E" w:rsidP="0009433F">
            <w:pPr>
              <w:ind w:right="-57"/>
              <w:rPr>
                <w:szCs w:val="28"/>
              </w:rPr>
            </w:pPr>
          </w:p>
          <w:p w:rsidR="0009156E" w:rsidRPr="004D300B" w:rsidRDefault="0009156E" w:rsidP="0009433F">
            <w:pPr>
              <w:ind w:right="-57"/>
            </w:pPr>
          </w:p>
        </w:tc>
        <w:tc>
          <w:tcPr>
            <w:tcW w:w="2160"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t>01130518020</w:t>
            </w:r>
          </w:p>
        </w:tc>
        <w:tc>
          <w:tcPr>
            <w:tcW w:w="1742" w:type="dxa"/>
          </w:tcPr>
          <w:p w:rsidR="0009156E" w:rsidRPr="004D300B" w:rsidRDefault="0009156E" w:rsidP="0009433F">
            <w:pPr>
              <w:pStyle w:val="ConsPlusNormal"/>
              <w:ind w:firstLine="0"/>
              <w:rPr>
                <w:rFonts w:ascii="Times New Roman" w:hAnsi="Times New Roman"/>
                <w:b/>
                <w:sz w:val="24"/>
                <w:szCs w:val="24"/>
              </w:rPr>
            </w:pPr>
            <w:r>
              <w:rPr>
                <w:rFonts w:ascii="Times New Roman" w:hAnsi="Times New Roman"/>
                <w:b/>
                <w:sz w:val="24"/>
                <w:szCs w:val="24"/>
              </w:rPr>
              <w:t>159</w:t>
            </w:r>
          </w:p>
        </w:tc>
      </w:tr>
      <w:tr w:rsidR="0009156E" w:rsidRPr="004D300B" w:rsidTr="0009433F">
        <w:tc>
          <w:tcPr>
            <w:tcW w:w="828" w:type="dxa"/>
          </w:tcPr>
          <w:p w:rsidR="0009156E" w:rsidRPr="004D300B" w:rsidRDefault="0009156E" w:rsidP="0009433F">
            <w:r w:rsidRPr="004D300B">
              <w:t>1</w:t>
            </w:r>
          </w:p>
        </w:tc>
        <w:tc>
          <w:tcPr>
            <w:tcW w:w="1620" w:type="dxa"/>
            <w:vAlign w:val="center"/>
          </w:tcPr>
          <w:p w:rsidR="0009156E" w:rsidRPr="004D300B" w:rsidRDefault="0009156E" w:rsidP="0009433F">
            <w:r w:rsidRPr="004D300B">
              <w:t>2</w:t>
            </w:r>
          </w:p>
        </w:tc>
        <w:tc>
          <w:tcPr>
            <w:tcW w:w="2880" w:type="dxa"/>
            <w:vAlign w:val="center"/>
          </w:tcPr>
          <w:p w:rsidR="0009156E" w:rsidRPr="004D300B" w:rsidRDefault="0009156E" w:rsidP="0009433F">
            <w:r w:rsidRPr="004D300B">
              <w:t>3</w:t>
            </w:r>
          </w:p>
        </w:tc>
        <w:tc>
          <w:tcPr>
            <w:tcW w:w="2160" w:type="dxa"/>
            <w:vAlign w:val="center"/>
          </w:tcPr>
          <w:p w:rsidR="0009156E" w:rsidRPr="004D300B" w:rsidRDefault="0009156E" w:rsidP="0009433F">
            <w:r w:rsidRPr="004D300B">
              <w:t>4</w:t>
            </w:r>
          </w:p>
        </w:tc>
        <w:tc>
          <w:tcPr>
            <w:tcW w:w="1260" w:type="dxa"/>
            <w:vAlign w:val="center"/>
          </w:tcPr>
          <w:p w:rsidR="0009156E" w:rsidRPr="004D300B" w:rsidRDefault="0009156E" w:rsidP="0009433F">
            <w:r w:rsidRPr="004D300B">
              <w:t>5</w:t>
            </w:r>
          </w:p>
        </w:tc>
        <w:tc>
          <w:tcPr>
            <w:tcW w:w="1453" w:type="dxa"/>
            <w:vAlign w:val="center"/>
          </w:tcPr>
          <w:p w:rsidR="0009156E" w:rsidRPr="004D300B" w:rsidRDefault="0009156E" w:rsidP="0009433F">
            <w:r w:rsidRPr="004D300B">
              <w:t>6</w:t>
            </w:r>
          </w:p>
        </w:tc>
        <w:tc>
          <w:tcPr>
            <w:tcW w:w="2147" w:type="dxa"/>
            <w:vAlign w:val="center"/>
          </w:tcPr>
          <w:p w:rsidR="0009156E" w:rsidRPr="004D300B" w:rsidRDefault="0009156E" w:rsidP="0009433F">
            <w:r w:rsidRPr="004D300B">
              <w:t>7</w:t>
            </w:r>
          </w:p>
        </w:tc>
        <w:tc>
          <w:tcPr>
            <w:tcW w:w="1498" w:type="dxa"/>
            <w:vAlign w:val="center"/>
          </w:tcPr>
          <w:p w:rsidR="0009156E" w:rsidRPr="004D300B" w:rsidRDefault="0009156E" w:rsidP="0009433F">
            <w:r w:rsidRPr="004D300B">
              <w:rPr>
                <w:sz w:val="22"/>
                <w:szCs w:val="22"/>
              </w:rPr>
              <w:t>8</w:t>
            </w:r>
          </w:p>
        </w:tc>
        <w:tc>
          <w:tcPr>
            <w:tcW w:w="1742" w:type="dxa"/>
            <w:vAlign w:val="center"/>
          </w:tcPr>
          <w:p w:rsidR="0009156E" w:rsidRPr="004D300B" w:rsidRDefault="0009156E" w:rsidP="0009433F">
            <w:r w:rsidRPr="004D300B">
              <w:t>9</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t>1.5</w:t>
            </w:r>
          </w:p>
        </w:tc>
        <w:tc>
          <w:tcPr>
            <w:tcW w:w="1620" w:type="dxa"/>
            <w:vAlign w:val="center"/>
          </w:tcPr>
          <w:p w:rsidR="0009156E" w:rsidRPr="004D300B" w:rsidRDefault="0009156E" w:rsidP="0009433F">
            <w:pPr>
              <w:ind w:right="-57"/>
            </w:pPr>
            <w:r w:rsidRPr="004D300B">
              <w:t xml:space="preserve">Основное мероприятие </w:t>
            </w:r>
          </w:p>
        </w:tc>
        <w:tc>
          <w:tcPr>
            <w:tcW w:w="2880" w:type="dxa"/>
            <w:vAlign w:val="center"/>
          </w:tcPr>
          <w:p w:rsidR="0009156E" w:rsidRPr="004D300B" w:rsidRDefault="0009156E" w:rsidP="0009433F">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D300B" w:rsidRDefault="0009156E" w:rsidP="0009433F">
            <w:pPr>
              <w:pStyle w:val="ConsPlusNormal"/>
              <w:ind w:firstLine="0"/>
              <w:rPr>
                <w:rFonts w:ascii="Times New Roman" w:hAnsi="Times New Roman"/>
                <w:b/>
                <w:sz w:val="24"/>
                <w:szCs w:val="24"/>
              </w:rPr>
            </w:pPr>
          </w:p>
        </w:tc>
        <w:tc>
          <w:tcPr>
            <w:tcW w:w="1498"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t>10010518047</w:t>
            </w:r>
          </w:p>
        </w:tc>
        <w:tc>
          <w:tcPr>
            <w:tcW w:w="1742" w:type="dxa"/>
          </w:tcPr>
          <w:p w:rsidR="0009156E" w:rsidRPr="004D300B" w:rsidRDefault="0009156E" w:rsidP="0009433F">
            <w:pPr>
              <w:pStyle w:val="ConsPlusNormal"/>
              <w:ind w:firstLine="0"/>
              <w:rPr>
                <w:rFonts w:ascii="Times New Roman" w:hAnsi="Times New Roman"/>
                <w:b/>
                <w:sz w:val="24"/>
                <w:szCs w:val="24"/>
              </w:rPr>
            </w:pPr>
            <w:r>
              <w:rPr>
                <w:rFonts w:ascii="Times New Roman" w:hAnsi="Times New Roman"/>
                <w:b/>
                <w:sz w:val="24"/>
                <w:szCs w:val="24"/>
              </w:rPr>
              <w:t>3325,2</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t>1.7</w:t>
            </w:r>
          </w:p>
        </w:tc>
        <w:tc>
          <w:tcPr>
            <w:tcW w:w="1620" w:type="dxa"/>
            <w:vAlign w:val="center"/>
          </w:tcPr>
          <w:p w:rsidR="0009156E" w:rsidRPr="004D300B" w:rsidRDefault="0009156E" w:rsidP="0009433F">
            <w:pPr>
              <w:ind w:right="-57"/>
            </w:pPr>
            <w:r w:rsidRPr="004D300B">
              <w:t xml:space="preserve">Основное мероприятие </w:t>
            </w:r>
          </w:p>
          <w:p w:rsidR="0009156E" w:rsidRPr="004D300B" w:rsidRDefault="0009156E" w:rsidP="0009433F">
            <w:pPr>
              <w:ind w:right="-57"/>
            </w:pPr>
          </w:p>
        </w:tc>
        <w:tc>
          <w:tcPr>
            <w:tcW w:w="2880" w:type="dxa"/>
            <w:vAlign w:val="center"/>
          </w:tcPr>
          <w:p w:rsidR="0009156E" w:rsidRPr="004D300B" w:rsidRDefault="0009156E" w:rsidP="0009433F">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09156E" w:rsidRDefault="0009156E"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09156E" w:rsidRPr="004D300B" w:rsidRDefault="0009156E" w:rsidP="0009433F">
            <w:pPr>
              <w:pStyle w:val="ConsPlusNormal"/>
              <w:ind w:firstLine="0"/>
              <w:rPr>
                <w:rFonts w:ascii="Times New Roman" w:hAnsi="Times New Roman"/>
                <w:b/>
                <w:sz w:val="24"/>
                <w:szCs w:val="24"/>
              </w:rPr>
            </w:pP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D300B" w:rsidRDefault="0009156E" w:rsidP="0009433F">
            <w:pPr>
              <w:pStyle w:val="ConsPlusNormal"/>
              <w:ind w:firstLine="0"/>
              <w:rPr>
                <w:rFonts w:ascii="Times New Roman" w:hAnsi="Times New Roman"/>
                <w:b/>
                <w:sz w:val="24"/>
                <w:szCs w:val="24"/>
              </w:rPr>
            </w:pPr>
          </w:p>
        </w:tc>
        <w:tc>
          <w:tcPr>
            <w:tcW w:w="1498"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t>06050518040</w:t>
            </w:r>
          </w:p>
        </w:tc>
        <w:tc>
          <w:tcPr>
            <w:tcW w:w="1742" w:type="dxa"/>
          </w:tcPr>
          <w:p w:rsidR="0009156E" w:rsidRPr="004D300B" w:rsidRDefault="0009156E" w:rsidP="0009433F">
            <w:pPr>
              <w:pStyle w:val="ConsPlusNormal"/>
              <w:ind w:firstLine="0"/>
              <w:rPr>
                <w:rFonts w:ascii="Times New Roman" w:hAnsi="Times New Roman"/>
                <w:b/>
                <w:sz w:val="24"/>
                <w:szCs w:val="24"/>
              </w:rPr>
            </w:pPr>
            <w:r>
              <w:rPr>
                <w:rFonts w:ascii="Times New Roman" w:hAnsi="Times New Roman"/>
                <w:b/>
                <w:sz w:val="24"/>
                <w:szCs w:val="24"/>
              </w:rPr>
              <w:t>9,1</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p>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09156E" w:rsidRPr="004D300B" w:rsidRDefault="0009156E" w:rsidP="0009433F">
            <w:pPr>
              <w:ind w:right="-57"/>
              <w:rPr>
                <w:b/>
              </w:rPr>
            </w:pPr>
            <w:r w:rsidRPr="004D300B">
              <w:rPr>
                <w:b/>
              </w:rPr>
              <w:t>ПОДПРОГРАММА 2</w:t>
            </w:r>
          </w:p>
          <w:p w:rsidR="0009156E" w:rsidRPr="004D300B" w:rsidRDefault="0009156E" w:rsidP="0009433F">
            <w:pPr>
              <w:ind w:right="-57"/>
              <w:rPr>
                <w:b/>
              </w:rPr>
            </w:pPr>
          </w:p>
          <w:p w:rsidR="0009156E" w:rsidRPr="004D300B" w:rsidRDefault="0009156E" w:rsidP="0009433F">
            <w:pPr>
              <w:ind w:right="-57"/>
              <w:rPr>
                <w:b/>
              </w:rPr>
            </w:pPr>
          </w:p>
          <w:p w:rsidR="0009156E" w:rsidRPr="004D300B" w:rsidRDefault="0009156E" w:rsidP="0009433F">
            <w:pPr>
              <w:ind w:right="-57"/>
              <w:rPr>
                <w:b/>
              </w:rPr>
            </w:pPr>
          </w:p>
          <w:p w:rsidR="0009156E" w:rsidRPr="004D300B" w:rsidRDefault="0009156E" w:rsidP="0009433F">
            <w:pPr>
              <w:ind w:right="-57"/>
              <w:rPr>
                <w:b/>
              </w:rPr>
            </w:pPr>
          </w:p>
          <w:p w:rsidR="0009156E" w:rsidRPr="004D300B" w:rsidRDefault="0009156E" w:rsidP="0009433F">
            <w:pPr>
              <w:ind w:right="-57"/>
            </w:pPr>
          </w:p>
        </w:tc>
        <w:tc>
          <w:tcPr>
            <w:tcW w:w="2880" w:type="dxa"/>
            <w:vAlign w:val="center"/>
          </w:tcPr>
          <w:p w:rsidR="0009156E" w:rsidRPr="004D300B" w:rsidRDefault="0009156E" w:rsidP="0009433F">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09156E" w:rsidRPr="004D300B" w:rsidRDefault="0009156E" w:rsidP="0009433F">
            <w:r w:rsidRPr="004D300B">
              <w:t>МКУ «ЕДДС и ХТО»</w:t>
            </w:r>
          </w:p>
          <w:p w:rsidR="0009156E" w:rsidRPr="004D300B" w:rsidRDefault="0009156E" w:rsidP="0009433F">
            <w:pPr>
              <w:pStyle w:val="ConsPlusNormal"/>
              <w:ind w:firstLine="0"/>
              <w:rPr>
                <w:rFonts w:ascii="Times New Roman" w:hAnsi="Times New Roman"/>
                <w:b/>
                <w:sz w:val="24"/>
                <w:szCs w:val="24"/>
              </w:rPr>
            </w:pP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D300B" w:rsidRDefault="0009156E" w:rsidP="0009433F">
            <w:pPr>
              <w:pStyle w:val="ConsPlusNormal"/>
              <w:ind w:firstLine="0"/>
              <w:rPr>
                <w:rFonts w:ascii="Times New Roman" w:hAnsi="Times New Roman"/>
                <w:b/>
                <w:sz w:val="24"/>
                <w:szCs w:val="24"/>
              </w:rPr>
            </w:pPr>
          </w:p>
        </w:tc>
        <w:tc>
          <w:tcPr>
            <w:tcW w:w="1498" w:type="dxa"/>
          </w:tcPr>
          <w:p w:rsidR="0009156E" w:rsidRPr="004D300B" w:rsidRDefault="0009156E" w:rsidP="0009433F">
            <w:pPr>
              <w:pStyle w:val="ConsPlusNormal"/>
              <w:ind w:firstLine="0"/>
              <w:rPr>
                <w:rFonts w:ascii="Times New Roman" w:hAnsi="Times New Roman"/>
              </w:rPr>
            </w:pPr>
          </w:p>
        </w:tc>
        <w:tc>
          <w:tcPr>
            <w:tcW w:w="1742" w:type="dxa"/>
          </w:tcPr>
          <w:p w:rsidR="0009156E" w:rsidRPr="00A86DEA" w:rsidRDefault="0009156E" w:rsidP="0009433F">
            <w:pPr>
              <w:pStyle w:val="ConsPlusNormal"/>
              <w:ind w:firstLine="0"/>
              <w:rPr>
                <w:rFonts w:ascii="Times New Roman" w:hAnsi="Times New Roman"/>
                <w:b/>
                <w:sz w:val="24"/>
                <w:szCs w:val="24"/>
              </w:rPr>
            </w:pPr>
            <w:r w:rsidRPr="00A86DEA">
              <w:rPr>
                <w:rFonts w:ascii="Times New Roman" w:hAnsi="Times New Roman"/>
                <w:b/>
                <w:sz w:val="24"/>
                <w:szCs w:val="24"/>
              </w:rPr>
              <w:t>1</w:t>
            </w:r>
            <w:r>
              <w:rPr>
                <w:rFonts w:ascii="Times New Roman" w:hAnsi="Times New Roman"/>
                <w:b/>
                <w:sz w:val="24"/>
                <w:szCs w:val="24"/>
              </w:rPr>
              <w:t>5697,3</w:t>
            </w:r>
          </w:p>
        </w:tc>
      </w:tr>
      <w:tr w:rsidR="0009156E" w:rsidRPr="004D300B" w:rsidTr="0009433F">
        <w:trPr>
          <w:trHeight w:val="1240"/>
        </w:trPr>
        <w:tc>
          <w:tcPr>
            <w:tcW w:w="828"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09156E" w:rsidRPr="004D300B" w:rsidRDefault="0009156E" w:rsidP="0009433F">
            <w:r w:rsidRPr="004D300B">
              <w:t xml:space="preserve">Основное </w:t>
            </w:r>
            <w:r w:rsidRPr="004D300B">
              <w:br/>
              <w:t>мероприятие</w:t>
            </w:r>
          </w:p>
          <w:p w:rsidR="0009156E" w:rsidRPr="004D300B" w:rsidRDefault="0009156E" w:rsidP="0009433F"/>
          <w:p w:rsidR="0009156E" w:rsidRPr="004D300B" w:rsidRDefault="0009156E" w:rsidP="0009433F"/>
        </w:tc>
        <w:tc>
          <w:tcPr>
            <w:tcW w:w="2880" w:type="dxa"/>
          </w:tcPr>
          <w:p w:rsidR="0009156E" w:rsidRDefault="0009156E" w:rsidP="0009433F">
            <w:r w:rsidRPr="004D300B">
              <w:t>Обеспечение безопасности в чрезвычайных ситуациях</w:t>
            </w:r>
          </w:p>
          <w:p w:rsidR="0009156E" w:rsidRPr="004D300B" w:rsidRDefault="0009156E" w:rsidP="0009433F"/>
        </w:tc>
        <w:tc>
          <w:tcPr>
            <w:tcW w:w="2160" w:type="dxa"/>
          </w:tcPr>
          <w:p w:rsidR="0009156E" w:rsidRPr="004D300B" w:rsidRDefault="0009156E" w:rsidP="0009433F">
            <w:pPr>
              <w:pStyle w:val="ConsPlusNormal"/>
              <w:ind w:firstLine="0"/>
              <w:rPr>
                <w:rFonts w:ascii="Times New Roman" w:hAnsi="Times New Roman"/>
                <w:b/>
                <w:sz w:val="24"/>
                <w:szCs w:val="24"/>
              </w:rPr>
            </w:pP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09156E" w:rsidRPr="00C06E81" w:rsidRDefault="0009156E" w:rsidP="0009433F">
            <w:pPr>
              <w:pStyle w:val="ConsPlusNormal"/>
              <w:ind w:firstLine="0"/>
              <w:rPr>
                <w:rFonts w:ascii="Times New Roman" w:hAnsi="Times New Roman"/>
              </w:rPr>
            </w:pPr>
            <w:r w:rsidRPr="00C06E81">
              <w:rPr>
                <w:rFonts w:ascii="Times New Roman" w:hAnsi="Times New Roman"/>
              </w:rPr>
              <w:t>03090520059</w:t>
            </w:r>
          </w:p>
          <w:p w:rsidR="0009156E" w:rsidRDefault="0009156E" w:rsidP="0009433F">
            <w:pPr>
              <w:pStyle w:val="ConsPlusNormal"/>
              <w:ind w:firstLine="0"/>
              <w:rPr>
                <w:rFonts w:ascii="Times New Roman" w:hAnsi="Times New Roman"/>
              </w:rPr>
            </w:pPr>
            <w:r w:rsidRPr="00C06E81">
              <w:rPr>
                <w:rFonts w:ascii="Times New Roman" w:hAnsi="Times New Roman"/>
              </w:rPr>
              <w:t>03090522057</w:t>
            </w:r>
          </w:p>
          <w:p w:rsidR="0009156E" w:rsidRPr="00C06E81" w:rsidRDefault="0009156E" w:rsidP="0009433F">
            <w:pPr>
              <w:pStyle w:val="ConsPlusNormal"/>
              <w:ind w:firstLine="0"/>
              <w:rPr>
                <w:rFonts w:ascii="Times New Roman" w:hAnsi="Times New Roman"/>
                <w:color w:val="FF0000"/>
              </w:rPr>
            </w:pPr>
            <w:r>
              <w:rPr>
                <w:rFonts w:ascii="Times New Roman" w:hAnsi="Times New Roman"/>
              </w:rPr>
              <w:t>03090528057</w:t>
            </w:r>
          </w:p>
        </w:tc>
        <w:tc>
          <w:tcPr>
            <w:tcW w:w="1742" w:type="dxa"/>
          </w:tcPr>
          <w:p w:rsidR="0009156E" w:rsidRPr="004D300B" w:rsidRDefault="0009156E" w:rsidP="0009433F">
            <w:pPr>
              <w:pStyle w:val="ConsPlusNormal"/>
              <w:ind w:firstLine="0"/>
              <w:rPr>
                <w:rFonts w:ascii="Times New Roman" w:hAnsi="Times New Roman"/>
                <w:sz w:val="24"/>
                <w:szCs w:val="24"/>
              </w:rPr>
            </w:pPr>
            <w:r>
              <w:rPr>
                <w:rFonts w:ascii="Times New Roman" w:hAnsi="Times New Roman"/>
                <w:sz w:val="24"/>
                <w:szCs w:val="24"/>
              </w:rPr>
              <w:t>1286,1</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09156E" w:rsidRPr="004D300B" w:rsidRDefault="0009156E" w:rsidP="0009433F">
            <w:r w:rsidRPr="004D300B">
              <w:t xml:space="preserve">Основное </w:t>
            </w:r>
            <w:r w:rsidRPr="004D300B">
              <w:br/>
              <w:t>мероприятие</w:t>
            </w:r>
          </w:p>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p w:rsidR="0009156E" w:rsidRPr="004D300B" w:rsidRDefault="0009156E" w:rsidP="0009433F"/>
        </w:tc>
        <w:tc>
          <w:tcPr>
            <w:tcW w:w="2880" w:type="dxa"/>
            <w:vAlign w:val="center"/>
          </w:tcPr>
          <w:p w:rsidR="0009156E" w:rsidRPr="004D300B" w:rsidRDefault="0009156E" w:rsidP="0009433F">
            <w:r w:rsidRPr="004D300B">
              <w:lastRenderedPageBreak/>
              <w:t>Финансовое обеспечение других обязательств государства</w:t>
            </w:r>
          </w:p>
          <w:p w:rsidR="0009156E" w:rsidRPr="004D300B" w:rsidRDefault="0009156E" w:rsidP="0009433F"/>
        </w:tc>
        <w:tc>
          <w:tcPr>
            <w:tcW w:w="2160" w:type="dxa"/>
          </w:tcPr>
          <w:p w:rsidR="0009156E" w:rsidRPr="004D300B" w:rsidRDefault="0009156E" w:rsidP="0009433F">
            <w:pPr>
              <w:pStyle w:val="ConsPlusNormal"/>
              <w:ind w:firstLine="0"/>
              <w:rPr>
                <w:rFonts w:ascii="Times New Roman" w:hAnsi="Times New Roman"/>
                <w:b/>
                <w:sz w:val="24"/>
                <w:szCs w:val="24"/>
              </w:rPr>
            </w:pP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6D26D0" w:rsidRDefault="0009156E" w:rsidP="0009433F">
            <w:pPr>
              <w:pStyle w:val="ConsPlusNormal"/>
              <w:ind w:firstLine="0"/>
              <w:rPr>
                <w:rFonts w:ascii="Times New Roman" w:hAnsi="Times New Roman"/>
                <w:b/>
                <w:sz w:val="20"/>
                <w:szCs w:val="20"/>
              </w:rPr>
            </w:pPr>
            <w:r w:rsidRPr="006D26D0">
              <w:rPr>
                <w:rFonts w:ascii="Times New Roman" w:hAnsi="Times New Roman"/>
                <w:sz w:val="20"/>
                <w:szCs w:val="20"/>
              </w:rPr>
              <w:t>Обеспечение в пол</w:t>
            </w:r>
            <w:r>
              <w:rPr>
                <w:rFonts w:ascii="Times New Roman" w:hAnsi="Times New Roman"/>
                <w:sz w:val="20"/>
                <w:szCs w:val="20"/>
              </w:rPr>
              <w:t>-</w:t>
            </w:r>
            <w:r w:rsidRPr="006D26D0">
              <w:rPr>
                <w:rFonts w:ascii="Times New Roman" w:hAnsi="Times New Roman"/>
                <w:sz w:val="20"/>
                <w:szCs w:val="20"/>
              </w:rPr>
              <w:t>ном объеме услугами по содержанию иму</w:t>
            </w:r>
            <w:r>
              <w:rPr>
                <w:rFonts w:ascii="Times New Roman" w:hAnsi="Times New Roman"/>
                <w:sz w:val="20"/>
                <w:szCs w:val="20"/>
              </w:rPr>
              <w:t>-</w:t>
            </w:r>
            <w:r w:rsidRPr="006D26D0">
              <w:rPr>
                <w:rFonts w:ascii="Times New Roman" w:hAnsi="Times New Roman"/>
                <w:sz w:val="20"/>
                <w:szCs w:val="20"/>
              </w:rPr>
              <w:t>щества, и матери</w:t>
            </w:r>
            <w:r>
              <w:rPr>
                <w:rFonts w:ascii="Times New Roman" w:hAnsi="Times New Roman"/>
                <w:sz w:val="20"/>
                <w:szCs w:val="20"/>
              </w:rPr>
              <w:t>-</w:t>
            </w:r>
            <w:r w:rsidRPr="006D26D0">
              <w:rPr>
                <w:rFonts w:ascii="Times New Roman" w:hAnsi="Times New Roman"/>
                <w:sz w:val="20"/>
                <w:szCs w:val="20"/>
              </w:rPr>
              <w:t>ально-техническими средствами админи</w:t>
            </w:r>
            <w:r>
              <w:rPr>
                <w:rFonts w:ascii="Times New Roman" w:hAnsi="Times New Roman"/>
                <w:sz w:val="20"/>
                <w:szCs w:val="20"/>
              </w:rPr>
              <w:t>-</w:t>
            </w:r>
            <w:r w:rsidRPr="006D26D0">
              <w:rPr>
                <w:rFonts w:ascii="Times New Roman" w:hAnsi="Times New Roman"/>
                <w:sz w:val="20"/>
                <w:szCs w:val="20"/>
              </w:rPr>
              <w:t xml:space="preserve">страции Таловского </w:t>
            </w:r>
            <w:r w:rsidRPr="006D26D0">
              <w:rPr>
                <w:rFonts w:ascii="Times New Roman" w:hAnsi="Times New Roman"/>
                <w:sz w:val="20"/>
                <w:szCs w:val="20"/>
              </w:rPr>
              <w:lastRenderedPageBreak/>
              <w:t>муниципального района:</w:t>
            </w:r>
          </w:p>
        </w:tc>
        <w:tc>
          <w:tcPr>
            <w:tcW w:w="1498"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lastRenderedPageBreak/>
              <w:t>01130520059</w:t>
            </w:r>
          </w:p>
        </w:tc>
        <w:tc>
          <w:tcPr>
            <w:tcW w:w="1742" w:type="dxa"/>
          </w:tcPr>
          <w:p w:rsidR="0009156E" w:rsidRPr="004D300B" w:rsidRDefault="0009156E" w:rsidP="0009433F">
            <w:pPr>
              <w:pStyle w:val="ConsPlusNormal"/>
              <w:ind w:firstLine="0"/>
              <w:rPr>
                <w:rFonts w:ascii="Times New Roman" w:hAnsi="Times New Roman"/>
                <w:sz w:val="24"/>
                <w:szCs w:val="24"/>
              </w:rPr>
            </w:pPr>
            <w:r>
              <w:rPr>
                <w:rFonts w:ascii="Times New Roman" w:hAnsi="Times New Roman"/>
                <w:sz w:val="24"/>
                <w:szCs w:val="24"/>
              </w:rPr>
              <w:t>14411,2</w:t>
            </w:r>
          </w:p>
        </w:tc>
      </w:tr>
      <w:tr w:rsidR="0009156E" w:rsidRPr="004D300B" w:rsidTr="0009433F">
        <w:tc>
          <w:tcPr>
            <w:tcW w:w="828" w:type="dxa"/>
            <w:vAlign w:val="center"/>
          </w:tcPr>
          <w:p w:rsidR="0009156E" w:rsidRPr="004D300B" w:rsidRDefault="0009156E" w:rsidP="0009433F">
            <w:r w:rsidRPr="004D300B">
              <w:t>1</w:t>
            </w:r>
          </w:p>
        </w:tc>
        <w:tc>
          <w:tcPr>
            <w:tcW w:w="1620" w:type="dxa"/>
            <w:vAlign w:val="center"/>
          </w:tcPr>
          <w:p w:rsidR="0009156E" w:rsidRPr="004D300B" w:rsidRDefault="0009156E" w:rsidP="0009433F">
            <w:r w:rsidRPr="004D300B">
              <w:t>2</w:t>
            </w:r>
          </w:p>
        </w:tc>
        <w:tc>
          <w:tcPr>
            <w:tcW w:w="2880" w:type="dxa"/>
            <w:vAlign w:val="center"/>
          </w:tcPr>
          <w:p w:rsidR="0009156E" w:rsidRPr="004D300B" w:rsidRDefault="0009156E" w:rsidP="0009433F">
            <w:r w:rsidRPr="004D300B">
              <w:t>3</w:t>
            </w:r>
          </w:p>
        </w:tc>
        <w:tc>
          <w:tcPr>
            <w:tcW w:w="2160" w:type="dxa"/>
            <w:vAlign w:val="center"/>
          </w:tcPr>
          <w:p w:rsidR="0009156E" w:rsidRPr="004D300B" w:rsidRDefault="0009156E" w:rsidP="0009433F">
            <w:r w:rsidRPr="004D300B">
              <w:t>4</w:t>
            </w:r>
          </w:p>
        </w:tc>
        <w:tc>
          <w:tcPr>
            <w:tcW w:w="1260" w:type="dxa"/>
            <w:vAlign w:val="center"/>
          </w:tcPr>
          <w:p w:rsidR="0009156E" w:rsidRPr="004D300B" w:rsidRDefault="0009156E" w:rsidP="0009433F">
            <w:r w:rsidRPr="004D300B">
              <w:t>5</w:t>
            </w:r>
          </w:p>
        </w:tc>
        <w:tc>
          <w:tcPr>
            <w:tcW w:w="1453" w:type="dxa"/>
            <w:vAlign w:val="center"/>
          </w:tcPr>
          <w:p w:rsidR="0009156E" w:rsidRPr="004D300B" w:rsidRDefault="0009156E" w:rsidP="0009433F">
            <w:r w:rsidRPr="004D300B">
              <w:t>6</w:t>
            </w:r>
          </w:p>
        </w:tc>
        <w:tc>
          <w:tcPr>
            <w:tcW w:w="2147" w:type="dxa"/>
            <w:vAlign w:val="center"/>
          </w:tcPr>
          <w:p w:rsidR="0009156E" w:rsidRPr="004D300B" w:rsidRDefault="0009156E" w:rsidP="0009433F">
            <w:r w:rsidRPr="004D300B">
              <w:t>7</w:t>
            </w:r>
          </w:p>
        </w:tc>
        <w:tc>
          <w:tcPr>
            <w:tcW w:w="1498" w:type="dxa"/>
            <w:vAlign w:val="center"/>
          </w:tcPr>
          <w:p w:rsidR="0009156E" w:rsidRPr="004D300B" w:rsidRDefault="0009156E" w:rsidP="0009433F">
            <w:r w:rsidRPr="004D300B">
              <w:t>8</w:t>
            </w:r>
          </w:p>
        </w:tc>
        <w:tc>
          <w:tcPr>
            <w:tcW w:w="1742" w:type="dxa"/>
            <w:vAlign w:val="center"/>
          </w:tcPr>
          <w:p w:rsidR="0009156E" w:rsidRPr="004D300B" w:rsidRDefault="0009156E" w:rsidP="0009433F">
            <w:r w:rsidRPr="004D300B">
              <w:t>9</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09156E" w:rsidRPr="004D300B" w:rsidRDefault="0009156E" w:rsidP="0009433F">
            <w:pPr>
              <w:rPr>
                <w:b/>
              </w:rPr>
            </w:pPr>
            <w:r w:rsidRPr="004D300B">
              <w:rPr>
                <w:b/>
              </w:rPr>
              <w:t>ПОДПРОГРАММА 3</w:t>
            </w:r>
          </w:p>
        </w:tc>
        <w:tc>
          <w:tcPr>
            <w:tcW w:w="2880" w:type="dxa"/>
          </w:tcPr>
          <w:p w:rsidR="0009156E" w:rsidRPr="004D300B" w:rsidRDefault="0009156E" w:rsidP="0009433F">
            <w:pPr>
              <w:rPr>
                <w:b/>
              </w:rPr>
            </w:pPr>
            <w:r w:rsidRPr="004D300B">
              <w:rPr>
                <w:b/>
              </w:rPr>
              <w:t>«Управление муниципальным имуществом» </w:t>
            </w:r>
          </w:p>
        </w:tc>
        <w:tc>
          <w:tcPr>
            <w:tcW w:w="2160"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09156E" w:rsidRPr="004D300B" w:rsidRDefault="0009156E" w:rsidP="0009433F">
            <w:pPr>
              <w:pStyle w:val="ConsPlusNormal"/>
              <w:ind w:firstLine="0"/>
              <w:rPr>
                <w:rFonts w:ascii="Times New Roman" w:hAnsi="Times New Roman"/>
                <w:b/>
                <w:sz w:val="24"/>
                <w:szCs w:val="24"/>
              </w:rPr>
            </w:pPr>
          </w:p>
        </w:tc>
        <w:tc>
          <w:tcPr>
            <w:tcW w:w="1453" w:type="dxa"/>
          </w:tcPr>
          <w:p w:rsidR="0009156E" w:rsidRPr="004D300B" w:rsidRDefault="0009156E" w:rsidP="0009433F">
            <w:pPr>
              <w:pStyle w:val="ConsPlusNormal"/>
              <w:ind w:firstLine="0"/>
              <w:rPr>
                <w:rFonts w:ascii="Times New Roman" w:hAnsi="Times New Roman"/>
                <w:b/>
                <w:sz w:val="24"/>
                <w:szCs w:val="24"/>
              </w:rPr>
            </w:pPr>
          </w:p>
        </w:tc>
        <w:tc>
          <w:tcPr>
            <w:tcW w:w="2147" w:type="dxa"/>
          </w:tcPr>
          <w:p w:rsidR="0009156E" w:rsidRPr="004D300B" w:rsidRDefault="0009156E" w:rsidP="0009433F">
            <w:pPr>
              <w:pStyle w:val="ConsPlusNormal"/>
              <w:ind w:firstLine="0"/>
              <w:rPr>
                <w:rFonts w:ascii="Times New Roman" w:hAnsi="Times New Roman"/>
                <w:b/>
                <w:sz w:val="24"/>
                <w:szCs w:val="24"/>
              </w:rPr>
            </w:pPr>
          </w:p>
        </w:tc>
        <w:tc>
          <w:tcPr>
            <w:tcW w:w="1498" w:type="dxa"/>
          </w:tcPr>
          <w:p w:rsidR="0009156E" w:rsidRPr="004D300B" w:rsidRDefault="0009156E" w:rsidP="0009433F">
            <w:pPr>
              <w:pStyle w:val="ConsPlusNormal"/>
              <w:ind w:firstLine="0"/>
              <w:rPr>
                <w:rFonts w:ascii="Times New Roman" w:hAnsi="Times New Roman"/>
              </w:rPr>
            </w:pPr>
          </w:p>
        </w:tc>
        <w:tc>
          <w:tcPr>
            <w:tcW w:w="1742" w:type="dxa"/>
          </w:tcPr>
          <w:p w:rsidR="0009156E" w:rsidRPr="00081955" w:rsidRDefault="0009156E" w:rsidP="0009433F">
            <w:pPr>
              <w:pStyle w:val="ConsPlusNormal"/>
              <w:ind w:firstLine="0"/>
              <w:rPr>
                <w:rFonts w:ascii="Times New Roman" w:hAnsi="Times New Roman"/>
                <w:b/>
                <w:sz w:val="24"/>
                <w:szCs w:val="24"/>
              </w:rPr>
            </w:pPr>
            <w:r>
              <w:rPr>
                <w:rFonts w:ascii="Times New Roman" w:hAnsi="Times New Roman"/>
                <w:b/>
                <w:sz w:val="24"/>
                <w:szCs w:val="24"/>
              </w:rPr>
              <w:t>5513,5</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09156E" w:rsidRPr="004D300B" w:rsidRDefault="0009156E" w:rsidP="0009433F">
            <w:r w:rsidRPr="004D300B">
              <w:t xml:space="preserve">Основное мероприятие </w:t>
            </w:r>
          </w:p>
        </w:tc>
        <w:tc>
          <w:tcPr>
            <w:tcW w:w="2880" w:type="dxa"/>
          </w:tcPr>
          <w:p w:rsidR="0009156E" w:rsidRPr="004D300B" w:rsidRDefault="0009156E" w:rsidP="0009433F">
            <w:r w:rsidRPr="004D300B">
              <w:t xml:space="preserve"> Техническая инвентаризация, оценка имущества для принятия управленческих решений</w:t>
            </w:r>
          </w:p>
          <w:p w:rsidR="0009156E" w:rsidRPr="004D300B" w:rsidRDefault="0009156E" w:rsidP="0009433F"/>
        </w:tc>
        <w:tc>
          <w:tcPr>
            <w:tcW w:w="2160" w:type="dxa"/>
          </w:tcPr>
          <w:p w:rsidR="0009156E" w:rsidRPr="004D300B" w:rsidRDefault="0009156E" w:rsidP="0009433F">
            <w:pPr>
              <w:pStyle w:val="ConsPlusNormal"/>
              <w:ind w:firstLine="0"/>
              <w:rPr>
                <w:rFonts w:ascii="Times New Roman" w:hAnsi="Times New Roman"/>
                <w:b/>
                <w:sz w:val="24"/>
                <w:szCs w:val="24"/>
              </w:rPr>
            </w:pP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t>01130538021</w:t>
            </w:r>
          </w:p>
        </w:tc>
        <w:tc>
          <w:tcPr>
            <w:tcW w:w="1742" w:type="dxa"/>
          </w:tcPr>
          <w:p w:rsidR="0009156E" w:rsidRPr="00081955" w:rsidRDefault="0009156E" w:rsidP="0009433F">
            <w:pPr>
              <w:pStyle w:val="ConsPlusNormal"/>
              <w:ind w:firstLine="0"/>
              <w:rPr>
                <w:rFonts w:ascii="Times New Roman" w:hAnsi="Times New Roman"/>
                <w:sz w:val="24"/>
                <w:szCs w:val="24"/>
              </w:rPr>
            </w:pPr>
            <w:r>
              <w:rPr>
                <w:rFonts w:ascii="Times New Roman" w:hAnsi="Times New Roman"/>
                <w:sz w:val="24"/>
                <w:szCs w:val="24"/>
              </w:rPr>
              <w:t>30</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09156E" w:rsidRPr="004D300B" w:rsidRDefault="0009156E" w:rsidP="0009433F">
            <w:r w:rsidRPr="004D300B">
              <w:t xml:space="preserve">Основное мероприятие </w:t>
            </w:r>
          </w:p>
        </w:tc>
        <w:tc>
          <w:tcPr>
            <w:tcW w:w="2880" w:type="dxa"/>
          </w:tcPr>
          <w:p w:rsidR="0009156E" w:rsidRPr="004D300B" w:rsidRDefault="0009156E" w:rsidP="0009433F">
            <w:r w:rsidRPr="004D300B">
              <w:t>Содержание имущества и проведение ремонтных работ</w:t>
            </w:r>
          </w:p>
        </w:tc>
        <w:tc>
          <w:tcPr>
            <w:tcW w:w="2160" w:type="dxa"/>
          </w:tcPr>
          <w:p w:rsidR="0009156E" w:rsidRPr="004D300B" w:rsidRDefault="0009156E" w:rsidP="0009433F">
            <w:pPr>
              <w:pStyle w:val="ConsPlusNormal"/>
              <w:ind w:firstLine="0"/>
              <w:rPr>
                <w:rFonts w:ascii="Times New Roman" w:hAnsi="Times New Roman"/>
                <w:b/>
                <w:sz w:val="24"/>
                <w:szCs w:val="24"/>
              </w:rPr>
            </w:pP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tc>
        <w:tc>
          <w:tcPr>
            <w:tcW w:w="1498"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t>01130538070</w:t>
            </w:r>
          </w:p>
        </w:tc>
        <w:tc>
          <w:tcPr>
            <w:tcW w:w="1742" w:type="dxa"/>
          </w:tcPr>
          <w:p w:rsidR="0009156E" w:rsidRPr="00E95666" w:rsidRDefault="0009156E" w:rsidP="0009433F">
            <w:pPr>
              <w:pStyle w:val="ConsPlusNormal"/>
              <w:ind w:firstLine="0"/>
              <w:rPr>
                <w:rFonts w:ascii="Times New Roman" w:hAnsi="Times New Roman"/>
                <w:sz w:val="24"/>
                <w:szCs w:val="24"/>
              </w:rPr>
            </w:pPr>
            <w:r>
              <w:rPr>
                <w:rFonts w:ascii="Times New Roman" w:hAnsi="Times New Roman"/>
                <w:sz w:val="24"/>
                <w:szCs w:val="24"/>
              </w:rPr>
              <w:t>2703,8</w:t>
            </w:r>
          </w:p>
        </w:tc>
      </w:tr>
      <w:tr w:rsidR="0009156E" w:rsidRPr="004D300B"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09156E" w:rsidRPr="004D300B" w:rsidRDefault="0009156E" w:rsidP="0009433F">
            <w:r w:rsidRPr="004D300B">
              <w:t xml:space="preserve">Основное мероприятие </w:t>
            </w:r>
          </w:p>
        </w:tc>
        <w:tc>
          <w:tcPr>
            <w:tcW w:w="2880" w:type="dxa"/>
          </w:tcPr>
          <w:p w:rsidR="0009156E" w:rsidRPr="004D300B" w:rsidRDefault="0009156E"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09156E" w:rsidRPr="004D300B" w:rsidRDefault="0009156E" w:rsidP="0009433F"/>
        </w:tc>
        <w:tc>
          <w:tcPr>
            <w:tcW w:w="2160" w:type="dxa"/>
          </w:tcPr>
          <w:p w:rsidR="0009156E" w:rsidRPr="004D300B" w:rsidRDefault="0009156E" w:rsidP="0009433F">
            <w:pPr>
              <w:pStyle w:val="ConsPlusNormal"/>
              <w:ind w:firstLine="0"/>
              <w:rPr>
                <w:rFonts w:ascii="Times New Roman" w:hAnsi="Times New Roman"/>
                <w:b/>
                <w:sz w:val="24"/>
                <w:szCs w:val="24"/>
              </w:rPr>
            </w:pP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D300B" w:rsidRDefault="0009156E" w:rsidP="0009433F">
            <w:pPr>
              <w:pStyle w:val="ConsPlusNormal"/>
              <w:ind w:firstLine="0"/>
              <w:rPr>
                <w:rFonts w:ascii="Times New Roman" w:hAnsi="Times New Roman"/>
              </w:rPr>
            </w:pPr>
            <w:r w:rsidRPr="004445F5">
              <w:rPr>
                <w:rFonts w:ascii="Times New Roman" w:hAnsi="Times New Roman"/>
                <w:sz w:val="20"/>
                <w:szCs w:val="20"/>
              </w:rPr>
              <w:t xml:space="preserve">Обеспечение посту-пления в консоли-дированныйбюд-жет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w:t>
            </w:r>
            <w:r w:rsidRPr="004445F5">
              <w:rPr>
                <w:rFonts w:ascii="Times New Roman" w:hAnsi="Times New Roman"/>
                <w:sz w:val="20"/>
                <w:szCs w:val="20"/>
              </w:rPr>
              <w:lastRenderedPageBreak/>
              <w:t>неразграничены в объеме 36730 тыс.руб.</w:t>
            </w:r>
          </w:p>
        </w:tc>
        <w:tc>
          <w:tcPr>
            <w:tcW w:w="1498"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lastRenderedPageBreak/>
              <w:t>01130538020</w:t>
            </w:r>
          </w:p>
        </w:tc>
        <w:tc>
          <w:tcPr>
            <w:tcW w:w="1742" w:type="dxa"/>
          </w:tcPr>
          <w:p w:rsidR="0009156E" w:rsidRPr="00E95666" w:rsidRDefault="0009156E" w:rsidP="0009433F">
            <w:pPr>
              <w:pStyle w:val="ConsPlusNormal"/>
              <w:ind w:firstLine="0"/>
              <w:rPr>
                <w:rFonts w:ascii="Times New Roman" w:hAnsi="Times New Roman"/>
                <w:sz w:val="24"/>
                <w:szCs w:val="24"/>
              </w:rPr>
            </w:pPr>
            <w:r>
              <w:rPr>
                <w:rFonts w:ascii="Times New Roman" w:hAnsi="Times New Roman"/>
                <w:sz w:val="24"/>
                <w:szCs w:val="24"/>
              </w:rPr>
              <w:t>39,9</w:t>
            </w:r>
          </w:p>
        </w:tc>
      </w:tr>
      <w:tr w:rsidR="0009156E" w:rsidRPr="004D300B" w:rsidTr="00EE38DD">
        <w:tc>
          <w:tcPr>
            <w:tcW w:w="828" w:type="dxa"/>
            <w:vAlign w:val="center"/>
          </w:tcPr>
          <w:p w:rsidR="0009156E" w:rsidRPr="004D300B" w:rsidRDefault="0009156E" w:rsidP="00021F36">
            <w:r w:rsidRPr="004D300B">
              <w:t>1</w:t>
            </w:r>
          </w:p>
        </w:tc>
        <w:tc>
          <w:tcPr>
            <w:tcW w:w="1620" w:type="dxa"/>
            <w:vAlign w:val="center"/>
          </w:tcPr>
          <w:p w:rsidR="0009156E" w:rsidRPr="004D300B" w:rsidRDefault="0009156E" w:rsidP="00021F36">
            <w:r w:rsidRPr="004D300B">
              <w:t>2</w:t>
            </w:r>
          </w:p>
        </w:tc>
        <w:tc>
          <w:tcPr>
            <w:tcW w:w="2880" w:type="dxa"/>
            <w:vAlign w:val="center"/>
          </w:tcPr>
          <w:p w:rsidR="0009156E" w:rsidRPr="004D300B" w:rsidRDefault="0009156E" w:rsidP="00021F36">
            <w:r w:rsidRPr="004D300B">
              <w:t>3</w:t>
            </w:r>
          </w:p>
        </w:tc>
        <w:tc>
          <w:tcPr>
            <w:tcW w:w="2160" w:type="dxa"/>
            <w:vAlign w:val="center"/>
          </w:tcPr>
          <w:p w:rsidR="0009156E" w:rsidRPr="004D300B" w:rsidRDefault="0009156E" w:rsidP="00021F36">
            <w:r w:rsidRPr="004D300B">
              <w:t>4</w:t>
            </w:r>
          </w:p>
        </w:tc>
        <w:tc>
          <w:tcPr>
            <w:tcW w:w="1260" w:type="dxa"/>
            <w:vAlign w:val="center"/>
          </w:tcPr>
          <w:p w:rsidR="0009156E" w:rsidRPr="004D300B" w:rsidRDefault="0009156E" w:rsidP="00021F36">
            <w:r w:rsidRPr="004D300B">
              <w:t>5</w:t>
            </w:r>
          </w:p>
        </w:tc>
        <w:tc>
          <w:tcPr>
            <w:tcW w:w="1453" w:type="dxa"/>
            <w:vAlign w:val="center"/>
          </w:tcPr>
          <w:p w:rsidR="0009156E" w:rsidRPr="004D300B" w:rsidRDefault="0009156E" w:rsidP="00021F36">
            <w:r w:rsidRPr="004D300B">
              <w:t>6</w:t>
            </w:r>
          </w:p>
        </w:tc>
        <w:tc>
          <w:tcPr>
            <w:tcW w:w="2147" w:type="dxa"/>
            <w:vAlign w:val="center"/>
          </w:tcPr>
          <w:p w:rsidR="0009156E" w:rsidRPr="004D300B" w:rsidRDefault="0009156E" w:rsidP="00021F36">
            <w:r w:rsidRPr="004D300B">
              <w:t>7</w:t>
            </w:r>
          </w:p>
        </w:tc>
        <w:tc>
          <w:tcPr>
            <w:tcW w:w="1498" w:type="dxa"/>
            <w:vAlign w:val="center"/>
          </w:tcPr>
          <w:p w:rsidR="0009156E" w:rsidRPr="004D300B" w:rsidRDefault="0009156E" w:rsidP="00021F36">
            <w:r w:rsidRPr="004D300B">
              <w:t>8</w:t>
            </w:r>
          </w:p>
        </w:tc>
        <w:tc>
          <w:tcPr>
            <w:tcW w:w="1742" w:type="dxa"/>
            <w:vAlign w:val="center"/>
          </w:tcPr>
          <w:p w:rsidR="0009156E" w:rsidRPr="004D300B" w:rsidRDefault="0009156E" w:rsidP="00021F36">
            <w:r w:rsidRPr="004D300B">
              <w:t>9</w:t>
            </w:r>
          </w:p>
        </w:tc>
      </w:tr>
      <w:tr w:rsidR="0009156E" w:rsidRPr="004D300B" w:rsidTr="004445F5">
        <w:trPr>
          <w:trHeight w:val="1328"/>
        </w:trPr>
        <w:tc>
          <w:tcPr>
            <w:tcW w:w="828"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09156E" w:rsidRPr="004D300B" w:rsidRDefault="0009156E" w:rsidP="0009433F">
            <w:r w:rsidRPr="004D300B">
              <w:t xml:space="preserve">Основное мероприятие </w:t>
            </w:r>
          </w:p>
        </w:tc>
        <w:tc>
          <w:tcPr>
            <w:tcW w:w="2880" w:type="dxa"/>
          </w:tcPr>
          <w:p w:rsidR="0009156E" w:rsidRPr="004D300B" w:rsidRDefault="0009156E" w:rsidP="0009433F">
            <w:r w:rsidRPr="004D300B">
              <w:t>Обеспечение деятельности  «Отдел по управлению муниципальным имуществом».</w:t>
            </w:r>
          </w:p>
        </w:tc>
        <w:tc>
          <w:tcPr>
            <w:tcW w:w="2160" w:type="dxa"/>
          </w:tcPr>
          <w:p w:rsidR="0009156E" w:rsidRPr="004D300B" w:rsidRDefault="0009156E" w:rsidP="0009433F">
            <w:pPr>
              <w:pStyle w:val="ConsPlusNormal"/>
              <w:ind w:firstLine="0"/>
              <w:rPr>
                <w:rFonts w:ascii="Times New Roman" w:hAnsi="Times New Roman"/>
                <w:b/>
                <w:sz w:val="24"/>
                <w:szCs w:val="24"/>
              </w:rPr>
            </w:pPr>
          </w:p>
        </w:tc>
        <w:tc>
          <w:tcPr>
            <w:tcW w:w="1260"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09156E" w:rsidRPr="004D300B" w:rsidRDefault="0009156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09156E" w:rsidRPr="004445F5" w:rsidRDefault="0009156E" w:rsidP="0009433F">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09156E" w:rsidRPr="004D300B" w:rsidRDefault="0009156E" w:rsidP="0009433F">
            <w:pPr>
              <w:pStyle w:val="ConsPlusNormal"/>
              <w:ind w:firstLine="0"/>
              <w:rPr>
                <w:rFonts w:ascii="Times New Roman" w:hAnsi="Times New Roman"/>
              </w:rPr>
            </w:pPr>
            <w:r w:rsidRPr="004D300B">
              <w:rPr>
                <w:rFonts w:ascii="Times New Roman" w:hAnsi="Times New Roman"/>
              </w:rPr>
              <w:t>01130538201</w:t>
            </w:r>
          </w:p>
        </w:tc>
        <w:tc>
          <w:tcPr>
            <w:tcW w:w="1742" w:type="dxa"/>
          </w:tcPr>
          <w:p w:rsidR="0009156E" w:rsidRPr="00E95666" w:rsidRDefault="0009156E" w:rsidP="0009433F">
            <w:pPr>
              <w:pStyle w:val="ConsPlusNormal"/>
              <w:ind w:firstLine="0"/>
              <w:rPr>
                <w:rFonts w:ascii="Times New Roman" w:hAnsi="Times New Roman"/>
                <w:sz w:val="24"/>
                <w:szCs w:val="24"/>
              </w:rPr>
            </w:pPr>
            <w:r>
              <w:rPr>
                <w:rFonts w:ascii="Times New Roman" w:hAnsi="Times New Roman"/>
                <w:sz w:val="24"/>
                <w:szCs w:val="24"/>
              </w:rPr>
              <w:t>2739,8</w:t>
            </w:r>
          </w:p>
        </w:tc>
      </w:tr>
      <w:tr w:rsidR="0009156E" w:rsidRPr="00E35D38"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09156E" w:rsidRPr="00E35D38" w:rsidRDefault="0009156E" w:rsidP="0009433F">
            <w:pPr>
              <w:ind w:right="-57"/>
              <w:rPr>
                <w:b/>
              </w:rPr>
            </w:pPr>
            <w:r w:rsidRPr="00E35D38">
              <w:rPr>
                <w:b/>
              </w:rPr>
              <w:t>ПОДПРОГРАММА 4</w:t>
            </w:r>
          </w:p>
        </w:tc>
        <w:tc>
          <w:tcPr>
            <w:tcW w:w="2880" w:type="dxa"/>
            <w:vAlign w:val="center"/>
          </w:tcPr>
          <w:p w:rsidR="0009156E" w:rsidRPr="00E35D38" w:rsidRDefault="0009156E" w:rsidP="0009433F">
            <w:r w:rsidRPr="00E35D38">
              <w:rPr>
                <w:b/>
              </w:rPr>
              <w:t>«Обеспечение жильем молодых семейна 2014 -2019 годы» </w:t>
            </w:r>
          </w:p>
        </w:tc>
        <w:tc>
          <w:tcPr>
            <w:tcW w:w="2160" w:type="dxa"/>
          </w:tcPr>
          <w:p w:rsidR="0009156E" w:rsidRPr="00E35D38" w:rsidRDefault="0009156E" w:rsidP="0009433F">
            <w:pPr>
              <w:pStyle w:val="ConsPlusNormal"/>
              <w:ind w:firstLine="0"/>
              <w:rPr>
                <w:rFonts w:ascii="Times New Roman" w:hAnsi="Times New Roman"/>
                <w:sz w:val="24"/>
                <w:szCs w:val="24"/>
              </w:rPr>
            </w:pPr>
          </w:p>
        </w:tc>
        <w:tc>
          <w:tcPr>
            <w:tcW w:w="1260" w:type="dxa"/>
          </w:tcPr>
          <w:p w:rsidR="0009156E" w:rsidRPr="00E35D38" w:rsidRDefault="0009156E" w:rsidP="0009433F">
            <w:pPr>
              <w:pStyle w:val="ConsPlusNormal"/>
              <w:ind w:firstLine="0"/>
              <w:rPr>
                <w:rFonts w:ascii="Times New Roman" w:hAnsi="Times New Roman"/>
                <w:sz w:val="24"/>
                <w:szCs w:val="24"/>
              </w:rPr>
            </w:pPr>
          </w:p>
        </w:tc>
        <w:tc>
          <w:tcPr>
            <w:tcW w:w="1453" w:type="dxa"/>
          </w:tcPr>
          <w:p w:rsidR="0009156E" w:rsidRPr="00E35D38" w:rsidRDefault="0009156E" w:rsidP="0009433F">
            <w:pPr>
              <w:pStyle w:val="ConsPlusNormal"/>
              <w:ind w:firstLine="0"/>
              <w:rPr>
                <w:rFonts w:ascii="Times New Roman" w:hAnsi="Times New Roman"/>
                <w:sz w:val="24"/>
                <w:szCs w:val="24"/>
              </w:rPr>
            </w:pPr>
          </w:p>
        </w:tc>
        <w:tc>
          <w:tcPr>
            <w:tcW w:w="2147" w:type="dxa"/>
          </w:tcPr>
          <w:p w:rsidR="0009156E" w:rsidRPr="00E35D38" w:rsidRDefault="0009156E" w:rsidP="0009433F">
            <w:pPr>
              <w:pStyle w:val="ConsPlusNormal"/>
              <w:ind w:firstLine="0"/>
              <w:rPr>
                <w:rFonts w:ascii="Times New Roman" w:hAnsi="Times New Roman"/>
                <w:sz w:val="24"/>
                <w:szCs w:val="24"/>
              </w:rPr>
            </w:pPr>
          </w:p>
        </w:tc>
        <w:tc>
          <w:tcPr>
            <w:tcW w:w="1498" w:type="dxa"/>
          </w:tcPr>
          <w:p w:rsidR="0009156E" w:rsidRPr="00E35D38" w:rsidRDefault="0009156E" w:rsidP="0009433F">
            <w:pPr>
              <w:pStyle w:val="ConsPlusNormal"/>
              <w:ind w:firstLine="0"/>
              <w:rPr>
                <w:rFonts w:ascii="Times New Roman" w:hAnsi="Times New Roman"/>
              </w:rPr>
            </w:pPr>
          </w:p>
        </w:tc>
        <w:tc>
          <w:tcPr>
            <w:tcW w:w="1742" w:type="dxa"/>
          </w:tcPr>
          <w:p w:rsidR="0009156E" w:rsidRPr="00E35D38" w:rsidRDefault="0009156E"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09156E" w:rsidRPr="00E35D38" w:rsidTr="0009433F">
        <w:tc>
          <w:tcPr>
            <w:tcW w:w="828" w:type="dxa"/>
          </w:tcPr>
          <w:p w:rsidR="0009156E" w:rsidRPr="004D300B" w:rsidRDefault="0009156E" w:rsidP="0009433F">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09156E" w:rsidRPr="00E35D38" w:rsidRDefault="0009156E" w:rsidP="0009433F">
            <w:pPr>
              <w:ind w:right="-57"/>
              <w:rPr>
                <w:b/>
              </w:rPr>
            </w:pPr>
            <w:r w:rsidRPr="00E35D38">
              <w:t xml:space="preserve">Основное мероприятие </w:t>
            </w:r>
            <w:r>
              <w:t>4</w:t>
            </w:r>
            <w:r w:rsidRPr="00E35D38">
              <w:t>.</w:t>
            </w:r>
            <w:r>
              <w:t>1</w:t>
            </w:r>
          </w:p>
        </w:tc>
        <w:tc>
          <w:tcPr>
            <w:tcW w:w="2880" w:type="dxa"/>
            <w:vAlign w:val="center"/>
          </w:tcPr>
          <w:p w:rsidR="0009156E" w:rsidRDefault="0009156E" w:rsidP="0009433F">
            <w:r w:rsidRPr="00A15947">
              <w:t>Обеспечение жильем молодых семей</w:t>
            </w:r>
          </w:p>
          <w:p w:rsidR="0009156E" w:rsidRDefault="0009156E" w:rsidP="0009433F"/>
          <w:p w:rsidR="0009156E" w:rsidRDefault="0009156E" w:rsidP="0009433F"/>
          <w:p w:rsidR="0009156E" w:rsidRDefault="0009156E" w:rsidP="0009433F"/>
          <w:p w:rsidR="0009156E" w:rsidRDefault="0009156E" w:rsidP="0009433F"/>
          <w:p w:rsidR="0009156E" w:rsidRDefault="0009156E" w:rsidP="0009433F"/>
          <w:p w:rsidR="0009156E" w:rsidRPr="00A15947" w:rsidRDefault="0009156E" w:rsidP="0009433F"/>
        </w:tc>
        <w:tc>
          <w:tcPr>
            <w:tcW w:w="2160"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09156E" w:rsidRPr="00E35D38" w:rsidRDefault="0009156E" w:rsidP="0009433F">
            <w:pPr>
              <w:pStyle w:val="ConsPlusNormal"/>
              <w:ind w:firstLine="0"/>
              <w:rPr>
                <w:rFonts w:ascii="Times New Roman" w:hAnsi="Times New Roman"/>
              </w:rPr>
            </w:pPr>
            <w:r w:rsidRPr="00E35D38">
              <w:rPr>
                <w:rFonts w:ascii="Times New Roman" w:hAnsi="Times New Roman"/>
              </w:rPr>
              <w:t>10030548854</w:t>
            </w:r>
          </w:p>
          <w:p w:rsidR="0009156E" w:rsidRPr="00E35D38" w:rsidRDefault="0009156E" w:rsidP="0009433F">
            <w:pPr>
              <w:pStyle w:val="ConsPlusNormal"/>
              <w:ind w:firstLine="0"/>
              <w:rPr>
                <w:rFonts w:ascii="Times New Roman" w:hAnsi="Times New Roman"/>
              </w:rPr>
            </w:pPr>
            <w:r w:rsidRPr="00E35D38">
              <w:rPr>
                <w:rFonts w:ascii="Times New Roman" w:hAnsi="Times New Roman"/>
              </w:rPr>
              <w:t>10030547854</w:t>
            </w:r>
          </w:p>
          <w:p w:rsidR="0009156E" w:rsidRPr="00E35D38" w:rsidRDefault="0009156E" w:rsidP="0009433F">
            <w:pPr>
              <w:pStyle w:val="ConsPlusNormal"/>
              <w:ind w:firstLine="0"/>
              <w:rPr>
                <w:rFonts w:ascii="Times New Roman" w:hAnsi="Times New Roman"/>
              </w:rPr>
            </w:pPr>
            <w:r w:rsidRPr="00E35D38">
              <w:rPr>
                <w:rFonts w:ascii="Times New Roman" w:hAnsi="Times New Roman"/>
              </w:rPr>
              <w:t>10030545020</w:t>
            </w:r>
          </w:p>
        </w:tc>
        <w:tc>
          <w:tcPr>
            <w:tcW w:w="1742" w:type="dxa"/>
          </w:tcPr>
          <w:p w:rsidR="0009156E" w:rsidRPr="00E35D38" w:rsidRDefault="0009156E"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09156E" w:rsidRPr="00E35D38" w:rsidTr="0009433F">
        <w:tc>
          <w:tcPr>
            <w:tcW w:w="828" w:type="dxa"/>
          </w:tcPr>
          <w:p w:rsidR="0009156E" w:rsidRPr="004D300B" w:rsidRDefault="0009156E" w:rsidP="0009433F">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09156E" w:rsidRPr="00E35D38" w:rsidRDefault="0009156E" w:rsidP="0009433F">
            <w:pPr>
              <w:rPr>
                <w:b/>
              </w:rPr>
            </w:pPr>
            <w:r w:rsidRPr="00E35D38">
              <w:rPr>
                <w:b/>
              </w:rPr>
              <w:t>ПОДПРОГРАММА 5</w:t>
            </w:r>
          </w:p>
          <w:p w:rsidR="0009156E" w:rsidRPr="00E35D38" w:rsidRDefault="0009156E" w:rsidP="0009433F">
            <w:pPr>
              <w:rPr>
                <w:b/>
              </w:rPr>
            </w:pPr>
          </w:p>
          <w:p w:rsidR="0009156E" w:rsidRPr="00E35D38" w:rsidRDefault="0009156E" w:rsidP="0009433F">
            <w:pPr>
              <w:rPr>
                <w:b/>
              </w:rPr>
            </w:pPr>
          </w:p>
          <w:p w:rsidR="0009156E" w:rsidRPr="00E35D38" w:rsidRDefault="0009156E" w:rsidP="0009433F">
            <w:pPr>
              <w:rPr>
                <w:b/>
              </w:rPr>
            </w:pPr>
          </w:p>
        </w:tc>
        <w:tc>
          <w:tcPr>
            <w:tcW w:w="2880" w:type="dxa"/>
            <w:vAlign w:val="center"/>
          </w:tcPr>
          <w:p w:rsidR="0009156E" w:rsidRPr="00E35D38" w:rsidRDefault="0009156E" w:rsidP="0009433F">
            <w:pPr>
              <w:rPr>
                <w:b/>
              </w:rPr>
            </w:pPr>
            <w:r w:rsidRPr="00E35D38">
              <w:rPr>
                <w:b/>
              </w:rPr>
              <w:t>«Развитие и поддержка малого и  среднего предпринимательства в Таловском муниципальном районе на 2014 -2019 годы» </w:t>
            </w:r>
          </w:p>
        </w:tc>
        <w:tc>
          <w:tcPr>
            <w:tcW w:w="2160" w:type="dxa"/>
          </w:tcPr>
          <w:p w:rsidR="0009156E" w:rsidRPr="00E35D38" w:rsidRDefault="0009156E" w:rsidP="0009433F">
            <w:pPr>
              <w:pStyle w:val="ConsPlusNormal"/>
              <w:ind w:firstLine="0"/>
              <w:rPr>
                <w:rFonts w:ascii="Times New Roman" w:hAnsi="Times New Roman"/>
                <w:b/>
                <w:sz w:val="24"/>
                <w:szCs w:val="24"/>
              </w:rPr>
            </w:pPr>
            <w:r w:rsidRPr="00E35D38">
              <w:rPr>
                <w:rFonts w:ascii="Times New Roman" w:hAnsi="Times New Roman"/>
                <w:sz w:val="24"/>
                <w:szCs w:val="24"/>
              </w:rPr>
              <w:t>Администрация Таловского муниципального района</w:t>
            </w:r>
          </w:p>
        </w:tc>
        <w:tc>
          <w:tcPr>
            <w:tcW w:w="1260"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09156E" w:rsidRPr="00E35D38" w:rsidRDefault="0009156E" w:rsidP="0009433F">
            <w:pPr>
              <w:pStyle w:val="ConsPlusNormal"/>
              <w:ind w:firstLine="0"/>
              <w:rPr>
                <w:rFonts w:ascii="Times New Roman" w:hAnsi="Times New Roman"/>
                <w:b/>
                <w:sz w:val="24"/>
                <w:szCs w:val="24"/>
              </w:rPr>
            </w:pPr>
          </w:p>
        </w:tc>
        <w:tc>
          <w:tcPr>
            <w:tcW w:w="1498" w:type="dxa"/>
          </w:tcPr>
          <w:p w:rsidR="0009156E" w:rsidRPr="00E35D38" w:rsidRDefault="0009156E"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09156E" w:rsidRPr="00E35D38" w:rsidRDefault="0009156E" w:rsidP="0009433F">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09156E" w:rsidRPr="00E35D38" w:rsidTr="0009433F">
        <w:tc>
          <w:tcPr>
            <w:tcW w:w="828" w:type="dxa"/>
          </w:tcPr>
          <w:p w:rsidR="0009156E" w:rsidRPr="004D300B" w:rsidRDefault="0009156E" w:rsidP="0009433F">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09156E" w:rsidRPr="00E35D38" w:rsidRDefault="0009156E" w:rsidP="0009433F">
            <w:pPr>
              <w:ind w:right="-57"/>
            </w:pPr>
            <w:r w:rsidRPr="00E35D38">
              <w:t>Основное мероприятие 5.</w:t>
            </w:r>
            <w:r>
              <w:t>1</w:t>
            </w:r>
          </w:p>
          <w:p w:rsidR="0009156E" w:rsidRPr="00E35D38" w:rsidRDefault="0009156E" w:rsidP="0009433F"/>
        </w:tc>
        <w:tc>
          <w:tcPr>
            <w:tcW w:w="2880" w:type="dxa"/>
            <w:vAlign w:val="center"/>
          </w:tcPr>
          <w:p w:rsidR="0009156E" w:rsidRPr="00E35D38" w:rsidRDefault="0009156E" w:rsidP="0009433F">
            <w:r w:rsidRPr="00E35D38">
              <w:t xml:space="preserve">Предоставление грантов  начинающим субъектам малого предпринимательства </w:t>
            </w:r>
          </w:p>
        </w:tc>
        <w:tc>
          <w:tcPr>
            <w:tcW w:w="2160" w:type="dxa"/>
          </w:tcPr>
          <w:p w:rsidR="0009156E" w:rsidRPr="004445F5" w:rsidRDefault="0009156E" w:rsidP="0009433F">
            <w:pPr>
              <w:pStyle w:val="ConsPlusNormal"/>
              <w:ind w:firstLine="0"/>
              <w:rPr>
                <w:rFonts w:ascii="Times New Roman" w:hAnsi="Times New Roman"/>
                <w:b/>
              </w:rPr>
            </w:pPr>
            <w:r w:rsidRPr="004445F5">
              <w:rPr>
                <w:rFonts w:ascii="Times New Roman" w:hAnsi="Times New Roman"/>
              </w:rPr>
              <w:t>Отдел по экономике администрации Таловского муниципального района</w:t>
            </w:r>
          </w:p>
        </w:tc>
        <w:tc>
          <w:tcPr>
            <w:tcW w:w="1260"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09156E" w:rsidRPr="004445F5" w:rsidRDefault="0009156E" w:rsidP="0009433F">
            <w:pPr>
              <w:pStyle w:val="ConsPlusNormal"/>
              <w:ind w:firstLine="0"/>
              <w:rPr>
                <w:rFonts w:ascii="Times New Roman" w:hAnsi="Times New Roman"/>
                <w:b/>
                <w:sz w:val="20"/>
                <w:szCs w:val="20"/>
              </w:rPr>
            </w:pPr>
            <w:r w:rsidRPr="004445F5">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w:t>
            </w:r>
          </w:p>
        </w:tc>
        <w:tc>
          <w:tcPr>
            <w:tcW w:w="1498" w:type="dxa"/>
          </w:tcPr>
          <w:p w:rsidR="0009156E" w:rsidRPr="00E35D38" w:rsidRDefault="0009156E"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09156E" w:rsidRPr="00E35D38" w:rsidRDefault="0009156E" w:rsidP="0009433F">
            <w:pPr>
              <w:pStyle w:val="ConsPlusNormal"/>
              <w:ind w:firstLine="0"/>
              <w:rPr>
                <w:rFonts w:ascii="Times New Roman" w:hAnsi="Times New Roman"/>
                <w:b/>
                <w:sz w:val="24"/>
                <w:szCs w:val="24"/>
              </w:rPr>
            </w:pPr>
            <w:r>
              <w:rPr>
                <w:rFonts w:ascii="Times New Roman" w:hAnsi="Times New Roman"/>
                <w:b/>
                <w:sz w:val="24"/>
                <w:szCs w:val="24"/>
              </w:rPr>
              <w:t>100</w:t>
            </w:r>
          </w:p>
        </w:tc>
      </w:tr>
      <w:tr w:rsidR="0009156E" w:rsidRPr="00E35D38" w:rsidTr="0009433F">
        <w:tc>
          <w:tcPr>
            <w:tcW w:w="828" w:type="dxa"/>
          </w:tcPr>
          <w:p w:rsidR="0009156E" w:rsidRPr="00081955" w:rsidRDefault="0009156E" w:rsidP="0009433F">
            <w:pPr>
              <w:pStyle w:val="ConsPlusNormal"/>
              <w:ind w:firstLine="0"/>
            </w:pPr>
            <w:r w:rsidRPr="00081955">
              <w:t>6</w:t>
            </w:r>
          </w:p>
        </w:tc>
        <w:tc>
          <w:tcPr>
            <w:tcW w:w="1620" w:type="dxa"/>
            <w:vAlign w:val="center"/>
          </w:tcPr>
          <w:p w:rsidR="0009156E" w:rsidRPr="00E35D38" w:rsidRDefault="0009156E" w:rsidP="0009433F">
            <w:pPr>
              <w:rPr>
                <w:b/>
              </w:rPr>
            </w:pPr>
            <w:r w:rsidRPr="00E35D38">
              <w:rPr>
                <w:b/>
              </w:rPr>
              <w:t>ПОДПРОГРАММА 7</w:t>
            </w:r>
          </w:p>
          <w:p w:rsidR="0009156E" w:rsidRPr="00E35D38" w:rsidRDefault="0009156E" w:rsidP="0009433F">
            <w:pPr>
              <w:rPr>
                <w:b/>
              </w:rPr>
            </w:pPr>
          </w:p>
          <w:p w:rsidR="0009156E" w:rsidRPr="00E35D38" w:rsidRDefault="0009156E" w:rsidP="0009433F">
            <w:pPr>
              <w:rPr>
                <w:b/>
              </w:rPr>
            </w:pPr>
          </w:p>
          <w:p w:rsidR="0009156E" w:rsidRPr="00E35D38" w:rsidRDefault="0009156E" w:rsidP="0009433F">
            <w:pPr>
              <w:rPr>
                <w:b/>
              </w:rPr>
            </w:pPr>
          </w:p>
          <w:p w:rsidR="0009156E" w:rsidRPr="00E35D38" w:rsidRDefault="0009156E" w:rsidP="0009433F">
            <w:pPr>
              <w:rPr>
                <w:b/>
              </w:rPr>
            </w:pPr>
          </w:p>
          <w:p w:rsidR="0009156E" w:rsidRPr="00E35D38" w:rsidRDefault="0009156E" w:rsidP="0009433F"/>
        </w:tc>
        <w:tc>
          <w:tcPr>
            <w:tcW w:w="2880" w:type="dxa"/>
            <w:vAlign w:val="center"/>
          </w:tcPr>
          <w:p w:rsidR="0009156E" w:rsidRPr="00E35D38" w:rsidRDefault="0009156E" w:rsidP="0009433F">
            <w:r w:rsidRPr="00E35D38">
              <w:rPr>
                <w:b/>
              </w:rPr>
              <w:lastRenderedPageBreak/>
              <w:t xml:space="preserve">«Ремонт и благоустройство военно-мемориальных объектов Таловского муниципального </w:t>
            </w:r>
            <w:r w:rsidRPr="00E35D38">
              <w:rPr>
                <w:b/>
              </w:rPr>
              <w:lastRenderedPageBreak/>
              <w:t>района на 2015-2019 годы»</w:t>
            </w:r>
          </w:p>
        </w:tc>
        <w:tc>
          <w:tcPr>
            <w:tcW w:w="2160" w:type="dxa"/>
          </w:tcPr>
          <w:p w:rsidR="0009156E" w:rsidRDefault="0009156E" w:rsidP="0009433F"/>
          <w:p w:rsidR="0009156E" w:rsidRPr="002B1916" w:rsidRDefault="0009156E" w:rsidP="002B1916">
            <w:pPr>
              <w:jc w:val="center"/>
            </w:pPr>
            <w:r w:rsidRPr="00E35D38">
              <w:t>администраци</w:t>
            </w:r>
            <w:r>
              <w:t>я</w:t>
            </w:r>
            <w:r w:rsidRPr="00E35D38">
              <w:t xml:space="preserve"> Таловского муниципального района</w:t>
            </w:r>
          </w:p>
        </w:tc>
        <w:tc>
          <w:tcPr>
            <w:tcW w:w="1260" w:type="dxa"/>
          </w:tcPr>
          <w:p w:rsidR="0009156E" w:rsidRPr="00E35D38" w:rsidRDefault="0009156E" w:rsidP="0009433F">
            <w:pPr>
              <w:pStyle w:val="ConsPlusNormal"/>
              <w:ind w:firstLine="0"/>
              <w:rPr>
                <w:rFonts w:ascii="Times New Roman" w:hAnsi="Times New Roman"/>
                <w:sz w:val="24"/>
                <w:szCs w:val="24"/>
              </w:rPr>
            </w:pPr>
          </w:p>
        </w:tc>
        <w:tc>
          <w:tcPr>
            <w:tcW w:w="1453" w:type="dxa"/>
          </w:tcPr>
          <w:p w:rsidR="0009156E" w:rsidRPr="00E35D38" w:rsidRDefault="0009156E" w:rsidP="0009433F">
            <w:pPr>
              <w:pStyle w:val="ConsPlusNormal"/>
              <w:ind w:firstLine="0"/>
              <w:rPr>
                <w:rFonts w:ascii="Times New Roman" w:hAnsi="Times New Roman"/>
                <w:sz w:val="24"/>
                <w:szCs w:val="24"/>
              </w:rPr>
            </w:pPr>
          </w:p>
        </w:tc>
        <w:tc>
          <w:tcPr>
            <w:tcW w:w="2147" w:type="dxa"/>
          </w:tcPr>
          <w:p w:rsidR="0009156E" w:rsidRPr="00E35D38" w:rsidRDefault="0009156E" w:rsidP="0009433F">
            <w:pPr>
              <w:pStyle w:val="ConsPlusNormal"/>
              <w:ind w:firstLine="0"/>
              <w:rPr>
                <w:rFonts w:ascii="Times New Roman" w:hAnsi="Times New Roman"/>
                <w:sz w:val="24"/>
                <w:szCs w:val="24"/>
              </w:rPr>
            </w:pPr>
          </w:p>
        </w:tc>
        <w:tc>
          <w:tcPr>
            <w:tcW w:w="1498" w:type="dxa"/>
          </w:tcPr>
          <w:p w:rsidR="0009156E" w:rsidRPr="00E35D38" w:rsidRDefault="0009156E" w:rsidP="0009433F">
            <w:pPr>
              <w:pStyle w:val="ConsPlusNormal"/>
              <w:ind w:firstLine="0"/>
              <w:rPr>
                <w:rFonts w:ascii="Times New Roman" w:hAnsi="Times New Roman"/>
              </w:rPr>
            </w:pPr>
          </w:p>
        </w:tc>
        <w:tc>
          <w:tcPr>
            <w:tcW w:w="1742" w:type="dxa"/>
          </w:tcPr>
          <w:p w:rsidR="0009156E" w:rsidRPr="00E35D38" w:rsidRDefault="0009156E" w:rsidP="0009433F">
            <w:pPr>
              <w:pStyle w:val="ConsPlusNormal"/>
              <w:ind w:firstLine="0"/>
              <w:rPr>
                <w:rFonts w:ascii="Times New Roman" w:hAnsi="Times New Roman"/>
                <w:b/>
                <w:sz w:val="24"/>
                <w:szCs w:val="24"/>
              </w:rPr>
            </w:pPr>
            <w:r>
              <w:rPr>
                <w:rFonts w:ascii="Times New Roman" w:hAnsi="Times New Roman"/>
                <w:b/>
                <w:sz w:val="24"/>
                <w:szCs w:val="24"/>
              </w:rPr>
              <w:t>653,5</w:t>
            </w:r>
          </w:p>
        </w:tc>
      </w:tr>
      <w:tr w:rsidR="0009156E" w:rsidRPr="00E35D38" w:rsidTr="00FB18D7">
        <w:tc>
          <w:tcPr>
            <w:tcW w:w="828" w:type="dxa"/>
            <w:vAlign w:val="center"/>
          </w:tcPr>
          <w:p w:rsidR="0009156E" w:rsidRPr="004D300B" w:rsidRDefault="0009156E" w:rsidP="00021F36">
            <w:r w:rsidRPr="004D300B">
              <w:t>1</w:t>
            </w:r>
          </w:p>
        </w:tc>
        <w:tc>
          <w:tcPr>
            <w:tcW w:w="1620" w:type="dxa"/>
            <w:vAlign w:val="center"/>
          </w:tcPr>
          <w:p w:rsidR="0009156E" w:rsidRPr="004D300B" w:rsidRDefault="0009156E" w:rsidP="00021F36">
            <w:r w:rsidRPr="004D300B">
              <w:t>2</w:t>
            </w:r>
          </w:p>
        </w:tc>
        <w:tc>
          <w:tcPr>
            <w:tcW w:w="2880" w:type="dxa"/>
            <w:vAlign w:val="center"/>
          </w:tcPr>
          <w:p w:rsidR="0009156E" w:rsidRPr="004D300B" w:rsidRDefault="0009156E" w:rsidP="00021F36">
            <w:r w:rsidRPr="004D300B">
              <w:t>3</w:t>
            </w:r>
          </w:p>
        </w:tc>
        <w:tc>
          <w:tcPr>
            <w:tcW w:w="2160" w:type="dxa"/>
            <w:vAlign w:val="center"/>
          </w:tcPr>
          <w:p w:rsidR="0009156E" w:rsidRPr="004D300B" w:rsidRDefault="0009156E" w:rsidP="00021F36">
            <w:r w:rsidRPr="004D300B">
              <w:t>4</w:t>
            </w:r>
          </w:p>
        </w:tc>
        <w:tc>
          <w:tcPr>
            <w:tcW w:w="1260" w:type="dxa"/>
            <w:vAlign w:val="center"/>
          </w:tcPr>
          <w:p w:rsidR="0009156E" w:rsidRPr="004D300B" w:rsidRDefault="0009156E" w:rsidP="00021F36">
            <w:r w:rsidRPr="004D300B">
              <w:t>5</w:t>
            </w:r>
          </w:p>
        </w:tc>
        <w:tc>
          <w:tcPr>
            <w:tcW w:w="1453" w:type="dxa"/>
            <w:vAlign w:val="center"/>
          </w:tcPr>
          <w:p w:rsidR="0009156E" w:rsidRPr="004D300B" w:rsidRDefault="0009156E" w:rsidP="00021F36">
            <w:r w:rsidRPr="004D300B">
              <w:t>6</w:t>
            </w:r>
          </w:p>
        </w:tc>
        <w:tc>
          <w:tcPr>
            <w:tcW w:w="2147" w:type="dxa"/>
            <w:vAlign w:val="center"/>
          </w:tcPr>
          <w:p w:rsidR="0009156E" w:rsidRPr="004D300B" w:rsidRDefault="0009156E" w:rsidP="00021F36">
            <w:r w:rsidRPr="004D300B">
              <w:t>7</w:t>
            </w:r>
          </w:p>
        </w:tc>
        <w:tc>
          <w:tcPr>
            <w:tcW w:w="1498" w:type="dxa"/>
            <w:vAlign w:val="center"/>
          </w:tcPr>
          <w:p w:rsidR="0009156E" w:rsidRPr="004D300B" w:rsidRDefault="0009156E" w:rsidP="00021F36">
            <w:r w:rsidRPr="004D300B">
              <w:t>8</w:t>
            </w:r>
          </w:p>
        </w:tc>
        <w:tc>
          <w:tcPr>
            <w:tcW w:w="1742" w:type="dxa"/>
            <w:vAlign w:val="center"/>
          </w:tcPr>
          <w:p w:rsidR="0009156E" w:rsidRPr="004D300B" w:rsidRDefault="0009156E" w:rsidP="00021F36">
            <w:r w:rsidRPr="004D300B">
              <w:t>9</w:t>
            </w:r>
          </w:p>
        </w:tc>
      </w:tr>
      <w:tr w:rsidR="0009156E" w:rsidRPr="00E35D38" w:rsidTr="0009433F">
        <w:tc>
          <w:tcPr>
            <w:tcW w:w="828" w:type="dxa"/>
          </w:tcPr>
          <w:p w:rsidR="0009156E" w:rsidRPr="00081955" w:rsidRDefault="0009156E" w:rsidP="0009433F">
            <w:pPr>
              <w:pStyle w:val="ConsPlusNormal"/>
              <w:ind w:firstLine="0"/>
            </w:pPr>
          </w:p>
        </w:tc>
        <w:tc>
          <w:tcPr>
            <w:tcW w:w="1620" w:type="dxa"/>
            <w:vAlign w:val="center"/>
          </w:tcPr>
          <w:p w:rsidR="0009156E" w:rsidRPr="00E35D38" w:rsidRDefault="0009156E" w:rsidP="0009433F">
            <w:r w:rsidRPr="00E35D38">
              <w:t>в том числе:</w:t>
            </w:r>
          </w:p>
        </w:tc>
        <w:tc>
          <w:tcPr>
            <w:tcW w:w="2880" w:type="dxa"/>
            <w:vAlign w:val="center"/>
          </w:tcPr>
          <w:p w:rsidR="0009156E" w:rsidRPr="00E35D38" w:rsidRDefault="0009156E" w:rsidP="0009433F"/>
        </w:tc>
        <w:tc>
          <w:tcPr>
            <w:tcW w:w="2160" w:type="dxa"/>
          </w:tcPr>
          <w:p w:rsidR="0009156E" w:rsidRPr="00844E56" w:rsidRDefault="0009156E" w:rsidP="0009433F"/>
        </w:tc>
        <w:tc>
          <w:tcPr>
            <w:tcW w:w="1260" w:type="dxa"/>
          </w:tcPr>
          <w:p w:rsidR="0009156E" w:rsidRPr="00E35D38" w:rsidRDefault="0009156E" w:rsidP="0009433F">
            <w:pPr>
              <w:pStyle w:val="ConsPlusNormal"/>
              <w:ind w:firstLine="0"/>
              <w:rPr>
                <w:rFonts w:ascii="Times New Roman" w:hAnsi="Times New Roman"/>
                <w:sz w:val="24"/>
                <w:szCs w:val="24"/>
              </w:rPr>
            </w:pPr>
          </w:p>
        </w:tc>
        <w:tc>
          <w:tcPr>
            <w:tcW w:w="1453" w:type="dxa"/>
          </w:tcPr>
          <w:p w:rsidR="0009156E" w:rsidRPr="00E35D38" w:rsidRDefault="0009156E" w:rsidP="0009433F">
            <w:pPr>
              <w:pStyle w:val="ConsPlusNormal"/>
              <w:ind w:firstLine="0"/>
              <w:rPr>
                <w:rFonts w:ascii="Times New Roman" w:hAnsi="Times New Roman"/>
                <w:sz w:val="24"/>
                <w:szCs w:val="24"/>
              </w:rPr>
            </w:pPr>
          </w:p>
        </w:tc>
        <w:tc>
          <w:tcPr>
            <w:tcW w:w="2147" w:type="dxa"/>
          </w:tcPr>
          <w:p w:rsidR="0009156E" w:rsidRPr="00E35D38" w:rsidRDefault="0009156E" w:rsidP="0009433F">
            <w:pPr>
              <w:pStyle w:val="ConsPlusNormal"/>
              <w:ind w:firstLine="0"/>
              <w:rPr>
                <w:rFonts w:ascii="Times New Roman" w:hAnsi="Times New Roman"/>
                <w:sz w:val="24"/>
                <w:szCs w:val="24"/>
              </w:rPr>
            </w:pPr>
          </w:p>
        </w:tc>
        <w:tc>
          <w:tcPr>
            <w:tcW w:w="1498" w:type="dxa"/>
          </w:tcPr>
          <w:p w:rsidR="0009156E" w:rsidRPr="00E35D38" w:rsidRDefault="0009156E" w:rsidP="0009433F">
            <w:pPr>
              <w:pStyle w:val="ConsPlusNormal"/>
              <w:ind w:firstLine="0"/>
              <w:rPr>
                <w:rFonts w:ascii="Times New Roman" w:hAnsi="Times New Roman"/>
              </w:rPr>
            </w:pPr>
          </w:p>
        </w:tc>
        <w:tc>
          <w:tcPr>
            <w:tcW w:w="1742" w:type="dxa"/>
          </w:tcPr>
          <w:p w:rsidR="0009156E" w:rsidRPr="00E35D38" w:rsidRDefault="0009156E" w:rsidP="0009433F">
            <w:pPr>
              <w:pStyle w:val="ConsPlusNormal"/>
              <w:ind w:firstLine="0"/>
              <w:rPr>
                <w:rFonts w:ascii="Times New Roman" w:hAnsi="Times New Roman"/>
                <w:b/>
                <w:sz w:val="24"/>
                <w:szCs w:val="24"/>
              </w:rPr>
            </w:pPr>
          </w:p>
        </w:tc>
      </w:tr>
      <w:tr w:rsidR="0009156E" w:rsidRPr="00E35D38" w:rsidTr="0009433F">
        <w:tc>
          <w:tcPr>
            <w:tcW w:w="828" w:type="dxa"/>
          </w:tcPr>
          <w:p w:rsidR="0009156E" w:rsidRPr="00081955" w:rsidRDefault="0009156E" w:rsidP="0009433F">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09156E" w:rsidRPr="00E35D38" w:rsidRDefault="0009156E" w:rsidP="0009433F">
            <w:r w:rsidRPr="00E35D38">
              <w:t xml:space="preserve">Основное </w:t>
            </w:r>
            <w:r w:rsidRPr="00E35D38">
              <w:br/>
              <w:t xml:space="preserve">мероприятие 7.1. </w:t>
            </w:r>
          </w:p>
        </w:tc>
        <w:tc>
          <w:tcPr>
            <w:tcW w:w="2880" w:type="dxa"/>
            <w:vAlign w:val="center"/>
          </w:tcPr>
          <w:p w:rsidR="0009156E" w:rsidRPr="00E35D38" w:rsidRDefault="0009156E" w:rsidP="0009433F">
            <w:r w:rsidRPr="00E35D3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160" w:type="dxa"/>
          </w:tcPr>
          <w:p w:rsidR="0009156E" w:rsidRPr="00844E56" w:rsidRDefault="0009156E" w:rsidP="0009433F">
            <w:r w:rsidRPr="00E35D38">
              <w:t>администраци</w:t>
            </w:r>
            <w:r>
              <w:t>я</w:t>
            </w:r>
            <w:r w:rsidRPr="00E35D38">
              <w:t xml:space="preserve"> Таловского муниципального района</w:t>
            </w:r>
          </w:p>
        </w:tc>
        <w:tc>
          <w:tcPr>
            <w:tcW w:w="1260"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09156E" w:rsidRPr="00E35D38" w:rsidRDefault="0009156E" w:rsidP="0009433F">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09156E" w:rsidRDefault="0009156E" w:rsidP="006E6583">
            <w:pPr>
              <w:pStyle w:val="ConsPlusNormal"/>
              <w:ind w:firstLine="0"/>
              <w:jc w:val="center"/>
              <w:rPr>
                <w:rFonts w:ascii="Times New Roman" w:hAnsi="Times New Roman"/>
                <w:sz w:val="24"/>
                <w:szCs w:val="24"/>
              </w:rPr>
            </w:pPr>
            <w:r>
              <w:rPr>
                <w:rFonts w:ascii="Times New Roman" w:hAnsi="Times New Roman"/>
                <w:sz w:val="24"/>
                <w:szCs w:val="24"/>
              </w:rPr>
              <w:t>05030578853</w:t>
            </w:r>
          </w:p>
          <w:p w:rsidR="0009156E" w:rsidRDefault="0009156E" w:rsidP="006E6583">
            <w:pPr>
              <w:pStyle w:val="ConsPlusNormal"/>
              <w:ind w:firstLine="0"/>
              <w:jc w:val="center"/>
              <w:rPr>
                <w:rFonts w:ascii="Times New Roman" w:hAnsi="Times New Roman"/>
                <w:sz w:val="24"/>
                <w:szCs w:val="24"/>
              </w:rPr>
            </w:pPr>
            <w:r>
              <w:rPr>
                <w:rFonts w:ascii="Times New Roman" w:hAnsi="Times New Roman"/>
                <w:sz w:val="24"/>
                <w:szCs w:val="24"/>
              </w:rPr>
              <w:t>05030579853</w:t>
            </w:r>
          </w:p>
          <w:p w:rsidR="0009156E" w:rsidRPr="00E35D38" w:rsidRDefault="0009156E" w:rsidP="006E6583">
            <w:pPr>
              <w:pStyle w:val="ConsPlusNormal"/>
              <w:ind w:firstLine="0"/>
              <w:jc w:val="center"/>
              <w:rPr>
                <w:rFonts w:ascii="Times New Roman" w:hAnsi="Times New Roman"/>
                <w:sz w:val="24"/>
                <w:szCs w:val="24"/>
              </w:rPr>
            </w:pPr>
          </w:p>
        </w:tc>
        <w:tc>
          <w:tcPr>
            <w:tcW w:w="1742" w:type="dxa"/>
          </w:tcPr>
          <w:p w:rsidR="0009156E" w:rsidRPr="00E35D38" w:rsidRDefault="0009156E" w:rsidP="0009433F">
            <w:pPr>
              <w:pStyle w:val="ConsPlusNormal"/>
              <w:ind w:firstLine="0"/>
              <w:rPr>
                <w:rFonts w:ascii="Times New Roman" w:hAnsi="Times New Roman"/>
                <w:sz w:val="24"/>
                <w:szCs w:val="24"/>
              </w:rPr>
            </w:pPr>
            <w:r>
              <w:rPr>
                <w:rFonts w:ascii="Times New Roman" w:hAnsi="Times New Roman"/>
                <w:sz w:val="24"/>
                <w:szCs w:val="24"/>
              </w:rPr>
              <w:t>653,5</w:t>
            </w:r>
          </w:p>
        </w:tc>
      </w:tr>
      <w:tr w:rsidR="0009156E" w:rsidRPr="00E35D38" w:rsidTr="0009433F">
        <w:tc>
          <w:tcPr>
            <w:tcW w:w="828" w:type="dxa"/>
          </w:tcPr>
          <w:p w:rsidR="0009156E" w:rsidRPr="00447BD0" w:rsidRDefault="0009156E" w:rsidP="0009433F">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09156E" w:rsidRDefault="0009156E" w:rsidP="00C25ADE">
            <w:pPr>
              <w:rPr>
                <w:b/>
              </w:rPr>
            </w:pPr>
            <w:r>
              <w:rPr>
                <w:b/>
              </w:rPr>
              <w:t xml:space="preserve">ПОДПРОГРАММА </w:t>
            </w:r>
            <w:r>
              <w:rPr>
                <w:b/>
                <w:lang w:val="en-US"/>
              </w:rPr>
              <w:t>8</w:t>
            </w:r>
          </w:p>
          <w:p w:rsidR="0009156E" w:rsidRDefault="0009156E" w:rsidP="00C25ADE">
            <w:pPr>
              <w:rPr>
                <w:b/>
              </w:rPr>
            </w:pPr>
          </w:p>
          <w:p w:rsidR="0009156E" w:rsidRPr="00870E2C" w:rsidRDefault="0009156E" w:rsidP="00C25ADE">
            <w:pPr>
              <w:rPr>
                <w:b/>
              </w:rPr>
            </w:pPr>
          </w:p>
          <w:p w:rsidR="0009156E" w:rsidRPr="00E35D38" w:rsidRDefault="0009156E" w:rsidP="0009433F"/>
        </w:tc>
        <w:tc>
          <w:tcPr>
            <w:tcW w:w="2880" w:type="dxa"/>
            <w:vAlign w:val="center"/>
          </w:tcPr>
          <w:p w:rsidR="0009156E" w:rsidRPr="00C25ADE" w:rsidRDefault="0009156E" w:rsidP="0009433F">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09156E" w:rsidRPr="006E6583" w:rsidRDefault="0009156E" w:rsidP="0009433F">
            <w:r w:rsidRPr="006E6583">
              <w:rPr>
                <w:sz w:val="22"/>
                <w:szCs w:val="22"/>
              </w:rPr>
              <w:t>Отдел по архи</w:t>
            </w:r>
            <w:r>
              <w:rPr>
                <w:sz w:val="22"/>
                <w:szCs w:val="22"/>
              </w:rPr>
              <w:t>-</w:t>
            </w:r>
            <w:r w:rsidRPr="006E6583">
              <w:rPr>
                <w:sz w:val="22"/>
                <w:szCs w:val="22"/>
              </w:rPr>
              <w:t>тектуре и строи</w:t>
            </w:r>
            <w:r>
              <w:rPr>
                <w:sz w:val="22"/>
                <w:szCs w:val="22"/>
              </w:rPr>
              <w:t>-</w:t>
            </w:r>
            <w:r w:rsidRPr="006E6583">
              <w:rPr>
                <w:sz w:val="22"/>
                <w:szCs w:val="22"/>
              </w:rPr>
              <w:t>тельной политике администрации Таловского муниципального района</w:t>
            </w:r>
          </w:p>
        </w:tc>
        <w:tc>
          <w:tcPr>
            <w:tcW w:w="1260" w:type="dxa"/>
          </w:tcPr>
          <w:p w:rsidR="0009156E" w:rsidRPr="00E35D38" w:rsidRDefault="0009156E" w:rsidP="0009433F">
            <w:pPr>
              <w:pStyle w:val="ConsPlusNormal"/>
              <w:ind w:firstLine="0"/>
              <w:rPr>
                <w:rFonts w:ascii="Times New Roman" w:hAnsi="Times New Roman"/>
                <w:sz w:val="24"/>
                <w:szCs w:val="24"/>
              </w:rPr>
            </w:pPr>
          </w:p>
        </w:tc>
        <w:tc>
          <w:tcPr>
            <w:tcW w:w="1453" w:type="dxa"/>
          </w:tcPr>
          <w:p w:rsidR="0009156E" w:rsidRPr="00E35D38" w:rsidRDefault="0009156E" w:rsidP="0009433F">
            <w:pPr>
              <w:pStyle w:val="ConsPlusNormal"/>
              <w:ind w:firstLine="0"/>
              <w:rPr>
                <w:rFonts w:ascii="Times New Roman" w:hAnsi="Times New Roman"/>
                <w:sz w:val="24"/>
                <w:szCs w:val="24"/>
              </w:rPr>
            </w:pPr>
          </w:p>
        </w:tc>
        <w:tc>
          <w:tcPr>
            <w:tcW w:w="2147" w:type="dxa"/>
          </w:tcPr>
          <w:p w:rsidR="0009156E" w:rsidRPr="00E35D38" w:rsidRDefault="0009156E" w:rsidP="0009433F">
            <w:pPr>
              <w:pStyle w:val="ConsPlusNormal"/>
              <w:ind w:firstLine="0"/>
              <w:rPr>
                <w:rFonts w:ascii="Times New Roman" w:hAnsi="Times New Roman"/>
                <w:sz w:val="24"/>
                <w:szCs w:val="24"/>
              </w:rPr>
            </w:pPr>
          </w:p>
        </w:tc>
        <w:tc>
          <w:tcPr>
            <w:tcW w:w="1498" w:type="dxa"/>
          </w:tcPr>
          <w:p w:rsidR="0009156E" w:rsidRPr="00E35D38" w:rsidRDefault="0009156E" w:rsidP="0009433F">
            <w:pPr>
              <w:pStyle w:val="ConsPlusNormal"/>
              <w:ind w:firstLine="0"/>
              <w:rPr>
                <w:rFonts w:ascii="Times New Roman" w:hAnsi="Times New Roman"/>
                <w:sz w:val="24"/>
                <w:szCs w:val="24"/>
              </w:rPr>
            </w:pPr>
          </w:p>
        </w:tc>
        <w:tc>
          <w:tcPr>
            <w:tcW w:w="1742" w:type="dxa"/>
          </w:tcPr>
          <w:p w:rsidR="0009156E" w:rsidRPr="00C25ADE" w:rsidRDefault="0009156E" w:rsidP="0009433F">
            <w:pPr>
              <w:pStyle w:val="ConsPlusNormal"/>
              <w:ind w:firstLine="0"/>
              <w:rPr>
                <w:rFonts w:ascii="Times New Roman" w:hAnsi="Times New Roman"/>
                <w:b/>
                <w:sz w:val="24"/>
                <w:szCs w:val="24"/>
              </w:rPr>
            </w:pPr>
            <w:r>
              <w:rPr>
                <w:rFonts w:ascii="Times New Roman" w:hAnsi="Times New Roman"/>
                <w:b/>
                <w:sz w:val="24"/>
                <w:szCs w:val="24"/>
              </w:rPr>
              <w:t>3310,0</w:t>
            </w:r>
          </w:p>
        </w:tc>
      </w:tr>
      <w:tr w:rsidR="0009156E" w:rsidRPr="00E35D38" w:rsidTr="0009433F">
        <w:tc>
          <w:tcPr>
            <w:tcW w:w="828" w:type="dxa"/>
          </w:tcPr>
          <w:p w:rsidR="0009156E" w:rsidRPr="00081955" w:rsidRDefault="0009156E" w:rsidP="0009433F">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09156E" w:rsidRPr="00E35D38" w:rsidRDefault="0009156E" w:rsidP="0009433F">
            <w:r w:rsidRPr="00E35D38">
              <w:t xml:space="preserve">Основное </w:t>
            </w:r>
            <w:r w:rsidRPr="00E35D38">
              <w:br/>
              <w:t xml:space="preserve">мероприятие </w:t>
            </w:r>
            <w:r>
              <w:t>8</w:t>
            </w:r>
            <w:r w:rsidRPr="00E35D38">
              <w:t>.1.</w:t>
            </w:r>
          </w:p>
        </w:tc>
        <w:tc>
          <w:tcPr>
            <w:tcW w:w="2880" w:type="dxa"/>
            <w:vAlign w:val="center"/>
          </w:tcPr>
          <w:p w:rsidR="0009156E" w:rsidRPr="00E35D38" w:rsidRDefault="0009156E" w:rsidP="0009433F">
            <w:r>
              <w:t>Приобретение автобусов</w:t>
            </w:r>
          </w:p>
        </w:tc>
        <w:tc>
          <w:tcPr>
            <w:tcW w:w="2160" w:type="dxa"/>
          </w:tcPr>
          <w:p w:rsidR="0009156E" w:rsidRPr="00E35D38" w:rsidRDefault="0009156E" w:rsidP="0009433F">
            <w:r>
              <w:t>Отдел по архитектуре и строительной политике администрации Таловского муниципального района</w:t>
            </w:r>
          </w:p>
        </w:tc>
        <w:tc>
          <w:tcPr>
            <w:tcW w:w="1260" w:type="dxa"/>
          </w:tcPr>
          <w:p w:rsidR="0009156E" w:rsidRPr="00E35D38" w:rsidRDefault="0009156E" w:rsidP="0009433F">
            <w:pPr>
              <w:pStyle w:val="ConsPlusNormal"/>
              <w:ind w:firstLine="0"/>
              <w:rPr>
                <w:rFonts w:ascii="Times New Roman" w:hAnsi="Times New Roman"/>
                <w:sz w:val="24"/>
                <w:szCs w:val="24"/>
              </w:rPr>
            </w:pPr>
            <w:r>
              <w:rPr>
                <w:rFonts w:ascii="Times New Roman" w:hAnsi="Times New Roman"/>
                <w:sz w:val="24"/>
                <w:szCs w:val="24"/>
              </w:rPr>
              <w:t>Октябрь 2015</w:t>
            </w:r>
          </w:p>
        </w:tc>
        <w:tc>
          <w:tcPr>
            <w:tcW w:w="1453" w:type="dxa"/>
          </w:tcPr>
          <w:p w:rsidR="0009156E" w:rsidRPr="00E35D38" w:rsidRDefault="0009156E" w:rsidP="0009433F">
            <w:pPr>
              <w:pStyle w:val="ConsPlusNormal"/>
              <w:ind w:firstLine="0"/>
              <w:rPr>
                <w:rFonts w:ascii="Times New Roman" w:hAnsi="Times New Roman"/>
                <w:sz w:val="24"/>
                <w:szCs w:val="24"/>
              </w:rPr>
            </w:pPr>
            <w:r>
              <w:rPr>
                <w:rFonts w:ascii="Times New Roman" w:hAnsi="Times New Roman"/>
                <w:sz w:val="24"/>
                <w:szCs w:val="24"/>
              </w:rPr>
              <w:t>Январь 2016</w:t>
            </w:r>
          </w:p>
        </w:tc>
        <w:tc>
          <w:tcPr>
            <w:tcW w:w="2147" w:type="dxa"/>
          </w:tcPr>
          <w:p w:rsidR="0009156E" w:rsidRPr="00E35D38" w:rsidRDefault="0009156E" w:rsidP="0009433F">
            <w:pPr>
              <w:pStyle w:val="ConsPlusNormal"/>
              <w:ind w:firstLine="0"/>
              <w:rPr>
                <w:rFonts w:ascii="Times New Roman" w:hAnsi="Times New Roman"/>
                <w:sz w:val="24"/>
                <w:szCs w:val="24"/>
              </w:rPr>
            </w:pPr>
            <w:r>
              <w:rPr>
                <w:rFonts w:ascii="Times New Roman" w:hAnsi="Times New Roman"/>
                <w:sz w:val="24"/>
                <w:szCs w:val="24"/>
              </w:rPr>
              <w:t>Приобретение 2-х ед. автобусов</w:t>
            </w:r>
          </w:p>
        </w:tc>
        <w:tc>
          <w:tcPr>
            <w:tcW w:w="1498" w:type="dxa"/>
          </w:tcPr>
          <w:p w:rsidR="0009156E" w:rsidRDefault="0009156E" w:rsidP="0009433F">
            <w:pPr>
              <w:pStyle w:val="ConsPlusNormal"/>
              <w:ind w:firstLine="0"/>
              <w:rPr>
                <w:rFonts w:ascii="Times New Roman" w:hAnsi="Times New Roman"/>
                <w:sz w:val="24"/>
                <w:szCs w:val="24"/>
              </w:rPr>
            </w:pPr>
            <w:r>
              <w:rPr>
                <w:rFonts w:ascii="Times New Roman" w:hAnsi="Times New Roman"/>
                <w:sz w:val="24"/>
                <w:szCs w:val="24"/>
              </w:rPr>
              <w:t>04120585173</w:t>
            </w:r>
          </w:p>
          <w:p w:rsidR="0009156E" w:rsidRDefault="0009156E" w:rsidP="0009433F">
            <w:pPr>
              <w:pStyle w:val="ConsPlusNormal"/>
              <w:ind w:firstLine="0"/>
              <w:rPr>
                <w:rFonts w:ascii="Times New Roman" w:hAnsi="Times New Roman"/>
                <w:sz w:val="24"/>
                <w:szCs w:val="24"/>
              </w:rPr>
            </w:pPr>
            <w:r>
              <w:rPr>
                <w:rFonts w:ascii="Times New Roman" w:hAnsi="Times New Roman"/>
                <w:sz w:val="24"/>
                <w:szCs w:val="24"/>
              </w:rPr>
              <w:t>04080587881</w:t>
            </w:r>
          </w:p>
          <w:p w:rsidR="0009156E" w:rsidRPr="00E35D38" w:rsidRDefault="0009156E" w:rsidP="0009433F">
            <w:pPr>
              <w:pStyle w:val="ConsPlusNormal"/>
              <w:ind w:firstLine="0"/>
              <w:rPr>
                <w:rFonts w:ascii="Times New Roman" w:hAnsi="Times New Roman"/>
                <w:sz w:val="24"/>
                <w:szCs w:val="24"/>
              </w:rPr>
            </w:pPr>
            <w:r>
              <w:rPr>
                <w:rFonts w:ascii="Times New Roman" w:hAnsi="Times New Roman"/>
                <w:sz w:val="24"/>
                <w:szCs w:val="24"/>
              </w:rPr>
              <w:t>04080588881</w:t>
            </w:r>
          </w:p>
        </w:tc>
        <w:tc>
          <w:tcPr>
            <w:tcW w:w="1742" w:type="dxa"/>
          </w:tcPr>
          <w:p w:rsidR="0009156E" w:rsidRPr="00E35D38" w:rsidRDefault="0009156E" w:rsidP="0009433F">
            <w:pPr>
              <w:pStyle w:val="ConsPlusNormal"/>
              <w:ind w:firstLine="0"/>
              <w:rPr>
                <w:rFonts w:ascii="Times New Roman" w:hAnsi="Times New Roman"/>
                <w:sz w:val="24"/>
                <w:szCs w:val="24"/>
              </w:rPr>
            </w:pPr>
            <w:r>
              <w:rPr>
                <w:rFonts w:ascii="Times New Roman" w:hAnsi="Times New Roman"/>
                <w:sz w:val="24"/>
                <w:szCs w:val="24"/>
              </w:rPr>
              <w:t>3310,0</w:t>
            </w:r>
          </w:p>
        </w:tc>
      </w:tr>
    </w:tbl>
    <w:p w:rsidR="0009156E" w:rsidRDefault="0009156E" w:rsidP="00C60278">
      <w:pPr>
        <w:pStyle w:val="ConsPlusNormal"/>
        <w:ind w:firstLine="540"/>
        <w:rPr>
          <w:rFonts w:ascii="Times New Roman" w:hAnsi="Times New Roman"/>
          <w:b/>
          <w:color w:val="000080"/>
          <w:sz w:val="28"/>
          <w:szCs w:val="28"/>
        </w:rPr>
      </w:pPr>
    </w:p>
    <w:p w:rsidR="0009156E" w:rsidRDefault="0009156E" w:rsidP="00C60278">
      <w:pPr>
        <w:pStyle w:val="ConsPlusNormal"/>
        <w:ind w:firstLine="540"/>
        <w:rPr>
          <w:rFonts w:ascii="Times New Roman" w:hAnsi="Times New Roman"/>
          <w:b/>
          <w:color w:val="000080"/>
          <w:sz w:val="28"/>
          <w:szCs w:val="28"/>
        </w:rPr>
      </w:pPr>
    </w:p>
    <w:p w:rsidR="0009156E" w:rsidRDefault="0009156E" w:rsidP="00C60278">
      <w:pPr>
        <w:pStyle w:val="ConsPlusNormal"/>
        <w:ind w:firstLine="540"/>
        <w:rPr>
          <w:rFonts w:ascii="Times New Roman" w:hAnsi="Times New Roman"/>
          <w:b/>
          <w:color w:val="000080"/>
          <w:sz w:val="28"/>
          <w:szCs w:val="28"/>
        </w:rPr>
      </w:pPr>
    </w:p>
    <w:p w:rsidR="0009156E" w:rsidRDefault="0009156E" w:rsidP="00CB60A3">
      <w:pPr>
        <w:jc w:val="center"/>
        <w:rPr>
          <w:b/>
          <w:sz w:val="26"/>
          <w:szCs w:val="26"/>
        </w:rPr>
      </w:pPr>
    </w:p>
    <w:p w:rsidR="0009156E" w:rsidRDefault="0009156E" w:rsidP="002174E3">
      <w:pPr>
        <w:pStyle w:val="ConsPlusNormal"/>
        <w:tabs>
          <w:tab w:val="left" w:pos="8958"/>
        </w:tabs>
        <w:ind w:firstLine="540"/>
        <w:jc w:val="right"/>
        <w:rPr>
          <w:rFonts w:ascii="Times New Roman" w:hAnsi="Times New Roman"/>
          <w:b/>
          <w:color w:val="000080"/>
          <w:sz w:val="28"/>
          <w:szCs w:val="28"/>
        </w:rPr>
      </w:pPr>
      <w:r>
        <w:rPr>
          <w:rFonts w:ascii="Times New Roman" w:hAnsi="Times New Roman"/>
          <w:b/>
          <w:color w:val="000080"/>
          <w:sz w:val="28"/>
          <w:szCs w:val="28"/>
        </w:rPr>
        <w:tab/>
      </w:r>
    </w:p>
    <w:p w:rsidR="0009156E" w:rsidRDefault="0009156E" w:rsidP="002174E3">
      <w:pPr>
        <w:pStyle w:val="ConsPlusNormal"/>
        <w:tabs>
          <w:tab w:val="left" w:pos="8958"/>
        </w:tabs>
        <w:ind w:firstLine="540"/>
        <w:jc w:val="right"/>
        <w:rPr>
          <w:rFonts w:ascii="Times New Roman" w:hAnsi="Times New Roman"/>
          <w:b/>
          <w:color w:val="000080"/>
          <w:sz w:val="28"/>
          <w:szCs w:val="28"/>
        </w:rPr>
      </w:pPr>
    </w:p>
    <w:p w:rsidR="0009156E" w:rsidRDefault="0009156E" w:rsidP="002174E3">
      <w:pPr>
        <w:pStyle w:val="ConsPlusNormal"/>
        <w:tabs>
          <w:tab w:val="left" w:pos="8958"/>
        </w:tabs>
        <w:ind w:firstLine="540"/>
        <w:jc w:val="right"/>
        <w:rPr>
          <w:rFonts w:ascii="Times New Roman" w:hAnsi="Times New Roman"/>
          <w:b/>
          <w:color w:val="000080"/>
          <w:sz w:val="28"/>
          <w:szCs w:val="28"/>
        </w:rPr>
      </w:pPr>
    </w:p>
    <w:p w:rsidR="0009156E" w:rsidRDefault="0009156E" w:rsidP="002174E3">
      <w:pPr>
        <w:pStyle w:val="ConsPlusNormal"/>
        <w:tabs>
          <w:tab w:val="left" w:pos="8958"/>
        </w:tabs>
        <w:ind w:firstLine="540"/>
        <w:jc w:val="right"/>
        <w:rPr>
          <w:rFonts w:ascii="Times New Roman" w:hAnsi="Times New Roman"/>
          <w:b/>
          <w:color w:val="000080"/>
          <w:sz w:val="28"/>
          <w:szCs w:val="28"/>
        </w:rPr>
      </w:pPr>
    </w:p>
    <w:p w:rsidR="0009156E" w:rsidRDefault="0009156E" w:rsidP="002174E3">
      <w:pPr>
        <w:pStyle w:val="ConsPlusNormal"/>
        <w:tabs>
          <w:tab w:val="left" w:pos="8958"/>
        </w:tabs>
        <w:ind w:firstLine="540"/>
        <w:jc w:val="right"/>
        <w:rPr>
          <w:rFonts w:ascii="Times New Roman" w:hAnsi="Times New Roman"/>
          <w:b/>
          <w:color w:val="000080"/>
          <w:sz w:val="28"/>
          <w:szCs w:val="28"/>
        </w:rPr>
      </w:pPr>
    </w:p>
    <w:p w:rsidR="0009156E" w:rsidRDefault="0009156E" w:rsidP="002174E3">
      <w:pPr>
        <w:pStyle w:val="ConsPlusNormal"/>
        <w:tabs>
          <w:tab w:val="left" w:pos="8958"/>
        </w:tabs>
        <w:ind w:firstLine="540"/>
        <w:jc w:val="right"/>
        <w:rPr>
          <w:rFonts w:ascii="Times New Roman" w:hAnsi="Times New Roman"/>
          <w:b/>
          <w:color w:val="000080"/>
          <w:sz w:val="28"/>
          <w:szCs w:val="28"/>
        </w:rPr>
      </w:pPr>
    </w:p>
    <w:p w:rsidR="0009156E" w:rsidRPr="00081955" w:rsidRDefault="0009156E" w:rsidP="002174E3">
      <w:pPr>
        <w:pStyle w:val="ConsPlusNormal"/>
        <w:tabs>
          <w:tab w:val="left" w:pos="8958"/>
        </w:tabs>
        <w:ind w:firstLine="540"/>
        <w:jc w:val="right"/>
        <w:rPr>
          <w:rFonts w:ascii="Times New Roman" w:hAnsi="Times New Roman"/>
          <w:sz w:val="26"/>
          <w:szCs w:val="26"/>
        </w:rPr>
      </w:pPr>
      <w:r w:rsidRPr="00081955">
        <w:rPr>
          <w:rFonts w:ascii="Times New Roman" w:hAnsi="Times New Roman"/>
          <w:sz w:val="26"/>
          <w:szCs w:val="26"/>
        </w:rPr>
        <w:t xml:space="preserve">Приложение </w:t>
      </w:r>
      <w:r>
        <w:rPr>
          <w:rFonts w:ascii="Times New Roman" w:hAnsi="Times New Roman"/>
          <w:sz w:val="26"/>
          <w:szCs w:val="26"/>
        </w:rPr>
        <w:t>6</w:t>
      </w:r>
    </w:p>
    <w:p w:rsidR="0009156E" w:rsidRDefault="0009156E" w:rsidP="002174E3">
      <w:pPr>
        <w:jc w:val="center"/>
        <w:rPr>
          <w:b/>
          <w:sz w:val="26"/>
          <w:szCs w:val="26"/>
        </w:rPr>
      </w:pPr>
    </w:p>
    <w:p w:rsidR="0009156E" w:rsidRDefault="0009156E" w:rsidP="002174E3">
      <w:pPr>
        <w:jc w:val="center"/>
        <w:rPr>
          <w:b/>
          <w:sz w:val="26"/>
          <w:szCs w:val="26"/>
        </w:rPr>
      </w:pPr>
    </w:p>
    <w:p w:rsidR="0009156E" w:rsidRDefault="0009156E" w:rsidP="002174E3">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«Муниципальное управление и гражданское об</w:t>
      </w:r>
      <w:r>
        <w:rPr>
          <w:b/>
          <w:sz w:val="26"/>
          <w:szCs w:val="26"/>
        </w:rPr>
        <w:t>щество  на 2014-2019 гг» на 2016</w:t>
      </w:r>
      <w:r w:rsidRPr="00081955">
        <w:rPr>
          <w:b/>
          <w:sz w:val="26"/>
          <w:szCs w:val="26"/>
        </w:rPr>
        <w:t xml:space="preserve"> год</w:t>
      </w:r>
    </w:p>
    <w:p w:rsidR="0009156E" w:rsidRPr="00081955" w:rsidRDefault="0009156E" w:rsidP="002174E3">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09156E" w:rsidRPr="004D300B" w:rsidTr="00021F36">
        <w:tc>
          <w:tcPr>
            <w:tcW w:w="828" w:type="dxa"/>
            <w:vMerge w:val="restart"/>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реа-лизацииподпро-граммы, основ-ного мероприятия, мероприятия в очередном финансовом году</w:t>
            </w:r>
          </w:p>
        </w:tc>
        <w:tc>
          <w:tcPr>
            <w:tcW w:w="1498" w:type="dxa"/>
            <w:vMerge w:val="restart"/>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09156E" w:rsidRPr="004D300B" w:rsidTr="00021F36">
        <w:tc>
          <w:tcPr>
            <w:tcW w:w="828" w:type="dxa"/>
            <w:vMerge/>
          </w:tcPr>
          <w:p w:rsidR="0009156E" w:rsidRPr="004D300B" w:rsidRDefault="0009156E" w:rsidP="00021F36">
            <w:pPr>
              <w:pStyle w:val="ConsPlusNormal"/>
              <w:ind w:firstLine="0"/>
              <w:rPr>
                <w:rFonts w:ascii="Times New Roman" w:hAnsi="Times New Roman"/>
                <w:b/>
                <w:sz w:val="28"/>
                <w:szCs w:val="28"/>
              </w:rPr>
            </w:pPr>
          </w:p>
        </w:tc>
        <w:tc>
          <w:tcPr>
            <w:tcW w:w="1620" w:type="dxa"/>
            <w:vMerge/>
          </w:tcPr>
          <w:p w:rsidR="0009156E" w:rsidRPr="004D300B" w:rsidRDefault="0009156E" w:rsidP="00021F36">
            <w:pPr>
              <w:pStyle w:val="ConsPlusNormal"/>
              <w:ind w:firstLine="0"/>
              <w:rPr>
                <w:rFonts w:ascii="Times New Roman" w:hAnsi="Times New Roman"/>
                <w:b/>
                <w:sz w:val="28"/>
                <w:szCs w:val="28"/>
              </w:rPr>
            </w:pPr>
          </w:p>
        </w:tc>
        <w:tc>
          <w:tcPr>
            <w:tcW w:w="2880" w:type="dxa"/>
            <w:vMerge/>
          </w:tcPr>
          <w:p w:rsidR="0009156E" w:rsidRPr="004D300B" w:rsidRDefault="0009156E" w:rsidP="00021F36">
            <w:pPr>
              <w:pStyle w:val="ConsPlusNormal"/>
              <w:ind w:firstLine="0"/>
              <w:rPr>
                <w:rFonts w:ascii="Times New Roman" w:hAnsi="Times New Roman"/>
                <w:b/>
                <w:sz w:val="28"/>
                <w:szCs w:val="28"/>
              </w:rPr>
            </w:pPr>
          </w:p>
        </w:tc>
        <w:tc>
          <w:tcPr>
            <w:tcW w:w="2160" w:type="dxa"/>
            <w:vMerge/>
          </w:tcPr>
          <w:p w:rsidR="0009156E" w:rsidRPr="004D300B" w:rsidRDefault="0009156E" w:rsidP="00021F36">
            <w:pPr>
              <w:pStyle w:val="ConsPlusNormal"/>
              <w:ind w:firstLine="0"/>
              <w:rPr>
                <w:rFonts w:ascii="Times New Roman" w:hAnsi="Times New Roman"/>
                <w:b/>
                <w:sz w:val="28"/>
                <w:szCs w:val="28"/>
              </w:rPr>
            </w:pPr>
          </w:p>
        </w:tc>
        <w:tc>
          <w:tcPr>
            <w:tcW w:w="1260"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09156E" w:rsidRPr="004D300B" w:rsidRDefault="0009156E" w:rsidP="00021F36">
            <w:pPr>
              <w:pStyle w:val="ConsPlusNormal"/>
              <w:ind w:firstLine="0"/>
              <w:rPr>
                <w:rFonts w:ascii="Times New Roman" w:hAnsi="Times New Roman"/>
                <w:b/>
                <w:sz w:val="28"/>
                <w:szCs w:val="28"/>
              </w:rPr>
            </w:pPr>
          </w:p>
        </w:tc>
        <w:tc>
          <w:tcPr>
            <w:tcW w:w="1498" w:type="dxa"/>
            <w:vMerge/>
          </w:tcPr>
          <w:p w:rsidR="0009156E" w:rsidRPr="004D300B" w:rsidRDefault="0009156E" w:rsidP="00021F36">
            <w:pPr>
              <w:pStyle w:val="ConsPlusNormal"/>
              <w:ind w:firstLine="0"/>
              <w:rPr>
                <w:rFonts w:ascii="Times New Roman" w:hAnsi="Times New Roman"/>
                <w:b/>
                <w:sz w:val="28"/>
                <w:szCs w:val="28"/>
              </w:rPr>
            </w:pPr>
          </w:p>
        </w:tc>
        <w:tc>
          <w:tcPr>
            <w:tcW w:w="1742" w:type="dxa"/>
            <w:vMerge/>
          </w:tcPr>
          <w:p w:rsidR="0009156E" w:rsidRPr="004D300B" w:rsidRDefault="0009156E" w:rsidP="00021F36">
            <w:pPr>
              <w:pStyle w:val="ConsPlusNormal"/>
              <w:ind w:firstLine="0"/>
              <w:rPr>
                <w:rFonts w:ascii="Times New Roman" w:hAnsi="Times New Roman"/>
                <w:b/>
                <w:sz w:val="28"/>
                <w:szCs w:val="28"/>
              </w:rPr>
            </w:pPr>
          </w:p>
        </w:tc>
      </w:tr>
      <w:tr w:rsidR="0009156E" w:rsidRPr="004D300B" w:rsidTr="00021F36">
        <w:tc>
          <w:tcPr>
            <w:tcW w:w="828" w:type="dxa"/>
          </w:tcPr>
          <w:p w:rsidR="0009156E" w:rsidRPr="004D300B" w:rsidRDefault="0009156E" w:rsidP="00021F36">
            <w:r w:rsidRPr="004D300B">
              <w:t>1</w:t>
            </w:r>
          </w:p>
        </w:tc>
        <w:tc>
          <w:tcPr>
            <w:tcW w:w="1620" w:type="dxa"/>
            <w:vAlign w:val="center"/>
          </w:tcPr>
          <w:p w:rsidR="0009156E" w:rsidRPr="004D300B" w:rsidRDefault="0009156E" w:rsidP="00021F36">
            <w:r w:rsidRPr="004D300B">
              <w:t>2</w:t>
            </w:r>
          </w:p>
        </w:tc>
        <w:tc>
          <w:tcPr>
            <w:tcW w:w="2880" w:type="dxa"/>
            <w:vAlign w:val="center"/>
          </w:tcPr>
          <w:p w:rsidR="0009156E" w:rsidRPr="004D300B" w:rsidRDefault="0009156E" w:rsidP="00021F36">
            <w:r w:rsidRPr="004D300B">
              <w:t>3</w:t>
            </w:r>
          </w:p>
        </w:tc>
        <w:tc>
          <w:tcPr>
            <w:tcW w:w="2160" w:type="dxa"/>
            <w:vAlign w:val="center"/>
          </w:tcPr>
          <w:p w:rsidR="0009156E" w:rsidRPr="004D300B" w:rsidRDefault="0009156E" w:rsidP="00021F36">
            <w:r w:rsidRPr="004D300B">
              <w:t>4</w:t>
            </w:r>
          </w:p>
        </w:tc>
        <w:tc>
          <w:tcPr>
            <w:tcW w:w="1260" w:type="dxa"/>
            <w:vAlign w:val="center"/>
          </w:tcPr>
          <w:p w:rsidR="0009156E" w:rsidRPr="004D300B" w:rsidRDefault="0009156E" w:rsidP="00021F36">
            <w:r w:rsidRPr="004D300B">
              <w:t>5</w:t>
            </w:r>
          </w:p>
        </w:tc>
        <w:tc>
          <w:tcPr>
            <w:tcW w:w="1453" w:type="dxa"/>
            <w:vAlign w:val="center"/>
          </w:tcPr>
          <w:p w:rsidR="0009156E" w:rsidRPr="004D300B" w:rsidRDefault="0009156E" w:rsidP="00021F36">
            <w:r w:rsidRPr="004D300B">
              <w:t>6</w:t>
            </w:r>
          </w:p>
        </w:tc>
        <w:tc>
          <w:tcPr>
            <w:tcW w:w="2147" w:type="dxa"/>
            <w:vAlign w:val="center"/>
          </w:tcPr>
          <w:p w:rsidR="0009156E" w:rsidRPr="004D300B" w:rsidRDefault="0009156E" w:rsidP="00021F36">
            <w:r w:rsidRPr="004D300B">
              <w:t>7</w:t>
            </w:r>
          </w:p>
        </w:tc>
        <w:tc>
          <w:tcPr>
            <w:tcW w:w="1498" w:type="dxa"/>
            <w:vAlign w:val="center"/>
          </w:tcPr>
          <w:p w:rsidR="0009156E" w:rsidRPr="004D300B" w:rsidRDefault="0009156E" w:rsidP="00021F36">
            <w:r w:rsidRPr="004D300B">
              <w:t>8</w:t>
            </w:r>
          </w:p>
        </w:tc>
        <w:tc>
          <w:tcPr>
            <w:tcW w:w="1742" w:type="dxa"/>
            <w:vAlign w:val="center"/>
          </w:tcPr>
          <w:p w:rsidR="0009156E" w:rsidRPr="004D300B" w:rsidRDefault="0009156E" w:rsidP="00021F36">
            <w:r w:rsidRPr="004D300B">
              <w:t>9</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09156E" w:rsidRPr="004D300B" w:rsidRDefault="0009156E" w:rsidP="00021F36">
            <w:r w:rsidRPr="004D300B">
              <w:rPr>
                <w:b/>
              </w:rPr>
              <w:t>ПОДПРОГРАММА 1</w:t>
            </w:r>
          </w:p>
        </w:tc>
        <w:tc>
          <w:tcPr>
            <w:tcW w:w="2880" w:type="dxa"/>
            <w:vAlign w:val="center"/>
          </w:tcPr>
          <w:p w:rsidR="0009156E" w:rsidRDefault="0009156E" w:rsidP="00021F36">
            <w:pPr>
              <w:rPr>
                <w:b/>
              </w:rPr>
            </w:pPr>
            <w:r w:rsidRPr="004D300B">
              <w:rPr>
                <w:b/>
              </w:rPr>
              <w:t>«Создание условий для обеспечения муници-пального управления»</w:t>
            </w:r>
          </w:p>
          <w:p w:rsidR="0009156E" w:rsidRPr="004D300B" w:rsidRDefault="0009156E" w:rsidP="00021F36"/>
        </w:tc>
        <w:tc>
          <w:tcPr>
            <w:tcW w:w="2160" w:type="dxa"/>
          </w:tcPr>
          <w:p w:rsidR="0009156E" w:rsidRPr="004D300B" w:rsidRDefault="0009156E" w:rsidP="00021F36">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09156E" w:rsidRPr="004D300B" w:rsidRDefault="0009156E" w:rsidP="00021F36">
            <w:pPr>
              <w:pStyle w:val="ConsPlusNormal"/>
              <w:ind w:firstLine="0"/>
              <w:rPr>
                <w:rFonts w:ascii="Times New Roman" w:hAnsi="Times New Roman"/>
                <w:b/>
                <w:sz w:val="24"/>
                <w:szCs w:val="24"/>
              </w:rPr>
            </w:pPr>
          </w:p>
        </w:tc>
        <w:tc>
          <w:tcPr>
            <w:tcW w:w="1498" w:type="dxa"/>
          </w:tcPr>
          <w:p w:rsidR="0009156E" w:rsidRPr="004D300B" w:rsidRDefault="0009156E" w:rsidP="00021F36">
            <w:pPr>
              <w:pStyle w:val="ConsPlusNormal"/>
              <w:ind w:firstLine="0"/>
              <w:rPr>
                <w:rFonts w:ascii="Times New Roman" w:hAnsi="Times New Roman"/>
                <w:b/>
                <w:sz w:val="24"/>
                <w:szCs w:val="24"/>
              </w:rPr>
            </w:pPr>
          </w:p>
        </w:tc>
        <w:tc>
          <w:tcPr>
            <w:tcW w:w="1742" w:type="dxa"/>
          </w:tcPr>
          <w:p w:rsidR="0009156E" w:rsidRPr="00491084" w:rsidRDefault="0009156E" w:rsidP="007752AD">
            <w:pPr>
              <w:pStyle w:val="ConsPlusNormal"/>
              <w:ind w:firstLine="0"/>
              <w:rPr>
                <w:rFonts w:ascii="Times New Roman" w:hAnsi="Times New Roman"/>
                <w:b/>
                <w:sz w:val="24"/>
                <w:szCs w:val="24"/>
              </w:rPr>
            </w:pPr>
            <w:r w:rsidRPr="00491084">
              <w:rPr>
                <w:rFonts w:ascii="Times New Roman" w:hAnsi="Times New Roman"/>
                <w:b/>
                <w:sz w:val="24"/>
                <w:szCs w:val="24"/>
              </w:rPr>
              <w:t>23</w:t>
            </w:r>
            <w:r>
              <w:rPr>
                <w:rFonts w:ascii="Times New Roman" w:hAnsi="Times New Roman"/>
                <w:b/>
                <w:sz w:val="24"/>
                <w:szCs w:val="24"/>
              </w:rPr>
              <w:t>932,3</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t>1.1</w:t>
            </w:r>
          </w:p>
        </w:tc>
        <w:tc>
          <w:tcPr>
            <w:tcW w:w="1620" w:type="dxa"/>
          </w:tcPr>
          <w:p w:rsidR="0009156E" w:rsidRPr="004D300B" w:rsidRDefault="0009156E" w:rsidP="00021F36">
            <w:pPr>
              <w:ind w:right="-57"/>
            </w:pPr>
            <w:r w:rsidRPr="004D300B">
              <w:t xml:space="preserve">Основное мероприятие </w:t>
            </w:r>
          </w:p>
        </w:tc>
        <w:tc>
          <w:tcPr>
            <w:tcW w:w="2880" w:type="dxa"/>
            <w:vAlign w:val="center"/>
          </w:tcPr>
          <w:p w:rsidR="0009156E" w:rsidRDefault="0009156E" w:rsidP="00021F36">
            <w:pPr>
              <w:ind w:right="-57"/>
              <w:rPr>
                <w:rFonts w:eastAsia="Times New Roman"/>
                <w:sz w:val="20"/>
                <w:szCs w:val="20"/>
                <w:lang w:eastAsia="ru-RU"/>
              </w:rPr>
            </w:pPr>
            <w:r w:rsidRPr="004D300B">
              <w:rPr>
                <w:sz w:val="20"/>
                <w:szCs w:val="20"/>
              </w:rPr>
              <w:t xml:space="preserve">Обеспечение  функциони-рования  администрации Таловского муниципальногорайона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совре-менныхинформационно-коммуникационных техно-логий. Перевод  муниципаль-ных услуг в электронный вид</w:t>
            </w:r>
          </w:p>
          <w:p w:rsidR="0009156E" w:rsidRDefault="0009156E" w:rsidP="00021F36">
            <w:pPr>
              <w:ind w:right="-57"/>
              <w:rPr>
                <w:rFonts w:eastAsia="Times New Roman"/>
                <w:sz w:val="20"/>
                <w:szCs w:val="20"/>
                <w:lang w:eastAsia="ru-RU"/>
              </w:rPr>
            </w:pPr>
          </w:p>
          <w:p w:rsidR="0009156E" w:rsidRDefault="0009156E" w:rsidP="00021F36">
            <w:pPr>
              <w:ind w:right="-57"/>
              <w:rPr>
                <w:rFonts w:eastAsia="Times New Roman"/>
                <w:sz w:val="20"/>
                <w:szCs w:val="20"/>
                <w:lang w:eastAsia="ru-RU"/>
              </w:rPr>
            </w:pPr>
          </w:p>
          <w:p w:rsidR="0009156E" w:rsidRPr="004D300B" w:rsidRDefault="0009156E" w:rsidP="00021F36">
            <w:pPr>
              <w:ind w:right="-57"/>
            </w:pPr>
          </w:p>
        </w:tc>
        <w:tc>
          <w:tcPr>
            <w:tcW w:w="2160"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09156E" w:rsidRPr="004D300B" w:rsidRDefault="0009156E" w:rsidP="00021F36">
            <w:pPr>
              <w:pStyle w:val="ConsPlusNormal"/>
              <w:ind w:firstLine="0"/>
              <w:rPr>
                <w:rFonts w:ascii="Times New Roman" w:hAnsi="Times New Roman"/>
                <w:b/>
                <w:sz w:val="24"/>
                <w:szCs w:val="24"/>
              </w:rPr>
            </w:pPr>
          </w:p>
        </w:tc>
        <w:tc>
          <w:tcPr>
            <w:tcW w:w="1498" w:type="dxa"/>
          </w:tcPr>
          <w:p w:rsidR="0009156E" w:rsidRDefault="0009156E" w:rsidP="00021F36">
            <w:pPr>
              <w:pStyle w:val="ConsPlusNormal"/>
              <w:ind w:firstLine="0"/>
              <w:rPr>
                <w:rFonts w:ascii="Times New Roman" w:hAnsi="Times New Roman"/>
              </w:rPr>
            </w:pPr>
            <w:r w:rsidRPr="004D300B">
              <w:rPr>
                <w:rFonts w:ascii="Times New Roman" w:hAnsi="Times New Roman"/>
              </w:rPr>
              <w:t>0104051</w:t>
            </w:r>
            <w:r>
              <w:rPr>
                <w:rFonts w:ascii="Times New Roman" w:hAnsi="Times New Roman"/>
              </w:rPr>
              <w:t>0182010</w:t>
            </w:r>
          </w:p>
          <w:p w:rsidR="0009156E" w:rsidRDefault="0009156E" w:rsidP="00021F36">
            <w:pPr>
              <w:pStyle w:val="ConsPlusNormal"/>
              <w:ind w:firstLine="0"/>
              <w:rPr>
                <w:rFonts w:ascii="Times New Roman" w:hAnsi="Times New Roman"/>
              </w:rPr>
            </w:pPr>
            <w:r>
              <w:rPr>
                <w:rFonts w:ascii="Times New Roman" w:hAnsi="Times New Roman"/>
              </w:rPr>
              <w:t>01040510182020</w:t>
            </w:r>
          </w:p>
          <w:p w:rsidR="0009156E" w:rsidRDefault="0009156E" w:rsidP="00021F36">
            <w:pPr>
              <w:pStyle w:val="ConsPlusNormal"/>
              <w:ind w:firstLine="0"/>
              <w:rPr>
                <w:rFonts w:ascii="Times New Roman" w:hAnsi="Times New Roman"/>
              </w:rPr>
            </w:pPr>
            <w:r>
              <w:rPr>
                <w:rFonts w:ascii="Times New Roman" w:hAnsi="Times New Roman"/>
              </w:rPr>
              <w:t>01130510178080</w:t>
            </w:r>
          </w:p>
          <w:p w:rsidR="0009156E" w:rsidRDefault="0009156E" w:rsidP="00021F36">
            <w:pPr>
              <w:pStyle w:val="ConsPlusNormal"/>
              <w:ind w:firstLine="0"/>
              <w:rPr>
                <w:rFonts w:ascii="Times New Roman" w:hAnsi="Times New Roman"/>
              </w:rPr>
            </w:pPr>
            <w:r>
              <w:rPr>
                <w:rFonts w:ascii="Times New Roman" w:hAnsi="Times New Roman"/>
              </w:rPr>
              <w:t>01130510178090</w:t>
            </w:r>
          </w:p>
          <w:p w:rsidR="0009156E" w:rsidRDefault="0009156E" w:rsidP="00021F36">
            <w:pPr>
              <w:pStyle w:val="ConsPlusNormal"/>
              <w:ind w:firstLine="0"/>
              <w:rPr>
                <w:rFonts w:ascii="Times New Roman" w:hAnsi="Times New Roman"/>
              </w:rPr>
            </w:pPr>
            <w:r>
              <w:rPr>
                <w:rFonts w:ascii="Times New Roman" w:hAnsi="Times New Roman"/>
              </w:rPr>
              <w:t>01130510178470</w:t>
            </w:r>
          </w:p>
          <w:p w:rsidR="0009156E" w:rsidRPr="004D300B" w:rsidRDefault="0009156E" w:rsidP="0013415B">
            <w:pPr>
              <w:pStyle w:val="ConsPlusNormal"/>
              <w:ind w:firstLine="0"/>
              <w:rPr>
                <w:rFonts w:ascii="Times New Roman" w:hAnsi="Times New Roman"/>
              </w:rPr>
            </w:pPr>
          </w:p>
        </w:tc>
        <w:tc>
          <w:tcPr>
            <w:tcW w:w="1742" w:type="dxa"/>
          </w:tcPr>
          <w:p w:rsidR="0009156E" w:rsidRPr="004D300B" w:rsidRDefault="0009156E" w:rsidP="007752AD">
            <w:pPr>
              <w:pStyle w:val="ConsPlusNormal"/>
              <w:ind w:firstLine="0"/>
              <w:rPr>
                <w:rFonts w:ascii="Times New Roman" w:hAnsi="Times New Roman"/>
                <w:b/>
                <w:sz w:val="24"/>
                <w:szCs w:val="24"/>
              </w:rPr>
            </w:pPr>
            <w:r>
              <w:rPr>
                <w:rFonts w:ascii="Times New Roman" w:hAnsi="Times New Roman"/>
                <w:b/>
                <w:sz w:val="24"/>
                <w:szCs w:val="24"/>
              </w:rPr>
              <w:t>17588,7</w:t>
            </w:r>
          </w:p>
        </w:tc>
      </w:tr>
      <w:tr w:rsidR="0009156E" w:rsidRPr="004D300B" w:rsidTr="00021F36">
        <w:tc>
          <w:tcPr>
            <w:tcW w:w="828" w:type="dxa"/>
          </w:tcPr>
          <w:p w:rsidR="0009156E" w:rsidRPr="004D300B" w:rsidRDefault="0009156E" w:rsidP="00021F36">
            <w:r w:rsidRPr="004D300B">
              <w:t>1</w:t>
            </w:r>
          </w:p>
        </w:tc>
        <w:tc>
          <w:tcPr>
            <w:tcW w:w="1620" w:type="dxa"/>
            <w:vAlign w:val="center"/>
          </w:tcPr>
          <w:p w:rsidR="0009156E" w:rsidRPr="004D300B" w:rsidRDefault="0009156E" w:rsidP="00021F36">
            <w:r w:rsidRPr="004D300B">
              <w:t>2</w:t>
            </w:r>
          </w:p>
        </w:tc>
        <w:tc>
          <w:tcPr>
            <w:tcW w:w="2880" w:type="dxa"/>
            <w:vAlign w:val="center"/>
          </w:tcPr>
          <w:p w:rsidR="0009156E" w:rsidRPr="004D300B" w:rsidRDefault="0009156E" w:rsidP="00021F36">
            <w:r w:rsidRPr="004D300B">
              <w:t>3</w:t>
            </w:r>
          </w:p>
        </w:tc>
        <w:tc>
          <w:tcPr>
            <w:tcW w:w="2160" w:type="dxa"/>
            <w:vAlign w:val="center"/>
          </w:tcPr>
          <w:p w:rsidR="0009156E" w:rsidRPr="004D300B" w:rsidRDefault="0009156E" w:rsidP="00021F36">
            <w:r w:rsidRPr="004D300B">
              <w:t>4</w:t>
            </w:r>
          </w:p>
        </w:tc>
        <w:tc>
          <w:tcPr>
            <w:tcW w:w="1260" w:type="dxa"/>
            <w:vAlign w:val="center"/>
          </w:tcPr>
          <w:p w:rsidR="0009156E" w:rsidRPr="004D300B" w:rsidRDefault="0009156E" w:rsidP="00021F36">
            <w:r w:rsidRPr="004D300B">
              <w:t>5</w:t>
            </w:r>
          </w:p>
        </w:tc>
        <w:tc>
          <w:tcPr>
            <w:tcW w:w="1453" w:type="dxa"/>
            <w:vAlign w:val="center"/>
          </w:tcPr>
          <w:p w:rsidR="0009156E" w:rsidRPr="004D300B" w:rsidRDefault="0009156E" w:rsidP="00021F36">
            <w:r w:rsidRPr="004D300B">
              <w:t>6</w:t>
            </w:r>
          </w:p>
        </w:tc>
        <w:tc>
          <w:tcPr>
            <w:tcW w:w="2147" w:type="dxa"/>
            <w:vAlign w:val="center"/>
          </w:tcPr>
          <w:p w:rsidR="0009156E" w:rsidRPr="004D300B" w:rsidRDefault="0009156E" w:rsidP="00021F36">
            <w:r w:rsidRPr="004D300B">
              <w:t>7</w:t>
            </w:r>
          </w:p>
        </w:tc>
        <w:tc>
          <w:tcPr>
            <w:tcW w:w="1498" w:type="dxa"/>
            <w:vAlign w:val="center"/>
          </w:tcPr>
          <w:p w:rsidR="0009156E" w:rsidRPr="004D300B" w:rsidRDefault="0009156E" w:rsidP="00021F36">
            <w:r w:rsidRPr="004D300B">
              <w:rPr>
                <w:sz w:val="22"/>
                <w:szCs w:val="22"/>
              </w:rPr>
              <w:t>8</w:t>
            </w:r>
          </w:p>
        </w:tc>
        <w:tc>
          <w:tcPr>
            <w:tcW w:w="1742" w:type="dxa"/>
            <w:vAlign w:val="center"/>
          </w:tcPr>
          <w:p w:rsidR="0009156E" w:rsidRPr="004D300B" w:rsidRDefault="0009156E" w:rsidP="00021F36">
            <w:r w:rsidRPr="004D300B">
              <w:t>9</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t>1.2</w:t>
            </w:r>
          </w:p>
        </w:tc>
        <w:tc>
          <w:tcPr>
            <w:tcW w:w="1620" w:type="dxa"/>
          </w:tcPr>
          <w:p w:rsidR="0009156E" w:rsidRPr="004D300B" w:rsidRDefault="0009156E" w:rsidP="00021F36">
            <w:pPr>
              <w:ind w:right="-57"/>
            </w:pPr>
            <w:r w:rsidRPr="004D300B">
              <w:t xml:space="preserve">Основное мероприятие </w:t>
            </w:r>
          </w:p>
        </w:tc>
        <w:tc>
          <w:tcPr>
            <w:tcW w:w="2880" w:type="dxa"/>
            <w:vAlign w:val="center"/>
          </w:tcPr>
          <w:p w:rsidR="0009156E" w:rsidRPr="004D300B" w:rsidRDefault="0009156E" w:rsidP="00021F36">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4D300B" w:rsidRDefault="0009156E" w:rsidP="00021F36">
            <w:pPr>
              <w:pStyle w:val="ConsPlusNormal"/>
              <w:ind w:firstLine="0"/>
              <w:rPr>
                <w:rFonts w:ascii="Times New Roman" w:hAnsi="Times New Roman"/>
                <w:b/>
                <w:sz w:val="24"/>
                <w:szCs w:val="24"/>
              </w:rPr>
            </w:pPr>
          </w:p>
        </w:tc>
        <w:tc>
          <w:tcPr>
            <w:tcW w:w="1498" w:type="dxa"/>
          </w:tcPr>
          <w:p w:rsidR="0009156E" w:rsidRDefault="0009156E" w:rsidP="00021F36">
            <w:pPr>
              <w:pStyle w:val="ConsPlusNormal"/>
              <w:ind w:firstLine="0"/>
              <w:rPr>
                <w:rFonts w:ascii="Times New Roman" w:hAnsi="Times New Roman"/>
              </w:rPr>
            </w:pPr>
            <w:r w:rsidRPr="004D300B">
              <w:rPr>
                <w:rFonts w:ascii="Times New Roman" w:hAnsi="Times New Roman"/>
              </w:rPr>
              <w:t>010305</w:t>
            </w:r>
            <w:r>
              <w:rPr>
                <w:rFonts w:ascii="Times New Roman" w:hAnsi="Times New Roman"/>
              </w:rPr>
              <w:t>10282010</w:t>
            </w:r>
          </w:p>
          <w:p w:rsidR="0009156E" w:rsidRPr="004D300B" w:rsidRDefault="0009156E" w:rsidP="00021F36">
            <w:pPr>
              <w:pStyle w:val="ConsPlusNormal"/>
              <w:ind w:firstLine="0"/>
              <w:rPr>
                <w:rFonts w:ascii="Times New Roman" w:hAnsi="Times New Roman"/>
              </w:rPr>
            </w:pPr>
            <w:r>
              <w:rPr>
                <w:rFonts w:ascii="Times New Roman" w:hAnsi="Times New Roman"/>
              </w:rPr>
              <w:t>01030510270100</w:t>
            </w:r>
          </w:p>
        </w:tc>
        <w:tc>
          <w:tcPr>
            <w:tcW w:w="1742" w:type="dxa"/>
          </w:tcPr>
          <w:p w:rsidR="0009156E" w:rsidRPr="004D300B" w:rsidRDefault="0009156E" w:rsidP="00021F36">
            <w:pPr>
              <w:pStyle w:val="ConsPlusNormal"/>
              <w:ind w:firstLine="0"/>
              <w:rPr>
                <w:rFonts w:ascii="Times New Roman" w:hAnsi="Times New Roman"/>
                <w:b/>
                <w:sz w:val="24"/>
                <w:szCs w:val="24"/>
              </w:rPr>
            </w:pPr>
            <w:r>
              <w:rPr>
                <w:rFonts w:ascii="Times New Roman" w:hAnsi="Times New Roman"/>
                <w:b/>
                <w:sz w:val="24"/>
                <w:szCs w:val="24"/>
              </w:rPr>
              <w:t>1136,8</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t>1.4</w:t>
            </w:r>
          </w:p>
        </w:tc>
        <w:tc>
          <w:tcPr>
            <w:tcW w:w="1620" w:type="dxa"/>
          </w:tcPr>
          <w:p w:rsidR="0009156E" w:rsidRPr="004D300B" w:rsidRDefault="0009156E" w:rsidP="00021F36">
            <w:pPr>
              <w:ind w:right="-57"/>
            </w:pPr>
            <w:r w:rsidRPr="004D300B">
              <w:t xml:space="preserve">Основное мероприятие </w:t>
            </w:r>
          </w:p>
        </w:tc>
        <w:tc>
          <w:tcPr>
            <w:tcW w:w="2880" w:type="dxa"/>
            <w:vAlign w:val="center"/>
          </w:tcPr>
          <w:p w:rsidR="0009156E" w:rsidRDefault="0009156E" w:rsidP="00021F36">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09156E" w:rsidRDefault="0009156E" w:rsidP="00021F36">
            <w:pPr>
              <w:ind w:right="-57"/>
              <w:rPr>
                <w:szCs w:val="28"/>
              </w:rPr>
            </w:pPr>
          </w:p>
          <w:p w:rsidR="0009156E" w:rsidRDefault="0009156E" w:rsidP="00021F36">
            <w:pPr>
              <w:ind w:right="-57"/>
              <w:rPr>
                <w:szCs w:val="28"/>
              </w:rPr>
            </w:pPr>
          </w:p>
          <w:p w:rsidR="0009156E" w:rsidRDefault="0009156E" w:rsidP="00021F36">
            <w:pPr>
              <w:ind w:right="-57"/>
              <w:rPr>
                <w:szCs w:val="28"/>
              </w:rPr>
            </w:pPr>
          </w:p>
          <w:p w:rsidR="0009156E" w:rsidRDefault="0009156E" w:rsidP="00021F36">
            <w:pPr>
              <w:ind w:right="-57"/>
              <w:rPr>
                <w:szCs w:val="28"/>
              </w:rPr>
            </w:pPr>
          </w:p>
          <w:p w:rsidR="0009156E" w:rsidRPr="004D300B" w:rsidRDefault="0009156E" w:rsidP="00021F36">
            <w:pPr>
              <w:ind w:right="-57"/>
              <w:rPr>
                <w:szCs w:val="28"/>
              </w:rPr>
            </w:pPr>
          </w:p>
          <w:p w:rsidR="0009156E" w:rsidRPr="004D300B" w:rsidRDefault="0009156E" w:rsidP="00021F36">
            <w:pPr>
              <w:ind w:right="-57"/>
            </w:pPr>
          </w:p>
        </w:tc>
        <w:tc>
          <w:tcPr>
            <w:tcW w:w="2160"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09156E" w:rsidRPr="004D300B" w:rsidRDefault="0009156E" w:rsidP="00021F36">
            <w:pPr>
              <w:pStyle w:val="ConsPlusNormal"/>
              <w:ind w:firstLine="0"/>
              <w:rPr>
                <w:rFonts w:ascii="Times New Roman" w:hAnsi="Times New Roman"/>
              </w:rPr>
            </w:pPr>
            <w:r w:rsidRPr="004D300B">
              <w:rPr>
                <w:rFonts w:ascii="Times New Roman" w:hAnsi="Times New Roman"/>
              </w:rPr>
              <w:t>011305</w:t>
            </w:r>
            <w:r>
              <w:rPr>
                <w:rFonts w:ascii="Times New Roman" w:hAnsi="Times New Roman"/>
              </w:rPr>
              <w:t>10480200</w:t>
            </w:r>
          </w:p>
        </w:tc>
        <w:tc>
          <w:tcPr>
            <w:tcW w:w="1742" w:type="dxa"/>
          </w:tcPr>
          <w:p w:rsidR="0009156E" w:rsidRPr="004D300B" w:rsidRDefault="0009156E" w:rsidP="007752AD">
            <w:pPr>
              <w:pStyle w:val="ConsPlusNormal"/>
              <w:ind w:firstLine="0"/>
              <w:rPr>
                <w:rFonts w:ascii="Times New Roman" w:hAnsi="Times New Roman"/>
                <w:b/>
                <w:sz w:val="24"/>
                <w:szCs w:val="24"/>
              </w:rPr>
            </w:pPr>
            <w:r>
              <w:rPr>
                <w:rFonts w:ascii="Times New Roman" w:hAnsi="Times New Roman"/>
                <w:b/>
                <w:sz w:val="24"/>
                <w:szCs w:val="24"/>
              </w:rPr>
              <w:t>262,8</w:t>
            </w:r>
          </w:p>
        </w:tc>
      </w:tr>
      <w:tr w:rsidR="0009156E" w:rsidRPr="004D300B" w:rsidTr="00021F36">
        <w:tc>
          <w:tcPr>
            <w:tcW w:w="828" w:type="dxa"/>
          </w:tcPr>
          <w:p w:rsidR="0009156E" w:rsidRPr="004D300B" w:rsidRDefault="0009156E" w:rsidP="00021F36">
            <w:r w:rsidRPr="004D300B">
              <w:t>1</w:t>
            </w:r>
          </w:p>
        </w:tc>
        <w:tc>
          <w:tcPr>
            <w:tcW w:w="1620" w:type="dxa"/>
            <w:vAlign w:val="center"/>
          </w:tcPr>
          <w:p w:rsidR="0009156E" w:rsidRPr="004D300B" w:rsidRDefault="0009156E" w:rsidP="00021F36">
            <w:r w:rsidRPr="004D300B">
              <w:t>2</w:t>
            </w:r>
          </w:p>
        </w:tc>
        <w:tc>
          <w:tcPr>
            <w:tcW w:w="2880" w:type="dxa"/>
            <w:vAlign w:val="center"/>
          </w:tcPr>
          <w:p w:rsidR="0009156E" w:rsidRPr="004D300B" w:rsidRDefault="0009156E" w:rsidP="00021F36">
            <w:r w:rsidRPr="004D300B">
              <w:t>3</w:t>
            </w:r>
          </w:p>
        </w:tc>
        <w:tc>
          <w:tcPr>
            <w:tcW w:w="2160" w:type="dxa"/>
            <w:vAlign w:val="center"/>
          </w:tcPr>
          <w:p w:rsidR="0009156E" w:rsidRPr="004D300B" w:rsidRDefault="0009156E" w:rsidP="00021F36">
            <w:r w:rsidRPr="004D300B">
              <w:t>4</w:t>
            </w:r>
          </w:p>
        </w:tc>
        <w:tc>
          <w:tcPr>
            <w:tcW w:w="1260" w:type="dxa"/>
            <w:vAlign w:val="center"/>
          </w:tcPr>
          <w:p w:rsidR="0009156E" w:rsidRPr="004D300B" w:rsidRDefault="0009156E" w:rsidP="00021F36">
            <w:r w:rsidRPr="004D300B">
              <w:t>5</w:t>
            </w:r>
          </w:p>
        </w:tc>
        <w:tc>
          <w:tcPr>
            <w:tcW w:w="1453" w:type="dxa"/>
            <w:vAlign w:val="center"/>
          </w:tcPr>
          <w:p w:rsidR="0009156E" w:rsidRPr="004D300B" w:rsidRDefault="0009156E" w:rsidP="00021F36">
            <w:r w:rsidRPr="004D300B">
              <w:t>6</w:t>
            </w:r>
          </w:p>
        </w:tc>
        <w:tc>
          <w:tcPr>
            <w:tcW w:w="2147" w:type="dxa"/>
            <w:vAlign w:val="center"/>
          </w:tcPr>
          <w:p w:rsidR="0009156E" w:rsidRPr="004D300B" w:rsidRDefault="0009156E" w:rsidP="00021F36">
            <w:r w:rsidRPr="004D300B">
              <w:t>7</w:t>
            </w:r>
          </w:p>
        </w:tc>
        <w:tc>
          <w:tcPr>
            <w:tcW w:w="1498" w:type="dxa"/>
            <w:vAlign w:val="center"/>
          </w:tcPr>
          <w:p w:rsidR="0009156E" w:rsidRPr="004D300B" w:rsidRDefault="0009156E" w:rsidP="00021F36">
            <w:r w:rsidRPr="004D300B">
              <w:rPr>
                <w:sz w:val="22"/>
                <w:szCs w:val="22"/>
              </w:rPr>
              <w:t>8</w:t>
            </w:r>
          </w:p>
        </w:tc>
        <w:tc>
          <w:tcPr>
            <w:tcW w:w="1742" w:type="dxa"/>
            <w:vAlign w:val="center"/>
          </w:tcPr>
          <w:p w:rsidR="0009156E" w:rsidRPr="004D300B" w:rsidRDefault="0009156E" w:rsidP="00021F36">
            <w:r w:rsidRPr="004D300B">
              <w:t>9</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t>1.5</w:t>
            </w:r>
          </w:p>
        </w:tc>
        <w:tc>
          <w:tcPr>
            <w:tcW w:w="1620" w:type="dxa"/>
            <w:vAlign w:val="center"/>
          </w:tcPr>
          <w:p w:rsidR="0009156E" w:rsidRPr="004D300B" w:rsidRDefault="0009156E" w:rsidP="00021F36">
            <w:pPr>
              <w:ind w:right="-57"/>
            </w:pPr>
            <w:r w:rsidRPr="004D300B">
              <w:t xml:space="preserve">Основное мероприятие </w:t>
            </w:r>
          </w:p>
        </w:tc>
        <w:tc>
          <w:tcPr>
            <w:tcW w:w="2880" w:type="dxa"/>
            <w:vAlign w:val="center"/>
          </w:tcPr>
          <w:p w:rsidR="0009156E" w:rsidRPr="004D300B" w:rsidRDefault="0009156E" w:rsidP="00021F36">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4D300B" w:rsidRDefault="0009156E" w:rsidP="00021F36">
            <w:pPr>
              <w:pStyle w:val="ConsPlusNormal"/>
              <w:ind w:firstLine="0"/>
              <w:rPr>
                <w:rFonts w:ascii="Times New Roman" w:hAnsi="Times New Roman"/>
                <w:b/>
                <w:sz w:val="24"/>
                <w:szCs w:val="24"/>
              </w:rPr>
            </w:pPr>
          </w:p>
        </w:tc>
        <w:tc>
          <w:tcPr>
            <w:tcW w:w="1498" w:type="dxa"/>
          </w:tcPr>
          <w:p w:rsidR="0009156E" w:rsidRPr="004D300B" w:rsidRDefault="0009156E" w:rsidP="00021F36">
            <w:pPr>
              <w:pStyle w:val="ConsPlusNormal"/>
              <w:ind w:firstLine="0"/>
              <w:rPr>
                <w:rFonts w:ascii="Times New Roman" w:hAnsi="Times New Roman"/>
              </w:rPr>
            </w:pPr>
            <w:r w:rsidRPr="004D300B">
              <w:rPr>
                <w:rFonts w:ascii="Times New Roman" w:hAnsi="Times New Roman"/>
              </w:rPr>
              <w:t>1001</w:t>
            </w:r>
            <w:r>
              <w:rPr>
                <w:rFonts w:ascii="Times New Roman" w:hAnsi="Times New Roman"/>
              </w:rPr>
              <w:t>0510580470</w:t>
            </w:r>
          </w:p>
        </w:tc>
        <w:tc>
          <w:tcPr>
            <w:tcW w:w="1742" w:type="dxa"/>
          </w:tcPr>
          <w:p w:rsidR="0009156E" w:rsidRPr="004D300B" w:rsidRDefault="0009156E" w:rsidP="007752AD">
            <w:pPr>
              <w:pStyle w:val="ConsPlusNormal"/>
              <w:ind w:firstLine="0"/>
              <w:rPr>
                <w:rFonts w:ascii="Times New Roman" w:hAnsi="Times New Roman"/>
                <w:b/>
                <w:sz w:val="24"/>
                <w:szCs w:val="24"/>
              </w:rPr>
            </w:pPr>
            <w:r>
              <w:rPr>
                <w:rFonts w:ascii="Times New Roman" w:hAnsi="Times New Roman"/>
                <w:b/>
                <w:sz w:val="24"/>
                <w:szCs w:val="24"/>
              </w:rPr>
              <w:t>3596,8</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t>1.7</w:t>
            </w:r>
          </w:p>
        </w:tc>
        <w:tc>
          <w:tcPr>
            <w:tcW w:w="1620" w:type="dxa"/>
            <w:vAlign w:val="center"/>
          </w:tcPr>
          <w:p w:rsidR="0009156E" w:rsidRPr="004D300B" w:rsidRDefault="0009156E" w:rsidP="00021F36">
            <w:pPr>
              <w:ind w:right="-57"/>
            </w:pPr>
            <w:r w:rsidRPr="004D300B">
              <w:t xml:space="preserve">Основное мероприятие </w:t>
            </w:r>
          </w:p>
          <w:p w:rsidR="0009156E" w:rsidRPr="004D300B" w:rsidRDefault="0009156E" w:rsidP="00021F36">
            <w:pPr>
              <w:ind w:right="-57"/>
            </w:pPr>
          </w:p>
        </w:tc>
        <w:tc>
          <w:tcPr>
            <w:tcW w:w="2880" w:type="dxa"/>
            <w:vAlign w:val="center"/>
          </w:tcPr>
          <w:p w:rsidR="0009156E" w:rsidRPr="004D300B" w:rsidRDefault="0009156E" w:rsidP="00021F36">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09156E" w:rsidRDefault="0009156E" w:rsidP="00021F36">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09156E" w:rsidRPr="004D300B" w:rsidRDefault="0009156E" w:rsidP="00021F36">
            <w:pPr>
              <w:pStyle w:val="ConsPlusNormal"/>
              <w:ind w:firstLine="0"/>
              <w:rPr>
                <w:rFonts w:ascii="Times New Roman" w:hAnsi="Times New Roman"/>
                <w:b/>
                <w:sz w:val="24"/>
                <w:szCs w:val="24"/>
              </w:rPr>
            </w:pP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4D300B" w:rsidRDefault="0009156E" w:rsidP="00021F36">
            <w:pPr>
              <w:pStyle w:val="ConsPlusNormal"/>
              <w:ind w:firstLine="0"/>
              <w:rPr>
                <w:rFonts w:ascii="Times New Roman" w:hAnsi="Times New Roman"/>
                <w:b/>
                <w:sz w:val="24"/>
                <w:szCs w:val="24"/>
              </w:rPr>
            </w:pPr>
          </w:p>
        </w:tc>
        <w:tc>
          <w:tcPr>
            <w:tcW w:w="1498" w:type="dxa"/>
          </w:tcPr>
          <w:p w:rsidR="0009156E" w:rsidRPr="004D300B" w:rsidRDefault="0009156E" w:rsidP="00021F36">
            <w:pPr>
              <w:pStyle w:val="ConsPlusNormal"/>
              <w:ind w:firstLine="0"/>
              <w:rPr>
                <w:rFonts w:ascii="Times New Roman" w:hAnsi="Times New Roman"/>
              </w:rPr>
            </w:pPr>
            <w:r>
              <w:rPr>
                <w:rFonts w:ascii="Times New Roman" w:hAnsi="Times New Roman"/>
              </w:rPr>
              <w:t>06050510780400</w:t>
            </w:r>
          </w:p>
        </w:tc>
        <w:tc>
          <w:tcPr>
            <w:tcW w:w="1742" w:type="dxa"/>
          </w:tcPr>
          <w:p w:rsidR="0009156E" w:rsidRPr="004D300B" w:rsidRDefault="0009156E" w:rsidP="00021F36">
            <w:pPr>
              <w:pStyle w:val="ConsPlusNormal"/>
              <w:ind w:firstLine="0"/>
              <w:rPr>
                <w:rFonts w:ascii="Times New Roman" w:hAnsi="Times New Roman"/>
                <w:b/>
                <w:sz w:val="24"/>
                <w:szCs w:val="24"/>
              </w:rPr>
            </w:pPr>
            <w:r>
              <w:rPr>
                <w:rFonts w:ascii="Times New Roman" w:hAnsi="Times New Roman"/>
                <w:b/>
                <w:sz w:val="24"/>
                <w:szCs w:val="24"/>
              </w:rPr>
              <w:t>9</w:t>
            </w:r>
          </w:p>
        </w:tc>
      </w:tr>
      <w:tr w:rsidR="0009156E" w:rsidRPr="004D300B" w:rsidTr="00021F36">
        <w:tc>
          <w:tcPr>
            <w:tcW w:w="828" w:type="dxa"/>
          </w:tcPr>
          <w:p w:rsidR="0009156E" w:rsidRPr="0013415B" w:rsidRDefault="0009156E" w:rsidP="00021F36">
            <w:pPr>
              <w:pStyle w:val="ConsPlusNormal"/>
              <w:ind w:firstLine="0"/>
            </w:pPr>
            <w:r w:rsidRPr="0013415B">
              <w:t xml:space="preserve">1.8. </w:t>
            </w:r>
          </w:p>
        </w:tc>
        <w:tc>
          <w:tcPr>
            <w:tcW w:w="1620" w:type="dxa"/>
            <w:vAlign w:val="center"/>
          </w:tcPr>
          <w:p w:rsidR="0009156E" w:rsidRPr="0013415B" w:rsidRDefault="0009156E" w:rsidP="00021F36">
            <w:pPr>
              <w:ind w:right="-57"/>
            </w:pPr>
            <w:r w:rsidRPr="0013415B">
              <w:t>Основное мероприятие</w:t>
            </w:r>
          </w:p>
        </w:tc>
        <w:tc>
          <w:tcPr>
            <w:tcW w:w="2880" w:type="dxa"/>
            <w:vAlign w:val="center"/>
          </w:tcPr>
          <w:p w:rsidR="0009156E" w:rsidRPr="0013415B" w:rsidRDefault="0009156E" w:rsidP="00021F36">
            <w:pPr>
              <w:ind w:right="-57"/>
              <w:rPr>
                <w:szCs w:val="28"/>
              </w:rPr>
            </w:pPr>
            <w:r w:rsidRPr="0013415B">
              <w:t>Финансовое обеспечение других обязательств государства</w:t>
            </w:r>
          </w:p>
        </w:tc>
        <w:tc>
          <w:tcPr>
            <w:tcW w:w="2160" w:type="dxa"/>
          </w:tcPr>
          <w:p w:rsidR="0009156E" w:rsidRPr="0013415B" w:rsidRDefault="0009156E" w:rsidP="00021F36">
            <w:pPr>
              <w:pStyle w:val="ConsPlusNormal"/>
              <w:ind w:firstLine="0"/>
              <w:rPr>
                <w:rFonts w:ascii="Times New Roman" w:hAnsi="Times New Roman"/>
              </w:rPr>
            </w:pPr>
            <w:r w:rsidRPr="0013415B">
              <w:rPr>
                <w:rFonts w:ascii="Times New Roman" w:hAnsi="Times New Roman"/>
              </w:rPr>
              <w:t>Администрация Таловского муниципального района</w:t>
            </w:r>
          </w:p>
          <w:p w:rsidR="0009156E" w:rsidRPr="0013415B" w:rsidRDefault="0009156E" w:rsidP="00021F36">
            <w:pPr>
              <w:pStyle w:val="ConsPlusNormal"/>
              <w:ind w:firstLine="0"/>
              <w:rPr>
                <w:rFonts w:ascii="Times New Roman" w:hAnsi="Times New Roman"/>
                <w:b/>
                <w:sz w:val="24"/>
                <w:szCs w:val="24"/>
              </w:rPr>
            </w:pPr>
          </w:p>
        </w:tc>
        <w:tc>
          <w:tcPr>
            <w:tcW w:w="1260" w:type="dxa"/>
          </w:tcPr>
          <w:p w:rsidR="0009156E" w:rsidRPr="0013415B" w:rsidRDefault="0009156E" w:rsidP="00021F36">
            <w:pPr>
              <w:pStyle w:val="ConsPlusNormal"/>
              <w:ind w:firstLine="0"/>
              <w:rPr>
                <w:rFonts w:ascii="Times New Roman" w:hAnsi="Times New Roman"/>
                <w:sz w:val="24"/>
                <w:szCs w:val="24"/>
              </w:rPr>
            </w:pPr>
            <w:r w:rsidRPr="0013415B">
              <w:rPr>
                <w:rFonts w:ascii="Times New Roman" w:hAnsi="Times New Roman"/>
                <w:sz w:val="24"/>
                <w:szCs w:val="24"/>
              </w:rPr>
              <w:t>январь 2016</w:t>
            </w:r>
          </w:p>
        </w:tc>
        <w:tc>
          <w:tcPr>
            <w:tcW w:w="1453" w:type="dxa"/>
          </w:tcPr>
          <w:p w:rsidR="0009156E" w:rsidRPr="0013415B" w:rsidRDefault="0009156E" w:rsidP="00021F36">
            <w:pPr>
              <w:pStyle w:val="ConsPlusNormal"/>
              <w:ind w:firstLine="0"/>
              <w:rPr>
                <w:rFonts w:ascii="Times New Roman" w:hAnsi="Times New Roman"/>
                <w:sz w:val="24"/>
                <w:szCs w:val="24"/>
              </w:rPr>
            </w:pPr>
            <w:r w:rsidRPr="0013415B">
              <w:rPr>
                <w:rFonts w:ascii="Times New Roman" w:hAnsi="Times New Roman"/>
                <w:sz w:val="24"/>
                <w:szCs w:val="24"/>
              </w:rPr>
              <w:t>декабрь 2016</w:t>
            </w:r>
          </w:p>
        </w:tc>
        <w:tc>
          <w:tcPr>
            <w:tcW w:w="2147" w:type="dxa"/>
          </w:tcPr>
          <w:p w:rsidR="0009156E" w:rsidRPr="004D300B" w:rsidRDefault="0009156E" w:rsidP="00021F36">
            <w:pPr>
              <w:pStyle w:val="ConsPlusNormal"/>
              <w:ind w:firstLine="0"/>
              <w:rPr>
                <w:rFonts w:ascii="Times New Roman" w:hAnsi="Times New Roman"/>
                <w:b/>
                <w:sz w:val="24"/>
                <w:szCs w:val="24"/>
              </w:rPr>
            </w:pPr>
          </w:p>
        </w:tc>
        <w:tc>
          <w:tcPr>
            <w:tcW w:w="1498" w:type="dxa"/>
          </w:tcPr>
          <w:p w:rsidR="0009156E" w:rsidRDefault="0009156E" w:rsidP="00021F36">
            <w:pPr>
              <w:pStyle w:val="ConsPlusNormal"/>
              <w:ind w:firstLine="0"/>
              <w:rPr>
                <w:rFonts w:ascii="Times New Roman" w:hAnsi="Times New Roman"/>
              </w:rPr>
            </w:pPr>
            <w:r>
              <w:rPr>
                <w:rFonts w:ascii="Times New Roman" w:hAnsi="Times New Roman"/>
              </w:rPr>
              <w:t>01070510882070</w:t>
            </w:r>
          </w:p>
          <w:p w:rsidR="0009156E" w:rsidRDefault="0009156E" w:rsidP="00021F36">
            <w:pPr>
              <w:pStyle w:val="ConsPlusNormal"/>
              <w:ind w:firstLine="0"/>
              <w:rPr>
                <w:rFonts w:ascii="Times New Roman" w:hAnsi="Times New Roman"/>
              </w:rPr>
            </w:pPr>
            <w:r>
              <w:rPr>
                <w:rFonts w:ascii="Times New Roman" w:hAnsi="Times New Roman"/>
              </w:rPr>
              <w:t>01130510880200</w:t>
            </w:r>
          </w:p>
          <w:p w:rsidR="0009156E" w:rsidRPr="004D300B" w:rsidRDefault="0009156E" w:rsidP="00021F36">
            <w:pPr>
              <w:pStyle w:val="ConsPlusNormal"/>
              <w:ind w:firstLine="0"/>
              <w:rPr>
                <w:rFonts w:ascii="Times New Roman" w:hAnsi="Times New Roman"/>
              </w:rPr>
            </w:pPr>
            <w:r>
              <w:rPr>
                <w:rFonts w:ascii="Times New Roman" w:hAnsi="Times New Roman"/>
              </w:rPr>
              <w:t>04050510853910</w:t>
            </w:r>
          </w:p>
        </w:tc>
        <w:tc>
          <w:tcPr>
            <w:tcW w:w="1742" w:type="dxa"/>
          </w:tcPr>
          <w:p w:rsidR="0009156E" w:rsidRDefault="0009156E" w:rsidP="007752AD">
            <w:pPr>
              <w:pStyle w:val="ConsPlusNormal"/>
              <w:ind w:firstLine="0"/>
              <w:rPr>
                <w:rFonts w:ascii="Times New Roman" w:hAnsi="Times New Roman"/>
                <w:b/>
                <w:sz w:val="24"/>
                <w:szCs w:val="24"/>
              </w:rPr>
            </w:pPr>
            <w:r>
              <w:rPr>
                <w:rFonts w:ascii="Times New Roman" w:hAnsi="Times New Roman"/>
                <w:b/>
                <w:sz w:val="24"/>
                <w:szCs w:val="24"/>
              </w:rPr>
              <w:t>1338,2</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p>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09156E" w:rsidRPr="004D300B" w:rsidRDefault="0009156E" w:rsidP="00021F36">
            <w:pPr>
              <w:ind w:right="-57"/>
              <w:rPr>
                <w:b/>
              </w:rPr>
            </w:pPr>
            <w:r w:rsidRPr="004D300B">
              <w:rPr>
                <w:b/>
              </w:rPr>
              <w:t>ПОДПРОГРАММА 2</w:t>
            </w:r>
          </w:p>
          <w:p w:rsidR="0009156E" w:rsidRPr="004D300B" w:rsidRDefault="0009156E" w:rsidP="00021F36">
            <w:pPr>
              <w:ind w:right="-57"/>
              <w:rPr>
                <w:b/>
              </w:rPr>
            </w:pPr>
          </w:p>
          <w:p w:rsidR="0009156E" w:rsidRPr="004D300B" w:rsidRDefault="0009156E" w:rsidP="00021F36">
            <w:pPr>
              <w:ind w:right="-57"/>
              <w:rPr>
                <w:b/>
              </w:rPr>
            </w:pPr>
          </w:p>
          <w:p w:rsidR="0009156E" w:rsidRPr="004D300B" w:rsidRDefault="0009156E" w:rsidP="00021F36">
            <w:pPr>
              <w:ind w:right="-57"/>
              <w:rPr>
                <w:b/>
              </w:rPr>
            </w:pPr>
          </w:p>
          <w:p w:rsidR="0009156E" w:rsidRPr="004D300B" w:rsidRDefault="0009156E" w:rsidP="00021F36">
            <w:pPr>
              <w:ind w:right="-57"/>
              <w:rPr>
                <w:b/>
              </w:rPr>
            </w:pPr>
          </w:p>
          <w:p w:rsidR="0009156E" w:rsidRPr="004D300B" w:rsidRDefault="0009156E" w:rsidP="00021F36">
            <w:pPr>
              <w:ind w:right="-57"/>
            </w:pPr>
          </w:p>
        </w:tc>
        <w:tc>
          <w:tcPr>
            <w:tcW w:w="2880" w:type="dxa"/>
            <w:vAlign w:val="center"/>
          </w:tcPr>
          <w:p w:rsidR="0009156E" w:rsidRPr="004D300B" w:rsidRDefault="0009156E" w:rsidP="00021F36">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09156E" w:rsidRPr="004D300B" w:rsidRDefault="0009156E" w:rsidP="00021F36">
            <w:r w:rsidRPr="004D300B">
              <w:t>МКУ «ЕДДС и ХТО»</w:t>
            </w:r>
          </w:p>
          <w:p w:rsidR="0009156E" w:rsidRPr="004D300B" w:rsidRDefault="0009156E" w:rsidP="00021F36">
            <w:pPr>
              <w:pStyle w:val="ConsPlusNormal"/>
              <w:ind w:firstLine="0"/>
              <w:rPr>
                <w:rFonts w:ascii="Times New Roman" w:hAnsi="Times New Roman"/>
                <w:b/>
                <w:sz w:val="24"/>
                <w:szCs w:val="24"/>
              </w:rPr>
            </w:pP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4D300B" w:rsidRDefault="0009156E" w:rsidP="00021F36">
            <w:pPr>
              <w:pStyle w:val="ConsPlusNormal"/>
              <w:ind w:firstLine="0"/>
              <w:rPr>
                <w:rFonts w:ascii="Times New Roman" w:hAnsi="Times New Roman"/>
                <w:b/>
                <w:sz w:val="24"/>
                <w:szCs w:val="24"/>
              </w:rPr>
            </w:pPr>
          </w:p>
        </w:tc>
        <w:tc>
          <w:tcPr>
            <w:tcW w:w="1498" w:type="dxa"/>
          </w:tcPr>
          <w:p w:rsidR="0009156E" w:rsidRPr="004D300B" w:rsidRDefault="0009156E" w:rsidP="00021F36">
            <w:pPr>
              <w:pStyle w:val="ConsPlusNormal"/>
              <w:ind w:firstLine="0"/>
              <w:rPr>
                <w:rFonts w:ascii="Times New Roman" w:hAnsi="Times New Roman"/>
              </w:rPr>
            </w:pPr>
          </w:p>
        </w:tc>
        <w:tc>
          <w:tcPr>
            <w:tcW w:w="1742" w:type="dxa"/>
          </w:tcPr>
          <w:p w:rsidR="0009156E" w:rsidRPr="00A86DEA" w:rsidRDefault="0009156E" w:rsidP="00021F36">
            <w:pPr>
              <w:pStyle w:val="ConsPlusNormal"/>
              <w:ind w:firstLine="0"/>
              <w:rPr>
                <w:rFonts w:ascii="Times New Roman" w:hAnsi="Times New Roman"/>
                <w:b/>
                <w:sz w:val="24"/>
                <w:szCs w:val="24"/>
              </w:rPr>
            </w:pPr>
            <w:r>
              <w:rPr>
                <w:rFonts w:ascii="Times New Roman" w:hAnsi="Times New Roman"/>
                <w:b/>
                <w:sz w:val="24"/>
                <w:szCs w:val="24"/>
              </w:rPr>
              <w:t>19815,3</w:t>
            </w:r>
          </w:p>
        </w:tc>
      </w:tr>
      <w:tr w:rsidR="0009156E" w:rsidRPr="004D300B" w:rsidTr="00021F36">
        <w:trPr>
          <w:trHeight w:val="1240"/>
        </w:trPr>
        <w:tc>
          <w:tcPr>
            <w:tcW w:w="828"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09156E" w:rsidRPr="004D300B" w:rsidRDefault="0009156E" w:rsidP="00021F36">
            <w:r w:rsidRPr="004D300B">
              <w:t xml:space="preserve">Основное </w:t>
            </w:r>
            <w:r w:rsidRPr="004D300B">
              <w:br/>
              <w:t>мероприятие</w:t>
            </w:r>
          </w:p>
          <w:p w:rsidR="0009156E" w:rsidRPr="004D300B" w:rsidRDefault="0009156E" w:rsidP="00021F36"/>
          <w:p w:rsidR="0009156E" w:rsidRPr="004D300B" w:rsidRDefault="0009156E" w:rsidP="00021F36"/>
        </w:tc>
        <w:tc>
          <w:tcPr>
            <w:tcW w:w="2880" w:type="dxa"/>
          </w:tcPr>
          <w:p w:rsidR="0009156E" w:rsidRDefault="0009156E" w:rsidP="00021F36">
            <w:r w:rsidRPr="004D300B">
              <w:t>Обеспечение безопасности в чрезвычайных ситуациях</w:t>
            </w:r>
          </w:p>
          <w:p w:rsidR="0009156E" w:rsidRPr="004D300B" w:rsidRDefault="0009156E" w:rsidP="00021F36"/>
        </w:tc>
        <w:tc>
          <w:tcPr>
            <w:tcW w:w="2160" w:type="dxa"/>
          </w:tcPr>
          <w:p w:rsidR="0009156E" w:rsidRPr="004D300B" w:rsidRDefault="0009156E" w:rsidP="00021F36">
            <w:pPr>
              <w:pStyle w:val="ConsPlusNormal"/>
              <w:ind w:firstLine="0"/>
              <w:rPr>
                <w:rFonts w:ascii="Times New Roman" w:hAnsi="Times New Roman"/>
                <w:b/>
                <w:sz w:val="24"/>
                <w:szCs w:val="24"/>
              </w:rPr>
            </w:pP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Default="0009156E" w:rsidP="00021F36">
            <w:pPr>
              <w:pStyle w:val="ConsPlusNormal"/>
              <w:ind w:firstLine="0"/>
              <w:rPr>
                <w:rFonts w:ascii="Times New Roman" w:hAnsi="Times New Roman"/>
                <w:sz w:val="20"/>
                <w:szCs w:val="20"/>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p w:rsidR="0009156E" w:rsidRDefault="0009156E" w:rsidP="00021F36">
            <w:pPr>
              <w:pStyle w:val="ConsPlusNormal"/>
              <w:ind w:firstLine="0"/>
              <w:rPr>
                <w:rFonts w:ascii="Times New Roman" w:hAnsi="Times New Roman"/>
                <w:sz w:val="20"/>
                <w:szCs w:val="20"/>
              </w:rPr>
            </w:pPr>
          </w:p>
          <w:p w:rsidR="0009156E" w:rsidRDefault="0009156E" w:rsidP="00021F36">
            <w:pPr>
              <w:pStyle w:val="ConsPlusNormal"/>
              <w:ind w:firstLine="0"/>
              <w:rPr>
                <w:rFonts w:ascii="Times New Roman" w:hAnsi="Times New Roman"/>
                <w:sz w:val="20"/>
                <w:szCs w:val="20"/>
              </w:rPr>
            </w:pPr>
          </w:p>
          <w:p w:rsidR="0009156E" w:rsidRPr="004D300B" w:rsidRDefault="0009156E" w:rsidP="00021F36">
            <w:pPr>
              <w:pStyle w:val="ConsPlusNormal"/>
              <w:ind w:firstLine="0"/>
              <w:rPr>
                <w:rFonts w:ascii="Times New Roman" w:hAnsi="Times New Roman"/>
                <w:b/>
                <w:sz w:val="24"/>
                <w:szCs w:val="24"/>
              </w:rPr>
            </w:pPr>
          </w:p>
        </w:tc>
        <w:tc>
          <w:tcPr>
            <w:tcW w:w="1498" w:type="dxa"/>
          </w:tcPr>
          <w:p w:rsidR="0009156E" w:rsidRDefault="0009156E" w:rsidP="00021F36">
            <w:pPr>
              <w:pStyle w:val="ConsPlusNormal"/>
              <w:ind w:firstLine="0"/>
              <w:rPr>
                <w:rFonts w:ascii="Times New Roman" w:hAnsi="Times New Roman"/>
              </w:rPr>
            </w:pPr>
            <w:r w:rsidRPr="0013415B">
              <w:rPr>
                <w:rFonts w:ascii="Times New Roman" w:hAnsi="Times New Roman"/>
              </w:rPr>
              <w:lastRenderedPageBreak/>
              <w:t>03090520100590</w:t>
            </w:r>
          </w:p>
          <w:p w:rsidR="0009156E" w:rsidRDefault="0009156E" w:rsidP="00021F36">
            <w:pPr>
              <w:pStyle w:val="ConsPlusNormal"/>
              <w:ind w:firstLine="0"/>
              <w:rPr>
                <w:rFonts w:ascii="Times New Roman" w:hAnsi="Times New Roman"/>
              </w:rPr>
            </w:pPr>
            <w:r>
              <w:rPr>
                <w:rFonts w:ascii="Times New Roman" w:hAnsi="Times New Roman"/>
              </w:rPr>
              <w:t>03090520170100</w:t>
            </w:r>
          </w:p>
          <w:p w:rsidR="0009156E" w:rsidRPr="0013415B" w:rsidRDefault="0009156E" w:rsidP="00021F36">
            <w:pPr>
              <w:pStyle w:val="ConsPlusNormal"/>
              <w:ind w:firstLine="0"/>
              <w:rPr>
                <w:rFonts w:ascii="Times New Roman" w:hAnsi="Times New Roman"/>
              </w:rPr>
            </w:pPr>
            <w:r>
              <w:rPr>
                <w:rFonts w:ascii="Times New Roman" w:hAnsi="Times New Roman"/>
              </w:rPr>
              <w:t>03090520120</w:t>
            </w:r>
            <w:r>
              <w:rPr>
                <w:rFonts w:ascii="Times New Roman" w:hAnsi="Times New Roman"/>
              </w:rPr>
              <w:lastRenderedPageBreak/>
              <w:t>570</w:t>
            </w:r>
          </w:p>
        </w:tc>
        <w:tc>
          <w:tcPr>
            <w:tcW w:w="1742" w:type="dxa"/>
          </w:tcPr>
          <w:p w:rsidR="0009156E" w:rsidRDefault="0009156E" w:rsidP="007752AD">
            <w:pPr>
              <w:pStyle w:val="ConsPlusNormal"/>
              <w:ind w:firstLine="0"/>
              <w:rPr>
                <w:rFonts w:ascii="Times New Roman" w:hAnsi="Times New Roman"/>
                <w:sz w:val="24"/>
                <w:szCs w:val="24"/>
              </w:rPr>
            </w:pPr>
            <w:r>
              <w:rPr>
                <w:rFonts w:ascii="Times New Roman" w:hAnsi="Times New Roman"/>
                <w:sz w:val="24"/>
                <w:szCs w:val="24"/>
              </w:rPr>
              <w:lastRenderedPageBreak/>
              <w:t>1911</w:t>
            </w:r>
          </w:p>
          <w:p w:rsidR="0009156E" w:rsidRDefault="0009156E" w:rsidP="007752AD">
            <w:pPr>
              <w:pStyle w:val="ConsPlusNormal"/>
              <w:ind w:firstLine="0"/>
              <w:rPr>
                <w:rFonts w:ascii="Times New Roman" w:hAnsi="Times New Roman"/>
                <w:sz w:val="24"/>
                <w:szCs w:val="24"/>
              </w:rPr>
            </w:pPr>
          </w:p>
          <w:p w:rsidR="0009156E" w:rsidRDefault="0009156E" w:rsidP="007752AD">
            <w:pPr>
              <w:pStyle w:val="ConsPlusNormal"/>
              <w:ind w:firstLine="0"/>
              <w:rPr>
                <w:rFonts w:ascii="Times New Roman" w:hAnsi="Times New Roman"/>
                <w:sz w:val="24"/>
                <w:szCs w:val="24"/>
              </w:rPr>
            </w:pPr>
            <w:r>
              <w:rPr>
                <w:rFonts w:ascii="Times New Roman" w:hAnsi="Times New Roman"/>
                <w:sz w:val="24"/>
                <w:szCs w:val="24"/>
              </w:rPr>
              <w:t>70,6</w:t>
            </w:r>
          </w:p>
          <w:p w:rsidR="0009156E" w:rsidRDefault="0009156E" w:rsidP="007752AD">
            <w:pPr>
              <w:pStyle w:val="ConsPlusNormal"/>
              <w:ind w:firstLine="0"/>
              <w:rPr>
                <w:rFonts w:ascii="Times New Roman" w:hAnsi="Times New Roman"/>
                <w:sz w:val="24"/>
                <w:szCs w:val="24"/>
              </w:rPr>
            </w:pPr>
          </w:p>
          <w:p w:rsidR="0009156E" w:rsidRPr="004D300B" w:rsidRDefault="0009156E" w:rsidP="007752AD">
            <w:pPr>
              <w:pStyle w:val="ConsPlusNormal"/>
              <w:ind w:firstLine="0"/>
              <w:rPr>
                <w:rFonts w:ascii="Times New Roman" w:hAnsi="Times New Roman"/>
                <w:sz w:val="24"/>
                <w:szCs w:val="24"/>
              </w:rPr>
            </w:pPr>
            <w:r>
              <w:rPr>
                <w:rFonts w:ascii="Times New Roman" w:hAnsi="Times New Roman"/>
                <w:sz w:val="24"/>
                <w:szCs w:val="24"/>
              </w:rPr>
              <w:t>30</w:t>
            </w:r>
          </w:p>
        </w:tc>
      </w:tr>
      <w:tr w:rsidR="0009156E" w:rsidRPr="004D300B" w:rsidTr="00402035">
        <w:trPr>
          <w:trHeight w:val="378"/>
        </w:trPr>
        <w:tc>
          <w:tcPr>
            <w:tcW w:w="828" w:type="dxa"/>
            <w:vAlign w:val="center"/>
          </w:tcPr>
          <w:p w:rsidR="0009156E" w:rsidRPr="004D300B" w:rsidRDefault="0009156E" w:rsidP="00021F36">
            <w:r w:rsidRPr="004D300B">
              <w:t>1</w:t>
            </w:r>
          </w:p>
        </w:tc>
        <w:tc>
          <w:tcPr>
            <w:tcW w:w="1620" w:type="dxa"/>
            <w:vAlign w:val="center"/>
          </w:tcPr>
          <w:p w:rsidR="0009156E" w:rsidRPr="004D300B" w:rsidRDefault="0009156E" w:rsidP="00021F36">
            <w:r w:rsidRPr="004D300B">
              <w:t>2</w:t>
            </w:r>
          </w:p>
        </w:tc>
        <w:tc>
          <w:tcPr>
            <w:tcW w:w="2880" w:type="dxa"/>
            <w:vAlign w:val="center"/>
          </w:tcPr>
          <w:p w:rsidR="0009156E" w:rsidRPr="004D300B" w:rsidRDefault="0009156E" w:rsidP="00021F36">
            <w:r w:rsidRPr="004D300B">
              <w:t>3</w:t>
            </w:r>
          </w:p>
        </w:tc>
        <w:tc>
          <w:tcPr>
            <w:tcW w:w="2160" w:type="dxa"/>
            <w:vAlign w:val="center"/>
          </w:tcPr>
          <w:p w:rsidR="0009156E" w:rsidRPr="004D300B" w:rsidRDefault="0009156E" w:rsidP="00021F36">
            <w:r w:rsidRPr="004D300B">
              <w:t>4</w:t>
            </w:r>
          </w:p>
        </w:tc>
        <w:tc>
          <w:tcPr>
            <w:tcW w:w="1260" w:type="dxa"/>
            <w:vAlign w:val="center"/>
          </w:tcPr>
          <w:p w:rsidR="0009156E" w:rsidRPr="004D300B" w:rsidRDefault="0009156E" w:rsidP="00021F36">
            <w:r w:rsidRPr="004D300B">
              <w:t>5</w:t>
            </w:r>
          </w:p>
        </w:tc>
        <w:tc>
          <w:tcPr>
            <w:tcW w:w="1453" w:type="dxa"/>
            <w:vAlign w:val="center"/>
          </w:tcPr>
          <w:p w:rsidR="0009156E" w:rsidRPr="004D300B" w:rsidRDefault="0009156E" w:rsidP="00021F36">
            <w:r w:rsidRPr="004D300B">
              <w:t>6</w:t>
            </w:r>
          </w:p>
        </w:tc>
        <w:tc>
          <w:tcPr>
            <w:tcW w:w="2147" w:type="dxa"/>
            <w:vAlign w:val="center"/>
          </w:tcPr>
          <w:p w:rsidR="0009156E" w:rsidRPr="004D300B" w:rsidRDefault="0009156E" w:rsidP="00021F36">
            <w:r w:rsidRPr="004D300B">
              <w:t>7</w:t>
            </w:r>
          </w:p>
        </w:tc>
        <w:tc>
          <w:tcPr>
            <w:tcW w:w="1498" w:type="dxa"/>
            <w:vAlign w:val="center"/>
          </w:tcPr>
          <w:p w:rsidR="0009156E" w:rsidRPr="004D300B" w:rsidRDefault="0009156E" w:rsidP="00021F36">
            <w:r w:rsidRPr="004D300B">
              <w:t>8</w:t>
            </w:r>
          </w:p>
        </w:tc>
        <w:tc>
          <w:tcPr>
            <w:tcW w:w="1742" w:type="dxa"/>
            <w:vAlign w:val="center"/>
          </w:tcPr>
          <w:p w:rsidR="0009156E" w:rsidRPr="004D300B" w:rsidRDefault="0009156E" w:rsidP="00021F36">
            <w:r w:rsidRPr="004D300B">
              <w:t>9</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09156E" w:rsidRPr="004D300B" w:rsidRDefault="0009156E" w:rsidP="00021F36">
            <w:r w:rsidRPr="004D300B">
              <w:t xml:space="preserve">Основное </w:t>
            </w:r>
            <w:r w:rsidRPr="004D300B">
              <w:br/>
              <w:t>мероприятие</w:t>
            </w:r>
          </w:p>
          <w:p w:rsidR="0009156E" w:rsidRPr="004D300B" w:rsidRDefault="0009156E" w:rsidP="00021F36"/>
          <w:p w:rsidR="0009156E" w:rsidRPr="004D300B" w:rsidRDefault="0009156E" w:rsidP="00021F36"/>
          <w:p w:rsidR="0009156E" w:rsidRPr="004D300B" w:rsidRDefault="0009156E" w:rsidP="00021F36"/>
          <w:p w:rsidR="0009156E" w:rsidRPr="004D300B" w:rsidRDefault="0009156E" w:rsidP="00021F36"/>
          <w:p w:rsidR="0009156E" w:rsidRPr="004D300B" w:rsidRDefault="0009156E" w:rsidP="00021F36"/>
        </w:tc>
        <w:tc>
          <w:tcPr>
            <w:tcW w:w="2880" w:type="dxa"/>
            <w:vAlign w:val="center"/>
          </w:tcPr>
          <w:p w:rsidR="0009156E" w:rsidRPr="004D300B" w:rsidRDefault="0009156E" w:rsidP="00021F36">
            <w:r w:rsidRPr="004D300B">
              <w:t>Финансовое обеспечение других обязательств государства</w:t>
            </w:r>
          </w:p>
          <w:p w:rsidR="0009156E" w:rsidRPr="004D300B" w:rsidRDefault="0009156E" w:rsidP="00021F36"/>
        </w:tc>
        <w:tc>
          <w:tcPr>
            <w:tcW w:w="2160" w:type="dxa"/>
          </w:tcPr>
          <w:p w:rsidR="0009156E" w:rsidRPr="004D300B" w:rsidRDefault="0009156E" w:rsidP="00021F36">
            <w:pPr>
              <w:pStyle w:val="ConsPlusNormal"/>
              <w:ind w:firstLine="0"/>
              <w:rPr>
                <w:rFonts w:ascii="Times New Roman" w:hAnsi="Times New Roman"/>
                <w:b/>
                <w:sz w:val="24"/>
                <w:szCs w:val="24"/>
              </w:rPr>
            </w:pP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6D26D0" w:rsidRDefault="0009156E" w:rsidP="00021F36">
            <w:pPr>
              <w:pStyle w:val="ConsPlusNormal"/>
              <w:ind w:firstLine="0"/>
              <w:rPr>
                <w:rFonts w:ascii="Times New Roman" w:hAnsi="Times New Roman"/>
                <w:b/>
                <w:sz w:val="20"/>
                <w:szCs w:val="20"/>
              </w:rPr>
            </w:pPr>
            <w:r w:rsidRPr="006D26D0">
              <w:rPr>
                <w:rFonts w:ascii="Times New Roman" w:hAnsi="Times New Roman"/>
                <w:sz w:val="20"/>
                <w:szCs w:val="20"/>
              </w:rPr>
              <w:t>Обеспечение в пол</w:t>
            </w:r>
            <w:r>
              <w:rPr>
                <w:rFonts w:ascii="Times New Roman" w:hAnsi="Times New Roman"/>
                <w:sz w:val="20"/>
                <w:szCs w:val="20"/>
              </w:rPr>
              <w:t>-</w:t>
            </w:r>
            <w:r w:rsidRPr="006D26D0">
              <w:rPr>
                <w:rFonts w:ascii="Times New Roman" w:hAnsi="Times New Roman"/>
                <w:sz w:val="20"/>
                <w:szCs w:val="20"/>
              </w:rPr>
              <w:t>ном объеме услугами по содержанию иму</w:t>
            </w:r>
            <w:r>
              <w:rPr>
                <w:rFonts w:ascii="Times New Roman" w:hAnsi="Times New Roman"/>
                <w:sz w:val="20"/>
                <w:szCs w:val="20"/>
              </w:rPr>
              <w:t>-</w:t>
            </w:r>
            <w:r w:rsidRPr="006D26D0">
              <w:rPr>
                <w:rFonts w:ascii="Times New Roman" w:hAnsi="Times New Roman"/>
                <w:sz w:val="20"/>
                <w:szCs w:val="20"/>
              </w:rPr>
              <w:t>щества, и матери</w:t>
            </w:r>
            <w:r>
              <w:rPr>
                <w:rFonts w:ascii="Times New Roman" w:hAnsi="Times New Roman"/>
                <w:sz w:val="20"/>
                <w:szCs w:val="20"/>
              </w:rPr>
              <w:t>-</w:t>
            </w:r>
            <w:r w:rsidRPr="006D26D0">
              <w:rPr>
                <w:rFonts w:ascii="Times New Roman" w:hAnsi="Times New Roman"/>
                <w:sz w:val="20"/>
                <w:szCs w:val="20"/>
              </w:rPr>
              <w:t>ально-техническими средствами админи</w:t>
            </w:r>
            <w:r>
              <w:rPr>
                <w:rFonts w:ascii="Times New Roman" w:hAnsi="Times New Roman"/>
                <w:sz w:val="20"/>
                <w:szCs w:val="20"/>
              </w:rPr>
              <w:t>-</w:t>
            </w:r>
            <w:r w:rsidRPr="006D26D0">
              <w:rPr>
                <w:rFonts w:ascii="Times New Roman" w:hAnsi="Times New Roman"/>
                <w:sz w:val="20"/>
                <w:szCs w:val="20"/>
              </w:rPr>
              <w:t>страции Таловского муниципального района:</w:t>
            </w:r>
          </w:p>
        </w:tc>
        <w:tc>
          <w:tcPr>
            <w:tcW w:w="1498" w:type="dxa"/>
          </w:tcPr>
          <w:p w:rsidR="0009156E" w:rsidRDefault="0009156E" w:rsidP="00021F36">
            <w:pPr>
              <w:pStyle w:val="ConsPlusNormal"/>
              <w:ind w:firstLine="0"/>
              <w:rPr>
                <w:rFonts w:ascii="Times New Roman" w:hAnsi="Times New Roman"/>
              </w:rPr>
            </w:pPr>
            <w:r w:rsidRPr="004D300B">
              <w:rPr>
                <w:rFonts w:ascii="Times New Roman" w:hAnsi="Times New Roman"/>
              </w:rPr>
              <w:t>0113</w:t>
            </w:r>
            <w:r>
              <w:rPr>
                <w:rFonts w:ascii="Times New Roman" w:hAnsi="Times New Roman"/>
              </w:rPr>
              <w:t>0520200590</w:t>
            </w:r>
          </w:p>
          <w:p w:rsidR="0009156E" w:rsidRPr="004D300B" w:rsidRDefault="0009156E" w:rsidP="00021F36">
            <w:pPr>
              <w:pStyle w:val="ConsPlusNormal"/>
              <w:ind w:firstLine="0"/>
              <w:rPr>
                <w:rFonts w:ascii="Times New Roman" w:hAnsi="Times New Roman"/>
              </w:rPr>
            </w:pPr>
            <w:r>
              <w:rPr>
                <w:rFonts w:ascii="Times New Roman" w:hAnsi="Times New Roman"/>
              </w:rPr>
              <w:t>01130520270100</w:t>
            </w:r>
          </w:p>
        </w:tc>
        <w:tc>
          <w:tcPr>
            <w:tcW w:w="1742" w:type="dxa"/>
          </w:tcPr>
          <w:p w:rsidR="0009156E" w:rsidRDefault="0009156E" w:rsidP="007752AD">
            <w:pPr>
              <w:pStyle w:val="ConsPlusNormal"/>
              <w:ind w:firstLine="0"/>
              <w:rPr>
                <w:rFonts w:ascii="Times New Roman" w:hAnsi="Times New Roman"/>
                <w:sz w:val="24"/>
                <w:szCs w:val="24"/>
              </w:rPr>
            </w:pPr>
            <w:r>
              <w:rPr>
                <w:rFonts w:ascii="Times New Roman" w:hAnsi="Times New Roman"/>
                <w:sz w:val="24"/>
                <w:szCs w:val="24"/>
              </w:rPr>
              <w:t>17541,0</w:t>
            </w:r>
          </w:p>
          <w:p w:rsidR="0009156E" w:rsidRDefault="0009156E" w:rsidP="007752AD">
            <w:pPr>
              <w:pStyle w:val="ConsPlusNormal"/>
              <w:ind w:firstLine="0"/>
              <w:rPr>
                <w:rFonts w:ascii="Times New Roman" w:hAnsi="Times New Roman"/>
                <w:sz w:val="24"/>
                <w:szCs w:val="24"/>
              </w:rPr>
            </w:pPr>
          </w:p>
          <w:p w:rsidR="0009156E" w:rsidRPr="004D300B" w:rsidRDefault="0009156E" w:rsidP="007752AD">
            <w:pPr>
              <w:pStyle w:val="ConsPlusNormal"/>
              <w:ind w:firstLine="0"/>
              <w:rPr>
                <w:rFonts w:ascii="Times New Roman" w:hAnsi="Times New Roman"/>
                <w:sz w:val="24"/>
                <w:szCs w:val="24"/>
              </w:rPr>
            </w:pPr>
            <w:r>
              <w:rPr>
                <w:rFonts w:ascii="Times New Roman" w:hAnsi="Times New Roman"/>
                <w:sz w:val="24"/>
                <w:szCs w:val="24"/>
              </w:rPr>
              <w:t>263,7</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09156E" w:rsidRPr="004D300B" w:rsidRDefault="0009156E" w:rsidP="00021F36">
            <w:pPr>
              <w:rPr>
                <w:b/>
              </w:rPr>
            </w:pPr>
            <w:r w:rsidRPr="004D300B">
              <w:rPr>
                <w:b/>
              </w:rPr>
              <w:t>ПОДПРОГРАММА 3</w:t>
            </w:r>
          </w:p>
        </w:tc>
        <w:tc>
          <w:tcPr>
            <w:tcW w:w="2880" w:type="dxa"/>
          </w:tcPr>
          <w:p w:rsidR="0009156E" w:rsidRPr="004D300B" w:rsidRDefault="0009156E" w:rsidP="00021F36">
            <w:pPr>
              <w:rPr>
                <w:b/>
              </w:rPr>
            </w:pPr>
            <w:r w:rsidRPr="004D300B">
              <w:rPr>
                <w:b/>
              </w:rPr>
              <w:t>«Управление муниципальным имуществом» </w:t>
            </w:r>
          </w:p>
        </w:tc>
        <w:tc>
          <w:tcPr>
            <w:tcW w:w="2160"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09156E" w:rsidRPr="004D300B" w:rsidRDefault="0009156E" w:rsidP="00021F36">
            <w:pPr>
              <w:pStyle w:val="ConsPlusNormal"/>
              <w:ind w:firstLine="0"/>
              <w:rPr>
                <w:rFonts w:ascii="Times New Roman" w:hAnsi="Times New Roman"/>
                <w:b/>
                <w:sz w:val="24"/>
                <w:szCs w:val="24"/>
              </w:rPr>
            </w:pPr>
          </w:p>
        </w:tc>
        <w:tc>
          <w:tcPr>
            <w:tcW w:w="1453" w:type="dxa"/>
          </w:tcPr>
          <w:p w:rsidR="0009156E" w:rsidRPr="004D300B" w:rsidRDefault="0009156E" w:rsidP="00021F36">
            <w:pPr>
              <w:pStyle w:val="ConsPlusNormal"/>
              <w:ind w:firstLine="0"/>
              <w:rPr>
                <w:rFonts w:ascii="Times New Roman" w:hAnsi="Times New Roman"/>
                <w:b/>
                <w:sz w:val="24"/>
                <w:szCs w:val="24"/>
              </w:rPr>
            </w:pPr>
          </w:p>
        </w:tc>
        <w:tc>
          <w:tcPr>
            <w:tcW w:w="2147" w:type="dxa"/>
          </w:tcPr>
          <w:p w:rsidR="0009156E" w:rsidRPr="004D300B" w:rsidRDefault="0009156E" w:rsidP="00021F36">
            <w:pPr>
              <w:pStyle w:val="ConsPlusNormal"/>
              <w:ind w:firstLine="0"/>
              <w:rPr>
                <w:rFonts w:ascii="Times New Roman" w:hAnsi="Times New Roman"/>
                <w:b/>
                <w:sz w:val="24"/>
                <w:szCs w:val="24"/>
              </w:rPr>
            </w:pPr>
          </w:p>
        </w:tc>
        <w:tc>
          <w:tcPr>
            <w:tcW w:w="1498" w:type="dxa"/>
          </w:tcPr>
          <w:p w:rsidR="0009156E" w:rsidRPr="004D300B" w:rsidRDefault="0009156E" w:rsidP="00021F36">
            <w:pPr>
              <w:pStyle w:val="ConsPlusNormal"/>
              <w:ind w:firstLine="0"/>
              <w:rPr>
                <w:rFonts w:ascii="Times New Roman" w:hAnsi="Times New Roman"/>
              </w:rPr>
            </w:pPr>
          </w:p>
        </w:tc>
        <w:tc>
          <w:tcPr>
            <w:tcW w:w="1742" w:type="dxa"/>
          </w:tcPr>
          <w:p w:rsidR="0009156E" w:rsidRPr="00081955" w:rsidRDefault="0009156E" w:rsidP="007752AD">
            <w:pPr>
              <w:pStyle w:val="ConsPlusNormal"/>
              <w:ind w:firstLine="0"/>
              <w:rPr>
                <w:rFonts w:ascii="Times New Roman" w:hAnsi="Times New Roman"/>
                <w:b/>
                <w:sz w:val="24"/>
                <w:szCs w:val="24"/>
              </w:rPr>
            </w:pPr>
            <w:r>
              <w:rPr>
                <w:rFonts w:ascii="Times New Roman" w:hAnsi="Times New Roman"/>
                <w:b/>
                <w:sz w:val="24"/>
                <w:szCs w:val="24"/>
              </w:rPr>
              <w:t>5048,1</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09156E" w:rsidRPr="004D300B" w:rsidRDefault="0009156E" w:rsidP="00021F36">
            <w:r w:rsidRPr="004D300B">
              <w:t>Основное мероприятие</w:t>
            </w:r>
            <w:r>
              <w:t xml:space="preserve"> 3.1.</w:t>
            </w:r>
          </w:p>
        </w:tc>
        <w:tc>
          <w:tcPr>
            <w:tcW w:w="2880" w:type="dxa"/>
          </w:tcPr>
          <w:p w:rsidR="0009156E" w:rsidRPr="004D300B" w:rsidRDefault="0009156E" w:rsidP="00021F36">
            <w:r w:rsidRPr="004D300B">
              <w:t xml:space="preserve"> Техническая инвентаризация, оценка имущества для принятия управленческих решений</w:t>
            </w:r>
          </w:p>
          <w:p w:rsidR="0009156E" w:rsidRPr="004D300B" w:rsidRDefault="0009156E" w:rsidP="00021F36"/>
        </w:tc>
        <w:tc>
          <w:tcPr>
            <w:tcW w:w="2160" w:type="dxa"/>
          </w:tcPr>
          <w:p w:rsidR="0009156E" w:rsidRPr="004D300B" w:rsidRDefault="0009156E" w:rsidP="00021F36">
            <w:pPr>
              <w:pStyle w:val="ConsPlusNormal"/>
              <w:ind w:firstLine="0"/>
              <w:rPr>
                <w:rFonts w:ascii="Times New Roman" w:hAnsi="Times New Roman"/>
                <w:b/>
                <w:sz w:val="24"/>
                <w:szCs w:val="24"/>
              </w:rPr>
            </w:pP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3814E5" w:rsidRDefault="0009156E" w:rsidP="00021F36">
            <w:pPr>
              <w:pStyle w:val="ConsPlusNormal"/>
              <w:ind w:firstLine="0"/>
              <w:rPr>
                <w:rFonts w:ascii="Times New Roman" w:hAnsi="Times New Roman"/>
                <w:sz w:val="20"/>
                <w:szCs w:val="20"/>
              </w:rPr>
            </w:pPr>
            <w:r w:rsidRPr="003814E5">
              <w:rPr>
                <w:rFonts w:ascii="Times New Roman" w:hAnsi="Times New Roman"/>
                <w:sz w:val="20"/>
                <w:szCs w:val="20"/>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09156E" w:rsidRPr="004D300B" w:rsidRDefault="0009156E" w:rsidP="00021F36">
            <w:pPr>
              <w:pStyle w:val="ConsPlusNormal"/>
              <w:ind w:firstLine="0"/>
              <w:rPr>
                <w:rFonts w:ascii="Times New Roman" w:hAnsi="Times New Roman"/>
              </w:rPr>
            </w:pPr>
            <w:r>
              <w:rPr>
                <w:rFonts w:ascii="Times New Roman" w:hAnsi="Times New Roman"/>
              </w:rPr>
              <w:t>93501130530180200</w:t>
            </w:r>
          </w:p>
        </w:tc>
        <w:tc>
          <w:tcPr>
            <w:tcW w:w="1742" w:type="dxa"/>
          </w:tcPr>
          <w:p w:rsidR="0009156E" w:rsidRPr="00081955" w:rsidRDefault="0009156E" w:rsidP="007752AD">
            <w:pPr>
              <w:pStyle w:val="ConsPlusNormal"/>
              <w:ind w:firstLine="0"/>
              <w:rPr>
                <w:rFonts w:ascii="Times New Roman" w:hAnsi="Times New Roman"/>
                <w:sz w:val="24"/>
                <w:szCs w:val="24"/>
              </w:rPr>
            </w:pPr>
            <w:r>
              <w:rPr>
                <w:rFonts w:ascii="Times New Roman" w:hAnsi="Times New Roman"/>
                <w:sz w:val="24"/>
                <w:szCs w:val="24"/>
              </w:rPr>
              <w:t>143,5</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09156E" w:rsidRPr="004D300B" w:rsidRDefault="0009156E" w:rsidP="00021F36">
            <w:r w:rsidRPr="004D300B">
              <w:t>Основное мероприятие</w:t>
            </w:r>
            <w:r>
              <w:t xml:space="preserve"> 3.2.</w:t>
            </w:r>
          </w:p>
        </w:tc>
        <w:tc>
          <w:tcPr>
            <w:tcW w:w="2880" w:type="dxa"/>
          </w:tcPr>
          <w:p w:rsidR="0009156E" w:rsidRDefault="0009156E" w:rsidP="00021F36"/>
          <w:p w:rsidR="0009156E" w:rsidRDefault="0009156E" w:rsidP="00553744"/>
          <w:p w:rsidR="0009156E" w:rsidRPr="00553744" w:rsidRDefault="0009156E" w:rsidP="00553744">
            <w:pPr>
              <w:jc w:val="center"/>
            </w:pPr>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160" w:type="dxa"/>
          </w:tcPr>
          <w:p w:rsidR="0009156E" w:rsidRPr="004D300B" w:rsidRDefault="0009156E" w:rsidP="00021F36">
            <w:pPr>
              <w:pStyle w:val="ConsPlusNormal"/>
              <w:ind w:firstLine="0"/>
              <w:rPr>
                <w:rFonts w:ascii="Times New Roman" w:hAnsi="Times New Roman"/>
                <w:b/>
                <w:sz w:val="24"/>
                <w:szCs w:val="24"/>
              </w:rPr>
            </w:pP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Default="0009156E" w:rsidP="00021F36">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r>
              <w:rPr>
                <w:rFonts w:ascii="Times New Roman" w:hAnsi="Times New Roman"/>
              </w:rPr>
              <w:t xml:space="preserve">, приобретение </w:t>
            </w:r>
            <w:r>
              <w:rPr>
                <w:rFonts w:ascii="Times New Roman" w:hAnsi="Times New Roman"/>
              </w:rPr>
              <w:lastRenderedPageBreak/>
              <w:t>жилья для решения задач районного значения</w:t>
            </w:r>
          </w:p>
          <w:p w:rsidR="0009156E" w:rsidRDefault="0009156E" w:rsidP="00021F36">
            <w:pPr>
              <w:pStyle w:val="ConsPlusNormal"/>
              <w:ind w:firstLine="0"/>
              <w:rPr>
                <w:rFonts w:ascii="Times New Roman" w:hAnsi="Times New Roman"/>
              </w:rPr>
            </w:pPr>
          </w:p>
          <w:p w:rsidR="0009156E" w:rsidRPr="004D300B" w:rsidRDefault="0009156E" w:rsidP="00021F36">
            <w:pPr>
              <w:pStyle w:val="ConsPlusNormal"/>
              <w:ind w:firstLine="0"/>
              <w:rPr>
                <w:rFonts w:ascii="Times New Roman" w:hAnsi="Times New Roman"/>
              </w:rPr>
            </w:pPr>
          </w:p>
        </w:tc>
        <w:tc>
          <w:tcPr>
            <w:tcW w:w="1498" w:type="dxa"/>
          </w:tcPr>
          <w:p w:rsidR="0009156E" w:rsidRPr="004D300B" w:rsidRDefault="0009156E" w:rsidP="00021F36">
            <w:pPr>
              <w:pStyle w:val="ConsPlusNormal"/>
              <w:ind w:firstLine="0"/>
              <w:rPr>
                <w:rFonts w:ascii="Times New Roman" w:hAnsi="Times New Roman"/>
              </w:rPr>
            </w:pPr>
            <w:r>
              <w:rPr>
                <w:rFonts w:ascii="Times New Roman" w:hAnsi="Times New Roman"/>
              </w:rPr>
              <w:lastRenderedPageBreak/>
              <w:t>93501130530280200</w:t>
            </w:r>
          </w:p>
        </w:tc>
        <w:tc>
          <w:tcPr>
            <w:tcW w:w="1742" w:type="dxa"/>
          </w:tcPr>
          <w:p w:rsidR="0009156E" w:rsidRPr="00E95666" w:rsidRDefault="0009156E" w:rsidP="007752AD">
            <w:pPr>
              <w:pStyle w:val="ConsPlusNormal"/>
              <w:ind w:firstLine="0"/>
              <w:rPr>
                <w:rFonts w:ascii="Times New Roman" w:hAnsi="Times New Roman"/>
                <w:sz w:val="24"/>
                <w:szCs w:val="24"/>
              </w:rPr>
            </w:pPr>
            <w:r>
              <w:rPr>
                <w:rFonts w:ascii="Times New Roman" w:hAnsi="Times New Roman"/>
                <w:sz w:val="24"/>
                <w:szCs w:val="24"/>
              </w:rPr>
              <w:t>2289,8</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sz w:val="24"/>
                <w:szCs w:val="24"/>
              </w:rPr>
            </w:pPr>
            <w:r>
              <w:rPr>
                <w:rFonts w:ascii="Times New Roman" w:hAnsi="Times New Roman"/>
                <w:sz w:val="24"/>
                <w:szCs w:val="24"/>
              </w:rPr>
              <w:t>1</w:t>
            </w:r>
          </w:p>
        </w:tc>
        <w:tc>
          <w:tcPr>
            <w:tcW w:w="1620" w:type="dxa"/>
          </w:tcPr>
          <w:p w:rsidR="0009156E" w:rsidRPr="004D300B" w:rsidRDefault="0009156E" w:rsidP="00021F36">
            <w:r>
              <w:t>2</w:t>
            </w:r>
          </w:p>
        </w:tc>
        <w:tc>
          <w:tcPr>
            <w:tcW w:w="2880" w:type="dxa"/>
          </w:tcPr>
          <w:p w:rsidR="0009156E" w:rsidRDefault="0009156E" w:rsidP="00021F36">
            <w:r>
              <w:t>3</w:t>
            </w:r>
          </w:p>
        </w:tc>
        <w:tc>
          <w:tcPr>
            <w:tcW w:w="2160" w:type="dxa"/>
          </w:tcPr>
          <w:p w:rsidR="0009156E" w:rsidRPr="004D300B" w:rsidRDefault="0009156E" w:rsidP="00021F36">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09156E" w:rsidRPr="004D300B" w:rsidRDefault="0009156E" w:rsidP="00021F36">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09156E" w:rsidRPr="004D300B" w:rsidRDefault="0009156E" w:rsidP="00021F36">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09156E" w:rsidRPr="004D300B" w:rsidRDefault="0009156E" w:rsidP="00021F36">
            <w:pPr>
              <w:pStyle w:val="ConsPlusNormal"/>
              <w:ind w:firstLine="0"/>
              <w:rPr>
                <w:rFonts w:ascii="Times New Roman" w:hAnsi="Times New Roman"/>
              </w:rPr>
            </w:pPr>
            <w:r>
              <w:rPr>
                <w:rFonts w:ascii="Times New Roman" w:hAnsi="Times New Roman"/>
              </w:rPr>
              <w:t>7</w:t>
            </w:r>
          </w:p>
        </w:tc>
        <w:tc>
          <w:tcPr>
            <w:tcW w:w="1498" w:type="dxa"/>
          </w:tcPr>
          <w:p w:rsidR="0009156E" w:rsidRDefault="0009156E" w:rsidP="00021F36">
            <w:pPr>
              <w:pStyle w:val="ConsPlusNormal"/>
              <w:ind w:firstLine="0"/>
              <w:rPr>
                <w:rFonts w:ascii="Times New Roman" w:hAnsi="Times New Roman"/>
              </w:rPr>
            </w:pPr>
            <w:r>
              <w:rPr>
                <w:rFonts w:ascii="Times New Roman" w:hAnsi="Times New Roman"/>
              </w:rPr>
              <w:t>8</w:t>
            </w:r>
          </w:p>
        </w:tc>
        <w:tc>
          <w:tcPr>
            <w:tcW w:w="1742" w:type="dxa"/>
          </w:tcPr>
          <w:p w:rsidR="0009156E" w:rsidRDefault="0009156E" w:rsidP="00021F36">
            <w:pPr>
              <w:pStyle w:val="ConsPlusNormal"/>
              <w:ind w:firstLine="0"/>
              <w:rPr>
                <w:rFonts w:ascii="Times New Roman" w:hAnsi="Times New Roman"/>
                <w:sz w:val="24"/>
                <w:szCs w:val="24"/>
              </w:rPr>
            </w:pPr>
            <w:r>
              <w:rPr>
                <w:rFonts w:ascii="Times New Roman" w:hAnsi="Times New Roman"/>
                <w:sz w:val="24"/>
                <w:szCs w:val="24"/>
              </w:rPr>
              <w:t>9</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sz w:val="24"/>
                <w:szCs w:val="24"/>
              </w:rPr>
            </w:pPr>
            <w:r>
              <w:rPr>
                <w:rFonts w:ascii="Times New Roman" w:hAnsi="Times New Roman"/>
                <w:sz w:val="24"/>
                <w:szCs w:val="24"/>
              </w:rPr>
              <w:t>3.2.1.</w:t>
            </w:r>
          </w:p>
        </w:tc>
        <w:tc>
          <w:tcPr>
            <w:tcW w:w="1620" w:type="dxa"/>
          </w:tcPr>
          <w:p w:rsidR="0009156E" w:rsidRPr="004D300B" w:rsidRDefault="0009156E" w:rsidP="00021F36">
            <w:r w:rsidRPr="004D300B">
              <w:t>Основное мероприятие</w:t>
            </w:r>
            <w:r>
              <w:t xml:space="preserve"> 3.2.1</w:t>
            </w:r>
          </w:p>
        </w:tc>
        <w:tc>
          <w:tcPr>
            <w:tcW w:w="2880" w:type="dxa"/>
          </w:tcPr>
          <w:p w:rsidR="0009156E" w:rsidRDefault="0009156E" w:rsidP="00021F36"/>
          <w:p w:rsidR="0009156E" w:rsidRPr="00553744" w:rsidRDefault="0009156E" w:rsidP="00553744">
            <w:pPr>
              <w:jc w:val="center"/>
            </w:pPr>
            <w:r>
              <w:t>Содержание имущества и проведение ремонтных работ</w:t>
            </w:r>
          </w:p>
        </w:tc>
        <w:tc>
          <w:tcPr>
            <w:tcW w:w="2160" w:type="dxa"/>
          </w:tcPr>
          <w:p w:rsidR="0009156E" w:rsidRPr="004D300B" w:rsidRDefault="0009156E" w:rsidP="00021F36">
            <w:pPr>
              <w:pStyle w:val="ConsPlusNormal"/>
              <w:ind w:firstLine="0"/>
              <w:rPr>
                <w:rFonts w:ascii="Times New Roman" w:hAnsi="Times New Roman"/>
                <w:b/>
                <w:sz w:val="24"/>
                <w:szCs w:val="24"/>
              </w:rPr>
            </w:pPr>
          </w:p>
        </w:tc>
        <w:tc>
          <w:tcPr>
            <w:tcW w:w="1260" w:type="dxa"/>
          </w:tcPr>
          <w:p w:rsidR="0009156E" w:rsidRPr="004D300B" w:rsidRDefault="0009156E" w:rsidP="00553744">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553744">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4D300B" w:rsidRDefault="0009156E" w:rsidP="00021F36">
            <w:pPr>
              <w:pStyle w:val="ConsPlusNormal"/>
              <w:ind w:firstLine="0"/>
              <w:rPr>
                <w:rFonts w:ascii="Times New Roman" w:hAnsi="Times New Roman"/>
              </w:rPr>
            </w:pPr>
          </w:p>
        </w:tc>
        <w:tc>
          <w:tcPr>
            <w:tcW w:w="1498" w:type="dxa"/>
          </w:tcPr>
          <w:p w:rsidR="0009156E" w:rsidRDefault="0009156E" w:rsidP="00021F36">
            <w:pPr>
              <w:pStyle w:val="ConsPlusNormal"/>
              <w:ind w:firstLine="0"/>
              <w:rPr>
                <w:rFonts w:ascii="Times New Roman" w:hAnsi="Times New Roman"/>
              </w:rPr>
            </w:pPr>
          </w:p>
        </w:tc>
        <w:tc>
          <w:tcPr>
            <w:tcW w:w="1742" w:type="dxa"/>
          </w:tcPr>
          <w:p w:rsidR="0009156E" w:rsidRDefault="0009156E" w:rsidP="00021F36">
            <w:pPr>
              <w:pStyle w:val="ConsPlusNormal"/>
              <w:ind w:firstLine="0"/>
              <w:rPr>
                <w:rFonts w:ascii="Times New Roman" w:hAnsi="Times New Roman"/>
                <w:sz w:val="24"/>
                <w:szCs w:val="24"/>
              </w:rPr>
            </w:pPr>
            <w:r>
              <w:rPr>
                <w:rFonts w:ascii="Times New Roman" w:hAnsi="Times New Roman"/>
                <w:sz w:val="24"/>
                <w:szCs w:val="24"/>
              </w:rPr>
              <w:t>409,8</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sz w:val="24"/>
                <w:szCs w:val="24"/>
              </w:rPr>
            </w:pPr>
            <w:r>
              <w:rPr>
                <w:rFonts w:ascii="Times New Roman" w:hAnsi="Times New Roman"/>
                <w:sz w:val="24"/>
                <w:szCs w:val="24"/>
              </w:rPr>
              <w:t>3.2.2.</w:t>
            </w:r>
          </w:p>
        </w:tc>
        <w:tc>
          <w:tcPr>
            <w:tcW w:w="1620" w:type="dxa"/>
          </w:tcPr>
          <w:p w:rsidR="0009156E" w:rsidRPr="004D300B" w:rsidRDefault="0009156E" w:rsidP="00021F36">
            <w:r w:rsidRPr="004D300B">
              <w:t>Основное мероприятие</w:t>
            </w:r>
            <w:r>
              <w:t xml:space="preserve"> 3.2.2</w:t>
            </w:r>
          </w:p>
        </w:tc>
        <w:tc>
          <w:tcPr>
            <w:tcW w:w="2880" w:type="dxa"/>
          </w:tcPr>
          <w:p w:rsidR="0009156E" w:rsidRPr="004D300B" w:rsidRDefault="0009156E" w:rsidP="00021F36">
            <w:r>
              <w:t>Приобретение жилья для муниципальных нужд</w:t>
            </w:r>
          </w:p>
        </w:tc>
        <w:tc>
          <w:tcPr>
            <w:tcW w:w="2160" w:type="dxa"/>
          </w:tcPr>
          <w:p w:rsidR="0009156E" w:rsidRPr="004D300B" w:rsidRDefault="0009156E" w:rsidP="00021F36">
            <w:pPr>
              <w:pStyle w:val="ConsPlusNormal"/>
              <w:ind w:firstLine="0"/>
              <w:rPr>
                <w:rFonts w:ascii="Times New Roman" w:hAnsi="Times New Roman"/>
                <w:b/>
                <w:sz w:val="24"/>
                <w:szCs w:val="24"/>
              </w:rPr>
            </w:pPr>
          </w:p>
        </w:tc>
        <w:tc>
          <w:tcPr>
            <w:tcW w:w="1260" w:type="dxa"/>
          </w:tcPr>
          <w:p w:rsidR="0009156E" w:rsidRPr="004D300B" w:rsidRDefault="0009156E" w:rsidP="00553744">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553744">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4D300B" w:rsidRDefault="0009156E" w:rsidP="00021F36">
            <w:pPr>
              <w:pStyle w:val="ConsPlusNormal"/>
              <w:ind w:firstLine="0"/>
              <w:rPr>
                <w:rFonts w:ascii="Times New Roman" w:hAnsi="Times New Roman"/>
              </w:rPr>
            </w:pPr>
          </w:p>
        </w:tc>
        <w:tc>
          <w:tcPr>
            <w:tcW w:w="1498" w:type="dxa"/>
          </w:tcPr>
          <w:p w:rsidR="0009156E" w:rsidRDefault="0009156E" w:rsidP="00021F36">
            <w:pPr>
              <w:pStyle w:val="ConsPlusNormal"/>
              <w:ind w:firstLine="0"/>
              <w:rPr>
                <w:rFonts w:ascii="Times New Roman" w:hAnsi="Times New Roman"/>
              </w:rPr>
            </w:pPr>
          </w:p>
        </w:tc>
        <w:tc>
          <w:tcPr>
            <w:tcW w:w="1742" w:type="dxa"/>
          </w:tcPr>
          <w:p w:rsidR="0009156E" w:rsidRDefault="0009156E" w:rsidP="00021F36">
            <w:pPr>
              <w:pStyle w:val="ConsPlusNormal"/>
              <w:ind w:firstLine="0"/>
              <w:rPr>
                <w:rFonts w:ascii="Times New Roman" w:hAnsi="Times New Roman"/>
                <w:sz w:val="24"/>
                <w:szCs w:val="24"/>
              </w:rPr>
            </w:pPr>
            <w:r>
              <w:rPr>
                <w:rFonts w:ascii="Times New Roman" w:hAnsi="Times New Roman"/>
                <w:sz w:val="24"/>
                <w:szCs w:val="24"/>
              </w:rPr>
              <w:t>1880</w:t>
            </w:r>
          </w:p>
        </w:tc>
      </w:tr>
      <w:tr w:rsidR="0009156E" w:rsidRPr="004D300B" w:rsidTr="00021F36">
        <w:tc>
          <w:tcPr>
            <w:tcW w:w="828" w:type="dxa"/>
          </w:tcPr>
          <w:p w:rsidR="0009156E" w:rsidRPr="004D300B" w:rsidRDefault="0009156E" w:rsidP="00021F36">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09156E" w:rsidRPr="004D300B" w:rsidRDefault="0009156E" w:rsidP="00021F36">
            <w:r w:rsidRPr="004D300B">
              <w:t>Основное мероприятие</w:t>
            </w:r>
            <w:r>
              <w:t xml:space="preserve"> 3.3.</w:t>
            </w:r>
          </w:p>
        </w:tc>
        <w:tc>
          <w:tcPr>
            <w:tcW w:w="2880" w:type="dxa"/>
          </w:tcPr>
          <w:p w:rsidR="0009156E" w:rsidRPr="004D300B" w:rsidRDefault="0009156E" w:rsidP="00021F36">
            <w:r>
              <w:t>Межевание земельных участков, оценка размера арендной платы</w:t>
            </w:r>
          </w:p>
        </w:tc>
        <w:tc>
          <w:tcPr>
            <w:tcW w:w="2160" w:type="dxa"/>
          </w:tcPr>
          <w:p w:rsidR="0009156E" w:rsidRPr="004D300B" w:rsidRDefault="0009156E" w:rsidP="00021F36">
            <w:pPr>
              <w:pStyle w:val="ConsPlusNormal"/>
              <w:ind w:firstLine="0"/>
              <w:rPr>
                <w:rFonts w:ascii="Times New Roman" w:hAnsi="Times New Roman"/>
                <w:b/>
                <w:sz w:val="24"/>
                <w:szCs w:val="24"/>
              </w:rPr>
            </w:pP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4D300B" w:rsidRDefault="0009156E" w:rsidP="00021F36">
            <w:pPr>
              <w:pStyle w:val="ConsPlusNormal"/>
              <w:ind w:firstLine="0"/>
              <w:rPr>
                <w:rFonts w:ascii="Times New Roman" w:hAnsi="Times New Roman"/>
              </w:rPr>
            </w:pPr>
            <w:r>
              <w:rPr>
                <w:rFonts w:ascii="Times New Roman" w:hAnsi="Times New Roman"/>
              </w:rPr>
              <w:t>Обеспечение эффективного управления и распоряжения земельными ресурсами</w:t>
            </w:r>
          </w:p>
        </w:tc>
        <w:tc>
          <w:tcPr>
            <w:tcW w:w="1498" w:type="dxa"/>
          </w:tcPr>
          <w:p w:rsidR="0009156E" w:rsidRPr="004D300B" w:rsidRDefault="0009156E" w:rsidP="00021F36">
            <w:pPr>
              <w:pStyle w:val="ConsPlusNormal"/>
              <w:ind w:firstLine="0"/>
              <w:rPr>
                <w:rFonts w:ascii="Times New Roman" w:hAnsi="Times New Roman"/>
              </w:rPr>
            </w:pPr>
            <w:r>
              <w:rPr>
                <w:rFonts w:ascii="Times New Roman" w:hAnsi="Times New Roman"/>
              </w:rPr>
              <w:t>93501130530380200</w:t>
            </w:r>
          </w:p>
        </w:tc>
        <w:tc>
          <w:tcPr>
            <w:tcW w:w="1742" w:type="dxa"/>
          </w:tcPr>
          <w:p w:rsidR="0009156E" w:rsidRDefault="0009156E" w:rsidP="00021F36">
            <w:pPr>
              <w:pStyle w:val="ConsPlusNormal"/>
              <w:ind w:firstLine="0"/>
              <w:rPr>
                <w:rFonts w:ascii="Times New Roman" w:hAnsi="Times New Roman"/>
                <w:sz w:val="24"/>
                <w:szCs w:val="24"/>
              </w:rPr>
            </w:pPr>
            <w:r>
              <w:rPr>
                <w:rFonts w:ascii="Times New Roman" w:hAnsi="Times New Roman"/>
                <w:sz w:val="24"/>
                <w:szCs w:val="24"/>
              </w:rPr>
              <w:t>39</w:t>
            </w:r>
          </w:p>
        </w:tc>
      </w:tr>
      <w:tr w:rsidR="0009156E" w:rsidRPr="004D300B" w:rsidTr="00021F36">
        <w:trPr>
          <w:trHeight w:val="1328"/>
        </w:trPr>
        <w:tc>
          <w:tcPr>
            <w:tcW w:w="828" w:type="dxa"/>
          </w:tcPr>
          <w:p w:rsidR="0009156E" w:rsidRPr="004D300B" w:rsidRDefault="0009156E" w:rsidP="002A58FC">
            <w:pPr>
              <w:pStyle w:val="ConsPlusNormal"/>
              <w:ind w:firstLine="0"/>
              <w:rPr>
                <w:rFonts w:ascii="Times New Roman" w:hAnsi="Times New Roman"/>
                <w:b/>
                <w:sz w:val="24"/>
                <w:szCs w:val="24"/>
              </w:rPr>
            </w:pPr>
            <w:r w:rsidRPr="004D300B">
              <w:rPr>
                <w:rFonts w:ascii="Times New Roman" w:hAnsi="Times New Roman"/>
                <w:sz w:val="24"/>
                <w:szCs w:val="24"/>
              </w:rPr>
              <w:t>3.</w:t>
            </w:r>
            <w:r>
              <w:rPr>
                <w:rFonts w:ascii="Times New Roman" w:hAnsi="Times New Roman"/>
                <w:sz w:val="24"/>
                <w:szCs w:val="24"/>
              </w:rPr>
              <w:t>4</w:t>
            </w:r>
          </w:p>
        </w:tc>
        <w:tc>
          <w:tcPr>
            <w:tcW w:w="1620" w:type="dxa"/>
          </w:tcPr>
          <w:p w:rsidR="0009156E" w:rsidRPr="004D300B" w:rsidRDefault="0009156E" w:rsidP="00021F36">
            <w:r w:rsidRPr="004D300B">
              <w:t xml:space="preserve">Основное мероприятие </w:t>
            </w:r>
            <w:r>
              <w:t>3.5.</w:t>
            </w:r>
          </w:p>
        </w:tc>
        <w:tc>
          <w:tcPr>
            <w:tcW w:w="2880" w:type="dxa"/>
          </w:tcPr>
          <w:p w:rsidR="0009156E" w:rsidRPr="004D300B" w:rsidRDefault="0009156E" w:rsidP="00021F36">
            <w:r w:rsidRPr="004D300B">
              <w:t xml:space="preserve">Обеспечение деятельности </w:t>
            </w:r>
            <w:r>
              <w:t xml:space="preserve">учреждения </w:t>
            </w:r>
            <w:r w:rsidRPr="004D300B">
              <w:t>«Отдел по управлению муниципальным имуществом».</w:t>
            </w:r>
          </w:p>
        </w:tc>
        <w:tc>
          <w:tcPr>
            <w:tcW w:w="2160" w:type="dxa"/>
          </w:tcPr>
          <w:p w:rsidR="0009156E" w:rsidRPr="004D300B" w:rsidRDefault="0009156E" w:rsidP="00021F36">
            <w:pPr>
              <w:pStyle w:val="ConsPlusNormal"/>
              <w:ind w:firstLine="0"/>
              <w:rPr>
                <w:rFonts w:ascii="Times New Roman" w:hAnsi="Times New Roman"/>
                <w:b/>
                <w:sz w:val="24"/>
                <w:szCs w:val="24"/>
              </w:rPr>
            </w:pP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4445F5" w:rsidRDefault="0009156E" w:rsidP="00021F36">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09156E" w:rsidRDefault="0009156E" w:rsidP="00021F36">
            <w:pPr>
              <w:pStyle w:val="ConsPlusNormal"/>
              <w:ind w:firstLine="0"/>
              <w:rPr>
                <w:rFonts w:ascii="Times New Roman" w:hAnsi="Times New Roman"/>
              </w:rPr>
            </w:pPr>
            <w:r>
              <w:rPr>
                <w:rFonts w:ascii="Times New Roman" w:hAnsi="Times New Roman"/>
              </w:rPr>
              <w:t>935</w:t>
            </w:r>
            <w:r w:rsidRPr="004D300B">
              <w:rPr>
                <w:rFonts w:ascii="Times New Roman" w:hAnsi="Times New Roman"/>
              </w:rPr>
              <w:t>0113053</w:t>
            </w:r>
            <w:r>
              <w:rPr>
                <w:rFonts w:ascii="Times New Roman" w:hAnsi="Times New Roman"/>
              </w:rPr>
              <w:t>05</w:t>
            </w:r>
            <w:r w:rsidRPr="004D300B">
              <w:rPr>
                <w:rFonts w:ascii="Times New Roman" w:hAnsi="Times New Roman"/>
              </w:rPr>
              <w:t>8201</w:t>
            </w:r>
            <w:r>
              <w:rPr>
                <w:rFonts w:ascii="Times New Roman" w:hAnsi="Times New Roman"/>
              </w:rPr>
              <w:t>0</w:t>
            </w:r>
          </w:p>
          <w:p w:rsidR="0009156E" w:rsidRPr="004D300B" w:rsidRDefault="0009156E" w:rsidP="00021F36">
            <w:pPr>
              <w:pStyle w:val="ConsPlusNormal"/>
              <w:ind w:firstLine="0"/>
              <w:rPr>
                <w:rFonts w:ascii="Times New Roman" w:hAnsi="Times New Roman"/>
              </w:rPr>
            </w:pPr>
            <w:r>
              <w:rPr>
                <w:rFonts w:ascii="Times New Roman" w:hAnsi="Times New Roman"/>
              </w:rPr>
              <w:t>93501130530570100</w:t>
            </w:r>
          </w:p>
        </w:tc>
        <w:tc>
          <w:tcPr>
            <w:tcW w:w="1742" w:type="dxa"/>
          </w:tcPr>
          <w:p w:rsidR="0009156E" w:rsidRDefault="0009156E" w:rsidP="007752AD">
            <w:pPr>
              <w:pStyle w:val="ConsPlusNormal"/>
              <w:ind w:firstLine="0"/>
              <w:rPr>
                <w:rFonts w:ascii="Times New Roman" w:hAnsi="Times New Roman"/>
                <w:sz w:val="24"/>
                <w:szCs w:val="24"/>
              </w:rPr>
            </w:pPr>
            <w:r>
              <w:rPr>
                <w:rFonts w:ascii="Times New Roman" w:hAnsi="Times New Roman"/>
                <w:sz w:val="24"/>
                <w:szCs w:val="24"/>
              </w:rPr>
              <w:t>2518,3</w:t>
            </w:r>
          </w:p>
          <w:p w:rsidR="0009156E" w:rsidRDefault="0009156E" w:rsidP="007752AD">
            <w:pPr>
              <w:pStyle w:val="ConsPlusNormal"/>
              <w:ind w:firstLine="0"/>
              <w:rPr>
                <w:rFonts w:ascii="Times New Roman" w:hAnsi="Times New Roman"/>
                <w:sz w:val="24"/>
                <w:szCs w:val="24"/>
              </w:rPr>
            </w:pPr>
          </w:p>
          <w:p w:rsidR="0009156E" w:rsidRPr="00E95666" w:rsidRDefault="0009156E" w:rsidP="007752AD">
            <w:pPr>
              <w:pStyle w:val="ConsPlusNormal"/>
              <w:ind w:firstLine="0"/>
              <w:rPr>
                <w:rFonts w:ascii="Times New Roman" w:hAnsi="Times New Roman"/>
                <w:sz w:val="24"/>
                <w:szCs w:val="24"/>
              </w:rPr>
            </w:pPr>
            <w:r>
              <w:rPr>
                <w:rFonts w:ascii="Times New Roman" w:hAnsi="Times New Roman"/>
                <w:sz w:val="24"/>
                <w:szCs w:val="24"/>
              </w:rPr>
              <w:t>57,5</w:t>
            </w:r>
          </w:p>
        </w:tc>
      </w:tr>
      <w:tr w:rsidR="0009156E" w:rsidRPr="00E35D38"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09156E" w:rsidRPr="00E35D38" w:rsidRDefault="0009156E" w:rsidP="00021F36">
            <w:pPr>
              <w:ind w:right="-57"/>
              <w:rPr>
                <w:b/>
              </w:rPr>
            </w:pPr>
            <w:r w:rsidRPr="00E35D38">
              <w:rPr>
                <w:b/>
              </w:rPr>
              <w:t>ПОДПРОГРАММА 4</w:t>
            </w:r>
          </w:p>
        </w:tc>
        <w:tc>
          <w:tcPr>
            <w:tcW w:w="2880" w:type="dxa"/>
            <w:vAlign w:val="center"/>
          </w:tcPr>
          <w:p w:rsidR="0009156E" w:rsidRDefault="0009156E" w:rsidP="00021F36">
            <w:pPr>
              <w:rPr>
                <w:b/>
              </w:rPr>
            </w:pPr>
            <w:r w:rsidRPr="00E35D38">
              <w:rPr>
                <w:b/>
              </w:rPr>
              <w:t>«Обеспечение жильем молодых семейна 2014 -2019 годы» </w:t>
            </w:r>
          </w:p>
          <w:p w:rsidR="0009156E" w:rsidRDefault="0009156E" w:rsidP="00021F36">
            <w:pPr>
              <w:rPr>
                <w:b/>
              </w:rPr>
            </w:pPr>
          </w:p>
          <w:p w:rsidR="0009156E" w:rsidRDefault="0009156E" w:rsidP="00021F36">
            <w:pPr>
              <w:rPr>
                <w:b/>
              </w:rPr>
            </w:pPr>
          </w:p>
          <w:p w:rsidR="0009156E" w:rsidRPr="00E35D38" w:rsidRDefault="0009156E" w:rsidP="00021F36"/>
        </w:tc>
        <w:tc>
          <w:tcPr>
            <w:tcW w:w="2160" w:type="dxa"/>
          </w:tcPr>
          <w:p w:rsidR="0009156E" w:rsidRPr="00E35D38" w:rsidRDefault="0009156E" w:rsidP="00021F36">
            <w:pPr>
              <w:pStyle w:val="ConsPlusNormal"/>
              <w:ind w:firstLine="0"/>
              <w:rPr>
                <w:rFonts w:ascii="Times New Roman" w:hAnsi="Times New Roman"/>
                <w:sz w:val="24"/>
                <w:szCs w:val="24"/>
              </w:rPr>
            </w:pPr>
          </w:p>
        </w:tc>
        <w:tc>
          <w:tcPr>
            <w:tcW w:w="1260" w:type="dxa"/>
          </w:tcPr>
          <w:p w:rsidR="0009156E" w:rsidRPr="00E35D38" w:rsidRDefault="0009156E" w:rsidP="00021F36">
            <w:pPr>
              <w:pStyle w:val="ConsPlusNormal"/>
              <w:ind w:firstLine="0"/>
              <w:rPr>
                <w:rFonts w:ascii="Times New Roman" w:hAnsi="Times New Roman"/>
                <w:sz w:val="24"/>
                <w:szCs w:val="24"/>
              </w:rPr>
            </w:pPr>
          </w:p>
        </w:tc>
        <w:tc>
          <w:tcPr>
            <w:tcW w:w="1453" w:type="dxa"/>
          </w:tcPr>
          <w:p w:rsidR="0009156E" w:rsidRPr="00E35D38" w:rsidRDefault="0009156E" w:rsidP="00021F36">
            <w:pPr>
              <w:pStyle w:val="ConsPlusNormal"/>
              <w:ind w:firstLine="0"/>
              <w:rPr>
                <w:rFonts w:ascii="Times New Roman" w:hAnsi="Times New Roman"/>
                <w:sz w:val="24"/>
                <w:szCs w:val="24"/>
              </w:rPr>
            </w:pPr>
          </w:p>
        </w:tc>
        <w:tc>
          <w:tcPr>
            <w:tcW w:w="2147" w:type="dxa"/>
          </w:tcPr>
          <w:p w:rsidR="0009156E" w:rsidRPr="00E35D38" w:rsidRDefault="0009156E" w:rsidP="00021F36">
            <w:pPr>
              <w:pStyle w:val="ConsPlusNormal"/>
              <w:ind w:firstLine="0"/>
              <w:rPr>
                <w:rFonts w:ascii="Times New Roman" w:hAnsi="Times New Roman"/>
                <w:sz w:val="24"/>
                <w:szCs w:val="24"/>
              </w:rPr>
            </w:pPr>
          </w:p>
        </w:tc>
        <w:tc>
          <w:tcPr>
            <w:tcW w:w="1498" w:type="dxa"/>
          </w:tcPr>
          <w:p w:rsidR="0009156E" w:rsidRPr="00E35D38" w:rsidRDefault="0009156E" w:rsidP="00021F36">
            <w:pPr>
              <w:pStyle w:val="ConsPlusNormal"/>
              <w:ind w:firstLine="0"/>
              <w:rPr>
                <w:rFonts w:ascii="Times New Roman" w:hAnsi="Times New Roman"/>
              </w:rPr>
            </w:pPr>
          </w:p>
        </w:tc>
        <w:tc>
          <w:tcPr>
            <w:tcW w:w="1742" w:type="dxa"/>
          </w:tcPr>
          <w:p w:rsidR="0009156E" w:rsidRPr="00E35D38" w:rsidRDefault="0009156E" w:rsidP="00021F36">
            <w:pPr>
              <w:pStyle w:val="ConsPlusNormal"/>
              <w:ind w:firstLine="0"/>
              <w:rPr>
                <w:rFonts w:ascii="Times New Roman" w:hAnsi="Times New Roman"/>
                <w:b/>
                <w:sz w:val="24"/>
                <w:szCs w:val="24"/>
              </w:rPr>
            </w:pPr>
            <w:r>
              <w:rPr>
                <w:rFonts w:ascii="Times New Roman" w:hAnsi="Times New Roman"/>
                <w:b/>
                <w:sz w:val="24"/>
                <w:szCs w:val="24"/>
              </w:rPr>
              <w:t>1377,6</w:t>
            </w:r>
          </w:p>
        </w:tc>
      </w:tr>
      <w:tr w:rsidR="0009156E" w:rsidRPr="00E35D38" w:rsidTr="00021F36">
        <w:tc>
          <w:tcPr>
            <w:tcW w:w="828" w:type="dxa"/>
          </w:tcPr>
          <w:p w:rsidR="0009156E" w:rsidRPr="004D300B" w:rsidRDefault="0009156E" w:rsidP="00021F36">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09156E" w:rsidRPr="00E35D38" w:rsidRDefault="0009156E" w:rsidP="00021F36">
            <w:pPr>
              <w:ind w:right="-57"/>
              <w:rPr>
                <w:b/>
              </w:rPr>
            </w:pPr>
            <w:r w:rsidRPr="00E35D38">
              <w:t xml:space="preserve">Основное мероприятие </w:t>
            </w:r>
            <w:r>
              <w:t>4</w:t>
            </w:r>
            <w:r w:rsidRPr="00E35D38">
              <w:t>.</w:t>
            </w:r>
            <w:r>
              <w:t>1</w:t>
            </w:r>
          </w:p>
        </w:tc>
        <w:tc>
          <w:tcPr>
            <w:tcW w:w="2880" w:type="dxa"/>
            <w:vAlign w:val="center"/>
          </w:tcPr>
          <w:p w:rsidR="0009156E" w:rsidRDefault="0009156E" w:rsidP="00021F36">
            <w:r w:rsidRPr="00A15947">
              <w:t>Обеспечение жильем молодых семей</w:t>
            </w:r>
          </w:p>
          <w:p w:rsidR="0009156E" w:rsidRDefault="0009156E" w:rsidP="00021F36"/>
          <w:p w:rsidR="0009156E" w:rsidRDefault="0009156E" w:rsidP="00021F36"/>
          <w:p w:rsidR="0009156E" w:rsidRDefault="0009156E" w:rsidP="00021F36"/>
          <w:p w:rsidR="0009156E" w:rsidRDefault="0009156E" w:rsidP="00021F36"/>
          <w:p w:rsidR="0009156E" w:rsidRDefault="0009156E" w:rsidP="00021F36"/>
          <w:p w:rsidR="0009156E" w:rsidRDefault="0009156E" w:rsidP="00021F36"/>
          <w:p w:rsidR="0009156E" w:rsidRDefault="0009156E" w:rsidP="00021F36"/>
          <w:p w:rsidR="0009156E" w:rsidRDefault="0009156E" w:rsidP="00021F36"/>
          <w:p w:rsidR="0009156E" w:rsidRPr="00A15947" w:rsidRDefault="0009156E" w:rsidP="00021F36"/>
        </w:tc>
        <w:tc>
          <w:tcPr>
            <w:tcW w:w="2160" w:type="dxa"/>
          </w:tcPr>
          <w:p w:rsidR="0009156E" w:rsidRDefault="0009156E" w:rsidP="00021F36">
            <w:pPr>
              <w:pStyle w:val="ConsPlusNormal"/>
              <w:ind w:firstLine="0"/>
              <w:rPr>
                <w:rFonts w:ascii="Times New Roman" w:hAnsi="Times New Roman"/>
              </w:rPr>
            </w:pPr>
            <w:r w:rsidRPr="00991441">
              <w:rPr>
                <w:rFonts w:ascii="Times New Roman" w:hAnsi="Times New Roman"/>
              </w:rPr>
              <w:lastRenderedPageBreak/>
              <w:t xml:space="preserve">Отдел по архитектуре и строительной политике администрации Таловского муниципального </w:t>
            </w:r>
            <w:r w:rsidRPr="00991441">
              <w:rPr>
                <w:rFonts w:ascii="Times New Roman" w:hAnsi="Times New Roman"/>
              </w:rPr>
              <w:lastRenderedPageBreak/>
              <w:t>района</w:t>
            </w:r>
          </w:p>
          <w:p w:rsidR="0009156E" w:rsidRDefault="0009156E" w:rsidP="00021F36">
            <w:pPr>
              <w:pStyle w:val="ConsPlusNormal"/>
              <w:ind w:firstLine="0"/>
              <w:rPr>
                <w:rFonts w:ascii="Times New Roman" w:hAnsi="Times New Roman"/>
              </w:rPr>
            </w:pPr>
          </w:p>
          <w:p w:rsidR="0009156E" w:rsidRDefault="0009156E" w:rsidP="00021F36">
            <w:pPr>
              <w:pStyle w:val="ConsPlusNormal"/>
              <w:ind w:firstLine="0"/>
              <w:rPr>
                <w:rFonts w:ascii="Times New Roman" w:hAnsi="Times New Roman"/>
              </w:rPr>
            </w:pPr>
          </w:p>
          <w:p w:rsidR="0009156E" w:rsidRPr="00991441" w:rsidRDefault="0009156E" w:rsidP="00021F36">
            <w:pPr>
              <w:pStyle w:val="ConsPlusNormal"/>
              <w:ind w:firstLine="0"/>
              <w:rPr>
                <w:rFonts w:ascii="Times New Roman" w:hAnsi="Times New Roman"/>
              </w:rPr>
            </w:pP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lastRenderedPageBreak/>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E35D38" w:rsidRDefault="0009156E" w:rsidP="00021F36">
            <w:pPr>
              <w:pStyle w:val="ConsPlusNormal"/>
              <w:ind w:firstLine="0"/>
              <w:rPr>
                <w:rFonts w:ascii="Times New Roman" w:hAnsi="Times New Roman"/>
                <w:sz w:val="24"/>
                <w:szCs w:val="24"/>
              </w:rPr>
            </w:pPr>
            <w:r w:rsidRPr="00E35D38">
              <w:rPr>
                <w:rFonts w:ascii="Times New Roman" w:hAnsi="Times New Roman"/>
                <w:sz w:val="24"/>
                <w:szCs w:val="24"/>
              </w:rPr>
              <w:t xml:space="preserve">Улучшение  жилищных условий,  при оказании государственной поддержки, 3 </w:t>
            </w:r>
            <w:r w:rsidRPr="00E35D38">
              <w:rPr>
                <w:rFonts w:ascii="Times New Roman" w:hAnsi="Times New Roman"/>
                <w:sz w:val="24"/>
                <w:szCs w:val="24"/>
              </w:rPr>
              <w:lastRenderedPageBreak/>
              <w:t>молодых семей.</w:t>
            </w:r>
          </w:p>
        </w:tc>
        <w:tc>
          <w:tcPr>
            <w:tcW w:w="1498" w:type="dxa"/>
          </w:tcPr>
          <w:p w:rsidR="0009156E" w:rsidRDefault="0009156E" w:rsidP="00021F36">
            <w:pPr>
              <w:pStyle w:val="ConsPlusNormal"/>
              <w:ind w:firstLine="0"/>
              <w:rPr>
                <w:rFonts w:ascii="Times New Roman" w:hAnsi="Times New Roman"/>
              </w:rPr>
            </w:pPr>
            <w:r>
              <w:rPr>
                <w:rFonts w:ascii="Times New Roman" w:hAnsi="Times New Roman"/>
              </w:rPr>
              <w:lastRenderedPageBreak/>
              <w:t>100305401</w:t>
            </w:r>
            <w:r>
              <w:rPr>
                <w:rFonts w:ascii="Times New Roman" w:hAnsi="Times New Roman"/>
                <w:lang w:val="en-US"/>
              </w:rPr>
              <w:t>L0200</w:t>
            </w:r>
          </w:p>
          <w:p w:rsidR="0009156E" w:rsidRDefault="0009156E" w:rsidP="00021F36">
            <w:pPr>
              <w:pStyle w:val="ConsPlusNormal"/>
              <w:ind w:firstLine="0"/>
              <w:rPr>
                <w:rFonts w:ascii="Times New Roman" w:hAnsi="Times New Roman"/>
              </w:rPr>
            </w:pPr>
            <w:r>
              <w:rPr>
                <w:rFonts w:ascii="Times New Roman" w:hAnsi="Times New Roman"/>
              </w:rPr>
              <w:t>10030540100200</w:t>
            </w:r>
          </w:p>
          <w:p w:rsidR="0009156E" w:rsidRPr="007752AD" w:rsidRDefault="0009156E" w:rsidP="00021F36">
            <w:pPr>
              <w:pStyle w:val="ConsPlusNormal"/>
              <w:ind w:firstLine="0"/>
              <w:rPr>
                <w:rFonts w:ascii="Times New Roman" w:hAnsi="Times New Roman"/>
              </w:rPr>
            </w:pPr>
            <w:r>
              <w:rPr>
                <w:rFonts w:ascii="Times New Roman" w:hAnsi="Times New Roman"/>
              </w:rPr>
              <w:t>10030540150200</w:t>
            </w:r>
          </w:p>
        </w:tc>
        <w:tc>
          <w:tcPr>
            <w:tcW w:w="1742" w:type="dxa"/>
          </w:tcPr>
          <w:p w:rsidR="0009156E" w:rsidRPr="00E35D38" w:rsidRDefault="0009156E" w:rsidP="00021F36">
            <w:pPr>
              <w:pStyle w:val="ConsPlusNormal"/>
              <w:ind w:firstLine="0"/>
              <w:rPr>
                <w:rFonts w:ascii="Times New Roman" w:hAnsi="Times New Roman"/>
                <w:b/>
                <w:sz w:val="24"/>
                <w:szCs w:val="24"/>
              </w:rPr>
            </w:pPr>
            <w:r>
              <w:rPr>
                <w:rFonts w:ascii="Times New Roman" w:hAnsi="Times New Roman"/>
                <w:b/>
                <w:sz w:val="24"/>
                <w:szCs w:val="24"/>
              </w:rPr>
              <w:t>1377,6</w:t>
            </w:r>
          </w:p>
        </w:tc>
      </w:tr>
      <w:tr w:rsidR="0009156E" w:rsidRPr="00E35D38" w:rsidTr="001C49D1">
        <w:tc>
          <w:tcPr>
            <w:tcW w:w="828"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1</w:t>
            </w:r>
          </w:p>
        </w:tc>
        <w:tc>
          <w:tcPr>
            <w:tcW w:w="1620" w:type="dxa"/>
          </w:tcPr>
          <w:p w:rsidR="0009156E" w:rsidRPr="004D300B" w:rsidRDefault="0009156E" w:rsidP="00995B38">
            <w:r>
              <w:t>2</w:t>
            </w:r>
          </w:p>
        </w:tc>
        <w:tc>
          <w:tcPr>
            <w:tcW w:w="2880" w:type="dxa"/>
          </w:tcPr>
          <w:p w:rsidR="0009156E" w:rsidRDefault="0009156E" w:rsidP="00995B38">
            <w:r>
              <w:t>3</w:t>
            </w:r>
          </w:p>
        </w:tc>
        <w:tc>
          <w:tcPr>
            <w:tcW w:w="2160" w:type="dxa"/>
          </w:tcPr>
          <w:p w:rsidR="0009156E" w:rsidRPr="004D300B" w:rsidRDefault="0009156E" w:rsidP="00995B38">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09156E" w:rsidRPr="004D300B" w:rsidRDefault="0009156E" w:rsidP="00995B38">
            <w:pPr>
              <w:pStyle w:val="ConsPlusNormal"/>
              <w:ind w:firstLine="0"/>
              <w:rPr>
                <w:rFonts w:ascii="Times New Roman" w:hAnsi="Times New Roman"/>
              </w:rPr>
            </w:pPr>
            <w:r>
              <w:rPr>
                <w:rFonts w:ascii="Times New Roman" w:hAnsi="Times New Roman"/>
              </w:rPr>
              <w:t>7</w:t>
            </w:r>
          </w:p>
        </w:tc>
        <w:tc>
          <w:tcPr>
            <w:tcW w:w="1498" w:type="dxa"/>
          </w:tcPr>
          <w:p w:rsidR="0009156E" w:rsidRDefault="0009156E" w:rsidP="00995B38">
            <w:pPr>
              <w:pStyle w:val="ConsPlusNormal"/>
              <w:ind w:firstLine="0"/>
              <w:rPr>
                <w:rFonts w:ascii="Times New Roman" w:hAnsi="Times New Roman"/>
              </w:rPr>
            </w:pPr>
            <w:r>
              <w:rPr>
                <w:rFonts w:ascii="Times New Roman" w:hAnsi="Times New Roman"/>
              </w:rPr>
              <w:t>8</w:t>
            </w:r>
          </w:p>
        </w:tc>
        <w:tc>
          <w:tcPr>
            <w:tcW w:w="1742" w:type="dxa"/>
          </w:tcPr>
          <w:p w:rsidR="0009156E" w:rsidRDefault="0009156E" w:rsidP="00995B38">
            <w:pPr>
              <w:pStyle w:val="ConsPlusNormal"/>
              <w:ind w:firstLine="0"/>
              <w:rPr>
                <w:rFonts w:ascii="Times New Roman" w:hAnsi="Times New Roman"/>
                <w:sz w:val="24"/>
                <w:szCs w:val="24"/>
              </w:rPr>
            </w:pPr>
            <w:r>
              <w:rPr>
                <w:rFonts w:ascii="Times New Roman" w:hAnsi="Times New Roman"/>
                <w:sz w:val="24"/>
                <w:szCs w:val="24"/>
              </w:rPr>
              <w:t>9</w:t>
            </w:r>
          </w:p>
        </w:tc>
      </w:tr>
      <w:tr w:rsidR="0009156E" w:rsidRPr="00E35D38" w:rsidTr="00021F36">
        <w:tc>
          <w:tcPr>
            <w:tcW w:w="828" w:type="dxa"/>
          </w:tcPr>
          <w:p w:rsidR="0009156E" w:rsidRPr="004D300B" w:rsidRDefault="0009156E" w:rsidP="00021F36">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09156E" w:rsidRPr="00E35D38" w:rsidRDefault="0009156E" w:rsidP="00021F36">
            <w:pPr>
              <w:rPr>
                <w:b/>
              </w:rPr>
            </w:pPr>
            <w:r w:rsidRPr="00E35D38">
              <w:rPr>
                <w:b/>
              </w:rPr>
              <w:t>ПОДПРОГРАММА 5</w:t>
            </w:r>
          </w:p>
          <w:p w:rsidR="0009156E" w:rsidRPr="00E35D38" w:rsidRDefault="0009156E" w:rsidP="00021F36">
            <w:pPr>
              <w:rPr>
                <w:b/>
              </w:rPr>
            </w:pPr>
          </w:p>
          <w:p w:rsidR="0009156E" w:rsidRPr="00E35D38" w:rsidRDefault="0009156E" w:rsidP="00021F36">
            <w:pPr>
              <w:rPr>
                <w:b/>
              </w:rPr>
            </w:pPr>
          </w:p>
          <w:p w:rsidR="0009156E" w:rsidRPr="00E35D38" w:rsidRDefault="0009156E" w:rsidP="00021F36">
            <w:pPr>
              <w:rPr>
                <w:b/>
              </w:rPr>
            </w:pPr>
          </w:p>
        </w:tc>
        <w:tc>
          <w:tcPr>
            <w:tcW w:w="2880" w:type="dxa"/>
            <w:vAlign w:val="center"/>
          </w:tcPr>
          <w:p w:rsidR="0009156E" w:rsidRPr="00E35D38" w:rsidRDefault="0009156E" w:rsidP="00021F36">
            <w:pPr>
              <w:rPr>
                <w:b/>
              </w:rPr>
            </w:pPr>
            <w:r w:rsidRPr="00E35D38">
              <w:rPr>
                <w:b/>
              </w:rPr>
              <w:t>«Развитие и поддержка малого и  среднего предпринимательства в Таловском муниципальном районе на 2014 -2019 годы» </w:t>
            </w:r>
          </w:p>
        </w:tc>
        <w:tc>
          <w:tcPr>
            <w:tcW w:w="2160" w:type="dxa"/>
          </w:tcPr>
          <w:p w:rsidR="0009156E" w:rsidRPr="00E35D38" w:rsidRDefault="0009156E" w:rsidP="00021F36">
            <w:pPr>
              <w:pStyle w:val="ConsPlusNormal"/>
              <w:ind w:firstLine="0"/>
              <w:rPr>
                <w:rFonts w:ascii="Times New Roman" w:hAnsi="Times New Roman"/>
                <w:b/>
                <w:sz w:val="24"/>
                <w:szCs w:val="24"/>
              </w:rPr>
            </w:pPr>
            <w:r w:rsidRPr="00E35D38">
              <w:rPr>
                <w:rFonts w:ascii="Times New Roman" w:hAnsi="Times New Roman"/>
                <w:sz w:val="24"/>
                <w:szCs w:val="24"/>
              </w:rPr>
              <w:t>Администрация Таловского муниципального района</w:t>
            </w: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E35D38" w:rsidRDefault="0009156E" w:rsidP="00021F36">
            <w:pPr>
              <w:pStyle w:val="ConsPlusNormal"/>
              <w:ind w:firstLine="0"/>
              <w:rPr>
                <w:rFonts w:ascii="Times New Roman" w:hAnsi="Times New Roman"/>
                <w:b/>
                <w:sz w:val="24"/>
                <w:szCs w:val="24"/>
              </w:rPr>
            </w:pPr>
          </w:p>
        </w:tc>
        <w:tc>
          <w:tcPr>
            <w:tcW w:w="1498" w:type="dxa"/>
          </w:tcPr>
          <w:p w:rsidR="0009156E" w:rsidRPr="00E35D38" w:rsidRDefault="0009156E" w:rsidP="00021F36">
            <w:pPr>
              <w:pStyle w:val="ConsPlusNormal"/>
              <w:ind w:firstLine="0"/>
              <w:rPr>
                <w:rFonts w:ascii="Times New Roman" w:hAnsi="Times New Roman"/>
              </w:rPr>
            </w:pPr>
          </w:p>
        </w:tc>
        <w:tc>
          <w:tcPr>
            <w:tcW w:w="1742" w:type="dxa"/>
          </w:tcPr>
          <w:p w:rsidR="0009156E" w:rsidRPr="00E35D38" w:rsidRDefault="0009156E" w:rsidP="00021F36">
            <w:pPr>
              <w:pStyle w:val="ConsPlusNormal"/>
              <w:ind w:firstLine="0"/>
              <w:rPr>
                <w:rFonts w:ascii="Times New Roman" w:hAnsi="Times New Roman"/>
                <w:b/>
                <w:sz w:val="24"/>
                <w:szCs w:val="24"/>
              </w:rPr>
            </w:pPr>
            <w:r>
              <w:rPr>
                <w:rFonts w:ascii="Times New Roman" w:hAnsi="Times New Roman"/>
                <w:b/>
                <w:sz w:val="24"/>
                <w:szCs w:val="24"/>
              </w:rPr>
              <w:t>800</w:t>
            </w:r>
          </w:p>
        </w:tc>
      </w:tr>
      <w:tr w:rsidR="0009156E" w:rsidRPr="00E35D38" w:rsidTr="00021F36">
        <w:tc>
          <w:tcPr>
            <w:tcW w:w="828" w:type="dxa"/>
          </w:tcPr>
          <w:p w:rsidR="0009156E" w:rsidRDefault="0009156E" w:rsidP="007D0FD3">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09156E" w:rsidRPr="00E35D38" w:rsidRDefault="0009156E" w:rsidP="007D0FD3">
            <w:r w:rsidRPr="00E35D38">
              <w:t xml:space="preserve">Основное </w:t>
            </w:r>
            <w:r w:rsidRPr="00E35D38">
              <w:br/>
              <w:t xml:space="preserve">мероприятие </w:t>
            </w:r>
            <w:r>
              <w:t>5</w:t>
            </w:r>
            <w:r w:rsidRPr="00E35D38">
              <w:t>.</w:t>
            </w:r>
            <w:r>
              <w:t>2</w:t>
            </w:r>
            <w:r w:rsidRPr="00E35D38">
              <w:t>.</w:t>
            </w:r>
          </w:p>
        </w:tc>
        <w:tc>
          <w:tcPr>
            <w:tcW w:w="2880" w:type="dxa"/>
            <w:vAlign w:val="center"/>
          </w:tcPr>
          <w:p w:rsidR="0009156E" w:rsidRDefault="0009156E" w:rsidP="007D0FD3">
            <w:r w:rsidRPr="00524B25">
              <w:t>Предоставление субсидий из районного бюджета на компенсацию потерь в доходах транспортных пред</w:t>
            </w:r>
            <w:r>
              <w:t>приятий (субъектов МСП), возникающих в следствие</w:t>
            </w:r>
            <w:r w:rsidRPr="00524B25">
              <w:t xml:space="preserve"> регулирования  тарифов на перевозку пассажиров автомобильным транспортом общего пользования. </w:t>
            </w:r>
          </w:p>
        </w:tc>
        <w:tc>
          <w:tcPr>
            <w:tcW w:w="2160" w:type="dxa"/>
          </w:tcPr>
          <w:p w:rsidR="0009156E" w:rsidRDefault="0009156E" w:rsidP="007D0FD3">
            <w:r w:rsidRPr="00E35D38">
              <w:t>администраци</w:t>
            </w:r>
            <w:r>
              <w:t>я</w:t>
            </w:r>
            <w:r w:rsidRPr="00E35D38">
              <w:t xml:space="preserve"> Таловского муниципального района</w:t>
            </w:r>
          </w:p>
        </w:tc>
        <w:tc>
          <w:tcPr>
            <w:tcW w:w="1260" w:type="dxa"/>
          </w:tcPr>
          <w:p w:rsidR="0009156E" w:rsidRPr="008F0ACC" w:rsidRDefault="0009156E" w:rsidP="007D0FD3">
            <w:pPr>
              <w:pStyle w:val="ConsPlusNormal"/>
              <w:ind w:firstLine="0"/>
              <w:rPr>
                <w:rFonts w:ascii="Times New Roman" w:hAnsi="Times New Roman"/>
                <w:sz w:val="24"/>
                <w:szCs w:val="24"/>
              </w:rPr>
            </w:pPr>
            <w:r w:rsidRPr="008F0ACC">
              <w:rPr>
                <w:rFonts w:ascii="Times New Roman" w:hAnsi="Times New Roman"/>
                <w:sz w:val="24"/>
                <w:szCs w:val="24"/>
              </w:rPr>
              <w:t>май 2016</w:t>
            </w:r>
          </w:p>
        </w:tc>
        <w:tc>
          <w:tcPr>
            <w:tcW w:w="1453" w:type="dxa"/>
          </w:tcPr>
          <w:p w:rsidR="0009156E" w:rsidRPr="00E35D38" w:rsidRDefault="0009156E" w:rsidP="007D0FD3">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09156E" w:rsidRPr="003814E5" w:rsidRDefault="0009156E" w:rsidP="007D0FD3">
            <w:pPr>
              <w:pStyle w:val="ConsPlusNormal"/>
              <w:ind w:firstLine="0"/>
              <w:rPr>
                <w:rFonts w:ascii="Times New Roman" w:hAnsi="Times New Roman"/>
                <w:sz w:val="24"/>
                <w:szCs w:val="24"/>
              </w:rPr>
            </w:pPr>
            <w:r w:rsidRPr="003814E5">
              <w:rPr>
                <w:rFonts w:ascii="Times New Roman" w:hAnsi="Times New Roman"/>
                <w:sz w:val="24"/>
                <w:szCs w:val="24"/>
              </w:rPr>
              <w:t>Предоставление субсидий</w:t>
            </w:r>
          </w:p>
        </w:tc>
        <w:tc>
          <w:tcPr>
            <w:tcW w:w="1498" w:type="dxa"/>
          </w:tcPr>
          <w:p w:rsidR="0009156E" w:rsidRPr="007752AD" w:rsidRDefault="0009156E" w:rsidP="00AD28AA">
            <w:pPr>
              <w:pStyle w:val="ConsPlusNormal"/>
              <w:ind w:firstLine="0"/>
              <w:rPr>
                <w:rFonts w:ascii="Times New Roman" w:hAnsi="Times New Roman"/>
                <w:sz w:val="24"/>
                <w:szCs w:val="24"/>
              </w:rPr>
            </w:pPr>
            <w:r>
              <w:rPr>
                <w:rFonts w:ascii="Times New Roman" w:hAnsi="Times New Roman"/>
                <w:sz w:val="24"/>
                <w:szCs w:val="24"/>
              </w:rPr>
              <w:t>04080550381310</w:t>
            </w:r>
          </w:p>
        </w:tc>
        <w:tc>
          <w:tcPr>
            <w:tcW w:w="1742" w:type="dxa"/>
          </w:tcPr>
          <w:p w:rsidR="0009156E" w:rsidRDefault="0009156E" w:rsidP="007D0FD3">
            <w:pPr>
              <w:pStyle w:val="ConsPlusNormal"/>
              <w:ind w:firstLine="0"/>
              <w:rPr>
                <w:rFonts w:ascii="Times New Roman" w:hAnsi="Times New Roman"/>
                <w:sz w:val="24"/>
                <w:szCs w:val="24"/>
              </w:rPr>
            </w:pPr>
            <w:r>
              <w:rPr>
                <w:rFonts w:ascii="Times New Roman" w:hAnsi="Times New Roman"/>
                <w:sz w:val="24"/>
                <w:szCs w:val="24"/>
              </w:rPr>
              <w:t>800</w:t>
            </w:r>
          </w:p>
        </w:tc>
      </w:tr>
      <w:tr w:rsidR="0009156E" w:rsidRPr="00E35D38" w:rsidTr="00021F36">
        <w:tc>
          <w:tcPr>
            <w:tcW w:w="828" w:type="dxa"/>
          </w:tcPr>
          <w:p w:rsidR="0009156E" w:rsidRPr="00081955" w:rsidRDefault="0009156E" w:rsidP="00021F36">
            <w:pPr>
              <w:pStyle w:val="ConsPlusNormal"/>
              <w:ind w:firstLine="0"/>
            </w:pPr>
            <w:r w:rsidRPr="00081955">
              <w:t>6</w:t>
            </w:r>
          </w:p>
        </w:tc>
        <w:tc>
          <w:tcPr>
            <w:tcW w:w="1620" w:type="dxa"/>
            <w:vAlign w:val="center"/>
          </w:tcPr>
          <w:p w:rsidR="0009156E" w:rsidRPr="00E35D38" w:rsidRDefault="0009156E" w:rsidP="00021F36">
            <w:pPr>
              <w:rPr>
                <w:b/>
              </w:rPr>
            </w:pPr>
            <w:r w:rsidRPr="00E35D38">
              <w:rPr>
                <w:b/>
              </w:rPr>
              <w:t>ПОДПРОГРАММА 7</w:t>
            </w:r>
          </w:p>
          <w:p w:rsidR="0009156E" w:rsidRPr="00E35D38" w:rsidRDefault="0009156E" w:rsidP="00021F36">
            <w:pPr>
              <w:rPr>
                <w:b/>
              </w:rPr>
            </w:pPr>
          </w:p>
          <w:p w:rsidR="0009156E" w:rsidRPr="00E35D38" w:rsidRDefault="0009156E" w:rsidP="00021F36">
            <w:pPr>
              <w:rPr>
                <w:b/>
              </w:rPr>
            </w:pPr>
          </w:p>
          <w:p w:rsidR="0009156E" w:rsidRPr="00E35D38" w:rsidRDefault="0009156E" w:rsidP="00021F36">
            <w:pPr>
              <w:rPr>
                <w:b/>
              </w:rPr>
            </w:pPr>
          </w:p>
          <w:p w:rsidR="0009156E" w:rsidRPr="00E35D38" w:rsidRDefault="0009156E" w:rsidP="00021F36">
            <w:pPr>
              <w:rPr>
                <w:b/>
              </w:rPr>
            </w:pPr>
          </w:p>
          <w:p w:rsidR="0009156E" w:rsidRPr="00E35D38" w:rsidRDefault="0009156E" w:rsidP="00021F36"/>
        </w:tc>
        <w:tc>
          <w:tcPr>
            <w:tcW w:w="2880" w:type="dxa"/>
            <w:vAlign w:val="center"/>
          </w:tcPr>
          <w:p w:rsidR="0009156E" w:rsidRPr="00E35D38" w:rsidRDefault="0009156E" w:rsidP="00021F36">
            <w:r w:rsidRPr="00E35D38">
              <w:rPr>
                <w:b/>
              </w:rPr>
              <w:t>«Ремонт и благоустройство военно-мемориальных объектов Таловского муниципального района на 2015-2019 годы»</w:t>
            </w:r>
          </w:p>
        </w:tc>
        <w:tc>
          <w:tcPr>
            <w:tcW w:w="2160" w:type="dxa"/>
          </w:tcPr>
          <w:p w:rsidR="0009156E" w:rsidRDefault="0009156E" w:rsidP="00021F36"/>
          <w:p w:rsidR="0009156E" w:rsidRPr="002B1916" w:rsidRDefault="0009156E" w:rsidP="00021F36">
            <w:pPr>
              <w:jc w:val="center"/>
            </w:pPr>
            <w:r w:rsidRPr="00E35D38">
              <w:t>администраци</w:t>
            </w:r>
            <w:r>
              <w:t>я</w:t>
            </w:r>
            <w:r w:rsidRPr="00E35D38">
              <w:t xml:space="preserve"> Таловского муниципального района</w:t>
            </w:r>
          </w:p>
        </w:tc>
        <w:tc>
          <w:tcPr>
            <w:tcW w:w="1260" w:type="dxa"/>
          </w:tcPr>
          <w:p w:rsidR="0009156E" w:rsidRPr="00E35D38" w:rsidRDefault="0009156E" w:rsidP="00021F36">
            <w:pPr>
              <w:pStyle w:val="ConsPlusNormal"/>
              <w:ind w:firstLine="0"/>
              <w:rPr>
                <w:rFonts w:ascii="Times New Roman" w:hAnsi="Times New Roman"/>
                <w:sz w:val="24"/>
                <w:szCs w:val="24"/>
              </w:rPr>
            </w:pPr>
          </w:p>
        </w:tc>
        <w:tc>
          <w:tcPr>
            <w:tcW w:w="1453" w:type="dxa"/>
          </w:tcPr>
          <w:p w:rsidR="0009156E" w:rsidRPr="00E35D38" w:rsidRDefault="0009156E" w:rsidP="00021F36">
            <w:pPr>
              <w:pStyle w:val="ConsPlusNormal"/>
              <w:ind w:firstLine="0"/>
              <w:rPr>
                <w:rFonts w:ascii="Times New Roman" w:hAnsi="Times New Roman"/>
                <w:sz w:val="24"/>
                <w:szCs w:val="24"/>
              </w:rPr>
            </w:pPr>
          </w:p>
        </w:tc>
        <w:tc>
          <w:tcPr>
            <w:tcW w:w="2147" w:type="dxa"/>
          </w:tcPr>
          <w:p w:rsidR="0009156E" w:rsidRPr="00E35D38" w:rsidRDefault="0009156E" w:rsidP="00021F36">
            <w:pPr>
              <w:pStyle w:val="ConsPlusNormal"/>
              <w:ind w:firstLine="0"/>
              <w:rPr>
                <w:rFonts w:ascii="Times New Roman" w:hAnsi="Times New Roman"/>
                <w:sz w:val="24"/>
                <w:szCs w:val="24"/>
              </w:rPr>
            </w:pPr>
          </w:p>
        </w:tc>
        <w:tc>
          <w:tcPr>
            <w:tcW w:w="1498" w:type="dxa"/>
          </w:tcPr>
          <w:p w:rsidR="0009156E" w:rsidRPr="00E35D38" w:rsidRDefault="0009156E" w:rsidP="00021F36">
            <w:pPr>
              <w:pStyle w:val="ConsPlusNormal"/>
              <w:ind w:firstLine="0"/>
              <w:rPr>
                <w:rFonts w:ascii="Times New Roman" w:hAnsi="Times New Roman"/>
              </w:rPr>
            </w:pPr>
          </w:p>
        </w:tc>
        <w:tc>
          <w:tcPr>
            <w:tcW w:w="1742" w:type="dxa"/>
          </w:tcPr>
          <w:p w:rsidR="0009156E" w:rsidRPr="00E35D38" w:rsidRDefault="0009156E" w:rsidP="000E09D7">
            <w:pPr>
              <w:pStyle w:val="ConsPlusNormal"/>
              <w:ind w:firstLine="0"/>
              <w:rPr>
                <w:rFonts w:ascii="Times New Roman" w:hAnsi="Times New Roman"/>
                <w:b/>
                <w:sz w:val="24"/>
                <w:szCs w:val="24"/>
              </w:rPr>
            </w:pPr>
            <w:r>
              <w:rPr>
                <w:rFonts w:ascii="Times New Roman" w:hAnsi="Times New Roman"/>
                <w:b/>
                <w:sz w:val="24"/>
                <w:szCs w:val="24"/>
              </w:rPr>
              <w:t>1817,5</w:t>
            </w:r>
          </w:p>
        </w:tc>
      </w:tr>
      <w:tr w:rsidR="0009156E" w:rsidRPr="00E35D38" w:rsidTr="00021F36">
        <w:tc>
          <w:tcPr>
            <w:tcW w:w="828" w:type="dxa"/>
          </w:tcPr>
          <w:p w:rsidR="0009156E" w:rsidRPr="00081955" w:rsidRDefault="0009156E" w:rsidP="00021F36">
            <w:pPr>
              <w:pStyle w:val="ConsPlusNormal"/>
              <w:ind w:firstLine="0"/>
            </w:pPr>
          </w:p>
        </w:tc>
        <w:tc>
          <w:tcPr>
            <w:tcW w:w="1620" w:type="dxa"/>
            <w:vAlign w:val="center"/>
          </w:tcPr>
          <w:p w:rsidR="0009156E" w:rsidRPr="00E35D38" w:rsidRDefault="0009156E" w:rsidP="00021F36">
            <w:r w:rsidRPr="00E35D38">
              <w:t>в том числе:</w:t>
            </w:r>
          </w:p>
        </w:tc>
        <w:tc>
          <w:tcPr>
            <w:tcW w:w="2880" w:type="dxa"/>
            <w:vAlign w:val="center"/>
          </w:tcPr>
          <w:p w:rsidR="0009156E" w:rsidRPr="00E35D38" w:rsidRDefault="0009156E" w:rsidP="00021F36"/>
        </w:tc>
        <w:tc>
          <w:tcPr>
            <w:tcW w:w="2160" w:type="dxa"/>
          </w:tcPr>
          <w:p w:rsidR="0009156E" w:rsidRPr="00844E56" w:rsidRDefault="0009156E" w:rsidP="00021F36"/>
        </w:tc>
        <w:tc>
          <w:tcPr>
            <w:tcW w:w="1260" w:type="dxa"/>
          </w:tcPr>
          <w:p w:rsidR="0009156E" w:rsidRPr="00E35D38" w:rsidRDefault="0009156E" w:rsidP="00021F36">
            <w:pPr>
              <w:pStyle w:val="ConsPlusNormal"/>
              <w:ind w:firstLine="0"/>
              <w:rPr>
                <w:rFonts w:ascii="Times New Roman" w:hAnsi="Times New Roman"/>
                <w:sz w:val="24"/>
                <w:szCs w:val="24"/>
              </w:rPr>
            </w:pPr>
          </w:p>
        </w:tc>
        <w:tc>
          <w:tcPr>
            <w:tcW w:w="1453" w:type="dxa"/>
          </w:tcPr>
          <w:p w:rsidR="0009156E" w:rsidRPr="00E35D38" w:rsidRDefault="0009156E" w:rsidP="00021F36">
            <w:pPr>
              <w:pStyle w:val="ConsPlusNormal"/>
              <w:ind w:firstLine="0"/>
              <w:rPr>
                <w:rFonts w:ascii="Times New Roman" w:hAnsi="Times New Roman"/>
                <w:sz w:val="24"/>
                <w:szCs w:val="24"/>
              </w:rPr>
            </w:pPr>
          </w:p>
        </w:tc>
        <w:tc>
          <w:tcPr>
            <w:tcW w:w="2147" w:type="dxa"/>
          </w:tcPr>
          <w:p w:rsidR="0009156E" w:rsidRPr="00E35D38" w:rsidRDefault="0009156E" w:rsidP="00021F36">
            <w:pPr>
              <w:pStyle w:val="ConsPlusNormal"/>
              <w:ind w:firstLine="0"/>
              <w:rPr>
                <w:rFonts w:ascii="Times New Roman" w:hAnsi="Times New Roman"/>
                <w:sz w:val="24"/>
                <w:szCs w:val="24"/>
              </w:rPr>
            </w:pPr>
          </w:p>
        </w:tc>
        <w:tc>
          <w:tcPr>
            <w:tcW w:w="1498" w:type="dxa"/>
          </w:tcPr>
          <w:p w:rsidR="0009156E" w:rsidRPr="00E35D38" w:rsidRDefault="0009156E" w:rsidP="00021F36">
            <w:pPr>
              <w:pStyle w:val="ConsPlusNormal"/>
              <w:ind w:firstLine="0"/>
              <w:rPr>
                <w:rFonts w:ascii="Times New Roman" w:hAnsi="Times New Roman"/>
              </w:rPr>
            </w:pPr>
          </w:p>
        </w:tc>
        <w:tc>
          <w:tcPr>
            <w:tcW w:w="1742" w:type="dxa"/>
          </w:tcPr>
          <w:p w:rsidR="0009156E" w:rsidRPr="00E35D38" w:rsidRDefault="0009156E" w:rsidP="00021F36">
            <w:pPr>
              <w:pStyle w:val="ConsPlusNormal"/>
              <w:ind w:firstLine="0"/>
              <w:rPr>
                <w:rFonts w:ascii="Times New Roman" w:hAnsi="Times New Roman"/>
                <w:b/>
                <w:sz w:val="24"/>
                <w:szCs w:val="24"/>
              </w:rPr>
            </w:pPr>
          </w:p>
        </w:tc>
      </w:tr>
      <w:tr w:rsidR="0009156E" w:rsidRPr="00E35D38" w:rsidTr="00021F36">
        <w:tc>
          <w:tcPr>
            <w:tcW w:w="828" w:type="dxa"/>
          </w:tcPr>
          <w:p w:rsidR="0009156E" w:rsidRPr="00081955" w:rsidRDefault="0009156E" w:rsidP="00021F36">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09156E" w:rsidRPr="00E35D38" w:rsidRDefault="0009156E" w:rsidP="00021F36">
            <w:r w:rsidRPr="00E35D38">
              <w:t xml:space="preserve">Основное </w:t>
            </w:r>
            <w:r w:rsidRPr="00E35D38">
              <w:br/>
              <w:t xml:space="preserve">мероприятие </w:t>
            </w:r>
            <w:r w:rsidRPr="00E35D38">
              <w:lastRenderedPageBreak/>
              <w:t xml:space="preserve">7.1. </w:t>
            </w:r>
          </w:p>
        </w:tc>
        <w:tc>
          <w:tcPr>
            <w:tcW w:w="2880" w:type="dxa"/>
            <w:vAlign w:val="center"/>
          </w:tcPr>
          <w:p w:rsidR="0009156E" w:rsidRPr="003814E5" w:rsidRDefault="0009156E" w:rsidP="00021F36">
            <w:r w:rsidRPr="00446845">
              <w:lastRenderedPageBreak/>
              <w:t xml:space="preserve">Выполнение ремонтно-восстановительных </w:t>
            </w:r>
            <w:r w:rsidRPr="00446845">
              <w:lastRenderedPageBreak/>
              <w:t>работ, направленных на сохранение военно-мемо-риальных объектов на территории Таловского муниципального района</w:t>
            </w:r>
          </w:p>
        </w:tc>
        <w:tc>
          <w:tcPr>
            <w:tcW w:w="2160" w:type="dxa"/>
          </w:tcPr>
          <w:p w:rsidR="0009156E" w:rsidRPr="00446845" w:rsidRDefault="0009156E" w:rsidP="00021F36">
            <w:r w:rsidRPr="00446845">
              <w:lastRenderedPageBreak/>
              <w:t xml:space="preserve">администрация Таловского </w:t>
            </w:r>
            <w:r w:rsidRPr="00446845">
              <w:lastRenderedPageBreak/>
              <w:t>муниципального района</w:t>
            </w:r>
          </w:p>
        </w:tc>
        <w:tc>
          <w:tcPr>
            <w:tcW w:w="1260"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lastRenderedPageBreak/>
              <w:t>январь 201</w:t>
            </w:r>
            <w:r>
              <w:rPr>
                <w:rFonts w:ascii="Times New Roman" w:hAnsi="Times New Roman"/>
                <w:sz w:val="24"/>
                <w:szCs w:val="24"/>
              </w:rPr>
              <w:t>6</w:t>
            </w:r>
          </w:p>
        </w:tc>
        <w:tc>
          <w:tcPr>
            <w:tcW w:w="1453" w:type="dxa"/>
          </w:tcPr>
          <w:p w:rsidR="0009156E" w:rsidRPr="004D300B" w:rsidRDefault="0009156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09156E" w:rsidRPr="00E35D38" w:rsidRDefault="0009156E" w:rsidP="00021F36">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w:t>
            </w:r>
            <w:r w:rsidRPr="00E35D38">
              <w:rPr>
                <w:rFonts w:ascii="Times New Roman" w:hAnsi="Times New Roman"/>
                <w:sz w:val="24"/>
                <w:szCs w:val="24"/>
              </w:rPr>
              <w:lastRenderedPageBreak/>
              <w:t>восстановительных работ</w:t>
            </w:r>
          </w:p>
        </w:tc>
        <w:tc>
          <w:tcPr>
            <w:tcW w:w="1498" w:type="dxa"/>
          </w:tcPr>
          <w:p w:rsidR="0009156E" w:rsidRDefault="0009156E" w:rsidP="00F65AB6">
            <w:pPr>
              <w:pStyle w:val="ConsPlusNormal"/>
              <w:ind w:firstLine="0"/>
              <w:jc w:val="center"/>
              <w:rPr>
                <w:rFonts w:ascii="Times New Roman" w:hAnsi="Times New Roman"/>
                <w:sz w:val="24"/>
                <w:szCs w:val="24"/>
              </w:rPr>
            </w:pPr>
            <w:r>
              <w:rPr>
                <w:rFonts w:ascii="Times New Roman" w:hAnsi="Times New Roman"/>
                <w:sz w:val="24"/>
                <w:szCs w:val="24"/>
              </w:rPr>
              <w:lastRenderedPageBreak/>
              <w:t>05030570178530</w:t>
            </w:r>
          </w:p>
          <w:p w:rsidR="0009156E" w:rsidRPr="00C8437E" w:rsidRDefault="0009156E" w:rsidP="000E09D7">
            <w:pPr>
              <w:pStyle w:val="ConsPlusNormal"/>
              <w:ind w:firstLine="0"/>
              <w:jc w:val="center"/>
              <w:rPr>
                <w:rFonts w:ascii="Times New Roman" w:hAnsi="Times New Roman"/>
                <w:sz w:val="24"/>
                <w:szCs w:val="24"/>
              </w:rPr>
            </w:pPr>
            <w:r>
              <w:rPr>
                <w:rFonts w:ascii="Times New Roman" w:hAnsi="Times New Roman"/>
                <w:sz w:val="24"/>
                <w:szCs w:val="24"/>
              </w:rPr>
              <w:lastRenderedPageBreak/>
              <w:t>05030570198530</w:t>
            </w:r>
          </w:p>
        </w:tc>
        <w:tc>
          <w:tcPr>
            <w:tcW w:w="1742" w:type="dxa"/>
          </w:tcPr>
          <w:p w:rsidR="0009156E" w:rsidRPr="00E35D38" w:rsidRDefault="0009156E" w:rsidP="000E09D7">
            <w:pPr>
              <w:pStyle w:val="ConsPlusNormal"/>
              <w:ind w:firstLine="0"/>
              <w:rPr>
                <w:rFonts w:ascii="Times New Roman" w:hAnsi="Times New Roman"/>
                <w:sz w:val="24"/>
                <w:szCs w:val="24"/>
              </w:rPr>
            </w:pPr>
            <w:r>
              <w:rPr>
                <w:rFonts w:ascii="Times New Roman" w:hAnsi="Times New Roman"/>
                <w:sz w:val="24"/>
                <w:szCs w:val="24"/>
              </w:rPr>
              <w:lastRenderedPageBreak/>
              <w:t>1817,5</w:t>
            </w:r>
          </w:p>
        </w:tc>
      </w:tr>
      <w:tr w:rsidR="0009156E" w:rsidRPr="00E35D38" w:rsidTr="00010B07">
        <w:tc>
          <w:tcPr>
            <w:tcW w:w="828"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1</w:t>
            </w:r>
          </w:p>
        </w:tc>
        <w:tc>
          <w:tcPr>
            <w:tcW w:w="1620" w:type="dxa"/>
          </w:tcPr>
          <w:p w:rsidR="0009156E" w:rsidRPr="004D300B" w:rsidRDefault="0009156E" w:rsidP="00995B38">
            <w:r>
              <w:t>2</w:t>
            </w:r>
          </w:p>
        </w:tc>
        <w:tc>
          <w:tcPr>
            <w:tcW w:w="2880" w:type="dxa"/>
          </w:tcPr>
          <w:p w:rsidR="0009156E" w:rsidRDefault="0009156E" w:rsidP="00995B38">
            <w:r>
              <w:t>3</w:t>
            </w:r>
          </w:p>
        </w:tc>
        <w:tc>
          <w:tcPr>
            <w:tcW w:w="2160" w:type="dxa"/>
          </w:tcPr>
          <w:p w:rsidR="0009156E" w:rsidRPr="004D300B" w:rsidRDefault="0009156E" w:rsidP="00995B38">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09156E" w:rsidRPr="004D300B" w:rsidRDefault="0009156E" w:rsidP="00995B38">
            <w:pPr>
              <w:pStyle w:val="ConsPlusNormal"/>
              <w:ind w:firstLine="0"/>
              <w:rPr>
                <w:rFonts w:ascii="Times New Roman" w:hAnsi="Times New Roman"/>
              </w:rPr>
            </w:pPr>
            <w:r>
              <w:rPr>
                <w:rFonts w:ascii="Times New Roman" w:hAnsi="Times New Roman"/>
              </w:rPr>
              <w:t>7</w:t>
            </w:r>
          </w:p>
        </w:tc>
        <w:tc>
          <w:tcPr>
            <w:tcW w:w="1498" w:type="dxa"/>
          </w:tcPr>
          <w:p w:rsidR="0009156E" w:rsidRDefault="0009156E" w:rsidP="00995B38">
            <w:pPr>
              <w:pStyle w:val="ConsPlusNormal"/>
              <w:ind w:firstLine="0"/>
              <w:rPr>
                <w:rFonts w:ascii="Times New Roman" w:hAnsi="Times New Roman"/>
              </w:rPr>
            </w:pPr>
            <w:r>
              <w:rPr>
                <w:rFonts w:ascii="Times New Roman" w:hAnsi="Times New Roman"/>
              </w:rPr>
              <w:t>8</w:t>
            </w:r>
          </w:p>
        </w:tc>
        <w:tc>
          <w:tcPr>
            <w:tcW w:w="1742" w:type="dxa"/>
          </w:tcPr>
          <w:p w:rsidR="0009156E" w:rsidRDefault="0009156E" w:rsidP="00995B38">
            <w:pPr>
              <w:pStyle w:val="ConsPlusNormal"/>
              <w:ind w:firstLine="0"/>
              <w:rPr>
                <w:rFonts w:ascii="Times New Roman" w:hAnsi="Times New Roman"/>
                <w:sz w:val="24"/>
                <w:szCs w:val="24"/>
              </w:rPr>
            </w:pPr>
            <w:r>
              <w:rPr>
                <w:rFonts w:ascii="Times New Roman" w:hAnsi="Times New Roman"/>
                <w:sz w:val="24"/>
                <w:szCs w:val="24"/>
              </w:rPr>
              <w:t>9</w:t>
            </w:r>
          </w:p>
        </w:tc>
      </w:tr>
      <w:tr w:rsidR="0009156E" w:rsidRPr="00E35D38" w:rsidTr="00021F36">
        <w:tc>
          <w:tcPr>
            <w:tcW w:w="828" w:type="dxa"/>
          </w:tcPr>
          <w:p w:rsidR="0009156E" w:rsidRPr="00447BD0" w:rsidRDefault="0009156E" w:rsidP="00021F36">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09156E" w:rsidRDefault="0009156E" w:rsidP="00021F36">
            <w:pPr>
              <w:rPr>
                <w:b/>
              </w:rPr>
            </w:pPr>
            <w:r>
              <w:rPr>
                <w:b/>
              </w:rPr>
              <w:t xml:space="preserve">ПОДПРОГРАММА </w:t>
            </w:r>
            <w:r>
              <w:rPr>
                <w:b/>
                <w:lang w:val="en-US"/>
              </w:rPr>
              <w:t>8</w:t>
            </w:r>
          </w:p>
          <w:p w:rsidR="0009156E" w:rsidRDefault="0009156E" w:rsidP="00021F36">
            <w:pPr>
              <w:rPr>
                <w:b/>
              </w:rPr>
            </w:pPr>
          </w:p>
          <w:p w:rsidR="0009156E" w:rsidRPr="00870E2C" w:rsidRDefault="0009156E" w:rsidP="00021F36">
            <w:pPr>
              <w:rPr>
                <w:b/>
              </w:rPr>
            </w:pPr>
          </w:p>
          <w:p w:rsidR="0009156E" w:rsidRPr="00E35D38" w:rsidRDefault="0009156E" w:rsidP="00021F36"/>
        </w:tc>
        <w:tc>
          <w:tcPr>
            <w:tcW w:w="2880" w:type="dxa"/>
            <w:vAlign w:val="center"/>
          </w:tcPr>
          <w:p w:rsidR="0009156E" w:rsidRPr="00C25ADE" w:rsidRDefault="0009156E" w:rsidP="00021F36">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09156E" w:rsidRPr="00446845" w:rsidRDefault="0009156E" w:rsidP="00021F36">
            <w:r w:rsidRPr="00446845">
              <w:t>Отдел по архи-тектуре и строи-тельной политике администрации Таловского муниципального района</w:t>
            </w:r>
          </w:p>
        </w:tc>
        <w:tc>
          <w:tcPr>
            <w:tcW w:w="1260" w:type="dxa"/>
          </w:tcPr>
          <w:p w:rsidR="0009156E" w:rsidRPr="00E35D38" w:rsidRDefault="0009156E" w:rsidP="00021F36">
            <w:pPr>
              <w:pStyle w:val="ConsPlusNormal"/>
              <w:ind w:firstLine="0"/>
              <w:rPr>
                <w:rFonts w:ascii="Times New Roman" w:hAnsi="Times New Roman"/>
                <w:sz w:val="24"/>
                <w:szCs w:val="24"/>
              </w:rPr>
            </w:pPr>
          </w:p>
        </w:tc>
        <w:tc>
          <w:tcPr>
            <w:tcW w:w="1453" w:type="dxa"/>
          </w:tcPr>
          <w:p w:rsidR="0009156E" w:rsidRPr="00E35D38" w:rsidRDefault="0009156E" w:rsidP="00021F36">
            <w:pPr>
              <w:pStyle w:val="ConsPlusNormal"/>
              <w:ind w:firstLine="0"/>
              <w:rPr>
                <w:rFonts w:ascii="Times New Roman" w:hAnsi="Times New Roman"/>
                <w:sz w:val="24"/>
                <w:szCs w:val="24"/>
              </w:rPr>
            </w:pPr>
          </w:p>
        </w:tc>
        <w:tc>
          <w:tcPr>
            <w:tcW w:w="2147" w:type="dxa"/>
          </w:tcPr>
          <w:p w:rsidR="0009156E" w:rsidRPr="00E35D38" w:rsidRDefault="0009156E" w:rsidP="00021F36">
            <w:pPr>
              <w:pStyle w:val="ConsPlusNormal"/>
              <w:ind w:firstLine="0"/>
              <w:rPr>
                <w:rFonts w:ascii="Times New Roman" w:hAnsi="Times New Roman"/>
                <w:sz w:val="24"/>
                <w:szCs w:val="24"/>
              </w:rPr>
            </w:pPr>
          </w:p>
        </w:tc>
        <w:tc>
          <w:tcPr>
            <w:tcW w:w="1498" w:type="dxa"/>
          </w:tcPr>
          <w:p w:rsidR="0009156E" w:rsidRPr="00E35D38" w:rsidRDefault="0009156E" w:rsidP="00021F36">
            <w:pPr>
              <w:pStyle w:val="ConsPlusNormal"/>
              <w:ind w:firstLine="0"/>
              <w:rPr>
                <w:rFonts w:ascii="Times New Roman" w:hAnsi="Times New Roman"/>
                <w:sz w:val="24"/>
                <w:szCs w:val="24"/>
              </w:rPr>
            </w:pPr>
          </w:p>
        </w:tc>
        <w:tc>
          <w:tcPr>
            <w:tcW w:w="1742" w:type="dxa"/>
          </w:tcPr>
          <w:p w:rsidR="0009156E" w:rsidRPr="00C25ADE" w:rsidRDefault="0009156E" w:rsidP="000E09D7">
            <w:pPr>
              <w:pStyle w:val="ConsPlusNormal"/>
              <w:ind w:firstLine="0"/>
              <w:rPr>
                <w:rFonts w:ascii="Times New Roman" w:hAnsi="Times New Roman"/>
                <w:b/>
                <w:sz w:val="24"/>
                <w:szCs w:val="24"/>
              </w:rPr>
            </w:pPr>
            <w:r>
              <w:rPr>
                <w:rFonts w:ascii="Times New Roman" w:hAnsi="Times New Roman"/>
                <w:b/>
                <w:sz w:val="24"/>
                <w:szCs w:val="24"/>
              </w:rPr>
              <w:t>1235,0</w:t>
            </w:r>
          </w:p>
        </w:tc>
      </w:tr>
      <w:tr w:rsidR="0009156E" w:rsidRPr="008F0ACC" w:rsidTr="00021F36">
        <w:tc>
          <w:tcPr>
            <w:tcW w:w="828" w:type="dxa"/>
          </w:tcPr>
          <w:p w:rsidR="0009156E" w:rsidRPr="008F0ACC" w:rsidRDefault="0009156E" w:rsidP="002A58FC">
            <w:pPr>
              <w:pStyle w:val="ConsPlusNormal"/>
              <w:ind w:firstLine="0"/>
              <w:rPr>
                <w:rFonts w:ascii="Times New Roman" w:hAnsi="Times New Roman"/>
                <w:b/>
                <w:sz w:val="24"/>
                <w:szCs w:val="24"/>
              </w:rPr>
            </w:pPr>
            <w:r w:rsidRPr="008F0ACC">
              <w:rPr>
                <w:rFonts w:ascii="Times New Roman" w:hAnsi="Times New Roman"/>
                <w:b/>
                <w:sz w:val="24"/>
                <w:szCs w:val="24"/>
              </w:rPr>
              <w:t>7.</w:t>
            </w:r>
            <w:r>
              <w:rPr>
                <w:rFonts w:ascii="Times New Roman" w:hAnsi="Times New Roman"/>
                <w:b/>
                <w:sz w:val="24"/>
                <w:szCs w:val="24"/>
              </w:rPr>
              <w:t>1</w:t>
            </w:r>
          </w:p>
        </w:tc>
        <w:tc>
          <w:tcPr>
            <w:tcW w:w="1620" w:type="dxa"/>
            <w:vAlign w:val="center"/>
          </w:tcPr>
          <w:p w:rsidR="0009156E" w:rsidRPr="008F0ACC" w:rsidRDefault="0009156E" w:rsidP="00021F36">
            <w:r w:rsidRPr="008F0ACC">
              <w:t xml:space="preserve">Основное </w:t>
            </w:r>
            <w:r w:rsidRPr="008F0ACC">
              <w:br/>
              <w:t>мероприятие 8.2</w:t>
            </w:r>
          </w:p>
        </w:tc>
        <w:tc>
          <w:tcPr>
            <w:tcW w:w="2880" w:type="dxa"/>
            <w:vAlign w:val="center"/>
          </w:tcPr>
          <w:p w:rsidR="0009156E" w:rsidRPr="008F0ACC" w:rsidRDefault="0009156E" w:rsidP="00021F36">
            <w:r w:rsidRPr="008F0ACC">
              <w:t>Предоставление субсидий из районного бюджета на компенсацию потерь в доходах транспортных предпри-ятий , возникающих в следствие регулирования  тарифов на перевозку пассажиров автомобильным транспортом общего пользования.</w:t>
            </w:r>
          </w:p>
        </w:tc>
        <w:tc>
          <w:tcPr>
            <w:tcW w:w="2160" w:type="dxa"/>
          </w:tcPr>
          <w:p w:rsidR="0009156E" w:rsidRPr="008F0ACC" w:rsidRDefault="0009156E" w:rsidP="00021F36">
            <w:r w:rsidRPr="008F0ACC">
              <w:t>администрация Таловского муниципального района</w:t>
            </w:r>
          </w:p>
        </w:tc>
        <w:tc>
          <w:tcPr>
            <w:tcW w:w="1260" w:type="dxa"/>
          </w:tcPr>
          <w:p w:rsidR="0009156E" w:rsidRPr="008F0ACC" w:rsidRDefault="0009156E" w:rsidP="00021F36">
            <w:pPr>
              <w:pStyle w:val="ConsPlusNormal"/>
              <w:ind w:firstLine="0"/>
              <w:rPr>
                <w:rFonts w:ascii="Times New Roman" w:hAnsi="Times New Roman"/>
                <w:sz w:val="24"/>
                <w:szCs w:val="24"/>
              </w:rPr>
            </w:pPr>
            <w:r w:rsidRPr="008F0ACC">
              <w:rPr>
                <w:rFonts w:ascii="Times New Roman" w:hAnsi="Times New Roman"/>
                <w:sz w:val="24"/>
                <w:szCs w:val="24"/>
              </w:rPr>
              <w:t>январь 2016</w:t>
            </w:r>
          </w:p>
        </w:tc>
        <w:tc>
          <w:tcPr>
            <w:tcW w:w="1453" w:type="dxa"/>
          </w:tcPr>
          <w:p w:rsidR="0009156E" w:rsidRPr="008F0ACC" w:rsidRDefault="0009156E" w:rsidP="00021F36">
            <w:pPr>
              <w:pStyle w:val="ConsPlusNormal"/>
              <w:ind w:firstLine="0"/>
              <w:rPr>
                <w:rFonts w:ascii="Times New Roman" w:hAnsi="Times New Roman"/>
                <w:sz w:val="24"/>
                <w:szCs w:val="24"/>
              </w:rPr>
            </w:pPr>
            <w:r w:rsidRPr="008F0ACC">
              <w:rPr>
                <w:rFonts w:ascii="Times New Roman" w:hAnsi="Times New Roman"/>
                <w:sz w:val="24"/>
                <w:szCs w:val="24"/>
              </w:rPr>
              <w:t>апрель 2016</w:t>
            </w:r>
          </w:p>
        </w:tc>
        <w:tc>
          <w:tcPr>
            <w:tcW w:w="2147" w:type="dxa"/>
          </w:tcPr>
          <w:p w:rsidR="0009156E" w:rsidRPr="008F0ACC" w:rsidRDefault="0009156E" w:rsidP="00021F36">
            <w:pPr>
              <w:pStyle w:val="ConsPlusNormal"/>
              <w:ind w:firstLine="0"/>
              <w:rPr>
                <w:rFonts w:ascii="Times New Roman" w:hAnsi="Times New Roman"/>
                <w:sz w:val="24"/>
                <w:szCs w:val="24"/>
              </w:rPr>
            </w:pPr>
            <w:r w:rsidRPr="008F0ACC">
              <w:rPr>
                <w:rFonts w:ascii="Times New Roman" w:hAnsi="Times New Roman"/>
                <w:sz w:val="24"/>
                <w:szCs w:val="24"/>
              </w:rPr>
              <w:t>Предоставление субсидий</w:t>
            </w:r>
          </w:p>
        </w:tc>
        <w:tc>
          <w:tcPr>
            <w:tcW w:w="1498" w:type="dxa"/>
          </w:tcPr>
          <w:p w:rsidR="0009156E" w:rsidRPr="008F0ACC" w:rsidRDefault="0009156E" w:rsidP="00021F36">
            <w:pPr>
              <w:pStyle w:val="ConsPlusNormal"/>
              <w:ind w:firstLine="0"/>
              <w:rPr>
                <w:rFonts w:ascii="Times New Roman" w:hAnsi="Times New Roman"/>
                <w:sz w:val="24"/>
                <w:szCs w:val="24"/>
              </w:rPr>
            </w:pPr>
            <w:r w:rsidRPr="008F0ACC">
              <w:rPr>
                <w:rFonts w:ascii="Times New Roman" w:hAnsi="Times New Roman"/>
                <w:sz w:val="24"/>
                <w:szCs w:val="24"/>
              </w:rPr>
              <w:t>04080580281310</w:t>
            </w:r>
          </w:p>
        </w:tc>
        <w:tc>
          <w:tcPr>
            <w:tcW w:w="1742" w:type="dxa"/>
          </w:tcPr>
          <w:p w:rsidR="0009156E" w:rsidRPr="008F0ACC" w:rsidRDefault="0009156E" w:rsidP="00021F36">
            <w:pPr>
              <w:pStyle w:val="ConsPlusNormal"/>
              <w:ind w:firstLine="0"/>
              <w:rPr>
                <w:rFonts w:ascii="Times New Roman" w:hAnsi="Times New Roman"/>
                <w:sz w:val="24"/>
                <w:szCs w:val="24"/>
              </w:rPr>
            </w:pPr>
            <w:r w:rsidRPr="008F0ACC">
              <w:rPr>
                <w:rFonts w:ascii="Times New Roman" w:hAnsi="Times New Roman"/>
                <w:sz w:val="24"/>
                <w:szCs w:val="24"/>
              </w:rPr>
              <w:t>200</w:t>
            </w:r>
          </w:p>
        </w:tc>
      </w:tr>
      <w:tr w:rsidR="0009156E" w:rsidRPr="008F0ACC" w:rsidTr="00021F36">
        <w:tc>
          <w:tcPr>
            <w:tcW w:w="828" w:type="dxa"/>
          </w:tcPr>
          <w:p w:rsidR="0009156E" w:rsidRPr="008F0ACC" w:rsidRDefault="0009156E" w:rsidP="00021F36">
            <w:pPr>
              <w:pStyle w:val="ConsPlusNormal"/>
              <w:ind w:firstLine="0"/>
              <w:rPr>
                <w:rFonts w:ascii="Times New Roman" w:hAnsi="Times New Roman"/>
                <w:b/>
                <w:sz w:val="24"/>
                <w:szCs w:val="24"/>
              </w:rPr>
            </w:pPr>
            <w:r>
              <w:rPr>
                <w:rFonts w:ascii="Times New Roman" w:hAnsi="Times New Roman"/>
                <w:b/>
                <w:sz w:val="24"/>
                <w:szCs w:val="24"/>
              </w:rPr>
              <w:t>7.2.</w:t>
            </w:r>
          </w:p>
        </w:tc>
        <w:tc>
          <w:tcPr>
            <w:tcW w:w="1620" w:type="dxa"/>
            <w:vAlign w:val="center"/>
          </w:tcPr>
          <w:p w:rsidR="0009156E" w:rsidRPr="008F0ACC" w:rsidRDefault="0009156E" w:rsidP="00021F36">
            <w:r w:rsidRPr="008F0ACC">
              <w:t xml:space="preserve">Основное </w:t>
            </w:r>
            <w:r w:rsidRPr="008F0ACC">
              <w:br/>
              <w:t>мероприятие 8.3</w:t>
            </w:r>
          </w:p>
        </w:tc>
        <w:tc>
          <w:tcPr>
            <w:tcW w:w="2880" w:type="dxa"/>
            <w:vAlign w:val="center"/>
          </w:tcPr>
          <w:p w:rsidR="0009156E" w:rsidRPr="008F0ACC" w:rsidRDefault="0009156E" w:rsidP="00484829">
            <w:r w:rsidRPr="008F0ACC">
              <w:t>Развитие сети автодорог общего пользования местного значения.</w:t>
            </w:r>
          </w:p>
          <w:p w:rsidR="0009156E" w:rsidRPr="008F0ACC" w:rsidRDefault="0009156E" w:rsidP="00021F36"/>
        </w:tc>
        <w:tc>
          <w:tcPr>
            <w:tcW w:w="2160" w:type="dxa"/>
          </w:tcPr>
          <w:p w:rsidR="0009156E" w:rsidRPr="008F0ACC" w:rsidRDefault="0009156E" w:rsidP="00021F36">
            <w:r w:rsidRPr="008F0ACC">
              <w:t>Отдел по архитектуре и строительной политике администрации Таловского муниципального района</w:t>
            </w:r>
          </w:p>
        </w:tc>
        <w:tc>
          <w:tcPr>
            <w:tcW w:w="1260" w:type="dxa"/>
          </w:tcPr>
          <w:p w:rsidR="0009156E" w:rsidRPr="008F0ACC" w:rsidRDefault="0009156E" w:rsidP="00021F36">
            <w:pPr>
              <w:pStyle w:val="ConsPlusNormal"/>
              <w:ind w:firstLine="0"/>
              <w:rPr>
                <w:rFonts w:ascii="Times New Roman" w:hAnsi="Times New Roman"/>
                <w:sz w:val="24"/>
                <w:szCs w:val="24"/>
              </w:rPr>
            </w:pPr>
            <w:r w:rsidRPr="008F0ACC">
              <w:rPr>
                <w:rFonts w:ascii="Times New Roman" w:hAnsi="Times New Roman"/>
                <w:sz w:val="24"/>
                <w:szCs w:val="24"/>
              </w:rPr>
              <w:t>Сентябрь 2016</w:t>
            </w:r>
          </w:p>
        </w:tc>
        <w:tc>
          <w:tcPr>
            <w:tcW w:w="1453" w:type="dxa"/>
          </w:tcPr>
          <w:p w:rsidR="0009156E" w:rsidRPr="008F0ACC" w:rsidRDefault="0009156E" w:rsidP="00021F36">
            <w:pPr>
              <w:pStyle w:val="ConsPlusNormal"/>
              <w:ind w:firstLine="0"/>
              <w:rPr>
                <w:rFonts w:ascii="Times New Roman" w:hAnsi="Times New Roman"/>
                <w:sz w:val="24"/>
                <w:szCs w:val="24"/>
              </w:rPr>
            </w:pPr>
            <w:r w:rsidRPr="008F0ACC">
              <w:rPr>
                <w:rFonts w:ascii="Times New Roman" w:hAnsi="Times New Roman"/>
                <w:sz w:val="24"/>
                <w:szCs w:val="24"/>
              </w:rPr>
              <w:t>декабрь 2016</w:t>
            </w:r>
          </w:p>
        </w:tc>
        <w:tc>
          <w:tcPr>
            <w:tcW w:w="2147" w:type="dxa"/>
          </w:tcPr>
          <w:p w:rsidR="0009156E" w:rsidRPr="008F0ACC" w:rsidRDefault="0009156E" w:rsidP="00021F36">
            <w:pPr>
              <w:pStyle w:val="ConsPlusNormal"/>
              <w:ind w:firstLine="0"/>
              <w:rPr>
                <w:rFonts w:ascii="Times New Roman" w:hAnsi="Times New Roman"/>
                <w:sz w:val="24"/>
                <w:szCs w:val="24"/>
              </w:rPr>
            </w:pPr>
            <w:r w:rsidRPr="008F0ACC">
              <w:rPr>
                <w:rFonts w:ascii="Times New Roman" w:hAnsi="Times New Roman"/>
                <w:sz w:val="24"/>
                <w:szCs w:val="24"/>
              </w:rPr>
              <w:t>Разработка ПСД, строительство дорог</w:t>
            </w:r>
          </w:p>
        </w:tc>
        <w:tc>
          <w:tcPr>
            <w:tcW w:w="1498" w:type="dxa"/>
          </w:tcPr>
          <w:p w:rsidR="0009156E" w:rsidRPr="008F0ACC" w:rsidRDefault="0009156E" w:rsidP="000E09D7">
            <w:pPr>
              <w:pStyle w:val="ConsPlusNormal"/>
              <w:ind w:firstLine="0"/>
              <w:rPr>
                <w:rFonts w:ascii="Times New Roman" w:hAnsi="Times New Roman"/>
                <w:sz w:val="24"/>
                <w:szCs w:val="24"/>
              </w:rPr>
            </w:pPr>
            <w:r w:rsidRPr="008F0ACC">
              <w:rPr>
                <w:rFonts w:ascii="Times New Roman" w:hAnsi="Times New Roman"/>
                <w:sz w:val="24"/>
                <w:szCs w:val="24"/>
              </w:rPr>
              <w:t>04090580</w:t>
            </w:r>
            <w:r>
              <w:rPr>
                <w:rFonts w:ascii="Times New Roman" w:hAnsi="Times New Roman"/>
                <w:sz w:val="24"/>
                <w:szCs w:val="24"/>
              </w:rPr>
              <w:t>3</w:t>
            </w:r>
            <w:r w:rsidRPr="008F0ACC">
              <w:rPr>
                <w:rFonts w:ascii="Times New Roman" w:hAnsi="Times New Roman"/>
                <w:sz w:val="24"/>
                <w:szCs w:val="24"/>
              </w:rPr>
              <w:t>81290</w:t>
            </w:r>
          </w:p>
        </w:tc>
        <w:tc>
          <w:tcPr>
            <w:tcW w:w="1742" w:type="dxa"/>
          </w:tcPr>
          <w:p w:rsidR="0009156E" w:rsidRPr="008F0ACC" w:rsidRDefault="0009156E" w:rsidP="000E09D7">
            <w:pPr>
              <w:pStyle w:val="ConsPlusNormal"/>
              <w:ind w:firstLine="0"/>
              <w:rPr>
                <w:rFonts w:ascii="Times New Roman" w:hAnsi="Times New Roman"/>
                <w:sz w:val="24"/>
                <w:szCs w:val="24"/>
              </w:rPr>
            </w:pPr>
            <w:r w:rsidRPr="008F0ACC">
              <w:rPr>
                <w:rFonts w:ascii="Times New Roman" w:hAnsi="Times New Roman"/>
                <w:sz w:val="24"/>
                <w:szCs w:val="24"/>
              </w:rPr>
              <w:t>1</w:t>
            </w:r>
            <w:r>
              <w:rPr>
                <w:rFonts w:ascii="Times New Roman" w:hAnsi="Times New Roman"/>
                <w:sz w:val="24"/>
                <w:szCs w:val="24"/>
              </w:rPr>
              <w:t>035</w:t>
            </w:r>
          </w:p>
        </w:tc>
      </w:tr>
    </w:tbl>
    <w:p w:rsidR="0009156E" w:rsidRPr="008F0ACC" w:rsidRDefault="0009156E" w:rsidP="002174E3">
      <w:pPr>
        <w:pStyle w:val="ConsPlusNormal"/>
        <w:ind w:firstLine="540"/>
        <w:rPr>
          <w:rFonts w:ascii="Times New Roman" w:hAnsi="Times New Roman"/>
          <w:b/>
          <w:sz w:val="28"/>
          <w:szCs w:val="28"/>
        </w:rPr>
      </w:pPr>
    </w:p>
    <w:p w:rsidR="0009156E" w:rsidRPr="008F0ACC" w:rsidRDefault="0009156E" w:rsidP="002174E3">
      <w:pPr>
        <w:pStyle w:val="ConsPlusNormal"/>
        <w:ind w:firstLine="540"/>
        <w:rPr>
          <w:rFonts w:ascii="Times New Roman" w:hAnsi="Times New Roman"/>
          <w:b/>
          <w:sz w:val="28"/>
          <w:szCs w:val="28"/>
        </w:rPr>
      </w:pPr>
    </w:p>
    <w:p w:rsidR="0009156E" w:rsidRDefault="0009156E" w:rsidP="002174E3">
      <w:pPr>
        <w:pStyle w:val="ConsPlusNormal"/>
        <w:ind w:firstLine="540"/>
        <w:rPr>
          <w:rFonts w:ascii="Times New Roman" w:hAnsi="Times New Roman"/>
          <w:b/>
          <w:color w:val="000080"/>
          <w:sz w:val="28"/>
          <w:szCs w:val="28"/>
        </w:rPr>
      </w:pPr>
    </w:p>
    <w:p w:rsidR="0009156E" w:rsidRDefault="0009156E" w:rsidP="0011707F">
      <w:pPr>
        <w:pStyle w:val="ConsPlusNormal"/>
        <w:ind w:firstLine="540"/>
        <w:rPr>
          <w:rFonts w:ascii="Times New Roman" w:hAnsi="Times New Roman"/>
          <w:b/>
          <w:color w:val="000080"/>
          <w:sz w:val="28"/>
          <w:szCs w:val="28"/>
        </w:rPr>
      </w:pPr>
      <w:r>
        <w:rPr>
          <w:rFonts w:ascii="Times New Roman" w:hAnsi="Times New Roman"/>
          <w:b/>
          <w:color w:val="000080"/>
          <w:sz w:val="28"/>
          <w:szCs w:val="28"/>
        </w:rPr>
        <w:br w:type="textWrapping" w:clear="all"/>
      </w:r>
    </w:p>
    <w:p w:rsidR="0009156E" w:rsidRDefault="0009156E" w:rsidP="0011707F">
      <w:pPr>
        <w:pStyle w:val="ConsPlusNormal"/>
        <w:ind w:firstLine="540"/>
        <w:rPr>
          <w:rFonts w:ascii="Times New Roman" w:hAnsi="Times New Roman"/>
          <w:b/>
          <w:color w:val="000080"/>
          <w:sz w:val="28"/>
          <w:szCs w:val="28"/>
        </w:rPr>
      </w:pPr>
    </w:p>
    <w:p w:rsidR="0009156E" w:rsidRDefault="0009156E" w:rsidP="0011707F">
      <w:pPr>
        <w:pStyle w:val="ConsPlusNormal"/>
        <w:ind w:firstLine="540"/>
        <w:rPr>
          <w:rFonts w:ascii="Times New Roman" w:hAnsi="Times New Roman"/>
          <w:b/>
          <w:color w:val="000080"/>
          <w:sz w:val="28"/>
          <w:szCs w:val="28"/>
        </w:rPr>
      </w:pPr>
    </w:p>
    <w:p w:rsidR="0009156E" w:rsidRPr="00081955" w:rsidRDefault="0009156E" w:rsidP="00AC58F1">
      <w:pPr>
        <w:pStyle w:val="ConsPlusNormal"/>
        <w:tabs>
          <w:tab w:val="left" w:pos="8958"/>
        </w:tabs>
        <w:ind w:firstLine="540"/>
        <w:jc w:val="right"/>
        <w:rPr>
          <w:rFonts w:ascii="Times New Roman" w:hAnsi="Times New Roman"/>
          <w:sz w:val="26"/>
          <w:szCs w:val="26"/>
        </w:rPr>
      </w:pPr>
      <w:r w:rsidRPr="00081955">
        <w:rPr>
          <w:rFonts w:ascii="Times New Roman" w:hAnsi="Times New Roman"/>
          <w:sz w:val="26"/>
          <w:szCs w:val="26"/>
        </w:rPr>
        <w:t xml:space="preserve">Приложение </w:t>
      </w:r>
      <w:r>
        <w:rPr>
          <w:rFonts w:ascii="Times New Roman" w:hAnsi="Times New Roman"/>
          <w:sz w:val="26"/>
          <w:szCs w:val="26"/>
        </w:rPr>
        <w:t>7</w:t>
      </w:r>
    </w:p>
    <w:p w:rsidR="0009156E" w:rsidRDefault="0009156E" w:rsidP="00AC58F1">
      <w:pPr>
        <w:jc w:val="center"/>
        <w:rPr>
          <w:b/>
          <w:sz w:val="26"/>
          <w:szCs w:val="26"/>
        </w:rPr>
      </w:pPr>
    </w:p>
    <w:p w:rsidR="0009156E" w:rsidRDefault="0009156E" w:rsidP="00AC58F1">
      <w:pPr>
        <w:jc w:val="center"/>
        <w:rPr>
          <w:b/>
          <w:sz w:val="26"/>
          <w:szCs w:val="26"/>
        </w:rPr>
      </w:pPr>
    </w:p>
    <w:p w:rsidR="0009156E" w:rsidRDefault="0009156E" w:rsidP="00AC58F1">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«Муниципальное управление и гражданское об</w:t>
      </w:r>
      <w:r>
        <w:rPr>
          <w:b/>
          <w:sz w:val="26"/>
          <w:szCs w:val="26"/>
        </w:rPr>
        <w:t>щество  на 2014-2019 гг» на 2017</w:t>
      </w:r>
      <w:r w:rsidRPr="00081955">
        <w:rPr>
          <w:b/>
          <w:sz w:val="26"/>
          <w:szCs w:val="26"/>
        </w:rPr>
        <w:t xml:space="preserve"> год</w:t>
      </w:r>
    </w:p>
    <w:p w:rsidR="0009156E" w:rsidRDefault="0009156E" w:rsidP="0011707F">
      <w:pPr>
        <w:pStyle w:val="ConsPlusNormal"/>
        <w:ind w:firstLine="540"/>
        <w:rPr>
          <w:rFonts w:ascii="Times New Roman" w:hAnsi="Times New Roman"/>
          <w:b/>
          <w:color w:val="00008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09156E" w:rsidRPr="004D300B" w:rsidTr="00995B38">
        <w:tc>
          <w:tcPr>
            <w:tcW w:w="828" w:type="dxa"/>
            <w:vMerge w:val="restart"/>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реа-лизацииподпро-граммы, основ-ного мероприятия, мероприятия в очередном финансовом году</w:t>
            </w:r>
          </w:p>
        </w:tc>
        <w:tc>
          <w:tcPr>
            <w:tcW w:w="1498" w:type="dxa"/>
            <w:vMerge w:val="restart"/>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09156E" w:rsidRPr="004D300B" w:rsidTr="00995B38">
        <w:tc>
          <w:tcPr>
            <w:tcW w:w="828" w:type="dxa"/>
            <w:vMerge/>
          </w:tcPr>
          <w:p w:rsidR="0009156E" w:rsidRPr="004D300B" w:rsidRDefault="0009156E" w:rsidP="00995B38">
            <w:pPr>
              <w:pStyle w:val="ConsPlusNormal"/>
              <w:ind w:firstLine="0"/>
              <w:rPr>
                <w:rFonts w:ascii="Times New Roman" w:hAnsi="Times New Roman"/>
                <w:b/>
                <w:sz w:val="28"/>
                <w:szCs w:val="28"/>
              </w:rPr>
            </w:pPr>
          </w:p>
        </w:tc>
        <w:tc>
          <w:tcPr>
            <w:tcW w:w="1620" w:type="dxa"/>
            <w:vMerge/>
          </w:tcPr>
          <w:p w:rsidR="0009156E" w:rsidRPr="004D300B" w:rsidRDefault="0009156E" w:rsidP="00995B38">
            <w:pPr>
              <w:pStyle w:val="ConsPlusNormal"/>
              <w:ind w:firstLine="0"/>
              <w:rPr>
                <w:rFonts w:ascii="Times New Roman" w:hAnsi="Times New Roman"/>
                <w:b/>
                <w:sz w:val="28"/>
                <w:szCs w:val="28"/>
              </w:rPr>
            </w:pPr>
          </w:p>
        </w:tc>
        <w:tc>
          <w:tcPr>
            <w:tcW w:w="2880" w:type="dxa"/>
            <w:vMerge/>
          </w:tcPr>
          <w:p w:rsidR="0009156E" w:rsidRPr="004D300B" w:rsidRDefault="0009156E" w:rsidP="00995B38">
            <w:pPr>
              <w:pStyle w:val="ConsPlusNormal"/>
              <w:ind w:firstLine="0"/>
              <w:rPr>
                <w:rFonts w:ascii="Times New Roman" w:hAnsi="Times New Roman"/>
                <w:b/>
                <w:sz w:val="28"/>
                <w:szCs w:val="28"/>
              </w:rPr>
            </w:pPr>
          </w:p>
        </w:tc>
        <w:tc>
          <w:tcPr>
            <w:tcW w:w="2160" w:type="dxa"/>
            <w:vMerge/>
          </w:tcPr>
          <w:p w:rsidR="0009156E" w:rsidRPr="004D300B" w:rsidRDefault="0009156E" w:rsidP="00995B38">
            <w:pPr>
              <w:pStyle w:val="ConsPlusNormal"/>
              <w:ind w:firstLine="0"/>
              <w:rPr>
                <w:rFonts w:ascii="Times New Roman" w:hAnsi="Times New Roman"/>
                <w:b/>
                <w:sz w:val="28"/>
                <w:szCs w:val="28"/>
              </w:rPr>
            </w:pPr>
          </w:p>
        </w:tc>
        <w:tc>
          <w:tcPr>
            <w:tcW w:w="1260"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09156E" w:rsidRPr="004D300B" w:rsidRDefault="0009156E" w:rsidP="00995B38">
            <w:pPr>
              <w:pStyle w:val="ConsPlusNormal"/>
              <w:ind w:firstLine="0"/>
              <w:rPr>
                <w:rFonts w:ascii="Times New Roman" w:hAnsi="Times New Roman"/>
                <w:b/>
                <w:sz w:val="28"/>
                <w:szCs w:val="28"/>
              </w:rPr>
            </w:pPr>
          </w:p>
        </w:tc>
        <w:tc>
          <w:tcPr>
            <w:tcW w:w="1498" w:type="dxa"/>
            <w:vMerge/>
          </w:tcPr>
          <w:p w:rsidR="0009156E" w:rsidRPr="004D300B" w:rsidRDefault="0009156E" w:rsidP="00995B38">
            <w:pPr>
              <w:pStyle w:val="ConsPlusNormal"/>
              <w:ind w:firstLine="0"/>
              <w:rPr>
                <w:rFonts w:ascii="Times New Roman" w:hAnsi="Times New Roman"/>
                <w:b/>
                <w:sz w:val="28"/>
                <w:szCs w:val="28"/>
              </w:rPr>
            </w:pPr>
          </w:p>
        </w:tc>
        <w:tc>
          <w:tcPr>
            <w:tcW w:w="1742" w:type="dxa"/>
            <w:vMerge/>
          </w:tcPr>
          <w:p w:rsidR="0009156E" w:rsidRPr="004D300B" w:rsidRDefault="0009156E" w:rsidP="00995B38">
            <w:pPr>
              <w:pStyle w:val="ConsPlusNormal"/>
              <w:ind w:firstLine="0"/>
              <w:rPr>
                <w:rFonts w:ascii="Times New Roman" w:hAnsi="Times New Roman"/>
                <w:b/>
                <w:sz w:val="28"/>
                <w:szCs w:val="28"/>
              </w:rPr>
            </w:pPr>
          </w:p>
        </w:tc>
      </w:tr>
      <w:tr w:rsidR="0009156E" w:rsidRPr="004D300B" w:rsidTr="00995B38">
        <w:tc>
          <w:tcPr>
            <w:tcW w:w="828" w:type="dxa"/>
          </w:tcPr>
          <w:p w:rsidR="0009156E" w:rsidRPr="004D300B" w:rsidRDefault="0009156E" w:rsidP="00995B38">
            <w:r w:rsidRPr="004D300B">
              <w:t>1</w:t>
            </w:r>
          </w:p>
        </w:tc>
        <w:tc>
          <w:tcPr>
            <w:tcW w:w="1620" w:type="dxa"/>
            <w:vAlign w:val="center"/>
          </w:tcPr>
          <w:p w:rsidR="0009156E" w:rsidRPr="004D300B" w:rsidRDefault="0009156E" w:rsidP="00995B38">
            <w:r w:rsidRPr="004D300B">
              <w:t>2</w:t>
            </w:r>
          </w:p>
        </w:tc>
        <w:tc>
          <w:tcPr>
            <w:tcW w:w="2880" w:type="dxa"/>
            <w:vAlign w:val="center"/>
          </w:tcPr>
          <w:p w:rsidR="0009156E" w:rsidRPr="004D300B" w:rsidRDefault="0009156E" w:rsidP="00995B38">
            <w:r w:rsidRPr="004D300B">
              <w:t>3</w:t>
            </w:r>
          </w:p>
        </w:tc>
        <w:tc>
          <w:tcPr>
            <w:tcW w:w="2160" w:type="dxa"/>
            <w:vAlign w:val="center"/>
          </w:tcPr>
          <w:p w:rsidR="0009156E" w:rsidRPr="004D300B" w:rsidRDefault="0009156E" w:rsidP="00995B38">
            <w:r w:rsidRPr="004D300B">
              <w:t>4</w:t>
            </w:r>
          </w:p>
        </w:tc>
        <w:tc>
          <w:tcPr>
            <w:tcW w:w="1260" w:type="dxa"/>
            <w:vAlign w:val="center"/>
          </w:tcPr>
          <w:p w:rsidR="0009156E" w:rsidRPr="004D300B" w:rsidRDefault="0009156E" w:rsidP="00995B38">
            <w:r w:rsidRPr="004D300B">
              <w:t>5</w:t>
            </w:r>
          </w:p>
        </w:tc>
        <w:tc>
          <w:tcPr>
            <w:tcW w:w="1453" w:type="dxa"/>
            <w:vAlign w:val="center"/>
          </w:tcPr>
          <w:p w:rsidR="0009156E" w:rsidRPr="004D300B" w:rsidRDefault="0009156E" w:rsidP="00995B38">
            <w:r w:rsidRPr="004D300B">
              <w:t>6</w:t>
            </w:r>
          </w:p>
        </w:tc>
        <w:tc>
          <w:tcPr>
            <w:tcW w:w="2147" w:type="dxa"/>
            <w:vAlign w:val="center"/>
          </w:tcPr>
          <w:p w:rsidR="0009156E" w:rsidRPr="004D300B" w:rsidRDefault="0009156E" w:rsidP="00995B38">
            <w:r w:rsidRPr="004D300B">
              <w:t>7</w:t>
            </w:r>
          </w:p>
        </w:tc>
        <w:tc>
          <w:tcPr>
            <w:tcW w:w="1498" w:type="dxa"/>
            <w:vAlign w:val="center"/>
          </w:tcPr>
          <w:p w:rsidR="0009156E" w:rsidRPr="004D300B" w:rsidRDefault="0009156E" w:rsidP="00995B38">
            <w:r w:rsidRPr="004D300B">
              <w:t>8</w:t>
            </w:r>
          </w:p>
        </w:tc>
        <w:tc>
          <w:tcPr>
            <w:tcW w:w="1742" w:type="dxa"/>
            <w:vAlign w:val="center"/>
          </w:tcPr>
          <w:p w:rsidR="0009156E" w:rsidRPr="004D300B" w:rsidRDefault="0009156E" w:rsidP="00995B38">
            <w:r w:rsidRPr="004D300B">
              <w:t>9</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09156E" w:rsidRPr="004D300B" w:rsidRDefault="0009156E" w:rsidP="00995B38">
            <w:r w:rsidRPr="004D300B">
              <w:rPr>
                <w:b/>
              </w:rPr>
              <w:t>ПОДПРОГРАММА 1</w:t>
            </w:r>
          </w:p>
        </w:tc>
        <w:tc>
          <w:tcPr>
            <w:tcW w:w="2880" w:type="dxa"/>
            <w:vAlign w:val="center"/>
          </w:tcPr>
          <w:p w:rsidR="0009156E" w:rsidRDefault="0009156E" w:rsidP="00995B38">
            <w:pPr>
              <w:rPr>
                <w:b/>
              </w:rPr>
            </w:pPr>
            <w:r w:rsidRPr="004D300B">
              <w:rPr>
                <w:b/>
              </w:rPr>
              <w:t>«Создание условий для обеспечения муници-пального управления»</w:t>
            </w:r>
          </w:p>
          <w:p w:rsidR="0009156E" w:rsidRPr="004D300B" w:rsidRDefault="0009156E" w:rsidP="00995B38"/>
        </w:tc>
        <w:tc>
          <w:tcPr>
            <w:tcW w:w="2160" w:type="dxa"/>
          </w:tcPr>
          <w:p w:rsidR="0009156E" w:rsidRPr="004D300B" w:rsidRDefault="0009156E" w:rsidP="00995B3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09156E" w:rsidRPr="004D300B" w:rsidRDefault="0009156E" w:rsidP="000E09D7">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0E09D7">
            <w:pPr>
              <w:pStyle w:val="ConsPlusNormal"/>
              <w:ind w:firstLine="0"/>
              <w:rPr>
                <w:rFonts w:ascii="Times New Roman" w:hAnsi="Times New Roman"/>
                <w:sz w:val="24"/>
                <w:szCs w:val="24"/>
              </w:rPr>
            </w:pPr>
            <w:r>
              <w:rPr>
                <w:rFonts w:ascii="Times New Roman" w:hAnsi="Times New Roman"/>
                <w:sz w:val="24"/>
                <w:szCs w:val="24"/>
              </w:rPr>
              <w:t>декабрь 2017</w:t>
            </w:r>
          </w:p>
        </w:tc>
        <w:tc>
          <w:tcPr>
            <w:tcW w:w="2147" w:type="dxa"/>
          </w:tcPr>
          <w:p w:rsidR="0009156E" w:rsidRPr="004D300B" w:rsidRDefault="0009156E" w:rsidP="00995B38">
            <w:pPr>
              <w:pStyle w:val="ConsPlusNormal"/>
              <w:ind w:firstLine="0"/>
              <w:rPr>
                <w:rFonts w:ascii="Times New Roman" w:hAnsi="Times New Roman"/>
                <w:b/>
                <w:sz w:val="24"/>
                <w:szCs w:val="24"/>
              </w:rPr>
            </w:pPr>
          </w:p>
        </w:tc>
        <w:tc>
          <w:tcPr>
            <w:tcW w:w="1498" w:type="dxa"/>
          </w:tcPr>
          <w:p w:rsidR="0009156E" w:rsidRPr="004D300B" w:rsidRDefault="0009156E" w:rsidP="00995B38">
            <w:pPr>
              <w:pStyle w:val="ConsPlusNormal"/>
              <w:ind w:firstLine="0"/>
              <w:rPr>
                <w:rFonts w:ascii="Times New Roman" w:hAnsi="Times New Roman"/>
                <w:b/>
                <w:sz w:val="24"/>
                <w:szCs w:val="24"/>
              </w:rPr>
            </w:pPr>
          </w:p>
        </w:tc>
        <w:tc>
          <w:tcPr>
            <w:tcW w:w="1742" w:type="dxa"/>
          </w:tcPr>
          <w:p w:rsidR="0009156E" w:rsidRPr="00491084" w:rsidRDefault="0009156E" w:rsidP="00646A04">
            <w:pPr>
              <w:pStyle w:val="ConsPlusNormal"/>
              <w:ind w:firstLine="0"/>
              <w:rPr>
                <w:rFonts w:ascii="Times New Roman" w:hAnsi="Times New Roman"/>
                <w:b/>
                <w:sz w:val="24"/>
                <w:szCs w:val="24"/>
              </w:rPr>
            </w:pPr>
            <w:r>
              <w:rPr>
                <w:rFonts w:ascii="Times New Roman" w:hAnsi="Times New Roman"/>
                <w:b/>
                <w:sz w:val="24"/>
                <w:szCs w:val="24"/>
              </w:rPr>
              <w:t>23260,0</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t>1.1</w:t>
            </w:r>
          </w:p>
        </w:tc>
        <w:tc>
          <w:tcPr>
            <w:tcW w:w="1620" w:type="dxa"/>
          </w:tcPr>
          <w:p w:rsidR="0009156E" w:rsidRPr="004D300B" w:rsidRDefault="0009156E" w:rsidP="00995B38">
            <w:pPr>
              <w:ind w:right="-57"/>
            </w:pPr>
            <w:r w:rsidRPr="004D300B">
              <w:t xml:space="preserve">Основное мероприятие </w:t>
            </w:r>
          </w:p>
        </w:tc>
        <w:tc>
          <w:tcPr>
            <w:tcW w:w="2880" w:type="dxa"/>
            <w:vAlign w:val="center"/>
          </w:tcPr>
          <w:p w:rsidR="0009156E" w:rsidRDefault="0009156E" w:rsidP="00995B38">
            <w:pPr>
              <w:ind w:right="-57"/>
              <w:rPr>
                <w:rFonts w:eastAsia="Times New Roman"/>
                <w:sz w:val="20"/>
                <w:szCs w:val="20"/>
                <w:lang w:eastAsia="ru-RU"/>
              </w:rPr>
            </w:pPr>
            <w:r w:rsidRPr="004D300B">
              <w:rPr>
                <w:sz w:val="20"/>
                <w:szCs w:val="20"/>
              </w:rPr>
              <w:t xml:space="preserve">Обеспечение  функциони-рования  администрации Таловского муниципальногорайона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lastRenderedPageBreak/>
              <w:t>Использование совре-менныхинформационно-коммуникационных техно-логий. Перевод  муниципаль-ных услуг в электронный вид</w:t>
            </w:r>
          </w:p>
          <w:p w:rsidR="0009156E" w:rsidRDefault="0009156E" w:rsidP="00995B38">
            <w:pPr>
              <w:ind w:right="-57"/>
              <w:rPr>
                <w:rFonts w:eastAsia="Times New Roman"/>
                <w:sz w:val="20"/>
                <w:szCs w:val="20"/>
                <w:lang w:eastAsia="ru-RU"/>
              </w:rPr>
            </w:pPr>
          </w:p>
          <w:p w:rsidR="0009156E" w:rsidRPr="004D300B" w:rsidRDefault="0009156E" w:rsidP="00995B38">
            <w:pPr>
              <w:ind w:right="-57"/>
            </w:pPr>
          </w:p>
        </w:tc>
        <w:tc>
          <w:tcPr>
            <w:tcW w:w="2160"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09156E" w:rsidRPr="004D300B" w:rsidRDefault="0009156E" w:rsidP="000E09D7">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0E09D7">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w:t>
            </w:r>
            <w:r w:rsidRPr="004D300B">
              <w:rPr>
                <w:rFonts w:ascii="Times New Roman" w:hAnsi="Times New Roman"/>
                <w:sz w:val="24"/>
                <w:szCs w:val="24"/>
              </w:rPr>
              <w:lastRenderedPageBreak/>
              <w:t>ном виде- 10</w:t>
            </w:r>
          </w:p>
          <w:p w:rsidR="0009156E" w:rsidRPr="004D300B" w:rsidRDefault="0009156E" w:rsidP="00995B38">
            <w:pPr>
              <w:pStyle w:val="ConsPlusNormal"/>
              <w:ind w:firstLine="0"/>
              <w:rPr>
                <w:rFonts w:ascii="Times New Roman" w:hAnsi="Times New Roman"/>
                <w:b/>
                <w:sz w:val="24"/>
                <w:szCs w:val="24"/>
              </w:rPr>
            </w:pPr>
          </w:p>
        </w:tc>
        <w:tc>
          <w:tcPr>
            <w:tcW w:w="1498" w:type="dxa"/>
          </w:tcPr>
          <w:p w:rsidR="0009156E" w:rsidRDefault="0009156E" w:rsidP="00995B38">
            <w:pPr>
              <w:pStyle w:val="ConsPlusNormal"/>
              <w:ind w:firstLine="0"/>
              <w:rPr>
                <w:rFonts w:ascii="Times New Roman" w:hAnsi="Times New Roman"/>
              </w:rPr>
            </w:pPr>
            <w:r w:rsidRPr="004D300B">
              <w:rPr>
                <w:rFonts w:ascii="Times New Roman" w:hAnsi="Times New Roman"/>
              </w:rPr>
              <w:lastRenderedPageBreak/>
              <w:t>0104051</w:t>
            </w:r>
            <w:r>
              <w:rPr>
                <w:rFonts w:ascii="Times New Roman" w:hAnsi="Times New Roman"/>
              </w:rPr>
              <w:t>0182010</w:t>
            </w:r>
          </w:p>
          <w:p w:rsidR="0009156E" w:rsidRDefault="0009156E" w:rsidP="00995B38">
            <w:pPr>
              <w:pStyle w:val="ConsPlusNormal"/>
              <w:ind w:firstLine="0"/>
              <w:rPr>
                <w:rFonts w:ascii="Times New Roman" w:hAnsi="Times New Roman"/>
              </w:rPr>
            </w:pPr>
            <w:r>
              <w:rPr>
                <w:rFonts w:ascii="Times New Roman" w:hAnsi="Times New Roman"/>
              </w:rPr>
              <w:t>01040510182020</w:t>
            </w:r>
          </w:p>
          <w:p w:rsidR="0009156E" w:rsidRDefault="0009156E" w:rsidP="00995B38">
            <w:pPr>
              <w:pStyle w:val="ConsPlusNormal"/>
              <w:ind w:firstLine="0"/>
              <w:rPr>
                <w:rFonts w:ascii="Times New Roman" w:hAnsi="Times New Roman"/>
              </w:rPr>
            </w:pPr>
            <w:r>
              <w:rPr>
                <w:rFonts w:ascii="Times New Roman" w:hAnsi="Times New Roman"/>
              </w:rPr>
              <w:t>01130510178080</w:t>
            </w:r>
          </w:p>
          <w:p w:rsidR="0009156E" w:rsidRDefault="0009156E" w:rsidP="00995B38">
            <w:pPr>
              <w:pStyle w:val="ConsPlusNormal"/>
              <w:ind w:firstLine="0"/>
              <w:rPr>
                <w:rFonts w:ascii="Times New Roman" w:hAnsi="Times New Roman"/>
              </w:rPr>
            </w:pPr>
            <w:r>
              <w:rPr>
                <w:rFonts w:ascii="Times New Roman" w:hAnsi="Times New Roman"/>
              </w:rPr>
              <w:t>01130510178090</w:t>
            </w:r>
          </w:p>
          <w:p w:rsidR="0009156E" w:rsidRDefault="0009156E" w:rsidP="00995B38">
            <w:pPr>
              <w:pStyle w:val="ConsPlusNormal"/>
              <w:ind w:firstLine="0"/>
              <w:rPr>
                <w:rFonts w:ascii="Times New Roman" w:hAnsi="Times New Roman"/>
              </w:rPr>
            </w:pPr>
            <w:r>
              <w:rPr>
                <w:rFonts w:ascii="Times New Roman" w:hAnsi="Times New Roman"/>
              </w:rPr>
              <w:t>01130510178</w:t>
            </w:r>
            <w:r>
              <w:rPr>
                <w:rFonts w:ascii="Times New Roman" w:hAnsi="Times New Roman"/>
              </w:rPr>
              <w:lastRenderedPageBreak/>
              <w:t>470</w:t>
            </w:r>
          </w:p>
          <w:p w:rsidR="0009156E" w:rsidRPr="004D300B" w:rsidRDefault="0009156E" w:rsidP="00995B38">
            <w:pPr>
              <w:pStyle w:val="ConsPlusNormal"/>
              <w:ind w:firstLine="0"/>
              <w:rPr>
                <w:rFonts w:ascii="Times New Roman" w:hAnsi="Times New Roman"/>
              </w:rPr>
            </w:pPr>
          </w:p>
        </w:tc>
        <w:tc>
          <w:tcPr>
            <w:tcW w:w="1742" w:type="dxa"/>
          </w:tcPr>
          <w:p w:rsidR="0009156E" w:rsidRPr="004D300B" w:rsidRDefault="0009156E" w:rsidP="00646A04">
            <w:pPr>
              <w:pStyle w:val="ConsPlusNormal"/>
              <w:ind w:firstLine="0"/>
              <w:rPr>
                <w:rFonts w:ascii="Times New Roman" w:hAnsi="Times New Roman"/>
                <w:b/>
                <w:sz w:val="24"/>
                <w:szCs w:val="24"/>
              </w:rPr>
            </w:pPr>
            <w:r>
              <w:rPr>
                <w:rFonts w:ascii="Times New Roman" w:hAnsi="Times New Roman"/>
                <w:b/>
                <w:sz w:val="24"/>
                <w:szCs w:val="24"/>
              </w:rPr>
              <w:lastRenderedPageBreak/>
              <w:t>18325,0</w:t>
            </w:r>
          </w:p>
        </w:tc>
      </w:tr>
      <w:tr w:rsidR="0009156E" w:rsidRPr="004D300B" w:rsidTr="00995B38">
        <w:tc>
          <w:tcPr>
            <w:tcW w:w="828" w:type="dxa"/>
          </w:tcPr>
          <w:p w:rsidR="0009156E" w:rsidRPr="004D300B" w:rsidRDefault="0009156E" w:rsidP="00995B38">
            <w:r w:rsidRPr="004D300B">
              <w:t>1</w:t>
            </w:r>
          </w:p>
        </w:tc>
        <w:tc>
          <w:tcPr>
            <w:tcW w:w="1620" w:type="dxa"/>
            <w:vAlign w:val="center"/>
          </w:tcPr>
          <w:p w:rsidR="0009156E" w:rsidRPr="004D300B" w:rsidRDefault="0009156E" w:rsidP="00995B38">
            <w:r w:rsidRPr="004D300B">
              <w:t>2</w:t>
            </w:r>
          </w:p>
        </w:tc>
        <w:tc>
          <w:tcPr>
            <w:tcW w:w="2880" w:type="dxa"/>
            <w:vAlign w:val="center"/>
          </w:tcPr>
          <w:p w:rsidR="0009156E" w:rsidRPr="004D300B" w:rsidRDefault="0009156E" w:rsidP="00995B38">
            <w:r w:rsidRPr="004D300B">
              <w:t>3</w:t>
            </w:r>
          </w:p>
        </w:tc>
        <w:tc>
          <w:tcPr>
            <w:tcW w:w="2160" w:type="dxa"/>
            <w:vAlign w:val="center"/>
          </w:tcPr>
          <w:p w:rsidR="0009156E" w:rsidRPr="004D300B" w:rsidRDefault="0009156E" w:rsidP="00995B38">
            <w:r w:rsidRPr="004D300B">
              <w:t>4</w:t>
            </w:r>
          </w:p>
        </w:tc>
        <w:tc>
          <w:tcPr>
            <w:tcW w:w="1260" w:type="dxa"/>
            <w:vAlign w:val="center"/>
          </w:tcPr>
          <w:p w:rsidR="0009156E" w:rsidRPr="004D300B" w:rsidRDefault="0009156E" w:rsidP="00995B38">
            <w:r w:rsidRPr="004D300B">
              <w:t>5</w:t>
            </w:r>
          </w:p>
        </w:tc>
        <w:tc>
          <w:tcPr>
            <w:tcW w:w="1453" w:type="dxa"/>
            <w:vAlign w:val="center"/>
          </w:tcPr>
          <w:p w:rsidR="0009156E" w:rsidRPr="004D300B" w:rsidRDefault="0009156E" w:rsidP="00995B38">
            <w:r w:rsidRPr="004D300B">
              <w:t>6</w:t>
            </w:r>
          </w:p>
        </w:tc>
        <w:tc>
          <w:tcPr>
            <w:tcW w:w="2147" w:type="dxa"/>
            <w:vAlign w:val="center"/>
          </w:tcPr>
          <w:p w:rsidR="0009156E" w:rsidRPr="004D300B" w:rsidRDefault="0009156E" w:rsidP="00995B38">
            <w:r w:rsidRPr="004D300B">
              <w:t>7</w:t>
            </w:r>
          </w:p>
        </w:tc>
        <w:tc>
          <w:tcPr>
            <w:tcW w:w="1498" w:type="dxa"/>
            <w:vAlign w:val="center"/>
          </w:tcPr>
          <w:p w:rsidR="0009156E" w:rsidRPr="004D300B" w:rsidRDefault="0009156E" w:rsidP="00995B38">
            <w:r w:rsidRPr="004D300B">
              <w:rPr>
                <w:sz w:val="22"/>
                <w:szCs w:val="22"/>
              </w:rPr>
              <w:t>8</w:t>
            </w:r>
          </w:p>
        </w:tc>
        <w:tc>
          <w:tcPr>
            <w:tcW w:w="1742" w:type="dxa"/>
            <w:vAlign w:val="center"/>
          </w:tcPr>
          <w:p w:rsidR="0009156E" w:rsidRPr="004D300B" w:rsidRDefault="0009156E" w:rsidP="00995B38">
            <w:r w:rsidRPr="004D300B">
              <w:t>9</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t>1.2</w:t>
            </w:r>
          </w:p>
        </w:tc>
        <w:tc>
          <w:tcPr>
            <w:tcW w:w="1620" w:type="dxa"/>
          </w:tcPr>
          <w:p w:rsidR="0009156E" w:rsidRPr="004D300B" w:rsidRDefault="0009156E" w:rsidP="00995B38">
            <w:pPr>
              <w:ind w:right="-57"/>
            </w:pPr>
            <w:r w:rsidRPr="004D300B">
              <w:t xml:space="preserve">Основное мероприятие </w:t>
            </w:r>
          </w:p>
        </w:tc>
        <w:tc>
          <w:tcPr>
            <w:tcW w:w="2880" w:type="dxa"/>
            <w:vAlign w:val="center"/>
          </w:tcPr>
          <w:p w:rsidR="0009156E" w:rsidRPr="004D300B" w:rsidRDefault="0009156E" w:rsidP="00995B38">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D300B" w:rsidRDefault="0009156E" w:rsidP="00995B38">
            <w:pPr>
              <w:pStyle w:val="ConsPlusNormal"/>
              <w:ind w:firstLine="0"/>
              <w:rPr>
                <w:rFonts w:ascii="Times New Roman" w:hAnsi="Times New Roman"/>
                <w:b/>
                <w:sz w:val="24"/>
                <w:szCs w:val="24"/>
              </w:rPr>
            </w:pPr>
          </w:p>
        </w:tc>
        <w:tc>
          <w:tcPr>
            <w:tcW w:w="1498" w:type="dxa"/>
          </w:tcPr>
          <w:p w:rsidR="0009156E" w:rsidRDefault="0009156E" w:rsidP="00995B38">
            <w:pPr>
              <w:pStyle w:val="ConsPlusNormal"/>
              <w:ind w:firstLine="0"/>
              <w:rPr>
                <w:rFonts w:ascii="Times New Roman" w:hAnsi="Times New Roman"/>
              </w:rPr>
            </w:pPr>
            <w:r w:rsidRPr="004D300B">
              <w:rPr>
                <w:rFonts w:ascii="Times New Roman" w:hAnsi="Times New Roman"/>
              </w:rPr>
              <w:t>010305</w:t>
            </w:r>
            <w:r>
              <w:rPr>
                <w:rFonts w:ascii="Times New Roman" w:hAnsi="Times New Roman"/>
              </w:rPr>
              <w:t>10282010</w:t>
            </w:r>
          </w:p>
          <w:p w:rsidR="0009156E" w:rsidRPr="004D300B" w:rsidRDefault="0009156E" w:rsidP="00995B38">
            <w:pPr>
              <w:pStyle w:val="ConsPlusNormal"/>
              <w:ind w:firstLine="0"/>
              <w:rPr>
                <w:rFonts w:ascii="Times New Roman" w:hAnsi="Times New Roman"/>
              </w:rPr>
            </w:pPr>
            <w:r>
              <w:rPr>
                <w:rFonts w:ascii="Times New Roman" w:hAnsi="Times New Roman"/>
              </w:rPr>
              <w:t>01030510270100</w:t>
            </w:r>
          </w:p>
        </w:tc>
        <w:tc>
          <w:tcPr>
            <w:tcW w:w="1742" w:type="dxa"/>
          </w:tcPr>
          <w:p w:rsidR="0009156E" w:rsidRPr="004D300B" w:rsidRDefault="0009156E" w:rsidP="000E09D7">
            <w:pPr>
              <w:pStyle w:val="ConsPlusNormal"/>
              <w:ind w:firstLine="0"/>
              <w:rPr>
                <w:rFonts w:ascii="Times New Roman" w:hAnsi="Times New Roman"/>
                <w:b/>
                <w:sz w:val="24"/>
                <w:szCs w:val="24"/>
              </w:rPr>
            </w:pPr>
            <w:r>
              <w:rPr>
                <w:rFonts w:ascii="Times New Roman" w:hAnsi="Times New Roman"/>
                <w:b/>
                <w:sz w:val="24"/>
                <w:szCs w:val="24"/>
              </w:rPr>
              <w:t>1105,0</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t>1.4</w:t>
            </w:r>
          </w:p>
        </w:tc>
        <w:tc>
          <w:tcPr>
            <w:tcW w:w="1620" w:type="dxa"/>
          </w:tcPr>
          <w:p w:rsidR="0009156E" w:rsidRPr="004D300B" w:rsidRDefault="0009156E" w:rsidP="00995B38">
            <w:pPr>
              <w:ind w:right="-57"/>
            </w:pPr>
            <w:r w:rsidRPr="004D300B">
              <w:t xml:space="preserve">Основное мероприятие </w:t>
            </w:r>
          </w:p>
        </w:tc>
        <w:tc>
          <w:tcPr>
            <w:tcW w:w="2880" w:type="dxa"/>
            <w:vAlign w:val="center"/>
          </w:tcPr>
          <w:p w:rsidR="0009156E" w:rsidRDefault="0009156E" w:rsidP="00995B3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09156E" w:rsidRDefault="0009156E" w:rsidP="00995B38">
            <w:pPr>
              <w:ind w:right="-57"/>
              <w:rPr>
                <w:szCs w:val="28"/>
              </w:rPr>
            </w:pPr>
          </w:p>
          <w:p w:rsidR="0009156E" w:rsidRDefault="0009156E" w:rsidP="00995B38">
            <w:pPr>
              <w:ind w:right="-57"/>
              <w:rPr>
                <w:szCs w:val="28"/>
              </w:rPr>
            </w:pPr>
          </w:p>
          <w:p w:rsidR="0009156E" w:rsidRDefault="0009156E" w:rsidP="00995B38">
            <w:pPr>
              <w:ind w:right="-57"/>
              <w:rPr>
                <w:szCs w:val="28"/>
              </w:rPr>
            </w:pPr>
          </w:p>
          <w:p w:rsidR="0009156E" w:rsidRDefault="0009156E" w:rsidP="00995B38">
            <w:pPr>
              <w:ind w:right="-57"/>
              <w:rPr>
                <w:szCs w:val="28"/>
              </w:rPr>
            </w:pPr>
          </w:p>
          <w:p w:rsidR="0009156E" w:rsidRPr="004D300B" w:rsidRDefault="0009156E" w:rsidP="00995B38">
            <w:pPr>
              <w:ind w:right="-57"/>
              <w:rPr>
                <w:szCs w:val="28"/>
              </w:rPr>
            </w:pPr>
          </w:p>
          <w:p w:rsidR="0009156E" w:rsidRPr="004D300B" w:rsidRDefault="0009156E" w:rsidP="00995B38">
            <w:pPr>
              <w:ind w:right="-57"/>
            </w:pPr>
          </w:p>
        </w:tc>
        <w:tc>
          <w:tcPr>
            <w:tcW w:w="2160"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09156E" w:rsidRPr="004D300B" w:rsidRDefault="0009156E" w:rsidP="00995B38">
            <w:pPr>
              <w:pStyle w:val="ConsPlusNormal"/>
              <w:ind w:firstLine="0"/>
              <w:rPr>
                <w:rFonts w:ascii="Times New Roman" w:hAnsi="Times New Roman"/>
              </w:rPr>
            </w:pPr>
            <w:r w:rsidRPr="004D300B">
              <w:rPr>
                <w:rFonts w:ascii="Times New Roman" w:hAnsi="Times New Roman"/>
              </w:rPr>
              <w:t>011305</w:t>
            </w:r>
            <w:r>
              <w:rPr>
                <w:rFonts w:ascii="Times New Roman" w:hAnsi="Times New Roman"/>
              </w:rPr>
              <w:t>10480200</w:t>
            </w:r>
          </w:p>
        </w:tc>
        <w:tc>
          <w:tcPr>
            <w:tcW w:w="1742" w:type="dxa"/>
          </w:tcPr>
          <w:p w:rsidR="0009156E" w:rsidRPr="004D300B" w:rsidRDefault="0009156E" w:rsidP="00995B38">
            <w:pPr>
              <w:pStyle w:val="ConsPlusNormal"/>
              <w:ind w:firstLine="0"/>
              <w:rPr>
                <w:rFonts w:ascii="Times New Roman" w:hAnsi="Times New Roman"/>
                <w:b/>
                <w:sz w:val="24"/>
                <w:szCs w:val="24"/>
              </w:rPr>
            </w:pPr>
            <w:r>
              <w:rPr>
                <w:rFonts w:ascii="Times New Roman" w:hAnsi="Times New Roman"/>
                <w:b/>
                <w:sz w:val="24"/>
                <w:szCs w:val="24"/>
              </w:rPr>
              <w:t>227</w:t>
            </w:r>
          </w:p>
        </w:tc>
      </w:tr>
      <w:tr w:rsidR="0009156E" w:rsidRPr="004D300B" w:rsidTr="00995B38">
        <w:tc>
          <w:tcPr>
            <w:tcW w:w="828" w:type="dxa"/>
          </w:tcPr>
          <w:p w:rsidR="0009156E" w:rsidRPr="004D300B" w:rsidRDefault="0009156E" w:rsidP="00995B38">
            <w:r w:rsidRPr="004D300B">
              <w:t>1</w:t>
            </w:r>
          </w:p>
        </w:tc>
        <w:tc>
          <w:tcPr>
            <w:tcW w:w="1620" w:type="dxa"/>
            <w:vAlign w:val="center"/>
          </w:tcPr>
          <w:p w:rsidR="0009156E" w:rsidRPr="004D300B" w:rsidRDefault="0009156E" w:rsidP="00995B38">
            <w:r w:rsidRPr="004D300B">
              <w:t>2</w:t>
            </w:r>
          </w:p>
        </w:tc>
        <w:tc>
          <w:tcPr>
            <w:tcW w:w="2880" w:type="dxa"/>
            <w:vAlign w:val="center"/>
          </w:tcPr>
          <w:p w:rsidR="0009156E" w:rsidRPr="004D300B" w:rsidRDefault="0009156E" w:rsidP="00995B38">
            <w:r w:rsidRPr="004D300B">
              <w:t>3</w:t>
            </w:r>
          </w:p>
        </w:tc>
        <w:tc>
          <w:tcPr>
            <w:tcW w:w="2160" w:type="dxa"/>
            <w:vAlign w:val="center"/>
          </w:tcPr>
          <w:p w:rsidR="0009156E" w:rsidRPr="004D300B" w:rsidRDefault="0009156E" w:rsidP="00995B38">
            <w:r w:rsidRPr="004D300B">
              <w:t>4</w:t>
            </w:r>
          </w:p>
        </w:tc>
        <w:tc>
          <w:tcPr>
            <w:tcW w:w="1260" w:type="dxa"/>
            <w:vAlign w:val="center"/>
          </w:tcPr>
          <w:p w:rsidR="0009156E" w:rsidRPr="004D300B" w:rsidRDefault="0009156E" w:rsidP="00995B38">
            <w:r w:rsidRPr="004D300B">
              <w:t>5</w:t>
            </w:r>
          </w:p>
        </w:tc>
        <w:tc>
          <w:tcPr>
            <w:tcW w:w="1453" w:type="dxa"/>
            <w:vAlign w:val="center"/>
          </w:tcPr>
          <w:p w:rsidR="0009156E" w:rsidRPr="004D300B" w:rsidRDefault="0009156E" w:rsidP="00995B38">
            <w:r w:rsidRPr="004D300B">
              <w:t>6</w:t>
            </w:r>
          </w:p>
        </w:tc>
        <w:tc>
          <w:tcPr>
            <w:tcW w:w="2147" w:type="dxa"/>
            <w:vAlign w:val="center"/>
          </w:tcPr>
          <w:p w:rsidR="0009156E" w:rsidRPr="004D300B" w:rsidRDefault="0009156E" w:rsidP="00995B38">
            <w:r w:rsidRPr="004D300B">
              <w:t>7</w:t>
            </w:r>
          </w:p>
        </w:tc>
        <w:tc>
          <w:tcPr>
            <w:tcW w:w="1498" w:type="dxa"/>
            <w:vAlign w:val="center"/>
          </w:tcPr>
          <w:p w:rsidR="0009156E" w:rsidRPr="004D300B" w:rsidRDefault="0009156E" w:rsidP="00995B38">
            <w:r w:rsidRPr="004D300B">
              <w:rPr>
                <w:sz w:val="22"/>
                <w:szCs w:val="22"/>
              </w:rPr>
              <w:t>8</w:t>
            </w:r>
          </w:p>
        </w:tc>
        <w:tc>
          <w:tcPr>
            <w:tcW w:w="1742" w:type="dxa"/>
            <w:vAlign w:val="center"/>
          </w:tcPr>
          <w:p w:rsidR="0009156E" w:rsidRPr="004D300B" w:rsidRDefault="0009156E" w:rsidP="00995B38">
            <w:r w:rsidRPr="004D300B">
              <w:t>9</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t>1.5</w:t>
            </w:r>
          </w:p>
        </w:tc>
        <w:tc>
          <w:tcPr>
            <w:tcW w:w="1620" w:type="dxa"/>
            <w:vAlign w:val="center"/>
          </w:tcPr>
          <w:p w:rsidR="0009156E" w:rsidRPr="004D300B" w:rsidRDefault="0009156E" w:rsidP="00995B38">
            <w:pPr>
              <w:ind w:right="-57"/>
            </w:pPr>
            <w:r w:rsidRPr="004D300B">
              <w:t xml:space="preserve">Основное мероприятие </w:t>
            </w:r>
          </w:p>
        </w:tc>
        <w:tc>
          <w:tcPr>
            <w:tcW w:w="2880" w:type="dxa"/>
            <w:vAlign w:val="center"/>
          </w:tcPr>
          <w:p w:rsidR="0009156E" w:rsidRPr="004D300B" w:rsidRDefault="0009156E" w:rsidP="00995B38">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D300B" w:rsidRDefault="0009156E" w:rsidP="00995B38">
            <w:pPr>
              <w:pStyle w:val="ConsPlusNormal"/>
              <w:ind w:firstLine="0"/>
              <w:rPr>
                <w:rFonts w:ascii="Times New Roman" w:hAnsi="Times New Roman"/>
                <w:b/>
                <w:sz w:val="24"/>
                <w:szCs w:val="24"/>
              </w:rPr>
            </w:pPr>
          </w:p>
        </w:tc>
        <w:tc>
          <w:tcPr>
            <w:tcW w:w="1498" w:type="dxa"/>
          </w:tcPr>
          <w:p w:rsidR="0009156E" w:rsidRPr="004D300B" w:rsidRDefault="0009156E" w:rsidP="00995B38">
            <w:pPr>
              <w:pStyle w:val="ConsPlusNormal"/>
              <w:ind w:firstLine="0"/>
              <w:rPr>
                <w:rFonts w:ascii="Times New Roman" w:hAnsi="Times New Roman"/>
              </w:rPr>
            </w:pPr>
            <w:r w:rsidRPr="004D300B">
              <w:rPr>
                <w:rFonts w:ascii="Times New Roman" w:hAnsi="Times New Roman"/>
              </w:rPr>
              <w:t>1001</w:t>
            </w:r>
            <w:r>
              <w:rPr>
                <w:rFonts w:ascii="Times New Roman" w:hAnsi="Times New Roman"/>
              </w:rPr>
              <w:t>0510580470</w:t>
            </w:r>
          </w:p>
        </w:tc>
        <w:tc>
          <w:tcPr>
            <w:tcW w:w="1742" w:type="dxa"/>
          </w:tcPr>
          <w:p w:rsidR="0009156E" w:rsidRPr="004D300B" w:rsidRDefault="0009156E" w:rsidP="000E09D7">
            <w:pPr>
              <w:pStyle w:val="ConsPlusNormal"/>
              <w:ind w:firstLine="0"/>
              <w:rPr>
                <w:rFonts w:ascii="Times New Roman" w:hAnsi="Times New Roman"/>
                <w:b/>
                <w:sz w:val="24"/>
                <w:szCs w:val="24"/>
              </w:rPr>
            </w:pPr>
            <w:r>
              <w:rPr>
                <w:rFonts w:ascii="Times New Roman" w:hAnsi="Times New Roman"/>
                <w:b/>
                <w:sz w:val="24"/>
                <w:szCs w:val="24"/>
              </w:rPr>
              <w:t>3543,0</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t>1.7</w:t>
            </w:r>
          </w:p>
        </w:tc>
        <w:tc>
          <w:tcPr>
            <w:tcW w:w="1620" w:type="dxa"/>
            <w:vAlign w:val="center"/>
          </w:tcPr>
          <w:p w:rsidR="0009156E" w:rsidRPr="004D300B" w:rsidRDefault="0009156E" w:rsidP="00995B38">
            <w:pPr>
              <w:ind w:right="-57"/>
            </w:pPr>
            <w:r w:rsidRPr="004D300B">
              <w:t xml:space="preserve">Основное мероприятие </w:t>
            </w:r>
          </w:p>
          <w:p w:rsidR="0009156E" w:rsidRPr="004D300B" w:rsidRDefault="0009156E" w:rsidP="00995B38">
            <w:pPr>
              <w:ind w:right="-57"/>
            </w:pPr>
          </w:p>
        </w:tc>
        <w:tc>
          <w:tcPr>
            <w:tcW w:w="2880" w:type="dxa"/>
            <w:vAlign w:val="center"/>
          </w:tcPr>
          <w:p w:rsidR="0009156E" w:rsidRPr="004D300B" w:rsidRDefault="0009156E" w:rsidP="00995B38">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09156E" w:rsidRDefault="0009156E" w:rsidP="00995B3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09156E" w:rsidRPr="004D300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D300B" w:rsidRDefault="0009156E" w:rsidP="00995B38">
            <w:pPr>
              <w:pStyle w:val="ConsPlusNormal"/>
              <w:ind w:firstLine="0"/>
              <w:rPr>
                <w:rFonts w:ascii="Times New Roman" w:hAnsi="Times New Roman"/>
                <w:b/>
                <w:sz w:val="24"/>
                <w:szCs w:val="24"/>
              </w:rPr>
            </w:pPr>
          </w:p>
        </w:tc>
        <w:tc>
          <w:tcPr>
            <w:tcW w:w="1498" w:type="dxa"/>
          </w:tcPr>
          <w:p w:rsidR="0009156E" w:rsidRPr="004D300B" w:rsidRDefault="0009156E" w:rsidP="00995B38">
            <w:pPr>
              <w:pStyle w:val="ConsPlusNormal"/>
              <w:ind w:firstLine="0"/>
              <w:rPr>
                <w:rFonts w:ascii="Times New Roman" w:hAnsi="Times New Roman"/>
              </w:rPr>
            </w:pPr>
            <w:r>
              <w:rPr>
                <w:rFonts w:ascii="Times New Roman" w:hAnsi="Times New Roman"/>
              </w:rPr>
              <w:t>06050510780400</w:t>
            </w:r>
          </w:p>
        </w:tc>
        <w:tc>
          <w:tcPr>
            <w:tcW w:w="1742" w:type="dxa"/>
          </w:tcPr>
          <w:p w:rsidR="0009156E" w:rsidRPr="004D300B" w:rsidRDefault="0009156E" w:rsidP="00995B38">
            <w:pPr>
              <w:pStyle w:val="ConsPlusNormal"/>
              <w:ind w:firstLine="0"/>
              <w:rPr>
                <w:rFonts w:ascii="Times New Roman" w:hAnsi="Times New Roman"/>
                <w:b/>
                <w:sz w:val="24"/>
                <w:szCs w:val="24"/>
              </w:rPr>
            </w:pPr>
            <w:r>
              <w:rPr>
                <w:rFonts w:ascii="Times New Roman" w:hAnsi="Times New Roman"/>
                <w:b/>
                <w:sz w:val="24"/>
                <w:szCs w:val="24"/>
              </w:rPr>
              <w:t>10</w:t>
            </w:r>
          </w:p>
        </w:tc>
      </w:tr>
      <w:tr w:rsidR="0009156E" w:rsidRPr="004D300B" w:rsidTr="00995B38">
        <w:tc>
          <w:tcPr>
            <w:tcW w:w="828" w:type="dxa"/>
          </w:tcPr>
          <w:p w:rsidR="0009156E" w:rsidRPr="0013415B" w:rsidRDefault="0009156E" w:rsidP="00995B38">
            <w:pPr>
              <w:pStyle w:val="ConsPlusNormal"/>
              <w:ind w:firstLine="0"/>
            </w:pPr>
            <w:r w:rsidRPr="0013415B">
              <w:t xml:space="preserve">1.8. </w:t>
            </w:r>
          </w:p>
        </w:tc>
        <w:tc>
          <w:tcPr>
            <w:tcW w:w="1620" w:type="dxa"/>
            <w:vAlign w:val="center"/>
          </w:tcPr>
          <w:p w:rsidR="0009156E" w:rsidRPr="0013415B" w:rsidRDefault="0009156E" w:rsidP="00995B38">
            <w:pPr>
              <w:ind w:right="-57"/>
            </w:pPr>
            <w:r w:rsidRPr="0013415B">
              <w:t>Основное мероприятие</w:t>
            </w:r>
          </w:p>
        </w:tc>
        <w:tc>
          <w:tcPr>
            <w:tcW w:w="2880" w:type="dxa"/>
            <w:vAlign w:val="center"/>
          </w:tcPr>
          <w:p w:rsidR="0009156E" w:rsidRPr="0013415B" w:rsidRDefault="0009156E" w:rsidP="00995B38">
            <w:pPr>
              <w:ind w:right="-57"/>
              <w:rPr>
                <w:szCs w:val="28"/>
              </w:rPr>
            </w:pPr>
            <w:r w:rsidRPr="0013415B">
              <w:t>Финансовое обеспечение других обязательств государства</w:t>
            </w:r>
          </w:p>
        </w:tc>
        <w:tc>
          <w:tcPr>
            <w:tcW w:w="2160" w:type="dxa"/>
          </w:tcPr>
          <w:p w:rsidR="0009156E" w:rsidRPr="0013415B" w:rsidRDefault="0009156E" w:rsidP="00995B38">
            <w:pPr>
              <w:pStyle w:val="ConsPlusNormal"/>
              <w:ind w:firstLine="0"/>
              <w:rPr>
                <w:rFonts w:ascii="Times New Roman" w:hAnsi="Times New Roman"/>
              </w:rPr>
            </w:pPr>
            <w:r w:rsidRPr="0013415B">
              <w:rPr>
                <w:rFonts w:ascii="Times New Roman" w:hAnsi="Times New Roman"/>
              </w:rPr>
              <w:t>Администрация Таловского муниципального района</w:t>
            </w:r>
          </w:p>
          <w:p w:rsidR="0009156E" w:rsidRPr="0013415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D300B" w:rsidRDefault="0009156E" w:rsidP="00995B38">
            <w:pPr>
              <w:pStyle w:val="ConsPlusNormal"/>
              <w:ind w:firstLine="0"/>
              <w:rPr>
                <w:rFonts w:ascii="Times New Roman" w:hAnsi="Times New Roman"/>
                <w:b/>
                <w:sz w:val="24"/>
                <w:szCs w:val="24"/>
              </w:rPr>
            </w:pPr>
          </w:p>
        </w:tc>
        <w:tc>
          <w:tcPr>
            <w:tcW w:w="1498" w:type="dxa"/>
          </w:tcPr>
          <w:p w:rsidR="0009156E" w:rsidRDefault="0009156E" w:rsidP="00995B38">
            <w:pPr>
              <w:pStyle w:val="ConsPlusNormal"/>
              <w:ind w:firstLine="0"/>
              <w:rPr>
                <w:rFonts w:ascii="Times New Roman" w:hAnsi="Times New Roman"/>
              </w:rPr>
            </w:pPr>
            <w:r>
              <w:rPr>
                <w:rFonts w:ascii="Times New Roman" w:hAnsi="Times New Roman"/>
              </w:rPr>
              <w:t>01070510882070</w:t>
            </w:r>
          </w:p>
          <w:p w:rsidR="0009156E" w:rsidRDefault="0009156E" w:rsidP="00995B38">
            <w:pPr>
              <w:pStyle w:val="ConsPlusNormal"/>
              <w:ind w:firstLine="0"/>
              <w:rPr>
                <w:rFonts w:ascii="Times New Roman" w:hAnsi="Times New Roman"/>
              </w:rPr>
            </w:pPr>
            <w:r>
              <w:rPr>
                <w:rFonts w:ascii="Times New Roman" w:hAnsi="Times New Roman"/>
              </w:rPr>
              <w:t>01130510880200</w:t>
            </w:r>
          </w:p>
          <w:p w:rsidR="0009156E" w:rsidRPr="004D300B" w:rsidRDefault="0009156E" w:rsidP="00995B38">
            <w:pPr>
              <w:pStyle w:val="ConsPlusNormal"/>
              <w:ind w:firstLine="0"/>
              <w:rPr>
                <w:rFonts w:ascii="Times New Roman" w:hAnsi="Times New Roman"/>
              </w:rPr>
            </w:pPr>
            <w:r>
              <w:rPr>
                <w:rFonts w:ascii="Times New Roman" w:hAnsi="Times New Roman"/>
              </w:rPr>
              <w:t>04050510853910</w:t>
            </w:r>
          </w:p>
        </w:tc>
        <w:tc>
          <w:tcPr>
            <w:tcW w:w="1742" w:type="dxa"/>
          </w:tcPr>
          <w:p w:rsidR="0009156E" w:rsidRDefault="0009156E" w:rsidP="00995B38">
            <w:pPr>
              <w:pStyle w:val="ConsPlusNormal"/>
              <w:ind w:firstLine="0"/>
              <w:rPr>
                <w:rFonts w:ascii="Times New Roman" w:hAnsi="Times New Roman"/>
                <w:b/>
                <w:sz w:val="24"/>
                <w:szCs w:val="24"/>
              </w:rPr>
            </w:pPr>
            <w:r>
              <w:rPr>
                <w:rFonts w:ascii="Times New Roman" w:hAnsi="Times New Roman"/>
                <w:b/>
                <w:sz w:val="24"/>
                <w:szCs w:val="24"/>
              </w:rPr>
              <w:t>50</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p>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09156E" w:rsidRPr="004D300B" w:rsidRDefault="0009156E" w:rsidP="00995B38">
            <w:pPr>
              <w:ind w:right="-57"/>
              <w:rPr>
                <w:b/>
              </w:rPr>
            </w:pPr>
            <w:r w:rsidRPr="004D300B">
              <w:rPr>
                <w:b/>
              </w:rPr>
              <w:t>ПОДПРОГРАММА 2</w:t>
            </w:r>
          </w:p>
          <w:p w:rsidR="0009156E" w:rsidRPr="004D300B" w:rsidRDefault="0009156E" w:rsidP="00995B38">
            <w:pPr>
              <w:ind w:right="-57"/>
              <w:rPr>
                <w:b/>
              </w:rPr>
            </w:pPr>
          </w:p>
          <w:p w:rsidR="0009156E" w:rsidRPr="004D300B" w:rsidRDefault="0009156E" w:rsidP="00995B38">
            <w:pPr>
              <w:ind w:right="-57"/>
              <w:rPr>
                <w:b/>
              </w:rPr>
            </w:pPr>
          </w:p>
          <w:p w:rsidR="0009156E" w:rsidRPr="004D300B" w:rsidRDefault="0009156E" w:rsidP="00995B38">
            <w:pPr>
              <w:ind w:right="-57"/>
              <w:rPr>
                <w:b/>
              </w:rPr>
            </w:pPr>
          </w:p>
          <w:p w:rsidR="0009156E" w:rsidRPr="004D300B" w:rsidRDefault="0009156E" w:rsidP="00995B38">
            <w:pPr>
              <w:ind w:right="-57"/>
              <w:rPr>
                <w:b/>
              </w:rPr>
            </w:pPr>
          </w:p>
          <w:p w:rsidR="0009156E" w:rsidRPr="004D300B" w:rsidRDefault="0009156E" w:rsidP="00995B38">
            <w:pPr>
              <w:ind w:right="-57"/>
            </w:pPr>
          </w:p>
        </w:tc>
        <w:tc>
          <w:tcPr>
            <w:tcW w:w="2880" w:type="dxa"/>
            <w:vAlign w:val="center"/>
          </w:tcPr>
          <w:p w:rsidR="0009156E" w:rsidRPr="004D300B" w:rsidRDefault="0009156E" w:rsidP="00995B38">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09156E" w:rsidRPr="004D300B" w:rsidRDefault="0009156E" w:rsidP="00995B38">
            <w:r w:rsidRPr="004D300B">
              <w:t>МКУ «ЕДДС и ХТО»</w:t>
            </w:r>
          </w:p>
          <w:p w:rsidR="0009156E" w:rsidRPr="004D300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D300B" w:rsidRDefault="0009156E" w:rsidP="00995B38">
            <w:pPr>
              <w:pStyle w:val="ConsPlusNormal"/>
              <w:ind w:firstLine="0"/>
              <w:rPr>
                <w:rFonts w:ascii="Times New Roman" w:hAnsi="Times New Roman"/>
                <w:b/>
                <w:sz w:val="24"/>
                <w:szCs w:val="24"/>
              </w:rPr>
            </w:pPr>
          </w:p>
        </w:tc>
        <w:tc>
          <w:tcPr>
            <w:tcW w:w="1498" w:type="dxa"/>
          </w:tcPr>
          <w:p w:rsidR="0009156E" w:rsidRPr="004D300B" w:rsidRDefault="0009156E" w:rsidP="00995B38">
            <w:pPr>
              <w:pStyle w:val="ConsPlusNormal"/>
              <w:ind w:firstLine="0"/>
              <w:rPr>
                <w:rFonts w:ascii="Times New Roman" w:hAnsi="Times New Roman"/>
              </w:rPr>
            </w:pPr>
          </w:p>
        </w:tc>
        <w:tc>
          <w:tcPr>
            <w:tcW w:w="1742" w:type="dxa"/>
          </w:tcPr>
          <w:p w:rsidR="0009156E" w:rsidRPr="00A86DEA" w:rsidRDefault="0009156E" w:rsidP="00C95E38">
            <w:pPr>
              <w:pStyle w:val="ConsPlusNormal"/>
              <w:ind w:firstLine="0"/>
              <w:rPr>
                <w:rFonts w:ascii="Times New Roman" w:hAnsi="Times New Roman"/>
                <w:b/>
                <w:sz w:val="24"/>
                <w:szCs w:val="24"/>
              </w:rPr>
            </w:pPr>
            <w:r>
              <w:rPr>
                <w:rFonts w:ascii="Times New Roman" w:hAnsi="Times New Roman"/>
                <w:b/>
                <w:sz w:val="24"/>
                <w:szCs w:val="24"/>
              </w:rPr>
              <w:t>17296,5</w:t>
            </w:r>
          </w:p>
        </w:tc>
      </w:tr>
      <w:tr w:rsidR="0009156E" w:rsidRPr="004D300B" w:rsidTr="00995B38">
        <w:trPr>
          <w:trHeight w:val="1240"/>
        </w:trPr>
        <w:tc>
          <w:tcPr>
            <w:tcW w:w="828"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lastRenderedPageBreak/>
              <w:t>2.1</w:t>
            </w:r>
          </w:p>
        </w:tc>
        <w:tc>
          <w:tcPr>
            <w:tcW w:w="1620" w:type="dxa"/>
            <w:vAlign w:val="center"/>
          </w:tcPr>
          <w:p w:rsidR="0009156E" w:rsidRPr="004D300B" w:rsidRDefault="0009156E" w:rsidP="00995B38">
            <w:r w:rsidRPr="004D300B">
              <w:t xml:space="preserve">Основное </w:t>
            </w:r>
            <w:r w:rsidRPr="004D300B">
              <w:br/>
              <w:t>мероприятие</w:t>
            </w:r>
          </w:p>
          <w:p w:rsidR="0009156E" w:rsidRPr="004D300B" w:rsidRDefault="0009156E" w:rsidP="00995B38"/>
          <w:p w:rsidR="0009156E" w:rsidRPr="004D300B" w:rsidRDefault="0009156E" w:rsidP="00995B38"/>
        </w:tc>
        <w:tc>
          <w:tcPr>
            <w:tcW w:w="2880" w:type="dxa"/>
          </w:tcPr>
          <w:p w:rsidR="0009156E" w:rsidRDefault="0009156E" w:rsidP="00995B38">
            <w:r w:rsidRPr="004D300B">
              <w:t>Обеспечение безопасности в чрезвычайных ситуациях</w:t>
            </w:r>
          </w:p>
          <w:p w:rsidR="0009156E" w:rsidRPr="004D300B" w:rsidRDefault="0009156E" w:rsidP="00995B38"/>
        </w:tc>
        <w:tc>
          <w:tcPr>
            <w:tcW w:w="2160" w:type="dxa"/>
          </w:tcPr>
          <w:p w:rsidR="0009156E" w:rsidRPr="004D300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Default="0009156E" w:rsidP="00995B38">
            <w:pPr>
              <w:pStyle w:val="ConsPlusNormal"/>
              <w:ind w:firstLine="0"/>
              <w:rPr>
                <w:rFonts w:ascii="Times New Roman" w:hAnsi="Times New Roman"/>
                <w:sz w:val="20"/>
                <w:szCs w:val="20"/>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p w:rsidR="0009156E" w:rsidRDefault="0009156E" w:rsidP="00995B38">
            <w:pPr>
              <w:pStyle w:val="ConsPlusNormal"/>
              <w:ind w:firstLine="0"/>
              <w:rPr>
                <w:rFonts w:ascii="Times New Roman" w:hAnsi="Times New Roman"/>
                <w:sz w:val="20"/>
                <w:szCs w:val="20"/>
              </w:rPr>
            </w:pPr>
          </w:p>
          <w:p w:rsidR="0009156E" w:rsidRDefault="0009156E" w:rsidP="00995B38">
            <w:pPr>
              <w:pStyle w:val="ConsPlusNormal"/>
              <w:ind w:firstLine="0"/>
              <w:rPr>
                <w:rFonts w:ascii="Times New Roman" w:hAnsi="Times New Roman"/>
                <w:sz w:val="20"/>
                <w:szCs w:val="20"/>
              </w:rPr>
            </w:pPr>
          </w:p>
          <w:p w:rsidR="0009156E" w:rsidRPr="004D300B" w:rsidRDefault="0009156E" w:rsidP="00995B38">
            <w:pPr>
              <w:pStyle w:val="ConsPlusNormal"/>
              <w:ind w:firstLine="0"/>
              <w:rPr>
                <w:rFonts w:ascii="Times New Roman" w:hAnsi="Times New Roman"/>
                <w:b/>
                <w:sz w:val="24"/>
                <w:szCs w:val="24"/>
              </w:rPr>
            </w:pPr>
          </w:p>
        </w:tc>
        <w:tc>
          <w:tcPr>
            <w:tcW w:w="1498" w:type="dxa"/>
          </w:tcPr>
          <w:p w:rsidR="0009156E" w:rsidRDefault="0009156E" w:rsidP="00995B38">
            <w:pPr>
              <w:pStyle w:val="ConsPlusNormal"/>
              <w:ind w:firstLine="0"/>
              <w:rPr>
                <w:rFonts w:ascii="Times New Roman" w:hAnsi="Times New Roman"/>
              </w:rPr>
            </w:pPr>
            <w:r w:rsidRPr="0013415B">
              <w:rPr>
                <w:rFonts w:ascii="Times New Roman" w:hAnsi="Times New Roman"/>
              </w:rPr>
              <w:t>03090520100590</w:t>
            </w:r>
          </w:p>
          <w:p w:rsidR="0009156E" w:rsidRDefault="0009156E" w:rsidP="00995B38">
            <w:pPr>
              <w:pStyle w:val="ConsPlusNormal"/>
              <w:ind w:firstLine="0"/>
              <w:rPr>
                <w:rFonts w:ascii="Times New Roman" w:hAnsi="Times New Roman"/>
              </w:rPr>
            </w:pPr>
            <w:r>
              <w:rPr>
                <w:rFonts w:ascii="Times New Roman" w:hAnsi="Times New Roman"/>
              </w:rPr>
              <w:t>03090520170100</w:t>
            </w:r>
          </w:p>
          <w:p w:rsidR="0009156E" w:rsidRPr="0013415B" w:rsidRDefault="0009156E" w:rsidP="00995B38">
            <w:pPr>
              <w:pStyle w:val="ConsPlusNormal"/>
              <w:ind w:firstLine="0"/>
              <w:rPr>
                <w:rFonts w:ascii="Times New Roman" w:hAnsi="Times New Roman"/>
              </w:rPr>
            </w:pPr>
            <w:r>
              <w:rPr>
                <w:rFonts w:ascii="Times New Roman" w:hAnsi="Times New Roman"/>
              </w:rPr>
              <w:t>03090520120570</w:t>
            </w:r>
          </w:p>
        </w:tc>
        <w:tc>
          <w:tcPr>
            <w:tcW w:w="1742"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2000,1</w:t>
            </w:r>
          </w:p>
        </w:tc>
      </w:tr>
      <w:tr w:rsidR="0009156E" w:rsidRPr="004D300B" w:rsidTr="00995B38">
        <w:trPr>
          <w:trHeight w:val="378"/>
        </w:trPr>
        <w:tc>
          <w:tcPr>
            <w:tcW w:w="828" w:type="dxa"/>
            <w:vAlign w:val="center"/>
          </w:tcPr>
          <w:p w:rsidR="0009156E" w:rsidRPr="004D300B" w:rsidRDefault="0009156E" w:rsidP="00995B38">
            <w:r w:rsidRPr="004D300B">
              <w:t>1</w:t>
            </w:r>
          </w:p>
        </w:tc>
        <w:tc>
          <w:tcPr>
            <w:tcW w:w="1620" w:type="dxa"/>
            <w:vAlign w:val="center"/>
          </w:tcPr>
          <w:p w:rsidR="0009156E" w:rsidRPr="004D300B" w:rsidRDefault="0009156E" w:rsidP="00995B38">
            <w:r w:rsidRPr="004D300B">
              <w:t>2</w:t>
            </w:r>
          </w:p>
        </w:tc>
        <w:tc>
          <w:tcPr>
            <w:tcW w:w="2880" w:type="dxa"/>
            <w:vAlign w:val="center"/>
          </w:tcPr>
          <w:p w:rsidR="0009156E" w:rsidRPr="004D300B" w:rsidRDefault="0009156E" w:rsidP="00995B38">
            <w:r w:rsidRPr="004D300B">
              <w:t>3</w:t>
            </w:r>
          </w:p>
        </w:tc>
        <w:tc>
          <w:tcPr>
            <w:tcW w:w="2160" w:type="dxa"/>
            <w:vAlign w:val="center"/>
          </w:tcPr>
          <w:p w:rsidR="0009156E" w:rsidRPr="004D300B" w:rsidRDefault="0009156E" w:rsidP="00995B38">
            <w:r w:rsidRPr="004D300B">
              <w:t>4</w:t>
            </w:r>
          </w:p>
        </w:tc>
        <w:tc>
          <w:tcPr>
            <w:tcW w:w="1260" w:type="dxa"/>
            <w:vAlign w:val="center"/>
          </w:tcPr>
          <w:p w:rsidR="0009156E" w:rsidRPr="004D300B" w:rsidRDefault="0009156E" w:rsidP="00995B38">
            <w:r w:rsidRPr="004D300B">
              <w:t>5</w:t>
            </w:r>
          </w:p>
        </w:tc>
        <w:tc>
          <w:tcPr>
            <w:tcW w:w="1453" w:type="dxa"/>
            <w:vAlign w:val="center"/>
          </w:tcPr>
          <w:p w:rsidR="0009156E" w:rsidRPr="004D300B" w:rsidRDefault="0009156E" w:rsidP="00995B38">
            <w:r w:rsidRPr="004D300B">
              <w:t>6</w:t>
            </w:r>
          </w:p>
        </w:tc>
        <w:tc>
          <w:tcPr>
            <w:tcW w:w="2147" w:type="dxa"/>
            <w:vAlign w:val="center"/>
          </w:tcPr>
          <w:p w:rsidR="0009156E" w:rsidRPr="004D300B" w:rsidRDefault="0009156E" w:rsidP="00995B38">
            <w:r w:rsidRPr="004D300B">
              <w:t>7</w:t>
            </w:r>
          </w:p>
        </w:tc>
        <w:tc>
          <w:tcPr>
            <w:tcW w:w="1498" w:type="dxa"/>
            <w:vAlign w:val="center"/>
          </w:tcPr>
          <w:p w:rsidR="0009156E" w:rsidRPr="004D300B" w:rsidRDefault="0009156E" w:rsidP="00995B38">
            <w:r w:rsidRPr="004D300B">
              <w:t>8</w:t>
            </w:r>
          </w:p>
        </w:tc>
        <w:tc>
          <w:tcPr>
            <w:tcW w:w="1742" w:type="dxa"/>
            <w:vAlign w:val="center"/>
          </w:tcPr>
          <w:p w:rsidR="0009156E" w:rsidRPr="004D300B" w:rsidRDefault="0009156E" w:rsidP="00995B38">
            <w:r w:rsidRPr="004D300B">
              <w:t>9</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09156E" w:rsidRPr="004D300B" w:rsidRDefault="0009156E" w:rsidP="00995B38">
            <w:r w:rsidRPr="004D300B">
              <w:t xml:space="preserve">Основное </w:t>
            </w:r>
            <w:r w:rsidRPr="004D300B">
              <w:br/>
              <w:t>мероприятие</w:t>
            </w:r>
          </w:p>
          <w:p w:rsidR="0009156E" w:rsidRPr="004D300B" w:rsidRDefault="0009156E" w:rsidP="00995B38"/>
          <w:p w:rsidR="0009156E" w:rsidRPr="004D300B" w:rsidRDefault="0009156E" w:rsidP="00995B38"/>
          <w:p w:rsidR="0009156E" w:rsidRPr="004D300B" w:rsidRDefault="0009156E" w:rsidP="00995B38"/>
          <w:p w:rsidR="0009156E" w:rsidRPr="004D300B" w:rsidRDefault="0009156E" w:rsidP="00995B38"/>
          <w:p w:rsidR="0009156E" w:rsidRPr="004D300B" w:rsidRDefault="0009156E" w:rsidP="00995B38"/>
        </w:tc>
        <w:tc>
          <w:tcPr>
            <w:tcW w:w="2880" w:type="dxa"/>
            <w:vAlign w:val="center"/>
          </w:tcPr>
          <w:p w:rsidR="0009156E" w:rsidRPr="004D300B" w:rsidRDefault="0009156E" w:rsidP="00995B38">
            <w:r w:rsidRPr="004D300B">
              <w:t>Финансовое обеспечение других обязательств государства</w:t>
            </w:r>
          </w:p>
          <w:p w:rsidR="0009156E" w:rsidRPr="004D300B" w:rsidRDefault="0009156E" w:rsidP="00995B38"/>
        </w:tc>
        <w:tc>
          <w:tcPr>
            <w:tcW w:w="2160" w:type="dxa"/>
          </w:tcPr>
          <w:p w:rsidR="0009156E" w:rsidRPr="004D300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6D26D0" w:rsidRDefault="0009156E" w:rsidP="00995B38">
            <w:pPr>
              <w:pStyle w:val="ConsPlusNormal"/>
              <w:ind w:firstLine="0"/>
              <w:rPr>
                <w:rFonts w:ascii="Times New Roman" w:hAnsi="Times New Roman"/>
                <w:b/>
                <w:sz w:val="20"/>
                <w:szCs w:val="20"/>
              </w:rPr>
            </w:pPr>
            <w:r w:rsidRPr="006D26D0">
              <w:rPr>
                <w:rFonts w:ascii="Times New Roman" w:hAnsi="Times New Roman"/>
                <w:sz w:val="20"/>
                <w:szCs w:val="20"/>
              </w:rPr>
              <w:t>Обеспечение в пол</w:t>
            </w:r>
            <w:r>
              <w:rPr>
                <w:rFonts w:ascii="Times New Roman" w:hAnsi="Times New Roman"/>
                <w:sz w:val="20"/>
                <w:szCs w:val="20"/>
              </w:rPr>
              <w:t>-</w:t>
            </w:r>
            <w:r w:rsidRPr="006D26D0">
              <w:rPr>
                <w:rFonts w:ascii="Times New Roman" w:hAnsi="Times New Roman"/>
                <w:sz w:val="20"/>
                <w:szCs w:val="20"/>
              </w:rPr>
              <w:t>ном объеме услугами по содержанию иму</w:t>
            </w:r>
            <w:r>
              <w:rPr>
                <w:rFonts w:ascii="Times New Roman" w:hAnsi="Times New Roman"/>
                <w:sz w:val="20"/>
                <w:szCs w:val="20"/>
              </w:rPr>
              <w:t>-</w:t>
            </w:r>
            <w:r w:rsidRPr="006D26D0">
              <w:rPr>
                <w:rFonts w:ascii="Times New Roman" w:hAnsi="Times New Roman"/>
                <w:sz w:val="20"/>
                <w:szCs w:val="20"/>
              </w:rPr>
              <w:t>щества, и матери</w:t>
            </w:r>
            <w:r>
              <w:rPr>
                <w:rFonts w:ascii="Times New Roman" w:hAnsi="Times New Roman"/>
                <w:sz w:val="20"/>
                <w:szCs w:val="20"/>
              </w:rPr>
              <w:t>-</w:t>
            </w:r>
            <w:r w:rsidRPr="006D26D0">
              <w:rPr>
                <w:rFonts w:ascii="Times New Roman" w:hAnsi="Times New Roman"/>
                <w:sz w:val="20"/>
                <w:szCs w:val="20"/>
              </w:rPr>
              <w:t>ально-техническими средствами админи</w:t>
            </w:r>
            <w:r>
              <w:rPr>
                <w:rFonts w:ascii="Times New Roman" w:hAnsi="Times New Roman"/>
                <w:sz w:val="20"/>
                <w:szCs w:val="20"/>
              </w:rPr>
              <w:t>-</w:t>
            </w:r>
            <w:r w:rsidRPr="006D26D0">
              <w:rPr>
                <w:rFonts w:ascii="Times New Roman" w:hAnsi="Times New Roman"/>
                <w:sz w:val="20"/>
                <w:szCs w:val="20"/>
              </w:rPr>
              <w:t>страции Таловского муниципального района:</w:t>
            </w:r>
          </w:p>
        </w:tc>
        <w:tc>
          <w:tcPr>
            <w:tcW w:w="1498" w:type="dxa"/>
          </w:tcPr>
          <w:p w:rsidR="0009156E" w:rsidRDefault="0009156E" w:rsidP="00995B38">
            <w:pPr>
              <w:pStyle w:val="ConsPlusNormal"/>
              <w:ind w:firstLine="0"/>
              <w:rPr>
                <w:rFonts w:ascii="Times New Roman" w:hAnsi="Times New Roman"/>
              </w:rPr>
            </w:pPr>
            <w:r w:rsidRPr="004D300B">
              <w:rPr>
                <w:rFonts w:ascii="Times New Roman" w:hAnsi="Times New Roman"/>
              </w:rPr>
              <w:t>0113</w:t>
            </w:r>
            <w:r>
              <w:rPr>
                <w:rFonts w:ascii="Times New Roman" w:hAnsi="Times New Roman"/>
              </w:rPr>
              <w:t>0520200590</w:t>
            </w:r>
          </w:p>
          <w:p w:rsidR="0009156E" w:rsidRPr="004D300B" w:rsidRDefault="0009156E" w:rsidP="00995B38">
            <w:pPr>
              <w:pStyle w:val="ConsPlusNormal"/>
              <w:ind w:firstLine="0"/>
              <w:rPr>
                <w:rFonts w:ascii="Times New Roman" w:hAnsi="Times New Roman"/>
              </w:rPr>
            </w:pPr>
            <w:r>
              <w:rPr>
                <w:rFonts w:ascii="Times New Roman" w:hAnsi="Times New Roman"/>
              </w:rPr>
              <w:t>01130520270100</w:t>
            </w:r>
          </w:p>
        </w:tc>
        <w:tc>
          <w:tcPr>
            <w:tcW w:w="1742" w:type="dxa"/>
          </w:tcPr>
          <w:p w:rsidR="0009156E" w:rsidRPr="004D300B" w:rsidRDefault="0009156E" w:rsidP="00C95E38">
            <w:pPr>
              <w:pStyle w:val="ConsPlusNormal"/>
              <w:ind w:firstLine="0"/>
              <w:rPr>
                <w:rFonts w:ascii="Times New Roman" w:hAnsi="Times New Roman"/>
                <w:sz w:val="24"/>
                <w:szCs w:val="24"/>
              </w:rPr>
            </w:pPr>
            <w:r>
              <w:rPr>
                <w:rFonts w:ascii="Times New Roman" w:hAnsi="Times New Roman"/>
                <w:sz w:val="24"/>
                <w:szCs w:val="24"/>
              </w:rPr>
              <w:t>15296,4</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09156E" w:rsidRPr="004D300B" w:rsidRDefault="0009156E" w:rsidP="00995B38">
            <w:pPr>
              <w:rPr>
                <w:b/>
              </w:rPr>
            </w:pPr>
            <w:r w:rsidRPr="004D300B">
              <w:rPr>
                <w:b/>
              </w:rPr>
              <w:t>ПОДПРОГРАММА 3</w:t>
            </w:r>
          </w:p>
        </w:tc>
        <w:tc>
          <w:tcPr>
            <w:tcW w:w="2880" w:type="dxa"/>
          </w:tcPr>
          <w:p w:rsidR="0009156E" w:rsidRPr="004D300B" w:rsidRDefault="0009156E" w:rsidP="00995B38">
            <w:pPr>
              <w:rPr>
                <w:b/>
              </w:rPr>
            </w:pPr>
            <w:r w:rsidRPr="004D300B">
              <w:rPr>
                <w:b/>
              </w:rPr>
              <w:t>«Управление муниципальным имуществом» </w:t>
            </w:r>
          </w:p>
        </w:tc>
        <w:tc>
          <w:tcPr>
            <w:tcW w:w="2160"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09156E" w:rsidRPr="004D300B" w:rsidRDefault="0009156E" w:rsidP="00995B38">
            <w:pPr>
              <w:pStyle w:val="ConsPlusNormal"/>
              <w:ind w:firstLine="0"/>
              <w:rPr>
                <w:rFonts w:ascii="Times New Roman" w:hAnsi="Times New Roman"/>
                <w:sz w:val="24"/>
                <w:szCs w:val="24"/>
              </w:rPr>
            </w:pPr>
          </w:p>
        </w:tc>
        <w:tc>
          <w:tcPr>
            <w:tcW w:w="1453" w:type="dxa"/>
          </w:tcPr>
          <w:p w:rsidR="0009156E" w:rsidRPr="004D300B" w:rsidRDefault="0009156E" w:rsidP="00995B38">
            <w:pPr>
              <w:pStyle w:val="ConsPlusNormal"/>
              <w:ind w:firstLine="0"/>
              <w:rPr>
                <w:rFonts w:ascii="Times New Roman" w:hAnsi="Times New Roman"/>
                <w:sz w:val="24"/>
                <w:szCs w:val="24"/>
              </w:rPr>
            </w:pPr>
          </w:p>
        </w:tc>
        <w:tc>
          <w:tcPr>
            <w:tcW w:w="2147" w:type="dxa"/>
          </w:tcPr>
          <w:p w:rsidR="0009156E" w:rsidRPr="004D300B" w:rsidRDefault="0009156E" w:rsidP="00995B38">
            <w:pPr>
              <w:pStyle w:val="ConsPlusNormal"/>
              <w:ind w:firstLine="0"/>
              <w:rPr>
                <w:rFonts w:ascii="Times New Roman" w:hAnsi="Times New Roman"/>
                <w:b/>
                <w:sz w:val="24"/>
                <w:szCs w:val="24"/>
              </w:rPr>
            </w:pPr>
          </w:p>
        </w:tc>
        <w:tc>
          <w:tcPr>
            <w:tcW w:w="1498" w:type="dxa"/>
          </w:tcPr>
          <w:p w:rsidR="0009156E" w:rsidRPr="004D300B" w:rsidRDefault="0009156E" w:rsidP="00995B38">
            <w:pPr>
              <w:pStyle w:val="ConsPlusNormal"/>
              <w:ind w:firstLine="0"/>
              <w:rPr>
                <w:rFonts w:ascii="Times New Roman" w:hAnsi="Times New Roman"/>
              </w:rPr>
            </w:pPr>
          </w:p>
        </w:tc>
        <w:tc>
          <w:tcPr>
            <w:tcW w:w="1742" w:type="dxa"/>
          </w:tcPr>
          <w:p w:rsidR="0009156E" w:rsidRPr="00081955" w:rsidRDefault="0009156E" w:rsidP="000E09D7">
            <w:pPr>
              <w:pStyle w:val="ConsPlusNormal"/>
              <w:ind w:firstLine="0"/>
              <w:rPr>
                <w:rFonts w:ascii="Times New Roman" w:hAnsi="Times New Roman"/>
                <w:b/>
                <w:sz w:val="24"/>
                <w:szCs w:val="24"/>
              </w:rPr>
            </w:pPr>
            <w:r>
              <w:rPr>
                <w:rFonts w:ascii="Times New Roman" w:hAnsi="Times New Roman"/>
                <w:b/>
                <w:sz w:val="24"/>
                <w:szCs w:val="24"/>
              </w:rPr>
              <w:t>7386,3</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09156E" w:rsidRPr="004D300B" w:rsidRDefault="0009156E" w:rsidP="00995B38">
            <w:r w:rsidRPr="004D300B">
              <w:t>Основное мероприятие</w:t>
            </w:r>
            <w:r>
              <w:t xml:space="preserve"> 3.1.</w:t>
            </w:r>
          </w:p>
        </w:tc>
        <w:tc>
          <w:tcPr>
            <w:tcW w:w="2880" w:type="dxa"/>
          </w:tcPr>
          <w:p w:rsidR="0009156E" w:rsidRPr="004D300B" w:rsidRDefault="0009156E" w:rsidP="00995B38">
            <w:r w:rsidRPr="004D300B">
              <w:t xml:space="preserve"> Техническая инвентаризация, оценка имущества для принятия управленческих решений</w:t>
            </w:r>
          </w:p>
          <w:p w:rsidR="0009156E" w:rsidRPr="004D300B" w:rsidRDefault="0009156E" w:rsidP="00995B38"/>
        </w:tc>
        <w:tc>
          <w:tcPr>
            <w:tcW w:w="2160" w:type="dxa"/>
          </w:tcPr>
          <w:p w:rsidR="0009156E" w:rsidRPr="004D300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3814E5" w:rsidRDefault="0009156E" w:rsidP="00995B38">
            <w:pPr>
              <w:pStyle w:val="ConsPlusNormal"/>
              <w:ind w:firstLine="0"/>
              <w:rPr>
                <w:rFonts w:ascii="Times New Roman" w:hAnsi="Times New Roman"/>
                <w:sz w:val="20"/>
                <w:szCs w:val="20"/>
              </w:rPr>
            </w:pPr>
            <w:r w:rsidRPr="003814E5">
              <w:rPr>
                <w:rFonts w:ascii="Times New Roman" w:hAnsi="Times New Roman"/>
                <w:sz w:val="20"/>
                <w:szCs w:val="20"/>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09156E" w:rsidRPr="004D300B" w:rsidRDefault="0009156E" w:rsidP="00995B38">
            <w:pPr>
              <w:pStyle w:val="ConsPlusNormal"/>
              <w:ind w:firstLine="0"/>
              <w:rPr>
                <w:rFonts w:ascii="Times New Roman" w:hAnsi="Times New Roman"/>
              </w:rPr>
            </w:pPr>
            <w:r>
              <w:rPr>
                <w:rFonts w:ascii="Times New Roman" w:hAnsi="Times New Roman"/>
              </w:rPr>
              <w:t>93501130530180200</w:t>
            </w:r>
          </w:p>
        </w:tc>
        <w:tc>
          <w:tcPr>
            <w:tcW w:w="1742" w:type="dxa"/>
          </w:tcPr>
          <w:p w:rsidR="0009156E" w:rsidRPr="00081955" w:rsidRDefault="0009156E" w:rsidP="00995B38">
            <w:pPr>
              <w:pStyle w:val="ConsPlusNormal"/>
              <w:ind w:firstLine="0"/>
              <w:rPr>
                <w:rFonts w:ascii="Times New Roman" w:hAnsi="Times New Roman"/>
                <w:sz w:val="24"/>
                <w:szCs w:val="24"/>
              </w:rPr>
            </w:pPr>
            <w:r>
              <w:rPr>
                <w:rFonts w:ascii="Times New Roman" w:hAnsi="Times New Roman"/>
                <w:sz w:val="24"/>
                <w:szCs w:val="24"/>
              </w:rPr>
              <w:t>144</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09156E" w:rsidRPr="004D300B" w:rsidRDefault="0009156E" w:rsidP="00995B38">
            <w:r w:rsidRPr="004D300B">
              <w:t>Основное мероприятие</w:t>
            </w:r>
            <w:r>
              <w:t xml:space="preserve"> 3.2.</w:t>
            </w:r>
          </w:p>
        </w:tc>
        <w:tc>
          <w:tcPr>
            <w:tcW w:w="2880" w:type="dxa"/>
          </w:tcPr>
          <w:p w:rsidR="0009156E" w:rsidRDefault="0009156E" w:rsidP="00995B38"/>
          <w:p w:rsidR="0009156E" w:rsidRDefault="0009156E" w:rsidP="00995B38"/>
          <w:p w:rsidR="0009156E" w:rsidRPr="00553744" w:rsidRDefault="0009156E" w:rsidP="00995B38">
            <w:pPr>
              <w:jc w:val="center"/>
            </w:pPr>
            <w:r w:rsidRPr="00AE770D">
              <w:t xml:space="preserve">Приобретение и содержание имущества казны и проведение ремонтных работ для привлечения </w:t>
            </w:r>
            <w:r w:rsidRPr="00AE770D">
              <w:lastRenderedPageBreak/>
              <w:t xml:space="preserve">дополнительных арендаторов </w:t>
            </w:r>
          </w:p>
        </w:tc>
        <w:tc>
          <w:tcPr>
            <w:tcW w:w="2160" w:type="dxa"/>
          </w:tcPr>
          <w:p w:rsidR="0009156E" w:rsidRPr="004D300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Default="0009156E" w:rsidP="00BC0910">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Таловского муниципального </w:t>
            </w:r>
            <w:r w:rsidRPr="004D300B">
              <w:rPr>
                <w:rFonts w:ascii="Times New Roman" w:hAnsi="Times New Roman"/>
              </w:rPr>
              <w:lastRenderedPageBreak/>
              <w:t>района</w:t>
            </w:r>
            <w:r>
              <w:rPr>
                <w:rFonts w:ascii="Times New Roman" w:hAnsi="Times New Roman"/>
              </w:rPr>
              <w:t>, приобретение жилья для решения задач районного значения</w:t>
            </w:r>
          </w:p>
          <w:p w:rsidR="0009156E" w:rsidRDefault="0009156E" w:rsidP="00BC0910">
            <w:pPr>
              <w:pStyle w:val="ConsPlusNormal"/>
              <w:ind w:firstLine="0"/>
              <w:rPr>
                <w:rFonts w:ascii="Times New Roman" w:hAnsi="Times New Roman"/>
              </w:rPr>
            </w:pPr>
          </w:p>
          <w:p w:rsidR="0009156E" w:rsidRPr="004D300B" w:rsidRDefault="0009156E" w:rsidP="00BC0910">
            <w:pPr>
              <w:pStyle w:val="ConsPlusNormal"/>
              <w:ind w:firstLine="0"/>
              <w:rPr>
                <w:rFonts w:ascii="Times New Roman" w:hAnsi="Times New Roman"/>
              </w:rPr>
            </w:pPr>
          </w:p>
        </w:tc>
        <w:tc>
          <w:tcPr>
            <w:tcW w:w="1498" w:type="dxa"/>
          </w:tcPr>
          <w:p w:rsidR="0009156E" w:rsidRPr="004D300B" w:rsidRDefault="0009156E" w:rsidP="00995B38">
            <w:pPr>
              <w:pStyle w:val="ConsPlusNormal"/>
              <w:ind w:firstLine="0"/>
              <w:rPr>
                <w:rFonts w:ascii="Times New Roman" w:hAnsi="Times New Roman"/>
              </w:rPr>
            </w:pPr>
            <w:r>
              <w:rPr>
                <w:rFonts w:ascii="Times New Roman" w:hAnsi="Times New Roman"/>
              </w:rPr>
              <w:lastRenderedPageBreak/>
              <w:t>93501130530280200</w:t>
            </w:r>
          </w:p>
        </w:tc>
        <w:tc>
          <w:tcPr>
            <w:tcW w:w="1742" w:type="dxa"/>
          </w:tcPr>
          <w:p w:rsidR="0009156E" w:rsidRPr="00E95666" w:rsidRDefault="0009156E" w:rsidP="000E09D7">
            <w:pPr>
              <w:pStyle w:val="ConsPlusNormal"/>
              <w:ind w:firstLine="0"/>
              <w:rPr>
                <w:rFonts w:ascii="Times New Roman" w:hAnsi="Times New Roman"/>
                <w:sz w:val="24"/>
                <w:szCs w:val="24"/>
              </w:rPr>
            </w:pPr>
            <w:r>
              <w:rPr>
                <w:rFonts w:ascii="Times New Roman" w:hAnsi="Times New Roman"/>
                <w:sz w:val="24"/>
                <w:szCs w:val="24"/>
              </w:rPr>
              <w:t>4220,0</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1</w:t>
            </w:r>
          </w:p>
        </w:tc>
        <w:tc>
          <w:tcPr>
            <w:tcW w:w="1620" w:type="dxa"/>
          </w:tcPr>
          <w:p w:rsidR="0009156E" w:rsidRPr="004D300B" w:rsidRDefault="0009156E" w:rsidP="00995B38">
            <w:r>
              <w:t>2</w:t>
            </w:r>
          </w:p>
        </w:tc>
        <w:tc>
          <w:tcPr>
            <w:tcW w:w="2880" w:type="dxa"/>
          </w:tcPr>
          <w:p w:rsidR="0009156E" w:rsidRDefault="0009156E" w:rsidP="00995B38">
            <w:r>
              <w:t>3</w:t>
            </w:r>
          </w:p>
        </w:tc>
        <w:tc>
          <w:tcPr>
            <w:tcW w:w="2160" w:type="dxa"/>
          </w:tcPr>
          <w:p w:rsidR="0009156E" w:rsidRPr="004D300B" w:rsidRDefault="0009156E" w:rsidP="00995B38">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09156E" w:rsidRPr="004D300B" w:rsidRDefault="0009156E" w:rsidP="00995B38">
            <w:pPr>
              <w:pStyle w:val="ConsPlusNormal"/>
              <w:ind w:firstLine="0"/>
              <w:rPr>
                <w:rFonts w:ascii="Times New Roman" w:hAnsi="Times New Roman"/>
              </w:rPr>
            </w:pPr>
            <w:r>
              <w:rPr>
                <w:rFonts w:ascii="Times New Roman" w:hAnsi="Times New Roman"/>
              </w:rPr>
              <w:t>7</w:t>
            </w:r>
          </w:p>
        </w:tc>
        <w:tc>
          <w:tcPr>
            <w:tcW w:w="1498" w:type="dxa"/>
          </w:tcPr>
          <w:p w:rsidR="0009156E" w:rsidRDefault="0009156E" w:rsidP="00995B38">
            <w:pPr>
              <w:pStyle w:val="ConsPlusNormal"/>
              <w:ind w:firstLine="0"/>
              <w:rPr>
                <w:rFonts w:ascii="Times New Roman" w:hAnsi="Times New Roman"/>
              </w:rPr>
            </w:pPr>
            <w:r>
              <w:rPr>
                <w:rFonts w:ascii="Times New Roman" w:hAnsi="Times New Roman"/>
              </w:rPr>
              <w:t>8</w:t>
            </w:r>
          </w:p>
        </w:tc>
        <w:tc>
          <w:tcPr>
            <w:tcW w:w="1742" w:type="dxa"/>
          </w:tcPr>
          <w:p w:rsidR="0009156E" w:rsidRDefault="0009156E" w:rsidP="00995B38">
            <w:pPr>
              <w:pStyle w:val="ConsPlusNormal"/>
              <w:ind w:firstLine="0"/>
              <w:rPr>
                <w:rFonts w:ascii="Times New Roman" w:hAnsi="Times New Roman"/>
                <w:sz w:val="24"/>
                <w:szCs w:val="24"/>
              </w:rPr>
            </w:pPr>
            <w:r>
              <w:rPr>
                <w:rFonts w:ascii="Times New Roman" w:hAnsi="Times New Roman"/>
                <w:sz w:val="24"/>
                <w:szCs w:val="24"/>
              </w:rPr>
              <w:t>9</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3.2.1.</w:t>
            </w:r>
          </w:p>
        </w:tc>
        <w:tc>
          <w:tcPr>
            <w:tcW w:w="1620" w:type="dxa"/>
          </w:tcPr>
          <w:p w:rsidR="0009156E" w:rsidRPr="004D300B" w:rsidRDefault="0009156E" w:rsidP="00995B38">
            <w:r w:rsidRPr="004D300B">
              <w:t>Основное мероприятие</w:t>
            </w:r>
            <w:r>
              <w:t xml:space="preserve"> 3.2.1</w:t>
            </w:r>
          </w:p>
        </w:tc>
        <w:tc>
          <w:tcPr>
            <w:tcW w:w="2880" w:type="dxa"/>
          </w:tcPr>
          <w:p w:rsidR="0009156E" w:rsidRDefault="0009156E" w:rsidP="00995B38"/>
          <w:p w:rsidR="0009156E" w:rsidRPr="00553744" w:rsidRDefault="0009156E" w:rsidP="00995B38">
            <w:pPr>
              <w:jc w:val="center"/>
            </w:pPr>
            <w:r>
              <w:t>Содержание имущества и проведение ремонтных работ</w:t>
            </w:r>
          </w:p>
        </w:tc>
        <w:tc>
          <w:tcPr>
            <w:tcW w:w="2160" w:type="dxa"/>
          </w:tcPr>
          <w:p w:rsidR="0009156E" w:rsidRPr="004D300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D300B" w:rsidRDefault="0009156E" w:rsidP="00995B38">
            <w:pPr>
              <w:pStyle w:val="ConsPlusNormal"/>
              <w:ind w:firstLine="0"/>
              <w:rPr>
                <w:rFonts w:ascii="Times New Roman" w:hAnsi="Times New Roman"/>
              </w:rPr>
            </w:pPr>
          </w:p>
        </w:tc>
        <w:tc>
          <w:tcPr>
            <w:tcW w:w="1498" w:type="dxa"/>
          </w:tcPr>
          <w:p w:rsidR="0009156E" w:rsidRDefault="0009156E" w:rsidP="00995B38">
            <w:pPr>
              <w:pStyle w:val="ConsPlusNormal"/>
              <w:ind w:firstLine="0"/>
              <w:rPr>
                <w:rFonts w:ascii="Times New Roman" w:hAnsi="Times New Roman"/>
              </w:rPr>
            </w:pPr>
          </w:p>
        </w:tc>
        <w:tc>
          <w:tcPr>
            <w:tcW w:w="1742" w:type="dxa"/>
          </w:tcPr>
          <w:p w:rsidR="0009156E" w:rsidRDefault="0009156E" w:rsidP="00995B38">
            <w:pPr>
              <w:pStyle w:val="ConsPlusNormal"/>
              <w:ind w:firstLine="0"/>
              <w:rPr>
                <w:rFonts w:ascii="Times New Roman" w:hAnsi="Times New Roman"/>
                <w:sz w:val="24"/>
                <w:szCs w:val="24"/>
              </w:rPr>
            </w:pPr>
            <w:r>
              <w:rPr>
                <w:rFonts w:ascii="Times New Roman" w:hAnsi="Times New Roman"/>
                <w:sz w:val="24"/>
                <w:szCs w:val="24"/>
              </w:rPr>
              <w:t>4220</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09156E" w:rsidRPr="004D300B" w:rsidRDefault="0009156E" w:rsidP="00995B38">
            <w:r w:rsidRPr="004D300B">
              <w:t>Основное мероприятие</w:t>
            </w:r>
            <w:r>
              <w:t xml:space="preserve"> 3.3.</w:t>
            </w:r>
          </w:p>
        </w:tc>
        <w:tc>
          <w:tcPr>
            <w:tcW w:w="2880" w:type="dxa"/>
          </w:tcPr>
          <w:p w:rsidR="0009156E" w:rsidRPr="004D300B" w:rsidRDefault="0009156E" w:rsidP="00995B38">
            <w:r>
              <w:t>Межевание земельных участков, оценка размера арендной платы</w:t>
            </w:r>
          </w:p>
        </w:tc>
        <w:tc>
          <w:tcPr>
            <w:tcW w:w="2160" w:type="dxa"/>
          </w:tcPr>
          <w:p w:rsidR="0009156E" w:rsidRPr="004D300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D300B" w:rsidRDefault="0009156E" w:rsidP="00995B38">
            <w:pPr>
              <w:pStyle w:val="ConsPlusNormal"/>
              <w:ind w:firstLine="0"/>
              <w:rPr>
                <w:rFonts w:ascii="Times New Roman" w:hAnsi="Times New Roman"/>
              </w:rPr>
            </w:pPr>
            <w:r>
              <w:rPr>
                <w:rFonts w:ascii="Times New Roman" w:hAnsi="Times New Roman"/>
              </w:rPr>
              <w:t>Обеспечение эффективного управления и распоряжения земельными ресурсами</w:t>
            </w:r>
          </w:p>
        </w:tc>
        <w:tc>
          <w:tcPr>
            <w:tcW w:w="1498" w:type="dxa"/>
          </w:tcPr>
          <w:p w:rsidR="0009156E" w:rsidRPr="004D300B" w:rsidRDefault="0009156E" w:rsidP="00995B38">
            <w:pPr>
              <w:pStyle w:val="ConsPlusNormal"/>
              <w:ind w:firstLine="0"/>
              <w:rPr>
                <w:rFonts w:ascii="Times New Roman" w:hAnsi="Times New Roman"/>
              </w:rPr>
            </w:pPr>
            <w:r>
              <w:rPr>
                <w:rFonts w:ascii="Times New Roman" w:hAnsi="Times New Roman"/>
              </w:rPr>
              <w:t>93501130530380200</w:t>
            </w:r>
          </w:p>
        </w:tc>
        <w:tc>
          <w:tcPr>
            <w:tcW w:w="1742" w:type="dxa"/>
          </w:tcPr>
          <w:p w:rsidR="0009156E" w:rsidRDefault="0009156E" w:rsidP="00995B38">
            <w:pPr>
              <w:pStyle w:val="ConsPlusNormal"/>
              <w:ind w:firstLine="0"/>
              <w:rPr>
                <w:rFonts w:ascii="Times New Roman" w:hAnsi="Times New Roman"/>
                <w:sz w:val="24"/>
                <w:szCs w:val="24"/>
              </w:rPr>
            </w:pPr>
            <w:r>
              <w:rPr>
                <w:rFonts w:ascii="Times New Roman" w:hAnsi="Times New Roman"/>
                <w:sz w:val="24"/>
                <w:szCs w:val="24"/>
              </w:rPr>
              <w:t>200</w:t>
            </w:r>
          </w:p>
        </w:tc>
      </w:tr>
      <w:tr w:rsidR="0009156E" w:rsidRPr="004D300B"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09156E" w:rsidRPr="004D300B" w:rsidRDefault="0009156E" w:rsidP="00995B38">
            <w:r w:rsidRPr="004D300B">
              <w:t xml:space="preserve">Основное мероприятие </w:t>
            </w:r>
            <w:r>
              <w:t>3.4.</w:t>
            </w:r>
          </w:p>
        </w:tc>
        <w:tc>
          <w:tcPr>
            <w:tcW w:w="2880" w:type="dxa"/>
          </w:tcPr>
          <w:p w:rsidR="0009156E" w:rsidRPr="004D300B" w:rsidRDefault="0009156E" w:rsidP="00995B3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09156E" w:rsidRPr="004D300B" w:rsidRDefault="0009156E" w:rsidP="00995B38"/>
        </w:tc>
        <w:tc>
          <w:tcPr>
            <w:tcW w:w="2160" w:type="dxa"/>
          </w:tcPr>
          <w:p w:rsidR="0009156E" w:rsidRPr="004D300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D300B" w:rsidRDefault="0009156E" w:rsidP="00995B38">
            <w:pPr>
              <w:pStyle w:val="ConsPlusNormal"/>
              <w:ind w:firstLine="0"/>
              <w:rPr>
                <w:rFonts w:ascii="Times New Roman" w:hAnsi="Times New Roman"/>
              </w:rPr>
            </w:pPr>
            <w:r w:rsidRPr="004445F5">
              <w:rPr>
                <w:rFonts w:ascii="Times New Roman" w:hAnsi="Times New Roman"/>
                <w:sz w:val="20"/>
                <w:szCs w:val="20"/>
              </w:rPr>
              <w:t xml:space="preserve">Обеспечение посту-пления в консоли-дированныйбюд-жет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неразграничены </w:t>
            </w:r>
          </w:p>
        </w:tc>
        <w:tc>
          <w:tcPr>
            <w:tcW w:w="1498" w:type="dxa"/>
          </w:tcPr>
          <w:p w:rsidR="0009156E" w:rsidRPr="004D300B" w:rsidRDefault="0009156E" w:rsidP="00995B38">
            <w:pPr>
              <w:pStyle w:val="ConsPlusNormal"/>
              <w:ind w:firstLine="0"/>
              <w:rPr>
                <w:rFonts w:ascii="Times New Roman" w:hAnsi="Times New Roman"/>
              </w:rPr>
            </w:pPr>
            <w:r>
              <w:rPr>
                <w:rFonts w:ascii="Times New Roman" w:hAnsi="Times New Roman"/>
              </w:rPr>
              <w:t>93501130530480200</w:t>
            </w:r>
          </w:p>
        </w:tc>
        <w:tc>
          <w:tcPr>
            <w:tcW w:w="1742" w:type="dxa"/>
          </w:tcPr>
          <w:p w:rsidR="0009156E" w:rsidRPr="00E95666" w:rsidRDefault="0009156E" w:rsidP="00995B38">
            <w:pPr>
              <w:pStyle w:val="ConsPlusNormal"/>
              <w:ind w:firstLine="0"/>
              <w:rPr>
                <w:rFonts w:ascii="Times New Roman" w:hAnsi="Times New Roman"/>
                <w:sz w:val="24"/>
                <w:szCs w:val="24"/>
              </w:rPr>
            </w:pPr>
            <w:r>
              <w:rPr>
                <w:rFonts w:ascii="Times New Roman" w:hAnsi="Times New Roman"/>
                <w:sz w:val="24"/>
                <w:szCs w:val="24"/>
              </w:rPr>
              <w:t>30</w:t>
            </w:r>
          </w:p>
        </w:tc>
      </w:tr>
      <w:tr w:rsidR="0009156E" w:rsidRPr="004D300B" w:rsidTr="00995B38">
        <w:trPr>
          <w:trHeight w:val="1328"/>
        </w:trPr>
        <w:tc>
          <w:tcPr>
            <w:tcW w:w="828"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09156E" w:rsidRPr="004D300B" w:rsidRDefault="0009156E" w:rsidP="00995B38">
            <w:r w:rsidRPr="004D300B">
              <w:t xml:space="preserve">Основное мероприятие </w:t>
            </w:r>
            <w:r>
              <w:t>3.5.</w:t>
            </w:r>
          </w:p>
        </w:tc>
        <w:tc>
          <w:tcPr>
            <w:tcW w:w="2880" w:type="dxa"/>
          </w:tcPr>
          <w:p w:rsidR="0009156E" w:rsidRPr="004D300B" w:rsidRDefault="0009156E" w:rsidP="000E09D7">
            <w:r w:rsidRPr="004D300B">
              <w:t xml:space="preserve">Обеспечение деятельности </w:t>
            </w:r>
            <w:r>
              <w:t>о</w:t>
            </w:r>
            <w:r w:rsidRPr="004D300B">
              <w:t>тдел</w:t>
            </w:r>
            <w:r>
              <w:t>а</w:t>
            </w:r>
            <w:r w:rsidRPr="004D300B">
              <w:t xml:space="preserve"> по управлению муниципальным имуществом.</w:t>
            </w:r>
          </w:p>
        </w:tc>
        <w:tc>
          <w:tcPr>
            <w:tcW w:w="2160" w:type="dxa"/>
          </w:tcPr>
          <w:p w:rsidR="0009156E" w:rsidRPr="004D300B" w:rsidRDefault="0009156E" w:rsidP="00995B38">
            <w:pPr>
              <w:pStyle w:val="ConsPlusNormal"/>
              <w:ind w:firstLine="0"/>
              <w:rPr>
                <w:rFonts w:ascii="Times New Roman" w:hAnsi="Times New Roman"/>
                <w:b/>
                <w:sz w:val="24"/>
                <w:szCs w:val="24"/>
              </w:rPr>
            </w:pP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4445F5" w:rsidRDefault="0009156E" w:rsidP="00995B38">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09156E" w:rsidRDefault="0009156E" w:rsidP="00995B38">
            <w:pPr>
              <w:pStyle w:val="ConsPlusNormal"/>
              <w:ind w:firstLine="0"/>
              <w:rPr>
                <w:rFonts w:ascii="Times New Roman" w:hAnsi="Times New Roman"/>
              </w:rPr>
            </w:pPr>
            <w:r>
              <w:rPr>
                <w:rFonts w:ascii="Times New Roman" w:hAnsi="Times New Roman"/>
              </w:rPr>
              <w:t>935</w:t>
            </w:r>
            <w:r w:rsidRPr="004D300B">
              <w:rPr>
                <w:rFonts w:ascii="Times New Roman" w:hAnsi="Times New Roman"/>
              </w:rPr>
              <w:t>0113053</w:t>
            </w:r>
            <w:r>
              <w:rPr>
                <w:rFonts w:ascii="Times New Roman" w:hAnsi="Times New Roman"/>
              </w:rPr>
              <w:t>05</w:t>
            </w:r>
            <w:r w:rsidRPr="004D300B">
              <w:rPr>
                <w:rFonts w:ascii="Times New Roman" w:hAnsi="Times New Roman"/>
              </w:rPr>
              <w:t>8201</w:t>
            </w:r>
            <w:r>
              <w:rPr>
                <w:rFonts w:ascii="Times New Roman" w:hAnsi="Times New Roman"/>
              </w:rPr>
              <w:t>0</w:t>
            </w:r>
          </w:p>
          <w:p w:rsidR="0009156E" w:rsidRPr="004D300B" w:rsidRDefault="0009156E" w:rsidP="00995B38">
            <w:pPr>
              <w:pStyle w:val="ConsPlusNormal"/>
              <w:ind w:firstLine="0"/>
              <w:rPr>
                <w:rFonts w:ascii="Times New Roman" w:hAnsi="Times New Roman"/>
              </w:rPr>
            </w:pPr>
          </w:p>
        </w:tc>
        <w:tc>
          <w:tcPr>
            <w:tcW w:w="1742" w:type="dxa"/>
          </w:tcPr>
          <w:p w:rsidR="0009156E" w:rsidRPr="00E95666" w:rsidRDefault="0009156E" w:rsidP="00646A04">
            <w:pPr>
              <w:pStyle w:val="ConsPlusNormal"/>
              <w:ind w:firstLine="0"/>
              <w:rPr>
                <w:rFonts w:ascii="Times New Roman" w:hAnsi="Times New Roman"/>
                <w:sz w:val="24"/>
                <w:szCs w:val="24"/>
              </w:rPr>
            </w:pPr>
            <w:r>
              <w:rPr>
                <w:rFonts w:ascii="Times New Roman" w:hAnsi="Times New Roman"/>
                <w:sz w:val="24"/>
                <w:szCs w:val="24"/>
              </w:rPr>
              <w:t>2792,3</w:t>
            </w:r>
          </w:p>
        </w:tc>
      </w:tr>
      <w:tr w:rsidR="0009156E" w:rsidRPr="00E35D38" w:rsidTr="00995B38">
        <w:tc>
          <w:tcPr>
            <w:tcW w:w="828" w:type="dxa"/>
          </w:tcPr>
          <w:p w:rsidR="0009156E" w:rsidRPr="004D300B" w:rsidRDefault="0009156E" w:rsidP="00995B38">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09156E" w:rsidRPr="00E35D38" w:rsidRDefault="0009156E" w:rsidP="00995B38">
            <w:pPr>
              <w:ind w:right="-57"/>
              <w:rPr>
                <w:b/>
              </w:rPr>
            </w:pPr>
            <w:r w:rsidRPr="00E35D38">
              <w:rPr>
                <w:b/>
              </w:rPr>
              <w:t>ПОДПРОГРАММА 4</w:t>
            </w:r>
          </w:p>
        </w:tc>
        <w:tc>
          <w:tcPr>
            <w:tcW w:w="2880" w:type="dxa"/>
            <w:vAlign w:val="center"/>
          </w:tcPr>
          <w:p w:rsidR="0009156E" w:rsidRDefault="0009156E" w:rsidP="00BC0910">
            <w:pPr>
              <w:rPr>
                <w:b/>
              </w:rPr>
            </w:pPr>
            <w:r w:rsidRPr="00E35D38">
              <w:rPr>
                <w:b/>
              </w:rPr>
              <w:t>«Обеспечение жильем молодых семейна 2014 -</w:t>
            </w:r>
            <w:r w:rsidRPr="00E35D38">
              <w:rPr>
                <w:b/>
              </w:rPr>
              <w:lastRenderedPageBreak/>
              <w:t>2019 годы» </w:t>
            </w:r>
          </w:p>
          <w:p w:rsidR="0009156E" w:rsidRDefault="0009156E" w:rsidP="00BC0910">
            <w:pPr>
              <w:rPr>
                <w:b/>
              </w:rPr>
            </w:pPr>
          </w:p>
          <w:p w:rsidR="0009156E" w:rsidRDefault="0009156E" w:rsidP="00BC0910">
            <w:pPr>
              <w:rPr>
                <w:b/>
              </w:rPr>
            </w:pPr>
          </w:p>
          <w:p w:rsidR="0009156E" w:rsidRDefault="0009156E" w:rsidP="00BC0910">
            <w:pPr>
              <w:rPr>
                <w:b/>
              </w:rPr>
            </w:pPr>
          </w:p>
          <w:p w:rsidR="0009156E" w:rsidRDefault="0009156E" w:rsidP="00BC0910">
            <w:pPr>
              <w:rPr>
                <w:b/>
              </w:rPr>
            </w:pPr>
          </w:p>
          <w:p w:rsidR="0009156E" w:rsidRDefault="0009156E" w:rsidP="00BC0910">
            <w:pPr>
              <w:rPr>
                <w:b/>
              </w:rPr>
            </w:pPr>
          </w:p>
          <w:p w:rsidR="0009156E" w:rsidRPr="00E35D38" w:rsidRDefault="0009156E" w:rsidP="00BC0910"/>
        </w:tc>
        <w:tc>
          <w:tcPr>
            <w:tcW w:w="2160" w:type="dxa"/>
          </w:tcPr>
          <w:p w:rsidR="0009156E" w:rsidRPr="00E35D38" w:rsidRDefault="0009156E" w:rsidP="00995B38">
            <w:pPr>
              <w:pStyle w:val="ConsPlusNormal"/>
              <w:ind w:firstLine="0"/>
              <w:rPr>
                <w:rFonts w:ascii="Times New Roman" w:hAnsi="Times New Roman"/>
                <w:sz w:val="24"/>
                <w:szCs w:val="24"/>
              </w:rPr>
            </w:pPr>
          </w:p>
        </w:tc>
        <w:tc>
          <w:tcPr>
            <w:tcW w:w="1260" w:type="dxa"/>
          </w:tcPr>
          <w:p w:rsidR="0009156E" w:rsidRPr="00E35D38" w:rsidRDefault="0009156E" w:rsidP="00995B38">
            <w:pPr>
              <w:pStyle w:val="ConsPlusNormal"/>
              <w:ind w:firstLine="0"/>
              <w:rPr>
                <w:rFonts w:ascii="Times New Roman" w:hAnsi="Times New Roman"/>
                <w:sz w:val="24"/>
                <w:szCs w:val="24"/>
              </w:rPr>
            </w:pPr>
          </w:p>
        </w:tc>
        <w:tc>
          <w:tcPr>
            <w:tcW w:w="1453" w:type="dxa"/>
          </w:tcPr>
          <w:p w:rsidR="0009156E" w:rsidRPr="00E35D38" w:rsidRDefault="0009156E" w:rsidP="00995B38">
            <w:pPr>
              <w:pStyle w:val="ConsPlusNormal"/>
              <w:ind w:firstLine="0"/>
              <w:rPr>
                <w:rFonts w:ascii="Times New Roman" w:hAnsi="Times New Roman"/>
                <w:sz w:val="24"/>
                <w:szCs w:val="24"/>
              </w:rPr>
            </w:pPr>
          </w:p>
        </w:tc>
        <w:tc>
          <w:tcPr>
            <w:tcW w:w="2147" w:type="dxa"/>
          </w:tcPr>
          <w:p w:rsidR="0009156E" w:rsidRPr="00E35D38" w:rsidRDefault="0009156E" w:rsidP="00995B38">
            <w:pPr>
              <w:pStyle w:val="ConsPlusNormal"/>
              <w:ind w:firstLine="0"/>
              <w:rPr>
                <w:rFonts w:ascii="Times New Roman" w:hAnsi="Times New Roman"/>
                <w:sz w:val="24"/>
                <w:szCs w:val="24"/>
              </w:rPr>
            </w:pPr>
          </w:p>
        </w:tc>
        <w:tc>
          <w:tcPr>
            <w:tcW w:w="1498" w:type="dxa"/>
          </w:tcPr>
          <w:p w:rsidR="0009156E" w:rsidRPr="00E35D38" w:rsidRDefault="0009156E" w:rsidP="00995B38">
            <w:pPr>
              <w:pStyle w:val="ConsPlusNormal"/>
              <w:ind w:firstLine="0"/>
              <w:rPr>
                <w:rFonts w:ascii="Times New Roman" w:hAnsi="Times New Roman"/>
              </w:rPr>
            </w:pPr>
          </w:p>
        </w:tc>
        <w:tc>
          <w:tcPr>
            <w:tcW w:w="1742" w:type="dxa"/>
          </w:tcPr>
          <w:p w:rsidR="0009156E" w:rsidRPr="00E35D38" w:rsidRDefault="0009156E" w:rsidP="00995B38">
            <w:pPr>
              <w:pStyle w:val="ConsPlusNormal"/>
              <w:ind w:firstLine="0"/>
              <w:rPr>
                <w:rFonts w:ascii="Times New Roman" w:hAnsi="Times New Roman"/>
                <w:b/>
                <w:sz w:val="24"/>
                <w:szCs w:val="24"/>
              </w:rPr>
            </w:pPr>
            <w:r>
              <w:rPr>
                <w:rFonts w:ascii="Times New Roman" w:hAnsi="Times New Roman"/>
                <w:b/>
                <w:sz w:val="24"/>
                <w:szCs w:val="24"/>
              </w:rPr>
              <w:t>907,2</w:t>
            </w:r>
          </w:p>
        </w:tc>
      </w:tr>
      <w:tr w:rsidR="0009156E" w:rsidRPr="00E35D38" w:rsidTr="00995B38">
        <w:tc>
          <w:tcPr>
            <w:tcW w:w="828" w:type="dxa"/>
          </w:tcPr>
          <w:p w:rsidR="0009156E" w:rsidRPr="004D300B" w:rsidRDefault="0009156E" w:rsidP="00995B38">
            <w:pPr>
              <w:pStyle w:val="ConsPlusNormal"/>
              <w:ind w:firstLine="0"/>
              <w:rPr>
                <w:rFonts w:ascii="Times New Roman" w:hAnsi="Times New Roman"/>
                <w:b/>
                <w:sz w:val="24"/>
                <w:szCs w:val="24"/>
              </w:rPr>
            </w:pPr>
            <w:r>
              <w:rPr>
                <w:rFonts w:ascii="Times New Roman" w:hAnsi="Times New Roman"/>
                <w:b/>
                <w:sz w:val="24"/>
                <w:szCs w:val="24"/>
              </w:rPr>
              <w:t>1</w:t>
            </w:r>
          </w:p>
        </w:tc>
        <w:tc>
          <w:tcPr>
            <w:tcW w:w="1620" w:type="dxa"/>
          </w:tcPr>
          <w:p w:rsidR="0009156E" w:rsidRPr="00E35D38" w:rsidRDefault="0009156E" w:rsidP="00995B38">
            <w:pPr>
              <w:ind w:right="-57"/>
              <w:rPr>
                <w:b/>
              </w:rPr>
            </w:pPr>
            <w:r>
              <w:rPr>
                <w:b/>
              </w:rPr>
              <w:t>2</w:t>
            </w:r>
          </w:p>
        </w:tc>
        <w:tc>
          <w:tcPr>
            <w:tcW w:w="2880" w:type="dxa"/>
            <w:vAlign w:val="center"/>
          </w:tcPr>
          <w:p w:rsidR="0009156E" w:rsidRPr="00E35D38" w:rsidRDefault="0009156E" w:rsidP="00995B38">
            <w:pPr>
              <w:rPr>
                <w:b/>
              </w:rPr>
            </w:pPr>
            <w:r>
              <w:rPr>
                <w:b/>
              </w:rPr>
              <w:t>3</w:t>
            </w:r>
          </w:p>
        </w:tc>
        <w:tc>
          <w:tcPr>
            <w:tcW w:w="2160" w:type="dxa"/>
          </w:tcPr>
          <w:p w:rsidR="0009156E" w:rsidRPr="00E35D38" w:rsidRDefault="0009156E" w:rsidP="00995B38">
            <w:pPr>
              <w:pStyle w:val="ConsPlusNormal"/>
              <w:ind w:firstLine="0"/>
              <w:rPr>
                <w:rFonts w:ascii="Times New Roman" w:hAnsi="Times New Roman"/>
                <w:sz w:val="24"/>
                <w:szCs w:val="24"/>
              </w:rPr>
            </w:pPr>
            <w:r>
              <w:rPr>
                <w:rFonts w:ascii="Times New Roman" w:hAnsi="Times New Roman"/>
                <w:sz w:val="24"/>
                <w:szCs w:val="24"/>
              </w:rPr>
              <w:t>4</w:t>
            </w:r>
          </w:p>
        </w:tc>
        <w:tc>
          <w:tcPr>
            <w:tcW w:w="1260" w:type="dxa"/>
          </w:tcPr>
          <w:p w:rsidR="0009156E" w:rsidRPr="00E35D38" w:rsidRDefault="0009156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09156E" w:rsidRPr="00E35D38" w:rsidRDefault="0009156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09156E" w:rsidRPr="00E35D38" w:rsidRDefault="0009156E" w:rsidP="00995B38">
            <w:pPr>
              <w:pStyle w:val="ConsPlusNormal"/>
              <w:ind w:firstLine="0"/>
              <w:rPr>
                <w:rFonts w:ascii="Times New Roman" w:hAnsi="Times New Roman"/>
                <w:sz w:val="24"/>
                <w:szCs w:val="24"/>
              </w:rPr>
            </w:pPr>
            <w:r>
              <w:rPr>
                <w:rFonts w:ascii="Times New Roman" w:hAnsi="Times New Roman"/>
                <w:sz w:val="24"/>
                <w:szCs w:val="24"/>
              </w:rPr>
              <w:t>7</w:t>
            </w:r>
          </w:p>
        </w:tc>
        <w:tc>
          <w:tcPr>
            <w:tcW w:w="1498" w:type="dxa"/>
          </w:tcPr>
          <w:p w:rsidR="0009156E" w:rsidRPr="00E35D38" w:rsidRDefault="0009156E" w:rsidP="00995B38">
            <w:pPr>
              <w:pStyle w:val="ConsPlusNormal"/>
              <w:ind w:firstLine="0"/>
              <w:rPr>
                <w:rFonts w:ascii="Times New Roman" w:hAnsi="Times New Roman"/>
              </w:rPr>
            </w:pPr>
            <w:r>
              <w:rPr>
                <w:rFonts w:ascii="Times New Roman" w:hAnsi="Times New Roman"/>
              </w:rPr>
              <w:t>8</w:t>
            </w:r>
          </w:p>
        </w:tc>
        <w:tc>
          <w:tcPr>
            <w:tcW w:w="1742" w:type="dxa"/>
          </w:tcPr>
          <w:p w:rsidR="0009156E" w:rsidRDefault="0009156E" w:rsidP="00995B38">
            <w:pPr>
              <w:pStyle w:val="ConsPlusNormal"/>
              <w:ind w:firstLine="0"/>
              <w:rPr>
                <w:rFonts w:ascii="Times New Roman" w:hAnsi="Times New Roman"/>
                <w:b/>
                <w:sz w:val="24"/>
                <w:szCs w:val="24"/>
              </w:rPr>
            </w:pPr>
            <w:r>
              <w:rPr>
                <w:rFonts w:ascii="Times New Roman" w:hAnsi="Times New Roman"/>
                <w:b/>
                <w:sz w:val="24"/>
                <w:szCs w:val="24"/>
              </w:rPr>
              <w:t>9</w:t>
            </w:r>
          </w:p>
        </w:tc>
      </w:tr>
      <w:tr w:rsidR="0009156E" w:rsidRPr="00E35D38" w:rsidTr="00995B38">
        <w:tc>
          <w:tcPr>
            <w:tcW w:w="828" w:type="dxa"/>
          </w:tcPr>
          <w:p w:rsidR="0009156E" w:rsidRPr="004D300B" w:rsidRDefault="0009156E" w:rsidP="00995B38">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09156E" w:rsidRPr="00E35D38" w:rsidRDefault="0009156E" w:rsidP="00995B38">
            <w:pPr>
              <w:ind w:right="-57"/>
              <w:rPr>
                <w:b/>
              </w:rPr>
            </w:pPr>
            <w:r w:rsidRPr="00E35D38">
              <w:t xml:space="preserve">Основное мероприятие </w:t>
            </w:r>
            <w:r>
              <w:t>4</w:t>
            </w:r>
            <w:r w:rsidRPr="00E35D38">
              <w:t>.</w:t>
            </w:r>
            <w:r>
              <w:t>1</w:t>
            </w:r>
          </w:p>
        </w:tc>
        <w:tc>
          <w:tcPr>
            <w:tcW w:w="2880" w:type="dxa"/>
            <w:vAlign w:val="center"/>
          </w:tcPr>
          <w:p w:rsidR="0009156E" w:rsidRDefault="0009156E" w:rsidP="00995B38">
            <w:r w:rsidRPr="00A15947">
              <w:t>Обеспечение жильем молодых семей</w:t>
            </w:r>
          </w:p>
          <w:p w:rsidR="0009156E" w:rsidRDefault="0009156E" w:rsidP="00995B38"/>
          <w:p w:rsidR="0009156E" w:rsidRDefault="0009156E" w:rsidP="00995B38"/>
          <w:p w:rsidR="0009156E" w:rsidRDefault="0009156E" w:rsidP="00995B38"/>
          <w:p w:rsidR="0009156E" w:rsidRDefault="0009156E" w:rsidP="00995B38"/>
          <w:p w:rsidR="0009156E" w:rsidRPr="00A15947" w:rsidRDefault="0009156E" w:rsidP="00995B38"/>
        </w:tc>
        <w:tc>
          <w:tcPr>
            <w:tcW w:w="2160" w:type="dxa"/>
          </w:tcPr>
          <w:p w:rsidR="0009156E" w:rsidRPr="00991441" w:rsidRDefault="0009156E" w:rsidP="00995B38">
            <w:pPr>
              <w:pStyle w:val="ConsPlusNormal"/>
              <w:ind w:firstLine="0"/>
              <w:rPr>
                <w:rFonts w:ascii="Times New Roman" w:hAnsi="Times New Roman"/>
              </w:rPr>
            </w:pPr>
            <w:r w:rsidRPr="00991441">
              <w:rPr>
                <w:rFonts w:ascii="Times New Roman" w:hAnsi="Times New Roman"/>
              </w:rPr>
              <w:t>Отдел по архитектуре и строительной политике администрации Таловского муниципального района</w:t>
            </w:r>
          </w:p>
        </w:tc>
        <w:tc>
          <w:tcPr>
            <w:tcW w:w="1260"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E35D38" w:rsidRDefault="0009156E" w:rsidP="00995B38">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09156E" w:rsidRDefault="0009156E" w:rsidP="00995B38">
            <w:pPr>
              <w:pStyle w:val="ConsPlusNormal"/>
              <w:ind w:firstLine="0"/>
              <w:rPr>
                <w:rFonts w:ascii="Times New Roman" w:hAnsi="Times New Roman"/>
              </w:rPr>
            </w:pPr>
            <w:r>
              <w:rPr>
                <w:rFonts w:ascii="Times New Roman" w:hAnsi="Times New Roman"/>
              </w:rPr>
              <w:t>100305401</w:t>
            </w:r>
            <w:r>
              <w:rPr>
                <w:rFonts w:ascii="Times New Roman" w:hAnsi="Times New Roman"/>
                <w:lang w:val="en-US"/>
              </w:rPr>
              <w:t>L0200</w:t>
            </w:r>
          </w:p>
          <w:p w:rsidR="0009156E" w:rsidRDefault="0009156E" w:rsidP="00995B38">
            <w:pPr>
              <w:pStyle w:val="ConsPlusNormal"/>
              <w:ind w:firstLine="0"/>
              <w:rPr>
                <w:rFonts w:ascii="Times New Roman" w:hAnsi="Times New Roman"/>
              </w:rPr>
            </w:pPr>
            <w:r>
              <w:rPr>
                <w:rFonts w:ascii="Times New Roman" w:hAnsi="Times New Roman"/>
              </w:rPr>
              <w:t>10030540100200</w:t>
            </w:r>
          </w:p>
          <w:p w:rsidR="0009156E" w:rsidRPr="007752AD" w:rsidRDefault="0009156E" w:rsidP="00995B38">
            <w:pPr>
              <w:pStyle w:val="ConsPlusNormal"/>
              <w:ind w:firstLine="0"/>
              <w:rPr>
                <w:rFonts w:ascii="Times New Roman" w:hAnsi="Times New Roman"/>
              </w:rPr>
            </w:pPr>
            <w:r>
              <w:rPr>
                <w:rFonts w:ascii="Times New Roman" w:hAnsi="Times New Roman"/>
              </w:rPr>
              <w:t>10030540150200</w:t>
            </w:r>
          </w:p>
        </w:tc>
        <w:tc>
          <w:tcPr>
            <w:tcW w:w="1742" w:type="dxa"/>
          </w:tcPr>
          <w:p w:rsidR="0009156E" w:rsidRPr="00E35D38" w:rsidRDefault="0009156E" w:rsidP="00995B38">
            <w:pPr>
              <w:pStyle w:val="ConsPlusNormal"/>
              <w:ind w:firstLine="0"/>
              <w:rPr>
                <w:rFonts w:ascii="Times New Roman" w:hAnsi="Times New Roman"/>
                <w:b/>
                <w:sz w:val="24"/>
                <w:szCs w:val="24"/>
              </w:rPr>
            </w:pPr>
            <w:r>
              <w:rPr>
                <w:rFonts w:ascii="Times New Roman" w:hAnsi="Times New Roman"/>
                <w:b/>
                <w:sz w:val="24"/>
                <w:szCs w:val="24"/>
              </w:rPr>
              <w:t>907,2</w:t>
            </w:r>
          </w:p>
        </w:tc>
      </w:tr>
      <w:tr w:rsidR="0009156E" w:rsidRPr="00E35D38" w:rsidTr="00995B38">
        <w:tc>
          <w:tcPr>
            <w:tcW w:w="828" w:type="dxa"/>
          </w:tcPr>
          <w:p w:rsidR="0009156E" w:rsidRPr="00447BD0" w:rsidRDefault="0009156E" w:rsidP="00995B38">
            <w:pPr>
              <w:pStyle w:val="ConsPlusNormal"/>
              <w:ind w:firstLine="0"/>
              <w:rPr>
                <w:rFonts w:ascii="Times New Roman" w:hAnsi="Times New Roman"/>
                <w:b/>
                <w:sz w:val="24"/>
                <w:szCs w:val="24"/>
              </w:rPr>
            </w:pPr>
            <w:r>
              <w:rPr>
                <w:rFonts w:ascii="Times New Roman" w:hAnsi="Times New Roman"/>
                <w:b/>
                <w:sz w:val="24"/>
                <w:szCs w:val="24"/>
              </w:rPr>
              <w:t>5</w:t>
            </w:r>
          </w:p>
        </w:tc>
        <w:tc>
          <w:tcPr>
            <w:tcW w:w="1620" w:type="dxa"/>
            <w:vAlign w:val="center"/>
          </w:tcPr>
          <w:p w:rsidR="0009156E" w:rsidRDefault="0009156E" w:rsidP="00995B38">
            <w:pPr>
              <w:rPr>
                <w:b/>
              </w:rPr>
            </w:pPr>
            <w:r>
              <w:rPr>
                <w:b/>
              </w:rPr>
              <w:t xml:space="preserve">ПОДПРОГРАММА </w:t>
            </w:r>
            <w:r>
              <w:rPr>
                <w:b/>
                <w:lang w:val="en-US"/>
              </w:rPr>
              <w:t>8</w:t>
            </w:r>
          </w:p>
          <w:p w:rsidR="0009156E" w:rsidRDefault="0009156E" w:rsidP="00995B38">
            <w:pPr>
              <w:rPr>
                <w:b/>
              </w:rPr>
            </w:pPr>
          </w:p>
          <w:p w:rsidR="0009156E" w:rsidRPr="00870E2C" w:rsidRDefault="0009156E" w:rsidP="00995B38">
            <w:pPr>
              <w:rPr>
                <w:b/>
              </w:rPr>
            </w:pPr>
          </w:p>
          <w:p w:rsidR="0009156E" w:rsidRPr="00E35D38" w:rsidRDefault="0009156E" w:rsidP="00995B38"/>
        </w:tc>
        <w:tc>
          <w:tcPr>
            <w:tcW w:w="2880" w:type="dxa"/>
            <w:vAlign w:val="center"/>
          </w:tcPr>
          <w:p w:rsidR="0009156E" w:rsidRPr="00C25ADE" w:rsidRDefault="0009156E" w:rsidP="00995B38">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09156E" w:rsidRPr="00446845" w:rsidRDefault="0009156E" w:rsidP="00AD28AA">
            <w:r w:rsidRPr="00446845">
              <w:t>Отдел по архи-тектуре и строи-тельной политике администрации Таловского муниципального района</w:t>
            </w:r>
          </w:p>
        </w:tc>
        <w:tc>
          <w:tcPr>
            <w:tcW w:w="1260" w:type="dxa"/>
          </w:tcPr>
          <w:p w:rsidR="0009156E" w:rsidRPr="004D300B" w:rsidRDefault="0009156E" w:rsidP="00F96D71">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4D300B" w:rsidRDefault="0009156E" w:rsidP="00F96D71">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09156E" w:rsidRPr="00E35D38" w:rsidRDefault="0009156E" w:rsidP="00995B38">
            <w:pPr>
              <w:pStyle w:val="ConsPlusNormal"/>
              <w:ind w:firstLine="0"/>
              <w:rPr>
                <w:rFonts w:ascii="Times New Roman" w:hAnsi="Times New Roman"/>
                <w:sz w:val="24"/>
                <w:szCs w:val="24"/>
              </w:rPr>
            </w:pPr>
          </w:p>
        </w:tc>
        <w:tc>
          <w:tcPr>
            <w:tcW w:w="1498" w:type="dxa"/>
          </w:tcPr>
          <w:p w:rsidR="0009156E" w:rsidRPr="00E35D38" w:rsidRDefault="0009156E" w:rsidP="00995B38">
            <w:pPr>
              <w:pStyle w:val="ConsPlusNormal"/>
              <w:ind w:firstLine="0"/>
              <w:rPr>
                <w:rFonts w:ascii="Times New Roman" w:hAnsi="Times New Roman"/>
                <w:sz w:val="24"/>
                <w:szCs w:val="24"/>
              </w:rPr>
            </w:pPr>
          </w:p>
        </w:tc>
        <w:tc>
          <w:tcPr>
            <w:tcW w:w="1742" w:type="dxa"/>
          </w:tcPr>
          <w:p w:rsidR="0009156E" w:rsidRPr="00C25ADE" w:rsidRDefault="0009156E" w:rsidP="00995B38">
            <w:pPr>
              <w:pStyle w:val="ConsPlusNormal"/>
              <w:ind w:firstLine="0"/>
              <w:rPr>
                <w:rFonts w:ascii="Times New Roman" w:hAnsi="Times New Roman"/>
                <w:b/>
                <w:sz w:val="24"/>
                <w:szCs w:val="24"/>
              </w:rPr>
            </w:pPr>
            <w:r>
              <w:rPr>
                <w:rFonts w:ascii="Times New Roman" w:hAnsi="Times New Roman"/>
                <w:b/>
                <w:sz w:val="24"/>
                <w:szCs w:val="24"/>
              </w:rPr>
              <w:t>4775,9</w:t>
            </w:r>
          </w:p>
        </w:tc>
      </w:tr>
      <w:tr w:rsidR="0009156E" w:rsidRPr="00E35D38" w:rsidTr="00995B38">
        <w:tc>
          <w:tcPr>
            <w:tcW w:w="828" w:type="dxa"/>
          </w:tcPr>
          <w:p w:rsidR="0009156E" w:rsidRDefault="0009156E" w:rsidP="00995B38">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09156E" w:rsidRPr="008F0ACC" w:rsidRDefault="0009156E" w:rsidP="00F96D71">
            <w:r w:rsidRPr="008F0ACC">
              <w:t xml:space="preserve">Основное </w:t>
            </w:r>
            <w:r w:rsidRPr="008F0ACC">
              <w:br/>
              <w:t>мероприятие 8.2</w:t>
            </w:r>
          </w:p>
        </w:tc>
        <w:tc>
          <w:tcPr>
            <w:tcW w:w="2880" w:type="dxa"/>
            <w:vAlign w:val="center"/>
          </w:tcPr>
          <w:p w:rsidR="0009156E" w:rsidRPr="008F0ACC" w:rsidRDefault="0009156E" w:rsidP="00F06C7F">
            <w:r w:rsidRPr="008F0ACC">
              <w:t>Предоставление субсидий из районного бюджета на компенсацию потерь в доходах транспортных предпри</w:t>
            </w:r>
            <w:r>
              <w:t>я</w:t>
            </w:r>
            <w:r w:rsidRPr="008F0ACC">
              <w:t>-тий , возникающих в следствие регулирования  тарифов на перевозку пассажиров автомобильным транспортом общего пользования.</w:t>
            </w:r>
          </w:p>
        </w:tc>
        <w:tc>
          <w:tcPr>
            <w:tcW w:w="2160" w:type="dxa"/>
          </w:tcPr>
          <w:p w:rsidR="0009156E" w:rsidRPr="008F0ACC" w:rsidRDefault="0009156E" w:rsidP="00F96D71">
            <w:r w:rsidRPr="008F0ACC">
              <w:t>администрация Таловского муниципального района</w:t>
            </w:r>
          </w:p>
        </w:tc>
        <w:tc>
          <w:tcPr>
            <w:tcW w:w="1260" w:type="dxa"/>
          </w:tcPr>
          <w:p w:rsidR="0009156E" w:rsidRPr="008F0ACC" w:rsidRDefault="0009156E" w:rsidP="00AD28AA">
            <w:pPr>
              <w:pStyle w:val="ConsPlusNormal"/>
              <w:ind w:firstLine="0"/>
              <w:rPr>
                <w:rFonts w:ascii="Times New Roman" w:hAnsi="Times New Roman"/>
                <w:sz w:val="24"/>
                <w:szCs w:val="24"/>
              </w:rPr>
            </w:pPr>
            <w:r w:rsidRPr="008F0ACC">
              <w:rPr>
                <w:rFonts w:ascii="Times New Roman" w:hAnsi="Times New Roman"/>
                <w:sz w:val="24"/>
                <w:szCs w:val="24"/>
              </w:rPr>
              <w:t>январь 201</w:t>
            </w:r>
            <w:r>
              <w:rPr>
                <w:rFonts w:ascii="Times New Roman" w:hAnsi="Times New Roman"/>
                <w:sz w:val="24"/>
                <w:szCs w:val="24"/>
              </w:rPr>
              <w:t>7</w:t>
            </w:r>
          </w:p>
        </w:tc>
        <w:tc>
          <w:tcPr>
            <w:tcW w:w="1453" w:type="dxa"/>
          </w:tcPr>
          <w:p w:rsidR="0009156E" w:rsidRPr="008F0ACC" w:rsidRDefault="0009156E" w:rsidP="00AD28AA">
            <w:pPr>
              <w:pStyle w:val="ConsPlusNormal"/>
              <w:ind w:firstLine="0"/>
              <w:rPr>
                <w:rFonts w:ascii="Times New Roman" w:hAnsi="Times New Roman"/>
                <w:sz w:val="24"/>
                <w:szCs w:val="24"/>
              </w:rPr>
            </w:pPr>
            <w:r>
              <w:rPr>
                <w:rFonts w:ascii="Times New Roman" w:hAnsi="Times New Roman"/>
                <w:sz w:val="24"/>
                <w:szCs w:val="24"/>
              </w:rPr>
              <w:t>декабрь</w:t>
            </w:r>
            <w:r w:rsidRPr="008F0ACC">
              <w:rPr>
                <w:rFonts w:ascii="Times New Roman" w:hAnsi="Times New Roman"/>
                <w:sz w:val="24"/>
                <w:szCs w:val="24"/>
              </w:rPr>
              <w:t xml:space="preserve"> 201</w:t>
            </w:r>
            <w:r>
              <w:rPr>
                <w:rFonts w:ascii="Times New Roman" w:hAnsi="Times New Roman"/>
                <w:sz w:val="24"/>
                <w:szCs w:val="24"/>
              </w:rPr>
              <w:t>7</w:t>
            </w:r>
          </w:p>
        </w:tc>
        <w:tc>
          <w:tcPr>
            <w:tcW w:w="2147" w:type="dxa"/>
          </w:tcPr>
          <w:p w:rsidR="0009156E" w:rsidRPr="008F0ACC" w:rsidRDefault="0009156E" w:rsidP="00F96D71">
            <w:pPr>
              <w:pStyle w:val="ConsPlusNormal"/>
              <w:ind w:firstLine="0"/>
              <w:rPr>
                <w:rFonts w:ascii="Times New Roman" w:hAnsi="Times New Roman"/>
                <w:sz w:val="24"/>
                <w:szCs w:val="24"/>
              </w:rPr>
            </w:pPr>
            <w:r w:rsidRPr="008F0ACC">
              <w:rPr>
                <w:rFonts w:ascii="Times New Roman" w:hAnsi="Times New Roman"/>
                <w:sz w:val="24"/>
                <w:szCs w:val="24"/>
              </w:rPr>
              <w:t>Предоставление субсидий</w:t>
            </w:r>
          </w:p>
        </w:tc>
        <w:tc>
          <w:tcPr>
            <w:tcW w:w="1498" w:type="dxa"/>
          </w:tcPr>
          <w:p w:rsidR="0009156E" w:rsidRPr="008F0ACC" w:rsidRDefault="0009156E" w:rsidP="00F06C7F">
            <w:pPr>
              <w:pStyle w:val="ConsPlusNormal"/>
              <w:ind w:firstLine="0"/>
              <w:rPr>
                <w:rFonts w:ascii="Times New Roman" w:hAnsi="Times New Roman"/>
                <w:sz w:val="24"/>
                <w:szCs w:val="24"/>
              </w:rPr>
            </w:pPr>
            <w:r>
              <w:rPr>
                <w:rFonts w:ascii="Times New Roman" w:hAnsi="Times New Roman"/>
                <w:sz w:val="24"/>
                <w:szCs w:val="24"/>
              </w:rPr>
              <w:t>04080580281310</w:t>
            </w:r>
          </w:p>
        </w:tc>
        <w:tc>
          <w:tcPr>
            <w:tcW w:w="1742" w:type="dxa"/>
          </w:tcPr>
          <w:p w:rsidR="0009156E" w:rsidRPr="008F0ACC" w:rsidRDefault="0009156E" w:rsidP="00F96D71">
            <w:pPr>
              <w:pStyle w:val="ConsPlusNormal"/>
              <w:ind w:firstLine="0"/>
              <w:rPr>
                <w:rFonts w:ascii="Times New Roman" w:hAnsi="Times New Roman"/>
                <w:sz w:val="24"/>
                <w:szCs w:val="24"/>
              </w:rPr>
            </w:pPr>
            <w:r>
              <w:rPr>
                <w:rFonts w:ascii="Times New Roman" w:hAnsi="Times New Roman"/>
                <w:sz w:val="24"/>
                <w:szCs w:val="24"/>
              </w:rPr>
              <w:t>10</w:t>
            </w:r>
            <w:r w:rsidRPr="008F0ACC">
              <w:rPr>
                <w:rFonts w:ascii="Times New Roman" w:hAnsi="Times New Roman"/>
                <w:sz w:val="24"/>
                <w:szCs w:val="24"/>
              </w:rPr>
              <w:t>00</w:t>
            </w:r>
          </w:p>
        </w:tc>
      </w:tr>
      <w:tr w:rsidR="0009156E" w:rsidRPr="008F0ACC" w:rsidTr="00995B38">
        <w:tc>
          <w:tcPr>
            <w:tcW w:w="828" w:type="dxa"/>
          </w:tcPr>
          <w:p w:rsidR="0009156E" w:rsidRPr="008F0ACC" w:rsidRDefault="0009156E" w:rsidP="002A58FC">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09156E" w:rsidRPr="008F0ACC" w:rsidRDefault="0009156E" w:rsidP="00995B38">
            <w:r w:rsidRPr="008F0ACC">
              <w:t xml:space="preserve">Основное </w:t>
            </w:r>
            <w:r w:rsidRPr="008F0ACC">
              <w:br/>
            </w:r>
            <w:r w:rsidRPr="008F0ACC">
              <w:lastRenderedPageBreak/>
              <w:t>мероприятие 8.3</w:t>
            </w:r>
          </w:p>
        </w:tc>
        <w:tc>
          <w:tcPr>
            <w:tcW w:w="2880" w:type="dxa"/>
            <w:vAlign w:val="center"/>
          </w:tcPr>
          <w:p w:rsidR="0009156E" w:rsidRPr="008F0ACC" w:rsidRDefault="0009156E" w:rsidP="00AD28AA">
            <w:r w:rsidRPr="008F0ACC">
              <w:lastRenderedPageBreak/>
              <w:t xml:space="preserve">Развитие сети автодорог </w:t>
            </w:r>
            <w:r w:rsidRPr="008F0ACC">
              <w:lastRenderedPageBreak/>
              <w:t>общего пользования местного значения.</w:t>
            </w:r>
          </w:p>
        </w:tc>
        <w:tc>
          <w:tcPr>
            <w:tcW w:w="2160" w:type="dxa"/>
          </w:tcPr>
          <w:p w:rsidR="0009156E" w:rsidRPr="008F0ACC" w:rsidRDefault="0009156E" w:rsidP="00995B38">
            <w:r w:rsidRPr="008F0ACC">
              <w:lastRenderedPageBreak/>
              <w:t xml:space="preserve">Отдел по </w:t>
            </w:r>
            <w:r w:rsidRPr="008F0ACC">
              <w:lastRenderedPageBreak/>
              <w:t>архитектуре и строительной политике администрации Таловского муниципального района</w:t>
            </w:r>
          </w:p>
        </w:tc>
        <w:tc>
          <w:tcPr>
            <w:tcW w:w="1260" w:type="dxa"/>
          </w:tcPr>
          <w:p w:rsidR="0009156E" w:rsidRPr="004D300B" w:rsidRDefault="0009156E" w:rsidP="003E6E75">
            <w:pPr>
              <w:pStyle w:val="ConsPlusNormal"/>
              <w:ind w:firstLine="0"/>
              <w:rPr>
                <w:rFonts w:ascii="Times New Roman" w:hAnsi="Times New Roman"/>
                <w:sz w:val="24"/>
                <w:szCs w:val="24"/>
              </w:rPr>
            </w:pPr>
            <w:r w:rsidRPr="004D300B">
              <w:rPr>
                <w:rFonts w:ascii="Times New Roman" w:hAnsi="Times New Roman"/>
                <w:sz w:val="24"/>
                <w:szCs w:val="24"/>
              </w:rPr>
              <w:lastRenderedPageBreak/>
              <w:t xml:space="preserve">январь </w:t>
            </w:r>
            <w:r w:rsidRPr="004D300B">
              <w:rPr>
                <w:rFonts w:ascii="Times New Roman" w:hAnsi="Times New Roman"/>
                <w:sz w:val="24"/>
                <w:szCs w:val="24"/>
              </w:rPr>
              <w:lastRenderedPageBreak/>
              <w:t>201</w:t>
            </w:r>
            <w:r>
              <w:rPr>
                <w:rFonts w:ascii="Times New Roman" w:hAnsi="Times New Roman"/>
                <w:sz w:val="24"/>
                <w:szCs w:val="24"/>
              </w:rPr>
              <w:t>7</w:t>
            </w:r>
          </w:p>
        </w:tc>
        <w:tc>
          <w:tcPr>
            <w:tcW w:w="1453" w:type="dxa"/>
          </w:tcPr>
          <w:p w:rsidR="0009156E" w:rsidRPr="004D300B" w:rsidRDefault="0009156E" w:rsidP="003E6E75">
            <w:pPr>
              <w:pStyle w:val="ConsPlusNormal"/>
              <w:ind w:firstLine="0"/>
              <w:rPr>
                <w:rFonts w:ascii="Times New Roman" w:hAnsi="Times New Roman"/>
                <w:sz w:val="24"/>
                <w:szCs w:val="24"/>
              </w:rPr>
            </w:pPr>
            <w:r w:rsidRPr="004D300B">
              <w:rPr>
                <w:rFonts w:ascii="Times New Roman" w:hAnsi="Times New Roman"/>
                <w:sz w:val="24"/>
                <w:szCs w:val="24"/>
              </w:rPr>
              <w:lastRenderedPageBreak/>
              <w:t xml:space="preserve">декабрь </w:t>
            </w:r>
            <w:r w:rsidRPr="004D300B">
              <w:rPr>
                <w:rFonts w:ascii="Times New Roman" w:hAnsi="Times New Roman"/>
                <w:sz w:val="24"/>
                <w:szCs w:val="24"/>
              </w:rPr>
              <w:lastRenderedPageBreak/>
              <w:t>201</w:t>
            </w:r>
            <w:r>
              <w:rPr>
                <w:rFonts w:ascii="Times New Roman" w:hAnsi="Times New Roman"/>
                <w:sz w:val="24"/>
                <w:szCs w:val="24"/>
              </w:rPr>
              <w:t>7</w:t>
            </w:r>
          </w:p>
        </w:tc>
        <w:tc>
          <w:tcPr>
            <w:tcW w:w="2147" w:type="dxa"/>
          </w:tcPr>
          <w:p w:rsidR="0009156E" w:rsidRPr="008F0ACC" w:rsidRDefault="0009156E" w:rsidP="00995B38">
            <w:pPr>
              <w:pStyle w:val="ConsPlusNormal"/>
              <w:ind w:firstLine="0"/>
              <w:rPr>
                <w:rFonts w:ascii="Times New Roman" w:hAnsi="Times New Roman"/>
                <w:sz w:val="24"/>
                <w:szCs w:val="24"/>
              </w:rPr>
            </w:pPr>
            <w:r w:rsidRPr="008F0ACC">
              <w:rPr>
                <w:rFonts w:ascii="Times New Roman" w:hAnsi="Times New Roman"/>
                <w:sz w:val="24"/>
                <w:szCs w:val="24"/>
              </w:rPr>
              <w:lastRenderedPageBreak/>
              <w:t xml:space="preserve">Разработка ПСД, </w:t>
            </w:r>
            <w:r w:rsidRPr="008F0ACC">
              <w:rPr>
                <w:rFonts w:ascii="Times New Roman" w:hAnsi="Times New Roman"/>
                <w:sz w:val="24"/>
                <w:szCs w:val="24"/>
              </w:rPr>
              <w:lastRenderedPageBreak/>
              <w:t>строительство дорог</w:t>
            </w:r>
          </w:p>
        </w:tc>
        <w:tc>
          <w:tcPr>
            <w:tcW w:w="1498" w:type="dxa"/>
          </w:tcPr>
          <w:p w:rsidR="0009156E" w:rsidRPr="008F0ACC" w:rsidRDefault="0009156E" w:rsidP="00995B38">
            <w:pPr>
              <w:pStyle w:val="ConsPlusNormal"/>
              <w:ind w:firstLine="0"/>
              <w:rPr>
                <w:rFonts w:ascii="Times New Roman" w:hAnsi="Times New Roman"/>
                <w:sz w:val="24"/>
                <w:szCs w:val="24"/>
              </w:rPr>
            </w:pPr>
            <w:r w:rsidRPr="008F0ACC">
              <w:rPr>
                <w:rFonts w:ascii="Times New Roman" w:hAnsi="Times New Roman"/>
                <w:sz w:val="24"/>
                <w:szCs w:val="24"/>
              </w:rPr>
              <w:lastRenderedPageBreak/>
              <w:t>04090580</w:t>
            </w:r>
            <w:r>
              <w:rPr>
                <w:rFonts w:ascii="Times New Roman" w:hAnsi="Times New Roman"/>
                <w:sz w:val="24"/>
                <w:szCs w:val="24"/>
              </w:rPr>
              <w:t>3</w:t>
            </w:r>
            <w:r w:rsidRPr="008F0ACC">
              <w:rPr>
                <w:rFonts w:ascii="Times New Roman" w:hAnsi="Times New Roman"/>
                <w:sz w:val="24"/>
                <w:szCs w:val="24"/>
              </w:rPr>
              <w:t>8</w:t>
            </w:r>
            <w:r w:rsidRPr="008F0ACC">
              <w:rPr>
                <w:rFonts w:ascii="Times New Roman" w:hAnsi="Times New Roman"/>
                <w:sz w:val="24"/>
                <w:szCs w:val="24"/>
              </w:rPr>
              <w:lastRenderedPageBreak/>
              <w:t>1290</w:t>
            </w:r>
          </w:p>
        </w:tc>
        <w:tc>
          <w:tcPr>
            <w:tcW w:w="1742" w:type="dxa"/>
          </w:tcPr>
          <w:p w:rsidR="0009156E" w:rsidRPr="008F0ACC" w:rsidRDefault="0009156E" w:rsidP="00995B38">
            <w:pPr>
              <w:pStyle w:val="ConsPlusNormal"/>
              <w:ind w:firstLine="0"/>
              <w:rPr>
                <w:rFonts w:ascii="Times New Roman" w:hAnsi="Times New Roman"/>
                <w:sz w:val="24"/>
                <w:szCs w:val="24"/>
              </w:rPr>
            </w:pPr>
            <w:r>
              <w:rPr>
                <w:rFonts w:ascii="Times New Roman" w:hAnsi="Times New Roman"/>
                <w:sz w:val="24"/>
                <w:szCs w:val="24"/>
              </w:rPr>
              <w:lastRenderedPageBreak/>
              <w:t>3775,9</w:t>
            </w:r>
          </w:p>
        </w:tc>
      </w:tr>
    </w:tbl>
    <w:p w:rsidR="0009156E" w:rsidRPr="008F0ACC" w:rsidRDefault="0009156E" w:rsidP="000E09D7">
      <w:pPr>
        <w:pStyle w:val="ConsPlusNormal"/>
        <w:ind w:firstLine="540"/>
        <w:rPr>
          <w:rFonts w:ascii="Times New Roman" w:hAnsi="Times New Roman"/>
          <w:b/>
          <w:sz w:val="28"/>
          <w:szCs w:val="28"/>
        </w:rPr>
      </w:pPr>
    </w:p>
    <w:p w:rsidR="0009156E" w:rsidRDefault="0009156E" w:rsidP="0011707F">
      <w:pPr>
        <w:pStyle w:val="ConsPlusNormal"/>
        <w:ind w:firstLine="540"/>
        <w:rPr>
          <w:rFonts w:ascii="Times New Roman" w:hAnsi="Times New Roman"/>
          <w:b/>
          <w:color w:val="000080"/>
          <w:sz w:val="28"/>
          <w:szCs w:val="28"/>
        </w:rPr>
        <w:sectPr w:rsidR="0009156E" w:rsidSect="00A554B9">
          <w:type w:val="oddPage"/>
          <w:pgSz w:w="16840" w:h="11907" w:orient="landscape" w:code="9"/>
          <w:pgMar w:top="567" w:right="357" w:bottom="902" w:left="839" w:header="284" w:footer="284" w:gutter="0"/>
          <w:paperSrc w:first="7" w:other="7"/>
          <w:pgNumType w:start="1"/>
          <w:cols w:space="720"/>
          <w:titlePg/>
        </w:sectPr>
      </w:pPr>
    </w:p>
    <w:p w:rsidR="0009156E" w:rsidRPr="00456C66" w:rsidRDefault="0009156E" w:rsidP="0011707F">
      <w:pPr>
        <w:pStyle w:val="ConsPlusNormal"/>
        <w:ind w:firstLine="540"/>
        <w:rPr>
          <w:rFonts w:ascii="Times New Roman" w:hAnsi="Times New Roman"/>
          <w:b/>
          <w:color w:val="000080"/>
          <w:sz w:val="28"/>
          <w:szCs w:val="28"/>
        </w:rPr>
      </w:pPr>
    </w:p>
    <w:p w:rsidR="0009156E" w:rsidRDefault="0009156E" w:rsidP="0011707F">
      <w:pPr>
        <w:outlineLvl w:val="0"/>
        <w:rPr>
          <w:rFonts w:ascii="Arial" w:hAnsi="Arial" w:cs="Arial"/>
          <w:b/>
          <w:color w:val="000000"/>
          <w:lang w:eastAsia="ru-RU"/>
        </w:rPr>
      </w:pPr>
    </w:p>
    <w:sectPr w:rsidR="0009156E"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73A" w:rsidRDefault="0083273A" w:rsidP="005F2E5E">
      <w:r>
        <w:separator/>
      </w:r>
    </w:p>
  </w:endnote>
  <w:endnote w:type="continuationSeparator" w:id="0">
    <w:p w:rsidR="0083273A" w:rsidRDefault="0083273A"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6E" w:rsidRDefault="0009156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6E" w:rsidRDefault="0009156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6E" w:rsidRDefault="0009156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73A" w:rsidRDefault="0083273A" w:rsidP="005F2E5E">
      <w:r>
        <w:separator/>
      </w:r>
    </w:p>
  </w:footnote>
  <w:footnote w:type="continuationSeparator" w:id="0">
    <w:p w:rsidR="0083273A" w:rsidRDefault="0083273A"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6E" w:rsidRDefault="0009156E"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9156E" w:rsidRDefault="0009156E"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6E" w:rsidRDefault="0009156E" w:rsidP="001E3BA7">
    <w:pPr>
      <w:pStyle w:val="a8"/>
      <w:framePr w:wrap="around" w:vAnchor="text" w:hAnchor="margin" w:xAlign="right" w:y="1"/>
      <w:rPr>
        <w:rStyle w:val="af0"/>
      </w:rPr>
    </w:pPr>
  </w:p>
  <w:p w:rsidR="0009156E" w:rsidRDefault="0009156E" w:rsidP="001E3BA7">
    <w:pPr>
      <w:pStyle w:val="a8"/>
      <w:ind w:right="360"/>
    </w:pPr>
    <w:r>
      <w:tab/>
    </w:r>
  </w:p>
  <w:p w:rsidR="0009156E" w:rsidRDefault="0009156E" w:rsidP="001E3BA7">
    <w:pPr>
      <w:pStyle w:val="a8"/>
      <w:ind w:right="360"/>
    </w:pPr>
  </w:p>
  <w:p w:rsidR="0009156E" w:rsidRDefault="0009156E"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6E" w:rsidRDefault="0009156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10B07"/>
    <w:rsid w:val="00012058"/>
    <w:rsid w:val="000137D3"/>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56E"/>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37C8"/>
    <w:rsid w:val="00103ADA"/>
    <w:rsid w:val="00104514"/>
    <w:rsid w:val="00104595"/>
    <w:rsid w:val="001045AD"/>
    <w:rsid w:val="00105B1C"/>
    <w:rsid w:val="00106D9F"/>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61374"/>
    <w:rsid w:val="001617DA"/>
    <w:rsid w:val="00162CE7"/>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ACA"/>
    <w:rsid w:val="001A00BE"/>
    <w:rsid w:val="001A0F51"/>
    <w:rsid w:val="001A0F98"/>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5A32"/>
    <w:rsid w:val="001D5E73"/>
    <w:rsid w:val="001D6AB5"/>
    <w:rsid w:val="001D6BA1"/>
    <w:rsid w:val="001D6D29"/>
    <w:rsid w:val="001E2CB1"/>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CAF"/>
    <w:rsid w:val="00231C92"/>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C96"/>
    <w:rsid w:val="002A4AE4"/>
    <w:rsid w:val="002A53B9"/>
    <w:rsid w:val="002A58FC"/>
    <w:rsid w:val="002A5CE9"/>
    <w:rsid w:val="002A7266"/>
    <w:rsid w:val="002A7C6B"/>
    <w:rsid w:val="002A7FF4"/>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EF4"/>
    <w:rsid w:val="002D7BEE"/>
    <w:rsid w:val="002D7C5E"/>
    <w:rsid w:val="002E0E91"/>
    <w:rsid w:val="002E339F"/>
    <w:rsid w:val="002E35D3"/>
    <w:rsid w:val="002E44DD"/>
    <w:rsid w:val="002E4B68"/>
    <w:rsid w:val="002E67D7"/>
    <w:rsid w:val="002E7C15"/>
    <w:rsid w:val="002F02B5"/>
    <w:rsid w:val="002F130F"/>
    <w:rsid w:val="002F3274"/>
    <w:rsid w:val="00300B7C"/>
    <w:rsid w:val="00300F01"/>
    <w:rsid w:val="00303362"/>
    <w:rsid w:val="00303A89"/>
    <w:rsid w:val="0030418C"/>
    <w:rsid w:val="00305861"/>
    <w:rsid w:val="00306DB4"/>
    <w:rsid w:val="003111E8"/>
    <w:rsid w:val="003113C4"/>
    <w:rsid w:val="00314276"/>
    <w:rsid w:val="0031431C"/>
    <w:rsid w:val="0031495D"/>
    <w:rsid w:val="00314C96"/>
    <w:rsid w:val="00316200"/>
    <w:rsid w:val="003167E7"/>
    <w:rsid w:val="00317765"/>
    <w:rsid w:val="003222F5"/>
    <w:rsid w:val="003244AE"/>
    <w:rsid w:val="00327B6E"/>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3C7"/>
    <w:rsid w:val="0036427D"/>
    <w:rsid w:val="003648CD"/>
    <w:rsid w:val="003650C2"/>
    <w:rsid w:val="00365E47"/>
    <w:rsid w:val="00365EA1"/>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B0ADF"/>
    <w:rsid w:val="003B17A4"/>
    <w:rsid w:val="003B46FB"/>
    <w:rsid w:val="003B4E7E"/>
    <w:rsid w:val="003B5D1F"/>
    <w:rsid w:val="003B6100"/>
    <w:rsid w:val="003B6CEC"/>
    <w:rsid w:val="003B7DB5"/>
    <w:rsid w:val="003C0B2F"/>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40210"/>
    <w:rsid w:val="00441862"/>
    <w:rsid w:val="00444493"/>
    <w:rsid w:val="004445F5"/>
    <w:rsid w:val="0044537F"/>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E1A"/>
    <w:rsid w:val="00466EEF"/>
    <w:rsid w:val="00467003"/>
    <w:rsid w:val="00470919"/>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4B25"/>
    <w:rsid w:val="00527781"/>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F0A"/>
    <w:rsid w:val="00585597"/>
    <w:rsid w:val="005857A8"/>
    <w:rsid w:val="005861B7"/>
    <w:rsid w:val="005873B6"/>
    <w:rsid w:val="00587EFD"/>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509CF"/>
    <w:rsid w:val="006514A7"/>
    <w:rsid w:val="0065183B"/>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31AB"/>
    <w:rsid w:val="00704707"/>
    <w:rsid w:val="00704C19"/>
    <w:rsid w:val="0070508D"/>
    <w:rsid w:val="007052BC"/>
    <w:rsid w:val="00705A28"/>
    <w:rsid w:val="0070630F"/>
    <w:rsid w:val="00707BA9"/>
    <w:rsid w:val="007106AD"/>
    <w:rsid w:val="007116DC"/>
    <w:rsid w:val="00712AC7"/>
    <w:rsid w:val="00714946"/>
    <w:rsid w:val="007155BF"/>
    <w:rsid w:val="00716712"/>
    <w:rsid w:val="00716F1D"/>
    <w:rsid w:val="007209BA"/>
    <w:rsid w:val="00722C63"/>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3A"/>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E0C"/>
    <w:rsid w:val="008C08B5"/>
    <w:rsid w:val="008C155A"/>
    <w:rsid w:val="008C35E2"/>
    <w:rsid w:val="008C41FD"/>
    <w:rsid w:val="008C566A"/>
    <w:rsid w:val="008C6492"/>
    <w:rsid w:val="008C6B78"/>
    <w:rsid w:val="008C7737"/>
    <w:rsid w:val="008C7D0C"/>
    <w:rsid w:val="008D1D80"/>
    <w:rsid w:val="008D295C"/>
    <w:rsid w:val="008D2AF0"/>
    <w:rsid w:val="008D7372"/>
    <w:rsid w:val="008D7CA9"/>
    <w:rsid w:val="008E0CD2"/>
    <w:rsid w:val="008E1505"/>
    <w:rsid w:val="008E2902"/>
    <w:rsid w:val="008E3665"/>
    <w:rsid w:val="008E385D"/>
    <w:rsid w:val="008E6334"/>
    <w:rsid w:val="008E6E98"/>
    <w:rsid w:val="008F0ACC"/>
    <w:rsid w:val="008F2C2B"/>
    <w:rsid w:val="008F31D3"/>
    <w:rsid w:val="008F376C"/>
    <w:rsid w:val="008F4844"/>
    <w:rsid w:val="008F4C0F"/>
    <w:rsid w:val="008F5828"/>
    <w:rsid w:val="008F5DC1"/>
    <w:rsid w:val="008F6777"/>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C95"/>
    <w:rsid w:val="009534A4"/>
    <w:rsid w:val="009621EB"/>
    <w:rsid w:val="0096274C"/>
    <w:rsid w:val="00962788"/>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B3F"/>
    <w:rsid w:val="009E0D18"/>
    <w:rsid w:val="009E2980"/>
    <w:rsid w:val="009E3262"/>
    <w:rsid w:val="009E5E03"/>
    <w:rsid w:val="009E6006"/>
    <w:rsid w:val="009E75FB"/>
    <w:rsid w:val="009F02E8"/>
    <w:rsid w:val="009F3367"/>
    <w:rsid w:val="009F3DD7"/>
    <w:rsid w:val="00A00036"/>
    <w:rsid w:val="00A0061E"/>
    <w:rsid w:val="00A02372"/>
    <w:rsid w:val="00A0281F"/>
    <w:rsid w:val="00A0595B"/>
    <w:rsid w:val="00A1029D"/>
    <w:rsid w:val="00A10EB4"/>
    <w:rsid w:val="00A121B6"/>
    <w:rsid w:val="00A13851"/>
    <w:rsid w:val="00A15045"/>
    <w:rsid w:val="00A15947"/>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464D"/>
    <w:rsid w:val="00A64AB1"/>
    <w:rsid w:val="00A64B17"/>
    <w:rsid w:val="00A65E25"/>
    <w:rsid w:val="00A66299"/>
    <w:rsid w:val="00A67662"/>
    <w:rsid w:val="00A7126D"/>
    <w:rsid w:val="00A71DEE"/>
    <w:rsid w:val="00A72DA2"/>
    <w:rsid w:val="00A7465E"/>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550C"/>
    <w:rsid w:val="00AF631C"/>
    <w:rsid w:val="00AF6603"/>
    <w:rsid w:val="00B028BF"/>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2851"/>
    <w:rsid w:val="00BF2E1E"/>
    <w:rsid w:val="00BF388E"/>
    <w:rsid w:val="00BF412B"/>
    <w:rsid w:val="00BF5551"/>
    <w:rsid w:val="00BF574A"/>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4A61"/>
    <w:rsid w:val="00C14CF9"/>
    <w:rsid w:val="00C16FC5"/>
    <w:rsid w:val="00C21082"/>
    <w:rsid w:val="00C21315"/>
    <w:rsid w:val="00C21F50"/>
    <w:rsid w:val="00C222A4"/>
    <w:rsid w:val="00C224E7"/>
    <w:rsid w:val="00C25A54"/>
    <w:rsid w:val="00C25ADE"/>
    <w:rsid w:val="00C30B68"/>
    <w:rsid w:val="00C335C3"/>
    <w:rsid w:val="00C33AFD"/>
    <w:rsid w:val="00C347F5"/>
    <w:rsid w:val="00C355F5"/>
    <w:rsid w:val="00C3600B"/>
    <w:rsid w:val="00C36760"/>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42F1"/>
    <w:rsid w:val="00D45FAA"/>
    <w:rsid w:val="00D46758"/>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1FB9"/>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BA7"/>
    <w:rsid w:val="00E02F5C"/>
    <w:rsid w:val="00E03779"/>
    <w:rsid w:val="00E04053"/>
    <w:rsid w:val="00E04E31"/>
    <w:rsid w:val="00E05CC6"/>
    <w:rsid w:val="00E065B4"/>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A56"/>
    <w:rsid w:val="00E82F7D"/>
    <w:rsid w:val="00E84E51"/>
    <w:rsid w:val="00E859A3"/>
    <w:rsid w:val="00E91326"/>
    <w:rsid w:val="00E91735"/>
    <w:rsid w:val="00E95666"/>
    <w:rsid w:val="00E96911"/>
    <w:rsid w:val="00E979C4"/>
    <w:rsid w:val="00EA175D"/>
    <w:rsid w:val="00EA26E3"/>
    <w:rsid w:val="00EA7B6A"/>
    <w:rsid w:val="00EB16E3"/>
    <w:rsid w:val="00EB48D0"/>
    <w:rsid w:val="00EB4AEE"/>
    <w:rsid w:val="00EB5464"/>
    <w:rsid w:val="00EB61E4"/>
    <w:rsid w:val="00EB7E76"/>
    <w:rsid w:val="00EC5AFC"/>
    <w:rsid w:val="00ED130F"/>
    <w:rsid w:val="00ED36ED"/>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BBD"/>
    <w:rsid w:val="00FA1FE2"/>
    <w:rsid w:val="00FA2320"/>
    <w:rsid w:val="00FA4D98"/>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222B"/>
    <w:rsid w:val="00FD2463"/>
    <w:rsid w:val="00FD27F8"/>
    <w:rsid w:val="00FD2CF6"/>
    <w:rsid w:val="00FD3E1B"/>
    <w:rsid w:val="00FD4C3F"/>
    <w:rsid w:val="00FD63EA"/>
    <w:rsid w:val="00FD67BD"/>
    <w:rsid w:val="00FE0BC2"/>
    <w:rsid w:val="00FE10D2"/>
    <w:rsid w:val="00FE1E58"/>
    <w:rsid w:val="00FE2974"/>
    <w:rsid w:val="00FE2990"/>
    <w:rsid w:val="00FE3B1F"/>
    <w:rsid w:val="00FE7C4D"/>
    <w:rsid w:val="00FF00DE"/>
    <w:rsid w:val="00FF1892"/>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EDFE5A2E-0701-4122-B9AC-664C28DBC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093914">
      <w:marLeft w:val="0"/>
      <w:marRight w:val="0"/>
      <w:marTop w:val="0"/>
      <w:marBottom w:val="0"/>
      <w:divBdr>
        <w:top w:val="none" w:sz="0" w:space="0" w:color="auto"/>
        <w:left w:val="none" w:sz="0" w:space="0" w:color="auto"/>
        <w:bottom w:val="none" w:sz="0" w:space="0" w:color="auto"/>
        <w:right w:val="none" w:sz="0" w:space="0" w:color="auto"/>
      </w:divBdr>
    </w:div>
    <w:div w:id="1688093915">
      <w:marLeft w:val="0"/>
      <w:marRight w:val="0"/>
      <w:marTop w:val="0"/>
      <w:marBottom w:val="0"/>
      <w:divBdr>
        <w:top w:val="none" w:sz="0" w:space="0" w:color="auto"/>
        <w:left w:val="none" w:sz="0" w:space="0" w:color="auto"/>
        <w:bottom w:val="none" w:sz="0" w:space="0" w:color="auto"/>
        <w:right w:val="none" w:sz="0" w:space="0" w:color="auto"/>
      </w:divBdr>
    </w:div>
    <w:div w:id="1688093916">
      <w:marLeft w:val="0"/>
      <w:marRight w:val="0"/>
      <w:marTop w:val="0"/>
      <w:marBottom w:val="0"/>
      <w:divBdr>
        <w:top w:val="none" w:sz="0" w:space="0" w:color="auto"/>
        <w:left w:val="none" w:sz="0" w:space="0" w:color="auto"/>
        <w:bottom w:val="none" w:sz="0" w:space="0" w:color="auto"/>
        <w:right w:val="none" w:sz="0" w:space="0" w:color="auto"/>
      </w:divBdr>
    </w:div>
    <w:div w:id="1688093917">
      <w:marLeft w:val="0"/>
      <w:marRight w:val="0"/>
      <w:marTop w:val="0"/>
      <w:marBottom w:val="0"/>
      <w:divBdr>
        <w:top w:val="none" w:sz="0" w:space="0" w:color="auto"/>
        <w:left w:val="none" w:sz="0" w:space="0" w:color="auto"/>
        <w:bottom w:val="none" w:sz="0" w:space="0" w:color="auto"/>
        <w:right w:val="none" w:sz="0" w:space="0" w:color="auto"/>
      </w:divBdr>
    </w:div>
    <w:div w:id="1688093918">
      <w:marLeft w:val="0"/>
      <w:marRight w:val="0"/>
      <w:marTop w:val="0"/>
      <w:marBottom w:val="0"/>
      <w:divBdr>
        <w:top w:val="none" w:sz="0" w:space="0" w:color="auto"/>
        <w:left w:val="none" w:sz="0" w:space="0" w:color="auto"/>
        <w:bottom w:val="none" w:sz="0" w:space="0" w:color="auto"/>
        <w:right w:val="none" w:sz="0" w:space="0" w:color="auto"/>
      </w:divBdr>
    </w:div>
    <w:div w:id="1688093919">
      <w:marLeft w:val="0"/>
      <w:marRight w:val="0"/>
      <w:marTop w:val="0"/>
      <w:marBottom w:val="0"/>
      <w:divBdr>
        <w:top w:val="none" w:sz="0" w:space="0" w:color="auto"/>
        <w:left w:val="none" w:sz="0" w:space="0" w:color="auto"/>
        <w:bottom w:val="none" w:sz="0" w:space="0" w:color="auto"/>
        <w:right w:val="none" w:sz="0" w:space="0" w:color="auto"/>
      </w:divBdr>
    </w:div>
    <w:div w:id="1688093920">
      <w:marLeft w:val="0"/>
      <w:marRight w:val="0"/>
      <w:marTop w:val="0"/>
      <w:marBottom w:val="0"/>
      <w:divBdr>
        <w:top w:val="none" w:sz="0" w:space="0" w:color="auto"/>
        <w:left w:val="none" w:sz="0" w:space="0" w:color="auto"/>
        <w:bottom w:val="none" w:sz="0" w:space="0" w:color="auto"/>
        <w:right w:val="none" w:sz="0" w:space="0" w:color="auto"/>
      </w:divBdr>
    </w:div>
    <w:div w:id="1688093921">
      <w:marLeft w:val="0"/>
      <w:marRight w:val="0"/>
      <w:marTop w:val="0"/>
      <w:marBottom w:val="0"/>
      <w:divBdr>
        <w:top w:val="none" w:sz="0" w:space="0" w:color="auto"/>
        <w:left w:val="none" w:sz="0" w:space="0" w:color="auto"/>
        <w:bottom w:val="none" w:sz="0" w:space="0" w:color="auto"/>
        <w:right w:val="none" w:sz="0" w:space="0" w:color="auto"/>
      </w:divBdr>
    </w:div>
    <w:div w:id="1688093922">
      <w:marLeft w:val="0"/>
      <w:marRight w:val="0"/>
      <w:marTop w:val="0"/>
      <w:marBottom w:val="0"/>
      <w:divBdr>
        <w:top w:val="none" w:sz="0" w:space="0" w:color="auto"/>
        <w:left w:val="none" w:sz="0" w:space="0" w:color="auto"/>
        <w:bottom w:val="none" w:sz="0" w:space="0" w:color="auto"/>
        <w:right w:val="none" w:sz="0" w:space="0" w:color="auto"/>
      </w:divBdr>
    </w:div>
    <w:div w:id="1688093923">
      <w:marLeft w:val="0"/>
      <w:marRight w:val="0"/>
      <w:marTop w:val="0"/>
      <w:marBottom w:val="0"/>
      <w:divBdr>
        <w:top w:val="none" w:sz="0" w:space="0" w:color="auto"/>
        <w:left w:val="none" w:sz="0" w:space="0" w:color="auto"/>
        <w:bottom w:val="none" w:sz="0" w:space="0" w:color="auto"/>
        <w:right w:val="none" w:sz="0" w:space="0" w:color="auto"/>
      </w:divBdr>
    </w:div>
    <w:div w:id="1688093924">
      <w:marLeft w:val="0"/>
      <w:marRight w:val="0"/>
      <w:marTop w:val="0"/>
      <w:marBottom w:val="0"/>
      <w:divBdr>
        <w:top w:val="none" w:sz="0" w:space="0" w:color="auto"/>
        <w:left w:val="none" w:sz="0" w:space="0" w:color="auto"/>
        <w:bottom w:val="none" w:sz="0" w:space="0" w:color="auto"/>
        <w:right w:val="none" w:sz="0" w:space="0" w:color="auto"/>
      </w:divBdr>
    </w:div>
    <w:div w:id="1688093925">
      <w:marLeft w:val="0"/>
      <w:marRight w:val="0"/>
      <w:marTop w:val="0"/>
      <w:marBottom w:val="0"/>
      <w:divBdr>
        <w:top w:val="none" w:sz="0" w:space="0" w:color="auto"/>
        <w:left w:val="none" w:sz="0" w:space="0" w:color="auto"/>
        <w:bottom w:val="none" w:sz="0" w:space="0" w:color="auto"/>
        <w:right w:val="none" w:sz="0" w:space="0" w:color="auto"/>
      </w:divBdr>
    </w:div>
    <w:div w:id="1688093926">
      <w:marLeft w:val="0"/>
      <w:marRight w:val="0"/>
      <w:marTop w:val="0"/>
      <w:marBottom w:val="0"/>
      <w:divBdr>
        <w:top w:val="none" w:sz="0" w:space="0" w:color="auto"/>
        <w:left w:val="none" w:sz="0" w:space="0" w:color="auto"/>
        <w:bottom w:val="none" w:sz="0" w:space="0" w:color="auto"/>
        <w:right w:val="none" w:sz="0" w:space="0" w:color="auto"/>
      </w:divBdr>
    </w:div>
    <w:div w:id="1688093927">
      <w:marLeft w:val="0"/>
      <w:marRight w:val="0"/>
      <w:marTop w:val="0"/>
      <w:marBottom w:val="0"/>
      <w:divBdr>
        <w:top w:val="none" w:sz="0" w:space="0" w:color="auto"/>
        <w:left w:val="none" w:sz="0" w:space="0" w:color="auto"/>
        <w:bottom w:val="none" w:sz="0" w:space="0" w:color="auto"/>
        <w:right w:val="none" w:sz="0" w:space="0" w:color="auto"/>
      </w:divBdr>
    </w:div>
    <w:div w:id="1688093928">
      <w:marLeft w:val="0"/>
      <w:marRight w:val="0"/>
      <w:marTop w:val="0"/>
      <w:marBottom w:val="0"/>
      <w:divBdr>
        <w:top w:val="none" w:sz="0" w:space="0" w:color="auto"/>
        <w:left w:val="none" w:sz="0" w:space="0" w:color="auto"/>
        <w:bottom w:val="none" w:sz="0" w:space="0" w:color="auto"/>
        <w:right w:val="none" w:sz="0" w:space="0" w:color="auto"/>
      </w:divBdr>
    </w:div>
    <w:div w:id="1688093929">
      <w:marLeft w:val="0"/>
      <w:marRight w:val="0"/>
      <w:marTop w:val="0"/>
      <w:marBottom w:val="0"/>
      <w:divBdr>
        <w:top w:val="none" w:sz="0" w:space="0" w:color="auto"/>
        <w:left w:val="none" w:sz="0" w:space="0" w:color="auto"/>
        <w:bottom w:val="none" w:sz="0" w:space="0" w:color="auto"/>
        <w:right w:val="none" w:sz="0" w:space="0" w:color="auto"/>
      </w:divBdr>
    </w:div>
    <w:div w:id="1688093930">
      <w:marLeft w:val="0"/>
      <w:marRight w:val="0"/>
      <w:marTop w:val="0"/>
      <w:marBottom w:val="0"/>
      <w:divBdr>
        <w:top w:val="none" w:sz="0" w:space="0" w:color="auto"/>
        <w:left w:val="none" w:sz="0" w:space="0" w:color="auto"/>
        <w:bottom w:val="none" w:sz="0" w:space="0" w:color="auto"/>
        <w:right w:val="none" w:sz="0" w:space="0" w:color="auto"/>
      </w:divBdr>
    </w:div>
    <w:div w:id="1688093931">
      <w:marLeft w:val="0"/>
      <w:marRight w:val="0"/>
      <w:marTop w:val="0"/>
      <w:marBottom w:val="0"/>
      <w:divBdr>
        <w:top w:val="none" w:sz="0" w:space="0" w:color="auto"/>
        <w:left w:val="none" w:sz="0" w:space="0" w:color="auto"/>
        <w:bottom w:val="none" w:sz="0" w:space="0" w:color="auto"/>
        <w:right w:val="none" w:sz="0" w:space="0" w:color="auto"/>
      </w:divBdr>
    </w:div>
    <w:div w:id="1688093932">
      <w:marLeft w:val="0"/>
      <w:marRight w:val="0"/>
      <w:marTop w:val="0"/>
      <w:marBottom w:val="0"/>
      <w:divBdr>
        <w:top w:val="none" w:sz="0" w:space="0" w:color="auto"/>
        <w:left w:val="none" w:sz="0" w:space="0" w:color="auto"/>
        <w:bottom w:val="none" w:sz="0" w:space="0" w:color="auto"/>
        <w:right w:val="none" w:sz="0" w:space="0" w:color="auto"/>
      </w:divBdr>
    </w:div>
    <w:div w:id="1688093933">
      <w:marLeft w:val="0"/>
      <w:marRight w:val="0"/>
      <w:marTop w:val="0"/>
      <w:marBottom w:val="0"/>
      <w:divBdr>
        <w:top w:val="none" w:sz="0" w:space="0" w:color="auto"/>
        <w:left w:val="none" w:sz="0" w:space="0" w:color="auto"/>
        <w:bottom w:val="none" w:sz="0" w:space="0" w:color="auto"/>
        <w:right w:val="none" w:sz="0" w:space="0" w:color="auto"/>
      </w:divBdr>
    </w:div>
    <w:div w:id="1688093934">
      <w:marLeft w:val="0"/>
      <w:marRight w:val="0"/>
      <w:marTop w:val="0"/>
      <w:marBottom w:val="0"/>
      <w:divBdr>
        <w:top w:val="none" w:sz="0" w:space="0" w:color="auto"/>
        <w:left w:val="none" w:sz="0" w:space="0" w:color="auto"/>
        <w:bottom w:val="none" w:sz="0" w:space="0" w:color="auto"/>
        <w:right w:val="none" w:sz="0" w:space="0" w:color="auto"/>
      </w:divBdr>
    </w:div>
    <w:div w:id="1688093935">
      <w:marLeft w:val="0"/>
      <w:marRight w:val="0"/>
      <w:marTop w:val="0"/>
      <w:marBottom w:val="0"/>
      <w:divBdr>
        <w:top w:val="none" w:sz="0" w:space="0" w:color="auto"/>
        <w:left w:val="none" w:sz="0" w:space="0" w:color="auto"/>
        <w:bottom w:val="none" w:sz="0" w:space="0" w:color="auto"/>
        <w:right w:val="none" w:sz="0" w:space="0" w:color="auto"/>
      </w:divBdr>
    </w:div>
    <w:div w:id="1688093936">
      <w:marLeft w:val="0"/>
      <w:marRight w:val="0"/>
      <w:marTop w:val="0"/>
      <w:marBottom w:val="0"/>
      <w:divBdr>
        <w:top w:val="none" w:sz="0" w:space="0" w:color="auto"/>
        <w:left w:val="none" w:sz="0" w:space="0" w:color="auto"/>
        <w:bottom w:val="none" w:sz="0" w:space="0" w:color="auto"/>
        <w:right w:val="none" w:sz="0" w:space="0" w:color="auto"/>
      </w:divBdr>
    </w:div>
    <w:div w:id="1688093937">
      <w:marLeft w:val="0"/>
      <w:marRight w:val="0"/>
      <w:marTop w:val="0"/>
      <w:marBottom w:val="0"/>
      <w:divBdr>
        <w:top w:val="none" w:sz="0" w:space="0" w:color="auto"/>
        <w:left w:val="none" w:sz="0" w:space="0" w:color="auto"/>
        <w:bottom w:val="none" w:sz="0" w:space="0" w:color="auto"/>
        <w:right w:val="none" w:sz="0" w:space="0" w:color="auto"/>
      </w:divBdr>
    </w:div>
    <w:div w:id="1688093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footer" Target="footer2.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171</TotalTime>
  <Pages>114</Pages>
  <Words>33767</Words>
  <Characters>192476</Characters>
  <Application>Microsoft Office Word</Application>
  <DocSecurity>0</DocSecurity>
  <Lines>1603</Lines>
  <Paragraphs>451</Paragraphs>
  <ScaleCrop>false</ScaleCrop>
  <Company/>
  <LinksUpToDate>false</LinksUpToDate>
  <CharactersWithSpaces>225792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22</cp:revision>
  <cp:lastPrinted>2017-02-13T14:39:00Z</cp:lastPrinted>
  <dcterms:created xsi:type="dcterms:W3CDTF">2017-02-13T05:48:00Z</dcterms:created>
  <dcterms:modified xsi:type="dcterms:W3CDTF">2017-07-24T08:39:00Z</dcterms:modified>
</cp:coreProperties>
</file>