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AB4" w:rsidRDefault="00795AB4" w:rsidP="00434943">
      <w:pPr>
        <w:pStyle w:val="a8"/>
        <w:tabs>
          <w:tab w:val="left" w:pos="708"/>
        </w:tabs>
        <w:rPr>
          <w:b/>
          <w:sz w:val="26"/>
        </w:rPr>
      </w:pPr>
    </w:p>
    <w:p w:rsidR="00795AB4" w:rsidRDefault="00795AB4" w:rsidP="0097458A">
      <w:pPr>
        <w:pStyle w:val="a8"/>
        <w:tabs>
          <w:tab w:val="left" w:pos="708"/>
        </w:tabs>
        <w:rPr>
          <w:b/>
          <w:sz w:val="26"/>
        </w:rPr>
      </w:pPr>
    </w:p>
    <w:p w:rsidR="00795AB4" w:rsidRDefault="00097235"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795AB4" w:rsidRDefault="00795AB4" w:rsidP="0097458A">
      <w:pPr>
        <w:pStyle w:val="a8"/>
        <w:tabs>
          <w:tab w:val="left" w:pos="708"/>
        </w:tabs>
        <w:rPr>
          <w:b/>
          <w:sz w:val="26"/>
        </w:rPr>
      </w:pPr>
    </w:p>
    <w:p w:rsidR="00795AB4" w:rsidRDefault="00795AB4" w:rsidP="0097458A">
      <w:pPr>
        <w:pStyle w:val="a8"/>
        <w:tabs>
          <w:tab w:val="left" w:pos="708"/>
        </w:tabs>
        <w:jc w:val="center"/>
        <w:rPr>
          <w:b/>
          <w:sz w:val="26"/>
        </w:rPr>
      </w:pPr>
    </w:p>
    <w:p w:rsidR="00795AB4" w:rsidRDefault="00795AB4" w:rsidP="0097458A">
      <w:pPr>
        <w:pStyle w:val="a8"/>
        <w:tabs>
          <w:tab w:val="left" w:pos="708"/>
        </w:tabs>
        <w:jc w:val="center"/>
        <w:rPr>
          <w:b/>
          <w:sz w:val="26"/>
        </w:rPr>
      </w:pPr>
    </w:p>
    <w:p w:rsidR="00795AB4" w:rsidRPr="00C47918" w:rsidRDefault="00795AB4"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795AB4" w:rsidRPr="00C47918" w:rsidRDefault="00795AB4"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795AB4" w:rsidRPr="00C920CD" w:rsidRDefault="00795AB4" w:rsidP="0097458A">
      <w:pPr>
        <w:pStyle w:val="a8"/>
        <w:tabs>
          <w:tab w:val="left" w:pos="708"/>
        </w:tabs>
        <w:rPr>
          <w:rFonts w:ascii="Times New Roman" w:hAnsi="Times New Roman"/>
          <w:b/>
          <w:sz w:val="28"/>
          <w:szCs w:val="28"/>
        </w:rPr>
      </w:pPr>
    </w:p>
    <w:p w:rsidR="00795AB4" w:rsidRPr="00C47918" w:rsidRDefault="00795AB4"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795AB4" w:rsidRPr="00434943" w:rsidRDefault="00795AB4" w:rsidP="0097458A">
      <w:pPr>
        <w:pStyle w:val="a8"/>
        <w:tabs>
          <w:tab w:val="left" w:pos="708"/>
        </w:tabs>
        <w:rPr>
          <w:rFonts w:ascii="Times New Roman" w:hAnsi="Times New Roman"/>
          <w:b/>
          <w:sz w:val="24"/>
          <w:szCs w:val="24"/>
        </w:rPr>
      </w:pPr>
    </w:p>
    <w:p w:rsidR="00795AB4" w:rsidRDefault="00795AB4" w:rsidP="0097458A">
      <w:pPr>
        <w:pStyle w:val="a8"/>
        <w:tabs>
          <w:tab w:val="left" w:pos="708"/>
        </w:tabs>
        <w:rPr>
          <w:rFonts w:ascii="Times New Roman" w:hAnsi="Times New Roman"/>
          <w:sz w:val="26"/>
          <w:szCs w:val="26"/>
          <w:u w:val="single"/>
        </w:rPr>
      </w:pPr>
    </w:p>
    <w:p w:rsidR="00795AB4" w:rsidRPr="00162CE7" w:rsidRDefault="00795AB4"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00254887">
        <w:rPr>
          <w:rFonts w:ascii="Times New Roman" w:hAnsi="Times New Roman"/>
          <w:sz w:val="26"/>
          <w:szCs w:val="26"/>
          <w:u w:val="single"/>
        </w:rPr>
        <w:t xml:space="preserve">13.11.2015 </w:t>
      </w:r>
      <w:r w:rsidRPr="00162CE7">
        <w:rPr>
          <w:rFonts w:ascii="Times New Roman" w:hAnsi="Times New Roman"/>
          <w:sz w:val="26"/>
          <w:szCs w:val="26"/>
          <w:u w:val="single"/>
        </w:rPr>
        <w:t>№</w:t>
      </w:r>
      <w:r w:rsidR="00254887">
        <w:rPr>
          <w:rFonts w:ascii="Times New Roman" w:hAnsi="Times New Roman"/>
          <w:sz w:val="26"/>
          <w:szCs w:val="26"/>
          <w:u w:val="single"/>
        </w:rPr>
        <w:t>696</w:t>
      </w:r>
      <w:r>
        <w:rPr>
          <w:rFonts w:ascii="Times New Roman" w:hAnsi="Times New Roman"/>
          <w:sz w:val="26"/>
          <w:szCs w:val="26"/>
          <w:u w:val="single"/>
        </w:rPr>
        <w:t>.</w:t>
      </w:r>
      <w:r w:rsidRPr="00162CE7">
        <w:rPr>
          <w:rFonts w:ascii="Times New Roman" w:hAnsi="Times New Roman"/>
          <w:sz w:val="26"/>
          <w:szCs w:val="26"/>
          <w:u w:val="single"/>
        </w:rPr>
        <w:t xml:space="preserve">                   </w:t>
      </w:r>
    </w:p>
    <w:p w:rsidR="00795AB4" w:rsidRPr="00162CE7" w:rsidRDefault="00795AB4"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р.п.Таловая</w:t>
      </w:r>
    </w:p>
    <w:p w:rsidR="00795AB4" w:rsidRPr="00162CE7" w:rsidRDefault="00795AB4" w:rsidP="0097458A">
      <w:pPr>
        <w:pStyle w:val="a8"/>
        <w:tabs>
          <w:tab w:val="left" w:pos="708"/>
        </w:tabs>
        <w:rPr>
          <w:rFonts w:ascii="Times New Roman" w:hAnsi="Times New Roman"/>
          <w:sz w:val="26"/>
          <w:szCs w:val="26"/>
        </w:rPr>
      </w:pPr>
    </w:p>
    <w:p w:rsidR="00795AB4" w:rsidRPr="00A6029C" w:rsidRDefault="00795AB4" w:rsidP="0097458A">
      <w:pPr>
        <w:rPr>
          <w:b/>
          <w:sz w:val="28"/>
          <w:szCs w:val="28"/>
        </w:rPr>
      </w:pPr>
      <w:r w:rsidRPr="00A6029C">
        <w:rPr>
          <w:b/>
          <w:sz w:val="28"/>
          <w:szCs w:val="28"/>
        </w:rPr>
        <w:t xml:space="preserve">О внесении изменений  в постановление от </w:t>
      </w:r>
    </w:p>
    <w:p w:rsidR="00795AB4" w:rsidRPr="00A6029C" w:rsidRDefault="00795AB4" w:rsidP="0097458A">
      <w:pPr>
        <w:rPr>
          <w:b/>
          <w:sz w:val="28"/>
          <w:szCs w:val="28"/>
        </w:rPr>
      </w:pPr>
      <w:r w:rsidRPr="00A6029C">
        <w:rPr>
          <w:b/>
          <w:sz w:val="28"/>
          <w:szCs w:val="28"/>
        </w:rPr>
        <w:t xml:space="preserve">18.12.2013  №1332 «Об утверждении </w:t>
      </w:r>
    </w:p>
    <w:p w:rsidR="00795AB4" w:rsidRPr="00A6029C" w:rsidRDefault="00795AB4" w:rsidP="0097458A">
      <w:pPr>
        <w:rPr>
          <w:b/>
          <w:sz w:val="28"/>
          <w:szCs w:val="28"/>
        </w:rPr>
      </w:pPr>
      <w:r w:rsidRPr="00A6029C">
        <w:rPr>
          <w:b/>
          <w:sz w:val="28"/>
          <w:szCs w:val="28"/>
        </w:rPr>
        <w:t xml:space="preserve">муниципальной программы «Муниципальное </w:t>
      </w:r>
    </w:p>
    <w:p w:rsidR="00795AB4" w:rsidRPr="00170F14" w:rsidRDefault="00795AB4" w:rsidP="0097458A">
      <w:pPr>
        <w:rPr>
          <w:b/>
          <w:sz w:val="28"/>
          <w:szCs w:val="28"/>
        </w:rPr>
      </w:pPr>
      <w:r w:rsidRPr="00A6029C">
        <w:rPr>
          <w:b/>
          <w:sz w:val="28"/>
          <w:szCs w:val="28"/>
        </w:rPr>
        <w:t>управление и гражданское общество на 2014-2019 гг»</w:t>
      </w:r>
    </w:p>
    <w:p w:rsidR="00795AB4" w:rsidRDefault="00795AB4" w:rsidP="0097458A">
      <w:pPr>
        <w:pStyle w:val="a8"/>
        <w:tabs>
          <w:tab w:val="left" w:pos="708"/>
        </w:tabs>
        <w:rPr>
          <w:rFonts w:ascii="Times New Roman" w:hAnsi="Times New Roman"/>
          <w:sz w:val="28"/>
          <w:szCs w:val="28"/>
        </w:rPr>
      </w:pPr>
    </w:p>
    <w:p w:rsidR="00795AB4" w:rsidRPr="00C43373" w:rsidRDefault="00795AB4" w:rsidP="0097458A">
      <w:pPr>
        <w:pStyle w:val="a8"/>
        <w:tabs>
          <w:tab w:val="left" w:pos="708"/>
        </w:tabs>
        <w:rPr>
          <w:rFonts w:ascii="Times New Roman" w:hAnsi="Times New Roman"/>
          <w:sz w:val="28"/>
          <w:szCs w:val="28"/>
        </w:rPr>
      </w:pPr>
    </w:p>
    <w:p w:rsidR="00795AB4" w:rsidRPr="00422384" w:rsidRDefault="00795AB4"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гг» ,   администрация Таловского муниципального района </w:t>
      </w:r>
      <w:r w:rsidRPr="00422384">
        <w:rPr>
          <w:b/>
          <w:sz w:val="28"/>
          <w:szCs w:val="28"/>
        </w:rPr>
        <w:t>постановляет:</w:t>
      </w:r>
    </w:p>
    <w:p w:rsidR="00795AB4" w:rsidRDefault="00795AB4" w:rsidP="00422384">
      <w:pPr>
        <w:spacing w:line="360" w:lineRule="auto"/>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18.12.2013  №1332 «Об утверждении муниципальной  программы  «Муниципальное управление и гражданское общество  на 2014-2019 гг» </w:t>
      </w:r>
      <w:r>
        <w:rPr>
          <w:sz w:val="28"/>
          <w:szCs w:val="28"/>
        </w:rPr>
        <w:t xml:space="preserve"> (далее постановление) </w:t>
      </w:r>
      <w:r w:rsidRPr="00FE7C4D">
        <w:rPr>
          <w:sz w:val="28"/>
          <w:szCs w:val="28"/>
        </w:rPr>
        <w:t xml:space="preserve"> внести следующие изменения:</w:t>
      </w:r>
    </w:p>
    <w:p w:rsidR="00795AB4" w:rsidRPr="0097458A" w:rsidRDefault="00795AB4" w:rsidP="0097458A">
      <w:pPr>
        <w:pStyle w:val="ConsPlusNormal"/>
        <w:spacing w:line="360" w:lineRule="auto"/>
        <w:ind w:firstLine="0"/>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на 2014-2019 гг»,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795AB4" w:rsidRPr="0097458A" w:rsidRDefault="00795AB4" w:rsidP="0097458A">
      <w:pPr>
        <w:tabs>
          <w:tab w:val="left" w:pos="360"/>
        </w:tabs>
        <w:autoSpaceDE w:val="0"/>
        <w:autoSpaceDN w:val="0"/>
        <w:adjustRightInd w:val="0"/>
        <w:spacing w:line="360" w:lineRule="auto"/>
        <w:jc w:val="both"/>
        <w:rPr>
          <w:sz w:val="28"/>
          <w:szCs w:val="28"/>
        </w:rPr>
      </w:pPr>
      <w:bookmarkStart w:id="0" w:name="Par13"/>
      <w:bookmarkStart w:id="1" w:name="Par14"/>
      <w:bookmarkEnd w:id="0"/>
      <w:bookmarkEnd w:id="1"/>
      <w:r w:rsidRPr="0097458A">
        <w:rPr>
          <w:sz w:val="28"/>
          <w:szCs w:val="28"/>
        </w:rPr>
        <w:t xml:space="preserve">2. Контроль за исполнением настоящего постановления  возложить на заместителя главы администрации –начальника отдела по экономике Бирюкову Л.И. </w:t>
      </w:r>
    </w:p>
    <w:p w:rsidR="00795AB4" w:rsidRDefault="00795AB4" w:rsidP="0097458A">
      <w:pPr>
        <w:pStyle w:val="ConsPlusNormal"/>
        <w:spacing w:line="360" w:lineRule="auto"/>
        <w:ind w:firstLine="709"/>
        <w:jc w:val="both"/>
        <w:rPr>
          <w:rFonts w:ascii="Times New Roman" w:hAnsi="Times New Roman"/>
          <w:sz w:val="28"/>
          <w:szCs w:val="28"/>
        </w:rPr>
      </w:pPr>
    </w:p>
    <w:p w:rsidR="00795AB4" w:rsidRPr="0097458A" w:rsidRDefault="00795AB4" w:rsidP="0097458A">
      <w:pPr>
        <w:pStyle w:val="ConsPlusNormal"/>
        <w:spacing w:line="360" w:lineRule="auto"/>
        <w:ind w:firstLine="709"/>
        <w:jc w:val="both"/>
        <w:rPr>
          <w:rFonts w:ascii="Times New Roman" w:hAnsi="Times New Roman"/>
          <w:sz w:val="28"/>
          <w:szCs w:val="28"/>
        </w:rPr>
      </w:pPr>
    </w:p>
    <w:p w:rsidR="00795AB4" w:rsidRDefault="00795AB4" w:rsidP="0097458A">
      <w:pPr>
        <w:tabs>
          <w:tab w:val="left" w:pos="284"/>
        </w:tabs>
        <w:spacing w:line="360" w:lineRule="auto"/>
        <w:rPr>
          <w:sz w:val="28"/>
          <w:szCs w:val="28"/>
        </w:rPr>
      </w:pPr>
      <w:r>
        <w:rPr>
          <w:sz w:val="28"/>
          <w:szCs w:val="28"/>
        </w:rPr>
        <w:t>Исполняющий обязанности</w:t>
      </w:r>
    </w:p>
    <w:p w:rsidR="00795AB4" w:rsidRPr="0097458A" w:rsidRDefault="00795AB4" w:rsidP="0097458A">
      <w:pPr>
        <w:tabs>
          <w:tab w:val="left" w:pos="284"/>
        </w:tabs>
        <w:spacing w:line="360" w:lineRule="auto"/>
        <w:rPr>
          <w:sz w:val="28"/>
          <w:szCs w:val="28"/>
        </w:rPr>
      </w:pPr>
      <w:r>
        <w:rPr>
          <w:sz w:val="28"/>
          <w:szCs w:val="28"/>
        </w:rPr>
        <w:t>г</w:t>
      </w:r>
      <w:r w:rsidRPr="0097458A">
        <w:rPr>
          <w:sz w:val="28"/>
          <w:szCs w:val="28"/>
        </w:rPr>
        <w:t>лав</w:t>
      </w:r>
      <w:r>
        <w:rPr>
          <w:sz w:val="28"/>
          <w:szCs w:val="28"/>
        </w:rPr>
        <w:t>ы</w:t>
      </w:r>
      <w:r w:rsidRPr="0097458A">
        <w:rPr>
          <w:sz w:val="28"/>
          <w:szCs w:val="28"/>
        </w:rPr>
        <w:t xml:space="preserve">  администрации </w:t>
      </w:r>
    </w:p>
    <w:p w:rsidR="00795AB4" w:rsidRPr="0097458A" w:rsidRDefault="00795AB4" w:rsidP="0097458A">
      <w:pPr>
        <w:tabs>
          <w:tab w:val="left" w:pos="284"/>
        </w:tabs>
        <w:spacing w:line="360" w:lineRule="auto"/>
        <w:rPr>
          <w:sz w:val="28"/>
          <w:szCs w:val="28"/>
        </w:rPr>
      </w:pPr>
      <w:r w:rsidRPr="0097458A">
        <w:rPr>
          <w:sz w:val="28"/>
          <w:szCs w:val="28"/>
        </w:rPr>
        <w:t xml:space="preserve">муниципального района                                                                  </w:t>
      </w:r>
      <w:r>
        <w:rPr>
          <w:sz w:val="28"/>
          <w:szCs w:val="28"/>
        </w:rPr>
        <w:t xml:space="preserve">   </w:t>
      </w:r>
      <w:r w:rsidRPr="0097458A">
        <w:rPr>
          <w:sz w:val="28"/>
          <w:szCs w:val="28"/>
        </w:rPr>
        <w:t xml:space="preserve"> </w:t>
      </w:r>
      <w:r>
        <w:rPr>
          <w:sz w:val="28"/>
          <w:szCs w:val="28"/>
        </w:rPr>
        <w:t>С.А. Дубовая</w:t>
      </w:r>
      <w:r w:rsidRPr="0097458A">
        <w:rPr>
          <w:sz w:val="28"/>
          <w:szCs w:val="28"/>
        </w:rPr>
        <w:t xml:space="preserve">                                                                                                                                           </w:t>
      </w:r>
    </w:p>
    <w:p w:rsidR="00795AB4" w:rsidRDefault="00795AB4" w:rsidP="0097458A">
      <w:pPr>
        <w:tabs>
          <w:tab w:val="left" w:pos="1080"/>
          <w:tab w:val="left" w:pos="6660"/>
        </w:tabs>
        <w:ind w:right="-954"/>
        <w:rPr>
          <w:color w:val="FF0000"/>
          <w:sz w:val="26"/>
          <w:szCs w:val="26"/>
        </w:rPr>
      </w:pPr>
    </w:p>
    <w:p w:rsidR="00795AB4" w:rsidRDefault="00795AB4" w:rsidP="0097458A">
      <w:pPr>
        <w:tabs>
          <w:tab w:val="left" w:pos="1080"/>
          <w:tab w:val="left" w:pos="6660"/>
        </w:tabs>
        <w:ind w:right="-954"/>
        <w:rPr>
          <w:color w:val="FF0000"/>
          <w:sz w:val="26"/>
          <w:szCs w:val="26"/>
        </w:rPr>
      </w:pPr>
    </w:p>
    <w:p w:rsidR="00795AB4" w:rsidRDefault="00795AB4" w:rsidP="0097458A">
      <w:pPr>
        <w:tabs>
          <w:tab w:val="left" w:pos="1080"/>
          <w:tab w:val="left" w:pos="6660"/>
        </w:tabs>
        <w:ind w:right="-954"/>
        <w:rPr>
          <w:color w:val="FF0000"/>
          <w:sz w:val="26"/>
          <w:szCs w:val="26"/>
        </w:rPr>
      </w:pPr>
    </w:p>
    <w:p w:rsidR="00795AB4" w:rsidRDefault="00795AB4" w:rsidP="0097458A">
      <w:pPr>
        <w:tabs>
          <w:tab w:val="left" w:pos="1080"/>
          <w:tab w:val="left" w:pos="6660"/>
        </w:tabs>
        <w:ind w:right="-954"/>
        <w:rPr>
          <w:color w:val="FF0000"/>
          <w:sz w:val="26"/>
          <w:szCs w:val="26"/>
        </w:rPr>
      </w:pPr>
    </w:p>
    <w:p w:rsidR="00795AB4" w:rsidRDefault="00795AB4" w:rsidP="00434943">
      <w:pPr>
        <w:pStyle w:val="a8"/>
        <w:tabs>
          <w:tab w:val="left" w:pos="708"/>
        </w:tabs>
        <w:rPr>
          <w:b/>
          <w:sz w:val="26"/>
        </w:rPr>
      </w:pPr>
    </w:p>
    <w:p w:rsidR="00795AB4" w:rsidRDefault="00795AB4" w:rsidP="00434943">
      <w:pPr>
        <w:pStyle w:val="a8"/>
        <w:tabs>
          <w:tab w:val="left" w:pos="708"/>
        </w:tabs>
        <w:rPr>
          <w:b/>
          <w:sz w:val="26"/>
        </w:rPr>
      </w:pPr>
    </w:p>
    <w:p w:rsidR="00795AB4" w:rsidRDefault="00795AB4" w:rsidP="008A2175">
      <w:pPr>
        <w:jc w:val="right"/>
        <w:rPr>
          <w:sz w:val="28"/>
          <w:szCs w:val="28"/>
        </w:rPr>
      </w:pPr>
      <w:r>
        <w:rPr>
          <w:sz w:val="28"/>
          <w:szCs w:val="28"/>
        </w:rPr>
        <w:t xml:space="preserve">Приложение </w:t>
      </w:r>
    </w:p>
    <w:p w:rsidR="00795AB4" w:rsidRDefault="00795AB4" w:rsidP="008A2175">
      <w:pPr>
        <w:jc w:val="right"/>
        <w:rPr>
          <w:sz w:val="28"/>
          <w:szCs w:val="28"/>
        </w:rPr>
      </w:pPr>
      <w:r>
        <w:rPr>
          <w:sz w:val="28"/>
          <w:szCs w:val="28"/>
        </w:rPr>
        <w:t xml:space="preserve">           к постановлению  администрации</w:t>
      </w:r>
    </w:p>
    <w:p w:rsidR="00795AB4" w:rsidRPr="00AD4D0D" w:rsidRDefault="00795AB4" w:rsidP="008A2175">
      <w:pPr>
        <w:jc w:val="right"/>
        <w:rPr>
          <w:sz w:val="28"/>
          <w:szCs w:val="28"/>
          <w:u w:val="single"/>
        </w:rPr>
      </w:pPr>
      <w:r>
        <w:rPr>
          <w:sz w:val="28"/>
          <w:szCs w:val="28"/>
        </w:rPr>
        <w:t xml:space="preserve">                                                                              Таловского муниципального района                                                           </w:t>
      </w:r>
      <w:r>
        <w:rPr>
          <w:b/>
          <w:sz w:val="28"/>
          <w:szCs w:val="28"/>
        </w:rPr>
        <w:t xml:space="preserve">       </w:t>
      </w:r>
      <w:r>
        <w:rPr>
          <w:sz w:val="28"/>
          <w:szCs w:val="28"/>
        </w:rPr>
        <w:t xml:space="preserve">                                                                                                        </w:t>
      </w:r>
      <w:r w:rsidR="00254887" w:rsidRPr="00254887">
        <w:rPr>
          <w:sz w:val="28"/>
          <w:szCs w:val="28"/>
          <w:u w:val="single"/>
        </w:rPr>
        <w:t>от 13.11.2015 №696</w:t>
      </w:r>
      <w:bookmarkStart w:id="2" w:name="_GoBack"/>
      <w:bookmarkEnd w:id="2"/>
      <w:r w:rsidRPr="00AD4D0D">
        <w:rPr>
          <w:sz w:val="28"/>
          <w:szCs w:val="28"/>
          <w:u w:val="single"/>
        </w:rPr>
        <w:t xml:space="preserve"> </w:t>
      </w:r>
    </w:p>
    <w:p w:rsidR="00795AB4" w:rsidRDefault="00795AB4" w:rsidP="008A2175">
      <w:pPr>
        <w:jc w:val="right"/>
        <w:rPr>
          <w:sz w:val="28"/>
          <w:szCs w:val="28"/>
        </w:rPr>
      </w:pPr>
    </w:p>
    <w:tbl>
      <w:tblPr>
        <w:tblW w:w="9648" w:type="dxa"/>
        <w:tblLook w:val="00A0" w:firstRow="1" w:lastRow="0" w:firstColumn="1" w:lastColumn="0" w:noHBand="0" w:noVBand="0"/>
      </w:tblPr>
      <w:tblGrid>
        <w:gridCol w:w="4608"/>
        <w:gridCol w:w="5040"/>
      </w:tblGrid>
      <w:tr w:rsidR="00795AB4" w:rsidRPr="005F00DB" w:rsidTr="008228E7">
        <w:trPr>
          <w:trHeight w:val="1357"/>
        </w:trPr>
        <w:tc>
          <w:tcPr>
            <w:tcW w:w="9648" w:type="dxa"/>
            <w:gridSpan w:val="2"/>
            <w:vAlign w:val="center"/>
          </w:tcPr>
          <w:p w:rsidR="00795AB4" w:rsidRPr="005F00DB" w:rsidRDefault="00795AB4" w:rsidP="008228E7">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795AB4"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795AB4" w:rsidRPr="00343502" w:rsidRDefault="00795AB4"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795AB4" w:rsidRPr="00343502" w:rsidRDefault="00795AB4" w:rsidP="008228E7">
            <w:r w:rsidRPr="00343502">
              <w:t> Администрация Таловского муниципального района</w:t>
            </w:r>
          </w:p>
        </w:tc>
      </w:tr>
      <w:tr w:rsidR="00795AB4" w:rsidRPr="002A1C96" w:rsidTr="008228E7">
        <w:trPr>
          <w:trHeight w:val="750"/>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795AB4" w:rsidRPr="008A2175" w:rsidRDefault="00795AB4" w:rsidP="008228E7">
            <w:r w:rsidRPr="008A2175">
              <w:rPr>
                <w:sz w:val="22"/>
                <w:szCs w:val="22"/>
              </w:rPr>
              <w:t> МКУ «Отдел по управлению муниципальным имуществом»</w:t>
            </w:r>
          </w:p>
          <w:p w:rsidR="00795AB4" w:rsidRPr="008A2175" w:rsidRDefault="00795AB4" w:rsidP="008228E7">
            <w:r w:rsidRPr="008A2175">
              <w:rPr>
                <w:sz w:val="22"/>
                <w:szCs w:val="22"/>
              </w:rPr>
              <w:t>МКУ «ЕДДС и ХТО»</w:t>
            </w:r>
          </w:p>
          <w:p w:rsidR="00795AB4" w:rsidRPr="008A2175" w:rsidRDefault="00795AB4" w:rsidP="008228E7">
            <w:r w:rsidRPr="008A2175">
              <w:rPr>
                <w:sz w:val="22"/>
                <w:szCs w:val="22"/>
              </w:rPr>
              <w:t>Совет народных депутатов Таловского муниципального района</w:t>
            </w:r>
          </w:p>
        </w:tc>
      </w:tr>
      <w:tr w:rsidR="00795AB4" w:rsidRPr="002A1C96" w:rsidTr="008228E7">
        <w:trPr>
          <w:trHeight w:val="750"/>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795AB4" w:rsidRPr="008A2175" w:rsidRDefault="00795AB4" w:rsidP="008228E7">
            <w:r w:rsidRPr="008A2175">
              <w:rPr>
                <w:sz w:val="22"/>
                <w:szCs w:val="22"/>
              </w:rPr>
              <w:t>Администрация Таловского муниципального района </w:t>
            </w:r>
          </w:p>
          <w:p w:rsidR="00795AB4" w:rsidRPr="008A2175" w:rsidRDefault="00795AB4" w:rsidP="008228E7">
            <w:r w:rsidRPr="008A2175">
              <w:rPr>
                <w:sz w:val="22"/>
                <w:szCs w:val="22"/>
              </w:rPr>
              <w:t>МКУ «Отдел по управлению муниципальным имуществом»</w:t>
            </w:r>
          </w:p>
          <w:p w:rsidR="00795AB4" w:rsidRPr="008A2175" w:rsidRDefault="00795AB4" w:rsidP="008228E7">
            <w:r w:rsidRPr="008A2175">
              <w:rPr>
                <w:sz w:val="22"/>
                <w:szCs w:val="22"/>
              </w:rPr>
              <w:t>МКУ «ЕДДС и ХТО»</w:t>
            </w:r>
          </w:p>
        </w:tc>
      </w:tr>
      <w:tr w:rsidR="00795AB4" w:rsidRPr="002A1C96" w:rsidTr="008228E7">
        <w:trPr>
          <w:trHeight w:val="375"/>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795AB4" w:rsidRPr="008A2175" w:rsidRDefault="00795AB4"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795AB4" w:rsidRPr="008A2175" w:rsidRDefault="00795AB4"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95AB4" w:rsidRPr="008A2175" w:rsidRDefault="00795AB4" w:rsidP="008228E7">
            <w:pPr>
              <w:ind w:left="42"/>
              <w:jc w:val="both"/>
            </w:pPr>
            <w:r w:rsidRPr="008A2175">
              <w:rPr>
                <w:rFonts w:eastAsia="Times New Roman"/>
                <w:sz w:val="22"/>
                <w:szCs w:val="22"/>
                <w:lang w:eastAsia="ru-RU"/>
              </w:rPr>
              <w:t>3.подпрограмма «Управление муниципальным  имуществом»;</w:t>
            </w:r>
          </w:p>
          <w:p w:rsidR="00795AB4" w:rsidRPr="008A2175" w:rsidRDefault="00795AB4"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795AB4" w:rsidRPr="008A2175" w:rsidRDefault="00795AB4"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795AB4" w:rsidRPr="008A2175" w:rsidRDefault="00795AB4"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795AB4" w:rsidRPr="008A2175" w:rsidRDefault="00795AB4"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795AB4" w:rsidRPr="00343502" w:rsidRDefault="00795AB4" w:rsidP="008228E7">
            <w:pPr>
              <w:ind w:left="42"/>
              <w:jc w:val="both"/>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r w:rsidRPr="00343502">
              <w:rPr>
                <w:color w:val="000000"/>
              </w:rPr>
              <w:t xml:space="preserve"> </w:t>
            </w:r>
          </w:p>
        </w:tc>
      </w:tr>
      <w:tr w:rsidR="00795AB4" w:rsidRPr="002A1C96" w:rsidTr="008228E7">
        <w:trPr>
          <w:trHeight w:val="375"/>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795AB4" w:rsidRPr="00343502" w:rsidRDefault="00795AB4"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795AB4" w:rsidRPr="002A1C96" w:rsidTr="008228E7">
        <w:trPr>
          <w:trHeight w:val="375"/>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795AB4" w:rsidRPr="00343502" w:rsidRDefault="00795AB4"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795AB4" w:rsidRPr="00343502" w:rsidRDefault="00795AB4" w:rsidP="008228E7">
            <w:pPr>
              <w:jc w:val="both"/>
            </w:pPr>
            <w:r w:rsidRPr="00343502">
              <w:t xml:space="preserve">2.Повышение удовлетворенности населения деятельностью органов местного самоуправления. </w:t>
            </w:r>
          </w:p>
          <w:p w:rsidR="00795AB4" w:rsidRPr="00343502" w:rsidRDefault="00795AB4" w:rsidP="008228E7">
            <w:pPr>
              <w:jc w:val="both"/>
            </w:pPr>
            <w:r w:rsidRPr="00343502">
              <w:t>3.Создание условий для обеспечения эффективного муниципального управления.</w:t>
            </w:r>
          </w:p>
          <w:p w:rsidR="00795AB4" w:rsidRPr="00343502" w:rsidRDefault="00795AB4" w:rsidP="008228E7">
            <w:pPr>
              <w:jc w:val="both"/>
            </w:pPr>
            <w:r w:rsidRPr="00343502">
              <w:lastRenderedPageBreak/>
              <w:t xml:space="preserve">4.Повышение качества предоставления муниципальных услуг жителям района. </w:t>
            </w:r>
          </w:p>
        </w:tc>
      </w:tr>
      <w:tr w:rsidR="00795AB4" w:rsidRPr="002A1C96" w:rsidTr="008228E7">
        <w:trPr>
          <w:trHeight w:val="750"/>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795AB4" w:rsidRPr="00343502" w:rsidRDefault="00795AB4" w:rsidP="008228E7">
            <w:r w:rsidRPr="00343502">
              <w:t xml:space="preserve">1.Количество муниципальных услуг, оказываемых в электронном виде, ед. </w:t>
            </w:r>
          </w:p>
          <w:p w:rsidR="00795AB4" w:rsidRPr="00343502" w:rsidRDefault="00795AB4" w:rsidP="008228E7">
            <w:r w:rsidRPr="00343502">
              <w:t xml:space="preserve">2.Доля НПА, проекты которых прошли правовую и антикоррупционную экспертизу, %.  </w:t>
            </w:r>
          </w:p>
          <w:p w:rsidR="00795AB4" w:rsidRPr="00343502" w:rsidRDefault="00795AB4"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795AB4" w:rsidRPr="00343502" w:rsidRDefault="00795AB4"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r>
      <w:tr w:rsidR="00795AB4" w:rsidRPr="002A1C96" w:rsidTr="008228E7">
        <w:trPr>
          <w:trHeight w:val="750"/>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795AB4" w:rsidRPr="00343502" w:rsidRDefault="00795AB4" w:rsidP="008228E7">
            <w:pPr>
              <w:jc w:val="center"/>
              <w:rPr>
                <w:lang w:eastAsia="ru-RU"/>
              </w:rPr>
            </w:pPr>
            <w:r w:rsidRPr="00343502">
              <w:rPr>
                <w:lang w:eastAsia="ru-RU"/>
              </w:rPr>
              <w:t>Реализуется в 1 этап</w:t>
            </w:r>
          </w:p>
          <w:p w:rsidR="00795AB4" w:rsidRPr="00343502" w:rsidRDefault="00795AB4" w:rsidP="008228E7">
            <w:pPr>
              <w:jc w:val="center"/>
            </w:pPr>
            <w:r w:rsidRPr="00343502">
              <w:rPr>
                <w:lang w:eastAsia="ru-RU"/>
              </w:rPr>
              <w:t>Срок реализации программы – 2014-2019</w:t>
            </w:r>
            <w:r w:rsidRPr="00343502">
              <w:t> </w:t>
            </w:r>
          </w:p>
        </w:tc>
      </w:tr>
      <w:tr w:rsidR="00795AB4" w:rsidRPr="002A1C96" w:rsidTr="008228E7">
        <w:trPr>
          <w:trHeight w:val="632"/>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795AB4" w:rsidRPr="00343502" w:rsidRDefault="00795AB4" w:rsidP="008228E7"/>
        </w:tc>
        <w:tc>
          <w:tcPr>
            <w:tcW w:w="5040" w:type="dxa"/>
            <w:tcBorders>
              <w:top w:val="nil"/>
              <w:left w:val="nil"/>
              <w:bottom w:val="single" w:sz="4" w:space="0" w:color="auto"/>
              <w:right w:val="single" w:sz="4" w:space="0" w:color="auto"/>
            </w:tcBorders>
            <w:shd w:val="clear" w:color="auto" w:fill="FFFFFF"/>
            <w:vAlign w:val="bottom"/>
          </w:tcPr>
          <w:p w:rsidR="00795AB4" w:rsidRPr="00CD7936" w:rsidRDefault="00795AB4" w:rsidP="008228E7">
            <w:pPr>
              <w:jc w:val="both"/>
            </w:pPr>
            <w:r w:rsidRPr="00CD7936">
              <w:t>Общий объем финансирования программы 38</w:t>
            </w:r>
            <w:r>
              <w:t>1597,6</w:t>
            </w:r>
            <w:r w:rsidRPr="00CD7936">
              <w:t xml:space="preserve">  тыс. рублей, в том числе:</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федерального бюджета    7761,5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1543,1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2556,4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873,0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893,0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923,0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973,0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областного бюджета   85</w:t>
            </w:r>
            <w:r>
              <w:rPr>
                <w:rFonts w:ascii="Times New Roman" w:hAnsi="Times New Roman"/>
                <w:sz w:val="24"/>
                <w:szCs w:val="24"/>
              </w:rPr>
              <w:t>090,5</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8216</w:t>
            </w:r>
            <w:r>
              <w:rPr>
                <w:rFonts w:ascii="Times New Roman" w:hAnsi="Times New Roman"/>
                <w:sz w:val="24"/>
                <w:szCs w:val="24"/>
              </w:rPr>
              <w:t>3,2</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1</w:t>
            </w:r>
            <w:r>
              <w:rPr>
                <w:rFonts w:ascii="Times New Roman" w:hAnsi="Times New Roman"/>
                <w:sz w:val="24"/>
                <w:szCs w:val="24"/>
              </w:rPr>
              <w:t>057,3</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4</w:t>
            </w:r>
            <w:r>
              <w:rPr>
                <w:rFonts w:ascii="Times New Roman" w:hAnsi="Times New Roman"/>
                <w:sz w:val="24"/>
                <w:szCs w:val="24"/>
              </w:rPr>
              <w:t>25</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w:t>
            </w:r>
            <w:r>
              <w:rPr>
                <w:rFonts w:ascii="Times New Roman" w:hAnsi="Times New Roman"/>
                <w:sz w:val="24"/>
                <w:szCs w:val="24"/>
              </w:rPr>
              <w:t>45</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475</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5</w:t>
            </w:r>
            <w:r>
              <w:rPr>
                <w:rFonts w:ascii="Times New Roman" w:hAnsi="Times New Roman"/>
                <w:sz w:val="24"/>
                <w:szCs w:val="24"/>
              </w:rPr>
              <w:t>25</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местного  бюджета 2</w:t>
            </w:r>
            <w:r>
              <w:rPr>
                <w:rFonts w:ascii="Times New Roman" w:hAnsi="Times New Roman"/>
                <w:sz w:val="24"/>
                <w:szCs w:val="24"/>
              </w:rPr>
              <w:t>69661,4</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45738,0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2015 год – </w:t>
            </w:r>
            <w:r>
              <w:rPr>
                <w:rFonts w:ascii="Times New Roman" w:hAnsi="Times New Roman"/>
                <w:sz w:val="24"/>
                <w:szCs w:val="24"/>
              </w:rPr>
              <w:t>50304,8</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44</w:t>
            </w:r>
            <w:r>
              <w:rPr>
                <w:rFonts w:ascii="Times New Roman" w:hAnsi="Times New Roman"/>
                <w:sz w:val="24"/>
                <w:szCs w:val="24"/>
              </w:rPr>
              <w:t>516,2</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43</w:t>
            </w:r>
            <w:r>
              <w:rPr>
                <w:rFonts w:ascii="Times New Roman" w:hAnsi="Times New Roman"/>
                <w:sz w:val="24"/>
                <w:szCs w:val="24"/>
              </w:rPr>
              <w:t>102,2</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43</w:t>
            </w:r>
            <w:r>
              <w:rPr>
                <w:rFonts w:ascii="Times New Roman" w:hAnsi="Times New Roman"/>
                <w:sz w:val="24"/>
                <w:szCs w:val="24"/>
              </w:rPr>
              <w:t>162,6</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4</w:t>
            </w:r>
            <w:r>
              <w:rPr>
                <w:rFonts w:ascii="Times New Roman" w:hAnsi="Times New Roman"/>
                <w:sz w:val="24"/>
                <w:szCs w:val="24"/>
              </w:rPr>
              <w:t>2837,6</w:t>
            </w:r>
            <w:r w:rsidRPr="00CD7936">
              <w:rPr>
                <w:rFonts w:ascii="Times New Roman" w:hAnsi="Times New Roman"/>
                <w:sz w:val="24"/>
                <w:szCs w:val="24"/>
              </w:rPr>
              <w:t xml:space="preserve">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средства физических лиц  19084,3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8286,9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936,0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2228,6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2340,0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2507,1  тыс. рублей;</w:t>
            </w:r>
          </w:p>
          <w:p w:rsidR="00795AB4" w:rsidRPr="00CD7936" w:rsidRDefault="00795AB4"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2785,7  тыс. рублей.</w:t>
            </w:r>
          </w:p>
          <w:p w:rsidR="00795AB4" w:rsidRPr="00343502" w:rsidRDefault="00795AB4" w:rsidP="008228E7"/>
        </w:tc>
      </w:tr>
      <w:tr w:rsidR="00795AB4" w:rsidRPr="002A1C96" w:rsidTr="008228E7">
        <w:trPr>
          <w:trHeight w:val="1125"/>
        </w:trPr>
        <w:tc>
          <w:tcPr>
            <w:tcW w:w="4608" w:type="dxa"/>
            <w:tcBorders>
              <w:top w:val="nil"/>
              <w:left w:val="single" w:sz="4" w:space="0" w:color="auto"/>
              <w:bottom w:val="single" w:sz="4" w:space="0" w:color="auto"/>
              <w:right w:val="single" w:sz="4" w:space="0" w:color="auto"/>
            </w:tcBorders>
          </w:tcPr>
          <w:p w:rsidR="00795AB4" w:rsidRPr="00343502" w:rsidRDefault="00795AB4" w:rsidP="008228E7">
            <w:r w:rsidRPr="00343502">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795AB4" w:rsidRPr="00343502" w:rsidRDefault="00795AB4" w:rsidP="008228E7">
            <w:pPr>
              <w:jc w:val="both"/>
            </w:pPr>
            <w:r w:rsidRPr="00343502">
              <w:t xml:space="preserve">- повышение эффективности деятельности органов местного самоуправления; </w:t>
            </w:r>
          </w:p>
          <w:p w:rsidR="00795AB4" w:rsidRPr="00343502" w:rsidRDefault="00795AB4" w:rsidP="008228E7">
            <w:pPr>
              <w:jc w:val="both"/>
            </w:pPr>
            <w:r w:rsidRPr="00343502">
              <w:t>- повышение уровня доверия населения к муниципальным служащим;</w:t>
            </w:r>
          </w:p>
          <w:p w:rsidR="00795AB4" w:rsidRPr="00343502" w:rsidRDefault="00795AB4" w:rsidP="008228E7">
            <w:r w:rsidRPr="00343502">
              <w:t xml:space="preserve">-   повышение уровня профессиональной компетентности муниципальных служащих  </w:t>
            </w:r>
          </w:p>
        </w:tc>
      </w:tr>
    </w:tbl>
    <w:p w:rsidR="00795AB4" w:rsidRDefault="00795AB4" w:rsidP="00434943">
      <w:pPr>
        <w:pStyle w:val="a8"/>
        <w:tabs>
          <w:tab w:val="left" w:pos="708"/>
        </w:tabs>
        <w:rPr>
          <w:b/>
          <w:sz w:val="26"/>
        </w:rPr>
      </w:pPr>
    </w:p>
    <w:p w:rsidR="00795AB4" w:rsidRDefault="00795AB4" w:rsidP="00434943">
      <w:pPr>
        <w:pStyle w:val="a8"/>
        <w:tabs>
          <w:tab w:val="left" w:pos="708"/>
        </w:tabs>
        <w:rPr>
          <w:b/>
          <w:sz w:val="26"/>
        </w:rPr>
      </w:pPr>
    </w:p>
    <w:p w:rsidR="00795AB4" w:rsidRDefault="00795AB4"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795AB4" w:rsidRDefault="00795AB4" w:rsidP="006F2901">
      <w:pPr>
        <w:ind w:left="709"/>
        <w:jc w:val="both"/>
        <w:rPr>
          <w:b/>
          <w:sz w:val="26"/>
          <w:szCs w:val="26"/>
        </w:rPr>
      </w:pPr>
    </w:p>
    <w:p w:rsidR="00795AB4" w:rsidRDefault="00795AB4"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795AB4" w:rsidRDefault="00795AB4"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795AB4" w:rsidRDefault="00795AB4"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795AB4" w:rsidRDefault="00795AB4"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795AB4" w:rsidRDefault="00795AB4"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795AB4" w:rsidRDefault="00795AB4"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795AB4" w:rsidRDefault="00795AB4"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795AB4" w:rsidRDefault="00795AB4"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795AB4" w:rsidRDefault="00795AB4"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795AB4" w:rsidRDefault="00795AB4"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795AB4" w:rsidRDefault="00795AB4" w:rsidP="00A91139">
      <w:pPr>
        <w:autoSpaceDE w:val="0"/>
        <w:autoSpaceDN w:val="0"/>
        <w:adjustRightInd w:val="0"/>
        <w:ind w:firstLine="540"/>
        <w:jc w:val="both"/>
      </w:pPr>
      <w:r>
        <w:lastRenderedPageBreak/>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795AB4" w:rsidRDefault="00795AB4"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795AB4" w:rsidRDefault="00795AB4"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795AB4" w:rsidRDefault="00795AB4"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795AB4" w:rsidRDefault="00795AB4"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795AB4" w:rsidRDefault="00795AB4"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795AB4" w:rsidRDefault="00795AB4"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795AB4" w:rsidRDefault="00795AB4"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795AB4" w:rsidRDefault="00795AB4" w:rsidP="00A91139">
      <w:pPr>
        <w:jc w:val="both"/>
      </w:pPr>
      <w:r>
        <w:t>- оптимизация состава имущества, необходимого для осуществления полномочий;</w:t>
      </w:r>
    </w:p>
    <w:p w:rsidR="00795AB4" w:rsidRDefault="00795AB4"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795AB4" w:rsidRDefault="00795AB4" w:rsidP="00A91139">
      <w:pPr>
        <w:ind w:firstLine="709"/>
        <w:jc w:val="both"/>
        <w:rPr>
          <w:rFonts w:ascii="Arial" w:hAnsi="Arial" w:cs="Arial"/>
          <w:color w:val="FF0000"/>
        </w:rPr>
      </w:pPr>
    </w:p>
    <w:p w:rsidR="00795AB4" w:rsidRPr="006F2901" w:rsidRDefault="00795AB4"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795AB4" w:rsidRDefault="00795AB4" w:rsidP="00A91139">
      <w:pPr>
        <w:autoSpaceDE w:val="0"/>
        <w:autoSpaceDN w:val="0"/>
        <w:adjustRightInd w:val="0"/>
        <w:jc w:val="both"/>
        <w:rPr>
          <w:rFonts w:eastAsia="Times New Roman"/>
          <w:lang w:eastAsia="ru-RU"/>
        </w:rPr>
      </w:pPr>
      <w:r>
        <w:rPr>
          <w:rFonts w:eastAsia="Times New Roman"/>
          <w:lang w:eastAsia="ru-RU"/>
        </w:rPr>
        <w:lastRenderedPageBreak/>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795AB4" w:rsidRDefault="00795AB4"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795AB4" w:rsidRDefault="00795AB4"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795AB4" w:rsidRDefault="00795AB4"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795AB4" w:rsidRDefault="00795AB4"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795AB4" w:rsidRDefault="00795AB4"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795AB4" w:rsidRDefault="00795AB4"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795AB4" w:rsidRDefault="00795AB4"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795AB4" w:rsidRDefault="00795AB4" w:rsidP="00A91139">
      <w:pPr>
        <w:ind w:firstLine="851"/>
        <w:jc w:val="both"/>
      </w:pPr>
      <w:r>
        <w:t>- создание эффективной системы управления муниципальным имуществом;</w:t>
      </w:r>
    </w:p>
    <w:p w:rsidR="00795AB4" w:rsidRDefault="00795AB4" w:rsidP="00A91139">
      <w:pPr>
        <w:widowControl w:val="0"/>
        <w:ind w:firstLine="851"/>
        <w:jc w:val="both"/>
      </w:pPr>
      <w:r>
        <w:t>- создание эффективной системы учета муниципального имущества.</w:t>
      </w:r>
    </w:p>
    <w:p w:rsidR="00795AB4" w:rsidRDefault="00795AB4" w:rsidP="00A91139">
      <w:pPr>
        <w:widowControl w:val="0"/>
        <w:ind w:firstLine="851"/>
        <w:jc w:val="both"/>
        <w:rPr>
          <w:i/>
          <w:color w:val="FF0000"/>
          <w:lang w:eastAsia="ru-RU"/>
        </w:rPr>
      </w:pPr>
    </w:p>
    <w:p w:rsidR="00795AB4" w:rsidRDefault="00795AB4" w:rsidP="00A91139">
      <w:pPr>
        <w:rPr>
          <w:lang w:eastAsia="ru-RU"/>
        </w:rPr>
      </w:pPr>
      <w:r>
        <w:rPr>
          <w:b/>
          <w:lang w:eastAsia="ru-RU"/>
        </w:rPr>
        <w:t xml:space="preserve">Целью </w:t>
      </w:r>
      <w:r>
        <w:rPr>
          <w:lang w:eastAsia="ru-RU"/>
        </w:rPr>
        <w:t xml:space="preserve">муниципальной программы является: </w:t>
      </w:r>
    </w:p>
    <w:p w:rsidR="00795AB4" w:rsidRDefault="00795AB4"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795AB4" w:rsidRDefault="00795AB4" w:rsidP="00A91139">
      <w:pPr>
        <w:jc w:val="both"/>
        <w:rPr>
          <w:lang w:eastAsia="ru-RU"/>
        </w:rPr>
      </w:pPr>
    </w:p>
    <w:p w:rsidR="00795AB4" w:rsidRDefault="00795AB4"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795AB4" w:rsidRDefault="00795AB4" w:rsidP="00A91139">
      <w:pPr>
        <w:jc w:val="both"/>
      </w:pPr>
      <w:r>
        <w:t xml:space="preserve">1.Совершенствование  правовых и организационных основ местного самоуправления, муниципальной службы. </w:t>
      </w:r>
    </w:p>
    <w:p w:rsidR="00795AB4" w:rsidRDefault="00795AB4" w:rsidP="00A91139">
      <w:pPr>
        <w:jc w:val="both"/>
      </w:pPr>
      <w:r>
        <w:t xml:space="preserve">2.Повышение удовлетворенности населения деятельностью органов местного самоуправления. </w:t>
      </w:r>
    </w:p>
    <w:p w:rsidR="00795AB4" w:rsidRDefault="00795AB4" w:rsidP="00A91139">
      <w:pPr>
        <w:jc w:val="both"/>
      </w:pPr>
      <w:r>
        <w:t>3. Создание условий для обеспечения эффективного муниципального управления.</w:t>
      </w:r>
    </w:p>
    <w:p w:rsidR="00795AB4" w:rsidRDefault="00795AB4" w:rsidP="00A91139">
      <w:pPr>
        <w:jc w:val="both"/>
      </w:pPr>
      <w:r>
        <w:t xml:space="preserve">4. Повышение качества предоставления муниципальных услуг жителям района. </w:t>
      </w:r>
    </w:p>
    <w:p w:rsidR="00795AB4" w:rsidRDefault="00795AB4" w:rsidP="00A91139">
      <w:pPr>
        <w:pStyle w:val="a3"/>
        <w:ind w:left="0"/>
        <w:jc w:val="both"/>
        <w:rPr>
          <w:b/>
        </w:rPr>
      </w:pPr>
    </w:p>
    <w:p w:rsidR="00795AB4" w:rsidRDefault="00795AB4" w:rsidP="00A91139">
      <w:pPr>
        <w:jc w:val="both"/>
      </w:pPr>
      <w:r w:rsidRPr="00194AB1">
        <w:rPr>
          <w:b/>
        </w:rPr>
        <w:t>Показатели,</w:t>
      </w:r>
      <w:r>
        <w:t xml:space="preserve"> используемые для достижения поставленной цели: </w:t>
      </w:r>
    </w:p>
    <w:p w:rsidR="00795AB4" w:rsidRPr="00D926D0" w:rsidRDefault="00795AB4" w:rsidP="00D926D0">
      <w:r>
        <w:t>1</w:t>
      </w:r>
      <w:r w:rsidRPr="00D926D0">
        <w:t xml:space="preserve">. Количество муниципальных услуг, оказываемых в электронном виде, ед. </w:t>
      </w:r>
    </w:p>
    <w:p w:rsidR="00795AB4" w:rsidRPr="00D926D0" w:rsidRDefault="00795AB4" w:rsidP="00D926D0">
      <w:r>
        <w:t>2</w:t>
      </w:r>
      <w:r w:rsidRPr="00D926D0">
        <w:t xml:space="preserve">.Доля НПА, проекты которых прошли правовую и антикоррупционную экспертизу, %.  </w:t>
      </w:r>
    </w:p>
    <w:p w:rsidR="00795AB4" w:rsidRPr="00D926D0" w:rsidRDefault="00795AB4"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795AB4" w:rsidRPr="00D926D0" w:rsidRDefault="00795AB4"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795AB4" w:rsidRDefault="00795AB4" w:rsidP="00D926D0">
      <w:r>
        <w:t xml:space="preserve"> </w:t>
      </w:r>
    </w:p>
    <w:p w:rsidR="00795AB4" w:rsidRPr="00151251" w:rsidRDefault="00795AB4"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95AB4" w:rsidRPr="00151251" w:rsidRDefault="00795AB4" w:rsidP="00864C29">
      <w:r w:rsidRPr="00151251">
        <w:t>Общий срок реализации программы рассчитан на период с 2014 по 2019 год (в один этап).</w:t>
      </w:r>
    </w:p>
    <w:p w:rsidR="00795AB4" w:rsidRPr="00151251" w:rsidRDefault="00795AB4" w:rsidP="00A91139">
      <w:pPr>
        <w:pStyle w:val="a3"/>
        <w:ind w:left="0"/>
        <w:rPr>
          <w:rFonts w:ascii="Arial" w:hAnsi="Arial" w:cs="Arial"/>
        </w:rPr>
      </w:pPr>
    </w:p>
    <w:p w:rsidR="00795AB4" w:rsidRPr="00151251" w:rsidRDefault="00795AB4" w:rsidP="00A91139">
      <w:pPr>
        <w:pStyle w:val="a3"/>
        <w:ind w:left="0"/>
        <w:rPr>
          <w:b/>
        </w:rPr>
      </w:pPr>
      <w:r w:rsidRPr="00151251">
        <w:rPr>
          <w:b/>
        </w:rPr>
        <w:t xml:space="preserve">Конечные результаты муниципальной программы: </w:t>
      </w:r>
    </w:p>
    <w:p w:rsidR="00795AB4" w:rsidRPr="00151251" w:rsidRDefault="00795AB4" w:rsidP="00A91139">
      <w:pPr>
        <w:pStyle w:val="a3"/>
        <w:ind w:left="0"/>
      </w:pPr>
      <w:r w:rsidRPr="00151251">
        <w:t xml:space="preserve">- повышение эффективности деятельности органов местного самоуправления; </w:t>
      </w:r>
    </w:p>
    <w:p w:rsidR="00795AB4" w:rsidRPr="00151251" w:rsidRDefault="00795AB4" w:rsidP="00A91139">
      <w:pPr>
        <w:jc w:val="both"/>
      </w:pPr>
      <w:r w:rsidRPr="00151251">
        <w:t>- повышение уровня доверия населения к муниципальным служащим;</w:t>
      </w:r>
    </w:p>
    <w:p w:rsidR="00795AB4" w:rsidRPr="00151251" w:rsidRDefault="00795AB4"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795AB4" w:rsidRPr="00151251" w:rsidRDefault="00795AB4" w:rsidP="00A91139">
      <w:pPr>
        <w:pStyle w:val="a3"/>
        <w:ind w:left="0"/>
        <w:rPr>
          <w:rFonts w:ascii="Arial" w:hAnsi="Arial" w:cs="Arial"/>
        </w:rPr>
      </w:pPr>
    </w:p>
    <w:p w:rsidR="00795AB4" w:rsidRPr="006E3BEE" w:rsidRDefault="00795AB4" w:rsidP="00434943">
      <w:pPr>
        <w:jc w:val="right"/>
        <w:rPr>
          <w:color w:val="0000FF"/>
          <w:szCs w:val="28"/>
        </w:rPr>
      </w:pPr>
    </w:p>
    <w:p w:rsidR="00795AB4" w:rsidRPr="004D300B" w:rsidRDefault="00795AB4" w:rsidP="00BE7456">
      <w:pPr>
        <w:ind w:firstLine="709"/>
        <w:jc w:val="center"/>
        <w:rPr>
          <w:b/>
          <w:sz w:val="26"/>
          <w:szCs w:val="26"/>
        </w:rPr>
      </w:pPr>
      <w:r w:rsidRPr="004D300B">
        <w:rPr>
          <w:b/>
          <w:sz w:val="26"/>
          <w:szCs w:val="26"/>
        </w:rPr>
        <w:lastRenderedPageBreak/>
        <w:t>3. Обоснования выделения подпрограмм и обобщенная характеристика основных мероприятий</w:t>
      </w:r>
    </w:p>
    <w:p w:rsidR="00795AB4" w:rsidRPr="004D300B" w:rsidRDefault="00795AB4" w:rsidP="00BE7456">
      <w:pPr>
        <w:autoSpaceDE w:val="0"/>
        <w:autoSpaceDN w:val="0"/>
        <w:adjustRightInd w:val="0"/>
        <w:rPr>
          <w:rFonts w:eastAsia="Times New Roman"/>
          <w:lang w:eastAsia="ru-RU"/>
        </w:rPr>
      </w:pPr>
    </w:p>
    <w:p w:rsidR="00795AB4" w:rsidRPr="004D300B" w:rsidRDefault="00795AB4"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795AB4" w:rsidRPr="004D300B" w:rsidRDefault="00795AB4"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795AB4" w:rsidRPr="004D300B" w:rsidRDefault="00795AB4"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795AB4" w:rsidRPr="004D300B" w:rsidRDefault="00795AB4" w:rsidP="00BE7456">
      <w:pPr>
        <w:autoSpaceDE w:val="0"/>
        <w:autoSpaceDN w:val="0"/>
        <w:adjustRightInd w:val="0"/>
        <w:jc w:val="both"/>
        <w:rPr>
          <w:rFonts w:eastAsia="Times New Roman"/>
          <w:lang w:eastAsia="ru-RU"/>
        </w:rPr>
      </w:pPr>
    </w:p>
    <w:p w:rsidR="00795AB4" w:rsidRPr="004D300B" w:rsidRDefault="00795AB4"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795AB4" w:rsidRPr="004D300B" w:rsidRDefault="00795AB4"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795AB4" w:rsidRPr="004D300B" w:rsidRDefault="00795AB4"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795AB4" w:rsidRPr="004D300B" w:rsidRDefault="00795AB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795AB4" w:rsidRPr="004D300B" w:rsidRDefault="00795AB4" w:rsidP="00BE7456">
      <w:pPr>
        <w:jc w:val="both"/>
      </w:pPr>
      <w:r w:rsidRPr="004D300B">
        <w:t xml:space="preserve">Увеличение количества муниципальных услуг, предоставляемых в электронном виде </w:t>
      </w:r>
    </w:p>
    <w:p w:rsidR="00795AB4" w:rsidRPr="004D300B" w:rsidRDefault="00795AB4" w:rsidP="00BE7456">
      <w:pPr>
        <w:jc w:val="both"/>
      </w:pPr>
      <w:r w:rsidRPr="004D300B">
        <w:t xml:space="preserve">Сокращение сроков административных процедур при предоставлении муниципальных услуг. </w:t>
      </w:r>
    </w:p>
    <w:p w:rsidR="00795AB4" w:rsidRPr="004D300B" w:rsidRDefault="00795AB4"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795AB4" w:rsidRPr="004D300B" w:rsidRDefault="00795AB4" w:rsidP="00BE7456">
      <w:pPr>
        <w:jc w:val="both"/>
      </w:pPr>
      <w:r w:rsidRPr="004D300B">
        <w:t>Повышение престижа муниципальной службы и авторитета муниципальных служащих</w:t>
      </w:r>
    </w:p>
    <w:p w:rsidR="00795AB4" w:rsidRPr="004D300B" w:rsidRDefault="00795AB4"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95AB4" w:rsidRPr="004D300B" w:rsidRDefault="00795AB4"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795AB4" w:rsidRPr="004D300B" w:rsidRDefault="00795AB4" w:rsidP="00BE7456">
      <w:pPr>
        <w:jc w:val="both"/>
      </w:pPr>
      <w:r w:rsidRPr="004D300B">
        <w:t xml:space="preserve">Повышение качества принимаемых нормативно-правовых актов. </w:t>
      </w:r>
    </w:p>
    <w:p w:rsidR="00795AB4" w:rsidRPr="004D300B" w:rsidRDefault="00795AB4"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795AB4" w:rsidRPr="004D300B" w:rsidRDefault="00795AB4"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795AB4" w:rsidRPr="004D300B" w:rsidRDefault="00795AB4"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795AB4" w:rsidRPr="004D300B" w:rsidRDefault="00795AB4" w:rsidP="00BE7456">
      <w:pPr>
        <w:rPr>
          <w:szCs w:val="28"/>
        </w:rPr>
      </w:pPr>
      <w:r w:rsidRPr="004D300B">
        <w:rPr>
          <w:szCs w:val="28"/>
        </w:rPr>
        <w:t>3. Управление резервным фондом.</w:t>
      </w:r>
    </w:p>
    <w:p w:rsidR="00795AB4" w:rsidRPr="004D300B" w:rsidRDefault="00795AB4"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795AB4" w:rsidRPr="004D300B" w:rsidRDefault="00795AB4"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795AB4" w:rsidRPr="004D300B" w:rsidRDefault="00795AB4" w:rsidP="00BE7456">
      <w:pPr>
        <w:autoSpaceDE w:val="0"/>
        <w:autoSpaceDN w:val="0"/>
        <w:adjustRightInd w:val="0"/>
        <w:jc w:val="both"/>
        <w:rPr>
          <w:szCs w:val="28"/>
        </w:rPr>
      </w:pPr>
      <w:r w:rsidRPr="004D300B">
        <w:rPr>
          <w:szCs w:val="28"/>
        </w:rPr>
        <w:t>6. Выплаты почетным гражданам.</w:t>
      </w:r>
    </w:p>
    <w:p w:rsidR="00795AB4" w:rsidRDefault="00795AB4" w:rsidP="00BE7456">
      <w:pPr>
        <w:rPr>
          <w:szCs w:val="28"/>
        </w:rPr>
      </w:pPr>
      <w:r w:rsidRPr="004D300B">
        <w:rPr>
          <w:szCs w:val="28"/>
        </w:rPr>
        <w:t>7. Обеспечение экологической безопасности и качества окружающей среды.</w:t>
      </w:r>
    </w:p>
    <w:p w:rsidR="00795AB4" w:rsidRPr="00A0281F" w:rsidRDefault="00795AB4" w:rsidP="00BE7456">
      <w:pPr>
        <w:rPr>
          <w:color w:val="0000FF"/>
          <w:szCs w:val="28"/>
        </w:rPr>
      </w:pPr>
      <w:r w:rsidRPr="00A0281F">
        <w:rPr>
          <w:color w:val="0000FF"/>
          <w:szCs w:val="28"/>
        </w:rPr>
        <w:t>8. Финансовое обеспечение других обязательств государства.</w:t>
      </w:r>
    </w:p>
    <w:p w:rsidR="00795AB4" w:rsidRPr="004D300B" w:rsidRDefault="00795AB4" w:rsidP="00BE7456">
      <w:pPr>
        <w:rPr>
          <w:szCs w:val="28"/>
        </w:rPr>
      </w:pPr>
    </w:p>
    <w:p w:rsidR="00795AB4" w:rsidRDefault="00795AB4" w:rsidP="00BE7456">
      <w:pPr>
        <w:ind w:left="42"/>
        <w:jc w:val="both"/>
      </w:pPr>
    </w:p>
    <w:p w:rsidR="00795AB4" w:rsidRDefault="00795AB4" w:rsidP="00BE7456">
      <w:pPr>
        <w:ind w:left="42"/>
        <w:jc w:val="both"/>
      </w:pPr>
    </w:p>
    <w:p w:rsidR="00795AB4" w:rsidRPr="004D300B" w:rsidRDefault="00795AB4"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lastRenderedPageBreak/>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95AB4" w:rsidRPr="004D300B" w:rsidRDefault="00795AB4" w:rsidP="00BE7456">
      <w:pPr>
        <w:ind w:left="42"/>
        <w:jc w:val="both"/>
        <w:rPr>
          <w:rFonts w:eastAsia="Times New Roman"/>
          <w:b/>
          <w:sz w:val="22"/>
          <w:szCs w:val="22"/>
          <w:u w:val="single"/>
          <w:lang w:eastAsia="ru-RU"/>
        </w:rPr>
      </w:pP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795AB4" w:rsidRPr="004D300B" w:rsidRDefault="00795AB4"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795AB4" w:rsidRPr="004D300B" w:rsidRDefault="00795AB4"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795AB4" w:rsidRPr="004D300B" w:rsidRDefault="00795AB4"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95AB4" w:rsidRPr="004D300B" w:rsidRDefault="00795AB4" w:rsidP="00081955">
      <w:pPr>
        <w:jc w:val="both"/>
      </w:pPr>
      <w:r w:rsidRPr="004D300B">
        <w:t>- совершенствование программного и технического оснащения ЕДДС района;</w:t>
      </w:r>
    </w:p>
    <w:p w:rsidR="00795AB4" w:rsidRPr="004D300B" w:rsidRDefault="00795AB4"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795AB4" w:rsidRPr="004D300B" w:rsidRDefault="00795AB4"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95AB4" w:rsidRPr="004D300B" w:rsidRDefault="00795AB4"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795AB4" w:rsidRPr="004D300B" w:rsidRDefault="00795AB4" w:rsidP="00081955">
      <w:pPr>
        <w:jc w:val="both"/>
      </w:pPr>
      <w:r w:rsidRPr="004D300B">
        <w:t>1.Обеспечение безопасности в чрезвычайных ситуациях</w:t>
      </w:r>
    </w:p>
    <w:p w:rsidR="00795AB4" w:rsidRPr="004D300B" w:rsidRDefault="00795AB4" w:rsidP="00081955">
      <w:pPr>
        <w:jc w:val="both"/>
      </w:pPr>
      <w:r w:rsidRPr="004D300B">
        <w:t>2. Предоставление транспортных услуг</w:t>
      </w:r>
      <w:r>
        <w:t>.</w:t>
      </w:r>
    </w:p>
    <w:p w:rsidR="00795AB4" w:rsidRPr="004D300B" w:rsidRDefault="00795AB4" w:rsidP="00081955">
      <w:pPr>
        <w:jc w:val="both"/>
        <w:rPr>
          <w:rFonts w:eastAsia="Times New Roman"/>
          <w:lang w:eastAsia="ru-RU"/>
        </w:rPr>
      </w:pPr>
      <w:r w:rsidRPr="004D300B">
        <w:t>3. Финансовое обеспечение других обязательств государства</w:t>
      </w:r>
      <w:r>
        <w:t>.</w:t>
      </w:r>
    </w:p>
    <w:p w:rsidR="00795AB4" w:rsidRDefault="00795AB4" w:rsidP="00BE7456">
      <w:pPr>
        <w:ind w:left="42"/>
        <w:jc w:val="both"/>
        <w:rPr>
          <w:rFonts w:eastAsia="Times New Roman"/>
          <w:b/>
          <w:u w:val="single"/>
          <w:lang w:eastAsia="ru-RU"/>
        </w:rPr>
      </w:pPr>
    </w:p>
    <w:p w:rsidR="00795AB4" w:rsidRPr="004D300B" w:rsidRDefault="00795AB4"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795AB4" w:rsidRPr="004D300B" w:rsidRDefault="00795AB4"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795AB4" w:rsidRPr="004D300B" w:rsidRDefault="00795AB4" w:rsidP="00081955">
      <w:pPr>
        <w:autoSpaceDE w:val="0"/>
        <w:autoSpaceDN w:val="0"/>
        <w:adjustRightInd w:val="0"/>
        <w:jc w:val="both"/>
      </w:pPr>
      <w:r w:rsidRPr="004D300B">
        <w:t>1. В части управления имуществом:</w:t>
      </w:r>
    </w:p>
    <w:p w:rsidR="00795AB4" w:rsidRPr="004D300B" w:rsidRDefault="00795AB4" w:rsidP="00081955">
      <w:pPr>
        <w:autoSpaceDE w:val="0"/>
        <w:autoSpaceDN w:val="0"/>
        <w:adjustRightInd w:val="0"/>
        <w:jc w:val="both"/>
      </w:pPr>
      <w:r w:rsidRPr="004D300B">
        <w:t>- учет и управление муниципальным имуществом.</w:t>
      </w:r>
    </w:p>
    <w:p w:rsidR="00795AB4" w:rsidRPr="004D300B" w:rsidRDefault="00795AB4" w:rsidP="00081955">
      <w:pPr>
        <w:autoSpaceDE w:val="0"/>
        <w:autoSpaceDN w:val="0"/>
        <w:adjustRightInd w:val="0"/>
        <w:jc w:val="both"/>
      </w:pPr>
      <w:r w:rsidRPr="004D300B">
        <w:t>2. В части управления земельными ресурсами:</w:t>
      </w:r>
    </w:p>
    <w:p w:rsidR="00795AB4" w:rsidRPr="004D300B" w:rsidRDefault="00795AB4"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795AB4" w:rsidRPr="004D300B" w:rsidRDefault="00795AB4"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795AB4" w:rsidRPr="004D300B" w:rsidRDefault="00795AB4" w:rsidP="00081955">
      <w:pPr>
        <w:pStyle w:val="a4"/>
        <w:ind w:left="71" w:right="85"/>
        <w:jc w:val="both"/>
        <w:rPr>
          <w:b w:val="0"/>
        </w:rPr>
      </w:pPr>
      <w:r w:rsidRPr="004D300B">
        <w:rPr>
          <w:b w:val="0"/>
        </w:rPr>
        <w:t>2)содержание имущества и проведение ремонтных работ для привлечения дополнительных арендаторов;</w:t>
      </w:r>
    </w:p>
    <w:p w:rsidR="00795AB4" w:rsidRPr="004D300B" w:rsidRDefault="00795AB4"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795AB4" w:rsidRPr="004D300B" w:rsidRDefault="00795AB4" w:rsidP="00081955">
      <w:pPr>
        <w:pStyle w:val="a4"/>
        <w:ind w:left="71" w:right="85"/>
        <w:jc w:val="both"/>
        <w:rPr>
          <w:rStyle w:val="1a"/>
          <w:b w:val="0"/>
        </w:rPr>
      </w:pPr>
      <w:r w:rsidRPr="004D300B">
        <w:rPr>
          <w:rStyle w:val="1a"/>
          <w:b w:val="0"/>
        </w:rPr>
        <w:t>4) публикация информационных сообщений</w:t>
      </w:r>
    </w:p>
    <w:p w:rsidR="00795AB4" w:rsidRPr="004D300B" w:rsidRDefault="00795AB4" w:rsidP="00081955">
      <w:pPr>
        <w:ind w:left="42"/>
        <w:jc w:val="both"/>
      </w:pPr>
      <w:r w:rsidRPr="004D300B">
        <w:t>5) обеспечение деятельности МКУ «Отдел по управлению муниципальным имуществом».</w:t>
      </w:r>
    </w:p>
    <w:p w:rsidR="00795AB4" w:rsidRPr="004D300B" w:rsidRDefault="00795AB4"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795AB4" w:rsidRPr="004D300B" w:rsidRDefault="00795AB4"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795AB4" w:rsidRPr="004D300B" w:rsidRDefault="00795AB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795AB4" w:rsidRPr="004D300B" w:rsidRDefault="00795AB4" w:rsidP="00BE7456">
      <w:pPr>
        <w:tabs>
          <w:tab w:val="left" w:pos="6660"/>
        </w:tabs>
        <w:jc w:val="both"/>
        <w:rPr>
          <w:szCs w:val="28"/>
        </w:rPr>
      </w:pPr>
      <w:r w:rsidRPr="004D300B">
        <w:rPr>
          <w:szCs w:val="28"/>
        </w:rPr>
        <w:lastRenderedPageBreak/>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795AB4" w:rsidRPr="004D300B" w:rsidRDefault="00795AB4"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95AB4" w:rsidRPr="004D300B" w:rsidRDefault="00795AB4"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795AB4" w:rsidRPr="004D300B" w:rsidRDefault="00795AB4" w:rsidP="00BE7456">
      <w:pPr>
        <w:ind w:left="42"/>
        <w:jc w:val="both"/>
        <w:rPr>
          <w:rFonts w:eastAsia="Times New Roman"/>
          <w:lang w:eastAsia="ru-RU"/>
        </w:rPr>
      </w:pPr>
      <w:r>
        <w:rPr>
          <w:szCs w:val="28"/>
        </w:rPr>
        <w:t>1. Обеспечение жильём молодых семей</w:t>
      </w:r>
    </w:p>
    <w:p w:rsidR="00795AB4" w:rsidRPr="004D300B" w:rsidRDefault="00795AB4"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795AB4" w:rsidRPr="004D300B" w:rsidRDefault="00795AB4"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795AB4" w:rsidRPr="004D300B" w:rsidRDefault="00795AB4"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95AB4" w:rsidRPr="004D300B" w:rsidRDefault="00795AB4"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самозанятости. </w:t>
      </w:r>
    </w:p>
    <w:p w:rsidR="00795AB4" w:rsidRPr="004D300B" w:rsidRDefault="00795AB4"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795AB4" w:rsidRPr="004D300B" w:rsidRDefault="00795A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795AB4" w:rsidRPr="005F00DB" w:rsidRDefault="00795AB4"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795AB4" w:rsidRDefault="00795AB4" w:rsidP="00F12A77">
      <w:pPr>
        <w:rPr>
          <w:rFonts w:eastAsia="Times New Roman"/>
          <w:lang w:eastAsia="ru-RU"/>
        </w:rPr>
      </w:pPr>
      <w:r>
        <w:rPr>
          <w:rFonts w:eastAsia="Times New Roman"/>
          <w:lang w:eastAsia="ru-RU"/>
        </w:rPr>
        <w:t xml:space="preserve">2.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795AB4" w:rsidRPr="00151251" w:rsidRDefault="00795AB4" w:rsidP="00F12A77">
      <w:pPr>
        <w:rPr>
          <w:rFonts w:ascii="Arial" w:hAnsi="Arial" w:cs="Arial"/>
          <w:bCs/>
        </w:rPr>
      </w:pPr>
    </w:p>
    <w:p w:rsidR="00795AB4" w:rsidRPr="00151251" w:rsidRDefault="00795AB4"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«Строительство спортивных сооружений на территории Таловского муниципального района».</w:t>
      </w:r>
    </w:p>
    <w:p w:rsidR="00795AB4" w:rsidRPr="00151251" w:rsidRDefault="00795AB4" w:rsidP="00BE7456">
      <w:pPr>
        <w:rPr>
          <w:rFonts w:eastAsia="Times New Roman"/>
          <w:lang w:eastAsia="ru-RU"/>
        </w:rPr>
      </w:pPr>
      <w:r w:rsidRPr="00151251">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795AB4" w:rsidRPr="00151251" w:rsidRDefault="00795AB4"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795AB4" w:rsidRPr="00151251" w:rsidRDefault="00795AB4" w:rsidP="00BE7456">
      <w:pPr>
        <w:rPr>
          <w:rFonts w:eastAsia="Times New Roman"/>
          <w:lang w:eastAsia="ru-RU"/>
        </w:rPr>
      </w:pPr>
      <w:r w:rsidRPr="00151251">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795AB4" w:rsidRPr="00151251" w:rsidRDefault="00795AB4"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795AB4" w:rsidRPr="00151251" w:rsidRDefault="00795AB4"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795AB4" w:rsidRPr="00151251" w:rsidRDefault="00795AB4" w:rsidP="00BE7456">
      <w:pPr>
        <w:jc w:val="both"/>
        <w:outlineLvl w:val="2"/>
      </w:pPr>
      <w:r w:rsidRPr="00151251">
        <w:t>1.Строительство и реконструкция спортивных объектов муниципальной собственности</w:t>
      </w:r>
    </w:p>
    <w:p w:rsidR="00795AB4" w:rsidRDefault="00795AB4" w:rsidP="007E3D78">
      <w:pPr>
        <w:ind w:left="42"/>
        <w:jc w:val="both"/>
        <w:rPr>
          <w:rFonts w:eastAsia="Times New Roman"/>
          <w:b/>
          <w:u w:val="single"/>
          <w:lang w:eastAsia="ru-RU"/>
        </w:rPr>
      </w:pPr>
    </w:p>
    <w:p w:rsidR="00795AB4" w:rsidRPr="00151251" w:rsidRDefault="00795AB4" w:rsidP="007E3D78">
      <w:pPr>
        <w:ind w:left="42"/>
        <w:jc w:val="both"/>
        <w:rPr>
          <w:rFonts w:eastAsia="Times New Roman"/>
          <w:b/>
          <w:u w:val="single"/>
          <w:lang w:eastAsia="ru-RU"/>
        </w:rPr>
      </w:pPr>
      <w:r w:rsidRPr="00151251">
        <w:rPr>
          <w:rFonts w:eastAsia="Times New Roman"/>
          <w:b/>
          <w:u w:val="single"/>
          <w:lang w:eastAsia="ru-RU"/>
        </w:rPr>
        <w:t>7.Подпрограмма  «Ремонт и благоустройство военно-мемориальных объектов Таловского муниципального района на 2015-2019 годы.</w:t>
      </w:r>
    </w:p>
    <w:p w:rsidR="00795AB4" w:rsidRPr="007E3D78" w:rsidRDefault="00795AB4"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795AB4" w:rsidRPr="007E3D78" w:rsidRDefault="00795AB4"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795AB4" w:rsidRPr="007E3D78" w:rsidRDefault="00795AB4"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795AB4" w:rsidRPr="007E3D78" w:rsidRDefault="00795AB4"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795AB4" w:rsidRDefault="00795AB4" w:rsidP="008C566A">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795AB4" w:rsidRPr="008C566A" w:rsidRDefault="00795AB4" w:rsidP="008C566A">
      <w:pPr>
        <w:rPr>
          <w:b/>
          <w:color w:val="FF0000"/>
          <w:sz w:val="26"/>
          <w:szCs w:val="26"/>
        </w:rPr>
      </w:pPr>
    </w:p>
    <w:p w:rsidR="00795AB4" w:rsidRPr="00343502" w:rsidRDefault="00795AB4" w:rsidP="00343502">
      <w:pPr>
        <w:rPr>
          <w:b/>
        </w:rPr>
      </w:pPr>
      <w:r w:rsidRPr="00343502">
        <w:rPr>
          <w:rFonts w:eastAsia="Times New Roman"/>
          <w:b/>
          <w:u w:val="single"/>
          <w:lang w:eastAsia="ru-RU"/>
        </w:rPr>
        <w:lastRenderedPageBreak/>
        <w:t xml:space="preserve">8.Подпрограмма </w:t>
      </w:r>
      <w:r w:rsidRPr="00343502">
        <w:rPr>
          <w:b/>
          <w:color w:val="000000"/>
          <w:u w:val="single"/>
        </w:rPr>
        <w:t>«Развитие транспортной системы Таловского муниципального района».</w:t>
      </w:r>
      <w:r w:rsidRPr="00343502">
        <w:rPr>
          <w:rFonts w:eastAsia="Times New Roman"/>
          <w:b/>
          <w:u w:val="single"/>
          <w:lang w:eastAsia="ru-RU"/>
        </w:rPr>
        <w:t xml:space="preserve"> </w:t>
      </w:r>
    </w:p>
    <w:p w:rsidR="00795AB4" w:rsidRDefault="00795AB4" w:rsidP="00800B35">
      <w:pPr>
        <w:ind w:firstLine="709"/>
        <w:jc w:val="center"/>
        <w:rPr>
          <w:b/>
          <w:sz w:val="26"/>
          <w:szCs w:val="26"/>
        </w:rPr>
      </w:pPr>
    </w:p>
    <w:p w:rsidR="00795AB4" w:rsidRDefault="00795AB4" w:rsidP="00C21082">
      <w:pPr>
        <w:jc w:val="both"/>
        <w:rPr>
          <w:b/>
          <w:sz w:val="26"/>
          <w:szCs w:val="26"/>
        </w:rPr>
      </w:pPr>
      <w:r w:rsidRPr="007E3D78">
        <w:rPr>
          <w:rFonts w:eastAsia="Times New Roman"/>
          <w:lang w:eastAsia="ru-RU"/>
        </w:rPr>
        <w:t>Целью  подпрограммы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795AB4" w:rsidRPr="007E3D78" w:rsidRDefault="00795AB4"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795AB4" w:rsidRDefault="00795AB4"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795AB4" w:rsidRDefault="00795AB4"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795AB4" w:rsidRDefault="00795AB4" w:rsidP="00C21082">
      <w:r>
        <w:t>- о</w:t>
      </w:r>
      <w:r w:rsidRPr="00F60339">
        <w:t>беспечение потребности насе</w:t>
      </w:r>
      <w:r>
        <w:t>ления в пассажирских перевозках;</w:t>
      </w:r>
    </w:p>
    <w:p w:rsidR="00795AB4" w:rsidRDefault="00795AB4" w:rsidP="00C21082">
      <w:r>
        <w:t>- о</w:t>
      </w:r>
      <w:r w:rsidRPr="00F60339">
        <w:t>бновл</w:t>
      </w:r>
      <w:r>
        <w:t>ение парка транспортных средств;</w:t>
      </w:r>
    </w:p>
    <w:p w:rsidR="00795AB4" w:rsidRDefault="00795AB4" w:rsidP="00C21082">
      <w:pPr>
        <w:jc w:val="both"/>
        <w:rPr>
          <w:b/>
          <w:sz w:val="26"/>
          <w:szCs w:val="26"/>
        </w:rPr>
      </w:pPr>
      <w:r>
        <w:t>- о</w:t>
      </w:r>
      <w:r w:rsidRPr="00F60339">
        <w:t>беспечение экологичности используемых транспортных средств</w:t>
      </w:r>
    </w:p>
    <w:p w:rsidR="00795AB4" w:rsidRPr="004D300B" w:rsidRDefault="00795AB4"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795AB4" w:rsidRPr="004D300B" w:rsidRDefault="00795AB4"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795AB4" w:rsidRPr="0049123D" w:rsidRDefault="00795AB4" w:rsidP="0049123D">
      <w:pPr>
        <w:jc w:val="both"/>
        <w:outlineLvl w:val="2"/>
        <w:rPr>
          <w:color w:val="0000FF"/>
        </w:rPr>
      </w:pPr>
      <w:r w:rsidRPr="0049123D">
        <w:rPr>
          <w:color w:val="0000FF"/>
        </w:rPr>
        <w:t>1.Приобретение автобусов</w:t>
      </w:r>
    </w:p>
    <w:p w:rsidR="00795AB4" w:rsidRPr="0049123D" w:rsidRDefault="00795AB4" w:rsidP="0049123D">
      <w:pPr>
        <w:widowControl w:val="0"/>
        <w:autoSpaceDE w:val="0"/>
        <w:autoSpaceDN w:val="0"/>
        <w:adjustRightInd w:val="0"/>
        <w:jc w:val="both"/>
        <w:rPr>
          <w:color w:val="0000FF"/>
        </w:rPr>
      </w:pPr>
      <w:r w:rsidRPr="0049123D">
        <w:rPr>
          <w:color w:val="0000FF"/>
        </w:rPr>
        <w:t xml:space="preserve">2. 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795AB4" w:rsidRPr="004C6623" w:rsidRDefault="00795AB4" w:rsidP="00564EF0">
      <w:pPr>
        <w:jc w:val="both"/>
        <w:outlineLvl w:val="2"/>
        <w:rPr>
          <w:color w:val="FF0000"/>
        </w:rPr>
      </w:pPr>
    </w:p>
    <w:p w:rsidR="00795AB4" w:rsidRDefault="00795AB4" w:rsidP="00800B35">
      <w:pPr>
        <w:ind w:firstLine="709"/>
        <w:jc w:val="center"/>
        <w:rPr>
          <w:b/>
          <w:sz w:val="26"/>
          <w:szCs w:val="26"/>
        </w:rPr>
      </w:pPr>
    </w:p>
    <w:p w:rsidR="00795AB4" w:rsidRPr="004D300B" w:rsidRDefault="00795AB4" w:rsidP="00800B35">
      <w:pPr>
        <w:ind w:firstLine="709"/>
        <w:jc w:val="center"/>
        <w:rPr>
          <w:b/>
          <w:sz w:val="26"/>
          <w:szCs w:val="26"/>
        </w:rPr>
      </w:pPr>
      <w:r w:rsidRPr="004D300B">
        <w:rPr>
          <w:b/>
          <w:sz w:val="26"/>
          <w:szCs w:val="26"/>
        </w:rPr>
        <w:t>4. Ресурсное обеспечение муниципальной программы.</w:t>
      </w:r>
    </w:p>
    <w:p w:rsidR="00795AB4" w:rsidRPr="00540684" w:rsidRDefault="00795AB4" w:rsidP="00540684">
      <w:pPr>
        <w:ind w:firstLine="709"/>
        <w:jc w:val="both"/>
      </w:pPr>
      <w:r w:rsidRPr="00540684">
        <w:t>Объем прогнозируемых затрат на реализацию муниципальной программы 3</w:t>
      </w:r>
      <w:r>
        <w:t>81597,6</w:t>
      </w:r>
      <w:r w:rsidRPr="00540684">
        <w:t xml:space="preserve">   тыс. рублей, в том числе:</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2014 год -  137731,1 тыс. рублей;</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2015 год -  54854,5 тыс. рублей;</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2016 год -  48042,8 тыс. рублей;</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2017 год -  46780,2 тыс. рублей;</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2018 год -  47067,74 тыс. рублей;</w:t>
      </w:r>
    </w:p>
    <w:p w:rsidR="00795AB4" w:rsidRPr="00AD4D0D" w:rsidRDefault="00795AB4" w:rsidP="00540684">
      <w:pPr>
        <w:pStyle w:val="ConsPlusNormal"/>
        <w:ind w:firstLine="540"/>
        <w:jc w:val="both"/>
        <w:rPr>
          <w:rFonts w:ascii="Times New Roman" w:hAnsi="Times New Roman"/>
          <w:color w:val="0000FF"/>
          <w:sz w:val="24"/>
          <w:szCs w:val="24"/>
        </w:rPr>
      </w:pPr>
      <w:r w:rsidRPr="00AD4D0D">
        <w:rPr>
          <w:rFonts w:ascii="Times New Roman" w:hAnsi="Times New Roman"/>
          <w:color w:val="0000FF"/>
          <w:sz w:val="24"/>
          <w:szCs w:val="24"/>
        </w:rPr>
        <w:t>2019 год – 47121,31 тыс. рублей.</w:t>
      </w:r>
    </w:p>
    <w:p w:rsidR="00795AB4" w:rsidRPr="00540684" w:rsidRDefault="00795AB4"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795AB4" w:rsidRPr="00540684" w:rsidRDefault="00795AB4"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95AB4" w:rsidRPr="00540684" w:rsidRDefault="00795AB4"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95AB4" w:rsidRPr="00540684" w:rsidRDefault="00795AB4" w:rsidP="00540684">
      <w:pPr>
        <w:rPr>
          <w:rFonts w:ascii="Arial" w:hAnsi="Arial" w:cs="Arial"/>
          <w:bCs/>
        </w:rPr>
      </w:pPr>
    </w:p>
    <w:p w:rsidR="00795AB4" w:rsidRPr="004D300B" w:rsidRDefault="00795AB4" w:rsidP="00D926D0">
      <w:pPr>
        <w:ind w:firstLine="709"/>
        <w:jc w:val="both"/>
        <w:rPr>
          <w:rFonts w:ascii="Arial" w:hAnsi="Arial" w:cs="Arial"/>
        </w:rPr>
      </w:pPr>
    </w:p>
    <w:p w:rsidR="00795AB4" w:rsidRPr="007E3D78" w:rsidRDefault="00795AB4"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795AB4" w:rsidRPr="007E3D78" w:rsidRDefault="00795AB4" w:rsidP="006F2901">
      <w:pPr>
        <w:pStyle w:val="Default"/>
        <w:ind w:left="225"/>
        <w:jc w:val="center"/>
        <w:rPr>
          <w:rFonts w:eastAsia="Times New Roman"/>
          <w:color w:val="auto"/>
        </w:rPr>
      </w:pP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795AB4" w:rsidRPr="007E3D78" w:rsidRDefault="00795AB4"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95AB4" w:rsidRPr="007E3D78" w:rsidRDefault="00795AB4"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795AB4" w:rsidRPr="007E3D78" w:rsidRDefault="00795AB4" w:rsidP="00081955">
      <w:pPr>
        <w:ind w:firstLine="709"/>
        <w:jc w:val="both"/>
        <w:rPr>
          <w:b/>
        </w:rPr>
      </w:pPr>
    </w:p>
    <w:p w:rsidR="00795AB4" w:rsidRPr="007E3D78" w:rsidRDefault="00795AB4"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795AB4" w:rsidRPr="007E3D78" w:rsidRDefault="00795AB4" w:rsidP="00E203A4">
      <w:pPr>
        <w:ind w:firstLine="709"/>
        <w:jc w:val="both"/>
        <w:rPr>
          <w:b/>
          <w:sz w:val="26"/>
          <w:szCs w:val="26"/>
        </w:rPr>
      </w:pPr>
    </w:p>
    <w:p w:rsidR="00795AB4" w:rsidRPr="007E3D78" w:rsidRDefault="00795AB4"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795AB4" w:rsidRPr="0066384B" w:rsidRDefault="00795AB4"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795AB4" w:rsidRPr="0066384B" w:rsidRDefault="00795AB4"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795AB4" w:rsidRPr="0066384B" w:rsidRDefault="00795AB4" w:rsidP="009A2461">
      <w:pPr>
        <w:jc w:val="both"/>
        <w:rPr>
          <w:color w:val="000000"/>
        </w:rPr>
      </w:pPr>
      <w:r w:rsidRPr="0066384B">
        <w:rPr>
          <w:color w:val="000000"/>
        </w:rPr>
        <w:t>- повышение уровня доверия населения к муниципальным служащим;</w:t>
      </w:r>
    </w:p>
    <w:p w:rsidR="00795AB4" w:rsidRPr="0066384B" w:rsidRDefault="00795AB4"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E203A4">
      <w:pPr>
        <w:ind w:firstLine="709"/>
        <w:jc w:val="both"/>
        <w:rPr>
          <w:b/>
          <w:color w:val="0000FF"/>
          <w:sz w:val="26"/>
          <w:szCs w:val="26"/>
        </w:rPr>
      </w:pPr>
    </w:p>
    <w:p w:rsidR="00795AB4" w:rsidRDefault="00795AB4" w:rsidP="005C328D">
      <w:pPr>
        <w:outlineLvl w:val="0"/>
        <w:rPr>
          <w:b/>
          <w:color w:val="0000FF"/>
          <w:sz w:val="26"/>
          <w:szCs w:val="26"/>
        </w:rPr>
      </w:pPr>
      <w:r>
        <w:rPr>
          <w:b/>
          <w:color w:val="0000FF"/>
          <w:sz w:val="26"/>
          <w:szCs w:val="26"/>
        </w:rPr>
        <w:lastRenderedPageBreak/>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795AB4" w:rsidRDefault="00795AB4" w:rsidP="00B060B2">
      <w:pPr>
        <w:ind w:left="42"/>
        <w:jc w:val="both"/>
        <w:rPr>
          <w:rFonts w:eastAsia="Times New Roman"/>
          <w:b/>
          <w:sz w:val="26"/>
          <w:szCs w:val="26"/>
          <w:u w:val="single"/>
          <w:lang w:eastAsia="ru-RU"/>
        </w:rPr>
      </w:pPr>
    </w:p>
    <w:p w:rsidR="00795AB4" w:rsidRPr="004D300B" w:rsidRDefault="00795AB4"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795AB4" w:rsidRPr="004D300B" w:rsidRDefault="00795AB4"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795AB4" w:rsidRPr="004D300B" w:rsidTr="00151251">
        <w:trPr>
          <w:trHeight w:val="1245"/>
        </w:trPr>
        <w:tc>
          <w:tcPr>
            <w:tcW w:w="9908" w:type="dxa"/>
            <w:gridSpan w:val="2"/>
            <w:vAlign w:val="center"/>
          </w:tcPr>
          <w:p w:rsidR="00795AB4" w:rsidRPr="004D300B" w:rsidRDefault="00795AB4" w:rsidP="00151251">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795AB4"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95AB4" w:rsidRPr="004D300B" w:rsidRDefault="00795AB4" w:rsidP="00151251">
            <w:r w:rsidRPr="004D300B">
              <w:t xml:space="preserve"> Администрация Таловского муниципального района ее структурные подразделения </w:t>
            </w:r>
          </w:p>
        </w:tc>
      </w:tr>
      <w:tr w:rsidR="00795AB4" w:rsidRPr="004D300B" w:rsidTr="00151251">
        <w:trPr>
          <w:trHeight w:val="750"/>
        </w:trPr>
        <w:tc>
          <w:tcPr>
            <w:tcW w:w="4308" w:type="dxa"/>
            <w:tcBorders>
              <w:top w:val="nil"/>
              <w:left w:val="single" w:sz="4" w:space="0" w:color="auto"/>
              <w:bottom w:val="single" w:sz="4" w:space="0" w:color="auto"/>
              <w:right w:val="single" w:sz="4" w:space="0" w:color="auto"/>
            </w:tcBorders>
          </w:tcPr>
          <w:p w:rsidR="00795AB4" w:rsidRPr="004D300B" w:rsidRDefault="00795AB4"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95AB4" w:rsidRPr="004D300B" w:rsidRDefault="00795AB4" w:rsidP="00151251">
            <w:r w:rsidRPr="004D300B">
              <w:t>Совет народных депутатов  Таловского муниципального района</w:t>
            </w:r>
          </w:p>
        </w:tc>
      </w:tr>
      <w:tr w:rsidR="00795AB4" w:rsidRPr="004D300B" w:rsidTr="00151251">
        <w:trPr>
          <w:trHeight w:val="839"/>
        </w:trPr>
        <w:tc>
          <w:tcPr>
            <w:tcW w:w="4308" w:type="dxa"/>
            <w:tcBorders>
              <w:top w:val="nil"/>
              <w:left w:val="single" w:sz="4" w:space="0" w:color="auto"/>
              <w:bottom w:val="nil"/>
              <w:right w:val="single" w:sz="4" w:space="0" w:color="auto"/>
            </w:tcBorders>
          </w:tcPr>
          <w:p w:rsidR="00795AB4" w:rsidRPr="004D300B" w:rsidRDefault="00795AB4"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95AB4" w:rsidRPr="004D300B" w:rsidRDefault="00795AB4" w:rsidP="00151251">
            <w:r w:rsidRPr="004D300B">
              <w:t>Администрация Таловского муниципального района,  Совет народных депутатов  Таловского муниципального района</w:t>
            </w:r>
          </w:p>
        </w:tc>
      </w:tr>
      <w:tr w:rsidR="00795AB4" w:rsidRPr="004D300B" w:rsidTr="00151251">
        <w:trPr>
          <w:trHeight w:val="676"/>
        </w:trPr>
        <w:tc>
          <w:tcPr>
            <w:tcW w:w="4308" w:type="dxa"/>
            <w:tcBorders>
              <w:top w:val="nil"/>
              <w:left w:val="single" w:sz="4" w:space="0" w:color="auto"/>
              <w:bottom w:val="single" w:sz="4" w:space="0" w:color="auto"/>
              <w:right w:val="single" w:sz="4" w:space="0" w:color="auto"/>
            </w:tcBorders>
          </w:tcPr>
          <w:p w:rsidR="00795AB4" w:rsidRPr="004D300B" w:rsidRDefault="00795AB4"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95AB4" w:rsidRPr="004D300B" w:rsidRDefault="00795AB4"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795AB4" w:rsidRPr="004D300B" w:rsidRDefault="00795AB4"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795AB4" w:rsidRPr="004D300B" w:rsidRDefault="00795AB4" w:rsidP="00151251">
            <w:r w:rsidRPr="004D300B">
              <w:t>3. Управление резервным фондом.</w:t>
            </w:r>
          </w:p>
          <w:p w:rsidR="00795AB4" w:rsidRPr="004D300B" w:rsidRDefault="00795AB4"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795AB4" w:rsidRPr="004D300B" w:rsidRDefault="00795AB4"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795AB4" w:rsidRPr="004D300B" w:rsidRDefault="00795AB4" w:rsidP="00151251">
            <w:pPr>
              <w:autoSpaceDE w:val="0"/>
              <w:autoSpaceDN w:val="0"/>
              <w:adjustRightInd w:val="0"/>
              <w:jc w:val="both"/>
            </w:pPr>
            <w:r w:rsidRPr="004D300B">
              <w:t>6. Выплаты почетным гражданам.</w:t>
            </w:r>
          </w:p>
          <w:p w:rsidR="00795AB4" w:rsidRDefault="00795AB4" w:rsidP="00151251">
            <w:r w:rsidRPr="004D300B">
              <w:t>7. Обеспечение экологической безопасности и качества окружающей среды.</w:t>
            </w:r>
          </w:p>
          <w:p w:rsidR="00795AB4" w:rsidRPr="004D300B" w:rsidRDefault="00795AB4" w:rsidP="00151251">
            <w:r>
              <w:t>8. Финансовое обеспечение других обязательств государства.</w:t>
            </w:r>
          </w:p>
        </w:tc>
      </w:tr>
      <w:tr w:rsidR="00795AB4" w:rsidRPr="004D300B" w:rsidTr="00151251">
        <w:trPr>
          <w:trHeight w:val="375"/>
        </w:trPr>
        <w:tc>
          <w:tcPr>
            <w:tcW w:w="4308" w:type="dxa"/>
            <w:tcBorders>
              <w:top w:val="nil"/>
              <w:left w:val="single" w:sz="4" w:space="0" w:color="auto"/>
              <w:bottom w:val="single" w:sz="4" w:space="0" w:color="auto"/>
              <w:right w:val="single" w:sz="4" w:space="0" w:color="auto"/>
            </w:tcBorders>
          </w:tcPr>
          <w:p w:rsidR="00795AB4" w:rsidRPr="004D300B" w:rsidRDefault="00795AB4"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95AB4" w:rsidRPr="004D300B" w:rsidRDefault="00795AB4"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795AB4" w:rsidRPr="004D300B" w:rsidRDefault="00795AB4" w:rsidP="00151251">
            <w:r w:rsidRPr="004D300B">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795AB4"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95AB4" w:rsidRPr="004D300B" w:rsidRDefault="00795AB4" w:rsidP="00151251">
            <w:pPr>
              <w:jc w:val="both"/>
            </w:pPr>
            <w:r w:rsidRPr="004D300B">
              <w:t xml:space="preserve"> Увеличение количества муниципальных услуг, предоставляемых в электронном виде. </w:t>
            </w:r>
          </w:p>
          <w:p w:rsidR="00795AB4" w:rsidRPr="004D300B" w:rsidRDefault="00795AB4" w:rsidP="00151251">
            <w:pPr>
              <w:jc w:val="both"/>
            </w:pPr>
            <w:r w:rsidRPr="004D300B">
              <w:t xml:space="preserve">Сокращение сроков административных процедур при предоставлении муниципальных услуг. </w:t>
            </w:r>
          </w:p>
          <w:p w:rsidR="00795AB4" w:rsidRPr="004D300B" w:rsidRDefault="00795AB4"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795AB4" w:rsidRPr="004D300B" w:rsidRDefault="00795AB4" w:rsidP="00151251">
            <w:pPr>
              <w:jc w:val="both"/>
            </w:pPr>
            <w:r w:rsidRPr="004D300B">
              <w:t>Повышение престижа муниципальной службы и авторитета муниципальных служащих</w:t>
            </w:r>
          </w:p>
          <w:p w:rsidR="00795AB4" w:rsidRPr="004D300B" w:rsidRDefault="00795AB4"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95AB4" w:rsidRPr="004D300B" w:rsidRDefault="00795AB4"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795AB4" w:rsidRPr="004D300B" w:rsidRDefault="00795AB4" w:rsidP="00151251">
            <w:r w:rsidRPr="004D300B">
              <w:t xml:space="preserve">Повышение качества принимаемых нормативно-правовых актов. </w:t>
            </w:r>
          </w:p>
        </w:tc>
      </w:tr>
      <w:tr w:rsidR="00795AB4"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95AB4" w:rsidRPr="004D300B" w:rsidRDefault="00795AB4" w:rsidP="00151251">
            <w:r w:rsidRPr="004D300B">
              <w:t>Доля НПА, опротестованных прокуратурой;</w:t>
            </w:r>
          </w:p>
        </w:tc>
      </w:tr>
      <w:tr w:rsidR="00795AB4"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151251"/>
        </w:tc>
        <w:tc>
          <w:tcPr>
            <w:tcW w:w="5600" w:type="dxa"/>
            <w:tcBorders>
              <w:top w:val="single" w:sz="4" w:space="0" w:color="auto"/>
              <w:left w:val="nil"/>
              <w:bottom w:val="single" w:sz="4" w:space="0" w:color="auto"/>
              <w:right w:val="single" w:sz="4" w:space="0" w:color="auto"/>
            </w:tcBorders>
          </w:tcPr>
          <w:p w:rsidR="00795AB4" w:rsidRPr="004D300B" w:rsidRDefault="00795AB4" w:rsidP="00151251">
            <w:r w:rsidRPr="004D300B">
              <w:t xml:space="preserve">Количество НПА, опубликованных на официальном сайте администрации района. </w:t>
            </w:r>
          </w:p>
        </w:tc>
      </w:tr>
      <w:tr w:rsidR="00795AB4"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151251"/>
        </w:tc>
        <w:tc>
          <w:tcPr>
            <w:tcW w:w="5600" w:type="dxa"/>
            <w:tcBorders>
              <w:top w:val="single" w:sz="4" w:space="0" w:color="auto"/>
              <w:left w:val="nil"/>
              <w:bottom w:val="single" w:sz="4" w:space="0" w:color="auto"/>
              <w:right w:val="single" w:sz="4" w:space="0" w:color="auto"/>
            </w:tcBorders>
          </w:tcPr>
          <w:p w:rsidR="00795AB4" w:rsidRPr="004D300B" w:rsidRDefault="00795AB4" w:rsidP="00151251">
            <w:r w:rsidRPr="004D300B">
              <w:t xml:space="preserve">Доля вакантных должностей, замещаемых на конкурсной основе. </w:t>
            </w:r>
          </w:p>
        </w:tc>
      </w:tr>
      <w:tr w:rsidR="00795AB4"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95AB4" w:rsidRPr="004D300B" w:rsidRDefault="00795AB4" w:rsidP="00151251">
            <w:r w:rsidRPr="004D300B">
              <w:t>2014-2019 годы </w:t>
            </w:r>
          </w:p>
        </w:tc>
      </w:tr>
      <w:tr w:rsidR="00795AB4"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95AB4" w:rsidRPr="00CD7936" w:rsidRDefault="00795AB4" w:rsidP="00151251">
            <w:pPr>
              <w:pStyle w:val="ConsPlusNormal"/>
              <w:ind w:firstLine="0"/>
              <w:jc w:val="both"/>
              <w:rPr>
                <w:rFonts w:ascii="Times New Roman" w:hAnsi="Times New Roman"/>
                <w:sz w:val="24"/>
                <w:szCs w:val="24"/>
              </w:rPr>
            </w:pPr>
            <w:r w:rsidRPr="00E35D38">
              <w:rPr>
                <w:rFonts w:ascii="Times New Roman" w:hAnsi="Times New Roman"/>
                <w:sz w:val="24"/>
                <w:szCs w:val="24"/>
              </w:rPr>
              <w:t xml:space="preserve">Общий объем финансирования подпрограммы </w:t>
            </w:r>
            <w:r w:rsidRPr="00CD7936">
              <w:rPr>
                <w:rFonts w:ascii="Times New Roman" w:hAnsi="Times New Roman"/>
                <w:sz w:val="24"/>
                <w:szCs w:val="24"/>
              </w:rPr>
              <w:t>15</w:t>
            </w:r>
            <w:r>
              <w:rPr>
                <w:rFonts w:ascii="Times New Roman" w:hAnsi="Times New Roman"/>
                <w:sz w:val="24"/>
                <w:szCs w:val="24"/>
              </w:rPr>
              <w:t>3185,1</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год- 24062,3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27580,8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25</w:t>
            </w:r>
            <w:r>
              <w:rPr>
                <w:rFonts w:ascii="Times New Roman" w:hAnsi="Times New Roman"/>
                <w:sz w:val="24"/>
                <w:szCs w:val="24"/>
              </w:rPr>
              <w:t>354</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2017 год-  </w:t>
            </w:r>
            <w:r>
              <w:rPr>
                <w:rFonts w:ascii="Times New Roman" w:hAnsi="Times New Roman"/>
                <w:sz w:val="24"/>
                <w:szCs w:val="24"/>
              </w:rPr>
              <w:t>25496</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2018 год-  </w:t>
            </w:r>
            <w:r>
              <w:rPr>
                <w:rFonts w:ascii="Times New Roman" w:hAnsi="Times New Roman"/>
                <w:sz w:val="24"/>
                <w:szCs w:val="24"/>
              </w:rPr>
              <w:t>25496</w:t>
            </w:r>
            <w:r w:rsidRPr="00CD7936">
              <w:rPr>
                <w:rFonts w:ascii="Times New Roman" w:hAnsi="Times New Roman"/>
                <w:sz w:val="24"/>
                <w:szCs w:val="24"/>
              </w:rPr>
              <w:t xml:space="preserve"> тыс. руб.</w:t>
            </w:r>
          </w:p>
          <w:p w:rsidR="00795AB4" w:rsidRDefault="00795AB4" w:rsidP="00151251">
            <w:r w:rsidRPr="00CD7936">
              <w:t>2019 год- 25</w:t>
            </w:r>
            <w:r>
              <w:t>196</w:t>
            </w:r>
            <w:r w:rsidRPr="00CD7936">
              <w:t xml:space="preserve"> тыс. руб.</w:t>
            </w:r>
            <w:r>
              <w:t xml:space="preserve">, </w:t>
            </w:r>
          </w:p>
          <w:p w:rsidR="00795AB4" w:rsidRPr="00CD7936" w:rsidRDefault="00795AB4" w:rsidP="00151251">
            <w:r>
              <w:t>В т.ч.:</w:t>
            </w:r>
          </w:p>
          <w:p w:rsidR="00795AB4" w:rsidRPr="00CD7936" w:rsidRDefault="00795AB4" w:rsidP="00151251">
            <w:r w:rsidRPr="00CD7936">
              <w:t>Средства местного бюджета:</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год- 24047,3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27580,</w:t>
            </w:r>
            <w:r>
              <w:rPr>
                <w:rFonts w:ascii="Times New Roman" w:hAnsi="Times New Roman"/>
                <w:sz w:val="24"/>
                <w:szCs w:val="24"/>
              </w:rPr>
              <w:t>8</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25</w:t>
            </w:r>
            <w:r>
              <w:rPr>
                <w:rFonts w:ascii="Times New Roman" w:hAnsi="Times New Roman"/>
                <w:sz w:val="24"/>
                <w:szCs w:val="24"/>
              </w:rPr>
              <w:t>354</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w:t>
            </w:r>
            <w:r>
              <w:rPr>
                <w:rFonts w:ascii="Times New Roman" w:hAnsi="Times New Roman"/>
                <w:sz w:val="24"/>
                <w:szCs w:val="24"/>
              </w:rPr>
              <w:t>496</w:t>
            </w:r>
            <w:r w:rsidRPr="00CD7936">
              <w:rPr>
                <w:rFonts w:ascii="Times New Roman" w:hAnsi="Times New Roman"/>
                <w:sz w:val="24"/>
                <w:szCs w:val="24"/>
              </w:rPr>
              <w:t xml:space="preserve"> тыс. руб.</w:t>
            </w:r>
          </w:p>
          <w:p w:rsidR="00795AB4" w:rsidRPr="00CD7936" w:rsidRDefault="00795AB4"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w:t>
            </w:r>
            <w:r>
              <w:rPr>
                <w:rFonts w:ascii="Times New Roman" w:hAnsi="Times New Roman"/>
                <w:sz w:val="24"/>
                <w:szCs w:val="24"/>
              </w:rPr>
              <w:t>496</w:t>
            </w:r>
            <w:r w:rsidRPr="00CD7936">
              <w:rPr>
                <w:rFonts w:ascii="Times New Roman" w:hAnsi="Times New Roman"/>
                <w:sz w:val="24"/>
                <w:szCs w:val="24"/>
              </w:rPr>
              <w:t xml:space="preserve"> тыс. руб.</w:t>
            </w:r>
          </w:p>
          <w:p w:rsidR="00795AB4" w:rsidRPr="00CD7936" w:rsidRDefault="00795AB4" w:rsidP="00151251">
            <w:r w:rsidRPr="00CD7936">
              <w:t>2019 год- 25</w:t>
            </w:r>
            <w:r>
              <w:t>196</w:t>
            </w:r>
            <w:r w:rsidRPr="00CD7936">
              <w:t xml:space="preserve"> тыс. руб.</w:t>
            </w:r>
          </w:p>
          <w:p w:rsidR="00795AB4" w:rsidRPr="00CD7936" w:rsidRDefault="00795AB4" w:rsidP="00151251">
            <w:r w:rsidRPr="00CD7936">
              <w:t>Средства областного бюджета:</w:t>
            </w:r>
          </w:p>
          <w:p w:rsidR="00795AB4" w:rsidRPr="00CD7936" w:rsidRDefault="00795AB4" w:rsidP="00151251">
            <w:r w:rsidRPr="00CD7936">
              <w:t>2014 год-15 тыс. руб.</w:t>
            </w:r>
          </w:p>
          <w:p w:rsidR="00795AB4" w:rsidRPr="00E35D38" w:rsidRDefault="00795AB4" w:rsidP="00151251">
            <w:pPr>
              <w:pStyle w:val="ConsPlusNormal"/>
              <w:ind w:firstLine="540"/>
              <w:jc w:val="both"/>
            </w:pPr>
          </w:p>
        </w:tc>
      </w:tr>
      <w:tr w:rsidR="00795AB4"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795AB4" w:rsidRPr="004D300B" w:rsidRDefault="00795AB4"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95AB4" w:rsidRPr="004D300B" w:rsidRDefault="00795AB4" w:rsidP="00151251">
            <w:r w:rsidRPr="004D300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95AB4" w:rsidRPr="004D300B" w:rsidRDefault="00795AB4"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w:t>
            </w:r>
            <w:r w:rsidRPr="004D300B">
              <w:lastRenderedPageBreak/>
              <w:t xml:space="preserve">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795AB4" w:rsidRPr="004D300B" w:rsidRDefault="00795AB4" w:rsidP="00151251">
            <w:r w:rsidRPr="004D300B">
              <w:t>- повышение качества предоставляемых муниципальных услуг;</w:t>
            </w:r>
          </w:p>
          <w:p w:rsidR="00795AB4" w:rsidRPr="004D300B" w:rsidRDefault="00795AB4" w:rsidP="00151251">
            <w:r w:rsidRPr="004D300B">
              <w:t xml:space="preserve">- повышение престижа муниципальной службы.  </w:t>
            </w:r>
          </w:p>
        </w:tc>
      </w:tr>
    </w:tbl>
    <w:p w:rsidR="00795AB4" w:rsidRDefault="00795AB4" w:rsidP="00B060B2">
      <w:pPr>
        <w:jc w:val="right"/>
        <w:rPr>
          <w:sz w:val="26"/>
          <w:szCs w:val="26"/>
        </w:rPr>
      </w:pPr>
    </w:p>
    <w:p w:rsidR="00795AB4" w:rsidRPr="00BB70F3" w:rsidRDefault="00795AB4" w:rsidP="00B060B2">
      <w:pPr>
        <w:ind w:firstLine="709"/>
        <w:rPr>
          <w:color w:val="339966"/>
        </w:rPr>
      </w:pPr>
    </w:p>
    <w:p w:rsidR="00795AB4" w:rsidRPr="00BB70F3" w:rsidRDefault="00795AB4"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795AB4" w:rsidRPr="00BB70F3" w:rsidRDefault="00795AB4"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795AB4" w:rsidRPr="00BB70F3" w:rsidRDefault="00795AB4"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795AB4" w:rsidRPr="00BB70F3" w:rsidRDefault="00795AB4"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795AB4" w:rsidRPr="00BB70F3" w:rsidRDefault="00795AB4"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795AB4" w:rsidRPr="00BB70F3" w:rsidRDefault="00795AB4" w:rsidP="00B060B2">
      <w:pPr>
        <w:autoSpaceDE w:val="0"/>
        <w:autoSpaceDN w:val="0"/>
        <w:adjustRightInd w:val="0"/>
        <w:ind w:firstLine="540"/>
        <w:jc w:val="both"/>
      </w:pPr>
      <w:r w:rsidRPr="00BB70F3">
        <w:t>В структуру администрации района входят:</w:t>
      </w:r>
    </w:p>
    <w:p w:rsidR="00795AB4" w:rsidRPr="00BB70F3" w:rsidRDefault="00795AB4" w:rsidP="00B060B2">
      <w:pPr>
        <w:autoSpaceDE w:val="0"/>
        <w:autoSpaceDN w:val="0"/>
        <w:adjustRightInd w:val="0"/>
        <w:ind w:firstLine="540"/>
        <w:jc w:val="both"/>
      </w:pPr>
      <w:r w:rsidRPr="00BB70F3">
        <w:t>- Глава администрации района.</w:t>
      </w:r>
    </w:p>
    <w:p w:rsidR="00795AB4" w:rsidRPr="00BB70F3" w:rsidRDefault="00795AB4" w:rsidP="00B060B2">
      <w:pPr>
        <w:autoSpaceDE w:val="0"/>
        <w:autoSpaceDN w:val="0"/>
        <w:adjustRightInd w:val="0"/>
        <w:ind w:firstLine="540"/>
        <w:jc w:val="both"/>
      </w:pPr>
      <w:r w:rsidRPr="00BB70F3">
        <w:t>- Заместители главы администрации района.</w:t>
      </w:r>
    </w:p>
    <w:p w:rsidR="00795AB4" w:rsidRPr="00BB70F3" w:rsidRDefault="00795AB4" w:rsidP="00B060B2">
      <w:pPr>
        <w:autoSpaceDE w:val="0"/>
        <w:autoSpaceDN w:val="0"/>
        <w:adjustRightInd w:val="0"/>
        <w:ind w:firstLine="540"/>
        <w:jc w:val="both"/>
      </w:pPr>
      <w:r w:rsidRPr="00BB70F3">
        <w:t>- Структурные подразделения администрации района.</w:t>
      </w:r>
    </w:p>
    <w:p w:rsidR="00795AB4" w:rsidRPr="00BB70F3" w:rsidRDefault="00795AB4"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795AB4" w:rsidRPr="00BB70F3" w:rsidRDefault="00795AB4" w:rsidP="00B060B2">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795AB4" w:rsidRPr="00BB70F3" w:rsidRDefault="00795AB4" w:rsidP="00B060B2">
      <w:pPr>
        <w:autoSpaceDE w:val="0"/>
        <w:autoSpaceDN w:val="0"/>
        <w:adjustRightInd w:val="0"/>
        <w:ind w:firstLine="540"/>
        <w:jc w:val="both"/>
      </w:pPr>
    </w:p>
    <w:p w:rsidR="00795AB4" w:rsidRPr="00BB70F3" w:rsidRDefault="00795AB4"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w:t>
      </w:r>
      <w:r w:rsidRPr="00BB70F3">
        <w:lastRenderedPageBreak/>
        <w:t>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795AB4" w:rsidRPr="00BB70F3" w:rsidRDefault="00795AB4"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795AB4" w:rsidRPr="00BB70F3" w:rsidRDefault="00795AB4"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795AB4" w:rsidRPr="00BB70F3" w:rsidRDefault="00795AB4"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795AB4" w:rsidRPr="00BB70F3" w:rsidRDefault="00795AB4"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795AB4" w:rsidRPr="00BB70F3" w:rsidRDefault="00795AB4"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795AB4" w:rsidRPr="00BB70F3" w:rsidRDefault="00795AB4"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795AB4" w:rsidRPr="00BB70F3" w:rsidRDefault="00795AB4" w:rsidP="00B060B2">
      <w:pPr>
        <w:jc w:val="both"/>
      </w:pPr>
      <w:r w:rsidRPr="00BB70F3">
        <w:t>- Повышение престижа муниципальной службы и авторитета муниципальных служащих</w:t>
      </w:r>
    </w:p>
    <w:p w:rsidR="00795AB4" w:rsidRPr="00BB70F3" w:rsidRDefault="00795AB4"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95AB4" w:rsidRPr="00BB70F3" w:rsidRDefault="00795AB4"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795AB4" w:rsidRPr="00BB70F3" w:rsidRDefault="00795AB4" w:rsidP="00B060B2">
      <w:pPr>
        <w:jc w:val="both"/>
      </w:pPr>
      <w:r w:rsidRPr="00BB70F3">
        <w:t xml:space="preserve">- Повышение качества принимаемых нормативно-правовых актов. </w:t>
      </w:r>
    </w:p>
    <w:p w:rsidR="00795AB4" w:rsidRPr="00BB70F3" w:rsidRDefault="00795AB4" w:rsidP="00B060B2">
      <w:pPr>
        <w:ind w:firstLine="709"/>
        <w:jc w:val="both"/>
        <w:rPr>
          <w:color w:val="000000"/>
        </w:rPr>
      </w:pPr>
    </w:p>
    <w:p w:rsidR="00795AB4" w:rsidRPr="00BB70F3" w:rsidRDefault="00795AB4"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95AB4" w:rsidRPr="00BB70F3" w:rsidRDefault="00795AB4" w:rsidP="00B060B2">
      <w:pPr>
        <w:ind w:firstLine="709"/>
        <w:rPr>
          <w:b/>
          <w:color w:val="000000"/>
        </w:rPr>
      </w:pPr>
    </w:p>
    <w:p w:rsidR="00795AB4" w:rsidRPr="00BB70F3" w:rsidRDefault="00795AB4"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795AB4" w:rsidRPr="00BB70F3" w:rsidRDefault="00795AB4"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795AB4" w:rsidRPr="00BB70F3" w:rsidRDefault="00795AB4"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BB70F3">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795AB4" w:rsidRPr="00BB70F3" w:rsidRDefault="00795AB4" w:rsidP="00B060B2">
      <w:pPr>
        <w:pStyle w:val="Default"/>
        <w:jc w:val="both"/>
      </w:pPr>
      <w:r w:rsidRPr="00BB70F3">
        <w:t>-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w:t>
      </w:r>
      <w:r w:rsidRPr="00BB70F3">
        <w:rPr>
          <w:color w:val="0000FF"/>
        </w:rPr>
        <w:t xml:space="preserve"> </w:t>
      </w:r>
      <w:r w:rsidRPr="00BB70F3">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795AB4" w:rsidRPr="00BB70F3" w:rsidRDefault="00795AB4"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795AB4" w:rsidRPr="00BB70F3" w:rsidRDefault="00795AB4"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795AB4" w:rsidRPr="00BB70F3" w:rsidRDefault="00795AB4"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795AB4" w:rsidRPr="00BB70F3" w:rsidRDefault="00795AB4"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795AB4" w:rsidRPr="00BB70F3" w:rsidRDefault="00795AB4"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795AB4" w:rsidRPr="00BB70F3" w:rsidRDefault="00795AB4"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795AB4" w:rsidRPr="008C155A" w:rsidRDefault="00795AB4"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795AB4" w:rsidRPr="00BB70F3" w:rsidRDefault="00795AB4"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795AB4" w:rsidRPr="00BB70F3" w:rsidRDefault="00795AB4"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795AB4" w:rsidRPr="00BB70F3" w:rsidRDefault="00795AB4"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795AB4" w:rsidRPr="00BB70F3" w:rsidRDefault="00795AB4" w:rsidP="00B060B2">
      <w:pPr>
        <w:jc w:val="both"/>
      </w:pPr>
      <w:r w:rsidRPr="00BB70F3">
        <w:t>Повышение престижа муниципальной службы и авторитета муниципальных служащих</w:t>
      </w:r>
    </w:p>
    <w:p w:rsidR="00795AB4" w:rsidRPr="00BB70F3" w:rsidRDefault="00795AB4"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95AB4" w:rsidRPr="00BB70F3" w:rsidRDefault="00795AB4"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795AB4" w:rsidRPr="00BB70F3" w:rsidRDefault="00795AB4" w:rsidP="00B060B2">
      <w:pPr>
        <w:jc w:val="both"/>
      </w:pPr>
      <w:r w:rsidRPr="00BB70F3">
        <w:t xml:space="preserve">Повышение качества принимаемых нормативно-правовых актов. </w:t>
      </w:r>
    </w:p>
    <w:p w:rsidR="00795AB4" w:rsidRDefault="00795AB4" w:rsidP="00B060B2">
      <w:pPr>
        <w:pStyle w:val="16"/>
        <w:ind w:left="0"/>
        <w:jc w:val="both"/>
        <w:rPr>
          <w:rFonts w:ascii="Times New Roman" w:hAnsi="Times New Roman"/>
          <w:b/>
          <w:sz w:val="24"/>
          <w:szCs w:val="24"/>
        </w:rPr>
      </w:pPr>
    </w:p>
    <w:p w:rsidR="00795AB4" w:rsidRDefault="00795AB4"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795AB4" w:rsidRPr="00BB70F3" w:rsidTr="00151251">
        <w:trPr>
          <w:trHeight w:val="307"/>
        </w:trPr>
        <w:tc>
          <w:tcPr>
            <w:tcW w:w="9908" w:type="dxa"/>
          </w:tcPr>
          <w:p w:rsidR="00795AB4" w:rsidRPr="00BB70F3" w:rsidRDefault="00795AB4" w:rsidP="00151251">
            <w:r>
              <w:t xml:space="preserve">1. </w:t>
            </w:r>
            <w:r w:rsidRPr="00BB70F3">
              <w:t>Доля НПА, опротестованных прокуратурой;</w:t>
            </w:r>
          </w:p>
        </w:tc>
      </w:tr>
      <w:tr w:rsidR="00795AB4" w:rsidRPr="00BB70F3" w:rsidTr="00151251">
        <w:trPr>
          <w:trHeight w:val="524"/>
        </w:trPr>
        <w:tc>
          <w:tcPr>
            <w:tcW w:w="9908" w:type="dxa"/>
          </w:tcPr>
          <w:p w:rsidR="00795AB4" w:rsidRPr="00BB70F3" w:rsidRDefault="00795AB4" w:rsidP="00151251">
            <w:r>
              <w:t xml:space="preserve">2. </w:t>
            </w:r>
            <w:r w:rsidRPr="00BB70F3">
              <w:t xml:space="preserve">Количество НПА, опубликованных на официальном сайте администрации района. </w:t>
            </w:r>
          </w:p>
        </w:tc>
      </w:tr>
      <w:tr w:rsidR="00795AB4" w:rsidRPr="00BB70F3" w:rsidTr="00151251">
        <w:trPr>
          <w:trHeight w:val="490"/>
        </w:trPr>
        <w:tc>
          <w:tcPr>
            <w:tcW w:w="9908" w:type="dxa"/>
          </w:tcPr>
          <w:p w:rsidR="00795AB4" w:rsidRPr="00BB70F3" w:rsidRDefault="00795AB4" w:rsidP="00151251">
            <w:r>
              <w:t xml:space="preserve">3. </w:t>
            </w:r>
            <w:r w:rsidRPr="00BB70F3">
              <w:t xml:space="preserve">Доля вакантных должностей, замещаемых на конкурсной основе. </w:t>
            </w:r>
          </w:p>
        </w:tc>
      </w:tr>
    </w:tbl>
    <w:p w:rsidR="00795AB4" w:rsidRPr="00C21082" w:rsidRDefault="00795AB4"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95AB4" w:rsidRPr="000C786E" w:rsidRDefault="00795AB4"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795AB4" w:rsidRPr="00BB70F3" w:rsidRDefault="00795AB4"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95AB4" w:rsidRPr="00BB70F3" w:rsidRDefault="00795AB4"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795AB4" w:rsidRPr="00BB70F3" w:rsidRDefault="00795AB4"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795AB4" w:rsidRPr="00BB70F3" w:rsidRDefault="00795AB4" w:rsidP="00B060B2">
      <w:pPr>
        <w:jc w:val="both"/>
      </w:pPr>
      <w:r w:rsidRPr="00BB70F3">
        <w:t>- повышение качества предосталвяемых муниципальных услуг;</w:t>
      </w:r>
    </w:p>
    <w:p w:rsidR="00795AB4" w:rsidRPr="00BB70F3" w:rsidRDefault="00795AB4" w:rsidP="00B060B2">
      <w:pPr>
        <w:jc w:val="both"/>
      </w:pPr>
      <w:r w:rsidRPr="00BB70F3">
        <w:t xml:space="preserve">- повышение престижа муниципальной службы.  </w:t>
      </w:r>
    </w:p>
    <w:p w:rsidR="00795AB4" w:rsidRPr="00BB70F3" w:rsidRDefault="00795AB4" w:rsidP="00B060B2">
      <w:pPr>
        <w:pStyle w:val="Default"/>
        <w:jc w:val="both"/>
      </w:pPr>
    </w:p>
    <w:p w:rsidR="00795AB4" w:rsidRPr="00BB70F3" w:rsidRDefault="00795AB4" w:rsidP="00B060B2">
      <w:pPr>
        <w:pStyle w:val="Default"/>
        <w:jc w:val="both"/>
      </w:pPr>
      <w:r w:rsidRPr="00BB70F3">
        <w:t>Реализация подпрограммы рассчитана на 2014 - 20</w:t>
      </w:r>
      <w:r>
        <w:t>19</w:t>
      </w:r>
      <w:r w:rsidRPr="00BB70F3">
        <w:t xml:space="preserve"> годы. </w:t>
      </w:r>
    </w:p>
    <w:p w:rsidR="00795AB4" w:rsidRDefault="00795AB4" w:rsidP="00B060B2">
      <w:pPr>
        <w:jc w:val="right"/>
        <w:outlineLvl w:val="0"/>
        <w:rPr>
          <w:b/>
          <w:color w:val="000000"/>
          <w:lang w:eastAsia="ru-RU"/>
        </w:rPr>
      </w:pPr>
    </w:p>
    <w:p w:rsidR="00795AB4" w:rsidRDefault="00795AB4" w:rsidP="00B060B2">
      <w:pPr>
        <w:jc w:val="right"/>
        <w:outlineLvl w:val="0"/>
        <w:rPr>
          <w:b/>
          <w:color w:val="000000"/>
          <w:lang w:eastAsia="ru-RU"/>
        </w:rPr>
      </w:pPr>
    </w:p>
    <w:p w:rsidR="00795AB4" w:rsidRDefault="00795AB4" w:rsidP="00B060B2">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795AB4" w:rsidRDefault="00795AB4" w:rsidP="00B060B2">
      <w:pPr>
        <w:pStyle w:val="ConsPlusNormal"/>
        <w:ind w:firstLine="540"/>
        <w:jc w:val="both"/>
        <w:rPr>
          <w:rFonts w:ascii="Times New Roman" w:hAnsi="Times New Roman"/>
          <w:b/>
          <w:color w:val="000000"/>
          <w:sz w:val="26"/>
          <w:szCs w:val="26"/>
        </w:rPr>
      </w:pPr>
    </w:p>
    <w:p w:rsidR="00795AB4" w:rsidRPr="00194AB1" w:rsidRDefault="00795AB4"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120353,1 </w:t>
      </w:r>
      <w:r w:rsidRPr="00A337B5">
        <w:rPr>
          <w:rFonts w:ascii="Times New Roman" w:hAnsi="Times New Roman"/>
          <w:sz w:val="24"/>
          <w:szCs w:val="24"/>
        </w:rPr>
        <w:t>тыс. руб., в том числе:</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19340,2</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18813,9</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20498</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795AB4" w:rsidRPr="00A337B5" w:rsidRDefault="00795AB4"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795AB4" w:rsidRPr="00A337B5" w:rsidRDefault="00795AB4" w:rsidP="00B060B2">
      <w:pPr>
        <w:ind w:left="82"/>
        <w:jc w:val="both"/>
      </w:pP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  7</w:t>
      </w:r>
      <w:r>
        <w:rPr>
          <w:rFonts w:ascii="Times New Roman" w:hAnsi="Times New Roman"/>
          <w:sz w:val="24"/>
          <w:szCs w:val="24"/>
        </w:rPr>
        <w:t>917</w:t>
      </w:r>
      <w:r w:rsidRPr="00A337B5">
        <w:rPr>
          <w:rFonts w:ascii="Times New Roman" w:hAnsi="Times New Roman"/>
          <w:sz w:val="24"/>
          <w:szCs w:val="24"/>
        </w:rPr>
        <w:t xml:space="preserve">  тыс. рублей, в т.ч.:</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166</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294</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p>
    <w:p w:rsidR="00795AB4" w:rsidRPr="00134050" w:rsidRDefault="00795AB4" w:rsidP="00134050">
      <w:pPr>
        <w:jc w:val="both"/>
        <w:rPr>
          <w:color w:val="0000FF"/>
        </w:rPr>
      </w:pPr>
      <w:r w:rsidRPr="00134050">
        <w:rPr>
          <w:b/>
          <w:color w:val="0000FF"/>
          <w:u w:val="single"/>
        </w:rPr>
        <w:t>Мероприятие 3.</w:t>
      </w:r>
      <w:r w:rsidRPr="00134050">
        <w:rPr>
          <w:color w:val="0000FF"/>
        </w:rPr>
        <w:t xml:space="preserve"> Управление резервным фондом</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Срок исполнения - в течение 2014 - 2019 годов.</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Финансирование мероприятия: из средств муниципального бюджета 4361,9   тыс. рублей, в т.ч.:</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2014 год -  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2015 год – 4361,9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2016 год -  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2017 год -  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2018 год -  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2019 год -  0 тыс. рублей.</w:t>
      </w:r>
    </w:p>
    <w:p w:rsidR="00795AB4" w:rsidRPr="00A337B5" w:rsidRDefault="00795AB4" w:rsidP="00B060B2">
      <w:pPr>
        <w:pStyle w:val="ConsPlusNormal"/>
        <w:ind w:firstLine="540"/>
        <w:jc w:val="both"/>
        <w:outlineLvl w:val="3"/>
        <w:rPr>
          <w:rFonts w:ascii="Times New Roman" w:hAnsi="Times New Roman"/>
          <w:b/>
          <w:sz w:val="24"/>
          <w:szCs w:val="24"/>
          <w:u w:val="single"/>
        </w:rPr>
      </w:pPr>
    </w:p>
    <w:p w:rsidR="00795AB4" w:rsidRPr="00A337B5" w:rsidRDefault="00795AB4"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697,2</w:t>
      </w:r>
      <w:r w:rsidRPr="00A337B5">
        <w:rPr>
          <w:rFonts w:ascii="Times New Roman" w:hAnsi="Times New Roman"/>
          <w:sz w:val="24"/>
          <w:szCs w:val="24"/>
        </w:rPr>
        <w:t xml:space="preserve">   тыс. рублей, в т.ч.:</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54</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w:t>
      </w:r>
      <w:r w:rsidRPr="00A337B5">
        <w:rPr>
          <w:rFonts w:ascii="Times New Roman" w:hAnsi="Times New Roman"/>
          <w:sz w:val="24"/>
          <w:szCs w:val="24"/>
        </w:rPr>
        <w:t>0,0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2017 год -  1</w:t>
      </w:r>
      <w:r>
        <w:rPr>
          <w:rFonts w:ascii="Times New Roman" w:hAnsi="Times New Roman"/>
          <w:sz w:val="24"/>
          <w:szCs w:val="24"/>
        </w:rPr>
        <w:t>2</w:t>
      </w:r>
      <w:r w:rsidRPr="00A337B5">
        <w:rPr>
          <w:rFonts w:ascii="Times New Roman" w:hAnsi="Times New Roman"/>
          <w:sz w:val="24"/>
          <w:szCs w:val="24"/>
        </w:rPr>
        <w:t>0,0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795AB4" w:rsidRPr="00A337B5" w:rsidRDefault="00795AB4"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795AB4" w:rsidRPr="00A337B5" w:rsidRDefault="00795AB4" w:rsidP="00B060B2">
      <w:pPr>
        <w:pStyle w:val="ConsPlusNormal"/>
        <w:ind w:firstLine="540"/>
        <w:jc w:val="both"/>
        <w:outlineLvl w:val="3"/>
        <w:rPr>
          <w:rFonts w:ascii="Times New Roman" w:hAnsi="Times New Roman"/>
          <w:b/>
          <w:sz w:val="24"/>
          <w:szCs w:val="24"/>
          <w:u w:val="single"/>
        </w:rPr>
      </w:pPr>
    </w:p>
    <w:p w:rsidR="00795AB4" w:rsidRPr="00A337B5" w:rsidRDefault="00795AB4"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18514</w:t>
      </w:r>
      <w:r w:rsidRPr="00A337B5">
        <w:rPr>
          <w:rFonts w:ascii="Times New Roman" w:hAnsi="Times New Roman"/>
          <w:sz w:val="24"/>
          <w:szCs w:val="24"/>
        </w:rPr>
        <w:t xml:space="preserve">  тыс. рублей, в т.ч.:</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3075</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3132</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outlineLvl w:val="3"/>
        <w:rPr>
          <w:rFonts w:ascii="Times New Roman" w:hAnsi="Times New Roman"/>
          <w:i/>
          <w:sz w:val="24"/>
          <w:szCs w:val="24"/>
        </w:rPr>
      </w:pPr>
    </w:p>
    <w:p w:rsidR="00795AB4" w:rsidRPr="00A337B5" w:rsidRDefault="00795AB4" w:rsidP="00B060B2">
      <w:pPr>
        <w:jc w:val="both"/>
        <w:rPr>
          <w:i/>
        </w:rPr>
      </w:pPr>
      <w:r w:rsidRPr="00A337B5">
        <w:rPr>
          <w:b/>
          <w:u w:val="single"/>
        </w:rPr>
        <w:t xml:space="preserve">   Мероприятие 6.</w:t>
      </w:r>
      <w:r w:rsidRPr="00A337B5">
        <w:t xml:space="preserve"> Выплаты почетным гражданам</w:t>
      </w:r>
    </w:p>
    <w:p w:rsidR="00795AB4" w:rsidRPr="00A337B5" w:rsidRDefault="00795AB4" w:rsidP="00B060B2">
      <w:pPr>
        <w:pStyle w:val="ConsPlusNormal"/>
        <w:ind w:firstLine="540"/>
        <w:jc w:val="both"/>
        <w:rPr>
          <w:rFonts w:ascii="Times New Roman" w:hAnsi="Times New Roman"/>
          <w:sz w:val="24"/>
          <w:szCs w:val="24"/>
        </w:rPr>
      </w:pP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795AB4" w:rsidRPr="00A337B5" w:rsidRDefault="00795AB4" w:rsidP="00B060B2">
      <w:pPr>
        <w:pStyle w:val="ConsPlusNormal"/>
        <w:ind w:firstLine="540"/>
        <w:jc w:val="both"/>
        <w:outlineLvl w:val="3"/>
        <w:rPr>
          <w:rFonts w:ascii="Times New Roman" w:hAnsi="Times New Roman"/>
          <w:i/>
          <w:sz w:val="24"/>
          <w:szCs w:val="24"/>
        </w:rPr>
      </w:pPr>
    </w:p>
    <w:p w:rsidR="00795AB4" w:rsidRPr="00A337B5" w:rsidRDefault="00795AB4"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50</w:t>
      </w:r>
      <w:r w:rsidRPr="00A337B5">
        <w:rPr>
          <w:rFonts w:ascii="Times New Roman" w:hAnsi="Times New Roman"/>
          <w:sz w:val="24"/>
          <w:szCs w:val="24"/>
        </w:rPr>
        <w:t xml:space="preserve">   тыс. рублей, в т.ч.:</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10,0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795AB4" w:rsidRPr="00A337B5" w:rsidRDefault="00795AB4"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795AB4" w:rsidRPr="00A337B5" w:rsidRDefault="00795AB4" w:rsidP="00B060B2">
      <w:pPr>
        <w:rPr>
          <w:i/>
        </w:rPr>
      </w:pPr>
      <w:r w:rsidRPr="00A337B5">
        <w:t xml:space="preserve">         2019 год -  1</w:t>
      </w:r>
      <w:r>
        <w:t>0</w:t>
      </w:r>
      <w:r w:rsidRPr="00A337B5">
        <w:t>,0 тыс. рублей</w:t>
      </w:r>
    </w:p>
    <w:p w:rsidR="00795AB4" w:rsidRDefault="00795AB4" w:rsidP="00134050">
      <w:pPr>
        <w:jc w:val="both"/>
        <w:rPr>
          <w:b/>
          <w:highlight w:val="yellow"/>
          <w:u w:val="single"/>
        </w:rPr>
      </w:pPr>
    </w:p>
    <w:p w:rsidR="00795AB4" w:rsidRPr="00134050" w:rsidRDefault="00795AB4" w:rsidP="00134050">
      <w:pPr>
        <w:jc w:val="both"/>
        <w:rPr>
          <w:i/>
          <w:color w:val="0000FF"/>
        </w:rPr>
      </w:pPr>
      <w:r w:rsidRPr="00134050">
        <w:rPr>
          <w:b/>
          <w:color w:val="0000FF"/>
          <w:u w:val="single"/>
        </w:rPr>
        <w:t>Мероприятие 8.</w:t>
      </w:r>
      <w:r w:rsidRPr="00134050">
        <w:rPr>
          <w:color w:val="0000FF"/>
        </w:rPr>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Финансирование мероприятия: из средств муниципального бюджета 900,0 тыс. рублей, в т.ч.:</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2014 год -  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2015 год -  0,0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2016 год -  300,0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2017 год -  300,0 тыс. рублей;</w:t>
      </w:r>
    </w:p>
    <w:p w:rsidR="00795AB4" w:rsidRPr="00134050" w:rsidRDefault="00795AB4"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2018 год -  300,0 тыс. рублей;</w:t>
      </w:r>
    </w:p>
    <w:p w:rsidR="00795AB4" w:rsidRPr="00134050" w:rsidRDefault="00795AB4" w:rsidP="00134050">
      <w:pPr>
        <w:rPr>
          <w:i/>
          <w:color w:val="0000FF"/>
        </w:rPr>
      </w:pPr>
      <w:r w:rsidRPr="00134050">
        <w:rPr>
          <w:color w:val="0000FF"/>
        </w:rPr>
        <w:t xml:space="preserve">         2019 год -  0,0 тыс. рублей</w:t>
      </w:r>
    </w:p>
    <w:p w:rsidR="00795AB4" w:rsidRPr="00A337B5" w:rsidRDefault="00795AB4" w:rsidP="00B060B2">
      <w:pPr>
        <w:rPr>
          <w:i/>
        </w:rPr>
      </w:pPr>
    </w:p>
    <w:p w:rsidR="00795AB4" w:rsidRPr="00A337B5" w:rsidRDefault="00795AB4" w:rsidP="00B060B2">
      <w:pPr>
        <w:jc w:val="right"/>
        <w:rPr>
          <w:sz w:val="26"/>
          <w:szCs w:val="26"/>
        </w:rPr>
      </w:pPr>
    </w:p>
    <w:p w:rsidR="00795AB4" w:rsidRPr="00A337B5" w:rsidRDefault="00795AB4"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795AB4" w:rsidRPr="00A337B5" w:rsidRDefault="00795AB4"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795AB4" w:rsidRPr="00A337B5" w:rsidRDefault="00795AB4"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795AB4" w:rsidRPr="00A337B5" w:rsidRDefault="00795AB4" w:rsidP="00B060B2">
      <w:pPr>
        <w:pStyle w:val="dktexjustify"/>
        <w:shd w:val="clear" w:color="auto" w:fill="FFFFFF"/>
        <w:ind w:firstLine="360"/>
        <w:jc w:val="both"/>
      </w:pPr>
      <w:r w:rsidRPr="00A337B5">
        <w:lastRenderedPageBreak/>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795AB4" w:rsidRPr="00A337B5" w:rsidRDefault="00795AB4"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795AB4" w:rsidRPr="00A337B5" w:rsidRDefault="00795AB4" w:rsidP="00B060B2">
      <w:pPr>
        <w:jc w:val="center"/>
        <w:rPr>
          <w:b/>
          <w:sz w:val="26"/>
          <w:szCs w:val="26"/>
        </w:rPr>
      </w:pPr>
      <w:r w:rsidRPr="00A337B5">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95AB4" w:rsidRPr="00A337B5" w:rsidRDefault="00795AB4" w:rsidP="00B060B2">
      <w:pPr>
        <w:rPr>
          <w:b/>
          <w:sz w:val="26"/>
          <w:szCs w:val="26"/>
        </w:rPr>
      </w:pPr>
    </w:p>
    <w:p w:rsidR="00795AB4" w:rsidRPr="00A337B5" w:rsidRDefault="00795AB4"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795AB4" w:rsidRPr="00A337B5" w:rsidRDefault="00795AB4" w:rsidP="00B060B2">
      <w:pPr>
        <w:ind w:left="360"/>
        <w:rPr>
          <w:b/>
          <w:sz w:val="26"/>
          <w:szCs w:val="26"/>
        </w:rPr>
      </w:pPr>
    </w:p>
    <w:p w:rsidR="00795AB4" w:rsidRPr="00A337B5" w:rsidRDefault="00795AB4" w:rsidP="00B060B2">
      <w:pPr>
        <w:ind w:left="360"/>
        <w:rPr>
          <w:sz w:val="26"/>
          <w:szCs w:val="26"/>
        </w:rPr>
      </w:pPr>
      <w:r w:rsidRPr="00A337B5">
        <w:rPr>
          <w:b/>
          <w:sz w:val="26"/>
          <w:szCs w:val="26"/>
        </w:rPr>
        <w:t xml:space="preserve">Раздел 6. «Финансовое обеспечение муниципальной подпрограммы». </w:t>
      </w:r>
      <w:r w:rsidRPr="00A337B5">
        <w:rPr>
          <w:sz w:val="26"/>
          <w:szCs w:val="26"/>
        </w:rPr>
        <w:t xml:space="preserve"> </w:t>
      </w:r>
    </w:p>
    <w:p w:rsidR="00795AB4" w:rsidRPr="003E31CD" w:rsidRDefault="00795AB4" w:rsidP="00B060B2">
      <w:pPr>
        <w:pStyle w:val="ConsPlusNormal"/>
        <w:ind w:firstLine="0"/>
        <w:jc w:val="both"/>
        <w:rPr>
          <w:rFonts w:ascii="Times New Roman" w:hAnsi="Times New Roman"/>
          <w:color w:val="0000FF"/>
          <w:sz w:val="24"/>
          <w:szCs w:val="24"/>
        </w:rPr>
      </w:pPr>
      <w:r w:rsidRPr="00A337B5">
        <w:rPr>
          <w:rFonts w:ascii="Times New Roman" w:hAnsi="Times New Roman"/>
          <w:sz w:val="24"/>
          <w:szCs w:val="24"/>
        </w:rPr>
        <w:t xml:space="preserve">  </w:t>
      </w:r>
      <w:r w:rsidRPr="003E31CD">
        <w:rPr>
          <w:rFonts w:ascii="Times New Roman" w:hAnsi="Times New Roman"/>
          <w:color w:val="0000FF"/>
          <w:sz w:val="24"/>
          <w:szCs w:val="24"/>
        </w:rPr>
        <w:t xml:space="preserve">Общий объем финансовых средств  для  реализации подпрограммы составляет 153185,1 тыс. руб.  в т.ч.: </w:t>
      </w:r>
    </w:p>
    <w:p w:rsidR="00795AB4" w:rsidRPr="003E31CD" w:rsidRDefault="00795AB4" w:rsidP="00B060B2">
      <w:pPr>
        <w:pStyle w:val="ConsPlusNormal"/>
        <w:ind w:firstLine="0"/>
        <w:jc w:val="both"/>
        <w:rPr>
          <w:rFonts w:ascii="Times New Roman" w:hAnsi="Times New Roman"/>
          <w:color w:val="0000FF"/>
          <w:sz w:val="24"/>
          <w:szCs w:val="24"/>
        </w:rPr>
      </w:pPr>
      <w:r w:rsidRPr="003E31CD">
        <w:rPr>
          <w:rFonts w:ascii="Times New Roman" w:hAnsi="Times New Roman"/>
          <w:color w:val="0000FF"/>
          <w:sz w:val="24"/>
          <w:szCs w:val="24"/>
        </w:rPr>
        <w:t>из районного бюджета 153170,1 тыс. руб.:</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2</w:t>
      </w:r>
      <w:r>
        <w:rPr>
          <w:rFonts w:ascii="Times New Roman" w:hAnsi="Times New Roman"/>
          <w:sz w:val="24"/>
          <w:szCs w:val="24"/>
        </w:rPr>
        <w:t>4047,3</w:t>
      </w:r>
      <w:r w:rsidRPr="00A337B5">
        <w:rPr>
          <w:rFonts w:ascii="Times New Roman" w:hAnsi="Times New Roman"/>
          <w:sz w:val="24"/>
          <w:szCs w:val="24"/>
        </w:rPr>
        <w:t xml:space="preserve">  тыс. руб.</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2015 год-  2</w:t>
      </w:r>
      <w:r>
        <w:rPr>
          <w:rFonts w:ascii="Times New Roman" w:hAnsi="Times New Roman"/>
          <w:sz w:val="24"/>
          <w:szCs w:val="24"/>
        </w:rPr>
        <w:t>7580,8</w:t>
      </w:r>
      <w:r w:rsidRPr="00A337B5">
        <w:rPr>
          <w:rFonts w:ascii="Times New Roman" w:hAnsi="Times New Roman"/>
          <w:sz w:val="24"/>
          <w:szCs w:val="24"/>
        </w:rPr>
        <w:t xml:space="preserve"> тыс. руб.</w:t>
      </w:r>
    </w:p>
    <w:p w:rsidR="00795AB4" w:rsidRPr="003E31CD" w:rsidRDefault="00795AB4" w:rsidP="00B060B2">
      <w:pPr>
        <w:pStyle w:val="ConsPlusNormal"/>
        <w:ind w:firstLine="0"/>
        <w:jc w:val="both"/>
        <w:rPr>
          <w:rFonts w:ascii="Times New Roman" w:hAnsi="Times New Roman"/>
          <w:color w:val="0000FF"/>
          <w:sz w:val="24"/>
          <w:szCs w:val="24"/>
        </w:rPr>
      </w:pPr>
      <w:r w:rsidRPr="003E31CD">
        <w:rPr>
          <w:rFonts w:ascii="Times New Roman" w:hAnsi="Times New Roman"/>
          <w:color w:val="0000FF"/>
          <w:sz w:val="24"/>
          <w:szCs w:val="24"/>
        </w:rPr>
        <w:t>2016 год-  25354 тыс. руб.</w:t>
      </w:r>
    </w:p>
    <w:p w:rsidR="00795AB4" w:rsidRPr="003E31CD" w:rsidRDefault="00795AB4" w:rsidP="00B060B2">
      <w:pPr>
        <w:pStyle w:val="ConsPlusNormal"/>
        <w:ind w:firstLine="0"/>
        <w:jc w:val="both"/>
        <w:rPr>
          <w:rFonts w:ascii="Times New Roman" w:hAnsi="Times New Roman"/>
          <w:color w:val="0000FF"/>
          <w:sz w:val="24"/>
          <w:szCs w:val="24"/>
        </w:rPr>
      </w:pPr>
      <w:r w:rsidRPr="003E31CD">
        <w:rPr>
          <w:rFonts w:ascii="Times New Roman" w:hAnsi="Times New Roman"/>
          <w:color w:val="0000FF"/>
          <w:sz w:val="24"/>
          <w:szCs w:val="24"/>
        </w:rPr>
        <w:t>2017 год-  25496 тыс. руб.</w:t>
      </w:r>
    </w:p>
    <w:p w:rsidR="00795AB4" w:rsidRPr="003E31CD" w:rsidRDefault="00795AB4" w:rsidP="00B060B2">
      <w:pPr>
        <w:pStyle w:val="ConsPlusNormal"/>
        <w:ind w:firstLine="0"/>
        <w:jc w:val="both"/>
        <w:rPr>
          <w:rFonts w:ascii="Times New Roman" w:hAnsi="Times New Roman"/>
          <w:color w:val="0000FF"/>
          <w:sz w:val="24"/>
          <w:szCs w:val="24"/>
        </w:rPr>
      </w:pPr>
      <w:r w:rsidRPr="003E31CD">
        <w:rPr>
          <w:rFonts w:ascii="Times New Roman" w:hAnsi="Times New Roman"/>
          <w:color w:val="0000FF"/>
          <w:sz w:val="24"/>
          <w:szCs w:val="24"/>
        </w:rPr>
        <w:t>2018 год-  25496 тыс. руб.</w:t>
      </w:r>
    </w:p>
    <w:p w:rsidR="00795AB4" w:rsidRPr="003E31CD" w:rsidRDefault="00795AB4" w:rsidP="00B060B2">
      <w:pPr>
        <w:pStyle w:val="ConsPlusNormal"/>
        <w:ind w:firstLine="0"/>
        <w:jc w:val="both"/>
        <w:rPr>
          <w:rFonts w:ascii="Times New Roman" w:hAnsi="Times New Roman"/>
          <w:color w:val="0000FF"/>
          <w:sz w:val="24"/>
          <w:szCs w:val="24"/>
        </w:rPr>
      </w:pPr>
      <w:r w:rsidRPr="003E31CD">
        <w:rPr>
          <w:rFonts w:ascii="Times New Roman" w:hAnsi="Times New Roman"/>
          <w:color w:val="0000FF"/>
          <w:sz w:val="24"/>
          <w:szCs w:val="24"/>
        </w:rPr>
        <w:t>2019 год- 25196 тыс. руб.</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из областного  бюджета 15 тыс. руб.:</w:t>
      </w:r>
    </w:p>
    <w:p w:rsidR="00795AB4" w:rsidRPr="00A337B5" w:rsidRDefault="00795AB4"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795AB4" w:rsidRPr="00A337B5" w:rsidRDefault="00795AB4" w:rsidP="00B060B2">
      <w:pPr>
        <w:autoSpaceDE w:val="0"/>
        <w:autoSpaceDN w:val="0"/>
        <w:adjustRightInd w:val="0"/>
        <w:jc w:val="both"/>
      </w:pPr>
      <w:r w:rsidRPr="00A337B5">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95AB4" w:rsidRPr="00A337B5" w:rsidRDefault="00795AB4" w:rsidP="00B060B2">
      <w:pPr>
        <w:autoSpaceDE w:val="0"/>
        <w:autoSpaceDN w:val="0"/>
        <w:adjustRightInd w:val="0"/>
        <w:jc w:val="both"/>
      </w:pPr>
      <w:r w:rsidRPr="00A337B5">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95AB4" w:rsidRPr="00A337B5" w:rsidRDefault="00795AB4" w:rsidP="00B060B2">
      <w:pPr>
        <w:autoSpaceDE w:val="0"/>
        <w:autoSpaceDN w:val="0"/>
        <w:adjustRightInd w:val="0"/>
        <w:rPr>
          <w:u w:val="single"/>
        </w:rPr>
      </w:pPr>
    </w:p>
    <w:p w:rsidR="00795AB4" w:rsidRPr="00A337B5" w:rsidRDefault="00795AB4" w:rsidP="00B060B2">
      <w:pPr>
        <w:autoSpaceDE w:val="0"/>
        <w:autoSpaceDN w:val="0"/>
        <w:adjustRightInd w:val="0"/>
        <w:rPr>
          <w:b/>
          <w:u w:val="single"/>
        </w:rPr>
      </w:pPr>
    </w:p>
    <w:p w:rsidR="00795AB4" w:rsidRPr="00A337B5" w:rsidRDefault="00795AB4"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795AB4" w:rsidRPr="00A337B5" w:rsidRDefault="00795AB4" w:rsidP="00B060B2">
      <w:pPr>
        <w:autoSpaceDE w:val="0"/>
        <w:autoSpaceDN w:val="0"/>
        <w:adjustRightInd w:val="0"/>
        <w:jc w:val="both"/>
      </w:pPr>
      <w:r w:rsidRPr="00A337B5">
        <w:t xml:space="preserve">         К числу возможных рисков относятся внешние и внутренние риски. </w:t>
      </w:r>
    </w:p>
    <w:p w:rsidR="00795AB4" w:rsidRPr="00A337B5" w:rsidRDefault="00795AB4" w:rsidP="00B060B2">
      <w:pPr>
        <w:autoSpaceDE w:val="0"/>
        <w:autoSpaceDN w:val="0"/>
        <w:adjustRightInd w:val="0"/>
        <w:jc w:val="both"/>
      </w:pPr>
      <w:r w:rsidRPr="00A337B5">
        <w:t xml:space="preserve">Внешние риски: </w:t>
      </w:r>
    </w:p>
    <w:p w:rsidR="00795AB4" w:rsidRPr="00A337B5" w:rsidRDefault="00795AB4"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795AB4" w:rsidRPr="00A337B5" w:rsidRDefault="00795AB4"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95AB4" w:rsidRPr="00A337B5" w:rsidRDefault="00795AB4"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95AB4" w:rsidRPr="00A337B5" w:rsidRDefault="00795AB4"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795AB4" w:rsidRPr="00A337B5" w:rsidRDefault="00795AB4"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795AB4" w:rsidRPr="00A337B5" w:rsidRDefault="00795AB4" w:rsidP="00B060B2">
      <w:pPr>
        <w:autoSpaceDE w:val="0"/>
        <w:autoSpaceDN w:val="0"/>
        <w:adjustRightInd w:val="0"/>
        <w:jc w:val="both"/>
      </w:pPr>
      <w:r w:rsidRPr="00A337B5">
        <w:lastRenderedPageBreak/>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795AB4" w:rsidRPr="00A337B5" w:rsidRDefault="00795AB4"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795AB4" w:rsidRPr="00A337B5" w:rsidRDefault="00795AB4"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95AB4" w:rsidRPr="00A337B5" w:rsidRDefault="00795AB4"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795AB4" w:rsidRPr="00A337B5" w:rsidRDefault="00795AB4"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795AB4" w:rsidRPr="00A337B5" w:rsidRDefault="00795AB4"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795AB4" w:rsidRPr="00A337B5" w:rsidRDefault="00795AB4"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795AB4" w:rsidRPr="00A337B5" w:rsidRDefault="00795AB4" w:rsidP="00B060B2">
      <w:pPr>
        <w:ind w:firstLine="709"/>
        <w:jc w:val="both"/>
        <w:rPr>
          <w:b/>
        </w:rPr>
      </w:pPr>
    </w:p>
    <w:p w:rsidR="00795AB4" w:rsidRPr="00A337B5" w:rsidRDefault="00795AB4" w:rsidP="00B060B2">
      <w:pPr>
        <w:ind w:firstLine="709"/>
        <w:rPr>
          <w:b/>
          <w:sz w:val="26"/>
          <w:szCs w:val="26"/>
        </w:rPr>
      </w:pPr>
      <w:r w:rsidRPr="00A337B5">
        <w:rPr>
          <w:b/>
          <w:sz w:val="26"/>
          <w:szCs w:val="26"/>
        </w:rPr>
        <w:t>Раздел 8. «Оценка эффективности муниципальной подпрограммы».</w:t>
      </w:r>
    </w:p>
    <w:p w:rsidR="00795AB4" w:rsidRPr="00A337B5" w:rsidRDefault="00795AB4"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795AB4" w:rsidRPr="00A337B5" w:rsidRDefault="00795AB4"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795AB4" w:rsidRPr="00A337B5" w:rsidRDefault="00795AB4"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95AB4" w:rsidRPr="00A337B5" w:rsidRDefault="00795AB4"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95AB4" w:rsidRPr="00A337B5" w:rsidRDefault="00795AB4"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795AB4" w:rsidRPr="00A337B5" w:rsidRDefault="00795AB4" w:rsidP="00B060B2">
      <w:pPr>
        <w:jc w:val="both"/>
      </w:pPr>
      <w:r w:rsidRPr="00A337B5">
        <w:t>- повышение качества предосталвяемых муниципальных услуг;</w:t>
      </w:r>
    </w:p>
    <w:p w:rsidR="00795AB4" w:rsidRPr="00A337B5" w:rsidRDefault="00795AB4" w:rsidP="00B060B2">
      <w:pPr>
        <w:jc w:val="both"/>
      </w:pPr>
      <w:r w:rsidRPr="00A337B5">
        <w:t xml:space="preserve">- повышение престижа муниципальной службы.  </w:t>
      </w:r>
    </w:p>
    <w:p w:rsidR="00795AB4" w:rsidRPr="00A337B5" w:rsidRDefault="00795AB4" w:rsidP="00B060B2">
      <w:pPr>
        <w:ind w:firstLine="709"/>
      </w:pPr>
    </w:p>
    <w:p w:rsidR="00795AB4" w:rsidRPr="00A337B5" w:rsidRDefault="00795AB4" w:rsidP="00B060B2">
      <w:pPr>
        <w:ind w:firstLine="709"/>
      </w:pPr>
    </w:p>
    <w:p w:rsidR="00795AB4" w:rsidRDefault="00795AB4" w:rsidP="00B060B2">
      <w:pPr>
        <w:jc w:val="right"/>
        <w:rPr>
          <w:sz w:val="28"/>
          <w:szCs w:val="28"/>
        </w:rPr>
      </w:pPr>
    </w:p>
    <w:p w:rsidR="00795AB4" w:rsidRDefault="00795AB4" w:rsidP="00B060B2">
      <w:pPr>
        <w:tabs>
          <w:tab w:val="left" w:pos="8160"/>
        </w:tabs>
        <w:rPr>
          <w:sz w:val="28"/>
          <w:szCs w:val="28"/>
        </w:rPr>
      </w:pPr>
      <w:r>
        <w:rPr>
          <w:sz w:val="28"/>
          <w:szCs w:val="28"/>
        </w:rPr>
        <w:tab/>
      </w: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5674BD">
      <w:pPr>
        <w:ind w:left="42"/>
        <w:jc w:val="both"/>
        <w:rPr>
          <w:rFonts w:eastAsia="Times New Roman"/>
          <w:b/>
          <w:color w:val="0000FF"/>
          <w:sz w:val="26"/>
          <w:szCs w:val="26"/>
          <w:u w:val="single"/>
          <w:lang w:eastAsia="ru-RU"/>
        </w:rPr>
      </w:pPr>
    </w:p>
    <w:p w:rsidR="00795AB4" w:rsidRDefault="00795AB4" w:rsidP="005674BD">
      <w:pPr>
        <w:ind w:left="42"/>
        <w:jc w:val="both"/>
        <w:rPr>
          <w:rFonts w:eastAsia="Times New Roman"/>
          <w:b/>
          <w:color w:val="0000FF"/>
          <w:sz w:val="26"/>
          <w:szCs w:val="26"/>
          <w:u w:val="single"/>
          <w:lang w:eastAsia="ru-RU"/>
        </w:rPr>
      </w:pPr>
    </w:p>
    <w:p w:rsidR="00795AB4" w:rsidRDefault="00795AB4" w:rsidP="005674BD">
      <w:pPr>
        <w:ind w:left="42"/>
        <w:jc w:val="both"/>
        <w:rPr>
          <w:rFonts w:eastAsia="Times New Roman"/>
          <w:b/>
          <w:color w:val="0000FF"/>
          <w:sz w:val="26"/>
          <w:szCs w:val="26"/>
          <w:u w:val="single"/>
          <w:lang w:eastAsia="ru-RU"/>
        </w:rPr>
      </w:pPr>
    </w:p>
    <w:p w:rsidR="00795AB4" w:rsidRDefault="00795AB4" w:rsidP="005674BD">
      <w:pPr>
        <w:ind w:left="42"/>
        <w:jc w:val="both"/>
        <w:rPr>
          <w:rFonts w:eastAsia="Times New Roman"/>
          <w:b/>
          <w:color w:val="0000FF"/>
          <w:sz w:val="26"/>
          <w:szCs w:val="26"/>
          <w:u w:val="single"/>
          <w:lang w:eastAsia="ru-RU"/>
        </w:rPr>
      </w:pPr>
    </w:p>
    <w:p w:rsidR="00795AB4" w:rsidRPr="00704C19" w:rsidRDefault="00795AB4"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95AB4" w:rsidRDefault="00795AB4"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795AB4" w:rsidRPr="00E04053" w:rsidTr="00151251">
        <w:trPr>
          <w:trHeight w:val="1379"/>
        </w:trPr>
        <w:tc>
          <w:tcPr>
            <w:tcW w:w="9854" w:type="dxa"/>
            <w:gridSpan w:val="2"/>
            <w:tcBorders>
              <w:top w:val="nil"/>
              <w:left w:val="nil"/>
              <w:bottom w:val="nil"/>
              <w:right w:val="nil"/>
            </w:tcBorders>
            <w:vAlign w:val="center"/>
          </w:tcPr>
          <w:p w:rsidR="00795AB4" w:rsidRPr="006742E6" w:rsidRDefault="00795AB4" w:rsidP="00151251">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795AB4"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795AB4" w:rsidRPr="004B5210" w:rsidRDefault="00795AB4"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795AB4" w:rsidRPr="004B5210" w:rsidRDefault="00795AB4" w:rsidP="00151251">
            <w:pPr>
              <w:rPr>
                <w:color w:val="000000"/>
              </w:rPr>
            </w:pPr>
            <w:r w:rsidRPr="004B5210">
              <w:rPr>
                <w:color w:val="000000"/>
              </w:rPr>
              <w:t>МКУ «ЕДДС и ХТО»</w:t>
            </w:r>
          </w:p>
          <w:p w:rsidR="00795AB4" w:rsidRPr="004B5210" w:rsidRDefault="00795AB4" w:rsidP="00151251">
            <w:pPr>
              <w:rPr>
                <w:color w:val="000000"/>
              </w:rPr>
            </w:pPr>
          </w:p>
        </w:tc>
      </w:tr>
      <w:tr w:rsidR="00795AB4" w:rsidRPr="00E04053" w:rsidTr="00151251">
        <w:trPr>
          <w:trHeight w:val="750"/>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795AB4" w:rsidRPr="004B5210" w:rsidRDefault="00795AB4" w:rsidP="00151251">
            <w:pPr>
              <w:rPr>
                <w:color w:val="000000"/>
              </w:rPr>
            </w:pPr>
            <w:r w:rsidRPr="004B5210">
              <w:rPr>
                <w:color w:val="000000"/>
              </w:rPr>
              <w:t> МКУ «ЕДДС и ХТО»</w:t>
            </w:r>
          </w:p>
        </w:tc>
      </w:tr>
      <w:tr w:rsidR="00795AB4" w:rsidRPr="00E04053" w:rsidTr="00151251">
        <w:trPr>
          <w:trHeight w:val="750"/>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795AB4" w:rsidRPr="004B5210" w:rsidRDefault="00795AB4" w:rsidP="00151251">
            <w:pPr>
              <w:rPr>
                <w:color w:val="000000"/>
              </w:rPr>
            </w:pPr>
            <w:r w:rsidRPr="004B5210">
              <w:rPr>
                <w:color w:val="000000"/>
              </w:rPr>
              <w:t>МКУ «ЕДДС и ХТО»</w:t>
            </w:r>
          </w:p>
          <w:p w:rsidR="00795AB4" w:rsidRPr="004B5210" w:rsidRDefault="00795AB4" w:rsidP="00151251">
            <w:pPr>
              <w:rPr>
                <w:color w:val="000000"/>
              </w:rPr>
            </w:pPr>
          </w:p>
          <w:p w:rsidR="00795AB4" w:rsidRPr="004B5210" w:rsidRDefault="00795AB4" w:rsidP="00151251">
            <w:pPr>
              <w:rPr>
                <w:color w:val="000000"/>
              </w:rPr>
            </w:pPr>
            <w:r w:rsidRPr="004B5210">
              <w:rPr>
                <w:color w:val="000000"/>
              </w:rPr>
              <w:t>1.Обеспечение безопасности в чрезвычайных ситуациях</w:t>
            </w:r>
          </w:p>
          <w:p w:rsidR="00795AB4" w:rsidRPr="004B5210" w:rsidRDefault="00795AB4" w:rsidP="00151251">
            <w:r w:rsidRPr="004B5210">
              <w:rPr>
                <w:color w:val="000000"/>
              </w:rPr>
              <w:t>2. Финансовое обеспечение других обязательств государства</w:t>
            </w:r>
          </w:p>
        </w:tc>
      </w:tr>
      <w:tr w:rsidR="00795AB4" w:rsidRPr="00E04053" w:rsidTr="00151251">
        <w:trPr>
          <w:trHeight w:val="676"/>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795AB4" w:rsidRPr="004B5210" w:rsidRDefault="00795AB4" w:rsidP="00151251"/>
        </w:tc>
      </w:tr>
      <w:tr w:rsidR="00795AB4" w:rsidRPr="00E04053" w:rsidTr="00151251">
        <w:trPr>
          <w:trHeight w:val="375"/>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795AB4" w:rsidRPr="004B5210" w:rsidRDefault="00795AB4"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795AB4" w:rsidRPr="004B5210" w:rsidRDefault="00795AB4" w:rsidP="00151251">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795AB4" w:rsidRPr="00E04053" w:rsidTr="00151251">
        <w:trPr>
          <w:trHeight w:val="375"/>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795AB4" w:rsidRPr="004B5210" w:rsidRDefault="00795AB4" w:rsidP="00151251">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95AB4" w:rsidRPr="004B5210" w:rsidRDefault="00795AB4" w:rsidP="00151251">
            <w:pPr>
              <w:jc w:val="both"/>
            </w:pPr>
            <w:r w:rsidRPr="004B5210">
              <w:t>- совершенствование программного и технического оснащения ЕДДС района;</w:t>
            </w:r>
          </w:p>
          <w:p w:rsidR="00795AB4" w:rsidRPr="004B5210" w:rsidRDefault="00795AB4"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795AB4" w:rsidRPr="004B5210" w:rsidRDefault="00795AB4"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95AB4" w:rsidRPr="004B5210" w:rsidRDefault="00795AB4" w:rsidP="00151251">
            <w:r w:rsidRPr="004B5210">
              <w:t xml:space="preserve">- осуществление уборки и санитарно-гигиенической очистки помещений </w:t>
            </w:r>
            <w:r w:rsidRPr="004B5210">
              <w:lastRenderedPageBreak/>
              <w:t>администрации Таловского муниципального района. </w:t>
            </w:r>
          </w:p>
        </w:tc>
      </w:tr>
      <w:tr w:rsidR="00795AB4" w:rsidRPr="00E04053" w:rsidTr="00151251">
        <w:trPr>
          <w:trHeight w:val="750"/>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lastRenderedPageBreak/>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795AB4" w:rsidRPr="004B5210" w:rsidRDefault="00795AB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795AB4" w:rsidRPr="004B5210" w:rsidRDefault="00795AB4"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795AB4" w:rsidRPr="004B5210" w:rsidRDefault="00795AB4"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795AB4" w:rsidRPr="00E04053" w:rsidTr="00151251">
        <w:trPr>
          <w:trHeight w:val="750"/>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795AB4" w:rsidRPr="004B5210" w:rsidRDefault="00795AB4" w:rsidP="00151251">
            <w:r w:rsidRPr="004B5210">
              <w:t>В один этап</w:t>
            </w:r>
          </w:p>
          <w:p w:rsidR="00795AB4" w:rsidRPr="004B5210" w:rsidRDefault="00795AB4" w:rsidP="00151251">
            <w:r w:rsidRPr="004B5210">
              <w:t>2014-2019гг. </w:t>
            </w:r>
          </w:p>
        </w:tc>
      </w:tr>
      <w:tr w:rsidR="00795AB4" w:rsidRPr="00E04053" w:rsidTr="00151251">
        <w:trPr>
          <w:trHeight w:val="1295"/>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795AB4" w:rsidRPr="00C82DCF" w:rsidRDefault="00795AB4" w:rsidP="00151251">
            <w:r w:rsidRPr="00C82DCF">
              <w:t>Общий объ</w:t>
            </w:r>
            <w:r>
              <w:t xml:space="preserve">ем финансирования  составляет </w:t>
            </w:r>
            <w:r w:rsidRPr="002C3E3B">
              <w:t>87823</w:t>
            </w:r>
            <w:r>
              <w:t>,7</w:t>
            </w:r>
            <w:r w:rsidRPr="00C82DCF">
              <w:t xml:space="preserve"> тыс.</w:t>
            </w:r>
            <w:r>
              <w:t xml:space="preserve"> </w:t>
            </w:r>
            <w:r w:rsidRPr="00C82DCF">
              <w:t>руб., в т.ч.</w:t>
            </w:r>
          </w:p>
          <w:p w:rsidR="00795AB4" w:rsidRPr="00C82DCF" w:rsidRDefault="00795AB4" w:rsidP="00151251">
            <w:r w:rsidRPr="00C82DCF">
              <w:t xml:space="preserve"> 2014г. -1</w:t>
            </w:r>
            <w:r>
              <w:t>5483</w:t>
            </w:r>
            <w:r w:rsidRPr="00C82DCF">
              <w:t>,</w:t>
            </w:r>
            <w:r>
              <w:t>2</w:t>
            </w:r>
            <w:r w:rsidRPr="00C82DCF">
              <w:t xml:space="preserve"> тыс.руб., </w:t>
            </w:r>
          </w:p>
          <w:p w:rsidR="00795AB4" w:rsidRPr="00C82DCF" w:rsidRDefault="00795AB4" w:rsidP="00151251">
            <w:r>
              <w:t xml:space="preserve"> 2015г.- 16005,4</w:t>
            </w:r>
            <w:r w:rsidRPr="00C82DCF">
              <w:t xml:space="preserve"> тыс. руб.,</w:t>
            </w:r>
          </w:p>
          <w:p w:rsidR="00795AB4" w:rsidRPr="00C82DCF" w:rsidRDefault="00795AB4" w:rsidP="00151251">
            <w:r w:rsidRPr="00C82DCF">
              <w:t xml:space="preserve"> 2016г.-  1</w:t>
            </w:r>
            <w:r>
              <w:t>527</w:t>
            </w:r>
            <w:r w:rsidRPr="00C82DCF">
              <w:t>4,</w:t>
            </w:r>
            <w:r>
              <w:t>7</w:t>
            </w:r>
            <w:r w:rsidRPr="00C82DCF">
              <w:t xml:space="preserve"> тыс.руб.,</w:t>
            </w:r>
          </w:p>
          <w:p w:rsidR="00795AB4" w:rsidRPr="00C82DCF" w:rsidRDefault="00795AB4" w:rsidP="00151251">
            <w:r w:rsidRPr="00C82DCF">
              <w:t xml:space="preserve"> 2017г.-  13</w:t>
            </w:r>
            <w:r>
              <w:t>686</w:t>
            </w:r>
            <w:r w:rsidRPr="00C82DCF">
              <w:t>,</w:t>
            </w:r>
            <w:r>
              <w:t>8</w:t>
            </w:r>
            <w:r w:rsidRPr="00C82DCF">
              <w:t xml:space="preserve"> тыс.руб.,</w:t>
            </w:r>
          </w:p>
          <w:p w:rsidR="00795AB4" w:rsidRPr="00C82DCF" w:rsidRDefault="00795AB4" w:rsidP="00151251">
            <w:r w:rsidRPr="00C82DCF">
              <w:t xml:space="preserve"> 2018г.-  136</w:t>
            </w:r>
            <w:r>
              <w:t>86,8</w:t>
            </w:r>
            <w:r w:rsidRPr="00C82DCF">
              <w:t xml:space="preserve"> тыс.руб.,</w:t>
            </w:r>
          </w:p>
          <w:p w:rsidR="00795AB4" w:rsidRDefault="00795AB4" w:rsidP="00151251">
            <w:r>
              <w:t xml:space="preserve"> 2019г.-  1</w:t>
            </w:r>
            <w:r w:rsidRPr="00C82DCF">
              <w:t>3</w:t>
            </w:r>
            <w:r>
              <w:t>686</w:t>
            </w:r>
            <w:r w:rsidRPr="00C82DCF">
              <w:t>,</w:t>
            </w:r>
            <w:r>
              <w:t>8</w:t>
            </w:r>
            <w:r w:rsidRPr="00C82DCF">
              <w:t xml:space="preserve"> тыс.руб.</w:t>
            </w:r>
          </w:p>
          <w:p w:rsidR="00795AB4" w:rsidRDefault="00795AB4" w:rsidP="00151251">
            <w:r>
              <w:t>Средства местного бюджета:</w:t>
            </w:r>
          </w:p>
          <w:p w:rsidR="00795AB4" w:rsidRPr="00C82DCF" w:rsidRDefault="00795AB4" w:rsidP="00151251">
            <w:r w:rsidRPr="00C82DCF">
              <w:t>2014г. -1</w:t>
            </w:r>
            <w:r>
              <w:t>5463,2</w:t>
            </w:r>
            <w:r w:rsidRPr="00C82DCF">
              <w:t xml:space="preserve"> тыс.руб., </w:t>
            </w:r>
          </w:p>
          <w:p w:rsidR="00795AB4" w:rsidRPr="00C82DCF" w:rsidRDefault="00795AB4" w:rsidP="00151251">
            <w:r>
              <w:t xml:space="preserve"> 2015г.- 15979,4</w:t>
            </w:r>
            <w:r w:rsidRPr="00C82DCF">
              <w:t xml:space="preserve"> тыс. руб.,</w:t>
            </w:r>
          </w:p>
          <w:p w:rsidR="00795AB4" w:rsidRPr="00C82DCF" w:rsidRDefault="00795AB4" w:rsidP="00151251">
            <w:r w:rsidRPr="00C82DCF">
              <w:t xml:space="preserve"> 2016г.-  1</w:t>
            </w:r>
            <w:r>
              <w:t>527</w:t>
            </w:r>
            <w:r w:rsidRPr="00C82DCF">
              <w:t>4,</w:t>
            </w:r>
            <w:r>
              <w:t>7</w:t>
            </w:r>
            <w:r w:rsidRPr="00C82DCF">
              <w:t xml:space="preserve"> тыс.руб.,</w:t>
            </w:r>
          </w:p>
          <w:p w:rsidR="00795AB4" w:rsidRPr="00C82DCF" w:rsidRDefault="00795AB4" w:rsidP="00151251">
            <w:r w:rsidRPr="00C82DCF">
              <w:t xml:space="preserve"> 2017г.-  13</w:t>
            </w:r>
            <w:r>
              <w:t>686</w:t>
            </w:r>
            <w:r w:rsidRPr="00C82DCF">
              <w:t>,</w:t>
            </w:r>
            <w:r>
              <w:t>8</w:t>
            </w:r>
            <w:r w:rsidRPr="00C82DCF">
              <w:t xml:space="preserve"> тыс.руб.,</w:t>
            </w:r>
          </w:p>
          <w:p w:rsidR="00795AB4" w:rsidRPr="00C82DCF" w:rsidRDefault="00795AB4" w:rsidP="00151251">
            <w:r w:rsidRPr="00C82DCF">
              <w:t xml:space="preserve"> 2018г.-  136</w:t>
            </w:r>
            <w:r>
              <w:t>86,8</w:t>
            </w:r>
            <w:r w:rsidRPr="00C82DCF">
              <w:t xml:space="preserve"> тыс.руб.,</w:t>
            </w:r>
          </w:p>
          <w:p w:rsidR="00795AB4" w:rsidRDefault="00795AB4" w:rsidP="00151251">
            <w:r>
              <w:t xml:space="preserve"> 2019г.-  1</w:t>
            </w:r>
            <w:r w:rsidRPr="00C82DCF">
              <w:t>3</w:t>
            </w:r>
            <w:r>
              <w:t>686</w:t>
            </w:r>
            <w:r w:rsidRPr="00C82DCF">
              <w:t>,</w:t>
            </w:r>
            <w:r>
              <w:t>8</w:t>
            </w:r>
            <w:r w:rsidRPr="00C82DCF">
              <w:t xml:space="preserve"> тыс.руб.</w:t>
            </w:r>
          </w:p>
          <w:p w:rsidR="00795AB4" w:rsidRDefault="00795AB4" w:rsidP="00151251">
            <w:r>
              <w:t>Средства областного бюджета:</w:t>
            </w:r>
          </w:p>
          <w:p w:rsidR="00795AB4" w:rsidRPr="00C82DCF" w:rsidRDefault="00795AB4" w:rsidP="00151251">
            <w:r w:rsidRPr="00C82DCF">
              <w:t>2014г. -</w:t>
            </w:r>
            <w:r>
              <w:t xml:space="preserve"> 20</w:t>
            </w:r>
            <w:r w:rsidRPr="00C82DCF">
              <w:t xml:space="preserve"> тыс.руб., </w:t>
            </w:r>
          </w:p>
          <w:p w:rsidR="00795AB4" w:rsidRPr="004B5210" w:rsidRDefault="00795AB4" w:rsidP="00151251">
            <w:r>
              <w:t xml:space="preserve"> 2015г.- 26</w:t>
            </w:r>
            <w:r w:rsidRPr="00C82DCF">
              <w:t xml:space="preserve"> тыс. руб.</w:t>
            </w:r>
          </w:p>
        </w:tc>
      </w:tr>
      <w:tr w:rsidR="00795AB4" w:rsidRPr="00E04053" w:rsidTr="00151251">
        <w:trPr>
          <w:trHeight w:val="212"/>
        </w:trPr>
        <w:tc>
          <w:tcPr>
            <w:tcW w:w="4774" w:type="dxa"/>
            <w:tcBorders>
              <w:top w:val="nil"/>
              <w:left w:val="single" w:sz="4" w:space="0" w:color="auto"/>
              <w:bottom w:val="single" w:sz="4" w:space="0" w:color="auto"/>
              <w:right w:val="single" w:sz="4" w:space="0" w:color="auto"/>
            </w:tcBorders>
          </w:tcPr>
          <w:p w:rsidR="00795AB4" w:rsidRPr="004B5210" w:rsidRDefault="00795AB4"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795AB4" w:rsidRPr="004B5210" w:rsidRDefault="00795AB4"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795AB4" w:rsidRPr="004B5210" w:rsidRDefault="00795AB4"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795AB4" w:rsidRPr="004B5210" w:rsidRDefault="00795AB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95AB4" w:rsidRPr="004B5210" w:rsidRDefault="00795AB4"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795AB4" w:rsidRPr="004B5210" w:rsidRDefault="00795AB4" w:rsidP="00151251">
            <w:r w:rsidRPr="004B5210">
              <w:t>- улучшение обеспечения материально-техническими средствами.</w:t>
            </w:r>
          </w:p>
        </w:tc>
      </w:tr>
    </w:tbl>
    <w:p w:rsidR="00795AB4" w:rsidRDefault="00795AB4" w:rsidP="005674BD">
      <w:pPr>
        <w:tabs>
          <w:tab w:val="left" w:pos="9960"/>
        </w:tabs>
        <w:jc w:val="center"/>
        <w:rPr>
          <w:b/>
          <w:sz w:val="28"/>
          <w:szCs w:val="28"/>
        </w:rPr>
      </w:pPr>
    </w:p>
    <w:p w:rsidR="00795AB4" w:rsidRDefault="00795AB4" w:rsidP="005674BD">
      <w:pPr>
        <w:tabs>
          <w:tab w:val="left" w:pos="9960"/>
        </w:tabs>
        <w:jc w:val="center"/>
        <w:rPr>
          <w:b/>
          <w:sz w:val="28"/>
          <w:szCs w:val="28"/>
        </w:rPr>
      </w:pPr>
    </w:p>
    <w:p w:rsidR="00795AB4" w:rsidRDefault="00795AB4" w:rsidP="005674BD">
      <w:pPr>
        <w:tabs>
          <w:tab w:val="left" w:pos="9960"/>
        </w:tabs>
        <w:jc w:val="center"/>
        <w:rPr>
          <w:b/>
          <w:sz w:val="28"/>
          <w:szCs w:val="28"/>
        </w:rPr>
      </w:pPr>
    </w:p>
    <w:p w:rsidR="00795AB4" w:rsidRDefault="00795AB4" w:rsidP="005674BD">
      <w:pPr>
        <w:tabs>
          <w:tab w:val="left" w:pos="9960"/>
        </w:tabs>
        <w:jc w:val="center"/>
        <w:rPr>
          <w:b/>
          <w:sz w:val="28"/>
          <w:szCs w:val="28"/>
        </w:rPr>
      </w:pPr>
    </w:p>
    <w:p w:rsidR="00795AB4" w:rsidRPr="004B5210" w:rsidRDefault="00795AB4" w:rsidP="005674BD">
      <w:pPr>
        <w:tabs>
          <w:tab w:val="left" w:pos="9960"/>
        </w:tabs>
        <w:jc w:val="center"/>
        <w:rPr>
          <w:b/>
          <w:sz w:val="26"/>
          <w:szCs w:val="26"/>
        </w:rPr>
      </w:pPr>
      <w:r w:rsidRPr="004B5210">
        <w:rPr>
          <w:b/>
          <w:sz w:val="26"/>
          <w:szCs w:val="26"/>
        </w:rPr>
        <w:lastRenderedPageBreak/>
        <w:t>Раздел 1. Характеристика сферы реализации муниципальной подпрограммы, описание основных проблем в указанной сфере и прогноз ее развития.</w:t>
      </w:r>
    </w:p>
    <w:p w:rsidR="00795AB4" w:rsidRDefault="00795AB4" w:rsidP="005674BD">
      <w:pPr>
        <w:pStyle w:val="ConsPlusNonformat"/>
        <w:widowControl/>
        <w:ind w:firstLine="600"/>
        <w:jc w:val="both"/>
        <w:rPr>
          <w:rFonts w:ascii="Times New Roman" w:hAnsi="Times New Roman" w:cs="Times New Roman"/>
          <w:sz w:val="26"/>
          <w:szCs w:val="26"/>
        </w:rPr>
      </w:pPr>
    </w:p>
    <w:p w:rsidR="00795AB4" w:rsidRPr="004B5210" w:rsidRDefault="00795AB4"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795AB4" w:rsidRPr="004B5210" w:rsidRDefault="00795AB4"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795AB4" w:rsidRPr="004B5210" w:rsidRDefault="00795AB4"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795AB4" w:rsidRPr="004B5210" w:rsidRDefault="00795AB4"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795AB4" w:rsidRPr="004B5210" w:rsidRDefault="00795AB4" w:rsidP="005674BD">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795AB4" w:rsidRPr="004B5210" w:rsidRDefault="00795AB4"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795AB4" w:rsidRPr="00E065B4" w:rsidRDefault="00795AB4" w:rsidP="005674BD">
      <w:pPr>
        <w:tabs>
          <w:tab w:val="left" w:pos="9960"/>
        </w:tabs>
        <w:jc w:val="center"/>
        <w:rPr>
          <w:b/>
          <w:sz w:val="26"/>
          <w:szCs w:val="26"/>
        </w:rPr>
      </w:pPr>
    </w:p>
    <w:p w:rsidR="00795AB4" w:rsidRPr="004B5210" w:rsidRDefault="00795AB4"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95AB4" w:rsidRPr="004B5210" w:rsidRDefault="00795AB4"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795AB4" w:rsidRPr="004B5210" w:rsidRDefault="00795AB4" w:rsidP="005674BD">
      <w:pPr>
        <w:pStyle w:val="a6"/>
        <w:ind w:firstLine="720"/>
        <w:rPr>
          <w:color w:val="000000"/>
        </w:rPr>
      </w:pPr>
      <w:r w:rsidRPr="004B5210">
        <w:rPr>
          <w:color w:val="000000"/>
        </w:rPr>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795AB4" w:rsidRPr="004B5210" w:rsidRDefault="00795AB4" w:rsidP="005674BD">
      <w:pPr>
        <w:pStyle w:val="a6"/>
        <w:ind w:firstLine="720"/>
        <w:rPr>
          <w:color w:val="000000"/>
        </w:rPr>
      </w:pPr>
      <w:r w:rsidRPr="004B5210">
        <w:rPr>
          <w:color w:val="000000"/>
        </w:rPr>
        <w:lastRenderedPageBreak/>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795AB4" w:rsidRPr="004B5210" w:rsidRDefault="00097235" w:rsidP="005674BD">
      <w:pPr>
        <w:pStyle w:val="a6"/>
        <w:ind w:firstLine="720"/>
        <w:rPr>
          <w:color w:val="000000"/>
        </w:rPr>
      </w:pPr>
      <w:hyperlink r:id="rId11" w:history="1">
        <w:r w:rsidR="00795AB4" w:rsidRPr="004B5210">
          <w:rPr>
            <w:rStyle w:val="ac"/>
            <w:color w:val="000000"/>
          </w:rPr>
          <w:t>Основами</w:t>
        </w:r>
      </w:hyperlink>
      <w:r w:rsidR="00795AB4"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795AB4" w:rsidRPr="004B5210" w:rsidRDefault="00795AB4"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795AB4" w:rsidRPr="004B5210" w:rsidRDefault="00795AB4"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795AB4" w:rsidRPr="004B5210" w:rsidRDefault="00795AB4"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795AB4" w:rsidRPr="004B5210" w:rsidRDefault="00097235" w:rsidP="005674BD">
      <w:pPr>
        <w:pStyle w:val="a6"/>
        <w:ind w:firstLine="720"/>
      </w:pPr>
      <w:hyperlink r:id="rId15" w:history="1">
        <w:r w:rsidR="00795AB4" w:rsidRPr="004B5210">
          <w:rPr>
            <w:rStyle w:val="ac"/>
            <w:color w:val="000000"/>
          </w:rPr>
          <w:t>Законом</w:t>
        </w:r>
      </w:hyperlink>
      <w:r w:rsidR="00795AB4" w:rsidRPr="004B5210">
        <w:rPr>
          <w:color w:val="000000"/>
        </w:rPr>
        <w:t xml:space="preserve"> Воронежской области от 02.12.2004 № 87-ОЗ «Об обеспечении пожарной безопасности в Воронежской области».</w:t>
      </w:r>
      <w:r w:rsidR="00795AB4" w:rsidRPr="004B5210">
        <w:t xml:space="preserve"> </w:t>
      </w:r>
    </w:p>
    <w:p w:rsidR="00795AB4" w:rsidRPr="004B5210" w:rsidRDefault="00795AB4"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795AB4" w:rsidRPr="004B5210" w:rsidRDefault="00795AB4"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795AB4" w:rsidRPr="004B5210" w:rsidRDefault="00795AB4" w:rsidP="005674BD">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95AB4" w:rsidRPr="00AC1D09" w:rsidRDefault="00795AB4"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795AB4" w:rsidRPr="004B5210" w:rsidRDefault="00795AB4"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795AB4" w:rsidRPr="004B5210" w:rsidRDefault="00795AB4" w:rsidP="005674BD">
      <w:pPr>
        <w:jc w:val="both"/>
      </w:pPr>
      <w:r w:rsidRPr="004B5210">
        <w:t>- совершенствование программного и технического оснащения ЕДДС района;</w:t>
      </w:r>
    </w:p>
    <w:p w:rsidR="00795AB4" w:rsidRPr="004B5210" w:rsidRDefault="00795AB4"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795AB4" w:rsidRPr="004B5210" w:rsidRDefault="00795AB4"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795AB4" w:rsidRDefault="00795AB4"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795AB4" w:rsidRDefault="00795AB4" w:rsidP="005674BD">
      <w:pPr>
        <w:jc w:val="both"/>
      </w:pPr>
    </w:p>
    <w:p w:rsidR="00795AB4" w:rsidRPr="00AC1D09" w:rsidRDefault="00795AB4"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795AB4" w:rsidRPr="004B5210" w:rsidRDefault="00795AB4" w:rsidP="005674BD">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795AB4" w:rsidRPr="004B5210" w:rsidRDefault="00795AB4" w:rsidP="005674BD">
      <w:pPr>
        <w:pStyle w:val="a6"/>
        <w:ind w:firstLine="720"/>
        <w:rPr>
          <w:color w:val="000000"/>
        </w:rPr>
      </w:pPr>
      <w:r w:rsidRPr="004B5210">
        <w:rPr>
          <w:color w:val="000000"/>
        </w:rPr>
        <w:lastRenderedPageBreak/>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795AB4" w:rsidRPr="004B5210" w:rsidRDefault="00795AB4"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795AB4" w:rsidRPr="004B5210" w:rsidRDefault="00795AB4" w:rsidP="005674BD">
      <w:pPr>
        <w:pStyle w:val="a6"/>
        <w:ind w:firstLine="720"/>
        <w:rPr>
          <w:color w:val="000000"/>
        </w:rPr>
      </w:pPr>
      <w:r w:rsidRPr="004B5210">
        <w:rPr>
          <w:color w:val="000000"/>
        </w:rPr>
        <w:t> Н = Но / Нпр x 100%, где:</w:t>
      </w:r>
    </w:p>
    <w:p w:rsidR="00795AB4" w:rsidRPr="004B5210" w:rsidRDefault="00795AB4" w:rsidP="005674BD">
      <w:pPr>
        <w:pStyle w:val="a6"/>
        <w:ind w:firstLine="720"/>
        <w:rPr>
          <w:color w:val="000000"/>
        </w:rPr>
      </w:pPr>
      <w:r w:rsidRPr="004B5210">
        <w:rPr>
          <w:color w:val="000000"/>
        </w:rPr>
        <w:t> Н - охват численности населения Таловского района, %;</w:t>
      </w:r>
    </w:p>
    <w:p w:rsidR="00795AB4" w:rsidRPr="004B5210" w:rsidRDefault="00795AB4" w:rsidP="005674BD">
      <w:pPr>
        <w:pStyle w:val="a6"/>
        <w:ind w:firstLine="720"/>
        <w:rPr>
          <w:color w:val="000000"/>
        </w:rPr>
      </w:pPr>
      <w:r w:rsidRPr="004B5210">
        <w:rPr>
          <w:color w:val="000000"/>
        </w:rPr>
        <w:t>Но - численность оповещаемого населения, человек;</w:t>
      </w:r>
    </w:p>
    <w:p w:rsidR="00795AB4" w:rsidRPr="004B5210" w:rsidRDefault="00795AB4" w:rsidP="005674BD">
      <w:pPr>
        <w:pStyle w:val="a6"/>
        <w:ind w:firstLine="720"/>
        <w:rPr>
          <w:color w:val="000000"/>
        </w:rPr>
      </w:pPr>
      <w:r w:rsidRPr="004B5210">
        <w:rPr>
          <w:color w:val="000000"/>
        </w:rPr>
        <w:t>Нпр - численность населения, проживающего в Таловском районе, человек.</w:t>
      </w:r>
    </w:p>
    <w:p w:rsidR="00795AB4" w:rsidRPr="004B5210" w:rsidRDefault="00795AB4"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795AB4" w:rsidRDefault="00795AB4"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95AB4" w:rsidRPr="006A0E86" w:rsidRDefault="00795AB4"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95AB4" w:rsidRPr="00AC1D09" w:rsidRDefault="00795AB4"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795AB4" w:rsidRPr="004B5210" w:rsidRDefault="00795AB4" w:rsidP="005674BD">
      <w:pPr>
        <w:pStyle w:val="a6"/>
        <w:rPr>
          <w:color w:val="000000"/>
        </w:rPr>
      </w:pPr>
      <w:r w:rsidRPr="004B5210">
        <w:rPr>
          <w:color w:val="000000"/>
        </w:rPr>
        <w:t xml:space="preserve">         Выполнение  подпрограммы в полном объеме позволит:</w:t>
      </w:r>
    </w:p>
    <w:p w:rsidR="00795AB4" w:rsidRDefault="00795AB4"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95AB4" w:rsidRPr="004B5210" w:rsidRDefault="00795AB4" w:rsidP="005674BD">
      <w:pPr>
        <w:pStyle w:val="a6"/>
      </w:pPr>
      <w:r w:rsidRPr="004B5210">
        <w:t>-  сократить быстроту реагирования на угрозу или возникновение ЧС (происшествий),</w:t>
      </w:r>
    </w:p>
    <w:p w:rsidR="00795AB4" w:rsidRPr="004B5210" w:rsidRDefault="00795AB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795AB4" w:rsidRPr="004B5210" w:rsidRDefault="00795AB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95AB4" w:rsidRPr="004B5210" w:rsidRDefault="00795AB4"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795AB4" w:rsidRPr="00AC1D09" w:rsidRDefault="00795AB4"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795AB4" w:rsidRPr="004B5210" w:rsidRDefault="00795AB4" w:rsidP="005674BD">
      <w:pPr>
        <w:pStyle w:val="a6"/>
      </w:pPr>
      <w:r w:rsidRPr="004B5210">
        <w:rPr>
          <w:color w:val="000000"/>
        </w:rPr>
        <w:t>Общий срок реализации подпрограммы рассчитан на период с 2014 по 2019 годы</w:t>
      </w:r>
      <w:r w:rsidRPr="004B5210">
        <w:t>.</w:t>
      </w:r>
    </w:p>
    <w:p w:rsidR="00795AB4" w:rsidRDefault="00795AB4" w:rsidP="005674BD">
      <w:pPr>
        <w:tabs>
          <w:tab w:val="left" w:pos="9960"/>
        </w:tabs>
        <w:jc w:val="center"/>
        <w:rPr>
          <w:b/>
          <w:sz w:val="26"/>
          <w:szCs w:val="26"/>
        </w:rPr>
      </w:pPr>
    </w:p>
    <w:p w:rsidR="00795AB4" w:rsidRDefault="00795AB4" w:rsidP="005674BD">
      <w:pPr>
        <w:tabs>
          <w:tab w:val="left" w:pos="9960"/>
        </w:tabs>
        <w:jc w:val="center"/>
        <w:rPr>
          <w:b/>
          <w:sz w:val="26"/>
          <w:szCs w:val="26"/>
        </w:rPr>
      </w:pPr>
    </w:p>
    <w:p w:rsidR="00795AB4" w:rsidRDefault="00795AB4" w:rsidP="005674BD">
      <w:pPr>
        <w:jc w:val="center"/>
        <w:rPr>
          <w:b/>
          <w:sz w:val="26"/>
          <w:szCs w:val="26"/>
        </w:rPr>
      </w:pPr>
      <w:r w:rsidRPr="00E065B4">
        <w:rPr>
          <w:b/>
          <w:sz w:val="26"/>
          <w:szCs w:val="26"/>
        </w:rPr>
        <w:t>Раздел 3. Характеристика основных мероприятий подпрограммы</w:t>
      </w:r>
    </w:p>
    <w:p w:rsidR="00795AB4" w:rsidRPr="00E065B4" w:rsidRDefault="00795AB4" w:rsidP="005674BD">
      <w:pPr>
        <w:jc w:val="center"/>
        <w:rPr>
          <w:b/>
          <w:sz w:val="26"/>
          <w:szCs w:val="26"/>
        </w:rPr>
      </w:pPr>
    </w:p>
    <w:p w:rsidR="00795AB4" w:rsidRPr="006A0E86" w:rsidRDefault="00795AB4"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795AB4" w:rsidRPr="006A0E86" w:rsidRDefault="00795AB4"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795AB4" w:rsidRPr="006A0E86" w:rsidRDefault="00795AB4"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795AB4" w:rsidRPr="006A0E86" w:rsidRDefault="00795AB4"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795AB4" w:rsidRPr="006A0E86" w:rsidRDefault="00795AB4" w:rsidP="005674BD">
      <w:pPr>
        <w:jc w:val="both"/>
        <w:rPr>
          <w:color w:val="000000"/>
        </w:rPr>
      </w:pPr>
      <w:r w:rsidRPr="006A0E86">
        <w:rPr>
          <w:color w:val="000000"/>
        </w:rPr>
        <w:t xml:space="preserve">Финансирование мероприятия: </w:t>
      </w:r>
    </w:p>
    <w:p w:rsidR="00795AB4" w:rsidRPr="006A0E86" w:rsidRDefault="00795AB4" w:rsidP="005674BD">
      <w:pPr>
        <w:jc w:val="both"/>
        <w:rPr>
          <w:color w:val="000000"/>
        </w:rPr>
      </w:pPr>
      <w:r w:rsidRPr="006A0E86">
        <w:rPr>
          <w:color w:val="000000"/>
        </w:rPr>
        <w:t>- из средств местного бюджета 76</w:t>
      </w:r>
      <w:r>
        <w:rPr>
          <w:color w:val="000000"/>
        </w:rPr>
        <w:t>3</w:t>
      </w:r>
      <w:r w:rsidRPr="006A0E86">
        <w:rPr>
          <w:color w:val="000000"/>
        </w:rPr>
        <w:t>1,</w:t>
      </w:r>
      <w:r>
        <w:rPr>
          <w:color w:val="000000"/>
        </w:rPr>
        <w:t>6</w:t>
      </w:r>
      <w:r w:rsidRPr="006A0E86">
        <w:rPr>
          <w:color w:val="000000"/>
        </w:rPr>
        <w:t xml:space="preserve"> тыс. руб., в т.ч:</w:t>
      </w:r>
    </w:p>
    <w:p w:rsidR="00795AB4" w:rsidRPr="006A0E86" w:rsidRDefault="00795AB4" w:rsidP="005674BD">
      <w:pPr>
        <w:jc w:val="both"/>
        <w:rPr>
          <w:color w:val="000000"/>
        </w:rPr>
      </w:pPr>
      <w:r w:rsidRPr="006A0E86">
        <w:rPr>
          <w:color w:val="000000"/>
        </w:rPr>
        <w:t xml:space="preserve"> 2014г. – 1427,4тыс.руб., </w:t>
      </w:r>
    </w:p>
    <w:p w:rsidR="00795AB4" w:rsidRPr="006A0E86" w:rsidRDefault="00795AB4" w:rsidP="005674BD">
      <w:pPr>
        <w:jc w:val="both"/>
        <w:rPr>
          <w:color w:val="000000"/>
        </w:rPr>
      </w:pPr>
      <w:r w:rsidRPr="006A0E86">
        <w:rPr>
          <w:color w:val="000000"/>
        </w:rPr>
        <w:t xml:space="preserve"> 2015г.- 12</w:t>
      </w:r>
      <w:r>
        <w:rPr>
          <w:color w:val="000000"/>
        </w:rPr>
        <w:t>3</w:t>
      </w:r>
      <w:r w:rsidRPr="006A0E86">
        <w:rPr>
          <w:color w:val="000000"/>
        </w:rPr>
        <w:t>1</w:t>
      </w:r>
      <w:r>
        <w:rPr>
          <w:color w:val="000000"/>
        </w:rPr>
        <w:t>,8</w:t>
      </w:r>
      <w:r w:rsidRPr="006A0E86">
        <w:rPr>
          <w:color w:val="000000"/>
        </w:rPr>
        <w:t xml:space="preserve"> тыс. руб.,</w:t>
      </w:r>
    </w:p>
    <w:p w:rsidR="00795AB4" w:rsidRPr="006A0E86" w:rsidRDefault="00795AB4" w:rsidP="005674BD">
      <w:pPr>
        <w:jc w:val="both"/>
        <w:rPr>
          <w:color w:val="000000"/>
        </w:rPr>
      </w:pPr>
      <w:r w:rsidRPr="006A0E86">
        <w:rPr>
          <w:color w:val="000000"/>
        </w:rPr>
        <w:t xml:space="preserve"> 2016г.- 1243,1 тыс.руб.,</w:t>
      </w:r>
    </w:p>
    <w:p w:rsidR="00795AB4" w:rsidRPr="006A0E86" w:rsidRDefault="00795AB4" w:rsidP="005674BD">
      <w:pPr>
        <w:jc w:val="both"/>
        <w:rPr>
          <w:color w:val="000000"/>
        </w:rPr>
      </w:pPr>
      <w:r w:rsidRPr="006A0E86">
        <w:rPr>
          <w:color w:val="000000"/>
        </w:rPr>
        <w:t xml:space="preserve"> 2017г.-  1243,1 тыс.руб.,</w:t>
      </w:r>
    </w:p>
    <w:p w:rsidR="00795AB4" w:rsidRPr="006A0E86" w:rsidRDefault="00795AB4" w:rsidP="005674BD">
      <w:pPr>
        <w:jc w:val="both"/>
        <w:rPr>
          <w:color w:val="000000"/>
        </w:rPr>
      </w:pPr>
      <w:r w:rsidRPr="006A0E86">
        <w:rPr>
          <w:color w:val="000000"/>
        </w:rPr>
        <w:t xml:space="preserve"> 2018г.-  1243,1 тыс.руб.,</w:t>
      </w:r>
    </w:p>
    <w:p w:rsidR="00795AB4" w:rsidRPr="006A0E86" w:rsidRDefault="00795AB4" w:rsidP="005674BD">
      <w:pPr>
        <w:jc w:val="both"/>
        <w:rPr>
          <w:color w:val="000000"/>
        </w:rPr>
      </w:pPr>
      <w:r w:rsidRPr="006A0E86">
        <w:rPr>
          <w:color w:val="000000"/>
        </w:rPr>
        <w:t xml:space="preserve"> 2019г.-  1243,1 тыс.руб.</w:t>
      </w:r>
    </w:p>
    <w:p w:rsidR="00795AB4" w:rsidRPr="006A0E86" w:rsidRDefault="00795AB4" w:rsidP="005674BD">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т.ч:</w:t>
      </w:r>
    </w:p>
    <w:p w:rsidR="00795AB4" w:rsidRDefault="00795AB4" w:rsidP="005674BD">
      <w:pPr>
        <w:ind w:firstLine="709"/>
        <w:jc w:val="both"/>
        <w:rPr>
          <w:color w:val="000000"/>
        </w:rPr>
      </w:pPr>
      <w:r w:rsidRPr="006A0E86">
        <w:rPr>
          <w:color w:val="000000"/>
        </w:rPr>
        <w:t>2014г.- 20 тыс. руб</w:t>
      </w:r>
      <w:r>
        <w:rPr>
          <w:color w:val="000000"/>
        </w:rPr>
        <w:t>.</w:t>
      </w:r>
    </w:p>
    <w:p w:rsidR="00795AB4" w:rsidRPr="006A0E86" w:rsidRDefault="00795AB4" w:rsidP="005674BD">
      <w:pPr>
        <w:ind w:firstLine="709"/>
        <w:jc w:val="both"/>
        <w:rPr>
          <w:color w:val="000000"/>
        </w:rPr>
      </w:pPr>
      <w:r>
        <w:rPr>
          <w:color w:val="000000"/>
        </w:rPr>
        <w:t>2015г.- 26 тыс.руб.</w:t>
      </w:r>
    </w:p>
    <w:p w:rsidR="00795AB4" w:rsidRPr="006A0E86" w:rsidRDefault="00795AB4" w:rsidP="005674BD">
      <w:pPr>
        <w:ind w:firstLine="709"/>
        <w:jc w:val="both"/>
        <w:rPr>
          <w:rFonts w:eastAsia="Times New Roman"/>
          <w:b/>
          <w:lang w:eastAsia="en-US"/>
        </w:rPr>
      </w:pPr>
    </w:p>
    <w:p w:rsidR="00795AB4" w:rsidRPr="006A0E86" w:rsidRDefault="00795AB4"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795AB4" w:rsidRPr="006A0E86" w:rsidRDefault="00795AB4"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795AB4" w:rsidRPr="006A0E86" w:rsidRDefault="00795AB4"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795AB4" w:rsidRPr="006A0E86" w:rsidRDefault="00795AB4" w:rsidP="005674BD">
      <w:pPr>
        <w:ind w:firstLine="709"/>
        <w:jc w:val="both"/>
      </w:pPr>
    </w:p>
    <w:p w:rsidR="00795AB4" w:rsidRPr="006A0E86" w:rsidRDefault="00795AB4" w:rsidP="005674BD">
      <w:pPr>
        <w:ind w:firstLine="709"/>
        <w:jc w:val="both"/>
      </w:pPr>
      <w:r w:rsidRPr="006A0E86">
        <w:t>Финансирование мероприятия:</w:t>
      </w:r>
    </w:p>
    <w:p w:rsidR="00795AB4" w:rsidRPr="006A0E86" w:rsidRDefault="00795AB4" w:rsidP="005674BD">
      <w:pPr>
        <w:ind w:firstLine="709"/>
        <w:jc w:val="both"/>
      </w:pPr>
      <w:r w:rsidRPr="006A0E86">
        <w:t xml:space="preserve">- из средств местного бюджета  </w:t>
      </w:r>
      <w:r>
        <w:t>80146,1</w:t>
      </w:r>
      <w:r w:rsidRPr="006A0E86">
        <w:t xml:space="preserve"> тыс. руб., в т.ч:</w:t>
      </w:r>
    </w:p>
    <w:p w:rsidR="00795AB4" w:rsidRPr="00242092" w:rsidRDefault="00795AB4" w:rsidP="005674BD">
      <w:r w:rsidRPr="006A0E86">
        <w:rPr>
          <w:b/>
        </w:rPr>
        <w:t xml:space="preserve"> </w:t>
      </w:r>
      <w:r w:rsidRPr="00242092">
        <w:t xml:space="preserve">2014г. – 14035,8тыс.руб., </w:t>
      </w:r>
    </w:p>
    <w:p w:rsidR="00795AB4" w:rsidRPr="00242092" w:rsidRDefault="00795AB4" w:rsidP="005674BD">
      <w:r w:rsidRPr="00242092">
        <w:t xml:space="preserve"> 2015г.- 14747,6 тыс. руб.,</w:t>
      </w:r>
    </w:p>
    <w:p w:rsidR="00795AB4" w:rsidRPr="00242092" w:rsidRDefault="00795AB4" w:rsidP="005674BD">
      <w:r w:rsidRPr="00242092">
        <w:t xml:space="preserve"> 2016г.- 14031,6 тыс.руб.,</w:t>
      </w:r>
    </w:p>
    <w:p w:rsidR="00795AB4" w:rsidRPr="00242092" w:rsidRDefault="00795AB4" w:rsidP="005674BD">
      <w:r w:rsidRPr="00242092">
        <w:t xml:space="preserve"> 2017г.-  12443,7 тыс.руб.,</w:t>
      </w:r>
    </w:p>
    <w:p w:rsidR="00795AB4" w:rsidRPr="00242092" w:rsidRDefault="00795AB4" w:rsidP="005674BD">
      <w:r w:rsidRPr="00242092">
        <w:t xml:space="preserve"> 2018г.-  12443,7 тыс.руб.,</w:t>
      </w:r>
    </w:p>
    <w:p w:rsidR="00795AB4" w:rsidRPr="00242092" w:rsidRDefault="00795AB4" w:rsidP="005674BD">
      <w:r w:rsidRPr="00242092">
        <w:t xml:space="preserve"> 2019г.- 12443,7 тыс.руб. </w:t>
      </w:r>
    </w:p>
    <w:p w:rsidR="00795AB4" w:rsidRPr="00242092" w:rsidRDefault="00795AB4" w:rsidP="005674BD"/>
    <w:p w:rsidR="00795AB4" w:rsidRPr="006A0E86" w:rsidRDefault="00795AB4" w:rsidP="005674BD">
      <w:pPr>
        <w:ind w:firstLine="709"/>
        <w:jc w:val="both"/>
      </w:pPr>
      <w:r w:rsidRPr="006A0E86">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795AB4" w:rsidRPr="001474DB" w:rsidRDefault="00795AB4"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795AB4" w:rsidRPr="001474DB" w:rsidRDefault="00795AB4" w:rsidP="005674BD">
      <w:pPr>
        <w:ind w:firstLine="709"/>
        <w:jc w:val="both"/>
        <w:rPr>
          <w:sz w:val="26"/>
          <w:szCs w:val="26"/>
        </w:rPr>
      </w:pPr>
    </w:p>
    <w:p w:rsidR="00795AB4" w:rsidRDefault="00795AB4" w:rsidP="005674BD">
      <w:pPr>
        <w:ind w:firstLine="709"/>
        <w:jc w:val="both"/>
        <w:rPr>
          <w:b/>
          <w:sz w:val="26"/>
          <w:szCs w:val="26"/>
        </w:rPr>
      </w:pPr>
    </w:p>
    <w:p w:rsidR="00795AB4" w:rsidRPr="001474DB" w:rsidRDefault="00795AB4" w:rsidP="005674BD">
      <w:pPr>
        <w:ind w:firstLine="709"/>
        <w:jc w:val="both"/>
        <w:rPr>
          <w:b/>
          <w:sz w:val="26"/>
          <w:szCs w:val="26"/>
        </w:rPr>
      </w:pPr>
      <w:r w:rsidRPr="001474DB">
        <w:rPr>
          <w:b/>
          <w:sz w:val="26"/>
          <w:szCs w:val="26"/>
        </w:rPr>
        <w:lastRenderedPageBreak/>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795AB4" w:rsidRPr="001474DB" w:rsidRDefault="00795AB4" w:rsidP="005674BD">
      <w:pPr>
        <w:ind w:firstLine="709"/>
        <w:jc w:val="both"/>
        <w:rPr>
          <w:b/>
          <w:sz w:val="26"/>
          <w:szCs w:val="26"/>
        </w:rPr>
      </w:pPr>
    </w:p>
    <w:p w:rsidR="00795AB4" w:rsidRPr="006A0E86" w:rsidRDefault="00795AB4"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795AB4" w:rsidRPr="006A0E86" w:rsidRDefault="00795AB4"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95AB4" w:rsidRPr="006A0E86" w:rsidRDefault="00795AB4" w:rsidP="005674BD">
      <w:pPr>
        <w:ind w:firstLine="709"/>
        <w:jc w:val="both"/>
      </w:pPr>
      <w:r w:rsidRPr="006A0E86">
        <w:t xml:space="preserve">Контроль над реализацией мероприятий Подрограммы осуществляет Администрация Таловского муниципального района. </w:t>
      </w:r>
    </w:p>
    <w:p w:rsidR="00795AB4" w:rsidRPr="001474DB" w:rsidRDefault="00795AB4" w:rsidP="005674BD">
      <w:pPr>
        <w:ind w:firstLine="709"/>
        <w:jc w:val="both"/>
        <w:rPr>
          <w:sz w:val="26"/>
          <w:szCs w:val="26"/>
        </w:rPr>
      </w:pPr>
    </w:p>
    <w:p w:rsidR="00795AB4" w:rsidRDefault="00795AB4"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95AB4" w:rsidRDefault="00795AB4" w:rsidP="005674BD">
      <w:pPr>
        <w:rPr>
          <w:b/>
          <w:sz w:val="26"/>
          <w:szCs w:val="26"/>
        </w:rPr>
      </w:pPr>
    </w:p>
    <w:p w:rsidR="00795AB4" w:rsidRPr="006A0E86" w:rsidRDefault="00795AB4"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795AB4" w:rsidRPr="00AC1D09" w:rsidRDefault="00795AB4" w:rsidP="005674BD">
      <w:pPr>
        <w:rPr>
          <w:b/>
        </w:rPr>
      </w:pPr>
    </w:p>
    <w:p w:rsidR="00795AB4" w:rsidRPr="00895671" w:rsidRDefault="00795AB4"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795AB4" w:rsidRPr="00895671" w:rsidRDefault="00795AB4" w:rsidP="005674BD">
      <w:pPr>
        <w:autoSpaceDE w:val="0"/>
        <w:autoSpaceDN w:val="0"/>
        <w:adjustRightInd w:val="0"/>
        <w:ind w:right="-1"/>
        <w:jc w:val="center"/>
        <w:rPr>
          <w:color w:val="000000"/>
          <w:sz w:val="26"/>
          <w:szCs w:val="26"/>
        </w:rPr>
      </w:pPr>
    </w:p>
    <w:p w:rsidR="00795AB4" w:rsidRPr="006A0E86" w:rsidRDefault="00795AB4" w:rsidP="005674BD">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795AB4" w:rsidRPr="006A0E86" w:rsidRDefault="00795AB4" w:rsidP="005674BD">
      <w:r w:rsidRPr="006A0E86">
        <w:t xml:space="preserve">Общий объем финансирования подпрограммы составляет </w:t>
      </w:r>
      <w:r>
        <w:t>87823,7</w:t>
      </w:r>
      <w:r w:rsidRPr="006A0E86">
        <w:t xml:space="preserve"> тыс.</w:t>
      </w:r>
      <w:r>
        <w:t xml:space="preserve"> </w:t>
      </w:r>
      <w:r w:rsidRPr="006A0E86">
        <w:t>руб.</w:t>
      </w:r>
      <w:r>
        <w:t xml:space="preserve"> </w:t>
      </w:r>
      <w:r w:rsidRPr="006A0E86">
        <w:t>в том числе:</w:t>
      </w:r>
    </w:p>
    <w:p w:rsidR="00795AB4" w:rsidRPr="006A0E86" w:rsidRDefault="00795AB4" w:rsidP="005674BD">
      <w:r w:rsidRPr="006A0E86">
        <w:t xml:space="preserve">средства местного  бюджета </w:t>
      </w:r>
      <w:r>
        <w:t>87777,7</w:t>
      </w:r>
      <w:r w:rsidRPr="006A0E86">
        <w:t xml:space="preserve"> тыс. руб.:</w:t>
      </w:r>
    </w:p>
    <w:p w:rsidR="00795AB4" w:rsidRPr="006A0E86" w:rsidRDefault="00795AB4" w:rsidP="005674BD">
      <w:r w:rsidRPr="006A0E86">
        <w:rPr>
          <w:b/>
        </w:rPr>
        <w:t xml:space="preserve"> </w:t>
      </w:r>
      <w:r w:rsidRPr="006A0E86">
        <w:t xml:space="preserve">2014г. -15463,2 тыс.руб., </w:t>
      </w:r>
    </w:p>
    <w:p w:rsidR="00795AB4" w:rsidRPr="006A0E86" w:rsidRDefault="00795AB4" w:rsidP="005674BD">
      <w:r w:rsidRPr="006A0E86">
        <w:t xml:space="preserve"> 2015г.- </w:t>
      </w:r>
      <w:r>
        <w:t>15979,4</w:t>
      </w:r>
      <w:r w:rsidRPr="006A0E86">
        <w:t xml:space="preserve"> тыс. руб.,</w:t>
      </w:r>
    </w:p>
    <w:p w:rsidR="00795AB4" w:rsidRPr="006A0E86" w:rsidRDefault="00795AB4" w:rsidP="005674BD">
      <w:r w:rsidRPr="006A0E86">
        <w:t xml:space="preserve"> 2016г.-  15274,7 тыс.руб.,</w:t>
      </w:r>
    </w:p>
    <w:p w:rsidR="00795AB4" w:rsidRPr="006A0E86" w:rsidRDefault="00795AB4" w:rsidP="005674BD">
      <w:r w:rsidRPr="006A0E86">
        <w:t xml:space="preserve"> 2017г.-  13686,8 тыс.руб.</w:t>
      </w:r>
    </w:p>
    <w:p w:rsidR="00795AB4" w:rsidRPr="006A0E86" w:rsidRDefault="00795AB4" w:rsidP="005674BD">
      <w:r w:rsidRPr="006A0E86">
        <w:t xml:space="preserve"> 2018г.-  13686,8 тыс. руб.</w:t>
      </w:r>
    </w:p>
    <w:p w:rsidR="00795AB4" w:rsidRPr="006A0E86" w:rsidRDefault="00795AB4" w:rsidP="005674BD">
      <w:r w:rsidRPr="006A0E86">
        <w:t xml:space="preserve"> 2019г.-  13686,8 тыс. руб.</w:t>
      </w:r>
    </w:p>
    <w:p w:rsidR="00795AB4" w:rsidRPr="006A0E86" w:rsidRDefault="00795AB4" w:rsidP="005674BD">
      <w:r w:rsidRPr="006A0E86">
        <w:t xml:space="preserve">средства областного бюджета </w:t>
      </w:r>
      <w:r>
        <w:t>46</w:t>
      </w:r>
      <w:r w:rsidRPr="006A0E86">
        <w:t xml:space="preserve"> тыс. руб.:</w:t>
      </w:r>
    </w:p>
    <w:p w:rsidR="00795AB4" w:rsidRDefault="00795AB4" w:rsidP="005674BD">
      <w:pPr>
        <w:autoSpaceDE w:val="0"/>
        <w:autoSpaceDN w:val="0"/>
        <w:adjustRightInd w:val="0"/>
        <w:jc w:val="both"/>
      </w:pPr>
      <w:r w:rsidRPr="006A0E86">
        <w:t>2014 г.- 20 тыс. руб.</w:t>
      </w:r>
    </w:p>
    <w:p w:rsidR="00795AB4" w:rsidRPr="006A0E86" w:rsidRDefault="00795AB4" w:rsidP="005674BD">
      <w:pPr>
        <w:autoSpaceDE w:val="0"/>
        <w:autoSpaceDN w:val="0"/>
        <w:adjustRightInd w:val="0"/>
        <w:jc w:val="both"/>
      </w:pPr>
      <w:r>
        <w:t>2015г. - 26 тыс.руб.</w:t>
      </w:r>
    </w:p>
    <w:p w:rsidR="00795AB4" w:rsidRDefault="00795AB4" w:rsidP="005674BD">
      <w:pPr>
        <w:pStyle w:val="Default"/>
        <w:jc w:val="center"/>
        <w:rPr>
          <w:b/>
          <w:color w:val="0000FF"/>
          <w:sz w:val="26"/>
          <w:szCs w:val="26"/>
        </w:rPr>
      </w:pPr>
    </w:p>
    <w:p w:rsidR="00795AB4" w:rsidRDefault="00795AB4" w:rsidP="005674BD">
      <w:pPr>
        <w:pStyle w:val="Default"/>
        <w:jc w:val="center"/>
        <w:rPr>
          <w:b/>
          <w:color w:val="0000FF"/>
          <w:sz w:val="26"/>
          <w:szCs w:val="26"/>
        </w:rPr>
      </w:pPr>
      <w:r w:rsidRPr="007E31C7">
        <w:rPr>
          <w:b/>
          <w:color w:val="0000FF"/>
          <w:sz w:val="26"/>
          <w:szCs w:val="26"/>
        </w:rPr>
        <w:t xml:space="preserve">Раздел 7. Анализ рисков реализации муниципальной </w:t>
      </w:r>
      <w:r>
        <w:rPr>
          <w:b/>
          <w:color w:val="0000FF"/>
          <w:sz w:val="26"/>
          <w:szCs w:val="26"/>
        </w:rPr>
        <w:t>под</w:t>
      </w:r>
      <w:r w:rsidRPr="007E31C7">
        <w:rPr>
          <w:b/>
          <w:color w:val="0000FF"/>
          <w:sz w:val="26"/>
          <w:szCs w:val="26"/>
        </w:rPr>
        <w:t>программы и описание мер управления рисками реализации муниципальной подпрограммы</w:t>
      </w:r>
      <w:r>
        <w:rPr>
          <w:b/>
          <w:color w:val="0000FF"/>
          <w:sz w:val="26"/>
          <w:szCs w:val="26"/>
        </w:rPr>
        <w:t>.</w:t>
      </w:r>
    </w:p>
    <w:p w:rsidR="00795AB4" w:rsidRPr="007E31C7" w:rsidRDefault="00795AB4" w:rsidP="005674BD">
      <w:pPr>
        <w:pStyle w:val="Default"/>
        <w:jc w:val="center"/>
        <w:rPr>
          <w:rFonts w:eastAsia="Times New Roman"/>
        </w:rPr>
      </w:pP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w:t>
      </w:r>
      <w:r w:rsidRPr="006A0E86">
        <w:rPr>
          <w:rFonts w:eastAsia="Times New Roman"/>
          <w:lang w:eastAsia="ru-RU"/>
        </w:rPr>
        <w:lastRenderedPageBreak/>
        <w:t xml:space="preserve">эффективности использования ресурсов и качества выполнения мероприятий муниципальной  подпрограммы.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795AB4" w:rsidRPr="006A0E86" w:rsidRDefault="00795AB4"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95AB4" w:rsidRPr="006A0E86" w:rsidRDefault="00795AB4"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795AB4" w:rsidRDefault="00795AB4" w:rsidP="005674BD"/>
    <w:p w:rsidR="00795AB4" w:rsidRDefault="00795AB4" w:rsidP="005674BD"/>
    <w:p w:rsidR="00795AB4" w:rsidRPr="00AC1D09" w:rsidRDefault="00795AB4"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795AB4" w:rsidRPr="006A0E86" w:rsidRDefault="00795AB4"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795AB4" w:rsidRDefault="00795AB4"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795AB4" w:rsidRPr="006A0E86" w:rsidRDefault="00795AB4" w:rsidP="005674BD">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795AB4" w:rsidRPr="006A0E86" w:rsidRDefault="00795AB4"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795AB4" w:rsidRPr="006A0E86" w:rsidRDefault="00795AB4" w:rsidP="005674BD">
      <w:pPr>
        <w:pStyle w:val="a6"/>
        <w:jc w:val="both"/>
      </w:pPr>
      <w:r w:rsidRPr="006A0E86">
        <w:t>-  сокращение  быстроты реагирования на угрозу или возникновение ЧС (происшествий),</w:t>
      </w:r>
    </w:p>
    <w:p w:rsidR="00795AB4" w:rsidRPr="006A0E86" w:rsidRDefault="00795AB4"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795AB4" w:rsidRPr="006A0E86" w:rsidRDefault="00795AB4"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795AB4" w:rsidRDefault="00795AB4"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Default="00795AB4" w:rsidP="00B060B2">
      <w:pPr>
        <w:tabs>
          <w:tab w:val="left" w:pos="8160"/>
        </w:tabs>
        <w:rPr>
          <w:sz w:val="28"/>
          <w:szCs w:val="28"/>
        </w:rPr>
      </w:pPr>
    </w:p>
    <w:p w:rsidR="00795AB4" w:rsidRPr="00704C19" w:rsidRDefault="00795AB4" w:rsidP="00704C19">
      <w:pPr>
        <w:ind w:left="360"/>
        <w:jc w:val="center"/>
        <w:rPr>
          <w:b/>
          <w:sz w:val="26"/>
          <w:szCs w:val="26"/>
          <w:u w:val="single"/>
        </w:rPr>
      </w:pPr>
      <w:r w:rsidRPr="00704C19">
        <w:rPr>
          <w:rFonts w:eastAsia="Times New Roman"/>
          <w:b/>
          <w:color w:val="0000FF"/>
          <w:sz w:val="26"/>
          <w:szCs w:val="26"/>
          <w:u w:val="single"/>
          <w:lang w:eastAsia="ru-RU"/>
        </w:rPr>
        <w:t xml:space="preserve">Подпрограмма 3 </w:t>
      </w:r>
      <w:r w:rsidRPr="00704C19">
        <w:rPr>
          <w:b/>
          <w:sz w:val="26"/>
          <w:szCs w:val="26"/>
          <w:u w:val="single"/>
        </w:rPr>
        <w:t>«Управление муниципальным имуществом»</w:t>
      </w:r>
    </w:p>
    <w:p w:rsidR="00795AB4" w:rsidRDefault="00795AB4" w:rsidP="008F31D3">
      <w:pPr>
        <w:ind w:left="360"/>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 </w:t>
      </w:r>
    </w:p>
    <w:p w:rsidR="00795AB4" w:rsidRPr="006742E6" w:rsidRDefault="00795AB4" w:rsidP="003452C5">
      <w:pPr>
        <w:ind w:left="360"/>
        <w:jc w:val="center"/>
        <w:rPr>
          <w:b/>
        </w:rPr>
      </w:pPr>
      <w:r w:rsidRPr="006742E6">
        <w:rPr>
          <w:b/>
        </w:rPr>
        <w:t>ПАСПОРТ</w:t>
      </w:r>
    </w:p>
    <w:p w:rsidR="00795AB4" w:rsidRPr="006742E6" w:rsidRDefault="00795AB4" w:rsidP="003452C5">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p w:rsidR="00795AB4" w:rsidRDefault="00795AB4" w:rsidP="003452C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795AB4" w:rsidTr="00612961">
        <w:trPr>
          <w:trHeight w:val="630"/>
          <w:jc w:val="right"/>
        </w:trPr>
        <w:tc>
          <w:tcPr>
            <w:tcW w:w="2389" w:type="dxa"/>
          </w:tcPr>
          <w:p w:rsidR="00795AB4" w:rsidRDefault="00795AB4" w:rsidP="00612961">
            <w:pPr>
              <w:jc w:val="both"/>
            </w:pPr>
            <w:r>
              <w:t>Ответственный исполнитель подпрограммы</w:t>
            </w:r>
          </w:p>
        </w:tc>
        <w:tc>
          <w:tcPr>
            <w:tcW w:w="7142" w:type="dxa"/>
          </w:tcPr>
          <w:p w:rsidR="00795AB4" w:rsidRDefault="00795AB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795AB4" w:rsidTr="00612961">
        <w:trPr>
          <w:trHeight w:val="379"/>
          <w:jc w:val="right"/>
        </w:trPr>
        <w:tc>
          <w:tcPr>
            <w:tcW w:w="2389" w:type="dxa"/>
          </w:tcPr>
          <w:p w:rsidR="00795AB4" w:rsidRDefault="00795AB4" w:rsidP="00612961">
            <w:pPr>
              <w:jc w:val="both"/>
            </w:pPr>
            <w:r>
              <w:t>Исполнители муниципальной подпрограммы</w:t>
            </w:r>
          </w:p>
        </w:tc>
        <w:tc>
          <w:tcPr>
            <w:tcW w:w="7142" w:type="dxa"/>
          </w:tcPr>
          <w:p w:rsidR="00795AB4" w:rsidRDefault="00795AB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795AB4" w:rsidTr="00612961">
        <w:trPr>
          <w:trHeight w:val="720"/>
          <w:jc w:val="right"/>
        </w:trPr>
        <w:tc>
          <w:tcPr>
            <w:tcW w:w="2389" w:type="dxa"/>
          </w:tcPr>
          <w:p w:rsidR="00795AB4" w:rsidRDefault="00795AB4" w:rsidP="00612961">
            <w:pPr>
              <w:jc w:val="both"/>
            </w:pPr>
            <w:r>
              <w:t>Цель муниципальной подпрограммы</w:t>
            </w:r>
          </w:p>
        </w:tc>
        <w:tc>
          <w:tcPr>
            <w:tcW w:w="7142" w:type="dxa"/>
          </w:tcPr>
          <w:p w:rsidR="00795AB4" w:rsidRDefault="00795AB4" w:rsidP="00612961">
            <w:pPr>
              <w:pStyle w:val="a4"/>
              <w:ind w:right="85"/>
              <w:jc w:val="both"/>
            </w:pPr>
            <w: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795AB4" w:rsidTr="00612961">
        <w:trPr>
          <w:trHeight w:val="1730"/>
          <w:jc w:val="right"/>
        </w:trPr>
        <w:tc>
          <w:tcPr>
            <w:tcW w:w="2389" w:type="dxa"/>
          </w:tcPr>
          <w:p w:rsidR="00795AB4" w:rsidRDefault="00795AB4" w:rsidP="00612961">
            <w:pPr>
              <w:jc w:val="both"/>
            </w:pPr>
            <w:r>
              <w:t>Задачи муниципальной подпрограммы</w:t>
            </w:r>
          </w:p>
        </w:tc>
        <w:tc>
          <w:tcPr>
            <w:tcW w:w="7142" w:type="dxa"/>
          </w:tcPr>
          <w:p w:rsidR="00795AB4" w:rsidRDefault="00795AB4" w:rsidP="00612961">
            <w:pPr>
              <w:autoSpaceDE w:val="0"/>
              <w:autoSpaceDN w:val="0"/>
              <w:adjustRightInd w:val="0"/>
              <w:jc w:val="both"/>
            </w:pPr>
            <w:r>
              <w:t>1. В части управления имуществом:</w:t>
            </w:r>
          </w:p>
          <w:p w:rsidR="00795AB4" w:rsidRDefault="00795AB4" w:rsidP="00612961">
            <w:pPr>
              <w:autoSpaceDE w:val="0"/>
              <w:autoSpaceDN w:val="0"/>
              <w:adjustRightInd w:val="0"/>
              <w:jc w:val="both"/>
            </w:pPr>
            <w:r>
              <w:t>- учет и управление муниципальным имуществом.</w:t>
            </w:r>
          </w:p>
          <w:p w:rsidR="00795AB4" w:rsidRDefault="00795AB4" w:rsidP="00612961">
            <w:pPr>
              <w:autoSpaceDE w:val="0"/>
              <w:autoSpaceDN w:val="0"/>
              <w:adjustRightInd w:val="0"/>
              <w:jc w:val="both"/>
            </w:pPr>
            <w:r>
              <w:t>2. В части управления земельными ресурсами:</w:t>
            </w:r>
          </w:p>
          <w:p w:rsidR="00795AB4" w:rsidRDefault="00795AB4" w:rsidP="00612961">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795AB4" w:rsidTr="00612961">
        <w:trPr>
          <w:trHeight w:val="630"/>
          <w:jc w:val="right"/>
        </w:trPr>
        <w:tc>
          <w:tcPr>
            <w:tcW w:w="2389" w:type="dxa"/>
          </w:tcPr>
          <w:p w:rsidR="00795AB4" w:rsidRDefault="00795AB4" w:rsidP="00612961">
            <w:r>
              <w:t>Мероприятия муниципальной подпрограммы</w:t>
            </w:r>
          </w:p>
        </w:tc>
        <w:tc>
          <w:tcPr>
            <w:tcW w:w="7142" w:type="dxa"/>
          </w:tcPr>
          <w:p w:rsidR="00795AB4" w:rsidRPr="00C01477" w:rsidRDefault="00795AB4" w:rsidP="00612961">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795AB4" w:rsidRPr="00C01477" w:rsidRDefault="00795AB4" w:rsidP="00612961">
            <w:pPr>
              <w:pStyle w:val="a4"/>
              <w:ind w:left="71" w:right="85"/>
              <w:jc w:val="both"/>
              <w:rPr>
                <w:b w:val="0"/>
              </w:rPr>
            </w:pPr>
            <w:r w:rsidRPr="00C01477">
              <w:rPr>
                <w:b w:val="0"/>
              </w:rPr>
              <w:t>2)Содержание имущества и проведение ремонтных работ для привлечения дополнительных арендаторов;</w:t>
            </w:r>
          </w:p>
          <w:p w:rsidR="00795AB4" w:rsidRPr="00C01477" w:rsidRDefault="00795AB4" w:rsidP="00612961">
            <w:pPr>
              <w:pStyle w:val="a4"/>
              <w:ind w:right="20" w:firstLine="63"/>
              <w:jc w:val="both"/>
              <w:rPr>
                <w:rStyle w:val="1a"/>
                <w:b w:val="0"/>
                <w:sz w:val="24"/>
                <w:szCs w:val="24"/>
              </w:rPr>
            </w:pPr>
            <w:r w:rsidRPr="00C01477">
              <w:rPr>
                <w:rStyle w:val="1a"/>
                <w:b w:val="0"/>
                <w:sz w:val="24"/>
                <w:szCs w:val="24"/>
              </w:rPr>
              <w:t xml:space="preserve">3) Межевание земельных участков, оценка размера арендной платы. </w:t>
            </w:r>
          </w:p>
          <w:p w:rsidR="00795AB4" w:rsidRPr="00C01477" w:rsidRDefault="00795AB4" w:rsidP="00612961">
            <w:pPr>
              <w:pStyle w:val="a4"/>
              <w:ind w:left="71" w:right="85"/>
              <w:jc w:val="both"/>
              <w:rPr>
                <w:rStyle w:val="1a"/>
                <w:b w:val="0"/>
                <w:sz w:val="24"/>
                <w:szCs w:val="24"/>
              </w:rPr>
            </w:pPr>
            <w:r w:rsidRPr="00C01477">
              <w:rPr>
                <w:rStyle w:val="1a"/>
                <w:b w:val="0"/>
                <w:sz w:val="24"/>
                <w:szCs w:val="24"/>
              </w:rPr>
              <w:t>4) Публикация информационных сообщений</w:t>
            </w:r>
          </w:p>
          <w:p w:rsidR="00795AB4" w:rsidRPr="00C01477" w:rsidRDefault="00795AB4" w:rsidP="00612961">
            <w:pPr>
              <w:pStyle w:val="a4"/>
              <w:tabs>
                <w:tab w:val="left" w:pos="303"/>
              </w:tabs>
              <w:ind w:left="71" w:right="85"/>
              <w:jc w:val="both"/>
              <w:rPr>
                <w:b w:val="0"/>
              </w:rPr>
            </w:pPr>
            <w:r w:rsidRPr="00C01477">
              <w:rPr>
                <w:b w:val="0"/>
              </w:rPr>
              <w:t>5)Обеспечение деятельности МКУ «Отдел по управлению муниципальным имуществом».</w:t>
            </w:r>
          </w:p>
        </w:tc>
      </w:tr>
      <w:tr w:rsidR="00795AB4" w:rsidTr="00612961">
        <w:trPr>
          <w:trHeight w:val="630"/>
          <w:jc w:val="right"/>
        </w:trPr>
        <w:tc>
          <w:tcPr>
            <w:tcW w:w="2389" w:type="dxa"/>
          </w:tcPr>
          <w:p w:rsidR="00795AB4" w:rsidRDefault="00795AB4" w:rsidP="00612961">
            <w:r>
              <w:t>Целевые индикаторы и показатели подпрограммы</w:t>
            </w:r>
          </w:p>
        </w:tc>
        <w:tc>
          <w:tcPr>
            <w:tcW w:w="7142" w:type="dxa"/>
          </w:tcPr>
          <w:p w:rsidR="00795AB4" w:rsidRPr="00C01477" w:rsidRDefault="00795AB4" w:rsidP="00612961">
            <w:pPr>
              <w:pStyle w:val="a4"/>
              <w:ind w:left="71" w:right="85"/>
              <w:jc w:val="both"/>
              <w:rPr>
                <w:b w:val="0"/>
              </w:rPr>
            </w:pPr>
            <w:r w:rsidRPr="00C01477">
              <w:rPr>
                <w:b w:val="0"/>
              </w:rPr>
              <w:t>1. Доходы от сдачи в аренду муниципального имущества</w:t>
            </w:r>
          </w:p>
          <w:p w:rsidR="00795AB4" w:rsidRPr="00C01477" w:rsidRDefault="00795AB4" w:rsidP="00612961">
            <w:pPr>
              <w:pStyle w:val="a4"/>
              <w:ind w:left="71" w:right="85"/>
              <w:jc w:val="both"/>
              <w:rPr>
                <w:spacing w:val="1"/>
              </w:rPr>
            </w:pPr>
            <w:r w:rsidRPr="00C01477">
              <w:rPr>
                <w:b w:val="0"/>
              </w:rPr>
              <w:t>2. Доходы от сдачи в аренду земельных участков</w:t>
            </w:r>
          </w:p>
        </w:tc>
      </w:tr>
      <w:tr w:rsidR="00795AB4" w:rsidTr="00612961">
        <w:trPr>
          <w:trHeight w:val="630"/>
          <w:jc w:val="right"/>
        </w:trPr>
        <w:tc>
          <w:tcPr>
            <w:tcW w:w="2389" w:type="dxa"/>
          </w:tcPr>
          <w:p w:rsidR="00795AB4" w:rsidRDefault="00795AB4" w:rsidP="00612961">
            <w:r>
              <w:t>Этапы и сроки реализации подпрограммы</w:t>
            </w:r>
          </w:p>
        </w:tc>
        <w:tc>
          <w:tcPr>
            <w:tcW w:w="7142" w:type="dxa"/>
            <w:vAlign w:val="center"/>
          </w:tcPr>
          <w:p w:rsidR="00795AB4" w:rsidRDefault="00795AB4" w:rsidP="00612961">
            <w:pPr>
              <w:jc w:val="center"/>
            </w:pPr>
            <w:r>
              <w:t>2014-2019 годы</w:t>
            </w:r>
          </w:p>
        </w:tc>
      </w:tr>
      <w:tr w:rsidR="00795AB4" w:rsidTr="00612961">
        <w:trPr>
          <w:trHeight w:val="630"/>
          <w:jc w:val="right"/>
        </w:trPr>
        <w:tc>
          <w:tcPr>
            <w:tcW w:w="2389" w:type="dxa"/>
          </w:tcPr>
          <w:p w:rsidR="00795AB4" w:rsidRPr="00704C19" w:rsidRDefault="00795AB4" w:rsidP="00612961">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795AB4" w:rsidRPr="00242092" w:rsidRDefault="00795AB4" w:rsidP="00612961">
            <w:pPr>
              <w:rPr>
                <w:rStyle w:val="1a"/>
                <w:sz w:val="24"/>
                <w:szCs w:val="24"/>
              </w:rPr>
            </w:pPr>
            <w:r w:rsidRPr="00C01477">
              <w:rPr>
                <w:rStyle w:val="1a"/>
                <w:sz w:val="24"/>
                <w:szCs w:val="24"/>
              </w:rPr>
              <w:t xml:space="preserve">Всего </w:t>
            </w:r>
            <w:r w:rsidRPr="00FB41B3">
              <w:rPr>
                <w:rStyle w:val="1a"/>
                <w:color w:val="0000FF"/>
                <w:sz w:val="24"/>
                <w:szCs w:val="24"/>
              </w:rPr>
              <w:t xml:space="preserve">– </w:t>
            </w:r>
            <w:r w:rsidRPr="00242092">
              <w:t xml:space="preserve">23614,3 </w:t>
            </w:r>
            <w:r w:rsidRPr="00242092">
              <w:rPr>
                <w:rStyle w:val="1a"/>
                <w:sz w:val="24"/>
                <w:szCs w:val="24"/>
              </w:rPr>
              <w:t>тыс.руб.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795AB4" w:rsidRPr="00242092" w:rsidTr="00612961">
              <w:trPr>
                <w:trHeight w:val="225"/>
              </w:trPr>
              <w:tc>
                <w:tcPr>
                  <w:tcW w:w="2397" w:type="dxa"/>
                  <w:tcBorders>
                    <w:top w:val="nil"/>
                    <w:left w:val="nil"/>
                    <w:bottom w:val="nil"/>
                    <w:right w:val="nil"/>
                  </w:tcBorders>
                  <w:vAlign w:val="bottom"/>
                </w:tcPr>
                <w:p w:rsidR="00795AB4" w:rsidRPr="00242092" w:rsidRDefault="00795AB4" w:rsidP="00612961">
                  <w:pPr>
                    <w:jc w:val="center"/>
                  </w:pPr>
                  <w:r w:rsidRPr="00242092">
                    <w:t>2014г.</w:t>
                  </w:r>
                </w:p>
              </w:tc>
              <w:tc>
                <w:tcPr>
                  <w:tcW w:w="4036" w:type="dxa"/>
                  <w:tcBorders>
                    <w:top w:val="nil"/>
                    <w:left w:val="nil"/>
                    <w:bottom w:val="nil"/>
                    <w:right w:val="nil"/>
                  </w:tcBorders>
                  <w:vAlign w:val="bottom"/>
                </w:tcPr>
                <w:p w:rsidR="00795AB4" w:rsidRPr="00242092" w:rsidRDefault="00795AB4" w:rsidP="00612961">
                  <w:pPr>
                    <w:jc w:val="center"/>
                  </w:pPr>
                  <w:r w:rsidRPr="00242092">
                    <w:t>4559,0  тыс. руб.</w:t>
                  </w:r>
                </w:p>
              </w:tc>
            </w:tr>
            <w:tr w:rsidR="00795AB4" w:rsidRPr="00242092" w:rsidTr="00612961">
              <w:trPr>
                <w:trHeight w:val="225"/>
              </w:trPr>
              <w:tc>
                <w:tcPr>
                  <w:tcW w:w="2397" w:type="dxa"/>
                  <w:tcBorders>
                    <w:top w:val="nil"/>
                    <w:left w:val="nil"/>
                    <w:bottom w:val="nil"/>
                    <w:right w:val="nil"/>
                  </w:tcBorders>
                  <w:vAlign w:val="bottom"/>
                </w:tcPr>
                <w:p w:rsidR="00795AB4" w:rsidRPr="00242092" w:rsidRDefault="00795AB4" w:rsidP="00612961">
                  <w:pPr>
                    <w:jc w:val="center"/>
                  </w:pPr>
                  <w:r w:rsidRPr="00242092">
                    <w:t>2015г.</w:t>
                  </w:r>
                </w:p>
              </w:tc>
              <w:tc>
                <w:tcPr>
                  <w:tcW w:w="4036" w:type="dxa"/>
                  <w:tcBorders>
                    <w:top w:val="nil"/>
                    <w:left w:val="nil"/>
                    <w:bottom w:val="nil"/>
                    <w:right w:val="nil"/>
                  </w:tcBorders>
                  <w:vAlign w:val="bottom"/>
                </w:tcPr>
                <w:p w:rsidR="00795AB4" w:rsidRPr="00242092" w:rsidRDefault="00795AB4" w:rsidP="00612961">
                  <w:pPr>
                    <w:jc w:val="center"/>
                  </w:pPr>
                  <w:r w:rsidRPr="00242092">
                    <w:t>5751,2 тыс. руб.</w:t>
                  </w:r>
                </w:p>
              </w:tc>
            </w:tr>
            <w:tr w:rsidR="00795AB4" w:rsidRPr="00242092" w:rsidTr="00612961">
              <w:trPr>
                <w:trHeight w:val="225"/>
              </w:trPr>
              <w:tc>
                <w:tcPr>
                  <w:tcW w:w="2397" w:type="dxa"/>
                  <w:tcBorders>
                    <w:top w:val="nil"/>
                    <w:left w:val="nil"/>
                    <w:bottom w:val="nil"/>
                    <w:right w:val="nil"/>
                  </w:tcBorders>
                  <w:vAlign w:val="bottom"/>
                </w:tcPr>
                <w:p w:rsidR="00795AB4" w:rsidRPr="00242092" w:rsidRDefault="00795AB4" w:rsidP="00612961">
                  <w:pPr>
                    <w:jc w:val="center"/>
                  </w:pPr>
                  <w:r w:rsidRPr="00242092">
                    <w:t>2016г.</w:t>
                  </w:r>
                </w:p>
              </w:tc>
              <w:tc>
                <w:tcPr>
                  <w:tcW w:w="4036" w:type="dxa"/>
                  <w:tcBorders>
                    <w:top w:val="nil"/>
                    <w:left w:val="nil"/>
                    <w:bottom w:val="nil"/>
                    <w:right w:val="nil"/>
                  </w:tcBorders>
                  <w:vAlign w:val="bottom"/>
                </w:tcPr>
                <w:p w:rsidR="00795AB4" w:rsidRPr="00242092" w:rsidRDefault="00795AB4" w:rsidP="00612961">
                  <w:pPr>
                    <w:jc w:val="center"/>
                  </w:pPr>
                  <w:r w:rsidRPr="00242092">
                    <w:t>3320,7 тыс. руб.</w:t>
                  </w:r>
                </w:p>
              </w:tc>
            </w:tr>
            <w:tr w:rsidR="00795AB4" w:rsidRPr="00242092" w:rsidTr="00612961">
              <w:trPr>
                <w:trHeight w:val="225"/>
              </w:trPr>
              <w:tc>
                <w:tcPr>
                  <w:tcW w:w="2397" w:type="dxa"/>
                  <w:tcBorders>
                    <w:top w:val="nil"/>
                    <w:left w:val="nil"/>
                    <w:bottom w:val="nil"/>
                    <w:right w:val="nil"/>
                  </w:tcBorders>
                  <w:vAlign w:val="bottom"/>
                </w:tcPr>
                <w:p w:rsidR="00795AB4" w:rsidRPr="00242092" w:rsidRDefault="00795AB4" w:rsidP="00612961">
                  <w:pPr>
                    <w:jc w:val="center"/>
                  </w:pPr>
                  <w:r w:rsidRPr="00242092">
                    <w:t>2017г.</w:t>
                  </w:r>
                </w:p>
              </w:tc>
              <w:tc>
                <w:tcPr>
                  <w:tcW w:w="4036" w:type="dxa"/>
                  <w:tcBorders>
                    <w:top w:val="nil"/>
                    <w:left w:val="nil"/>
                    <w:bottom w:val="nil"/>
                    <w:right w:val="nil"/>
                  </w:tcBorders>
                  <w:vAlign w:val="bottom"/>
                </w:tcPr>
                <w:p w:rsidR="00795AB4" w:rsidRPr="00242092" w:rsidRDefault="00795AB4" w:rsidP="00612961">
                  <w:pPr>
                    <w:jc w:val="center"/>
                  </w:pPr>
                  <w:r w:rsidRPr="00242092">
                    <w:t>3327,8 тыс. руб.</w:t>
                  </w:r>
                </w:p>
              </w:tc>
            </w:tr>
            <w:tr w:rsidR="00795AB4" w:rsidRPr="00C01477" w:rsidTr="00612961">
              <w:trPr>
                <w:trHeight w:val="225"/>
              </w:trPr>
              <w:tc>
                <w:tcPr>
                  <w:tcW w:w="2397" w:type="dxa"/>
                  <w:tcBorders>
                    <w:top w:val="nil"/>
                    <w:left w:val="nil"/>
                    <w:bottom w:val="nil"/>
                    <w:right w:val="nil"/>
                  </w:tcBorders>
                  <w:vAlign w:val="bottom"/>
                </w:tcPr>
                <w:p w:rsidR="00795AB4" w:rsidRPr="00C01477" w:rsidRDefault="00795AB4" w:rsidP="00612961">
                  <w:pPr>
                    <w:jc w:val="center"/>
                  </w:pPr>
                  <w:r w:rsidRPr="00C01477">
                    <w:t>2018г.</w:t>
                  </w:r>
                </w:p>
              </w:tc>
              <w:tc>
                <w:tcPr>
                  <w:tcW w:w="4036" w:type="dxa"/>
                  <w:tcBorders>
                    <w:top w:val="nil"/>
                    <w:left w:val="nil"/>
                    <w:bottom w:val="nil"/>
                    <w:right w:val="nil"/>
                  </w:tcBorders>
                  <w:vAlign w:val="bottom"/>
                </w:tcPr>
                <w:p w:rsidR="00795AB4" w:rsidRPr="00C01477" w:rsidRDefault="00795AB4" w:rsidP="00612961">
                  <w:pPr>
                    <w:jc w:val="center"/>
                  </w:pPr>
                  <w:r w:rsidRPr="00C01477">
                    <w:t>3</w:t>
                  </w:r>
                  <w:r>
                    <w:t xml:space="preserve">327,8 </w:t>
                  </w:r>
                  <w:r w:rsidRPr="00C01477">
                    <w:t>тыс. руб.</w:t>
                  </w:r>
                </w:p>
              </w:tc>
            </w:tr>
            <w:tr w:rsidR="00795AB4" w:rsidRPr="00C01477" w:rsidTr="00612961">
              <w:trPr>
                <w:trHeight w:val="225"/>
              </w:trPr>
              <w:tc>
                <w:tcPr>
                  <w:tcW w:w="2397" w:type="dxa"/>
                  <w:tcBorders>
                    <w:top w:val="nil"/>
                    <w:left w:val="nil"/>
                    <w:bottom w:val="nil"/>
                    <w:right w:val="nil"/>
                  </w:tcBorders>
                  <w:vAlign w:val="bottom"/>
                </w:tcPr>
                <w:p w:rsidR="00795AB4" w:rsidRDefault="00795AB4" w:rsidP="00612961">
                  <w:pPr>
                    <w:jc w:val="center"/>
                  </w:pPr>
                  <w:r w:rsidRPr="00C01477">
                    <w:t>2019г.</w:t>
                  </w:r>
                </w:p>
                <w:p w:rsidR="00795AB4" w:rsidRPr="00C01477" w:rsidRDefault="00795AB4" w:rsidP="00612961">
                  <w:pPr>
                    <w:jc w:val="center"/>
                  </w:pPr>
                </w:p>
              </w:tc>
              <w:tc>
                <w:tcPr>
                  <w:tcW w:w="4036" w:type="dxa"/>
                  <w:tcBorders>
                    <w:top w:val="nil"/>
                    <w:left w:val="nil"/>
                    <w:bottom w:val="nil"/>
                    <w:right w:val="nil"/>
                  </w:tcBorders>
                  <w:vAlign w:val="bottom"/>
                </w:tcPr>
                <w:p w:rsidR="00795AB4" w:rsidRDefault="00795AB4" w:rsidP="00612961">
                  <w:pPr>
                    <w:jc w:val="center"/>
                  </w:pPr>
                </w:p>
                <w:p w:rsidR="00795AB4" w:rsidRDefault="00795AB4" w:rsidP="00612961">
                  <w:pPr>
                    <w:jc w:val="center"/>
                  </w:pPr>
                  <w:r w:rsidRPr="00C01477">
                    <w:t>3</w:t>
                  </w:r>
                  <w:r>
                    <w:t>327,8</w:t>
                  </w:r>
                  <w:r w:rsidRPr="00C01477">
                    <w:t xml:space="preserve"> тыс. руб.</w:t>
                  </w:r>
                </w:p>
                <w:p w:rsidR="00795AB4" w:rsidRPr="00C01477" w:rsidRDefault="00795AB4" w:rsidP="00612961">
                  <w:pPr>
                    <w:jc w:val="center"/>
                  </w:pPr>
                </w:p>
              </w:tc>
            </w:tr>
          </w:tbl>
          <w:p w:rsidR="00795AB4" w:rsidRDefault="00795AB4" w:rsidP="00612961">
            <w:pPr>
              <w:rPr>
                <w:color w:val="FF9900"/>
              </w:rPr>
            </w:pPr>
          </w:p>
        </w:tc>
      </w:tr>
      <w:tr w:rsidR="00795AB4" w:rsidTr="00612961">
        <w:trPr>
          <w:trHeight w:val="630"/>
          <w:jc w:val="right"/>
        </w:trPr>
        <w:tc>
          <w:tcPr>
            <w:tcW w:w="2389" w:type="dxa"/>
          </w:tcPr>
          <w:p w:rsidR="00795AB4" w:rsidRDefault="00795AB4" w:rsidP="00612961">
            <w:pPr>
              <w:jc w:val="both"/>
            </w:pPr>
            <w:r>
              <w:t>Ожидаемые конечные результаты реализации муниципальной подпрограммы</w:t>
            </w:r>
          </w:p>
        </w:tc>
        <w:tc>
          <w:tcPr>
            <w:tcW w:w="7142" w:type="dxa"/>
          </w:tcPr>
          <w:p w:rsidR="00795AB4" w:rsidRPr="008F31D3" w:rsidRDefault="00795AB4" w:rsidP="00612961">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795AB4" w:rsidRDefault="00795AB4" w:rsidP="00612961">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участков </w:t>
            </w:r>
            <w:r>
              <w:rPr>
                <w:rStyle w:val="12pt"/>
              </w:rPr>
              <w:t xml:space="preserve">за счет реализации программных мероприятий к 2019 </w:t>
            </w:r>
            <w:r>
              <w:rPr>
                <w:rStyle w:val="12pt"/>
              </w:rPr>
              <w:lastRenderedPageBreak/>
              <w:t>году до 42488,0 тыс. руб.</w:t>
            </w:r>
          </w:p>
        </w:tc>
      </w:tr>
    </w:tbl>
    <w:p w:rsidR="00795AB4" w:rsidRDefault="00795AB4" w:rsidP="00151251">
      <w:pPr>
        <w:tabs>
          <w:tab w:val="left" w:pos="2712"/>
        </w:tabs>
        <w:rPr>
          <w:b/>
        </w:rPr>
      </w:pPr>
      <w:r>
        <w:rPr>
          <w:rFonts w:ascii="Calibri" w:hAnsi="Calibri" w:cs="Calibri"/>
          <w:sz w:val="22"/>
          <w:szCs w:val="22"/>
        </w:rPr>
        <w:lastRenderedPageBreak/>
        <w:tab/>
      </w:r>
    </w:p>
    <w:p w:rsidR="00795AB4" w:rsidRPr="00C01477" w:rsidRDefault="00795AB4" w:rsidP="008F31D3">
      <w:pPr>
        <w:ind w:left="360"/>
        <w:jc w:val="center"/>
        <w:rPr>
          <w:b/>
          <w:sz w:val="26"/>
          <w:szCs w:val="26"/>
        </w:rPr>
      </w:pPr>
      <w:r w:rsidRPr="00C01477">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795AB4" w:rsidRDefault="00795AB4" w:rsidP="008F31D3">
      <w:pPr>
        <w:ind w:left="360"/>
        <w:jc w:val="center"/>
        <w:rPr>
          <w:b/>
        </w:rPr>
      </w:pPr>
    </w:p>
    <w:p w:rsidR="00795AB4" w:rsidRDefault="00795AB4" w:rsidP="008F31D3">
      <w:pPr>
        <w:ind w:firstLine="852"/>
        <w:jc w:val="both"/>
      </w:pPr>
      <w: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795AB4" w:rsidRDefault="00795AB4" w:rsidP="008F31D3">
      <w:pPr>
        <w:ind w:firstLine="852"/>
        <w:jc w:val="both"/>
      </w:pPr>
      <w:r>
        <w:t>В части земельных отношений:</w:t>
      </w:r>
    </w:p>
    <w:p w:rsidR="00795AB4" w:rsidRDefault="00795AB4" w:rsidP="008F31D3">
      <w:pPr>
        <w:ind w:firstLine="852"/>
        <w:jc w:val="both"/>
      </w:pPr>
      <w: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795AB4" w:rsidRDefault="00795AB4" w:rsidP="008F31D3">
      <w:pPr>
        <w:autoSpaceDE w:val="0"/>
        <w:autoSpaceDN w:val="0"/>
        <w:adjustRightInd w:val="0"/>
        <w:ind w:firstLine="840"/>
        <w:jc w:val="both"/>
      </w:pPr>
      <w:r>
        <w:t>Управление муниципальной собственностью является одной из важнейших функций муниципального образования.</w:t>
      </w:r>
    </w:p>
    <w:p w:rsidR="00795AB4" w:rsidRDefault="00795AB4" w:rsidP="008F31D3">
      <w:pPr>
        <w:autoSpaceDE w:val="0"/>
        <w:autoSpaceDN w:val="0"/>
        <w:adjustRightInd w:val="0"/>
        <w:ind w:firstLine="852"/>
        <w:jc w:val="both"/>
      </w:pPr>
      <w: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муниципальное имущество, закрепленное за муниципальными учреждениями на праве  оперативного управления, муниципальное имущество, закрепленное за муниципальными унитарными предприятиями на праве хозяйственного ведения, имущество казны.</w:t>
      </w:r>
    </w:p>
    <w:p w:rsidR="00795AB4" w:rsidRDefault="00795AB4" w:rsidP="008F31D3">
      <w:pPr>
        <w:autoSpaceDE w:val="0"/>
        <w:autoSpaceDN w:val="0"/>
        <w:adjustRightInd w:val="0"/>
        <w:ind w:firstLine="852"/>
        <w:jc w:val="both"/>
      </w:pPr>
      <w:r>
        <w:t>По состоянию на 01.01.2014 года на праве оперативного управления муниципальное имущество находится во владении  48  муниципальных учреждений. Муниципальный район имеет 100% долей в уставном капитале ООО «Рынок». В казне района находится 31 объект недвижимого имущества, эта цифра может меняться в связи с продажей, передачей в оперативное управление имущества. Оформлено право собственности на земельные участки общей площадью 2650 га, из которых продано 314 га.</w:t>
      </w:r>
    </w:p>
    <w:p w:rsidR="00795AB4" w:rsidRDefault="00795AB4" w:rsidP="008F31D3">
      <w:pPr>
        <w:autoSpaceDE w:val="0"/>
        <w:autoSpaceDN w:val="0"/>
        <w:adjustRightInd w:val="0"/>
        <w:ind w:firstLine="852"/>
        <w:jc w:val="both"/>
      </w:pPr>
      <w: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795AB4" w:rsidRDefault="00795AB4" w:rsidP="008F31D3">
      <w:pPr>
        <w:ind w:firstLine="852"/>
        <w:jc w:val="both"/>
      </w:pPr>
      <w:r>
        <w:t xml:space="preserve">По арендной плате за земельные участки постоянно ведется работа по выявлению должников – арендаторов, в ходе этой работы основная задолженность за 2011 год была погашена в 2012 году, частично в 2013, с некоторыми арендаторами были расторгнуты договоры, а освободившиеся земли предложены по рыночной стоимости другим арендаторам.  </w:t>
      </w:r>
    </w:p>
    <w:p w:rsidR="00795AB4" w:rsidRDefault="00795AB4" w:rsidP="008F31D3">
      <w:pPr>
        <w:autoSpaceDE w:val="0"/>
        <w:autoSpaceDN w:val="0"/>
        <w:adjustRightInd w:val="0"/>
        <w:ind w:firstLine="840"/>
        <w:jc w:val="both"/>
      </w:pPr>
      <w:r>
        <w:t xml:space="preserve">Ведется определенная работа по минимизации задолженности за арендованное муниципальное имущество. Арендаторам – должникам направляются претензии с предложением уплатить сложившуюся сумму задолженности. </w:t>
      </w:r>
    </w:p>
    <w:p w:rsidR="00795AB4" w:rsidRDefault="00795AB4" w:rsidP="008F31D3">
      <w:pPr>
        <w:autoSpaceDE w:val="0"/>
        <w:autoSpaceDN w:val="0"/>
        <w:adjustRightInd w:val="0"/>
        <w:ind w:firstLine="840"/>
        <w:jc w:val="both"/>
      </w:pPr>
      <w:r>
        <w:t>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В результате доходы консолидированного бюджета Таловского муниципального района от использования муниципального имущества будут  постоянно расти.</w:t>
      </w:r>
    </w:p>
    <w:p w:rsidR="00795AB4" w:rsidRDefault="00795AB4" w:rsidP="008F31D3">
      <w:pPr>
        <w:autoSpaceDE w:val="0"/>
        <w:autoSpaceDN w:val="0"/>
        <w:adjustRightInd w:val="0"/>
        <w:ind w:firstLine="709"/>
        <w:jc w:val="both"/>
      </w:pPr>
      <w:r>
        <w:lastRenderedPageBreak/>
        <w:t>Не все удается реализовать на практике, некоторые из перспективных мероприятий реализуются с недостаточной результативностью.</w:t>
      </w:r>
    </w:p>
    <w:p w:rsidR="00795AB4" w:rsidRDefault="00795AB4" w:rsidP="008F31D3">
      <w:pPr>
        <w:autoSpaceDE w:val="0"/>
        <w:autoSpaceDN w:val="0"/>
        <w:adjustRightInd w:val="0"/>
        <w:spacing w:before="120"/>
        <w:ind w:firstLine="709"/>
        <w:jc w:val="both"/>
      </w:pPr>
      <w:r>
        <w:t>Уменьшается количество договоров аренды нежилых помещений, уменьшение связано в связи с передачей в федеральную собственность. Но наблюдается одновременно рост количества проданных земельных участков.</w:t>
      </w:r>
    </w:p>
    <w:p w:rsidR="00795AB4" w:rsidRDefault="00795AB4" w:rsidP="008F31D3">
      <w:pPr>
        <w:autoSpaceDE w:val="0"/>
        <w:autoSpaceDN w:val="0"/>
        <w:adjustRightInd w:val="0"/>
        <w:ind w:firstLine="852"/>
        <w:jc w:val="both"/>
      </w:pPr>
      <w:r>
        <w:t xml:space="preserve">Управление муниципальным имуществом осуществляется под воздействием следующих факторов: </w:t>
      </w:r>
    </w:p>
    <w:p w:rsidR="00795AB4" w:rsidRDefault="00795AB4" w:rsidP="008F31D3">
      <w:pPr>
        <w:autoSpaceDE w:val="0"/>
        <w:autoSpaceDN w:val="0"/>
        <w:adjustRightInd w:val="0"/>
        <w:ind w:firstLine="852"/>
        <w:jc w:val="both"/>
      </w:pPr>
      <w: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795AB4" w:rsidRDefault="00795AB4" w:rsidP="008F31D3">
      <w:pPr>
        <w:autoSpaceDE w:val="0"/>
        <w:autoSpaceDN w:val="0"/>
        <w:adjustRightInd w:val="0"/>
        <w:ind w:firstLine="852"/>
        <w:jc w:val="both"/>
      </w:pPr>
      <w:r>
        <w:t>- текущего и перспективного планирования при системном контроле за  использованием муниципального  имущества.</w:t>
      </w:r>
    </w:p>
    <w:p w:rsidR="00795AB4" w:rsidRDefault="00795AB4" w:rsidP="008F31D3">
      <w:pPr>
        <w:autoSpaceDE w:val="0"/>
        <w:autoSpaceDN w:val="0"/>
        <w:adjustRightInd w:val="0"/>
        <w:ind w:firstLine="852"/>
        <w:jc w:val="both"/>
      </w:pPr>
      <w:r>
        <w:t>Важнейшим направлением работы с муниципальным имуществом  является управление земельными ресурсами и регулирование земельных отношений.</w:t>
      </w:r>
    </w:p>
    <w:p w:rsidR="00795AB4" w:rsidRDefault="00795AB4" w:rsidP="008F31D3">
      <w:pPr>
        <w:autoSpaceDE w:val="0"/>
        <w:autoSpaceDN w:val="0"/>
        <w:adjustRightInd w:val="0"/>
        <w:ind w:firstLine="852"/>
        <w:jc w:val="both"/>
      </w:pPr>
      <w: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795AB4" w:rsidRDefault="00795AB4" w:rsidP="008F31D3">
      <w:pPr>
        <w:autoSpaceDE w:val="0"/>
        <w:autoSpaceDN w:val="0"/>
        <w:adjustRightInd w:val="0"/>
        <w:ind w:firstLine="852"/>
        <w:jc w:val="both"/>
      </w:pPr>
      <w:r>
        <w:t>своевременному перезаключению договоров аренды;</w:t>
      </w:r>
    </w:p>
    <w:p w:rsidR="00795AB4" w:rsidRDefault="00795AB4" w:rsidP="008F31D3">
      <w:pPr>
        <w:autoSpaceDE w:val="0"/>
        <w:autoSpaceDN w:val="0"/>
        <w:adjustRightInd w:val="0"/>
        <w:ind w:firstLine="852"/>
        <w:jc w:val="both"/>
      </w:pPr>
      <w:r>
        <w:t>своевременному подписанию дополнительных соглашений по вопросам изменения договоров аренды.</w:t>
      </w:r>
    </w:p>
    <w:p w:rsidR="00795AB4" w:rsidRDefault="00795AB4" w:rsidP="008F31D3">
      <w:pPr>
        <w:autoSpaceDE w:val="0"/>
        <w:autoSpaceDN w:val="0"/>
        <w:adjustRightInd w:val="0"/>
        <w:jc w:val="center"/>
        <w:outlineLvl w:val="2"/>
        <w:rPr>
          <w:b/>
        </w:rPr>
      </w:pPr>
      <w:r>
        <w:rPr>
          <w:b/>
        </w:rPr>
        <w:t>Анализ текущей ситуации</w:t>
      </w:r>
    </w:p>
    <w:p w:rsidR="00795AB4" w:rsidRDefault="00795AB4" w:rsidP="008F31D3">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795AB4" w:rsidRDefault="00795AB4" w:rsidP="008F31D3">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5020"/>
      </w:tblGrid>
      <w:tr w:rsidR="00795AB4" w:rsidTr="003579E3">
        <w:trPr>
          <w:trHeight w:val="208"/>
        </w:trPr>
        <w:tc>
          <w:tcPr>
            <w:tcW w:w="4788" w:type="dxa"/>
          </w:tcPr>
          <w:p w:rsidR="00795AB4" w:rsidRPr="0098789D" w:rsidRDefault="00795AB4" w:rsidP="0098789D">
            <w:pPr>
              <w:widowControl w:val="0"/>
              <w:kinsoku w:val="0"/>
              <w:overflowPunct w:val="0"/>
              <w:autoSpaceDE w:val="0"/>
              <w:autoSpaceDN w:val="0"/>
              <w:adjustRightInd w:val="0"/>
              <w:jc w:val="center"/>
              <w:rPr>
                <w:b/>
              </w:rPr>
            </w:pPr>
            <w:r w:rsidRPr="0098789D">
              <w:rPr>
                <w:b/>
              </w:rPr>
              <w:t>Сильные стороны</w:t>
            </w:r>
          </w:p>
        </w:tc>
        <w:tc>
          <w:tcPr>
            <w:tcW w:w="5179" w:type="dxa"/>
          </w:tcPr>
          <w:p w:rsidR="00795AB4" w:rsidRPr="0098789D" w:rsidRDefault="00795AB4" w:rsidP="0098789D">
            <w:pPr>
              <w:widowControl w:val="0"/>
              <w:kinsoku w:val="0"/>
              <w:overflowPunct w:val="0"/>
              <w:autoSpaceDE w:val="0"/>
              <w:autoSpaceDN w:val="0"/>
              <w:adjustRightInd w:val="0"/>
              <w:jc w:val="center"/>
              <w:rPr>
                <w:b/>
              </w:rPr>
            </w:pPr>
            <w:r w:rsidRPr="0098789D">
              <w:rPr>
                <w:b/>
              </w:rPr>
              <w:t>Слабые стороны</w:t>
            </w:r>
          </w:p>
        </w:tc>
      </w:tr>
      <w:tr w:rsidR="00795AB4" w:rsidTr="003579E3">
        <w:trPr>
          <w:trHeight w:val="4467"/>
        </w:trPr>
        <w:tc>
          <w:tcPr>
            <w:tcW w:w="4788" w:type="dxa"/>
          </w:tcPr>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Исчисление арендной платы на основе кадастровой стоимости.</w:t>
            </w:r>
          </w:p>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2. Увеличение оборота земельных участков. </w:t>
            </w:r>
            <w:r w:rsidRPr="003579E3">
              <w:rPr>
                <w:rFonts w:ascii="Times New Roman" w:hAnsi="Times New Roman" w:cs="Times New Roman"/>
                <w:sz w:val="22"/>
                <w:szCs w:val="22"/>
              </w:rPr>
              <w:br/>
              <w:t>3. 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p w:rsidR="00795AB4" w:rsidRPr="003579E3" w:rsidRDefault="00795AB4" w:rsidP="0098789D">
            <w:pPr>
              <w:widowControl w:val="0"/>
              <w:kinsoku w:val="0"/>
              <w:overflowPunct w:val="0"/>
              <w:autoSpaceDE w:val="0"/>
              <w:autoSpaceDN w:val="0"/>
              <w:adjustRightInd w:val="0"/>
              <w:jc w:val="center"/>
              <w:rPr>
                <w:b/>
              </w:rPr>
            </w:pPr>
          </w:p>
          <w:p w:rsidR="00795AB4" w:rsidRPr="003579E3" w:rsidRDefault="00795AB4" w:rsidP="0098789D">
            <w:pPr>
              <w:widowControl w:val="0"/>
              <w:kinsoku w:val="0"/>
              <w:overflowPunct w:val="0"/>
              <w:autoSpaceDE w:val="0"/>
              <w:autoSpaceDN w:val="0"/>
              <w:adjustRightInd w:val="0"/>
              <w:jc w:val="center"/>
              <w:rPr>
                <w:b/>
              </w:rPr>
            </w:pPr>
          </w:p>
          <w:p w:rsidR="00795AB4" w:rsidRPr="003579E3" w:rsidRDefault="00795AB4" w:rsidP="0098789D">
            <w:pPr>
              <w:widowControl w:val="0"/>
              <w:kinsoku w:val="0"/>
              <w:overflowPunct w:val="0"/>
              <w:autoSpaceDE w:val="0"/>
              <w:autoSpaceDN w:val="0"/>
              <w:adjustRightInd w:val="0"/>
              <w:jc w:val="center"/>
              <w:rPr>
                <w:b/>
              </w:rPr>
            </w:pPr>
          </w:p>
          <w:p w:rsidR="00795AB4" w:rsidRPr="003579E3" w:rsidRDefault="00795AB4" w:rsidP="003579E3">
            <w:pPr>
              <w:widowControl w:val="0"/>
              <w:kinsoku w:val="0"/>
              <w:overflowPunct w:val="0"/>
              <w:autoSpaceDE w:val="0"/>
              <w:autoSpaceDN w:val="0"/>
              <w:adjustRightInd w:val="0"/>
              <w:jc w:val="center"/>
              <w:rPr>
                <w:b/>
              </w:rPr>
            </w:pPr>
          </w:p>
        </w:tc>
        <w:tc>
          <w:tcPr>
            <w:tcW w:w="5179" w:type="dxa"/>
          </w:tcPr>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Низкая ликвидность приватизируемого муниципального имущества, находящегося в собственности Таловского муниципального района</w:t>
            </w:r>
          </w:p>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Низкая бюджетная обеспеченность органов местного самоуправления осуществляющих управление муниципальной собственностью.</w:t>
            </w:r>
            <w:r w:rsidRPr="003579E3">
              <w:rPr>
                <w:rFonts w:ascii="Times New Roman" w:hAnsi="Times New Roman" w:cs="Times New Roman"/>
                <w:sz w:val="22"/>
                <w:szCs w:val="22"/>
              </w:rPr>
              <w:br/>
              <w:t>3. Низкая инвестиционная привлекательность ряда объектов.</w:t>
            </w:r>
          </w:p>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4. Высокая стоимость услуг по проведению кадастровых и землеустроительных работ; отсутствие конкуренции в данной сфере услуг. </w:t>
            </w:r>
            <w:r w:rsidRPr="003579E3">
              <w:rPr>
                <w:rFonts w:ascii="Times New Roman" w:hAnsi="Times New Roman" w:cs="Times New Roman"/>
                <w:color w:val="FF9900"/>
                <w:sz w:val="22"/>
                <w:szCs w:val="22"/>
                <w:lang w:eastAsia="en-US"/>
              </w:rPr>
              <w:br/>
            </w:r>
            <w:r w:rsidRPr="003579E3">
              <w:rPr>
                <w:rFonts w:ascii="Times New Roman" w:hAnsi="Times New Roman" w:cs="Times New Roman"/>
                <w:sz w:val="22"/>
                <w:szCs w:val="22"/>
              </w:rPr>
              <w:t xml:space="preserve">5. Отсутствие достоверного учета земель. </w:t>
            </w:r>
          </w:p>
          <w:p w:rsidR="00795AB4" w:rsidRPr="003579E3" w:rsidRDefault="00795AB4" w:rsidP="0098789D">
            <w:pPr>
              <w:widowControl w:val="0"/>
              <w:kinsoku w:val="0"/>
              <w:overflowPunct w:val="0"/>
              <w:autoSpaceDE w:val="0"/>
              <w:autoSpaceDN w:val="0"/>
              <w:adjustRightInd w:val="0"/>
            </w:pPr>
            <w:r w:rsidRPr="003579E3">
              <w:rPr>
                <w:sz w:val="22"/>
                <w:szCs w:val="22"/>
              </w:rPr>
              <w:t xml:space="preserve">6. Отсутствие правоустанавливающих документов, технических паспортов  и кадастровой документации, необходимых для  государственной регистрации прав. </w:t>
            </w:r>
          </w:p>
          <w:p w:rsidR="00795AB4" w:rsidRPr="003579E3" w:rsidRDefault="00795AB4" w:rsidP="0098789D">
            <w:pPr>
              <w:widowControl w:val="0"/>
              <w:kinsoku w:val="0"/>
              <w:overflowPunct w:val="0"/>
              <w:autoSpaceDE w:val="0"/>
              <w:autoSpaceDN w:val="0"/>
              <w:adjustRightInd w:val="0"/>
              <w:rPr>
                <w:b/>
              </w:rPr>
            </w:pPr>
          </w:p>
        </w:tc>
      </w:tr>
      <w:tr w:rsidR="00795AB4" w:rsidTr="003579E3">
        <w:trPr>
          <w:trHeight w:val="208"/>
        </w:trPr>
        <w:tc>
          <w:tcPr>
            <w:tcW w:w="4788" w:type="dxa"/>
          </w:tcPr>
          <w:p w:rsidR="00795AB4" w:rsidRPr="003579E3" w:rsidRDefault="00795AB4" w:rsidP="0098789D">
            <w:pPr>
              <w:widowControl w:val="0"/>
              <w:kinsoku w:val="0"/>
              <w:overflowPunct w:val="0"/>
              <w:autoSpaceDE w:val="0"/>
              <w:autoSpaceDN w:val="0"/>
              <w:adjustRightInd w:val="0"/>
              <w:jc w:val="center"/>
              <w:rPr>
                <w:b/>
              </w:rPr>
            </w:pPr>
            <w:r w:rsidRPr="003579E3">
              <w:rPr>
                <w:b/>
                <w:sz w:val="22"/>
                <w:szCs w:val="22"/>
              </w:rPr>
              <w:t>Возможности</w:t>
            </w:r>
          </w:p>
        </w:tc>
        <w:tc>
          <w:tcPr>
            <w:tcW w:w="5179" w:type="dxa"/>
          </w:tcPr>
          <w:p w:rsidR="00795AB4" w:rsidRPr="003579E3" w:rsidRDefault="00795AB4" w:rsidP="0098789D">
            <w:pPr>
              <w:widowControl w:val="0"/>
              <w:kinsoku w:val="0"/>
              <w:overflowPunct w:val="0"/>
              <w:autoSpaceDE w:val="0"/>
              <w:autoSpaceDN w:val="0"/>
              <w:adjustRightInd w:val="0"/>
              <w:jc w:val="center"/>
              <w:rPr>
                <w:b/>
              </w:rPr>
            </w:pPr>
            <w:r w:rsidRPr="003579E3">
              <w:rPr>
                <w:b/>
                <w:sz w:val="22"/>
                <w:szCs w:val="22"/>
              </w:rPr>
              <w:t>Угрозы</w:t>
            </w:r>
          </w:p>
        </w:tc>
      </w:tr>
      <w:tr w:rsidR="00795AB4" w:rsidTr="003579E3">
        <w:trPr>
          <w:trHeight w:val="4291"/>
        </w:trPr>
        <w:tc>
          <w:tcPr>
            <w:tcW w:w="4788" w:type="dxa"/>
          </w:tcPr>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lastRenderedPageBreak/>
              <w:t xml:space="preserve">1. Реализация курса на:  </w:t>
            </w:r>
          </w:p>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совершенствование правового положения муниципальных учреждений, направленного на стимулирование учреждений в повышении эффективности</w:t>
            </w:r>
            <w:r w:rsidRPr="003579E3">
              <w:rPr>
                <w:rFonts w:ascii="Times New Roman" w:hAnsi="Times New Roman" w:cs="Times New Roman"/>
                <w:sz w:val="22"/>
                <w:szCs w:val="22"/>
              </w:rPr>
              <w:br/>
              <w:t xml:space="preserve">управления  муниципальным имуществом. </w:t>
            </w:r>
            <w:r w:rsidRPr="003579E3">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и направленного на повышение качества оказываемых услуг за счет расширения рынка  и увеличения конкуренции.</w:t>
            </w:r>
          </w:p>
          <w:p w:rsidR="00795AB4" w:rsidRPr="003579E3" w:rsidRDefault="00795AB4" w:rsidP="0098789D">
            <w:pPr>
              <w:widowControl w:val="0"/>
              <w:kinsoku w:val="0"/>
              <w:overflowPunct w:val="0"/>
              <w:autoSpaceDE w:val="0"/>
              <w:autoSpaceDN w:val="0"/>
              <w:adjustRightInd w:val="0"/>
            </w:pPr>
            <w:r w:rsidRPr="003579E3">
              <w:rPr>
                <w:sz w:val="22"/>
                <w:szCs w:val="22"/>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Усложнение процедур определения и согласования границ земельных участков.</w:t>
            </w:r>
          </w:p>
          <w:p w:rsidR="00795AB4" w:rsidRPr="003579E3" w:rsidRDefault="00795A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795AB4" w:rsidRPr="003579E3" w:rsidRDefault="00795AB4" w:rsidP="0098789D">
            <w:pPr>
              <w:widowControl w:val="0"/>
              <w:kinsoku w:val="0"/>
              <w:overflowPunct w:val="0"/>
              <w:autoSpaceDE w:val="0"/>
              <w:autoSpaceDN w:val="0"/>
              <w:adjustRightInd w:val="0"/>
              <w:rPr>
                <w:b/>
              </w:rPr>
            </w:pPr>
          </w:p>
        </w:tc>
      </w:tr>
    </w:tbl>
    <w:p w:rsidR="00795AB4" w:rsidRDefault="00795AB4" w:rsidP="008F31D3">
      <w:pPr>
        <w:jc w:val="center"/>
        <w:rPr>
          <w:b/>
          <w:color w:val="FF0000"/>
        </w:rPr>
      </w:pPr>
    </w:p>
    <w:p w:rsidR="00795AB4" w:rsidRPr="00C01477" w:rsidRDefault="00795AB4" w:rsidP="008F31D3">
      <w:pPr>
        <w:spacing w:after="200" w:line="276" w:lineRule="auto"/>
        <w:ind w:left="360"/>
        <w:jc w:val="center"/>
        <w:rPr>
          <w:sz w:val="26"/>
          <w:szCs w:val="26"/>
        </w:rPr>
      </w:pPr>
      <w:r w:rsidRPr="00C01477">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95AB4" w:rsidRDefault="00795AB4" w:rsidP="008F31D3">
      <w:pPr>
        <w:ind w:left="720"/>
        <w:jc w:val="center"/>
        <w:rPr>
          <w:b/>
        </w:rPr>
      </w:pPr>
    </w:p>
    <w:p w:rsidR="00795AB4" w:rsidRDefault="00795AB4" w:rsidP="008F31D3">
      <w:pPr>
        <w:ind w:left="720"/>
        <w:jc w:val="center"/>
        <w:rPr>
          <w:b/>
        </w:rPr>
      </w:pPr>
      <w:r>
        <w:rPr>
          <w:b/>
        </w:rPr>
        <w:t>2.1. Приоритеты муниципальной политики в сфере реализации муниципальной подпрограммы</w:t>
      </w:r>
    </w:p>
    <w:p w:rsidR="00795AB4" w:rsidRDefault="00795AB4" w:rsidP="008F31D3">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2019 года.</w:t>
      </w:r>
    </w:p>
    <w:p w:rsidR="00795AB4" w:rsidRDefault="00795AB4" w:rsidP="008F31D3">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795AB4" w:rsidRDefault="00795AB4" w:rsidP="008F31D3">
      <w:pPr>
        <w:ind w:firstLine="840"/>
        <w:jc w:val="both"/>
      </w:pPr>
      <w:r>
        <w:t>- создание эффективной системы учета муниципального имущества;</w:t>
      </w:r>
    </w:p>
    <w:p w:rsidR="00795AB4" w:rsidRDefault="00795AB4" w:rsidP="008F31D3">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795AB4" w:rsidRDefault="00795AB4" w:rsidP="008F31D3">
      <w:pPr>
        <w:ind w:firstLine="840"/>
        <w:jc w:val="both"/>
      </w:pPr>
      <w:r>
        <w:t>- пополнение доходной части консолидированного бюджета района;</w:t>
      </w:r>
    </w:p>
    <w:p w:rsidR="00795AB4" w:rsidRDefault="00795AB4" w:rsidP="008F31D3">
      <w:pPr>
        <w:ind w:firstLine="840"/>
        <w:jc w:val="both"/>
      </w:pPr>
      <w:r>
        <w:t>- оптимизация структуры муниципальной собственности;</w:t>
      </w:r>
    </w:p>
    <w:p w:rsidR="00795AB4" w:rsidRDefault="00795AB4" w:rsidP="008F31D3">
      <w:pPr>
        <w:ind w:firstLine="840"/>
        <w:jc w:val="both"/>
      </w:pPr>
    </w:p>
    <w:p w:rsidR="00795AB4" w:rsidRDefault="00795AB4" w:rsidP="008F31D3">
      <w:pPr>
        <w:ind w:left="720"/>
        <w:jc w:val="center"/>
        <w:rPr>
          <w:b/>
        </w:rPr>
      </w:pPr>
      <w:r>
        <w:rPr>
          <w:b/>
        </w:rPr>
        <w:t>2.2. Цели, задачи и показатели (индикаторы) достижения целей решения задач муниципальной подпрограммы</w:t>
      </w:r>
    </w:p>
    <w:p w:rsidR="00795AB4" w:rsidRDefault="00795AB4" w:rsidP="008F31D3">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795AB4" w:rsidRDefault="00795AB4" w:rsidP="008F31D3">
      <w:pPr>
        <w:autoSpaceDE w:val="0"/>
        <w:autoSpaceDN w:val="0"/>
        <w:adjustRightInd w:val="0"/>
        <w:ind w:firstLine="540"/>
        <w:jc w:val="both"/>
      </w:pPr>
      <w:r>
        <w:t>Подпрограмма предусматривает решение следующих задач:</w:t>
      </w:r>
    </w:p>
    <w:p w:rsidR="00795AB4" w:rsidRDefault="00795AB4" w:rsidP="008F31D3">
      <w:pPr>
        <w:autoSpaceDE w:val="0"/>
        <w:autoSpaceDN w:val="0"/>
        <w:adjustRightInd w:val="0"/>
        <w:ind w:firstLine="540"/>
        <w:jc w:val="both"/>
        <w:rPr>
          <w:b/>
        </w:rPr>
      </w:pPr>
      <w:r>
        <w:rPr>
          <w:b/>
        </w:rPr>
        <w:t>Управления имуществом:</w:t>
      </w:r>
    </w:p>
    <w:p w:rsidR="00795AB4" w:rsidRDefault="00795AB4" w:rsidP="008F31D3">
      <w:pPr>
        <w:numPr>
          <w:ilvl w:val="0"/>
          <w:numId w:val="2"/>
        </w:numPr>
        <w:autoSpaceDE w:val="0"/>
        <w:autoSpaceDN w:val="0"/>
        <w:adjustRightInd w:val="0"/>
        <w:jc w:val="both"/>
      </w:pPr>
      <w:r>
        <w:t>Совершенствование учета и управления муниципальным имуществом.</w:t>
      </w:r>
    </w:p>
    <w:p w:rsidR="00795AB4" w:rsidRDefault="00795AB4" w:rsidP="008F31D3">
      <w:pPr>
        <w:numPr>
          <w:ilvl w:val="0"/>
          <w:numId w:val="2"/>
        </w:numPr>
        <w:autoSpaceDE w:val="0"/>
        <w:autoSpaceDN w:val="0"/>
        <w:adjustRightInd w:val="0"/>
        <w:jc w:val="both"/>
      </w:pPr>
      <w:r>
        <w:t>Обеспечение эффективности использования и распоряжения имуществом.</w:t>
      </w:r>
    </w:p>
    <w:p w:rsidR="00795AB4" w:rsidRDefault="00795AB4" w:rsidP="008F31D3">
      <w:pPr>
        <w:autoSpaceDE w:val="0"/>
        <w:autoSpaceDN w:val="0"/>
        <w:adjustRightInd w:val="0"/>
        <w:ind w:firstLine="540"/>
        <w:jc w:val="both"/>
        <w:rPr>
          <w:b/>
        </w:rPr>
      </w:pPr>
      <w:r>
        <w:rPr>
          <w:b/>
        </w:rPr>
        <w:t>Управления земельными ресурсами:</w:t>
      </w:r>
    </w:p>
    <w:p w:rsidR="00795AB4" w:rsidRDefault="00795AB4" w:rsidP="008F31D3">
      <w:pPr>
        <w:autoSpaceDE w:val="0"/>
        <w:autoSpaceDN w:val="0"/>
        <w:adjustRightInd w:val="0"/>
        <w:ind w:firstLine="540"/>
        <w:jc w:val="both"/>
      </w:pPr>
      <w:r>
        <w:t xml:space="preserve">1. </w:t>
      </w:r>
      <w:r>
        <w:rPr>
          <w:rStyle w:val="1a"/>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права на которые не разграничена.</w:t>
      </w:r>
    </w:p>
    <w:p w:rsidR="00795AB4" w:rsidRDefault="00795AB4" w:rsidP="008F31D3">
      <w:pPr>
        <w:autoSpaceDE w:val="0"/>
        <w:autoSpaceDN w:val="0"/>
        <w:adjustRightInd w:val="0"/>
        <w:ind w:firstLine="540"/>
        <w:jc w:val="both"/>
      </w:pPr>
      <w:r>
        <w:lastRenderedPageBreak/>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МКУ «Отдел по управлению муниципальным имуществом» в соответствии с процедурами управления реализацией подпрограммы.</w:t>
      </w:r>
    </w:p>
    <w:p w:rsidR="00795AB4" w:rsidRDefault="00795AB4" w:rsidP="008F31D3">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795AB4" w:rsidRDefault="00795AB4" w:rsidP="008F31D3">
      <w:pPr>
        <w:autoSpaceDE w:val="0"/>
        <w:autoSpaceDN w:val="0"/>
        <w:adjustRightInd w:val="0"/>
        <w:ind w:firstLine="540"/>
        <w:jc w:val="both"/>
      </w:pPr>
    </w:p>
    <w:p w:rsidR="00795AB4" w:rsidRDefault="00795AB4" w:rsidP="008F31D3">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795AB4" w:rsidRDefault="00795AB4" w:rsidP="008F31D3">
      <w:pPr>
        <w:autoSpaceDE w:val="0"/>
        <w:autoSpaceDN w:val="0"/>
        <w:adjustRightInd w:val="0"/>
        <w:ind w:firstLine="426"/>
        <w:jc w:val="both"/>
      </w:pPr>
    </w:p>
    <w:p w:rsidR="00795AB4" w:rsidRDefault="00795AB4" w:rsidP="008F31D3">
      <w:pPr>
        <w:numPr>
          <w:ilvl w:val="0"/>
          <w:numId w:val="3"/>
        </w:numPr>
        <w:spacing w:line="276" w:lineRule="auto"/>
      </w:pPr>
      <w:r>
        <w:t xml:space="preserve">Доходы от сдачи в аренду муниципального имущества </w:t>
      </w:r>
    </w:p>
    <w:p w:rsidR="00795AB4" w:rsidRDefault="00795AB4" w:rsidP="008F31D3">
      <w:pPr>
        <w:numPr>
          <w:ilvl w:val="0"/>
          <w:numId w:val="3"/>
        </w:numPr>
        <w:spacing w:line="276" w:lineRule="auto"/>
      </w:pPr>
      <w:r>
        <w:t xml:space="preserve">Доходы от сдачи в аренду земельных участков </w:t>
      </w:r>
    </w:p>
    <w:p w:rsidR="00795AB4" w:rsidRDefault="00795AB4" w:rsidP="00CF255C">
      <w:pPr>
        <w:spacing w:line="276" w:lineRule="auto"/>
      </w:pPr>
    </w:p>
    <w:tbl>
      <w:tblPr>
        <w:tblpPr w:leftFromText="180" w:rightFromText="180" w:vertAnchor="text" w:horzAnchor="margin" w:tblpXSpec="center" w:tblpY="232"/>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2"/>
        <w:gridCol w:w="2176"/>
        <w:gridCol w:w="933"/>
        <w:gridCol w:w="783"/>
        <w:gridCol w:w="728"/>
        <w:gridCol w:w="728"/>
        <w:gridCol w:w="728"/>
        <w:gridCol w:w="728"/>
        <w:gridCol w:w="728"/>
        <w:gridCol w:w="728"/>
        <w:gridCol w:w="666"/>
      </w:tblGrid>
      <w:tr w:rsidR="00795AB4" w:rsidTr="00704C19">
        <w:trPr>
          <w:cantSplit/>
          <w:trHeight w:val="1189"/>
        </w:trPr>
        <w:tc>
          <w:tcPr>
            <w:tcW w:w="1722" w:type="dxa"/>
            <w:vAlign w:val="center"/>
          </w:tcPr>
          <w:p w:rsidR="00795AB4" w:rsidRDefault="00795AB4">
            <w:pPr>
              <w:autoSpaceDE w:val="0"/>
              <w:autoSpaceDN w:val="0"/>
              <w:adjustRightInd w:val="0"/>
              <w:jc w:val="center"/>
            </w:pPr>
            <w:r>
              <w:t>Наименование задачи</w:t>
            </w:r>
          </w:p>
        </w:tc>
        <w:tc>
          <w:tcPr>
            <w:tcW w:w="2176" w:type="dxa"/>
            <w:vAlign w:val="center"/>
          </w:tcPr>
          <w:p w:rsidR="00795AB4" w:rsidRDefault="00795AB4">
            <w:pPr>
              <w:autoSpaceDE w:val="0"/>
              <w:autoSpaceDN w:val="0"/>
              <w:adjustRightInd w:val="0"/>
              <w:jc w:val="center"/>
            </w:pPr>
            <w:r>
              <w:t>Наименование целевого индикатора</w:t>
            </w:r>
          </w:p>
        </w:tc>
        <w:tc>
          <w:tcPr>
            <w:tcW w:w="933" w:type="dxa"/>
            <w:vAlign w:val="center"/>
          </w:tcPr>
          <w:p w:rsidR="00795AB4" w:rsidRDefault="00795AB4">
            <w:pPr>
              <w:autoSpaceDE w:val="0"/>
              <w:autoSpaceDN w:val="0"/>
              <w:adjustRightInd w:val="0"/>
              <w:jc w:val="center"/>
            </w:pPr>
            <w:r>
              <w:t>Ед. измерения</w:t>
            </w:r>
          </w:p>
        </w:tc>
        <w:tc>
          <w:tcPr>
            <w:tcW w:w="783" w:type="dxa"/>
            <w:textDirection w:val="btLr"/>
            <w:vAlign w:val="center"/>
          </w:tcPr>
          <w:p w:rsidR="00795AB4" w:rsidRDefault="00795AB4">
            <w:pPr>
              <w:autoSpaceDE w:val="0"/>
              <w:autoSpaceDN w:val="0"/>
              <w:adjustRightInd w:val="0"/>
              <w:spacing w:after="200" w:line="276" w:lineRule="auto"/>
              <w:ind w:left="113" w:right="113"/>
              <w:jc w:val="center"/>
            </w:pPr>
            <w:r>
              <w:t>2012</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2013</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2014</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2015</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2016</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2017</w:t>
            </w:r>
          </w:p>
        </w:tc>
        <w:tc>
          <w:tcPr>
            <w:tcW w:w="728" w:type="dxa"/>
            <w:textDirection w:val="btLr"/>
            <w:vAlign w:val="center"/>
          </w:tcPr>
          <w:p w:rsidR="00795AB4" w:rsidRDefault="00795AB4">
            <w:pPr>
              <w:autoSpaceDE w:val="0"/>
              <w:autoSpaceDN w:val="0"/>
              <w:adjustRightInd w:val="0"/>
              <w:spacing w:after="200" w:line="276" w:lineRule="auto"/>
              <w:ind w:left="113" w:right="113"/>
              <w:jc w:val="center"/>
            </w:pPr>
            <w:r>
              <w:t>2018</w:t>
            </w:r>
          </w:p>
        </w:tc>
        <w:tc>
          <w:tcPr>
            <w:tcW w:w="666" w:type="dxa"/>
            <w:textDirection w:val="btLr"/>
            <w:vAlign w:val="center"/>
          </w:tcPr>
          <w:p w:rsidR="00795AB4" w:rsidRDefault="00795AB4">
            <w:pPr>
              <w:autoSpaceDE w:val="0"/>
              <w:autoSpaceDN w:val="0"/>
              <w:adjustRightInd w:val="0"/>
              <w:spacing w:after="200" w:line="276" w:lineRule="auto"/>
              <w:ind w:left="113" w:right="113"/>
              <w:jc w:val="center"/>
            </w:pPr>
            <w:r>
              <w:t>2019</w:t>
            </w:r>
          </w:p>
        </w:tc>
      </w:tr>
      <w:tr w:rsidR="00795AB4" w:rsidTr="00704C19">
        <w:trPr>
          <w:trHeight w:val="865"/>
        </w:trPr>
        <w:tc>
          <w:tcPr>
            <w:tcW w:w="1722" w:type="dxa"/>
            <w:vAlign w:val="center"/>
          </w:tcPr>
          <w:p w:rsidR="00795AB4" w:rsidRDefault="00795AB4">
            <w:pPr>
              <w:jc w:val="center"/>
              <w:rPr>
                <w:bCs/>
              </w:rPr>
            </w:pPr>
            <w:r>
              <w:rPr>
                <w:bCs/>
              </w:rPr>
              <w:t>1. Управление имуществом</w:t>
            </w:r>
          </w:p>
          <w:p w:rsidR="00795AB4" w:rsidRDefault="00795AB4">
            <w:pPr>
              <w:autoSpaceDE w:val="0"/>
              <w:autoSpaceDN w:val="0"/>
              <w:adjustRightInd w:val="0"/>
              <w:jc w:val="center"/>
            </w:pPr>
          </w:p>
        </w:tc>
        <w:tc>
          <w:tcPr>
            <w:tcW w:w="2176" w:type="dxa"/>
            <w:vAlign w:val="center"/>
          </w:tcPr>
          <w:p w:rsidR="00795AB4" w:rsidRDefault="00795AB4">
            <w:pPr>
              <w:autoSpaceDE w:val="0"/>
              <w:autoSpaceDN w:val="0"/>
              <w:adjustRightInd w:val="0"/>
            </w:pPr>
            <w:r>
              <w:t>1.1 Доходы от сдачи в аренду муниципального имущества</w:t>
            </w:r>
          </w:p>
        </w:tc>
        <w:tc>
          <w:tcPr>
            <w:tcW w:w="933" w:type="dxa"/>
            <w:vAlign w:val="center"/>
          </w:tcPr>
          <w:p w:rsidR="00795AB4" w:rsidRDefault="00795AB4">
            <w:pPr>
              <w:autoSpaceDE w:val="0"/>
              <w:autoSpaceDN w:val="0"/>
              <w:adjustRightInd w:val="0"/>
              <w:jc w:val="center"/>
            </w:pPr>
            <w:r>
              <w:t>тыс. руб.</w:t>
            </w:r>
          </w:p>
        </w:tc>
        <w:tc>
          <w:tcPr>
            <w:tcW w:w="783" w:type="dxa"/>
            <w:vAlign w:val="center"/>
          </w:tcPr>
          <w:p w:rsidR="00795AB4" w:rsidRDefault="00795AB4">
            <w:pPr>
              <w:autoSpaceDE w:val="0"/>
              <w:autoSpaceDN w:val="0"/>
              <w:adjustRightInd w:val="0"/>
              <w:jc w:val="center"/>
            </w:pPr>
            <w:r>
              <w:t>1356,6</w:t>
            </w:r>
          </w:p>
        </w:tc>
        <w:tc>
          <w:tcPr>
            <w:tcW w:w="728" w:type="dxa"/>
            <w:vAlign w:val="center"/>
          </w:tcPr>
          <w:p w:rsidR="00795AB4" w:rsidRDefault="00795AB4">
            <w:pPr>
              <w:autoSpaceDE w:val="0"/>
              <w:autoSpaceDN w:val="0"/>
              <w:adjustRightInd w:val="0"/>
              <w:jc w:val="center"/>
            </w:pPr>
            <w:r>
              <w:t>1202</w:t>
            </w:r>
          </w:p>
        </w:tc>
        <w:tc>
          <w:tcPr>
            <w:tcW w:w="728" w:type="dxa"/>
            <w:vAlign w:val="center"/>
          </w:tcPr>
          <w:p w:rsidR="00795AB4" w:rsidRDefault="00795AB4">
            <w:pPr>
              <w:autoSpaceDE w:val="0"/>
              <w:autoSpaceDN w:val="0"/>
              <w:adjustRightInd w:val="0"/>
              <w:jc w:val="center"/>
            </w:pPr>
            <w:r>
              <w:t>1259,4</w:t>
            </w:r>
          </w:p>
        </w:tc>
        <w:tc>
          <w:tcPr>
            <w:tcW w:w="728" w:type="dxa"/>
            <w:vAlign w:val="center"/>
          </w:tcPr>
          <w:p w:rsidR="00795AB4" w:rsidRDefault="00795AB4">
            <w:pPr>
              <w:autoSpaceDE w:val="0"/>
              <w:autoSpaceDN w:val="0"/>
              <w:adjustRightInd w:val="0"/>
              <w:jc w:val="center"/>
            </w:pPr>
            <w:r>
              <w:t>1799</w:t>
            </w:r>
          </w:p>
        </w:tc>
        <w:tc>
          <w:tcPr>
            <w:tcW w:w="728" w:type="dxa"/>
            <w:vAlign w:val="center"/>
          </w:tcPr>
          <w:p w:rsidR="00795AB4" w:rsidRDefault="00795AB4">
            <w:pPr>
              <w:autoSpaceDE w:val="0"/>
              <w:autoSpaceDN w:val="0"/>
              <w:adjustRightInd w:val="0"/>
              <w:jc w:val="center"/>
            </w:pPr>
            <w:r>
              <w:t>1799</w:t>
            </w:r>
          </w:p>
        </w:tc>
        <w:tc>
          <w:tcPr>
            <w:tcW w:w="728" w:type="dxa"/>
            <w:vAlign w:val="center"/>
          </w:tcPr>
          <w:p w:rsidR="00795AB4" w:rsidRDefault="00795AB4">
            <w:pPr>
              <w:autoSpaceDE w:val="0"/>
              <w:autoSpaceDN w:val="0"/>
              <w:adjustRightInd w:val="0"/>
              <w:spacing w:line="276" w:lineRule="auto"/>
              <w:jc w:val="center"/>
            </w:pPr>
            <w:r>
              <w:t>1799</w:t>
            </w:r>
          </w:p>
        </w:tc>
        <w:tc>
          <w:tcPr>
            <w:tcW w:w="728" w:type="dxa"/>
            <w:vAlign w:val="center"/>
          </w:tcPr>
          <w:p w:rsidR="00795AB4" w:rsidRDefault="00795AB4">
            <w:pPr>
              <w:autoSpaceDE w:val="0"/>
              <w:autoSpaceDN w:val="0"/>
              <w:adjustRightInd w:val="0"/>
              <w:spacing w:line="276" w:lineRule="auto"/>
              <w:jc w:val="center"/>
            </w:pPr>
            <w:r>
              <w:t>1799</w:t>
            </w:r>
          </w:p>
        </w:tc>
        <w:tc>
          <w:tcPr>
            <w:tcW w:w="666" w:type="dxa"/>
            <w:vAlign w:val="center"/>
          </w:tcPr>
          <w:p w:rsidR="00795AB4" w:rsidRDefault="00795AB4">
            <w:pPr>
              <w:autoSpaceDE w:val="0"/>
              <w:autoSpaceDN w:val="0"/>
              <w:adjustRightInd w:val="0"/>
              <w:spacing w:line="276" w:lineRule="auto"/>
              <w:jc w:val="center"/>
            </w:pPr>
            <w:r>
              <w:t>1799</w:t>
            </w:r>
          </w:p>
        </w:tc>
      </w:tr>
      <w:tr w:rsidR="00795AB4" w:rsidTr="00704C19">
        <w:trPr>
          <w:trHeight w:val="1430"/>
        </w:trPr>
        <w:tc>
          <w:tcPr>
            <w:tcW w:w="1722" w:type="dxa"/>
            <w:vAlign w:val="center"/>
          </w:tcPr>
          <w:p w:rsidR="00795AB4" w:rsidRDefault="00795AB4">
            <w:pPr>
              <w:autoSpaceDE w:val="0"/>
              <w:autoSpaceDN w:val="0"/>
              <w:adjustRightInd w:val="0"/>
              <w:jc w:val="center"/>
            </w:pPr>
            <w:r>
              <w:t>2. Управление земельными ресурсами</w:t>
            </w:r>
          </w:p>
        </w:tc>
        <w:tc>
          <w:tcPr>
            <w:tcW w:w="2176" w:type="dxa"/>
            <w:vAlign w:val="center"/>
          </w:tcPr>
          <w:p w:rsidR="00795AB4" w:rsidRDefault="00795AB4">
            <w:pPr>
              <w:autoSpaceDE w:val="0"/>
              <w:autoSpaceDN w:val="0"/>
              <w:adjustRightInd w:val="0"/>
            </w:pPr>
            <w:r>
              <w:t>2.1 Доходы от сдачи в аренду земельных участков</w:t>
            </w:r>
          </w:p>
        </w:tc>
        <w:tc>
          <w:tcPr>
            <w:tcW w:w="933" w:type="dxa"/>
            <w:vAlign w:val="center"/>
          </w:tcPr>
          <w:p w:rsidR="00795AB4" w:rsidRDefault="00795AB4">
            <w:pPr>
              <w:autoSpaceDE w:val="0"/>
              <w:autoSpaceDN w:val="0"/>
              <w:adjustRightInd w:val="0"/>
              <w:jc w:val="center"/>
            </w:pPr>
            <w:r>
              <w:t>тыс. руб.</w:t>
            </w:r>
          </w:p>
        </w:tc>
        <w:tc>
          <w:tcPr>
            <w:tcW w:w="783" w:type="dxa"/>
            <w:vAlign w:val="center"/>
          </w:tcPr>
          <w:p w:rsidR="00795AB4" w:rsidRDefault="00795AB4">
            <w:pPr>
              <w:autoSpaceDE w:val="0"/>
              <w:autoSpaceDN w:val="0"/>
              <w:adjustRightInd w:val="0"/>
              <w:jc w:val="center"/>
            </w:pPr>
            <w:r>
              <w:t>39987,1</w:t>
            </w:r>
          </w:p>
        </w:tc>
        <w:tc>
          <w:tcPr>
            <w:tcW w:w="728" w:type="dxa"/>
            <w:vAlign w:val="center"/>
          </w:tcPr>
          <w:p w:rsidR="00795AB4" w:rsidRDefault="00795AB4">
            <w:pPr>
              <w:autoSpaceDE w:val="0"/>
              <w:autoSpaceDN w:val="0"/>
              <w:adjustRightInd w:val="0"/>
              <w:jc w:val="center"/>
            </w:pPr>
            <w:r>
              <w:t>37231,0</w:t>
            </w:r>
          </w:p>
        </w:tc>
        <w:tc>
          <w:tcPr>
            <w:tcW w:w="728" w:type="dxa"/>
            <w:vAlign w:val="center"/>
          </w:tcPr>
          <w:p w:rsidR="00795AB4" w:rsidRDefault="00795AB4">
            <w:pPr>
              <w:autoSpaceDE w:val="0"/>
              <w:autoSpaceDN w:val="0"/>
              <w:adjustRightInd w:val="0"/>
              <w:jc w:val="center"/>
            </w:pPr>
            <w:r>
              <w:t>42023,4</w:t>
            </w:r>
          </w:p>
        </w:tc>
        <w:tc>
          <w:tcPr>
            <w:tcW w:w="728" w:type="dxa"/>
            <w:vAlign w:val="center"/>
          </w:tcPr>
          <w:p w:rsidR="00795AB4" w:rsidRDefault="00795AB4">
            <w:pPr>
              <w:autoSpaceDE w:val="0"/>
              <w:autoSpaceDN w:val="0"/>
              <w:adjustRightInd w:val="0"/>
              <w:jc w:val="center"/>
            </w:pPr>
            <w:r>
              <w:t>42488,0</w:t>
            </w:r>
          </w:p>
        </w:tc>
        <w:tc>
          <w:tcPr>
            <w:tcW w:w="728" w:type="dxa"/>
            <w:vAlign w:val="center"/>
          </w:tcPr>
          <w:p w:rsidR="00795AB4" w:rsidRDefault="00795AB4">
            <w:pPr>
              <w:autoSpaceDE w:val="0"/>
              <w:autoSpaceDN w:val="0"/>
              <w:adjustRightInd w:val="0"/>
              <w:jc w:val="center"/>
            </w:pPr>
            <w:r>
              <w:t>42488,0</w:t>
            </w:r>
          </w:p>
        </w:tc>
        <w:tc>
          <w:tcPr>
            <w:tcW w:w="728" w:type="dxa"/>
            <w:vAlign w:val="center"/>
          </w:tcPr>
          <w:p w:rsidR="00795AB4" w:rsidRDefault="00795AB4">
            <w:pPr>
              <w:autoSpaceDE w:val="0"/>
              <w:autoSpaceDN w:val="0"/>
              <w:adjustRightInd w:val="0"/>
              <w:jc w:val="center"/>
            </w:pPr>
            <w:r>
              <w:t>42488,0</w:t>
            </w:r>
          </w:p>
        </w:tc>
        <w:tc>
          <w:tcPr>
            <w:tcW w:w="728" w:type="dxa"/>
            <w:vAlign w:val="center"/>
          </w:tcPr>
          <w:p w:rsidR="00795AB4" w:rsidRDefault="00795AB4">
            <w:pPr>
              <w:autoSpaceDE w:val="0"/>
              <w:autoSpaceDN w:val="0"/>
              <w:adjustRightInd w:val="0"/>
              <w:jc w:val="center"/>
            </w:pPr>
            <w:r>
              <w:t>42488,0</w:t>
            </w:r>
          </w:p>
        </w:tc>
        <w:tc>
          <w:tcPr>
            <w:tcW w:w="666" w:type="dxa"/>
            <w:vAlign w:val="center"/>
          </w:tcPr>
          <w:p w:rsidR="00795AB4" w:rsidRDefault="00795AB4">
            <w:pPr>
              <w:autoSpaceDE w:val="0"/>
              <w:autoSpaceDN w:val="0"/>
              <w:adjustRightInd w:val="0"/>
              <w:jc w:val="center"/>
            </w:pPr>
            <w:r>
              <w:t>42488,0</w:t>
            </w:r>
          </w:p>
        </w:tc>
      </w:tr>
    </w:tbl>
    <w:p w:rsidR="00795AB4" w:rsidRDefault="00795AB4" w:rsidP="008F31D3"/>
    <w:p w:rsidR="00795AB4" w:rsidRDefault="00795AB4" w:rsidP="008F31D3">
      <w:pPr>
        <w:autoSpaceDE w:val="0"/>
        <w:autoSpaceDN w:val="0"/>
        <w:adjustRightInd w:val="0"/>
        <w:ind w:firstLine="540"/>
        <w:jc w:val="both"/>
      </w:pPr>
      <w:r>
        <w:t>В динамике поступления доходов в районный бюджет от управления муниципальным имуществом за период 2012-2019 годы,  прослеживается снижение поступлений по доходу от арендной платы за использование земельных участков, это связано с приобретением в собственность земельных участков.</w:t>
      </w:r>
    </w:p>
    <w:p w:rsidR="00795AB4" w:rsidRDefault="00795AB4" w:rsidP="008F31D3">
      <w:pPr>
        <w:autoSpaceDE w:val="0"/>
        <w:autoSpaceDN w:val="0"/>
        <w:adjustRightInd w:val="0"/>
        <w:ind w:firstLine="540"/>
        <w:jc w:val="both"/>
      </w:pPr>
    </w:p>
    <w:p w:rsidR="00795AB4" w:rsidRDefault="00795AB4" w:rsidP="008F31D3">
      <w:pPr>
        <w:autoSpaceDE w:val="0"/>
        <w:autoSpaceDN w:val="0"/>
        <w:adjustRightInd w:val="0"/>
        <w:ind w:firstLine="540"/>
        <w:jc w:val="center"/>
      </w:pPr>
      <w:r>
        <w:rPr>
          <w:b/>
        </w:rPr>
        <w:t>2.3. Конечные результаты муниципальной подпрограммы</w:t>
      </w:r>
    </w:p>
    <w:p w:rsidR="00795AB4" w:rsidRDefault="00795AB4" w:rsidP="008F31D3">
      <w:pPr>
        <w:autoSpaceDE w:val="0"/>
        <w:autoSpaceDN w:val="0"/>
        <w:adjustRightInd w:val="0"/>
        <w:ind w:firstLine="540"/>
        <w:jc w:val="both"/>
      </w:pPr>
    </w:p>
    <w:p w:rsidR="00795AB4" w:rsidRDefault="00795AB4" w:rsidP="008F31D3">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795AB4" w:rsidRDefault="00795AB4" w:rsidP="008F31D3">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795AB4" w:rsidRDefault="00795AB4" w:rsidP="008F31D3">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95AB4" w:rsidRDefault="00795AB4" w:rsidP="008F31D3">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795AB4" w:rsidRDefault="00795AB4" w:rsidP="008F31D3">
      <w:pPr>
        <w:numPr>
          <w:ilvl w:val="0"/>
          <w:numId w:val="4"/>
        </w:numPr>
        <w:tabs>
          <w:tab w:val="left" w:pos="960"/>
        </w:tabs>
        <w:spacing w:line="276" w:lineRule="auto"/>
        <w:ind w:firstLine="240"/>
        <w:jc w:val="both"/>
        <w:rPr>
          <w:bCs/>
        </w:rPr>
      </w:pPr>
      <w:r>
        <w:rPr>
          <w:bCs/>
        </w:rPr>
        <w:t>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795AB4" w:rsidRDefault="00795AB4" w:rsidP="008F31D3">
      <w:pPr>
        <w:numPr>
          <w:ilvl w:val="0"/>
          <w:numId w:val="4"/>
        </w:numPr>
        <w:tabs>
          <w:tab w:val="left" w:pos="960"/>
        </w:tabs>
        <w:spacing w:line="276" w:lineRule="auto"/>
        <w:ind w:firstLine="240"/>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795AB4" w:rsidRDefault="00795AB4" w:rsidP="008F31D3">
      <w:pPr>
        <w:numPr>
          <w:ilvl w:val="0"/>
          <w:numId w:val="4"/>
        </w:numPr>
        <w:tabs>
          <w:tab w:val="left" w:pos="960"/>
        </w:tabs>
        <w:spacing w:line="276" w:lineRule="auto"/>
        <w:ind w:firstLine="240"/>
        <w:jc w:val="both"/>
        <w:rPr>
          <w:bCs/>
        </w:rPr>
      </w:pPr>
      <w:r>
        <w:rPr>
          <w:bCs/>
        </w:rPr>
        <w:lastRenderedPageBreak/>
        <w:t>Обеспечение открытости и прозрачности предоставления муниципальных услуг по распоряжению муниципальным имуществом</w:t>
      </w:r>
    </w:p>
    <w:p w:rsidR="00795AB4" w:rsidRDefault="00795AB4" w:rsidP="00F847C0">
      <w:pPr>
        <w:numPr>
          <w:ilvl w:val="0"/>
          <w:numId w:val="4"/>
        </w:numPr>
        <w:tabs>
          <w:tab w:val="clear" w:pos="360"/>
          <w:tab w:val="left" w:pos="960"/>
        </w:tabs>
        <w:spacing w:line="276" w:lineRule="auto"/>
        <w:ind w:firstLine="180"/>
        <w:jc w:val="both"/>
        <w:rPr>
          <w:bCs/>
        </w:rPr>
      </w:pPr>
      <w:r>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39488,0 тыс.руб. к 2019 году.</w:t>
      </w:r>
    </w:p>
    <w:p w:rsidR="00795AB4" w:rsidRDefault="00795AB4" w:rsidP="008F31D3">
      <w:pPr>
        <w:ind w:firstLine="600"/>
      </w:pPr>
    </w:p>
    <w:p w:rsidR="00795AB4" w:rsidRDefault="00795AB4" w:rsidP="008F31D3">
      <w:pPr>
        <w:jc w:val="center"/>
      </w:pPr>
      <w:r>
        <w:rPr>
          <w:b/>
        </w:rPr>
        <w:t>2.4. Сроки и этапы муниципальной подпрограммы</w:t>
      </w:r>
    </w:p>
    <w:p w:rsidR="00795AB4" w:rsidRDefault="00795AB4" w:rsidP="008F31D3"/>
    <w:p w:rsidR="00795AB4" w:rsidRDefault="00795AB4" w:rsidP="008F31D3">
      <w:pPr>
        <w:ind w:firstLine="600"/>
      </w:pPr>
      <w:r>
        <w:t>Подпрограмма реализуется в один этап и рассчитана на период 2014 - 2019 годы.</w:t>
      </w:r>
    </w:p>
    <w:p w:rsidR="00795AB4" w:rsidRDefault="00795AB4" w:rsidP="008F31D3">
      <w:pPr>
        <w:ind w:firstLine="600"/>
      </w:pPr>
    </w:p>
    <w:p w:rsidR="00795AB4" w:rsidRPr="00C01477" w:rsidRDefault="00795AB4" w:rsidP="008F31D3">
      <w:pPr>
        <w:ind w:left="360"/>
        <w:jc w:val="center"/>
        <w:rPr>
          <w:b/>
          <w:sz w:val="26"/>
          <w:szCs w:val="26"/>
        </w:rPr>
      </w:pPr>
      <w:r w:rsidRPr="00C01477">
        <w:rPr>
          <w:b/>
          <w:sz w:val="26"/>
          <w:szCs w:val="26"/>
        </w:rPr>
        <w:t>Раздел 3. Характеристика основных мероприятий подпрограммы</w:t>
      </w:r>
    </w:p>
    <w:p w:rsidR="00795AB4" w:rsidRDefault="00795AB4" w:rsidP="008F31D3">
      <w:pPr>
        <w:jc w:val="center"/>
        <w:rPr>
          <w:b/>
        </w:rPr>
      </w:pPr>
    </w:p>
    <w:p w:rsidR="00795AB4" w:rsidRDefault="00795AB4" w:rsidP="008F31D3">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795AB4" w:rsidRPr="006B7AE2" w:rsidRDefault="00795AB4" w:rsidP="008F31D3">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795AB4" w:rsidRDefault="00795AB4" w:rsidP="008F31D3">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795AB4" w:rsidRPr="00C01477" w:rsidRDefault="00795AB4" w:rsidP="008F31D3">
      <w:pPr>
        <w:autoSpaceDE w:val="0"/>
        <w:autoSpaceDN w:val="0"/>
        <w:adjustRightInd w:val="0"/>
        <w:spacing w:before="120"/>
        <w:ind w:firstLine="539"/>
        <w:jc w:val="both"/>
        <w:rPr>
          <w:b/>
        </w:rPr>
      </w:pPr>
      <w:r w:rsidRPr="00C01477">
        <w:rPr>
          <w:b/>
        </w:rPr>
        <w:t>2) содержание имущества казны и проведение ремонтных работ для привлечения дополнительных арендаторов.</w:t>
      </w:r>
    </w:p>
    <w:p w:rsidR="00795AB4" w:rsidRPr="00C01477" w:rsidRDefault="00795AB4" w:rsidP="008F31D3">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Таловского муниципального района, а также ремонт и реконструкция объектов, находящихся в собственности Таловского муниципального района.</w:t>
      </w:r>
    </w:p>
    <w:p w:rsidR="00795AB4" w:rsidRPr="00C01477" w:rsidRDefault="00795AB4" w:rsidP="008F31D3">
      <w:pPr>
        <w:pStyle w:val="a4"/>
        <w:spacing w:before="120"/>
        <w:ind w:right="23" w:firstLine="601"/>
        <w:jc w:val="both"/>
        <w:rPr>
          <w:rStyle w:val="1a"/>
          <w:bCs w:val="0"/>
          <w:sz w:val="24"/>
          <w:szCs w:val="24"/>
        </w:rPr>
      </w:pPr>
      <w:r w:rsidRPr="00C01477">
        <w:rPr>
          <w:rStyle w:val="1a"/>
          <w:sz w:val="24"/>
          <w:szCs w:val="24"/>
        </w:rPr>
        <w:t>3)</w:t>
      </w:r>
      <w:r w:rsidRPr="00C01477">
        <w:rPr>
          <w:rStyle w:val="1a"/>
          <w:b w:val="0"/>
          <w:sz w:val="24"/>
          <w:szCs w:val="24"/>
        </w:rPr>
        <w:t xml:space="preserve">  </w:t>
      </w:r>
      <w:r w:rsidRPr="00C01477">
        <w:rPr>
          <w:rStyle w:val="1a"/>
          <w:sz w:val="24"/>
          <w:szCs w:val="24"/>
        </w:rPr>
        <w:t xml:space="preserve">межевание земельных участков, оценка размера арендной платы. </w:t>
      </w:r>
    </w:p>
    <w:p w:rsidR="00795AB4" w:rsidRPr="00C01477" w:rsidRDefault="00795AB4" w:rsidP="008F31D3">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795AB4" w:rsidRPr="00C01477" w:rsidRDefault="00795AB4" w:rsidP="008F31D3">
      <w:pPr>
        <w:pStyle w:val="a4"/>
        <w:spacing w:before="120"/>
        <w:ind w:right="23" w:firstLine="601"/>
        <w:jc w:val="both"/>
        <w:rPr>
          <w:rStyle w:val="1a"/>
          <w:sz w:val="24"/>
          <w:szCs w:val="24"/>
        </w:rPr>
      </w:pPr>
      <w:r w:rsidRPr="00C01477">
        <w:rPr>
          <w:rStyle w:val="1a"/>
          <w:sz w:val="24"/>
          <w:szCs w:val="24"/>
        </w:rPr>
        <w:t xml:space="preserve">4) публикация информационных сообщений </w:t>
      </w:r>
    </w:p>
    <w:p w:rsidR="00795AB4" w:rsidRPr="00C01477" w:rsidRDefault="00795AB4" w:rsidP="008F31D3">
      <w:pPr>
        <w:pStyle w:val="a4"/>
        <w:spacing w:before="120"/>
        <w:ind w:right="23" w:firstLine="601"/>
        <w:jc w:val="both"/>
        <w:rPr>
          <w:rStyle w:val="1a"/>
          <w:b w:val="0"/>
          <w:sz w:val="24"/>
          <w:szCs w:val="24"/>
        </w:rPr>
      </w:pPr>
      <w:r w:rsidRPr="00C01477">
        <w:rPr>
          <w:rStyle w:val="1a"/>
          <w:b w:val="0"/>
          <w:sz w:val="24"/>
          <w:szCs w:val="24"/>
        </w:rPr>
        <w:t>Сообщения публикуются в официальных печатных изданиях :«Молодой коммунар» и районная газета «Заря»</w:t>
      </w:r>
    </w:p>
    <w:p w:rsidR="00795AB4" w:rsidRPr="00C01477" w:rsidRDefault="00795AB4" w:rsidP="006B7AE2">
      <w:pPr>
        <w:ind w:left="42"/>
        <w:jc w:val="both"/>
        <w:rPr>
          <w:b/>
        </w:rPr>
      </w:pPr>
      <w:r w:rsidRPr="00C01477">
        <w:rPr>
          <w:rStyle w:val="1a"/>
          <w:sz w:val="24"/>
          <w:szCs w:val="24"/>
        </w:rPr>
        <w:t xml:space="preserve">         </w:t>
      </w:r>
      <w:r w:rsidRPr="00C01477">
        <w:rPr>
          <w:rStyle w:val="1a"/>
          <w:b/>
          <w:sz w:val="24"/>
          <w:szCs w:val="24"/>
        </w:rPr>
        <w:t xml:space="preserve">5) </w:t>
      </w:r>
      <w:r w:rsidRPr="00C01477">
        <w:rPr>
          <w:b/>
        </w:rPr>
        <w:t>обеспечение деятельности МКУ «Отдел по управлению муниципальным имуществом».</w:t>
      </w:r>
    </w:p>
    <w:p w:rsidR="00795AB4" w:rsidRPr="00C01477" w:rsidRDefault="00795AB4" w:rsidP="008F31D3">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795AB4" w:rsidRPr="00C01477" w:rsidRDefault="00795AB4" w:rsidP="008F31D3">
      <w:pPr>
        <w:autoSpaceDE w:val="0"/>
        <w:autoSpaceDN w:val="0"/>
        <w:adjustRightInd w:val="0"/>
        <w:spacing w:before="120"/>
        <w:ind w:firstLine="539"/>
        <w:jc w:val="both"/>
      </w:pPr>
      <w:r w:rsidRPr="00C01477">
        <w:lastRenderedPageBreak/>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color w:val="auto"/>
          </w:rPr>
          <w:t>приложении N</w:t>
        </w:r>
        <w:r w:rsidRPr="00C01477">
          <w:rPr>
            <w:rStyle w:val="ac"/>
          </w:rPr>
          <w:t xml:space="preserve"> </w:t>
        </w:r>
      </w:hyperlink>
      <w:r w:rsidRPr="00C01477">
        <w:t>2,3 подпрограммы.</w:t>
      </w:r>
    </w:p>
    <w:p w:rsidR="00795AB4" w:rsidRDefault="00795AB4" w:rsidP="008F31D3">
      <w:pPr>
        <w:ind w:firstLine="600"/>
        <w:jc w:val="center"/>
        <w:rPr>
          <w:b/>
        </w:rPr>
      </w:pPr>
    </w:p>
    <w:p w:rsidR="00795AB4" w:rsidRPr="00C01477" w:rsidRDefault="00795AB4" w:rsidP="008F31D3">
      <w:pPr>
        <w:ind w:firstLine="600"/>
        <w:jc w:val="center"/>
        <w:rPr>
          <w:b/>
          <w:sz w:val="26"/>
          <w:szCs w:val="26"/>
        </w:rPr>
      </w:pPr>
      <w:r w:rsidRPr="00C01477">
        <w:rPr>
          <w:b/>
          <w:sz w:val="26"/>
          <w:szCs w:val="26"/>
        </w:rPr>
        <w:t>Раздел 4. Основные меры муниципального и правового регулирования</w:t>
      </w:r>
    </w:p>
    <w:p w:rsidR="00795AB4" w:rsidRDefault="00795AB4" w:rsidP="008F31D3">
      <w:pPr>
        <w:ind w:firstLine="600"/>
        <w:jc w:val="center"/>
        <w:rPr>
          <w:b/>
        </w:rPr>
      </w:pPr>
    </w:p>
    <w:p w:rsidR="00795AB4" w:rsidRDefault="00795AB4" w:rsidP="008F31D3">
      <w:pPr>
        <w:ind w:firstLine="840"/>
        <w:jc w:val="both"/>
      </w:pPr>
      <w:r>
        <w:t>Муниципальное казенное учреждение «Отдел по управлению муниципальным имуществом» Таловского муниципального района при осуществлении своей деятельности руководствуется следующей нормативно правовой базой:</w:t>
      </w:r>
    </w:p>
    <w:p w:rsidR="00795AB4" w:rsidRDefault="00795AB4" w:rsidP="008F31D3">
      <w:pPr>
        <w:ind w:firstLine="840"/>
      </w:pPr>
      <w:r>
        <w:t>Конституция РФ;</w:t>
      </w:r>
    </w:p>
    <w:p w:rsidR="00795AB4" w:rsidRDefault="00795AB4" w:rsidP="008F31D3">
      <w:pPr>
        <w:ind w:firstLine="840"/>
      </w:pPr>
      <w:r>
        <w:t xml:space="preserve">Гражданский кодекс РФ (части </w:t>
      </w:r>
      <w:r>
        <w:rPr>
          <w:lang w:val="en-US"/>
        </w:rPr>
        <w:t>I</w:t>
      </w:r>
      <w:r>
        <w:t xml:space="preserve">, </w:t>
      </w:r>
      <w:r>
        <w:rPr>
          <w:lang w:val="en-US"/>
        </w:rPr>
        <w:t>II</w:t>
      </w:r>
      <w:r>
        <w:t>);</w:t>
      </w:r>
    </w:p>
    <w:p w:rsidR="00795AB4" w:rsidRDefault="00795AB4" w:rsidP="008F31D3">
      <w:pPr>
        <w:ind w:firstLine="840"/>
      </w:pPr>
      <w:r>
        <w:t>Земельный кодекс РФ;</w:t>
      </w:r>
    </w:p>
    <w:p w:rsidR="00795AB4" w:rsidRDefault="00795AB4" w:rsidP="008F31D3">
      <w:pPr>
        <w:ind w:firstLine="840"/>
      </w:pPr>
      <w:r>
        <w:t>Жилищный кодекс РФ;</w:t>
      </w:r>
    </w:p>
    <w:p w:rsidR="00795AB4" w:rsidRDefault="00795AB4" w:rsidP="008F31D3">
      <w:pPr>
        <w:ind w:firstLine="840"/>
      </w:pPr>
      <w:r>
        <w:t>Градостроительный кодекс РФ;</w:t>
      </w:r>
    </w:p>
    <w:p w:rsidR="00795AB4" w:rsidRDefault="00795AB4" w:rsidP="008F31D3">
      <w:pPr>
        <w:ind w:firstLine="840"/>
      </w:pPr>
      <w:r>
        <w:t>Большая часть нормативных правовых документов,  местного значения, направленных на достижение целей и решение задач муниципальной программы были разработаны  в предыдущие годы,  среди основных документов выделяются следующие:</w:t>
      </w:r>
    </w:p>
    <w:p w:rsidR="00795AB4" w:rsidRDefault="00795AB4" w:rsidP="008F31D3">
      <w:pPr>
        <w:ind w:firstLine="840"/>
      </w:pPr>
      <w:r>
        <w:t>Положение «Об управлении и распоряжении муниципальным имуществом» № 62 от 14.11.2008.</w:t>
      </w:r>
    </w:p>
    <w:p w:rsidR="00795AB4" w:rsidRDefault="00795AB4" w:rsidP="008F31D3">
      <w:pPr>
        <w:ind w:firstLine="840"/>
      </w:pPr>
      <w:r>
        <w:t>Положение «О процедурах и критериях предоставления гражданам, физическим и юридическим лицам земельных участков, находящихся в государственной и муниципальной собственности для целей не связанных со строительством» № 314 от 14.02.2013</w:t>
      </w:r>
    </w:p>
    <w:p w:rsidR="00795AB4" w:rsidRDefault="00795AB4" w:rsidP="008F31D3">
      <w:pPr>
        <w:ind w:firstLine="840"/>
      </w:pPr>
      <w:r>
        <w:t>В период реализации муниципальной подпрограммы планируется вносить изменения в нормативные акты  в целях обеспечения их соответствия с действующей законодательной базой.</w:t>
      </w:r>
    </w:p>
    <w:p w:rsidR="00795AB4" w:rsidRDefault="00795AB4" w:rsidP="008F31D3">
      <w:pPr>
        <w:ind w:firstLine="600"/>
        <w:jc w:val="center"/>
        <w:rPr>
          <w:b/>
        </w:rPr>
      </w:pPr>
    </w:p>
    <w:p w:rsidR="00795AB4" w:rsidRPr="00C01477" w:rsidRDefault="00795AB4" w:rsidP="009879DA">
      <w:pPr>
        <w:jc w:val="center"/>
        <w:rPr>
          <w:b/>
          <w:sz w:val="26"/>
          <w:szCs w:val="26"/>
        </w:rPr>
      </w:pPr>
      <w:r w:rsidRPr="00C01477">
        <w:rPr>
          <w:b/>
          <w:sz w:val="26"/>
          <w:szCs w:val="26"/>
        </w:rPr>
        <w:t>Раздел 5. Информация об участии общественных, научных и иных организаций, а так же внебюджетных фондов, юридических и физических лиц в реализации подпрограммы муниципальной программы.</w:t>
      </w:r>
    </w:p>
    <w:p w:rsidR="00795AB4" w:rsidRDefault="00795AB4" w:rsidP="009879DA">
      <w:pPr>
        <w:rPr>
          <w:b/>
          <w:sz w:val="26"/>
          <w:szCs w:val="26"/>
        </w:rPr>
      </w:pPr>
    </w:p>
    <w:p w:rsidR="00795AB4" w:rsidRDefault="00795AB4" w:rsidP="009879DA">
      <w:pPr>
        <w:jc w:val="both"/>
        <w:rPr>
          <w:sz w:val="26"/>
          <w:szCs w:val="26"/>
        </w:rPr>
      </w:pPr>
      <w:r>
        <w:rPr>
          <w:sz w:val="26"/>
          <w:szCs w:val="26"/>
        </w:rPr>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p>
    <w:p w:rsidR="00795AB4" w:rsidRDefault="00795AB4" w:rsidP="009879DA">
      <w:pPr>
        <w:jc w:val="both"/>
        <w:rPr>
          <w:b/>
          <w:sz w:val="26"/>
          <w:szCs w:val="26"/>
        </w:rPr>
      </w:pPr>
      <w:r>
        <w:rPr>
          <w:sz w:val="26"/>
          <w:szCs w:val="26"/>
        </w:rPr>
        <w:t xml:space="preserve">  </w:t>
      </w:r>
      <w:r>
        <w:rPr>
          <w:b/>
          <w:sz w:val="26"/>
          <w:szCs w:val="26"/>
        </w:rPr>
        <w:t xml:space="preserve"> </w:t>
      </w:r>
    </w:p>
    <w:p w:rsidR="00795AB4" w:rsidRPr="00C01477" w:rsidRDefault="00795AB4" w:rsidP="003452C5">
      <w:pPr>
        <w:ind w:firstLine="600"/>
        <w:jc w:val="center"/>
        <w:rPr>
          <w:sz w:val="26"/>
          <w:szCs w:val="26"/>
        </w:rPr>
      </w:pPr>
      <w:r w:rsidRPr="00C01477">
        <w:rPr>
          <w:b/>
          <w:sz w:val="26"/>
          <w:szCs w:val="26"/>
        </w:rPr>
        <w:t xml:space="preserve"> Раздел 6. Финансовое обеспечение муниципальной подпрограммы</w:t>
      </w:r>
    </w:p>
    <w:p w:rsidR="00795AB4" w:rsidRDefault="00795AB4" w:rsidP="003452C5">
      <w:pPr>
        <w:tabs>
          <w:tab w:val="left" w:pos="4050"/>
        </w:tabs>
      </w:pPr>
      <w:r>
        <w:tab/>
      </w:r>
    </w:p>
    <w:p w:rsidR="00795AB4" w:rsidRDefault="00795AB4" w:rsidP="003452C5">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23614,3 тыс. руб.</w:t>
      </w:r>
    </w:p>
    <w:p w:rsidR="00795AB4" w:rsidRDefault="00795AB4" w:rsidP="003452C5">
      <w:pPr>
        <w:tabs>
          <w:tab w:val="left" w:pos="4050"/>
        </w:tabs>
        <w:ind w:firstLine="839"/>
      </w:pPr>
      <w:r>
        <w:t>Средства районного бюджета в разрезе подпрограммных мероприятий представлены в Приложении 2,3.</w:t>
      </w: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795AB4" w:rsidRPr="00194AB1" w:rsidTr="00612961">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795AB4" w:rsidRPr="00194AB1" w:rsidRDefault="00795AB4" w:rsidP="00612961">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795AB4" w:rsidRPr="00194AB1" w:rsidRDefault="00795AB4" w:rsidP="00612961">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795AB4" w:rsidRPr="00194AB1" w:rsidRDefault="00795AB4" w:rsidP="00612961">
            <w:pPr>
              <w:jc w:val="center"/>
            </w:pPr>
            <w:r w:rsidRPr="00194AB1">
              <w:t>Объем финансирования, тыс.руб.</w:t>
            </w:r>
          </w:p>
        </w:tc>
      </w:tr>
      <w:tr w:rsidR="00795AB4" w:rsidRPr="00194AB1" w:rsidTr="00612961">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795AB4" w:rsidRPr="00194AB1" w:rsidRDefault="00795AB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795AB4" w:rsidRPr="00194AB1" w:rsidRDefault="00795AB4" w:rsidP="00612961"/>
        </w:tc>
        <w:tc>
          <w:tcPr>
            <w:tcW w:w="1092" w:type="dxa"/>
            <w:vMerge w:val="restart"/>
            <w:tcBorders>
              <w:top w:val="nil"/>
              <w:left w:val="single" w:sz="4" w:space="0" w:color="auto"/>
              <w:bottom w:val="single" w:sz="4" w:space="0" w:color="auto"/>
              <w:right w:val="single" w:sz="4" w:space="0" w:color="auto"/>
            </w:tcBorders>
            <w:noWrap/>
            <w:vAlign w:val="center"/>
          </w:tcPr>
          <w:p w:rsidR="00795AB4" w:rsidRPr="00194AB1" w:rsidRDefault="00795AB4" w:rsidP="00612961">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795AB4" w:rsidRPr="00194AB1" w:rsidRDefault="00795AB4" w:rsidP="00612961">
            <w:pPr>
              <w:jc w:val="center"/>
            </w:pPr>
            <w:r w:rsidRPr="00194AB1">
              <w:t>в том числе по источникам финансирования</w:t>
            </w:r>
          </w:p>
        </w:tc>
      </w:tr>
      <w:tr w:rsidR="00795AB4" w:rsidRPr="00194AB1" w:rsidTr="00612961">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795AB4" w:rsidRPr="00194AB1" w:rsidRDefault="00795AB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795AB4" w:rsidRPr="00194AB1" w:rsidRDefault="00795AB4" w:rsidP="00612961"/>
        </w:tc>
        <w:tc>
          <w:tcPr>
            <w:tcW w:w="0" w:type="auto"/>
            <w:vMerge/>
            <w:tcBorders>
              <w:top w:val="nil"/>
              <w:left w:val="single" w:sz="4" w:space="0" w:color="auto"/>
              <w:bottom w:val="single" w:sz="4" w:space="0" w:color="auto"/>
              <w:right w:val="single" w:sz="4" w:space="0" w:color="auto"/>
            </w:tcBorders>
            <w:vAlign w:val="center"/>
          </w:tcPr>
          <w:p w:rsidR="00795AB4" w:rsidRPr="00194AB1" w:rsidRDefault="00795AB4" w:rsidP="00612961"/>
        </w:tc>
        <w:tc>
          <w:tcPr>
            <w:tcW w:w="1698" w:type="dxa"/>
            <w:tcBorders>
              <w:top w:val="nil"/>
              <w:left w:val="nil"/>
              <w:bottom w:val="single" w:sz="4" w:space="0" w:color="auto"/>
              <w:right w:val="single" w:sz="4" w:space="0" w:color="auto"/>
            </w:tcBorders>
            <w:vAlign w:val="center"/>
          </w:tcPr>
          <w:p w:rsidR="00795AB4" w:rsidRPr="00194AB1" w:rsidRDefault="00795AB4" w:rsidP="00612961">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795AB4" w:rsidRPr="00194AB1" w:rsidRDefault="00795AB4" w:rsidP="00612961">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795AB4" w:rsidRPr="00194AB1" w:rsidRDefault="00795AB4" w:rsidP="00612961">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795AB4" w:rsidRPr="00194AB1" w:rsidRDefault="00795AB4" w:rsidP="00612961">
            <w:pPr>
              <w:jc w:val="center"/>
            </w:pPr>
            <w:r w:rsidRPr="00194AB1">
              <w:t>другие источники</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jc w:val="center"/>
            </w:pPr>
            <w:r w:rsidRPr="00194AB1">
              <w:t>1</w:t>
            </w: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3</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4</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5</w:t>
            </w:r>
          </w:p>
        </w:tc>
        <w:tc>
          <w:tcPr>
            <w:tcW w:w="133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6</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7</w:t>
            </w:r>
          </w:p>
        </w:tc>
      </w:tr>
      <w:tr w:rsidR="00795AB4" w:rsidRPr="00194AB1" w:rsidTr="00612961">
        <w:trPr>
          <w:trHeight w:val="287"/>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vAlign w:val="center"/>
          </w:tcPr>
          <w:p w:rsidR="00795AB4" w:rsidRPr="00194AB1" w:rsidRDefault="00795AB4" w:rsidP="00612961">
            <w:pPr>
              <w:jc w:val="center"/>
              <w:rPr>
                <w:b/>
                <w:bCs/>
                <w:i/>
                <w:iCs/>
              </w:rPr>
            </w:pPr>
          </w:p>
        </w:tc>
        <w:tc>
          <w:tcPr>
            <w:tcW w:w="1092" w:type="dxa"/>
            <w:tcBorders>
              <w:top w:val="nil"/>
              <w:left w:val="nil"/>
              <w:bottom w:val="single" w:sz="4" w:space="0" w:color="auto"/>
              <w:right w:val="single" w:sz="4" w:space="0" w:color="auto"/>
            </w:tcBorders>
            <w:noWrap/>
            <w:vAlign w:val="center"/>
          </w:tcPr>
          <w:p w:rsidR="00795AB4" w:rsidRPr="00FB41B3" w:rsidRDefault="00795AB4" w:rsidP="00612961">
            <w:pPr>
              <w:jc w:val="center"/>
              <w:rPr>
                <w:b/>
                <w:bCs/>
                <w:iCs/>
              </w:rPr>
            </w:pPr>
            <w:r>
              <w:rPr>
                <w:b/>
                <w:bCs/>
                <w:iCs/>
              </w:rPr>
              <w:t>23614,3</w:t>
            </w:r>
          </w:p>
        </w:tc>
        <w:tc>
          <w:tcPr>
            <w:tcW w:w="1698" w:type="dxa"/>
            <w:tcBorders>
              <w:top w:val="nil"/>
              <w:left w:val="nil"/>
              <w:bottom w:val="single" w:sz="4" w:space="0" w:color="auto"/>
              <w:right w:val="single" w:sz="4" w:space="0" w:color="auto"/>
            </w:tcBorders>
            <w:noWrap/>
            <w:vAlign w:val="center"/>
          </w:tcPr>
          <w:p w:rsidR="00795AB4" w:rsidRPr="00C01477" w:rsidRDefault="00795AB4" w:rsidP="00612961">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795AB4" w:rsidRPr="00C01477" w:rsidRDefault="00795AB4" w:rsidP="00612961">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795AB4" w:rsidRPr="00FB41B3" w:rsidRDefault="00795AB4" w:rsidP="00D33FAB">
            <w:pPr>
              <w:jc w:val="center"/>
              <w:rPr>
                <w:b/>
                <w:bCs/>
                <w:iCs/>
              </w:rPr>
            </w:pPr>
            <w:r>
              <w:rPr>
                <w:b/>
                <w:bCs/>
                <w:iCs/>
              </w:rPr>
              <w:t>23614,3</w:t>
            </w:r>
          </w:p>
        </w:tc>
        <w:tc>
          <w:tcPr>
            <w:tcW w:w="1330" w:type="dxa"/>
            <w:tcBorders>
              <w:top w:val="nil"/>
              <w:left w:val="nil"/>
              <w:bottom w:val="single" w:sz="4" w:space="0" w:color="auto"/>
              <w:right w:val="single" w:sz="4" w:space="0" w:color="auto"/>
            </w:tcBorders>
            <w:noWrap/>
            <w:vAlign w:val="center"/>
          </w:tcPr>
          <w:p w:rsidR="00795AB4" w:rsidRPr="00C01477" w:rsidRDefault="00795AB4" w:rsidP="00612961">
            <w:pPr>
              <w:jc w:val="center"/>
            </w:pPr>
            <w:r w:rsidRPr="00C01477">
              <w:t> -</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2014</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4559,0</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4559,0</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2015</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5751,2</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5751,2</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2016</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3320,7</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3320,7</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2017</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3327,8</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3327,8</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2018</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3327,8</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3327,8</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r w:rsidR="00795A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795AB4" w:rsidRPr="00194AB1" w:rsidRDefault="00795A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2019</w:t>
            </w:r>
          </w:p>
        </w:tc>
        <w:tc>
          <w:tcPr>
            <w:tcW w:w="1092" w:type="dxa"/>
            <w:tcBorders>
              <w:top w:val="nil"/>
              <w:left w:val="nil"/>
              <w:bottom w:val="single" w:sz="4" w:space="0" w:color="auto"/>
              <w:right w:val="single" w:sz="4" w:space="0" w:color="auto"/>
            </w:tcBorders>
            <w:noWrap/>
            <w:vAlign w:val="center"/>
          </w:tcPr>
          <w:p w:rsidR="00795AB4" w:rsidRPr="00194AB1" w:rsidRDefault="00795AB4" w:rsidP="00612961">
            <w:pPr>
              <w:jc w:val="center"/>
            </w:pPr>
            <w:r>
              <w:t>3327,8</w:t>
            </w:r>
          </w:p>
        </w:tc>
        <w:tc>
          <w:tcPr>
            <w:tcW w:w="1698"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795AB4" w:rsidRPr="00194AB1" w:rsidRDefault="00795AB4" w:rsidP="00D33FAB">
            <w:pPr>
              <w:jc w:val="center"/>
            </w:pPr>
            <w:r>
              <w:t>3327,8</w:t>
            </w:r>
          </w:p>
        </w:tc>
        <w:tc>
          <w:tcPr>
            <w:tcW w:w="1330" w:type="dxa"/>
            <w:tcBorders>
              <w:top w:val="nil"/>
              <w:left w:val="nil"/>
              <w:bottom w:val="single" w:sz="4" w:space="0" w:color="auto"/>
              <w:right w:val="single" w:sz="4" w:space="0" w:color="auto"/>
            </w:tcBorders>
            <w:noWrap/>
            <w:vAlign w:val="center"/>
          </w:tcPr>
          <w:p w:rsidR="00795AB4" w:rsidRPr="00194AB1" w:rsidRDefault="00795AB4" w:rsidP="00612961">
            <w:pPr>
              <w:jc w:val="center"/>
            </w:pPr>
            <w:r w:rsidRPr="00194AB1">
              <w:t>-</w:t>
            </w:r>
          </w:p>
        </w:tc>
      </w:tr>
    </w:tbl>
    <w:p w:rsidR="00795AB4" w:rsidRDefault="00795AB4" w:rsidP="003452C5">
      <w:pPr>
        <w:jc w:val="center"/>
        <w:rPr>
          <w:b/>
        </w:rPr>
      </w:pPr>
    </w:p>
    <w:p w:rsidR="00795AB4" w:rsidRPr="00C01477" w:rsidRDefault="00795AB4"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795AB4" w:rsidRDefault="00795AB4" w:rsidP="008F31D3">
      <w:pPr>
        <w:ind w:firstLine="600"/>
        <w:jc w:val="both"/>
      </w:pPr>
      <w:r>
        <w:t>Рисками реализации подпрограммы являются:</w:t>
      </w:r>
    </w:p>
    <w:p w:rsidR="00795AB4" w:rsidRDefault="00795AB4" w:rsidP="008F31D3">
      <w:pPr>
        <w:ind w:firstLine="601"/>
        <w:jc w:val="both"/>
      </w:pPr>
      <w:r>
        <w:t>неисполнение договорных обязательств арендаторами.</w:t>
      </w:r>
    </w:p>
    <w:p w:rsidR="00795AB4" w:rsidRDefault="00795AB4" w:rsidP="008F31D3">
      <w:pPr>
        <w:ind w:firstLine="601"/>
        <w:jc w:val="both"/>
      </w:pPr>
      <w:r>
        <w:t>В целях контроля и минимизации данных рисков планируется реализация следующих мероприятий:</w:t>
      </w:r>
    </w:p>
    <w:p w:rsidR="00795AB4" w:rsidRDefault="00795AB4" w:rsidP="008F31D3">
      <w:pPr>
        <w:ind w:firstLine="601"/>
        <w:jc w:val="both"/>
      </w:pPr>
      <w:r>
        <w:t>внесение изменений в  нормативно правовую базу, принятую на местном уровне;</w:t>
      </w:r>
    </w:p>
    <w:p w:rsidR="00795AB4" w:rsidRDefault="00795AB4" w:rsidP="008F31D3">
      <w:pPr>
        <w:ind w:firstLine="601"/>
        <w:jc w:val="both"/>
      </w:pPr>
      <w:r>
        <w:t>ведение мониторинга и контроля за соблюдением договорных обязательств.</w:t>
      </w:r>
    </w:p>
    <w:p w:rsidR="00795AB4" w:rsidRDefault="00795AB4" w:rsidP="008F31D3">
      <w:pPr>
        <w:jc w:val="both"/>
      </w:pPr>
    </w:p>
    <w:p w:rsidR="00795AB4" w:rsidRPr="00C01477" w:rsidRDefault="00795AB4" w:rsidP="008F31D3">
      <w:pPr>
        <w:jc w:val="center"/>
        <w:rPr>
          <w:sz w:val="26"/>
          <w:szCs w:val="26"/>
        </w:rPr>
      </w:pPr>
      <w:r w:rsidRPr="00C01477">
        <w:rPr>
          <w:b/>
          <w:sz w:val="26"/>
          <w:szCs w:val="26"/>
        </w:rPr>
        <w:t>Раздел 8. Оценка эффективности муниципальной подпрограммы</w:t>
      </w:r>
    </w:p>
    <w:p w:rsidR="00795AB4" w:rsidRDefault="00795AB4"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795AB4" w:rsidRPr="00153B3D" w:rsidRDefault="00795AB4"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795AB4" w:rsidRDefault="00795AB4"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795AB4" w:rsidRDefault="00795AB4"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795AB4" w:rsidRDefault="00795AB4"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795AB4" w:rsidRDefault="00795AB4"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795AB4" w:rsidRDefault="00795AB4"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795AB4" w:rsidRDefault="00795AB4"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Pr="00704C19" w:rsidRDefault="00795AB4" w:rsidP="0082785A">
      <w:pPr>
        <w:jc w:val="center"/>
        <w:rPr>
          <w:b/>
          <w:sz w:val="26"/>
          <w:szCs w:val="26"/>
          <w:u w:val="single"/>
        </w:rPr>
      </w:pPr>
      <w:r w:rsidRPr="0031495D">
        <w:rPr>
          <w:rFonts w:eastAsia="Times New Roman"/>
          <w:b/>
          <w:sz w:val="26"/>
          <w:szCs w:val="26"/>
          <w:u w:val="single"/>
          <w:lang w:eastAsia="ru-RU"/>
        </w:rPr>
        <w:lastRenderedPageBreak/>
        <w:t>Подпрограмма 4</w:t>
      </w:r>
      <w:r w:rsidRPr="00704C19">
        <w:rPr>
          <w:rFonts w:eastAsia="Times New Roman"/>
          <w:b/>
          <w:color w:val="0000FF"/>
          <w:sz w:val="26"/>
          <w:szCs w:val="26"/>
          <w:u w:val="single"/>
          <w:lang w:eastAsia="ru-RU"/>
        </w:rPr>
        <w:t xml:space="preserve">  </w:t>
      </w:r>
      <w:r w:rsidRPr="00704C19">
        <w:rPr>
          <w:b/>
          <w:sz w:val="26"/>
          <w:szCs w:val="26"/>
          <w:u w:val="single"/>
        </w:rPr>
        <w:t>«Обеспечение жильём молодых семей на 2014-2019 годы»</w:t>
      </w:r>
    </w:p>
    <w:p w:rsidR="00795AB4" w:rsidRDefault="00795AB4" w:rsidP="0082785A">
      <w:pPr>
        <w:jc w:val="center"/>
        <w:rPr>
          <w:b/>
        </w:rPr>
      </w:pPr>
    </w:p>
    <w:p w:rsidR="00795AB4" w:rsidRPr="00432C5B" w:rsidRDefault="00795AB4" w:rsidP="0082785A">
      <w:pPr>
        <w:tabs>
          <w:tab w:val="left" w:pos="6660"/>
        </w:tabs>
        <w:jc w:val="center"/>
        <w:rPr>
          <w:b/>
        </w:rPr>
      </w:pPr>
      <w:r w:rsidRPr="00432C5B">
        <w:rPr>
          <w:b/>
        </w:rPr>
        <w:t>ПАСПОРТ  ПОДПРОГРАММЫ</w:t>
      </w:r>
    </w:p>
    <w:p w:rsidR="00795AB4" w:rsidRPr="00432C5B" w:rsidRDefault="00795AB4"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795AB4" w:rsidRPr="00432C5B" w:rsidTr="0082785A">
        <w:trPr>
          <w:trHeight w:val="180"/>
        </w:trPr>
        <w:tc>
          <w:tcPr>
            <w:tcW w:w="2674" w:type="dxa"/>
          </w:tcPr>
          <w:p w:rsidR="00795AB4" w:rsidRPr="00432C5B" w:rsidRDefault="00795AB4" w:rsidP="0082785A">
            <w:pPr>
              <w:tabs>
                <w:tab w:val="left" w:pos="6660"/>
              </w:tabs>
              <w:rPr>
                <w:b/>
                <w:szCs w:val="28"/>
              </w:rPr>
            </w:pPr>
            <w:r w:rsidRPr="00432C5B">
              <w:rPr>
                <w:b/>
                <w:szCs w:val="28"/>
              </w:rPr>
              <w:t>Ответственный исполнитель Подпрограммы</w:t>
            </w:r>
          </w:p>
        </w:tc>
        <w:tc>
          <w:tcPr>
            <w:tcW w:w="6866" w:type="dxa"/>
          </w:tcPr>
          <w:p w:rsidR="00795AB4" w:rsidRPr="00432C5B" w:rsidRDefault="00795AB4"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795AB4" w:rsidRPr="00432C5B" w:rsidTr="0082785A">
        <w:trPr>
          <w:trHeight w:val="180"/>
        </w:trPr>
        <w:tc>
          <w:tcPr>
            <w:tcW w:w="2674" w:type="dxa"/>
          </w:tcPr>
          <w:p w:rsidR="00795AB4" w:rsidRPr="00432C5B" w:rsidRDefault="00795AB4" w:rsidP="0082785A">
            <w:pPr>
              <w:tabs>
                <w:tab w:val="left" w:pos="6660"/>
              </w:tabs>
              <w:rPr>
                <w:b/>
                <w:szCs w:val="28"/>
              </w:rPr>
            </w:pPr>
            <w:r w:rsidRPr="00432C5B">
              <w:rPr>
                <w:b/>
                <w:szCs w:val="28"/>
              </w:rPr>
              <w:t>Основные разработчики Подпрограммы</w:t>
            </w:r>
          </w:p>
        </w:tc>
        <w:tc>
          <w:tcPr>
            <w:tcW w:w="6866" w:type="dxa"/>
          </w:tcPr>
          <w:p w:rsidR="00795AB4" w:rsidRPr="00432C5B" w:rsidRDefault="00795AB4"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795AB4" w:rsidRPr="00432C5B" w:rsidTr="0082785A">
        <w:trPr>
          <w:trHeight w:val="180"/>
        </w:trPr>
        <w:tc>
          <w:tcPr>
            <w:tcW w:w="2674" w:type="dxa"/>
          </w:tcPr>
          <w:p w:rsidR="00795AB4" w:rsidRPr="00432C5B" w:rsidRDefault="00795AB4" w:rsidP="0082785A">
            <w:pPr>
              <w:tabs>
                <w:tab w:val="left" w:pos="6660"/>
              </w:tabs>
              <w:rPr>
                <w:b/>
                <w:szCs w:val="28"/>
              </w:rPr>
            </w:pPr>
            <w:r>
              <w:rPr>
                <w:b/>
                <w:szCs w:val="28"/>
              </w:rPr>
              <w:t>Основные мероприятия</w:t>
            </w:r>
          </w:p>
        </w:tc>
        <w:tc>
          <w:tcPr>
            <w:tcW w:w="6866" w:type="dxa"/>
          </w:tcPr>
          <w:p w:rsidR="00795AB4" w:rsidRPr="00432C5B" w:rsidRDefault="00795AB4" w:rsidP="0082785A">
            <w:pPr>
              <w:tabs>
                <w:tab w:val="left" w:pos="6660"/>
              </w:tabs>
              <w:jc w:val="both"/>
              <w:rPr>
                <w:szCs w:val="28"/>
              </w:rPr>
            </w:pPr>
            <w:r>
              <w:rPr>
                <w:szCs w:val="28"/>
              </w:rPr>
              <w:t>Обеспечение жильём молодых семей</w:t>
            </w:r>
          </w:p>
        </w:tc>
      </w:tr>
      <w:tr w:rsidR="00795AB4" w:rsidRPr="00432C5B" w:rsidTr="0082785A">
        <w:trPr>
          <w:trHeight w:val="180"/>
        </w:trPr>
        <w:tc>
          <w:tcPr>
            <w:tcW w:w="2674" w:type="dxa"/>
          </w:tcPr>
          <w:p w:rsidR="00795AB4" w:rsidRPr="00432C5B" w:rsidRDefault="00795AB4" w:rsidP="0082785A">
            <w:pPr>
              <w:tabs>
                <w:tab w:val="left" w:pos="6660"/>
              </w:tabs>
              <w:rPr>
                <w:b/>
                <w:szCs w:val="28"/>
              </w:rPr>
            </w:pPr>
            <w:r w:rsidRPr="00432C5B">
              <w:rPr>
                <w:b/>
                <w:szCs w:val="28"/>
              </w:rPr>
              <w:t>Цель Подпрограммы</w:t>
            </w:r>
          </w:p>
        </w:tc>
        <w:tc>
          <w:tcPr>
            <w:tcW w:w="6866" w:type="dxa"/>
          </w:tcPr>
          <w:p w:rsidR="00795AB4" w:rsidRPr="00432C5B" w:rsidRDefault="00795AB4"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795AB4" w:rsidRPr="00432C5B" w:rsidTr="0082785A">
        <w:trPr>
          <w:trHeight w:val="1338"/>
        </w:trPr>
        <w:tc>
          <w:tcPr>
            <w:tcW w:w="2674" w:type="dxa"/>
          </w:tcPr>
          <w:p w:rsidR="00795AB4" w:rsidRPr="00432C5B" w:rsidRDefault="00795AB4" w:rsidP="0082785A">
            <w:pPr>
              <w:tabs>
                <w:tab w:val="left" w:pos="6660"/>
              </w:tabs>
              <w:rPr>
                <w:b/>
                <w:szCs w:val="28"/>
              </w:rPr>
            </w:pPr>
          </w:p>
          <w:p w:rsidR="00795AB4" w:rsidRPr="00432C5B" w:rsidRDefault="00795AB4" w:rsidP="0082785A">
            <w:pPr>
              <w:tabs>
                <w:tab w:val="left" w:pos="6660"/>
              </w:tabs>
              <w:rPr>
                <w:b/>
                <w:szCs w:val="28"/>
              </w:rPr>
            </w:pPr>
            <w:r w:rsidRPr="00432C5B">
              <w:rPr>
                <w:b/>
                <w:szCs w:val="28"/>
              </w:rPr>
              <w:t>Задачи Подпрограммы</w:t>
            </w:r>
          </w:p>
          <w:p w:rsidR="00795AB4" w:rsidRPr="00432C5B" w:rsidRDefault="00795AB4" w:rsidP="0082785A">
            <w:pPr>
              <w:tabs>
                <w:tab w:val="left" w:pos="6660"/>
              </w:tabs>
              <w:rPr>
                <w:b/>
                <w:szCs w:val="28"/>
              </w:rPr>
            </w:pPr>
          </w:p>
        </w:tc>
        <w:tc>
          <w:tcPr>
            <w:tcW w:w="6866" w:type="dxa"/>
          </w:tcPr>
          <w:p w:rsidR="00795AB4" w:rsidRPr="00432C5B" w:rsidRDefault="00795AB4" w:rsidP="0082785A">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795AB4" w:rsidRPr="00432C5B" w:rsidRDefault="00795AB4" w:rsidP="0082785A">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795AB4" w:rsidRPr="00432C5B" w:rsidTr="0082785A">
        <w:trPr>
          <w:trHeight w:val="180"/>
        </w:trPr>
        <w:tc>
          <w:tcPr>
            <w:tcW w:w="2674" w:type="dxa"/>
          </w:tcPr>
          <w:p w:rsidR="00795AB4" w:rsidRPr="00432C5B" w:rsidRDefault="00795AB4"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795AB4" w:rsidRPr="00432C5B" w:rsidRDefault="00795AB4" w:rsidP="0082785A">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p w:rsidR="00795AB4" w:rsidRPr="00432C5B" w:rsidRDefault="00795AB4" w:rsidP="0082785A">
            <w:pPr>
              <w:tabs>
                <w:tab w:val="left" w:pos="6660"/>
              </w:tabs>
              <w:jc w:val="both"/>
              <w:rPr>
                <w:szCs w:val="28"/>
              </w:rPr>
            </w:pPr>
          </w:p>
        </w:tc>
      </w:tr>
      <w:tr w:rsidR="00795AB4" w:rsidRPr="00432C5B" w:rsidTr="0082785A">
        <w:trPr>
          <w:trHeight w:val="180"/>
        </w:trPr>
        <w:tc>
          <w:tcPr>
            <w:tcW w:w="2674" w:type="dxa"/>
          </w:tcPr>
          <w:p w:rsidR="00795AB4" w:rsidRPr="00432C5B" w:rsidRDefault="00795AB4" w:rsidP="0082785A">
            <w:pPr>
              <w:tabs>
                <w:tab w:val="left" w:pos="6660"/>
              </w:tabs>
              <w:rPr>
                <w:b/>
                <w:szCs w:val="28"/>
              </w:rPr>
            </w:pPr>
            <w:r w:rsidRPr="00432C5B">
              <w:rPr>
                <w:b/>
                <w:szCs w:val="28"/>
              </w:rPr>
              <w:t>Сроки и этапы реализации Подпрограммы</w:t>
            </w:r>
          </w:p>
        </w:tc>
        <w:tc>
          <w:tcPr>
            <w:tcW w:w="6866" w:type="dxa"/>
          </w:tcPr>
          <w:p w:rsidR="00795AB4" w:rsidRDefault="00795AB4" w:rsidP="0082785A">
            <w:pPr>
              <w:tabs>
                <w:tab w:val="left" w:pos="6660"/>
              </w:tabs>
              <w:jc w:val="both"/>
              <w:rPr>
                <w:szCs w:val="28"/>
              </w:rPr>
            </w:pPr>
            <w:r>
              <w:rPr>
                <w:szCs w:val="28"/>
              </w:rPr>
              <w:t>2014 год –первый этап;</w:t>
            </w:r>
          </w:p>
          <w:p w:rsidR="00795AB4" w:rsidRPr="00432C5B" w:rsidRDefault="00795AB4"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795AB4" w:rsidRPr="00432C5B" w:rsidRDefault="00795AB4" w:rsidP="0082785A">
            <w:pPr>
              <w:tabs>
                <w:tab w:val="left" w:pos="6660"/>
              </w:tabs>
              <w:jc w:val="both"/>
              <w:rPr>
                <w:szCs w:val="28"/>
              </w:rPr>
            </w:pPr>
          </w:p>
        </w:tc>
      </w:tr>
      <w:tr w:rsidR="00795AB4" w:rsidRPr="00432C5B" w:rsidTr="0082785A">
        <w:trPr>
          <w:trHeight w:val="1786"/>
        </w:trPr>
        <w:tc>
          <w:tcPr>
            <w:tcW w:w="2674" w:type="dxa"/>
          </w:tcPr>
          <w:p w:rsidR="00795AB4" w:rsidRPr="00432C5B" w:rsidRDefault="00795AB4" w:rsidP="0082785A">
            <w:pPr>
              <w:tabs>
                <w:tab w:val="left" w:pos="6660"/>
              </w:tabs>
              <w:rPr>
                <w:b/>
                <w:szCs w:val="28"/>
              </w:rPr>
            </w:pPr>
            <w:r w:rsidRPr="00432C5B">
              <w:rPr>
                <w:b/>
                <w:szCs w:val="28"/>
              </w:rPr>
              <w:t>Объёмы и источники финансирования</w:t>
            </w:r>
          </w:p>
        </w:tc>
        <w:tc>
          <w:tcPr>
            <w:tcW w:w="6866" w:type="dxa"/>
          </w:tcPr>
          <w:p w:rsidR="00795AB4" w:rsidRPr="00432C5B" w:rsidRDefault="00795AB4" w:rsidP="0082785A">
            <w:pPr>
              <w:tabs>
                <w:tab w:val="left" w:pos="6660"/>
              </w:tabs>
              <w:jc w:val="both"/>
              <w:rPr>
                <w:szCs w:val="28"/>
              </w:rPr>
            </w:pPr>
            <w:r w:rsidRPr="00432C5B">
              <w:rPr>
                <w:szCs w:val="28"/>
              </w:rPr>
              <w:t xml:space="preserve">Общие затраты на реализацию данных мероприятий в 2014-2019 годах составят  </w:t>
            </w:r>
            <w:r>
              <w:rPr>
                <w:szCs w:val="28"/>
              </w:rPr>
              <w:t>27150,537</w:t>
            </w:r>
            <w:r w:rsidRPr="00432C5B">
              <w:rPr>
                <w:szCs w:val="28"/>
              </w:rPr>
              <w:t xml:space="preserve"> тыс. рублей, в том числе:</w:t>
            </w:r>
          </w:p>
          <w:p w:rsidR="00795AB4" w:rsidRPr="00432C5B" w:rsidRDefault="00795AB4" w:rsidP="0082785A">
            <w:pPr>
              <w:tabs>
                <w:tab w:val="left" w:pos="6660"/>
              </w:tabs>
              <w:jc w:val="both"/>
              <w:rPr>
                <w:szCs w:val="28"/>
              </w:rPr>
            </w:pPr>
            <w:r w:rsidRPr="00432C5B">
              <w:rPr>
                <w:szCs w:val="28"/>
              </w:rPr>
              <w:t>Средства районного бюджета -</w:t>
            </w:r>
            <w:r>
              <w:rPr>
                <w:szCs w:val="28"/>
              </w:rPr>
              <w:t>2670,375</w:t>
            </w:r>
            <w:r w:rsidRPr="00432C5B">
              <w:rPr>
                <w:szCs w:val="28"/>
              </w:rPr>
              <w:t xml:space="preserve"> тыс. рублей;</w:t>
            </w:r>
          </w:p>
          <w:p w:rsidR="00795AB4" w:rsidRPr="00432C5B" w:rsidRDefault="00795AB4" w:rsidP="0082785A">
            <w:pPr>
              <w:tabs>
                <w:tab w:val="left" w:pos="6660"/>
              </w:tabs>
              <w:jc w:val="both"/>
              <w:rPr>
                <w:szCs w:val="28"/>
              </w:rPr>
            </w:pPr>
            <w:r w:rsidRPr="00432C5B">
              <w:rPr>
                <w:szCs w:val="28"/>
              </w:rPr>
              <w:t>Средства федерального бюджета –</w:t>
            </w:r>
            <w:r>
              <w:rPr>
                <w:szCs w:val="28"/>
              </w:rPr>
              <w:t>2499,177</w:t>
            </w:r>
            <w:r w:rsidRPr="00432C5B">
              <w:rPr>
                <w:szCs w:val="28"/>
              </w:rPr>
              <w:t xml:space="preserve"> тыс. рублей;</w:t>
            </w:r>
          </w:p>
          <w:p w:rsidR="00795AB4" w:rsidRPr="00432C5B" w:rsidRDefault="00795AB4" w:rsidP="0082785A">
            <w:pPr>
              <w:tabs>
                <w:tab w:val="left" w:pos="6660"/>
              </w:tabs>
              <w:jc w:val="both"/>
              <w:rPr>
                <w:szCs w:val="28"/>
              </w:rPr>
            </w:pPr>
            <w:r w:rsidRPr="00432C5B">
              <w:rPr>
                <w:szCs w:val="28"/>
              </w:rPr>
              <w:t xml:space="preserve"> средства  областного бюджета –</w:t>
            </w:r>
            <w:r>
              <w:rPr>
                <w:szCs w:val="28"/>
              </w:rPr>
              <w:t xml:space="preserve"> 2896,698</w:t>
            </w:r>
            <w:r w:rsidRPr="00432C5B">
              <w:rPr>
                <w:szCs w:val="28"/>
              </w:rPr>
              <w:t xml:space="preserve"> тыс. рублей;</w:t>
            </w:r>
          </w:p>
          <w:p w:rsidR="00795AB4" w:rsidRPr="00432C5B" w:rsidRDefault="00795AB4"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19084,287</w:t>
            </w:r>
            <w:r w:rsidRPr="00432C5B">
              <w:rPr>
                <w:szCs w:val="28"/>
              </w:rPr>
              <w:t xml:space="preserve">тыс. рублей. </w:t>
            </w:r>
          </w:p>
          <w:p w:rsidR="00795AB4" w:rsidRPr="00432C5B" w:rsidRDefault="00795AB4" w:rsidP="0082785A">
            <w:pPr>
              <w:jc w:val="both"/>
              <w:rPr>
                <w:szCs w:val="28"/>
              </w:rPr>
            </w:pPr>
            <w:r w:rsidRPr="00432C5B">
              <w:rPr>
                <w:szCs w:val="28"/>
              </w:rPr>
              <w:t>Затраты на реализацию Программы по годам:</w:t>
            </w:r>
          </w:p>
          <w:p w:rsidR="00795AB4" w:rsidRPr="00432C5B" w:rsidRDefault="00795AB4" w:rsidP="0082785A">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795AB4" w:rsidRPr="00432C5B" w:rsidRDefault="00795AB4"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795AB4" w:rsidRPr="00432C5B" w:rsidRDefault="00795AB4"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795AB4" w:rsidRPr="00432C5B" w:rsidRDefault="00795AB4"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795AB4" w:rsidRPr="00432C5B" w:rsidRDefault="00795AB4"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795AB4" w:rsidRPr="00432C5B" w:rsidRDefault="00795AB4" w:rsidP="0082785A">
            <w:pPr>
              <w:jc w:val="both"/>
              <w:rPr>
                <w:szCs w:val="28"/>
              </w:rPr>
            </w:pPr>
            <w:r w:rsidRPr="00432C5B">
              <w:rPr>
                <w:szCs w:val="28"/>
              </w:rPr>
              <w:t>- 2015 год –</w:t>
            </w:r>
            <w:r>
              <w:rPr>
                <w:szCs w:val="28"/>
              </w:rPr>
              <w:t>1440</w:t>
            </w:r>
            <w:r w:rsidRPr="00432C5B">
              <w:rPr>
                <w:szCs w:val="28"/>
              </w:rPr>
              <w:t xml:space="preserve"> тыс. рублей, в том числе:</w:t>
            </w:r>
          </w:p>
          <w:p w:rsidR="00795AB4" w:rsidRPr="00432C5B" w:rsidRDefault="00795AB4"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795AB4" w:rsidRPr="00432C5B" w:rsidRDefault="00795AB4" w:rsidP="0082785A">
            <w:pPr>
              <w:jc w:val="both"/>
              <w:rPr>
                <w:szCs w:val="28"/>
              </w:rPr>
            </w:pPr>
            <w:r w:rsidRPr="00432C5B">
              <w:rPr>
                <w:szCs w:val="28"/>
              </w:rPr>
              <w:t>- областной бюджет -</w:t>
            </w:r>
            <w:r>
              <w:rPr>
                <w:szCs w:val="28"/>
              </w:rPr>
              <w:t>157,88</w:t>
            </w:r>
            <w:r w:rsidRPr="00432C5B">
              <w:rPr>
                <w:szCs w:val="28"/>
              </w:rPr>
              <w:t> тыс. рублей;</w:t>
            </w:r>
          </w:p>
          <w:p w:rsidR="00795AB4" w:rsidRPr="00432C5B" w:rsidRDefault="00795AB4" w:rsidP="0082785A">
            <w:pPr>
              <w:jc w:val="both"/>
              <w:rPr>
                <w:szCs w:val="28"/>
              </w:rPr>
            </w:pPr>
            <w:r>
              <w:rPr>
                <w:szCs w:val="28"/>
              </w:rPr>
              <w:t>- районный бюджет  - 2</w:t>
            </w:r>
            <w:r w:rsidRPr="00432C5B">
              <w:rPr>
                <w:szCs w:val="28"/>
              </w:rPr>
              <w:t>00 тыс. рублей;</w:t>
            </w:r>
          </w:p>
          <w:p w:rsidR="00795AB4" w:rsidRPr="00432C5B" w:rsidRDefault="00795AB4" w:rsidP="0082785A">
            <w:pPr>
              <w:jc w:val="both"/>
              <w:rPr>
                <w:szCs w:val="28"/>
              </w:rPr>
            </w:pPr>
            <w:r w:rsidRPr="00432C5B">
              <w:rPr>
                <w:szCs w:val="28"/>
              </w:rPr>
              <w:t>-внебюджетные источники –</w:t>
            </w:r>
            <w:r>
              <w:rPr>
                <w:szCs w:val="28"/>
              </w:rPr>
              <w:t>936</w:t>
            </w:r>
            <w:r w:rsidRPr="00432C5B">
              <w:rPr>
                <w:szCs w:val="28"/>
              </w:rPr>
              <w:t> тыс. рублей.</w:t>
            </w:r>
          </w:p>
          <w:p w:rsidR="00795AB4" w:rsidRPr="00432C5B" w:rsidRDefault="00795AB4" w:rsidP="0082785A">
            <w:pPr>
              <w:jc w:val="both"/>
              <w:rPr>
                <w:szCs w:val="28"/>
              </w:rPr>
            </w:pPr>
            <w:r>
              <w:rPr>
                <w:szCs w:val="28"/>
              </w:rPr>
              <w:t>-2016 год – 3428,57</w:t>
            </w:r>
            <w:r w:rsidRPr="00432C5B">
              <w:rPr>
                <w:szCs w:val="28"/>
              </w:rPr>
              <w:t> тыс. рублей, в том числе :</w:t>
            </w:r>
          </w:p>
          <w:p w:rsidR="00795AB4" w:rsidRPr="00432C5B" w:rsidRDefault="00795AB4" w:rsidP="0082785A">
            <w:pPr>
              <w:jc w:val="both"/>
              <w:rPr>
                <w:szCs w:val="28"/>
              </w:rPr>
            </w:pPr>
            <w:r>
              <w:rPr>
                <w:szCs w:val="28"/>
              </w:rPr>
              <w:t>- федеральный бюджет - 4</w:t>
            </w:r>
            <w:r w:rsidRPr="00432C5B">
              <w:rPr>
                <w:szCs w:val="28"/>
              </w:rPr>
              <w:t>0</w:t>
            </w:r>
            <w:r>
              <w:rPr>
                <w:szCs w:val="28"/>
              </w:rPr>
              <w:t>0</w:t>
            </w:r>
            <w:r w:rsidRPr="00432C5B">
              <w:rPr>
                <w:szCs w:val="28"/>
              </w:rPr>
              <w:t> тыс. рублей;</w:t>
            </w:r>
          </w:p>
          <w:p w:rsidR="00795AB4" w:rsidRPr="00432C5B" w:rsidRDefault="00795AB4" w:rsidP="0082785A">
            <w:pPr>
              <w:jc w:val="both"/>
              <w:rPr>
                <w:szCs w:val="28"/>
              </w:rPr>
            </w:pPr>
            <w:r>
              <w:rPr>
                <w:szCs w:val="28"/>
              </w:rPr>
              <w:t>- областной бюджет - 4</w:t>
            </w:r>
            <w:r w:rsidRPr="00432C5B">
              <w:rPr>
                <w:szCs w:val="28"/>
              </w:rPr>
              <w:t>0</w:t>
            </w:r>
            <w:r>
              <w:rPr>
                <w:szCs w:val="28"/>
              </w:rPr>
              <w:t>0</w:t>
            </w:r>
            <w:r w:rsidRPr="00432C5B">
              <w:rPr>
                <w:szCs w:val="28"/>
              </w:rPr>
              <w:t> тыс. рублей;</w:t>
            </w:r>
          </w:p>
          <w:p w:rsidR="00795AB4" w:rsidRPr="00432C5B" w:rsidRDefault="00795AB4" w:rsidP="0082785A">
            <w:pPr>
              <w:jc w:val="both"/>
              <w:rPr>
                <w:szCs w:val="28"/>
              </w:rPr>
            </w:pPr>
            <w:r>
              <w:rPr>
                <w:szCs w:val="28"/>
              </w:rPr>
              <w:lastRenderedPageBreak/>
              <w:t>- районный бюджет -  4</w:t>
            </w:r>
            <w:r w:rsidRPr="00432C5B">
              <w:rPr>
                <w:szCs w:val="28"/>
              </w:rPr>
              <w:t>00 тыс. рублей;</w:t>
            </w:r>
          </w:p>
          <w:p w:rsidR="00795AB4" w:rsidRPr="00432C5B" w:rsidRDefault="00795AB4" w:rsidP="0082785A">
            <w:pPr>
              <w:jc w:val="both"/>
              <w:rPr>
                <w:szCs w:val="28"/>
              </w:rPr>
            </w:pPr>
            <w:r w:rsidRPr="00432C5B">
              <w:rPr>
                <w:szCs w:val="28"/>
              </w:rPr>
              <w:t>-внебюджетные источники –</w:t>
            </w:r>
            <w:r>
              <w:rPr>
                <w:szCs w:val="28"/>
              </w:rPr>
              <w:t>2228,57</w:t>
            </w:r>
            <w:r w:rsidRPr="00432C5B">
              <w:rPr>
                <w:szCs w:val="28"/>
              </w:rPr>
              <w:t> тыс. рублей.</w:t>
            </w:r>
          </w:p>
          <w:p w:rsidR="00795AB4" w:rsidRPr="00432C5B" w:rsidRDefault="00795AB4" w:rsidP="0082785A">
            <w:pPr>
              <w:jc w:val="both"/>
              <w:rPr>
                <w:szCs w:val="28"/>
              </w:rPr>
            </w:pPr>
            <w:r>
              <w:rPr>
                <w:szCs w:val="28"/>
              </w:rPr>
              <w:t>- 2017 год -</w:t>
            </w:r>
            <w:r w:rsidRPr="00432C5B">
              <w:rPr>
                <w:szCs w:val="28"/>
              </w:rPr>
              <w:t> </w:t>
            </w:r>
            <w:r>
              <w:rPr>
                <w:szCs w:val="28"/>
              </w:rPr>
              <w:t>3600</w:t>
            </w:r>
            <w:r w:rsidRPr="00432C5B">
              <w:rPr>
                <w:szCs w:val="28"/>
              </w:rPr>
              <w:t> тыс. рублей, в том числе:</w:t>
            </w:r>
          </w:p>
          <w:p w:rsidR="00795AB4" w:rsidRPr="00432C5B" w:rsidRDefault="00795AB4" w:rsidP="0082785A">
            <w:pPr>
              <w:jc w:val="both"/>
              <w:rPr>
                <w:szCs w:val="28"/>
              </w:rPr>
            </w:pPr>
            <w:r w:rsidRPr="00432C5B">
              <w:rPr>
                <w:szCs w:val="28"/>
              </w:rPr>
              <w:t>-федеральный бюджет -</w:t>
            </w:r>
            <w:r>
              <w:rPr>
                <w:szCs w:val="28"/>
              </w:rPr>
              <w:t>4</w:t>
            </w:r>
            <w:r w:rsidRPr="00432C5B">
              <w:rPr>
                <w:szCs w:val="28"/>
              </w:rPr>
              <w:t>20 тыс. рублей;</w:t>
            </w:r>
          </w:p>
          <w:p w:rsidR="00795AB4" w:rsidRPr="00432C5B" w:rsidRDefault="00795AB4" w:rsidP="0082785A">
            <w:pPr>
              <w:jc w:val="both"/>
              <w:rPr>
                <w:szCs w:val="28"/>
              </w:rPr>
            </w:pPr>
            <w:r>
              <w:rPr>
                <w:szCs w:val="28"/>
              </w:rPr>
              <w:t>-областной бюджет  - 4</w:t>
            </w:r>
            <w:r w:rsidRPr="00432C5B">
              <w:rPr>
                <w:szCs w:val="28"/>
              </w:rPr>
              <w:t>20 тыс. рублей;</w:t>
            </w:r>
          </w:p>
          <w:p w:rsidR="00795AB4" w:rsidRPr="00432C5B" w:rsidRDefault="00795AB4" w:rsidP="0082785A">
            <w:pPr>
              <w:jc w:val="both"/>
              <w:rPr>
                <w:szCs w:val="28"/>
              </w:rPr>
            </w:pPr>
            <w:r>
              <w:rPr>
                <w:szCs w:val="28"/>
              </w:rPr>
              <w:t>-районный бюджет - 42</w:t>
            </w:r>
            <w:r w:rsidRPr="00432C5B">
              <w:rPr>
                <w:szCs w:val="28"/>
              </w:rPr>
              <w:t>0 тыс. рублей;</w:t>
            </w:r>
          </w:p>
          <w:p w:rsidR="00795AB4" w:rsidRPr="00432C5B" w:rsidRDefault="00795AB4"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795AB4" w:rsidRPr="00432C5B" w:rsidRDefault="00795AB4" w:rsidP="0082785A">
            <w:pPr>
              <w:jc w:val="both"/>
              <w:rPr>
                <w:szCs w:val="28"/>
              </w:rPr>
            </w:pPr>
            <w:r>
              <w:rPr>
                <w:szCs w:val="28"/>
              </w:rPr>
              <w:t>- 2018 год – 3857,14</w:t>
            </w:r>
            <w:r w:rsidRPr="00432C5B">
              <w:rPr>
                <w:szCs w:val="28"/>
              </w:rPr>
              <w:t xml:space="preserve"> тыс.рублей, в том числе:</w:t>
            </w:r>
          </w:p>
          <w:p w:rsidR="00795AB4" w:rsidRPr="00432C5B" w:rsidRDefault="00795AB4" w:rsidP="0082785A">
            <w:pPr>
              <w:jc w:val="both"/>
              <w:rPr>
                <w:szCs w:val="28"/>
              </w:rPr>
            </w:pPr>
            <w:r>
              <w:rPr>
                <w:szCs w:val="28"/>
              </w:rPr>
              <w:t>-федеральный бюджет -450</w:t>
            </w:r>
            <w:r w:rsidRPr="00432C5B">
              <w:rPr>
                <w:szCs w:val="28"/>
              </w:rPr>
              <w:t>тыс. рублей;</w:t>
            </w:r>
          </w:p>
          <w:p w:rsidR="00795AB4" w:rsidRPr="00432C5B" w:rsidRDefault="00795AB4" w:rsidP="0082785A">
            <w:pPr>
              <w:jc w:val="both"/>
              <w:rPr>
                <w:szCs w:val="28"/>
              </w:rPr>
            </w:pPr>
            <w:r>
              <w:rPr>
                <w:szCs w:val="28"/>
              </w:rPr>
              <w:t>-областной бюджет -450</w:t>
            </w:r>
            <w:r w:rsidRPr="00432C5B">
              <w:rPr>
                <w:szCs w:val="28"/>
              </w:rPr>
              <w:t xml:space="preserve"> тыс. рублей;</w:t>
            </w:r>
          </w:p>
          <w:p w:rsidR="00795AB4" w:rsidRPr="00432C5B" w:rsidRDefault="00795AB4" w:rsidP="0082785A">
            <w:pPr>
              <w:jc w:val="both"/>
              <w:rPr>
                <w:szCs w:val="28"/>
              </w:rPr>
            </w:pPr>
            <w:r>
              <w:rPr>
                <w:szCs w:val="28"/>
              </w:rPr>
              <w:t>-районный бюджет - 45</w:t>
            </w:r>
            <w:r w:rsidRPr="00432C5B">
              <w:rPr>
                <w:szCs w:val="28"/>
              </w:rPr>
              <w:t>0 тыс. рублей;</w:t>
            </w:r>
          </w:p>
          <w:p w:rsidR="00795AB4" w:rsidRPr="00432C5B" w:rsidRDefault="00795AB4" w:rsidP="0082785A">
            <w:pPr>
              <w:jc w:val="both"/>
              <w:rPr>
                <w:szCs w:val="28"/>
              </w:rPr>
            </w:pPr>
            <w:r>
              <w:rPr>
                <w:szCs w:val="28"/>
              </w:rPr>
              <w:t>-внебюджетные источники – 2507,14</w:t>
            </w:r>
            <w:r w:rsidRPr="00432C5B">
              <w:rPr>
                <w:szCs w:val="28"/>
              </w:rPr>
              <w:t xml:space="preserve"> тыс. рублей.</w:t>
            </w:r>
          </w:p>
          <w:p w:rsidR="00795AB4" w:rsidRPr="00432C5B" w:rsidRDefault="00795AB4" w:rsidP="0082785A">
            <w:pPr>
              <w:jc w:val="both"/>
              <w:rPr>
                <w:szCs w:val="28"/>
              </w:rPr>
            </w:pPr>
            <w:r>
              <w:rPr>
                <w:szCs w:val="28"/>
              </w:rPr>
              <w:t>- 2019 год -4285,71</w:t>
            </w:r>
            <w:r w:rsidRPr="00432C5B">
              <w:rPr>
                <w:szCs w:val="28"/>
              </w:rPr>
              <w:t> тыс. рублей, в том числе:</w:t>
            </w:r>
          </w:p>
          <w:p w:rsidR="00795AB4" w:rsidRPr="00432C5B" w:rsidRDefault="00795AB4"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795AB4" w:rsidRPr="00432C5B" w:rsidRDefault="00795AB4" w:rsidP="0082785A">
            <w:pPr>
              <w:jc w:val="both"/>
              <w:rPr>
                <w:szCs w:val="28"/>
              </w:rPr>
            </w:pPr>
            <w:r>
              <w:rPr>
                <w:szCs w:val="28"/>
              </w:rPr>
              <w:t>-областной бюджет  -50</w:t>
            </w:r>
            <w:r w:rsidRPr="00432C5B">
              <w:rPr>
                <w:szCs w:val="28"/>
              </w:rPr>
              <w:t>0 тыс. рублей;</w:t>
            </w:r>
          </w:p>
          <w:p w:rsidR="00795AB4" w:rsidRPr="00432C5B" w:rsidRDefault="00795AB4" w:rsidP="0082785A">
            <w:pPr>
              <w:jc w:val="both"/>
              <w:rPr>
                <w:szCs w:val="28"/>
              </w:rPr>
            </w:pPr>
            <w:r>
              <w:rPr>
                <w:szCs w:val="28"/>
              </w:rPr>
              <w:t>-районный бюджет -5</w:t>
            </w:r>
            <w:r w:rsidRPr="00432C5B">
              <w:rPr>
                <w:szCs w:val="28"/>
              </w:rPr>
              <w:t>00 тыс. рублей;</w:t>
            </w:r>
          </w:p>
          <w:p w:rsidR="00795AB4" w:rsidRPr="00432C5B" w:rsidRDefault="00795AB4"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795AB4" w:rsidRPr="00432C5B" w:rsidTr="0082785A">
        <w:trPr>
          <w:trHeight w:val="180"/>
        </w:trPr>
        <w:tc>
          <w:tcPr>
            <w:tcW w:w="2674" w:type="dxa"/>
          </w:tcPr>
          <w:p w:rsidR="00795AB4" w:rsidRPr="00432C5B" w:rsidRDefault="00795AB4" w:rsidP="0082785A">
            <w:pPr>
              <w:tabs>
                <w:tab w:val="left" w:pos="6660"/>
              </w:tabs>
              <w:rPr>
                <w:b/>
                <w:szCs w:val="28"/>
              </w:rPr>
            </w:pPr>
          </w:p>
          <w:p w:rsidR="00795AB4" w:rsidRPr="00432C5B" w:rsidRDefault="00795AB4" w:rsidP="0082785A">
            <w:pPr>
              <w:tabs>
                <w:tab w:val="left" w:pos="6660"/>
              </w:tabs>
              <w:rPr>
                <w:b/>
                <w:szCs w:val="28"/>
              </w:rPr>
            </w:pPr>
          </w:p>
          <w:p w:rsidR="00795AB4" w:rsidRPr="00432C5B" w:rsidRDefault="00795AB4" w:rsidP="0082785A">
            <w:pPr>
              <w:tabs>
                <w:tab w:val="left" w:pos="6660"/>
              </w:tabs>
              <w:rPr>
                <w:b/>
                <w:szCs w:val="28"/>
              </w:rPr>
            </w:pPr>
            <w:r w:rsidRPr="00432C5B">
              <w:rPr>
                <w:b/>
                <w:szCs w:val="28"/>
              </w:rPr>
              <w:t>Ожидаемые конечные результаты Подпрограммы</w:t>
            </w:r>
          </w:p>
        </w:tc>
        <w:tc>
          <w:tcPr>
            <w:tcW w:w="6866" w:type="dxa"/>
          </w:tcPr>
          <w:p w:rsidR="00795AB4" w:rsidRPr="00432C5B" w:rsidRDefault="00795AB4" w:rsidP="0082785A">
            <w:pPr>
              <w:tabs>
                <w:tab w:val="left" w:pos="6660"/>
              </w:tabs>
              <w:jc w:val="both"/>
              <w:rPr>
                <w:szCs w:val="28"/>
              </w:rPr>
            </w:pPr>
            <w:r w:rsidRPr="00432C5B">
              <w:rPr>
                <w:szCs w:val="28"/>
              </w:rPr>
              <w:t>- улучшение жилищных условий молодых семей;</w:t>
            </w:r>
          </w:p>
          <w:p w:rsidR="00795AB4" w:rsidRPr="00432C5B" w:rsidRDefault="00795AB4"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795AB4" w:rsidRPr="00432C5B" w:rsidRDefault="00795AB4"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795AB4" w:rsidRPr="00432C5B" w:rsidRDefault="00795AB4"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795AB4" w:rsidRPr="00432C5B" w:rsidRDefault="00795AB4"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795AB4" w:rsidRPr="00432C5B" w:rsidRDefault="00795AB4" w:rsidP="0082785A">
            <w:pPr>
              <w:tabs>
                <w:tab w:val="left" w:pos="6660"/>
              </w:tabs>
              <w:jc w:val="both"/>
              <w:rPr>
                <w:szCs w:val="28"/>
              </w:rPr>
            </w:pPr>
            <w:r w:rsidRPr="00432C5B">
              <w:rPr>
                <w:szCs w:val="28"/>
              </w:rPr>
              <w:t>-развитие системы ипотечного жилищного кредитования.</w:t>
            </w:r>
          </w:p>
        </w:tc>
      </w:tr>
    </w:tbl>
    <w:p w:rsidR="00795AB4" w:rsidRPr="001C4AFA" w:rsidRDefault="00795AB4" w:rsidP="0082785A">
      <w:pPr>
        <w:tabs>
          <w:tab w:val="left" w:pos="6660"/>
        </w:tabs>
        <w:rPr>
          <w:b/>
        </w:rPr>
      </w:pPr>
    </w:p>
    <w:p w:rsidR="00795AB4" w:rsidRPr="007A6187" w:rsidRDefault="00795AB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795AB4" w:rsidRPr="007A6187" w:rsidRDefault="00795AB4" w:rsidP="0082785A">
      <w:pPr>
        <w:tabs>
          <w:tab w:val="left" w:pos="6660"/>
        </w:tabs>
        <w:jc w:val="both"/>
      </w:pPr>
    </w:p>
    <w:p w:rsidR="00795AB4" w:rsidRPr="001C4AFA" w:rsidRDefault="00795AB4" w:rsidP="0082785A">
      <w:pPr>
        <w:tabs>
          <w:tab w:val="left" w:pos="6660"/>
        </w:tabs>
        <w:jc w:val="center"/>
        <w:rPr>
          <w:b/>
        </w:rPr>
      </w:pPr>
      <w:r w:rsidRPr="001C4AFA">
        <w:rPr>
          <w:b/>
        </w:rPr>
        <w:t>1.Характеристика сферы реализации Подпрограммы,</w:t>
      </w:r>
    </w:p>
    <w:p w:rsidR="00795AB4" w:rsidRPr="001C4AFA" w:rsidRDefault="00795AB4" w:rsidP="0082785A">
      <w:pPr>
        <w:tabs>
          <w:tab w:val="left" w:pos="6660"/>
        </w:tabs>
        <w:jc w:val="center"/>
        <w:rPr>
          <w:b/>
        </w:rPr>
      </w:pPr>
      <w:r w:rsidRPr="001C4AFA">
        <w:rPr>
          <w:b/>
        </w:rPr>
        <w:t>описание основных проблем в указанной сфере</w:t>
      </w:r>
    </w:p>
    <w:p w:rsidR="00795AB4" w:rsidRPr="001C4AFA" w:rsidRDefault="00795AB4" w:rsidP="0082785A">
      <w:pPr>
        <w:tabs>
          <w:tab w:val="left" w:pos="6660"/>
        </w:tabs>
        <w:jc w:val="both"/>
        <w:rPr>
          <w:b/>
        </w:rPr>
      </w:pPr>
    </w:p>
    <w:p w:rsidR="00795AB4" w:rsidRPr="001C4AFA" w:rsidRDefault="00795AB4"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795AB4" w:rsidRDefault="00795AB4"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795AB4" w:rsidRDefault="00795AB4"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w:t>
      </w:r>
      <w:r>
        <w:rPr>
          <w:szCs w:val="28"/>
        </w:rPr>
        <w:lastRenderedPageBreak/>
        <w:t>жильём молодых семей на 2011-2015 годы», утверждённой постановлением администрации Таловского муниципального района от 22.12.2010 №1959.</w:t>
      </w:r>
    </w:p>
    <w:p w:rsidR="00795AB4" w:rsidRDefault="00795AB4"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795AB4" w:rsidRDefault="00795AB4"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795AB4" w:rsidRDefault="00795AB4"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795AB4" w:rsidRDefault="00795AB4" w:rsidP="0082785A">
      <w:pPr>
        <w:tabs>
          <w:tab w:val="left" w:pos="6660"/>
        </w:tabs>
        <w:jc w:val="right"/>
        <w:rPr>
          <w:szCs w:val="28"/>
        </w:rPr>
      </w:pPr>
      <w:r>
        <w:rPr>
          <w:szCs w:val="28"/>
        </w:rPr>
        <w:t xml:space="preserve">                                                                                                                                                                                             Таблица 2.</w:t>
      </w:r>
    </w:p>
    <w:p w:rsidR="00795AB4" w:rsidRDefault="00795AB4"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795AB4" w:rsidRPr="00037E77" w:rsidTr="0082785A">
        <w:tc>
          <w:tcPr>
            <w:tcW w:w="3060" w:type="dxa"/>
          </w:tcPr>
          <w:p w:rsidR="00795AB4" w:rsidRPr="00037E77" w:rsidRDefault="00795AB4" w:rsidP="0082785A">
            <w:pPr>
              <w:tabs>
                <w:tab w:val="left" w:pos="6660"/>
              </w:tabs>
              <w:jc w:val="both"/>
            </w:pPr>
            <w:r w:rsidRPr="00037E77">
              <w:t>Наименование показателя</w:t>
            </w:r>
          </w:p>
        </w:tc>
        <w:tc>
          <w:tcPr>
            <w:tcW w:w="1412" w:type="dxa"/>
          </w:tcPr>
          <w:p w:rsidR="00795AB4" w:rsidRPr="00037E77" w:rsidRDefault="00795AB4" w:rsidP="0082785A">
            <w:pPr>
              <w:tabs>
                <w:tab w:val="left" w:pos="6660"/>
              </w:tabs>
              <w:jc w:val="both"/>
            </w:pPr>
            <w:r w:rsidRPr="00037E77">
              <w:t>Единицы</w:t>
            </w:r>
          </w:p>
          <w:p w:rsidR="00795AB4" w:rsidRPr="00037E77" w:rsidRDefault="00795AB4" w:rsidP="0082785A">
            <w:pPr>
              <w:tabs>
                <w:tab w:val="left" w:pos="6660"/>
              </w:tabs>
              <w:jc w:val="both"/>
            </w:pPr>
            <w:r w:rsidRPr="00037E77">
              <w:t>измерения</w:t>
            </w:r>
          </w:p>
        </w:tc>
        <w:tc>
          <w:tcPr>
            <w:tcW w:w="1116" w:type="dxa"/>
          </w:tcPr>
          <w:p w:rsidR="00795AB4" w:rsidRPr="00037E77" w:rsidRDefault="00795AB4" w:rsidP="0082785A">
            <w:pPr>
              <w:tabs>
                <w:tab w:val="left" w:pos="6660"/>
              </w:tabs>
              <w:jc w:val="both"/>
            </w:pPr>
            <w:r w:rsidRPr="00037E77">
              <w:t>2011</w:t>
            </w:r>
          </w:p>
          <w:p w:rsidR="00795AB4" w:rsidRPr="00037E77" w:rsidRDefault="00795AB4" w:rsidP="0082785A">
            <w:pPr>
              <w:tabs>
                <w:tab w:val="left" w:pos="6660"/>
              </w:tabs>
              <w:jc w:val="both"/>
            </w:pPr>
            <w:r w:rsidRPr="00037E77">
              <w:t>год</w:t>
            </w:r>
          </w:p>
        </w:tc>
        <w:tc>
          <w:tcPr>
            <w:tcW w:w="1191" w:type="dxa"/>
          </w:tcPr>
          <w:p w:rsidR="00795AB4" w:rsidRPr="00037E77" w:rsidRDefault="00795AB4" w:rsidP="0082785A">
            <w:pPr>
              <w:tabs>
                <w:tab w:val="left" w:pos="6660"/>
              </w:tabs>
              <w:jc w:val="both"/>
            </w:pPr>
            <w:r w:rsidRPr="00037E77">
              <w:t>2012</w:t>
            </w:r>
          </w:p>
          <w:p w:rsidR="00795AB4" w:rsidRPr="00037E77" w:rsidRDefault="00795AB4" w:rsidP="0082785A">
            <w:pPr>
              <w:tabs>
                <w:tab w:val="left" w:pos="6660"/>
              </w:tabs>
              <w:jc w:val="both"/>
            </w:pPr>
            <w:r w:rsidRPr="00037E77">
              <w:t>год</w:t>
            </w:r>
          </w:p>
        </w:tc>
        <w:tc>
          <w:tcPr>
            <w:tcW w:w="1260" w:type="dxa"/>
          </w:tcPr>
          <w:p w:rsidR="00795AB4" w:rsidRPr="00037E77" w:rsidRDefault="00795AB4" w:rsidP="0082785A">
            <w:pPr>
              <w:tabs>
                <w:tab w:val="left" w:pos="6660"/>
              </w:tabs>
              <w:jc w:val="both"/>
            </w:pPr>
            <w:r w:rsidRPr="00037E77">
              <w:t>2013</w:t>
            </w:r>
            <w:r>
              <w:t xml:space="preserve"> </w:t>
            </w:r>
          </w:p>
          <w:p w:rsidR="00795AB4" w:rsidRPr="00037E77" w:rsidRDefault="00795AB4" w:rsidP="0082785A">
            <w:pPr>
              <w:tabs>
                <w:tab w:val="left" w:pos="6660"/>
              </w:tabs>
              <w:jc w:val="both"/>
            </w:pPr>
            <w:r>
              <w:t>г</w:t>
            </w:r>
            <w:r w:rsidRPr="00037E77">
              <w:t>од</w:t>
            </w:r>
            <w:r>
              <w:t xml:space="preserve"> </w:t>
            </w:r>
          </w:p>
        </w:tc>
        <w:tc>
          <w:tcPr>
            <w:tcW w:w="1321" w:type="dxa"/>
          </w:tcPr>
          <w:p w:rsidR="00795AB4" w:rsidRDefault="00795AB4" w:rsidP="0082785A">
            <w:r>
              <w:t xml:space="preserve">2014 </w:t>
            </w:r>
          </w:p>
          <w:p w:rsidR="00795AB4" w:rsidRDefault="00795AB4" w:rsidP="0082785A">
            <w:r>
              <w:t>год</w:t>
            </w:r>
          </w:p>
          <w:p w:rsidR="00795AB4" w:rsidRPr="00037E77" w:rsidRDefault="00795AB4" w:rsidP="0082785A">
            <w:pPr>
              <w:tabs>
                <w:tab w:val="left" w:pos="6660"/>
              </w:tabs>
              <w:jc w:val="both"/>
            </w:pPr>
          </w:p>
        </w:tc>
      </w:tr>
      <w:tr w:rsidR="00795AB4" w:rsidRPr="00037E77" w:rsidTr="0082785A">
        <w:tc>
          <w:tcPr>
            <w:tcW w:w="3060" w:type="dxa"/>
          </w:tcPr>
          <w:p w:rsidR="00795AB4" w:rsidRPr="00037E77" w:rsidRDefault="00795AB4" w:rsidP="0082785A">
            <w:pPr>
              <w:tabs>
                <w:tab w:val="left" w:pos="6660"/>
              </w:tabs>
              <w:jc w:val="both"/>
            </w:pPr>
            <w:r w:rsidRPr="00037E77">
              <w:t>Объём финансирования всего</w:t>
            </w:r>
          </w:p>
        </w:tc>
        <w:tc>
          <w:tcPr>
            <w:tcW w:w="1412" w:type="dxa"/>
          </w:tcPr>
          <w:p w:rsidR="00795AB4" w:rsidRPr="00037E77" w:rsidRDefault="00795AB4" w:rsidP="0082785A">
            <w:pPr>
              <w:tabs>
                <w:tab w:val="left" w:pos="6660"/>
              </w:tabs>
              <w:jc w:val="both"/>
            </w:pPr>
            <w:r w:rsidRPr="00037E77">
              <w:t>тыс.руб.</w:t>
            </w:r>
          </w:p>
        </w:tc>
        <w:tc>
          <w:tcPr>
            <w:tcW w:w="1116" w:type="dxa"/>
          </w:tcPr>
          <w:p w:rsidR="00795AB4" w:rsidRPr="00037E77" w:rsidRDefault="00795AB4" w:rsidP="0082785A">
            <w:pPr>
              <w:tabs>
                <w:tab w:val="left" w:pos="6660"/>
              </w:tabs>
              <w:jc w:val="both"/>
            </w:pPr>
            <w:r w:rsidRPr="00037E77">
              <w:t>12443,17</w:t>
            </w:r>
          </w:p>
        </w:tc>
        <w:tc>
          <w:tcPr>
            <w:tcW w:w="1191" w:type="dxa"/>
          </w:tcPr>
          <w:p w:rsidR="00795AB4" w:rsidRPr="00037E77" w:rsidRDefault="00795AB4" w:rsidP="0082785A">
            <w:pPr>
              <w:tabs>
                <w:tab w:val="left" w:pos="6660"/>
              </w:tabs>
              <w:jc w:val="both"/>
            </w:pPr>
            <w:r w:rsidRPr="00037E77">
              <w:t>11953,65</w:t>
            </w:r>
          </w:p>
        </w:tc>
        <w:tc>
          <w:tcPr>
            <w:tcW w:w="1260" w:type="dxa"/>
          </w:tcPr>
          <w:p w:rsidR="00795AB4" w:rsidRPr="00643017" w:rsidRDefault="00795AB4" w:rsidP="0082785A">
            <w:pPr>
              <w:tabs>
                <w:tab w:val="left" w:pos="6660"/>
              </w:tabs>
              <w:jc w:val="both"/>
            </w:pPr>
            <w:r w:rsidRPr="00643017">
              <w:t>12 783, 05</w:t>
            </w:r>
          </w:p>
        </w:tc>
        <w:tc>
          <w:tcPr>
            <w:tcW w:w="1321" w:type="dxa"/>
          </w:tcPr>
          <w:p w:rsidR="00795AB4" w:rsidRPr="00643017" w:rsidRDefault="00795AB4" w:rsidP="0082785A">
            <w:pPr>
              <w:tabs>
                <w:tab w:val="left" w:pos="6660"/>
              </w:tabs>
              <w:jc w:val="both"/>
            </w:pPr>
            <w:r>
              <w:t>10539,117</w:t>
            </w:r>
          </w:p>
        </w:tc>
      </w:tr>
      <w:tr w:rsidR="00795AB4" w:rsidRPr="00037E77" w:rsidTr="0082785A">
        <w:tc>
          <w:tcPr>
            <w:tcW w:w="3060" w:type="dxa"/>
          </w:tcPr>
          <w:p w:rsidR="00795AB4" w:rsidRPr="00037E77" w:rsidRDefault="00795AB4" w:rsidP="0082785A">
            <w:pPr>
              <w:tabs>
                <w:tab w:val="left" w:pos="6660"/>
              </w:tabs>
              <w:jc w:val="both"/>
            </w:pPr>
            <w:r w:rsidRPr="00037E77">
              <w:t xml:space="preserve"> В том числе:</w:t>
            </w:r>
          </w:p>
        </w:tc>
        <w:tc>
          <w:tcPr>
            <w:tcW w:w="1412" w:type="dxa"/>
          </w:tcPr>
          <w:p w:rsidR="00795AB4" w:rsidRPr="00037E77" w:rsidRDefault="00795AB4" w:rsidP="0082785A">
            <w:pPr>
              <w:tabs>
                <w:tab w:val="left" w:pos="6660"/>
              </w:tabs>
              <w:jc w:val="both"/>
            </w:pPr>
          </w:p>
        </w:tc>
        <w:tc>
          <w:tcPr>
            <w:tcW w:w="1116" w:type="dxa"/>
          </w:tcPr>
          <w:p w:rsidR="00795AB4" w:rsidRPr="00037E77" w:rsidRDefault="00795AB4" w:rsidP="0082785A">
            <w:pPr>
              <w:tabs>
                <w:tab w:val="left" w:pos="6660"/>
              </w:tabs>
              <w:jc w:val="both"/>
            </w:pPr>
          </w:p>
        </w:tc>
        <w:tc>
          <w:tcPr>
            <w:tcW w:w="1191" w:type="dxa"/>
          </w:tcPr>
          <w:p w:rsidR="00795AB4" w:rsidRPr="00037E77" w:rsidRDefault="00795AB4" w:rsidP="0082785A">
            <w:pPr>
              <w:tabs>
                <w:tab w:val="left" w:pos="6660"/>
              </w:tabs>
              <w:jc w:val="both"/>
            </w:pPr>
          </w:p>
        </w:tc>
        <w:tc>
          <w:tcPr>
            <w:tcW w:w="1260" w:type="dxa"/>
          </w:tcPr>
          <w:p w:rsidR="00795AB4" w:rsidRPr="00643017" w:rsidRDefault="00795AB4" w:rsidP="0082785A">
            <w:pPr>
              <w:tabs>
                <w:tab w:val="left" w:pos="6660"/>
              </w:tabs>
              <w:jc w:val="both"/>
            </w:pPr>
          </w:p>
        </w:tc>
        <w:tc>
          <w:tcPr>
            <w:tcW w:w="1321" w:type="dxa"/>
          </w:tcPr>
          <w:p w:rsidR="00795AB4" w:rsidRPr="00643017" w:rsidRDefault="00795AB4" w:rsidP="0082785A">
            <w:pPr>
              <w:tabs>
                <w:tab w:val="left" w:pos="6660"/>
              </w:tabs>
              <w:jc w:val="both"/>
            </w:pPr>
          </w:p>
        </w:tc>
      </w:tr>
      <w:tr w:rsidR="00795AB4" w:rsidRPr="00037E77" w:rsidTr="0082785A">
        <w:tc>
          <w:tcPr>
            <w:tcW w:w="3060" w:type="dxa"/>
          </w:tcPr>
          <w:p w:rsidR="00795AB4" w:rsidRPr="00037E77" w:rsidRDefault="00795AB4" w:rsidP="0082785A">
            <w:pPr>
              <w:tabs>
                <w:tab w:val="left" w:pos="6660"/>
              </w:tabs>
              <w:jc w:val="both"/>
            </w:pPr>
            <w:r w:rsidRPr="00037E77">
              <w:t>Федеральный бюджет</w:t>
            </w:r>
          </w:p>
        </w:tc>
        <w:tc>
          <w:tcPr>
            <w:tcW w:w="1412" w:type="dxa"/>
          </w:tcPr>
          <w:p w:rsidR="00795AB4" w:rsidRPr="00037E77" w:rsidRDefault="00795AB4" w:rsidP="0082785A">
            <w:pPr>
              <w:tabs>
                <w:tab w:val="left" w:pos="6660"/>
              </w:tabs>
              <w:jc w:val="both"/>
            </w:pPr>
            <w:r w:rsidRPr="00037E77">
              <w:t>тыс.руб.</w:t>
            </w:r>
          </w:p>
        </w:tc>
        <w:tc>
          <w:tcPr>
            <w:tcW w:w="1116" w:type="dxa"/>
          </w:tcPr>
          <w:p w:rsidR="00795AB4" w:rsidRPr="00037E77" w:rsidRDefault="00795AB4" w:rsidP="0082785A">
            <w:pPr>
              <w:tabs>
                <w:tab w:val="left" w:pos="6660"/>
              </w:tabs>
              <w:jc w:val="both"/>
            </w:pPr>
            <w:r w:rsidRPr="00037E77">
              <w:t>1075,7</w:t>
            </w:r>
            <w:r>
              <w:t>9</w:t>
            </w:r>
          </w:p>
        </w:tc>
        <w:tc>
          <w:tcPr>
            <w:tcW w:w="1191" w:type="dxa"/>
          </w:tcPr>
          <w:p w:rsidR="00795AB4" w:rsidRPr="00037E77" w:rsidRDefault="00795AB4" w:rsidP="0082785A">
            <w:pPr>
              <w:tabs>
                <w:tab w:val="left" w:pos="6660"/>
              </w:tabs>
              <w:jc w:val="both"/>
            </w:pPr>
            <w:r w:rsidRPr="00037E77">
              <w:t>1011,0</w:t>
            </w:r>
            <w:r>
              <w:t>2</w:t>
            </w:r>
          </w:p>
        </w:tc>
        <w:tc>
          <w:tcPr>
            <w:tcW w:w="1260" w:type="dxa"/>
          </w:tcPr>
          <w:p w:rsidR="00795AB4" w:rsidRPr="00643017" w:rsidRDefault="00795AB4" w:rsidP="0082785A">
            <w:pPr>
              <w:tabs>
                <w:tab w:val="left" w:pos="6660"/>
              </w:tabs>
              <w:jc w:val="both"/>
            </w:pPr>
            <w:r w:rsidRPr="00643017">
              <w:t>637,46</w:t>
            </w:r>
          </w:p>
        </w:tc>
        <w:tc>
          <w:tcPr>
            <w:tcW w:w="1321" w:type="dxa"/>
          </w:tcPr>
          <w:p w:rsidR="00795AB4" w:rsidRPr="00643017" w:rsidRDefault="00795AB4" w:rsidP="0082785A">
            <w:pPr>
              <w:tabs>
                <w:tab w:val="left" w:pos="6660"/>
              </w:tabs>
              <w:jc w:val="both"/>
            </w:pPr>
            <w:r>
              <w:t>583,057</w:t>
            </w:r>
          </w:p>
        </w:tc>
      </w:tr>
      <w:tr w:rsidR="00795AB4" w:rsidRPr="00037E77" w:rsidTr="0082785A">
        <w:tc>
          <w:tcPr>
            <w:tcW w:w="3060" w:type="dxa"/>
          </w:tcPr>
          <w:p w:rsidR="00795AB4" w:rsidRPr="00037E77" w:rsidRDefault="00795AB4" w:rsidP="0082785A">
            <w:pPr>
              <w:tabs>
                <w:tab w:val="left" w:pos="6660"/>
              </w:tabs>
              <w:jc w:val="both"/>
            </w:pPr>
            <w:r w:rsidRPr="00037E77">
              <w:t>Областной бюджет</w:t>
            </w:r>
          </w:p>
        </w:tc>
        <w:tc>
          <w:tcPr>
            <w:tcW w:w="1412" w:type="dxa"/>
          </w:tcPr>
          <w:p w:rsidR="00795AB4" w:rsidRPr="00037E77" w:rsidRDefault="00795AB4" w:rsidP="0082785A">
            <w:pPr>
              <w:tabs>
                <w:tab w:val="left" w:pos="6660"/>
              </w:tabs>
              <w:jc w:val="both"/>
            </w:pPr>
            <w:r w:rsidRPr="00037E77">
              <w:t>тыс.руб.</w:t>
            </w:r>
          </w:p>
        </w:tc>
        <w:tc>
          <w:tcPr>
            <w:tcW w:w="1116" w:type="dxa"/>
          </w:tcPr>
          <w:p w:rsidR="00795AB4" w:rsidRPr="00037E77" w:rsidRDefault="00795AB4" w:rsidP="0082785A">
            <w:pPr>
              <w:tabs>
                <w:tab w:val="left" w:pos="6660"/>
              </w:tabs>
              <w:jc w:val="both"/>
            </w:pPr>
            <w:r w:rsidRPr="00037E77">
              <w:t>2471,5</w:t>
            </w:r>
            <w:r>
              <w:t>3</w:t>
            </w:r>
          </w:p>
        </w:tc>
        <w:tc>
          <w:tcPr>
            <w:tcW w:w="1191" w:type="dxa"/>
          </w:tcPr>
          <w:p w:rsidR="00795AB4" w:rsidRPr="00037E77" w:rsidRDefault="00795AB4" w:rsidP="0082785A">
            <w:pPr>
              <w:tabs>
                <w:tab w:val="left" w:pos="6660"/>
              </w:tabs>
              <w:jc w:val="both"/>
            </w:pPr>
            <w:r w:rsidRPr="00037E77">
              <w:t>1222,87</w:t>
            </w:r>
          </w:p>
        </w:tc>
        <w:tc>
          <w:tcPr>
            <w:tcW w:w="1260" w:type="dxa"/>
          </w:tcPr>
          <w:p w:rsidR="00795AB4" w:rsidRPr="00643017" w:rsidRDefault="00795AB4" w:rsidP="0082785A">
            <w:pPr>
              <w:tabs>
                <w:tab w:val="left" w:pos="6660"/>
              </w:tabs>
              <w:jc w:val="both"/>
            </w:pPr>
            <w:r w:rsidRPr="00643017">
              <w:t>897,93</w:t>
            </w:r>
          </w:p>
        </w:tc>
        <w:tc>
          <w:tcPr>
            <w:tcW w:w="1321" w:type="dxa"/>
          </w:tcPr>
          <w:p w:rsidR="00795AB4" w:rsidRPr="00643017" w:rsidRDefault="00795AB4" w:rsidP="0082785A">
            <w:pPr>
              <w:tabs>
                <w:tab w:val="left" w:pos="6660"/>
              </w:tabs>
              <w:jc w:val="both"/>
            </w:pPr>
            <w:r>
              <w:t>968,818</w:t>
            </w:r>
          </w:p>
        </w:tc>
      </w:tr>
      <w:tr w:rsidR="00795AB4" w:rsidRPr="00037E77" w:rsidTr="0082785A">
        <w:tc>
          <w:tcPr>
            <w:tcW w:w="3060" w:type="dxa"/>
          </w:tcPr>
          <w:p w:rsidR="00795AB4" w:rsidRPr="00037E77" w:rsidRDefault="00795AB4" w:rsidP="0082785A">
            <w:pPr>
              <w:tabs>
                <w:tab w:val="left" w:pos="6660"/>
              </w:tabs>
              <w:jc w:val="both"/>
            </w:pPr>
            <w:r w:rsidRPr="00037E77">
              <w:t>Местный бюджет</w:t>
            </w:r>
          </w:p>
        </w:tc>
        <w:tc>
          <w:tcPr>
            <w:tcW w:w="1412" w:type="dxa"/>
          </w:tcPr>
          <w:p w:rsidR="00795AB4" w:rsidRPr="00037E77" w:rsidRDefault="00795AB4" w:rsidP="0082785A">
            <w:pPr>
              <w:tabs>
                <w:tab w:val="left" w:pos="6660"/>
              </w:tabs>
              <w:jc w:val="both"/>
            </w:pPr>
            <w:r w:rsidRPr="00037E77">
              <w:t>тыс.руб.</w:t>
            </w:r>
          </w:p>
        </w:tc>
        <w:tc>
          <w:tcPr>
            <w:tcW w:w="1116" w:type="dxa"/>
          </w:tcPr>
          <w:p w:rsidR="00795AB4" w:rsidRPr="00037E77" w:rsidRDefault="00795AB4" w:rsidP="0082785A">
            <w:pPr>
              <w:tabs>
                <w:tab w:val="left" w:pos="6660"/>
              </w:tabs>
              <w:jc w:val="both"/>
            </w:pPr>
            <w:r w:rsidRPr="00037E77">
              <w:t>592,5</w:t>
            </w:r>
            <w:r>
              <w:t>1</w:t>
            </w:r>
          </w:p>
        </w:tc>
        <w:tc>
          <w:tcPr>
            <w:tcW w:w="1191" w:type="dxa"/>
          </w:tcPr>
          <w:p w:rsidR="00795AB4" w:rsidRPr="00037E77" w:rsidRDefault="00795AB4" w:rsidP="0082785A">
            <w:pPr>
              <w:tabs>
                <w:tab w:val="left" w:pos="6660"/>
              </w:tabs>
              <w:jc w:val="both"/>
            </w:pPr>
            <w:r w:rsidRPr="00037E77">
              <w:t>719,77</w:t>
            </w:r>
          </w:p>
        </w:tc>
        <w:tc>
          <w:tcPr>
            <w:tcW w:w="1260" w:type="dxa"/>
          </w:tcPr>
          <w:p w:rsidR="00795AB4" w:rsidRPr="00643017" w:rsidRDefault="00795AB4" w:rsidP="0082785A">
            <w:pPr>
              <w:tabs>
                <w:tab w:val="left" w:pos="6660"/>
              </w:tabs>
              <w:jc w:val="both"/>
            </w:pPr>
            <w:r w:rsidRPr="00643017">
              <w:t>657,02</w:t>
            </w:r>
          </w:p>
        </w:tc>
        <w:tc>
          <w:tcPr>
            <w:tcW w:w="1321" w:type="dxa"/>
          </w:tcPr>
          <w:p w:rsidR="00795AB4" w:rsidRPr="00643017" w:rsidRDefault="00795AB4" w:rsidP="0082785A">
            <w:pPr>
              <w:tabs>
                <w:tab w:val="left" w:pos="6660"/>
              </w:tabs>
              <w:jc w:val="both"/>
            </w:pPr>
            <w:r>
              <w:t>700,375</w:t>
            </w:r>
          </w:p>
        </w:tc>
      </w:tr>
      <w:tr w:rsidR="00795AB4" w:rsidRPr="00037E77" w:rsidTr="0082785A">
        <w:tc>
          <w:tcPr>
            <w:tcW w:w="3060" w:type="dxa"/>
          </w:tcPr>
          <w:p w:rsidR="00795AB4" w:rsidRPr="00037E77" w:rsidRDefault="00795AB4" w:rsidP="0082785A">
            <w:pPr>
              <w:tabs>
                <w:tab w:val="left" w:pos="6660"/>
              </w:tabs>
              <w:jc w:val="both"/>
            </w:pPr>
            <w:r w:rsidRPr="00037E77">
              <w:t>Внебюджетные источники</w:t>
            </w:r>
          </w:p>
        </w:tc>
        <w:tc>
          <w:tcPr>
            <w:tcW w:w="1412" w:type="dxa"/>
          </w:tcPr>
          <w:p w:rsidR="00795AB4" w:rsidRPr="00037E77" w:rsidRDefault="00795AB4" w:rsidP="0082785A">
            <w:pPr>
              <w:tabs>
                <w:tab w:val="left" w:pos="6660"/>
              </w:tabs>
              <w:jc w:val="both"/>
            </w:pPr>
            <w:r w:rsidRPr="00037E77">
              <w:t>тыс.руб.</w:t>
            </w:r>
          </w:p>
        </w:tc>
        <w:tc>
          <w:tcPr>
            <w:tcW w:w="1116" w:type="dxa"/>
          </w:tcPr>
          <w:p w:rsidR="00795AB4" w:rsidRPr="00037E77" w:rsidRDefault="00795AB4" w:rsidP="0082785A">
            <w:pPr>
              <w:tabs>
                <w:tab w:val="left" w:pos="6660"/>
              </w:tabs>
              <w:jc w:val="both"/>
            </w:pPr>
            <w:r w:rsidRPr="00037E77">
              <w:t>8303,35</w:t>
            </w:r>
          </w:p>
        </w:tc>
        <w:tc>
          <w:tcPr>
            <w:tcW w:w="1191" w:type="dxa"/>
          </w:tcPr>
          <w:p w:rsidR="00795AB4" w:rsidRPr="00037E77" w:rsidRDefault="00795AB4" w:rsidP="0082785A">
            <w:pPr>
              <w:tabs>
                <w:tab w:val="left" w:pos="6660"/>
              </w:tabs>
              <w:jc w:val="both"/>
            </w:pPr>
            <w:r w:rsidRPr="00037E77">
              <w:t>9000,00</w:t>
            </w:r>
          </w:p>
        </w:tc>
        <w:tc>
          <w:tcPr>
            <w:tcW w:w="1260" w:type="dxa"/>
          </w:tcPr>
          <w:p w:rsidR="00795AB4" w:rsidRPr="00643017" w:rsidRDefault="00795AB4" w:rsidP="0082785A">
            <w:pPr>
              <w:tabs>
                <w:tab w:val="left" w:pos="6660"/>
              </w:tabs>
              <w:jc w:val="both"/>
            </w:pPr>
            <w:r w:rsidRPr="00643017">
              <w:t>10590,7</w:t>
            </w:r>
          </w:p>
        </w:tc>
        <w:tc>
          <w:tcPr>
            <w:tcW w:w="1321" w:type="dxa"/>
          </w:tcPr>
          <w:p w:rsidR="00795AB4" w:rsidRPr="00643017" w:rsidRDefault="00795AB4" w:rsidP="0082785A">
            <w:pPr>
              <w:tabs>
                <w:tab w:val="left" w:pos="6660"/>
              </w:tabs>
              <w:jc w:val="both"/>
            </w:pPr>
            <w:r>
              <w:t>8286,867</w:t>
            </w:r>
          </w:p>
        </w:tc>
      </w:tr>
      <w:tr w:rsidR="00795AB4" w:rsidRPr="00037E77" w:rsidTr="0082785A">
        <w:tc>
          <w:tcPr>
            <w:tcW w:w="3060" w:type="dxa"/>
          </w:tcPr>
          <w:p w:rsidR="00795AB4" w:rsidRPr="007E6B86" w:rsidRDefault="00795AB4"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795AB4" w:rsidRPr="00037E77" w:rsidRDefault="00795AB4" w:rsidP="0082785A">
            <w:pPr>
              <w:tabs>
                <w:tab w:val="left" w:pos="6660"/>
              </w:tabs>
              <w:jc w:val="both"/>
            </w:pPr>
            <w:r w:rsidRPr="00037E77">
              <w:t>единиц</w:t>
            </w:r>
          </w:p>
        </w:tc>
        <w:tc>
          <w:tcPr>
            <w:tcW w:w="1116" w:type="dxa"/>
          </w:tcPr>
          <w:p w:rsidR="00795AB4" w:rsidRPr="00037E77" w:rsidRDefault="00795AB4" w:rsidP="0082785A">
            <w:pPr>
              <w:tabs>
                <w:tab w:val="left" w:pos="6660"/>
              </w:tabs>
              <w:jc w:val="both"/>
            </w:pPr>
            <w:r w:rsidRPr="00037E77">
              <w:t>9</w:t>
            </w:r>
          </w:p>
        </w:tc>
        <w:tc>
          <w:tcPr>
            <w:tcW w:w="1191" w:type="dxa"/>
          </w:tcPr>
          <w:p w:rsidR="00795AB4" w:rsidRPr="00037E77" w:rsidRDefault="00795AB4" w:rsidP="0082785A">
            <w:pPr>
              <w:tabs>
                <w:tab w:val="left" w:pos="6660"/>
              </w:tabs>
              <w:jc w:val="both"/>
            </w:pPr>
            <w:r w:rsidRPr="00037E77">
              <w:t>8</w:t>
            </w:r>
          </w:p>
        </w:tc>
        <w:tc>
          <w:tcPr>
            <w:tcW w:w="1260" w:type="dxa"/>
          </w:tcPr>
          <w:p w:rsidR="00795AB4" w:rsidRPr="00EA7B6A" w:rsidRDefault="00795AB4" w:rsidP="0082785A">
            <w:pPr>
              <w:tabs>
                <w:tab w:val="left" w:pos="6660"/>
              </w:tabs>
              <w:jc w:val="both"/>
            </w:pPr>
            <w:r w:rsidRPr="00EA7B6A">
              <w:t>7</w:t>
            </w:r>
          </w:p>
        </w:tc>
        <w:tc>
          <w:tcPr>
            <w:tcW w:w="1321" w:type="dxa"/>
          </w:tcPr>
          <w:p w:rsidR="00795AB4" w:rsidRPr="00EA7B6A" w:rsidRDefault="00795AB4" w:rsidP="0082785A">
            <w:pPr>
              <w:tabs>
                <w:tab w:val="left" w:pos="6660"/>
              </w:tabs>
              <w:jc w:val="both"/>
            </w:pPr>
            <w:r>
              <w:t>5</w:t>
            </w:r>
          </w:p>
        </w:tc>
      </w:tr>
    </w:tbl>
    <w:p w:rsidR="00795AB4" w:rsidRPr="00B0453A" w:rsidRDefault="00795AB4" w:rsidP="0082785A">
      <w:pPr>
        <w:widowControl w:val="0"/>
        <w:autoSpaceDE w:val="0"/>
        <w:autoSpaceDN w:val="0"/>
        <w:adjustRightInd w:val="0"/>
        <w:jc w:val="both"/>
        <w:rPr>
          <w:szCs w:val="28"/>
        </w:rPr>
      </w:pPr>
    </w:p>
    <w:p w:rsidR="00795AB4" w:rsidRDefault="00795AB4"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795AB4" w:rsidRDefault="00795AB4"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795AB4" w:rsidRDefault="00795AB4"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795AB4" w:rsidRDefault="00795AB4"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795AB4" w:rsidRDefault="00795AB4"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795AB4" w:rsidRDefault="00795AB4"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795AB4" w:rsidRDefault="00795AB4"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w:t>
      </w:r>
      <w:r>
        <w:rPr>
          <w:szCs w:val="28"/>
        </w:rPr>
        <w:lastRenderedPageBreak/>
        <w:t>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795AB4" w:rsidRDefault="00795AB4"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795AB4" w:rsidRDefault="00795AB4"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795AB4" w:rsidRDefault="00795AB4"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795AB4" w:rsidRDefault="00795AB4" w:rsidP="0082785A">
      <w:pPr>
        <w:tabs>
          <w:tab w:val="left" w:pos="6660"/>
        </w:tabs>
        <w:jc w:val="both"/>
        <w:rPr>
          <w:szCs w:val="28"/>
        </w:rPr>
      </w:pPr>
    </w:p>
    <w:p w:rsidR="00795AB4" w:rsidRPr="00C01477" w:rsidRDefault="00795AB4"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95AB4" w:rsidRDefault="00795AB4" w:rsidP="0082785A">
      <w:pPr>
        <w:tabs>
          <w:tab w:val="left" w:pos="6660"/>
        </w:tabs>
        <w:jc w:val="center"/>
        <w:rPr>
          <w:b/>
          <w:szCs w:val="28"/>
        </w:rPr>
      </w:pPr>
    </w:p>
    <w:p w:rsidR="00795AB4" w:rsidRDefault="00795AB4"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795AB4" w:rsidRPr="00B16939" w:rsidRDefault="00795AB4"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795AB4" w:rsidRPr="007A6187" w:rsidRDefault="00795AB4"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795AB4" w:rsidRPr="007A6187" w:rsidRDefault="00795AB4" w:rsidP="0082785A">
      <w:pPr>
        <w:tabs>
          <w:tab w:val="left" w:pos="6660"/>
        </w:tabs>
        <w:jc w:val="both"/>
      </w:pPr>
      <w:r w:rsidRPr="007A6187">
        <w:t>- обеспечение доступности жилья для всех категорий граждан;</w:t>
      </w:r>
    </w:p>
    <w:p w:rsidR="00795AB4" w:rsidRPr="007A6187" w:rsidRDefault="00795AB4"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795AB4" w:rsidRPr="007A6187" w:rsidRDefault="00795AB4" w:rsidP="0082785A">
      <w:pPr>
        <w:tabs>
          <w:tab w:val="left" w:pos="6660"/>
        </w:tabs>
        <w:jc w:val="both"/>
        <w:rPr>
          <w:b/>
        </w:rPr>
      </w:pPr>
    </w:p>
    <w:p w:rsidR="00795AB4" w:rsidRPr="007A6187" w:rsidRDefault="00795AB4"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795AB4" w:rsidRPr="007A6187" w:rsidRDefault="00795AB4" w:rsidP="0082785A">
      <w:pPr>
        <w:tabs>
          <w:tab w:val="left" w:pos="540"/>
          <w:tab w:val="left" w:pos="720"/>
          <w:tab w:val="left" w:pos="6660"/>
        </w:tabs>
        <w:jc w:val="center"/>
        <w:rPr>
          <w:b/>
        </w:rPr>
      </w:pPr>
    </w:p>
    <w:p w:rsidR="00795AB4" w:rsidRPr="007A6187" w:rsidRDefault="00795AB4"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795AB4" w:rsidRPr="007A6187" w:rsidRDefault="00795AB4" w:rsidP="0082785A">
      <w:pPr>
        <w:tabs>
          <w:tab w:val="left" w:pos="6660"/>
        </w:tabs>
        <w:jc w:val="both"/>
      </w:pPr>
      <w:r w:rsidRPr="007A6187">
        <w:t xml:space="preserve">           Основными задачами Подпрограммы являются: </w:t>
      </w:r>
    </w:p>
    <w:p w:rsidR="00795AB4" w:rsidRPr="007A6187" w:rsidRDefault="00795AB4" w:rsidP="0082785A">
      <w:pPr>
        <w:tabs>
          <w:tab w:val="left" w:pos="6660"/>
        </w:tabs>
        <w:jc w:val="both"/>
      </w:pPr>
      <w:r w:rsidRPr="007A6187">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795AB4" w:rsidRPr="007A6187" w:rsidRDefault="00795AB4"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795AB4" w:rsidRPr="007A6187" w:rsidRDefault="00795AB4" w:rsidP="0082785A">
      <w:pPr>
        <w:tabs>
          <w:tab w:val="left" w:pos="1080"/>
          <w:tab w:val="left" w:pos="6660"/>
        </w:tabs>
        <w:jc w:val="both"/>
      </w:pPr>
      <w:r w:rsidRPr="007A6187">
        <w:t xml:space="preserve">         Основными принципами реализации Подпрограммы являются:</w:t>
      </w:r>
    </w:p>
    <w:p w:rsidR="00795AB4" w:rsidRPr="007A6187" w:rsidRDefault="00795AB4" w:rsidP="0082785A">
      <w:pPr>
        <w:tabs>
          <w:tab w:val="left" w:pos="1080"/>
          <w:tab w:val="left" w:pos="6660"/>
        </w:tabs>
        <w:jc w:val="both"/>
      </w:pPr>
      <w:r w:rsidRPr="007A6187">
        <w:t xml:space="preserve"> -добровольность участия в подпрограмме молодых семей;</w:t>
      </w:r>
    </w:p>
    <w:p w:rsidR="00795AB4" w:rsidRPr="007A6187" w:rsidRDefault="00795AB4"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795AB4" w:rsidRPr="007A6187" w:rsidRDefault="00795AB4" w:rsidP="0082785A">
      <w:pPr>
        <w:tabs>
          <w:tab w:val="left" w:pos="1080"/>
          <w:tab w:val="left" w:pos="6660"/>
        </w:tabs>
        <w:jc w:val="both"/>
      </w:pPr>
      <w:r w:rsidRPr="007A6187">
        <w:lastRenderedPageBreak/>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795AB4" w:rsidRPr="007A6187" w:rsidRDefault="00795AB4" w:rsidP="0082785A">
      <w:pPr>
        <w:tabs>
          <w:tab w:val="left" w:pos="1080"/>
          <w:tab w:val="left" w:pos="6660"/>
        </w:tabs>
        <w:jc w:val="both"/>
      </w:pPr>
      <w:r w:rsidRPr="007A6187">
        <w:rPr>
          <w:b/>
        </w:rPr>
        <w:t>Целевые индикаторы</w:t>
      </w:r>
      <w:r w:rsidRPr="007A6187">
        <w:t>:</w:t>
      </w:r>
    </w:p>
    <w:p w:rsidR="00795AB4" w:rsidRPr="007A6187" w:rsidRDefault="00795AB4"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795AB4" w:rsidRPr="007A6187" w:rsidRDefault="00795AB4"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r w:rsidRPr="007A6187">
        <w:t xml:space="preserve">                                                                                           Таблица 3.</w:t>
      </w:r>
    </w:p>
    <w:p w:rsidR="00795AB4" w:rsidRPr="007A6187" w:rsidRDefault="00795AB4"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795AB4" w:rsidRPr="007A6187" w:rsidRDefault="00795AB4"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795AB4" w:rsidRPr="007A6187" w:rsidTr="0082785A">
        <w:tc>
          <w:tcPr>
            <w:tcW w:w="720" w:type="dxa"/>
          </w:tcPr>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ind w:right="-288"/>
              <w:jc w:val="both"/>
            </w:pPr>
            <w:r w:rsidRPr="007A6187">
              <w:t>№</w:t>
            </w:r>
          </w:p>
          <w:p w:rsidR="00795AB4" w:rsidRPr="007A6187" w:rsidRDefault="00795AB4" w:rsidP="0082785A">
            <w:pPr>
              <w:tabs>
                <w:tab w:val="left" w:pos="1080"/>
                <w:tab w:val="left" w:pos="6660"/>
              </w:tabs>
              <w:ind w:right="-288"/>
              <w:jc w:val="both"/>
            </w:pPr>
            <w:r w:rsidRPr="007A6187">
              <w:t>п/п</w:t>
            </w:r>
          </w:p>
        </w:tc>
        <w:tc>
          <w:tcPr>
            <w:tcW w:w="2340" w:type="dxa"/>
          </w:tcPr>
          <w:p w:rsidR="00795AB4" w:rsidRPr="007A6187" w:rsidRDefault="00795AB4" w:rsidP="0082785A">
            <w:pPr>
              <w:tabs>
                <w:tab w:val="left" w:pos="1080"/>
                <w:tab w:val="left" w:pos="6660"/>
              </w:tabs>
              <w:jc w:val="both"/>
            </w:pPr>
            <w:r w:rsidRPr="007A6187">
              <w:t xml:space="preserve">Наименование </w:t>
            </w:r>
          </w:p>
          <w:p w:rsidR="00795AB4" w:rsidRPr="007A6187" w:rsidRDefault="00795AB4" w:rsidP="0082785A">
            <w:pPr>
              <w:tabs>
                <w:tab w:val="left" w:pos="1080"/>
                <w:tab w:val="left" w:pos="6660"/>
              </w:tabs>
              <w:ind w:left="207"/>
              <w:jc w:val="both"/>
            </w:pPr>
            <w:r w:rsidRPr="007A6187">
              <w:t>показателя</w:t>
            </w:r>
          </w:p>
        </w:tc>
        <w:tc>
          <w:tcPr>
            <w:tcW w:w="1564" w:type="dxa"/>
          </w:tcPr>
          <w:p w:rsidR="00795AB4" w:rsidRPr="007A6187" w:rsidRDefault="00795AB4" w:rsidP="0082785A">
            <w:pPr>
              <w:tabs>
                <w:tab w:val="left" w:pos="1080"/>
                <w:tab w:val="left" w:pos="6660"/>
              </w:tabs>
              <w:jc w:val="both"/>
            </w:pPr>
            <w:r w:rsidRPr="007A6187">
              <w:t>Единицы измерения</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 xml:space="preserve">14 </w:t>
            </w:r>
          </w:p>
          <w:p w:rsidR="00795AB4" w:rsidRPr="007A6187" w:rsidRDefault="00795AB4" w:rsidP="0082785A">
            <w:pPr>
              <w:tabs>
                <w:tab w:val="left" w:pos="1080"/>
                <w:tab w:val="left" w:pos="6660"/>
              </w:tabs>
              <w:jc w:val="both"/>
            </w:pPr>
            <w:r w:rsidRPr="007A6187">
              <w:t>год</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 xml:space="preserve">15 </w:t>
            </w:r>
          </w:p>
          <w:p w:rsidR="00795AB4" w:rsidRPr="007A6187" w:rsidRDefault="00795AB4" w:rsidP="0082785A">
            <w:pPr>
              <w:tabs>
                <w:tab w:val="left" w:pos="1080"/>
                <w:tab w:val="left" w:pos="6660"/>
              </w:tabs>
              <w:jc w:val="both"/>
            </w:pPr>
            <w:r w:rsidRPr="007A6187">
              <w:t>год</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 xml:space="preserve">16 </w:t>
            </w:r>
          </w:p>
          <w:p w:rsidR="00795AB4" w:rsidRPr="007A6187" w:rsidRDefault="00795AB4" w:rsidP="0082785A">
            <w:pPr>
              <w:tabs>
                <w:tab w:val="left" w:pos="1080"/>
                <w:tab w:val="left" w:pos="6660"/>
              </w:tabs>
              <w:jc w:val="both"/>
            </w:pPr>
            <w:r w:rsidRPr="007A6187">
              <w:t>год</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17</w:t>
            </w:r>
          </w:p>
          <w:p w:rsidR="00795AB4" w:rsidRPr="007A6187" w:rsidRDefault="00795AB4" w:rsidP="0082785A">
            <w:pPr>
              <w:tabs>
                <w:tab w:val="left" w:pos="1080"/>
                <w:tab w:val="left" w:pos="6660"/>
              </w:tabs>
              <w:jc w:val="both"/>
            </w:pPr>
            <w:r w:rsidRPr="007A6187">
              <w:t>год</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18</w:t>
            </w:r>
          </w:p>
          <w:p w:rsidR="00795AB4" w:rsidRPr="007A6187" w:rsidRDefault="00795AB4" w:rsidP="0082785A">
            <w:pPr>
              <w:tabs>
                <w:tab w:val="left" w:pos="1080"/>
                <w:tab w:val="left" w:pos="6660"/>
              </w:tabs>
              <w:jc w:val="both"/>
            </w:pPr>
            <w:r w:rsidRPr="007A6187">
              <w:t>год</w:t>
            </w:r>
          </w:p>
        </w:tc>
        <w:tc>
          <w:tcPr>
            <w:tcW w:w="754" w:type="dxa"/>
          </w:tcPr>
          <w:p w:rsidR="00795AB4" w:rsidRPr="007A6187" w:rsidRDefault="00795AB4" w:rsidP="0082785A">
            <w:pPr>
              <w:tabs>
                <w:tab w:val="left" w:pos="1080"/>
                <w:tab w:val="left" w:pos="6660"/>
              </w:tabs>
              <w:jc w:val="both"/>
            </w:pPr>
            <w:r w:rsidRPr="007A6187">
              <w:t>20</w:t>
            </w:r>
          </w:p>
          <w:p w:rsidR="00795AB4" w:rsidRPr="007A6187" w:rsidRDefault="00795AB4" w:rsidP="0082785A">
            <w:pPr>
              <w:tabs>
                <w:tab w:val="left" w:pos="1080"/>
                <w:tab w:val="left" w:pos="6660"/>
              </w:tabs>
              <w:jc w:val="both"/>
            </w:pPr>
            <w:r w:rsidRPr="007A6187">
              <w:t>19</w:t>
            </w:r>
          </w:p>
          <w:p w:rsidR="00795AB4" w:rsidRPr="007A6187" w:rsidRDefault="00795AB4" w:rsidP="0082785A">
            <w:pPr>
              <w:tabs>
                <w:tab w:val="left" w:pos="1080"/>
                <w:tab w:val="left" w:pos="6660"/>
              </w:tabs>
              <w:jc w:val="both"/>
            </w:pPr>
            <w:r w:rsidRPr="007A6187">
              <w:t>год</w:t>
            </w:r>
          </w:p>
        </w:tc>
      </w:tr>
      <w:tr w:rsidR="00795AB4" w:rsidRPr="007A6187" w:rsidTr="0082785A">
        <w:tc>
          <w:tcPr>
            <w:tcW w:w="720" w:type="dxa"/>
          </w:tcPr>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r w:rsidRPr="007A6187">
              <w:t>1</w:t>
            </w: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p>
          <w:p w:rsidR="00795AB4" w:rsidRPr="007A6187" w:rsidRDefault="00795AB4" w:rsidP="0082785A">
            <w:pPr>
              <w:tabs>
                <w:tab w:val="left" w:pos="1080"/>
                <w:tab w:val="left" w:pos="6660"/>
              </w:tabs>
              <w:jc w:val="both"/>
            </w:pPr>
            <w:r w:rsidRPr="007A6187">
              <w:t xml:space="preserve">   </w:t>
            </w:r>
          </w:p>
        </w:tc>
        <w:tc>
          <w:tcPr>
            <w:tcW w:w="2340" w:type="dxa"/>
          </w:tcPr>
          <w:p w:rsidR="00795AB4" w:rsidRPr="007A6187" w:rsidRDefault="00795AB4" w:rsidP="0082785A">
            <w:pPr>
              <w:tabs>
                <w:tab w:val="left" w:pos="1080"/>
                <w:tab w:val="left" w:pos="6660"/>
              </w:tabs>
              <w:ind w:left="132"/>
              <w:jc w:val="both"/>
            </w:pPr>
            <w:r w:rsidRPr="007A6187">
              <w:t xml:space="preserve">Количество </w:t>
            </w:r>
          </w:p>
          <w:p w:rsidR="00795AB4" w:rsidRPr="007A6187" w:rsidRDefault="00795AB4" w:rsidP="0082785A">
            <w:pPr>
              <w:tabs>
                <w:tab w:val="left" w:pos="1080"/>
                <w:tab w:val="left" w:pos="6660"/>
              </w:tabs>
              <w:ind w:left="147"/>
              <w:jc w:val="both"/>
            </w:pPr>
            <w:r w:rsidRPr="007A6187">
              <w:t xml:space="preserve">молодых </w:t>
            </w:r>
          </w:p>
          <w:p w:rsidR="00795AB4" w:rsidRPr="007A6187" w:rsidRDefault="00795AB4" w:rsidP="0082785A">
            <w:pPr>
              <w:tabs>
                <w:tab w:val="left" w:pos="1080"/>
                <w:tab w:val="left" w:pos="6660"/>
              </w:tabs>
              <w:ind w:left="207"/>
              <w:jc w:val="both"/>
            </w:pPr>
            <w:r w:rsidRPr="007A6187">
              <w:t xml:space="preserve">семей, </w:t>
            </w:r>
          </w:p>
          <w:p w:rsidR="00795AB4" w:rsidRPr="007A6187" w:rsidRDefault="00795AB4" w:rsidP="0082785A">
            <w:pPr>
              <w:tabs>
                <w:tab w:val="left" w:pos="1080"/>
                <w:tab w:val="left" w:pos="6660"/>
              </w:tabs>
              <w:ind w:left="147"/>
              <w:jc w:val="both"/>
            </w:pPr>
            <w:r w:rsidRPr="007A6187">
              <w:t xml:space="preserve">улучшивших </w:t>
            </w:r>
          </w:p>
          <w:p w:rsidR="00795AB4" w:rsidRPr="007A6187" w:rsidRDefault="00795AB4" w:rsidP="0082785A">
            <w:pPr>
              <w:tabs>
                <w:tab w:val="left" w:pos="1080"/>
                <w:tab w:val="left" w:pos="6660"/>
              </w:tabs>
              <w:ind w:left="207"/>
              <w:jc w:val="both"/>
            </w:pPr>
            <w:r w:rsidRPr="007A6187">
              <w:t xml:space="preserve">жилищные </w:t>
            </w:r>
          </w:p>
          <w:p w:rsidR="00795AB4" w:rsidRPr="007A6187" w:rsidRDefault="00795AB4" w:rsidP="0082785A">
            <w:pPr>
              <w:tabs>
                <w:tab w:val="left" w:pos="1080"/>
                <w:tab w:val="left" w:pos="6660"/>
              </w:tabs>
              <w:ind w:left="282"/>
              <w:jc w:val="both"/>
            </w:pPr>
            <w:r w:rsidRPr="007A6187">
              <w:t xml:space="preserve">условия с </w:t>
            </w:r>
          </w:p>
          <w:p w:rsidR="00795AB4" w:rsidRPr="007A6187" w:rsidRDefault="00795AB4" w:rsidP="0082785A">
            <w:pPr>
              <w:tabs>
                <w:tab w:val="left" w:pos="1080"/>
                <w:tab w:val="left" w:pos="6660"/>
              </w:tabs>
              <w:ind w:left="207"/>
              <w:jc w:val="both"/>
            </w:pPr>
            <w:r w:rsidRPr="007A6187">
              <w:t xml:space="preserve">помощью </w:t>
            </w:r>
          </w:p>
          <w:p w:rsidR="00795AB4" w:rsidRPr="007A6187" w:rsidRDefault="00795AB4" w:rsidP="0082785A">
            <w:pPr>
              <w:tabs>
                <w:tab w:val="left" w:pos="1080"/>
                <w:tab w:val="left" w:pos="6660"/>
              </w:tabs>
              <w:jc w:val="both"/>
            </w:pPr>
            <w:r w:rsidRPr="007A6187">
              <w:t>государственной поддержки</w:t>
            </w:r>
          </w:p>
        </w:tc>
        <w:tc>
          <w:tcPr>
            <w:tcW w:w="1564" w:type="dxa"/>
          </w:tcPr>
          <w:p w:rsidR="00795AB4" w:rsidRPr="007A6187" w:rsidRDefault="00795AB4" w:rsidP="0082785A">
            <w:pPr>
              <w:tabs>
                <w:tab w:val="left" w:pos="1080"/>
                <w:tab w:val="left" w:pos="6660"/>
              </w:tabs>
              <w:jc w:val="both"/>
            </w:pPr>
            <w:r w:rsidRPr="007A6187">
              <w:t>единиц</w:t>
            </w:r>
          </w:p>
        </w:tc>
        <w:tc>
          <w:tcPr>
            <w:tcW w:w="754" w:type="dxa"/>
          </w:tcPr>
          <w:p w:rsidR="00795AB4" w:rsidRPr="007A6187" w:rsidRDefault="00795AB4" w:rsidP="0082785A">
            <w:pPr>
              <w:tabs>
                <w:tab w:val="left" w:pos="1080"/>
                <w:tab w:val="left" w:pos="6660"/>
              </w:tabs>
              <w:jc w:val="both"/>
            </w:pPr>
            <w:r w:rsidRPr="007A6187">
              <w:t>5</w:t>
            </w:r>
          </w:p>
        </w:tc>
        <w:tc>
          <w:tcPr>
            <w:tcW w:w="754" w:type="dxa"/>
          </w:tcPr>
          <w:p w:rsidR="00795AB4" w:rsidRPr="007A6187" w:rsidRDefault="00795AB4" w:rsidP="0082785A">
            <w:pPr>
              <w:tabs>
                <w:tab w:val="left" w:pos="1080"/>
                <w:tab w:val="left" w:pos="6660"/>
              </w:tabs>
              <w:jc w:val="both"/>
            </w:pPr>
            <w:r w:rsidRPr="007A6187">
              <w:t>1</w:t>
            </w:r>
          </w:p>
        </w:tc>
        <w:tc>
          <w:tcPr>
            <w:tcW w:w="754" w:type="dxa"/>
          </w:tcPr>
          <w:p w:rsidR="00795AB4" w:rsidRPr="007A6187" w:rsidRDefault="00795AB4" w:rsidP="0082785A">
            <w:pPr>
              <w:tabs>
                <w:tab w:val="left" w:pos="1080"/>
                <w:tab w:val="left" w:pos="6660"/>
              </w:tabs>
              <w:jc w:val="both"/>
            </w:pPr>
            <w:r w:rsidRPr="007A6187">
              <w:t>3</w:t>
            </w:r>
          </w:p>
        </w:tc>
        <w:tc>
          <w:tcPr>
            <w:tcW w:w="754" w:type="dxa"/>
          </w:tcPr>
          <w:p w:rsidR="00795AB4" w:rsidRPr="007A6187" w:rsidRDefault="00795AB4" w:rsidP="0082785A">
            <w:pPr>
              <w:tabs>
                <w:tab w:val="left" w:pos="1080"/>
                <w:tab w:val="left" w:pos="6660"/>
              </w:tabs>
              <w:jc w:val="both"/>
            </w:pPr>
            <w:r w:rsidRPr="007A6187">
              <w:t>3</w:t>
            </w:r>
          </w:p>
        </w:tc>
        <w:tc>
          <w:tcPr>
            <w:tcW w:w="754" w:type="dxa"/>
          </w:tcPr>
          <w:p w:rsidR="00795AB4" w:rsidRPr="007A6187" w:rsidRDefault="00795AB4" w:rsidP="0082785A">
            <w:pPr>
              <w:tabs>
                <w:tab w:val="left" w:pos="1080"/>
                <w:tab w:val="left" w:pos="6660"/>
              </w:tabs>
              <w:jc w:val="both"/>
            </w:pPr>
            <w:r w:rsidRPr="007A6187">
              <w:t>5</w:t>
            </w:r>
          </w:p>
        </w:tc>
        <w:tc>
          <w:tcPr>
            <w:tcW w:w="754" w:type="dxa"/>
          </w:tcPr>
          <w:p w:rsidR="00795AB4" w:rsidRPr="007A6187" w:rsidRDefault="00795AB4" w:rsidP="0082785A">
            <w:pPr>
              <w:tabs>
                <w:tab w:val="left" w:pos="1080"/>
                <w:tab w:val="left" w:pos="6660"/>
              </w:tabs>
              <w:jc w:val="both"/>
            </w:pPr>
            <w:r w:rsidRPr="007A6187">
              <w:t>5</w:t>
            </w:r>
          </w:p>
        </w:tc>
      </w:tr>
    </w:tbl>
    <w:p w:rsidR="00795AB4" w:rsidRPr="007A6187" w:rsidRDefault="00795AB4" w:rsidP="0082785A">
      <w:pPr>
        <w:tabs>
          <w:tab w:val="left" w:pos="1080"/>
          <w:tab w:val="left" w:pos="6660"/>
        </w:tabs>
        <w:jc w:val="both"/>
      </w:pPr>
    </w:p>
    <w:p w:rsidR="00795AB4" w:rsidRPr="007A6187" w:rsidRDefault="00795AB4"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795AB4" w:rsidRPr="007A6187" w:rsidRDefault="00795AB4" w:rsidP="0082785A">
      <w:pPr>
        <w:tabs>
          <w:tab w:val="left" w:pos="6660"/>
        </w:tabs>
        <w:jc w:val="center"/>
        <w:rPr>
          <w:b/>
        </w:rPr>
      </w:pPr>
    </w:p>
    <w:p w:rsidR="00795AB4" w:rsidRPr="007A6187" w:rsidRDefault="00795AB4" w:rsidP="0082785A">
      <w:pPr>
        <w:tabs>
          <w:tab w:val="left" w:pos="6660"/>
        </w:tabs>
        <w:jc w:val="center"/>
        <w:rPr>
          <w:b/>
        </w:rPr>
      </w:pPr>
    </w:p>
    <w:p w:rsidR="00795AB4" w:rsidRPr="007A6187" w:rsidRDefault="00795AB4" w:rsidP="0082785A">
      <w:pPr>
        <w:tabs>
          <w:tab w:val="left" w:pos="6660"/>
        </w:tabs>
        <w:jc w:val="center"/>
        <w:rPr>
          <w:b/>
        </w:rPr>
      </w:pPr>
      <w:r w:rsidRPr="007A6187">
        <w:rPr>
          <w:b/>
        </w:rPr>
        <w:t>2.2.Сроки и этапы реализации  Подпрограммы</w:t>
      </w:r>
    </w:p>
    <w:p w:rsidR="00795AB4" w:rsidRPr="007A6187" w:rsidRDefault="00795AB4" w:rsidP="0082785A">
      <w:pPr>
        <w:tabs>
          <w:tab w:val="left" w:pos="6660"/>
        </w:tabs>
        <w:ind w:left="360"/>
        <w:jc w:val="center"/>
        <w:rPr>
          <w:b/>
        </w:rPr>
      </w:pPr>
    </w:p>
    <w:p w:rsidR="00795AB4" w:rsidRPr="007A6187" w:rsidRDefault="00795AB4"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795AB4" w:rsidRPr="007A6187" w:rsidRDefault="00795AB4"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795AB4" w:rsidRPr="007A6187" w:rsidRDefault="00795AB4" w:rsidP="0082785A">
      <w:pPr>
        <w:widowControl w:val="0"/>
        <w:autoSpaceDE w:val="0"/>
        <w:autoSpaceDN w:val="0"/>
        <w:adjustRightInd w:val="0"/>
        <w:ind w:firstLine="540"/>
        <w:jc w:val="both"/>
      </w:pPr>
      <w:r w:rsidRPr="007A6187">
        <w:t>Первый этап  2014 год;</w:t>
      </w:r>
    </w:p>
    <w:p w:rsidR="00795AB4" w:rsidRPr="007A6187" w:rsidRDefault="00795AB4" w:rsidP="0082785A">
      <w:pPr>
        <w:widowControl w:val="0"/>
        <w:autoSpaceDE w:val="0"/>
        <w:autoSpaceDN w:val="0"/>
        <w:adjustRightInd w:val="0"/>
        <w:ind w:firstLine="540"/>
        <w:jc w:val="both"/>
      </w:pPr>
      <w:r w:rsidRPr="007A6187">
        <w:t>Второй этап  с2015-го по 2019 год.</w:t>
      </w:r>
    </w:p>
    <w:p w:rsidR="00795AB4" w:rsidRPr="007A6187" w:rsidRDefault="00795AB4" w:rsidP="0082785A">
      <w:pPr>
        <w:widowControl w:val="0"/>
        <w:autoSpaceDE w:val="0"/>
        <w:autoSpaceDN w:val="0"/>
        <w:adjustRightInd w:val="0"/>
        <w:ind w:firstLine="540"/>
        <w:jc w:val="both"/>
      </w:pPr>
    </w:p>
    <w:p w:rsidR="00795AB4" w:rsidRPr="007A6187" w:rsidRDefault="00795AB4" w:rsidP="0082785A">
      <w:pPr>
        <w:tabs>
          <w:tab w:val="left" w:pos="1080"/>
          <w:tab w:val="left" w:pos="6660"/>
        </w:tabs>
        <w:jc w:val="center"/>
        <w:rPr>
          <w:b/>
        </w:rPr>
      </w:pPr>
      <w:r w:rsidRPr="007A6187">
        <w:rPr>
          <w:b/>
        </w:rPr>
        <w:t>3. Характеристика  основных  мероприятий  Подпрограммы.</w:t>
      </w:r>
    </w:p>
    <w:p w:rsidR="00795AB4" w:rsidRPr="007A6187" w:rsidRDefault="00795AB4" w:rsidP="0082785A">
      <w:pPr>
        <w:tabs>
          <w:tab w:val="left" w:pos="1080"/>
          <w:tab w:val="left" w:pos="6660"/>
        </w:tabs>
        <w:jc w:val="both"/>
        <w:rPr>
          <w:b/>
        </w:rPr>
      </w:pPr>
    </w:p>
    <w:p w:rsidR="00795AB4" w:rsidRPr="007A6187" w:rsidRDefault="00795AB4"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795AB4" w:rsidRPr="007A6187" w:rsidRDefault="00795AB4" w:rsidP="0082785A">
      <w:pPr>
        <w:tabs>
          <w:tab w:val="left" w:pos="1080"/>
          <w:tab w:val="left" w:pos="6660"/>
        </w:tabs>
        <w:jc w:val="both"/>
      </w:pPr>
      <w:r w:rsidRPr="007A6187">
        <w:t xml:space="preserve">       Общие затраты на реализацию данных мероприятий в 2014-2019 годах составят   27150,537тыс. руб., в том числе:</w:t>
      </w:r>
    </w:p>
    <w:p w:rsidR="00795AB4" w:rsidRPr="007A6187" w:rsidRDefault="00795AB4" w:rsidP="0082785A">
      <w:pPr>
        <w:tabs>
          <w:tab w:val="left" w:pos="1080"/>
          <w:tab w:val="left" w:pos="6660"/>
        </w:tabs>
        <w:jc w:val="both"/>
      </w:pPr>
      <w:r w:rsidRPr="007A6187">
        <w:t>- средства федерального бюджета  -  2499,177  тыс. рублей;</w:t>
      </w:r>
    </w:p>
    <w:p w:rsidR="00795AB4" w:rsidRPr="007A6187" w:rsidRDefault="00795AB4" w:rsidP="0082785A">
      <w:pPr>
        <w:tabs>
          <w:tab w:val="left" w:pos="1080"/>
          <w:tab w:val="left" w:pos="6660"/>
        </w:tabs>
        <w:jc w:val="both"/>
      </w:pPr>
      <w:r w:rsidRPr="007A6187">
        <w:t>- средства областного бюджета      -   2896,698 тыс.  рублей;</w:t>
      </w:r>
    </w:p>
    <w:p w:rsidR="00795AB4" w:rsidRPr="007A6187" w:rsidRDefault="00795AB4" w:rsidP="0082785A">
      <w:pPr>
        <w:tabs>
          <w:tab w:val="left" w:pos="1080"/>
          <w:tab w:val="left" w:pos="6660"/>
        </w:tabs>
        <w:jc w:val="both"/>
      </w:pPr>
      <w:r w:rsidRPr="007A6187">
        <w:t>- средства местного бюджета         -   2670,375тыс.  рублей;</w:t>
      </w:r>
    </w:p>
    <w:p w:rsidR="00795AB4" w:rsidRPr="007A6187" w:rsidRDefault="00795AB4" w:rsidP="0082785A">
      <w:pPr>
        <w:tabs>
          <w:tab w:val="left" w:pos="1080"/>
          <w:tab w:val="left" w:pos="6660"/>
        </w:tabs>
        <w:jc w:val="both"/>
      </w:pPr>
      <w:r w:rsidRPr="007A6187">
        <w:t>- внебюджетные источники (собственные и  заемные средства молодых семей)  -19084,287 тыс. рублей.</w:t>
      </w:r>
    </w:p>
    <w:p w:rsidR="00795AB4" w:rsidRPr="007A6187" w:rsidRDefault="00795AB4" w:rsidP="0082785A">
      <w:pPr>
        <w:tabs>
          <w:tab w:val="left" w:pos="1080"/>
          <w:tab w:val="left" w:pos="6660"/>
        </w:tabs>
        <w:jc w:val="both"/>
      </w:pPr>
      <w:r w:rsidRPr="007A6187">
        <w:lastRenderedPageBreak/>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795AB4" w:rsidRPr="007A6187" w:rsidRDefault="00795AB4" w:rsidP="0082785A">
      <w:pPr>
        <w:tabs>
          <w:tab w:val="left" w:pos="360"/>
          <w:tab w:val="left" w:pos="540"/>
          <w:tab w:val="left" w:pos="1080"/>
          <w:tab w:val="left" w:pos="6660"/>
        </w:tabs>
        <w:jc w:val="both"/>
      </w:pPr>
    </w:p>
    <w:p w:rsidR="00795AB4" w:rsidRPr="007A6187" w:rsidRDefault="00795AB4"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795AB4" w:rsidRPr="007A6187" w:rsidRDefault="00795AB4" w:rsidP="0082785A">
      <w:pPr>
        <w:tabs>
          <w:tab w:val="left" w:pos="360"/>
          <w:tab w:val="left" w:pos="540"/>
          <w:tab w:val="left" w:pos="1080"/>
          <w:tab w:val="left" w:pos="6660"/>
        </w:tabs>
        <w:jc w:val="both"/>
        <w:rPr>
          <w:b/>
        </w:rPr>
      </w:pPr>
    </w:p>
    <w:p w:rsidR="00795AB4" w:rsidRPr="007A6187" w:rsidRDefault="00795AB4"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795AB4" w:rsidRPr="007A6187" w:rsidRDefault="00795AB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795AB4" w:rsidRPr="007A6187" w:rsidRDefault="00795AB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795AB4" w:rsidRPr="007A6187" w:rsidRDefault="00795AB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795AB4" w:rsidRPr="007A6187" w:rsidRDefault="00795AB4"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795AB4" w:rsidRPr="007A6187" w:rsidRDefault="00795AB4"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795AB4" w:rsidRPr="007A6187" w:rsidRDefault="00795AB4"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795AB4" w:rsidRPr="007A6187" w:rsidRDefault="00795AB4"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795AB4" w:rsidRPr="007A6187" w:rsidRDefault="00795AB4" w:rsidP="0082785A">
      <w:pPr>
        <w:tabs>
          <w:tab w:val="left" w:pos="360"/>
          <w:tab w:val="left" w:pos="540"/>
          <w:tab w:val="left" w:pos="1080"/>
          <w:tab w:val="left" w:pos="6660"/>
        </w:tabs>
        <w:jc w:val="both"/>
      </w:pPr>
    </w:p>
    <w:p w:rsidR="00795AB4" w:rsidRPr="007A6187" w:rsidRDefault="00795AB4" w:rsidP="0082785A">
      <w:pPr>
        <w:tabs>
          <w:tab w:val="left" w:pos="360"/>
          <w:tab w:val="left" w:pos="540"/>
          <w:tab w:val="left" w:pos="1080"/>
          <w:tab w:val="left" w:pos="6660"/>
        </w:tabs>
        <w:jc w:val="center"/>
        <w:rPr>
          <w:b/>
        </w:rPr>
      </w:pPr>
      <w:r w:rsidRPr="007A6187">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95AB4" w:rsidRPr="007A6187" w:rsidRDefault="00795AB4" w:rsidP="0082785A">
      <w:pPr>
        <w:tabs>
          <w:tab w:val="left" w:pos="360"/>
          <w:tab w:val="left" w:pos="540"/>
          <w:tab w:val="left" w:pos="1080"/>
          <w:tab w:val="left" w:pos="6660"/>
        </w:tabs>
        <w:jc w:val="center"/>
      </w:pPr>
    </w:p>
    <w:p w:rsidR="00795AB4" w:rsidRPr="007A6187" w:rsidRDefault="00795AB4"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795AB4" w:rsidRPr="007A6187" w:rsidRDefault="00795AB4"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795AB4" w:rsidRPr="007A6187" w:rsidRDefault="00795AB4"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795AB4" w:rsidRPr="007A6187" w:rsidRDefault="00795AB4"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19084287рублей.</w:t>
      </w:r>
    </w:p>
    <w:p w:rsidR="00795AB4" w:rsidRPr="007A6187" w:rsidRDefault="00795AB4" w:rsidP="0082785A">
      <w:pPr>
        <w:tabs>
          <w:tab w:val="left" w:pos="360"/>
          <w:tab w:val="left" w:pos="540"/>
          <w:tab w:val="left" w:pos="1080"/>
          <w:tab w:val="left" w:pos="6660"/>
        </w:tabs>
      </w:pPr>
    </w:p>
    <w:p w:rsidR="00795AB4" w:rsidRPr="007A6187" w:rsidRDefault="00795AB4"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795AB4" w:rsidRPr="007A6187" w:rsidRDefault="00795AB4" w:rsidP="0082785A">
      <w:pPr>
        <w:tabs>
          <w:tab w:val="left" w:pos="360"/>
          <w:tab w:val="left" w:pos="540"/>
          <w:tab w:val="left" w:pos="1080"/>
          <w:tab w:val="left" w:pos="6660"/>
        </w:tabs>
        <w:jc w:val="both"/>
        <w:rPr>
          <w:b/>
        </w:rPr>
      </w:pPr>
    </w:p>
    <w:p w:rsidR="00795AB4" w:rsidRPr="007A6187" w:rsidRDefault="00795AB4"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795AB4" w:rsidRPr="007A6187" w:rsidRDefault="00795AB4"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795AB4" w:rsidRPr="007A6187" w:rsidRDefault="00795AB4" w:rsidP="0082785A">
      <w:pPr>
        <w:tabs>
          <w:tab w:val="left" w:pos="360"/>
          <w:tab w:val="left" w:pos="540"/>
          <w:tab w:val="left" w:pos="1080"/>
          <w:tab w:val="left" w:pos="6660"/>
        </w:tabs>
        <w:jc w:val="both"/>
      </w:pPr>
      <w:r w:rsidRPr="007A6187">
        <w:t xml:space="preserve"> - средства муниципального бюджета;</w:t>
      </w:r>
    </w:p>
    <w:p w:rsidR="00795AB4" w:rsidRPr="007A6187" w:rsidRDefault="00795AB4"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795AB4" w:rsidRPr="007A6187" w:rsidRDefault="00795AB4"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5AB4" w:rsidRPr="007A6187" w:rsidRDefault="00795AB4" w:rsidP="0082785A">
      <w:pPr>
        <w:tabs>
          <w:tab w:val="left" w:pos="360"/>
          <w:tab w:val="left" w:pos="540"/>
          <w:tab w:val="left" w:pos="1080"/>
          <w:tab w:val="left" w:pos="6660"/>
        </w:tabs>
        <w:ind w:left="780"/>
        <w:jc w:val="center"/>
      </w:pPr>
    </w:p>
    <w:p w:rsidR="00795AB4" w:rsidRPr="007A6187" w:rsidRDefault="00795AB4"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795AB4" w:rsidRPr="007A6187" w:rsidRDefault="00795AB4"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795AB4" w:rsidRPr="007A6187" w:rsidRDefault="00795AB4"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795AB4" w:rsidRPr="007A6187" w:rsidRDefault="00795AB4"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95AB4" w:rsidRPr="007A6187" w:rsidRDefault="00795AB4" w:rsidP="0082785A">
      <w:pPr>
        <w:jc w:val="both"/>
      </w:pPr>
    </w:p>
    <w:p w:rsidR="00795AB4" w:rsidRPr="007A6187" w:rsidRDefault="00795AB4" w:rsidP="0082785A">
      <w:pPr>
        <w:tabs>
          <w:tab w:val="left" w:pos="360"/>
          <w:tab w:val="left" w:pos="540"/>
          <w:tab w:val="left" w:pos="1080"/>
          <w:tab w:val="left" w:pos="6660"/>
        </w:tabs>
        <w:jc w:val="both"/>
      </w:pPr>
    </w:p>
    <w:p w:rsidR="00795AB4" w:rsidRPr="007A6187" w:rsidRDefault="00795AB4"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795AB4" w:rsidRPr="007A6187" w:rsidRDefault="00795AB4"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795AB4" w:rsidRPr="007A6187" w:rsidRDefault="00795AB4"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w:t>
      </w:r>
      <w:r w:rsidRPr="007A6187">
        <w:lastRenderedPageBreak/>
        <w:t>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795AB4" w:rsidRPr="007A6187" w:rsidRDefault="00795AB4"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795AB4" w:rsidRPr="007A6187" w:rsidRDefault="00795AB4"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795AB4" w:rsidRPr="007A6187" w:rsidRDefault="00795AB4"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795AB4" w:rsidRPr="007A6187" w:rsidRDefault="00795AB4"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795AB4" w:rsidRPr="007A6187" w:rsidRDefault="00795AB4"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795AB4" w:rsidRPr="007A6187" w:rsidRDefault="00795AB4"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795AB4" w:rsidRPr="007A6187" w:rsidRDefault="00795AB4" w:rsidP="0082785A">
      <w:pPr>
        <w:tabs>
          <w:tab w:val="left" w:pos="1080"/>
          <w:tab w:val="left" w:pos="6660"/>
        </w:tabs>
        <w:jc w:val="both"/>
      </w:pPr>
      <w:r w:rsidRPr="007A6187">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795AB4" w:rsidRPr="007A6187" w:rsidRDefault="00795AB4"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795AB4" w:rsidRPr="007A6187" w:rsidRDefault="00795AB4"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795AB4" w:rsidRPr="007A6187" w:rsidRDefault="00795AB4" w:rsidP="0082785A">
      <w:pPr>
        <w:tabs>
          <w:tab w:val="left" w:pos="360"/>
          <w:tab w:val="left" w:pos="540"/>
          <w:tab w:val="left" w:pos="1080"/>
          <w:tab w:val="left" w:pos="6660"/>
        </w:tabs>
        <w:jc w:val="both"/>
      </w:pPr>
      <w:r w:rsidRPr="007A6187">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795AB4" w:rsidRPr="007A6187" w:rsidRDefault="00795AB4"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795AB4" w:rsidRPr="007A6187" w:rsidRDefault="00795AB4" w:rsidP="0082785A">
      <w:pPr>
        <w:tabs>
          <w:tab w:val="left" w:pos="360"/>
          <w:tab w:val="left" w:pos="540"/>
          <w:tab w:val="left" w:pos="1080"/>
          <w:tab w:val="left" w:pos="6660"/>
        </w:tabs>
        <w:jc w:val="both"/>
      </w:pPr>
      <w:r w:rsidRPr="007A6187">
        <w:lastRenderedPageBreak/>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795AB4" w:rsidRPr="007A6187" w:rsidRDefault="00795AB4" w:rsidP="0082785A">
      <w:pPr>
        <w:tabs>
          <w:tab w:val="left" w:pos="360"/>
          <w:tab w:val="left" w:pos="540"/>
          <w:tab w:val="left" w:pos="1080"/>
          <w:tab w:val="left" w:pos="6660"/>
        </w:tabs>
        <w:jc w:val="both"/>
      </w:pPr>
    </w:p>
    <w:p w:rsidR="00795AB4" w:rsidRPr="007A6187" w:rsidRDefault="00795AB4" w:rsidP="0082785A">
      <w:pPr>
        <w:tabs>
          <w:tab w:val="left" w:pos="1080"/>
          <w:tab w:val="left" w:pos="6660"/>
        </w:tabs>
        <w:ind w:right="-954"/>
        <w:jc w:val="both"/>
      </w:pPr>
      <w:r w:rsidRPr="007A6187">
        <w:t xml:space="preserve">                          </w:t>
      </w:r>
    </w:p>
    <w:p w:rsidR="00795AB4" w:rsidRPr="007A6187" w:rsidRDefault="00795AB4"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795AB4" w:rsidRPr="007A6187" w:rsidRDefault="00795AB4" w:rsidP="0082785A">
      <w:pPr>
        <w:autoSpaceDE w:val="0"/>
        <w:autoSpaceDN w:val="0"/>
        <w:adjustRightInd w:val="0"/>
        <w:ind w:firstLine="540"/>
        <w:jc w:val="both"/>
      </w:pPr>
    </w:p>
    <w:p w:rsidR="00795AB4" w:rsidRPr="007A6187" w:rsidRDefault="00795AB4"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795AB4" w:rsidRPr="007A6187" w:rsidRDefault="00795AB4"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795AB4" w:rsidRPr="007A6187" w:rsidRDefault="00795AB4"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795AB4" w:rsidRPr="007A6187" w:rsidRDefault="00795AB4"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795AB4" w:rsidRPr="007A6187" w:rsidRDefault="00795AB4" w:rsidP="0082785A">
      <w:pPr>
        <w:widowControl w:val="0"/>
        <w:autoSpaceDE w:val="0"/>
        <w:autoSpaceDN w:val="0"/>
        <w:adjustRightInd w:val="0"/>
        <w:jc w:val="both"/>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8F31D3">
      <w:pPr>
        <w:jc w:val="center"/>
        <w:rPr>
          <w:b/>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Default="00795AB4" w:rsidP="006E6FB8">
      <w:pPr>
        <w:pStyle w:val="ConsPlusNormal"/>
        <w:ind w:firstLine="0"/>
        <w:jc w:val="center"/>
        <w:rPr>
          <w:rFonts w:ascii="Times New Roman" w:hAnsi="Times New Roman"/>
          <w:b/>
          <w:sz w:val="26"/>
          <w:szCs w:val="26"/>
          <w:u w:val="single"/>
        </w:rPr>
      </w:pPr>
    </w:p>
    <w:p w:rsidR="00795AB4" w:rsidRPr="005F00DB" w:rsidRDefault="00795AB4" w:rsidP="008228E7">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lastRenderedPageBreak/>
        <w:t>Подпрограмма№5 «Развитие и поддержка малого и  среднего предпринимательства в Таловском муниципальном районе»</w:t>
      </w:r>
    </w:p>
    <w:p w:rsidR="00795AB4" w:rsidRPr="005F00DB" w:rsidRDefault="00795AB4"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795AB4" w:rsidRPr="005F00DB" w:rsidTr="008228E7">
        <w:trPr>
          <w:trHeight w:val="1509"/>
        </w:trPr>
        <w:tc>
          <w:tcPr>
            <w:tcW w:w="9828" w:type="dxa"/>
            <w:gridSpan w:val="2"/>
            <w:tcBorders>
              <w:top w:val="nil"/>
              <w:left w:val="nil"/>
              <w:bottom w:val="nil"/>
              <w:right w:val="nil"/>
            </w:tcBorders>
            <w:vAlign w:val="center"/>
          </w:tcPr>
          <w:p w:rsidR="00795AB4" w:rsidRPr="005F00DB" w:rsidRDefault="00795AB4" w:rsidP="008228E7">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795AB4"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795AB4" w:rsidRPr="005F00DB" w:rsidRDefault="00795AB4"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95AB4" w:rsidRPr="005F00DB" w:rsidRDefault="00795AB4" w:rsidP="008228E7">
            <w:r w:rsidRPr="005F00DB">
              <w:t> Отдел по экономике администрации                Таловского муниципального района</w:t>
            </w:r>
          </w:p>
          <w:p w:rsidR="00795AB4" w:rsidRPr="005F00DB" w:rsidRDefault="00795AB4" w:rsidP="008228E7"/>
        </w:tc>
      </w:tr>
      <w:tr w:rsidR="00795AB4"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795AB4" w:rsidRPr="005F00DB" w:rsidRDefault="00795AB4"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95AB4" w:rsidRPr="005F00DB" w:rsidRDefault="00795AB4"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795AB4" w:rsidRPr="00704707" w:rsidRDefault="00795AB4" w:rsidP="008228E7">
            <w:pPr>
              <w:tabs>
                <w:tab w:val="num" w:pos="82"/>
              </w:tabs>
              <w:ind w:left="82"/>
            </w:pPr>
            <w:r>
              <w:t>2</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r>
      <w:tr w:rsidR="00795AB4" w:rsidRPr="005F00DB" w:rsidTr="008228E7">
        <w:trPr>
          <w:trHeight w:val="375"/>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95AB4" w:rsidRPr="005F00DB" w:rsidRDefault="00795AB4"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795AB4" w:rsidRPr="005F00DB" w:rsidTr="008228E7">
        <w:trPr>
          <w:trHeight w:val="375"/>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95AB4" w:rsidRPr="005F00DB" w:rsidRDefault="00795AB4" w:rsidP="008228E7">
            <w:r w:rsidRPr="005F00DB">
              <w:t xml:space="preserve">1.Обеспечение доступности инфраструктуры поддержки субъектов малого и среднего предпринимательства. </w:t>
            </w: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95AB4" w:rsidRPr="005F00DB" w:rsidRDefault="00795AB4"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795AB4" w:rsidRPr="005F00DB" w:rsidRDefault="00795AB4" w:rsidP="008228E7">
            <w:r w:rsidRPr="005F00DB">
              <w:t>4.Увеличение  вклада  субъектов  малого  и  среднего  предпринимательства в экономику района.              </w:t>
            </w:r>
          </w:p>
        </w:tc>
      </w:tr>
      <w:tr w:rsidR="00795AB4" w:rsidRPr="005F00DB" w:rsidTr="008228E7">
        <w:trPr>
          <w:trHeight w:val="750"/>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95AB4" w:rsidRPr="005F00DB" w:rsidRDefault="00795AB4" w:rsidP="008228E7">
            <w:r w:rsidRPr="005F00DB">
              <w:t>1.Число субъектов малого и среднего предпринимательства в расчете на 10 000 человек населения, единиц. </w:t>
            </w:r>
          </w:p>
          <w:p w:rsidR="00795AB4" w:rsidRPr="005F00DB" w:rsidRDefault="00795AB4"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795AB4" w:rsidRPr="005F00DB" w:rsidRDefault="00795AB4" w:rsidP="008228E7"/>
        </w:tc>
      </w:tr>
      <w:tr w:rsidR="00795AB4" w:rsidRPr="005F00DB" w:rsidTr="008228E7">
        <w:trPr>
          <w:trHeight w:val="750"/>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95AB4" w:rsidRPr="005F00DB" w:rsidRDefault="00795AB4" w:rsidP="008228E7">
            <w:pPr>
              <w:jc w:val="center"/>
            </w:pPr>
            <w:r w:rsidRPr="005F00DB">
              <w:t>2014-2019 годы </w:t>
            </w:r>
          </w:p>
        </w:tc>
      </w:tr>
      <w:tr w:rsidR="00795AB4" w:rsidRPr="005F00DB" w:rsidTr="008228E7">
        <w:trPr>
          <w:trHeight w:val="1295"/>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795AB4" w:rsidRPr="005F00DB" w:rsidRDefault="00795AB4" w:rsidP="008228E7">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бюджетов </w:t>
            </w:r>
            <w:r>
              <w:rPr>
                <w:rFonts w:ascii="Times New Roman" w:hAnsi="Times New Roman"/>
                <w:sz w:val="24"/>
                <w:szCs w:val="24"/>
              </w:rPr>
              <w:t>3760</w:t>
            </w:r>
            <w:r w:rsidRPr="005F00DB">
              <w:rPr>
                <w:rFonts w:ascii="Times New Roman" w:hAnsi="Times New Roman"/>
                <w:sz w:val="24"/>
                <w:szCs w:val="24"/>
              </w:rPr>
              <w:t xml:space="preserve">  тыс. руб., в т.ч.:</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2852,0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2014 год - 960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473 </w:t>
            </w:r>
            <w:r w:rsidRPr="005F00DB">
              <w:rPr>
                <w:rFonts w:ascii="Times New Roman" w:hAnsi="Times New Roman"/>
                <w:sz w:val="24"/>
                <w:szCs w:val="24"/>
              </w:rPr>
              <w:t>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340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w:t>
            </w:r>
            <w:r>
              <w:rPr>
                <w:rFonts w:ascii="Times New Roman" w:hAnsi="Times New Roman"/>
                <w:sz w:val="24"/>
                <w:szCs w:val="24"/>
              </w:rPr>
              <w:t xml:space="preserve"> 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w:t>
            </w:r>
            <w:r>
              <w:rPr>
                <w:rFonts w:ascii="Times New Roman" w:hAnsi="Times New Roman"/>
                <w:sz w:val="24"/>
                <w:szCs w:val="24"/>
              </w:rPr>
              <w:t xml:space="preserve"> 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68</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795AB4" w:rsidRPr="002B1AFA" w:rsidRDefault="00795AB4" w:rsidP="008228E7">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Pr>
                <w:rFonts w:ascii="Times New Roman" w:hAnsi="Times New Roman"/>
                <w:sz w:val="24"/>
                <w:szCs w:val="24"/>
              </w:rPr>
              <w:t>2018 год - 102</w:t>
            </w:r>
            <w:r w:rsidRPr="005F00DB">
              <w:rPr>
                <w:rFonts w:ascii="Times New Roman" w:hAnsi="Times New Roman"/>
                <w:sz w:val="24"/>
                <w:szCs w:val="24"/>
              </w:rPr>
              <w:t xml:space="preserve"> тыс. рублей;</w:t>
            </w:r>
          </w:p>
          <w:p w:rsidR="00795AB4" w:rsidRPr="005F00DB" w:rsidRDefault="00795AB4" w:rsidP="008228E7">
            <w:r>
              <w:t xml:space="preserve">         </w:t>
            </w:r>
            <w:r w:rsidRPr="005F00DB">
              <w:t xml:space="preserve">2019 год </w:t>
            </w:r>
            <w:r>
              <w:t>- 102</w:t>
            </w:r>
            <w:r w:rsidRPr="005F00DB">
              <w:t xml:space="preserve"> тыс. рублей.</w:t>
            </w:r>
          </w:p>
        </w:tc>
      </w:tr>
      <w:tr w:rsidR="00795AB4" w:rsidRPr="005F00DB" w:rsidTr="008228E7">
        <w:trPr>
          <w:trHeight w:val="1125"/>
        </w:trPr>
        <w:tc>
          <w:tcPr>
            <w:tcW w:w="4818" w:type="dxa"/>
            <w:tcBorders>
              <w:top w:val="nil"/>
              <w:left w:val="single" w:sz="4" w:space="0" w:color="auto"/>
              <w:bottom w:val="single" w:sz="4" w:space="0" w:color="auto"/>
              <w:right w:val="single" w:sz="4" w:space="0" w:color="auto"/>
            </w:tcBorders>
          </w:tcPr>
          <w:p w:rsidR="00795AB4" w:rsidRPr="005F00DB" w:rsidRDefault="00795AB4" w:rsidP="008228E7">
            <w:r w:rsidRPr="005F00DB">
              <w:lastRenderedPageBreak/>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795AB4" w:rsidRPr="005F00DB" w:rsidRDefault="00795AB4"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795AB4" w:rsidRPr="005F00DB" w:rsidRDefault="00795AB4"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tc>
      </w:tr>
    </w:tbl>
    <w:p w:rsidR="00795AB4" w:rsidRDefault="00795AB4" w:rsidP="008228E7">
      <w:pPr>
        <w:pStyle w:val="ConsPlusNormal"/>
        <w:ind w:firstLine="0"/>
        <w:jc w:val="right"/>
        <w:rPr>
          <w:rFonts w:ascii="Times New Roman" w:hAnsi="Times New Roman"/>
          <w:sz w:val="28"/>
          <w:szCs w:val="28"/>
        </w:rPr>
      </w:pPr>
    </w:p>
    <w:p w:rsidR="00795AB4" w:rsidRDefault="00795AB4" w:rsidP="008228E7">
      <w:pPr>
        <w:pStyle w:val="ConsPlusNormal"/>
        <w:ind w:firstLine="0"/>
        <w:jc w:val="right"/>
        <w:rPr>
          <w:rFonts w:ascii="Times New Roman" w:hAnsi="Times New Roman"/>
          <w:sz w:val="28"/>
          <w:szCs w:val="28"/>
        </w:rPr>
      </w:pPr>
    </w:p>
    <w:p w:rsidR="00795AB4" w:rsidRPr="005F00DB" w:rsidRDefault="00795AB4"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795AB4" w:rsidRPr="005F00DB" w:rsidRDefault="00795AB4" w:rsidP="008228E7">
      <w:pPr>
        <w:ind w:firstLine="709"/>
        <w:rPr>
          <w:b/>
          <w:sz w:val="26"/>
          <w:szCs w:val="26"/>
          <w:highlight w:val="yellow"/>
        </w:rPr>
      </w:pPr>
    </w:p>
    <w:p w:rsidR="00795AB4" w:rsidRPr="005F00DB" w:rsidRDefault="00795AB4"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795AB4" w:rsidRPr="005F00DB" w:rsidRDefault="00795AB4"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795AB4" w:rsidRPr="005F00DB" w:rsidRDefault="00795AB4"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795AB4" w:rsidRPr="005F00DB" w:rsidRDefault="00795AB4" w:rsidP="008228E7">
      <w:pPr>
        <w:pStyle w:val="Default"/>
        <w:ind w:firstLine="540"/>
        <w:jc w:val="both"/>
        <w:rPr>
          <w:color w:val="auto"/>
        </w:rPr>
      </w:pPr>
      <w:r w:rsidRPr="005F00DB">
        <w:rPr>
          <w:color w:val="auto"/>
        </w:rPr>
        <w:t xml:space="preserve">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w:t>
      </w:r>
      <w:r w:rsidRPr="005F00DB">
        <w:rPr>
          <w:color w:val="auto"/>
        </w:rPr>
        <w:lastRenderedPageBreak/>
        <w:t>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795AB4" w:rsidRPr="005F00DB" w:rsidRDefault="00795AB4"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795AB4" w:rsidRPr="005F00DB" w:rsidRDefault="00795AB4" w:rsidP="008228E7">
      <w:pPr>
        <w:pStyle w:val="a4"/>
        <w:ind w:firstLine="540"/>
        <w:jc w:val="both"/>
        <w:rPr>
          <w:b w:val="0"/>
        </w:rPr>
      </w:pPr>
      <w:r w:rsidRPr="005F00DB">
        <w:rPr>
          <w:b w:val="0"/>
        </w:rPr>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795AB4" w:rsidRPr="005F00DB" w:rsidRDefault="00795AB4"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795AB4" w:rsidRPr="005F00DB" w:rsidRDefault="00795AB4"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795AB4" w:rsidRPr="005F00DB" w:rsidRDefault="00795AB4"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795AB4" w:rsidRPr="005F00DB" w:rsidRDefault="00795AB4"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795AB4" w:rsidRPr="005F00DB" w:rsidRDefault="00795AB4"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795AB4" w:rsidRPr="005F00DB" w:rsidRDefault="00795AB4"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795AB4" w:rsidRPr="005F00DB" w:rsidRDefault="00795AB4"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795AB4" w:rsidRPr="005F00DB" w:rsidRDefault="00795AB4" w:rsidP="008228E7">
      <w:pPr>
        <w:ind w:firstLine="540"/>
      </w:pPr>
      <w:r w:rsidRPr="005F00DB">
        <w:t>- отсутствие для малых и средних предприятий стимулов к повышению производительности труда.</w:t>
      </w:r>
    </w:p>
    <w:p w:rsidR="00795AB4" w:rsidRPr="005F00DB" w:rsidRDefault="00795AB4"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795AB4" w:rsidRPr="005F00DB" w:rsidRDefault="00795AB4" w:rsidP="008228E7">
      <w:pPr>
        <w:ind w:firstLine="709"/>
        <w:rPr>
          <w:sz w:val="26"/>
          <w:szCs w:val="26"/>
        </w:rPr>
      </w:pPr>
    </w:p>
    <w:p w:rsidR="00795AB4" w:rsidRPr="005F00DB" w:rsidRDefault="00795AB4"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95AB4" w:rsidRPr="005F00DB" w:rsidRDefault="00795AB4" w:rsidP="008228E7">
      <w:pPr>
        <w:ind w:firstLine="709"/>
        <w:rPr>
          <w:b/>
          <w:sz w:val="26"/>
          <w:szCs w:val="26"/>
        </w:rPr>
      </w:pPr>
    </w:p>
    <w:p w:rsidR="00795AB4" w:rsidRPr="005F00DB" w:rsidRDefault="00795AB4" w:rsidP="008228E7">
      <w:pPr>
        <w:rPr>
          <w:b/>
        </w:rPr>
      </w:pPr>
      <w:r w:rsidRPr="005F00DB">
        <w:rPr>
          <w:b/>
        </w:rPr>
        <w:t>2.1. Приоритеты муниципальной политики в сфере реализации муниципальной подпрограммы.</w:t>
      </w:r>
    </w:p>
    <w:p w:rsidR="00795AB4" w:rsidRPr="005F00DB" w:rsidRDefault="00795AB4" w:rsidP="008228E7">
      <w:pPr>
        <w:ind w:firstLine="709"/>
        <w:rPr>
          <w:b/>
          <w:u w:val="single"/>
        </w:rPr>
      </w:pPr>
    </w:p>
    <w:p w:rsidR="00795AB4" w:rsidRPr="005F00DB" w:rsidRDefault="00795AB4"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795AB4" w:rsidRPr="005F00DB" w:rsidRDefault="00795AB4"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795AB4" w:rsidRPr="005F00DB" w:rsidRDefault="00795AB4"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795AB4" w:rsidRPr="005F00DB" w:rsidRDefault="00795AB4"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795AB4" w:rsidRPr="005F00DB" w:rsidRDefault="00795AB4"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795AB4" w:rsidRPr="005F00DB" w:rsidRDefault="00795AB4"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795AB4" w:rsidRPr="005F00DB" w:rsidRDefault="00795AB4" w:rsidP="008228E7">
      <w:pPr>
        <w:spacing w:line="100" w:lineRule="atLeast"/>
        <w:ind w:firstLine="608"/>
      </w:pPr>
      <w:r w:rsidRPr="005F00DB">
        <w:lastRenderedPageBreak/>
        <w:t>Основными приоритетами  политики в сфере экономики и экономического развития Таловского муниципального района  являются:</w:t>
      </w:r>
    </w:p>
    <w:p w:rsidR="00795AB4" w:rsidRPr="005F00DB" w:rsidRDefault="00795AB4"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795AB4" w:rsidRPr="005F00DB" w:rsidRDefault="00795AB4"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795AB4" w:rsidRPr="005F00DB" w:rsidRDefault="00795AB4" w:rsidP="008228E7">
      <w:pPr>
        <w:spacing w:line="100" w:lineRule="atLeast"/>
      </w:pPr>
      <w:r w:rsidRPr="005F00DB">
        <w:t>5) снижение административных барьеров в экономике, создание эффективной институциональной среды;</w:t>
      </w:r>
    </w:p>
    <w:p w:rsidR="00795AB4" w:rsidRPr="005F00DB" w:rsidRDefault="00795AB4"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795AB4" w:rsidRPr="005F00DB" w:rsidRDefault="00795AB4" w:rsidP="008228E7">
      <w:pPr>
        <w:ind w:firstLine="709"/>
        <w:rPr>
          <w:b/>
        </w:rPr>
      </w:pPr>
    </w:p>
    <w:p w:rsidR="00795AB4" w:rsidRPr="005F00DB" w:rsidRDefault="00795AB4"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795AB4" w:rsidRPr="005F00DB" w:rsidRDefault="00795AB4" w:rsidP="008228E7">
      <w:pPr>
        <w:pStyle w:val="ConsPlusNormal"/>
        <w:ind w:firstLine="0"/>
        <w:rPr>
          <w:rFonts w:ascii="Times New Roman" w:hAnsi="Times New Roman"/>
          <w:b/>
          <w:sz w:val="24"/>
          <w:szCs w:val="24"/>
        </w:rPr>
      </w:pPr>
    </w:p>
    <w:p w:rsidR="00795AB4" w:rsidRPr="005F00DB" w:rsidRDefault="00795AB4"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795AB4" w:rsidRPr="005F00DB" w:rsidRDefault="00795AB4"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795AB4" w:rsidRPr="005F00DB" w:rsidRDefault="00795AB4" w:rsidP="008228E7">
      <w:r w:rsidRPr="005F00DB">
        <w:t xml:space="preserve">1.Обеспечение доступности инфраструктуры поддержки субъектов малого и среднего предпринимательства. </w:t>
      </w: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795AB4" w:rsidRPr="005F00DB" w:rsidRDefault="00795AB4"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795AB4" w:rsidRPr="005F00DB" w:rsidRDefault="00795AB4" w:rsidP="008228E7">
      <w:pPr>
        <w:pStyle w:val="ConsPlusNormal"/>
        <w:ind w:firstLine="0"/>
        <w:jc w:val="both"/>
        <w:rPr>
          <w:rFonts w:ascii="Times New Roman" w:hAnsi="Times New Roman"/>
          <w:sz w:val="24"/>
          <w:szCs w:val="24"/>
        </w:rPr>
      </w:pP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795AB4" w:rsidRPr="005F00DB" w:rsidRDefault="00795AB4" w:rsidP="008228E7">
      <w:pPr>
        <w:rPr>
          <w:b/>
        </w:rPr>
      </w:pPr>
      <w:r w:rsidRPr="005F00DB">
        <w:rPr>
          <w:b/>
        </w:rPr>
        <w:t>Показатели, используемые для достижения поставленной цели:</w:t>
      </w:r>
    </w:p>
    <w:p w:rsidR="00795AB4" w:rsidRPr="005F00DB" w:rsidRDefault="00795AB4"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795AB4" w:rsidRPr="005F00DB" w:rsidRDefault="00795AB4"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795AB4" w:rsidRPr="005F00DB" w:rsidRDefault="00795AB4" w:rsidP="008228E7">
      <w:pPr>
        <w:pStyle w:val="ConsPlusNormal"/>
        <w:ind w:firstLine="0"/>
        <w:jc w:val="center"/>
        <w:rPr>
          <w:rFonts w:ascii="Times New Roman" w:hAnsi="Times New Roman"/>
          <w:b/>
          <w:sz w:val="24"/>
          <w:szCs w:val="24"/>
        </w:rPr>
      </w:pPr>
    </w:p>
    <w:p w:rsidR="00795AB4" w:rsidRPr="005F00DB" w:rsidRDefault="00795AB4"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795AB4" w:rsidRPr="005F00DB" w:rsidRDefault="00795AB4" w:rsidP="008228E7">
      <w:pPr>
        <w:pStyle w:val="ConsPlusNormal"/>
        <w:ind w:left="290" w:firstLine="0"/>
        <w:rPr>
          <w:rFonts w:ascii="Times New Roman" w:hAnsi="Times New Roman"/>
          <w:sz w:val="24"/>
          <w:szCs w:val="24"/>
        </w:rPr>
      </w:pPr>
    </w:p>
    <w:p w:rsidR="00795AB4" w:rsidRPr="005F00DB" w:rsidRDefault="00795AB4" w:rsidP="008228E7">
      <w:r w:rsidRPr="005F00DB">
        <w:rPr>
          <w:b/>
        </w:rPr>
        <w:t>2.3. Подраздел «Конечные результаты реализации муниципальной подпрограммы»</w:t>
      </w:r>
      <w:r w:rsidRPr="005F00DB">
        <w:t xml:space="preserve"> </w:t>
      </w:r>
    </w:p>
    <w:p w:rsidR="00795AB4" w:rsidRPr="005F00DB" w:rsidRDefault="00795AB4" w:rsidP="008228E7">
      <w:r w:rsidRPr="005F00DB">
        <w:t xml:space="preserve">Основными ожидаемыми результатами реализации подпрограммы по итогам 2019 года будут: </w:t>
      </w:r>
    </w:p>
    <w:p w:rsidR="00795AB4" w:rsidRPr="005F00DB" w:rsidRDefault="00795AB4"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795AB4" w:rsidRPr="005F00DB" w:rsidRDefault="00795AB4" w:rsidP="008228E7">
      <w:r w:rsidRPr="005F00DB">
        <w:lastRenderedPageBreak/>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795AB4" w:rsidRDefault="00795AB4" w:rsidP="008228E7">
      <w:pPr>
        <w:rPr>
          <w:b/>
        </w:rPr>
      </w:pPr>
    </w:p>
    <w:p w:rsidR="00795AB4" w:rsidRPr="005F00DB" w:rsidRDefault="00795AB4"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795AB4" w:rsidRPr="005F00DB" w:rsidRDefault="00795AB4" w:rsidP="008228E7">
      <w:pPr>
        <w:ind w:firstLine="709"/>
      </w:pPr>
      <w:r w:rsidRPr="005F00DB">
        <w:t>Общий срок реализации подпрограммы рассчитан на период с 2014 по 2019 год (в один этап).</w:t>
      </w:r>
    </w:p>
    <w:p w:rsidR="00795AB4" w:rsidRDefault="00795AB4" w:rsidP="008228E7">
      <w:pPr>
        <w:ind w:firstLine="709"/>
        <w:rPr>
          <w:b/>
          <w:sz w:val="26"/>
          <w:szCs w:val="26"/>
        </w:rPr>
      </w:pPr>
    </w:p>
    <w:p w:rsidR="00795AB4" w:rsidRPr="005F00DB" w:rsidRDefault="00795AB4"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795AB4" w:rsidRPr="005F00DB" w:rsidRDefault="00795AB4" w:rsidP="008228E7">
      <w:pPr>
        <w:pStyle w:val="ConsPlusNormal"/>
        <w:ind w:firstLine="540"/>
        <w:jc w:val="both"/>
        <w:rPr>
          <w:rFonts w:ascii="Times New Roman" w:hAnsi="Times New Roman"/>
          <w:b/>
          <w:sz w:val="26"/>
          <w:szCs w:val="26"/>
        </w:rPr>
      </w:pPr>
    </w:p>
    <w:p w:rsidR="00795AB4" w:rsidRPr="005F00DB" w:rsidRDefault="00795AB4"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795AB4" w:rsidRPr="00814A61" w:rsidRDefault="00795AB4"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1760 тыс. рублей, в том числе:</w:t>
      </w:r>
    </w:p>
    <w:p w:rsidR="00795AB4" w:rsidRPr="00814A61" w:rsidRDefault="00795AB4"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795AB4" w:rsidRPr="00814A61" w:rsidRDefault="00795AB4"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795AB4" w:rsidRPr="00814A61" w:rsidRDefault="00795AB4"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- 5</w:t>
      </w:r>
      <w:r w:rsidRPr="00814A61">
        <w:rPr>
          <w:rFonts w:ascii="Times New Roman" w:hAnsi="Times New Roman"/>
          <w:sz w:val="24"/>
          <w:szCs w:val="24"/>
        </w:rPr>
        <w:t>60 тыс. рублей.</w:t>
      </w:r>
    </w:p>
    <w:p w:rsidR="00795AB4" w:rsidRDefault="00795AB4" w:rsidP="008228E7"/>
    <w:p w:rsidR="00795AB4" w:rsidRPr="002B1916" w:rsidRDefault="00795AB4" w:rsidP="008228E7">
      <w:pPr>
        <w:tabs>
          <w:tab w:val="num" w:pos="82"/>
        </w:tabs>
        <w:ind w:left="82"/>
        <w:jc w:val="both"/>
        <w:rPr>
          <w:rFonts w:eastAsia="Times New Roman"/>
          <w:b/>
          <w:lang w:eastAsia="ru-RU"/>
        </w:rPr>
      </w:pPr>
      <w:r w:rsidRPr="005F00DB">
        <w:rPr>
          <w:b/>
          <w:u w:val="single"/>
        </w:rPr>
        <w:t xml:space="preserve">Мероприятие </w:t>
      </w:r>
      <w:r>
        <w:rPr>
          <w:b/>
          <w:u w:val="single"/>
        </w:rPr>
        <w:t>2</w:t>
      </w:r>
      <w:r w:rsidRPr="002B1916">
        <w:rPr>
          <w:sz w:val="26"/>
          <w:szCs w:val="26"/>
          <w:u w:val="single"/>
        </w:rPr>
        <w:t xml:space="preserve">. </w:t>
      </w:r>
      <w:r w:rsidRPr="002B1916">
        <w:rPr>
          <w:rFonts w:eastAsia="Times New Roman"/>
          <w:b/>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795AB4" w:rsidRPr="005F00DB" w:rsidRDefault="00795AB4" w:rsidP="008228E7">
      <w:pPr>
        <w:pStyle w:val="ConsPlusNormal"/>
        <w:ind w:firstLine="540"/>
        <w:jc w:val="both"/>
        <w:rPr>
          <w:rFonts w:ascii="Times New Roman" w:hAnsi="Times New Roman"/>
          <w:sz w:val="24"/>
          <w:szCs w:val="24"/>
        </w:rPr>
      </w:pPr>
      <w:r w:rsidRPr="002B1916">
        <w:rPr>
          <w:rFonts w:ascii="Times New Roman" w:hAnsi="Times New Roman"/>
          <w:sz w:val="24"/>
          <w:szCs w:val="24"/>
        </w:rPr>
        <w:t>Цель мероприятия - увеличение</w:t>
      </w:r>
      <w:r w:rsidRPr="005F00DB">
        <w:rPr>
          <w:rFonts w:ascii="Times New Roman" w:hAnsi="Times New Roman"/>
          <w:sz w:val="24"/>
          <w:szCs w:val="24"/>
        </w:rPr>
        <w:t xml:space="preserve"> числа субъектов малого и среднего предпринимательства.</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6</w:t>
      </w:r>
      <w:r w:rsidRPr="005F00DB">
        <w:rPr>
          <w:rFonts w:ascii="Times New Roman" w:hAnsi="Times New Roman"/>
          <w:sz w:val="24"/>
          <w:szCs w:val="24"/>
        </w:rPr>
        <w:t xml:space="preserve"> - 2019 годов.</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795AB4" w:rsidRPr="002A7FF4"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2000</w:t>
      </w:r>
      <w:r w:rsidRPr="002A7FF4">
        <w:rPr>
          <w:rFonts w:ascii="Times New Roman" w:hAnsi="Times New Roman"/>
          <w:sz w:val="24"/>
          <w:szCs w:val="24"/>
        </w:rPr>
        <w:t xml:space="preserve"> тыс. рублей, в том числе:</w:t>
      </w: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 из средств федерального бюджета   </w:t>
      </w:r>
      <w:r>
        <w:rPr>
          <w:rFonts w:ascii="Times New Roman" w:hAnsi="Times New Roman"/>
          <w:sz w:val="24"/>
          <w:szCs w:val="24"/>
        </w:rPr>
        <w:t>1892</w:t>
      </w:r>
      <w:r w:rsidRPr="002A7FF4">
        <w:rPr>
          <w:rFonts w:ascii="Times New Roman" w:hAnsi="Times New Roman"/>
          <w:sz w:val="24"/>
          <w:szCs w:val="24"/>
        </w:rPr>
        <w:t xml:space="preserve"> тыс. рублей:</w:t>
      </w: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2016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2017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2018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2019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795AB4" w:rsidRPr="002A7FF4" w:rsidRDefault="00795AB4" w:rsidP="008228E7">
      <w:pPr>
        <w:pStyle w:val="ConsPlusNormal"/>
        <w:ind w:firstLine="540"/>
        <w:jc w:val="both"/>
        <w:rPr>
          <w:rFonts w:ascii="Times New Roman" w:hAnsi="Times New Roman"/>
          <w:sz w:val="24"/>
          <w:szCs w:val="24"/>
        </w:rPr>
      </w:pPr>
    </w:p>
    <w:p w:rsidR="00795AB4" w:rsidRPr="002A7FF4" w:rsidRDefault="00795AB4"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из средств областного бюджета   1</w:t>
      </w:r>
      <w:r>
        <w:rPr>
          <w:rFonts w:ascii="Times New Roman" w:hAnsi="Times New Roman"/>
          <w:sz w:val="24"/>
          <w:szCs w:val="24"/>
        </w:rPr>
        <w:t>00</w:t>
      </w:r>
      <w:r w:rsidRPr="002A7FF4">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- 2</w:t>
      </w:r>
      <w:r>
        <w:rPr>
          <w:rFonts w:ascii="Times New Roman" w:hAnsi="Times New Roman"/>
          <w:sz w:val="24"/>
          <w:szCs w:val="24"/>
        </w:rPr>
        <w:t>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- 2</w:t>
      </w:r>
      <w:r>
        <w:rPr>
          <w:rFonts w:ascii="Times New Roman" w:hAnsi="Times New Roman"/>
          <w:sz w:val="24"/>
          <w:szCs w:val="24"/>
        </w:rPr>
        <w:t>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- 2</w:t>
      </w:r>
      <w:r>
        <w:rPr>
          <w:rFonts w:ascii="Times New Roman" w:hAnsi="Times New Roman"/>
          <w:sz w:val="24"/>
          <w:szCs w:val="24"/>
        </w:rPr>
        <w:t>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- 2</w:t>
      </w:r>
      <w:r>
        <w:rPr>
          <w:rFonts w:ascii="Times New Roman" w:hAnsi="Times New Roman"/>
          <w:sz w:val="24"/>
          <w:szCs w:val="24"/>
        </w:rPr>
        <w:t>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8</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 w:rsidR="00795AB4" w:rsidRPr="005F00DB" w:rsidRDefault="00795AB4" w:rsidP="008228E7">
      <w:pPr>
        <w:pStyle w:val="4"/>
        <w:shd w:val="clear" w:color="auto" w:fill="FFFFFF"/>
        <w:rPr>
          <w:sz w:val="26"/>
          <w:szCs w:val="26"/>
        </w:rPr>
      </w:pPr>
      <w:r w:rsidRPr="005F00DB">
        <w:rPr>
          <w:sz w:val="26"/>
          <w:szCs w:val="26"/>
        </w:rPr>
        <w:lastRenderedPageBreak/>
        <w:t>Раздел 4. «Основные меры муниципального и правового регулирования».</w:t>
      </w:r>
    </w:p>
    <w:p w:rsidR="00795AB4" w:rsidRPr="005F00DB" w:rsidRDefault="00795AB4"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795AB4" w:rsidRPr="005F00DB" w:rsidRDefault="00795AB4"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795AB4" w:rsidRPr="005F00DB" w:rsidRDefault="00795AB4"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795AB4" w:rsidRPr="005F00DB" w:rsidRDefault="00795AB4"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795AB4" w:rsidRPr="005F00DB" w:rsidRDefault="00795AB4" w:rsidP="008228E7">
      <w:pPr>
        <w:rPr>
          <w:b/>
        </w:rPr>
      </w:pPr>
    </w:p>
    <w:p w:rsidR="00795AB4" w:rsidRPr="005F00DB" w:rsidRDefault="00795AB4"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795AB4" w:rsidRDefault="00795AB4" w:rsidP="008228E7">
      <w:pPr>
        <w:ind w:left="360"/>
        <w:rPr>
          <w:b/>
          <w:sz w:val="26"/>
          <w:szCs w:val="26"/>
        </w:rPr>
      </w:pPr>
    </w:p>
    <w:p w:rsidR="00795AB4" w:rsidRPr="005F00DB" w:rsidRDefault="00795AB4"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795AB4" w:rsidRPr="005F00DB" w:rsidRDefault="00795AB4" w:rsidP="008228E7">
      <w:pPr>
        <w:ind w:left="360"/>
        <w:rPr>
          <w:szCs w:val="28"/>
        </w:rPr>
      </w:pPr>
    </w:p>
    <w:p w:rsidR="00795AB4" w:rsidRPr="005F00DB" w:rsidRDefault="00795AB4"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 xml:space="preserve"> 3760</w:t>
      </w:r>
      <w:r w:rsidRPr="005F00DB">
        <w:rPr>
          <w:rFonts w:ascii="Times New Roman" w:hAnsi="Times New Roman"/>
          <w:sz w:val="24"/>
          <w:szCs w:val="24"/>
        </w:rPr>
        <w:t xml:space="preserve">  тыс. руб.</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2852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960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340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25 </w:t>
      </w:r>
      <w:r w:rsidRPr="005F00DB">
        <w:rPr>
          <w:rFonts w:ascii="Times New Roman" w:hAnsi="Times New Roman"/>
          <w:sz w:val="24"/>
          <w:szCs w:val="24"/>
        </w:rPr>
        <w:t>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 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w:t>
      </w:r>
      <w:r>
        <w:rPr>
          <w:rFonts w:ascii="Times New Roman" w:hAnsi="Times New Roman"/>
          <w:sz w:val="24"/>
          <w:szCs w:val="24"/>
        </w:rPr>
        <w:t>– 25</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 xml:space="preserve">68 </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795AB4" w:rsidRPr="002B1916" w:rsidRDefault="00795AB4" w:rsidP="008228E7">
      <w:pPr>
        <w:pStyle w:val="ConsPlusNormal"/>
        <w:ind w:firstLine="540"/>
        <w:jc w:val="both"/>
        <w:rPr>
          <w:rFonts w:ascii="Times New Roman" w:hAnsi="Times New Roman"/>
          <w:sz w:val="24"/>
          <w:szCs w:val="24"/>
        </w:rPr>
      </w:pPr>
      <w:r w:rsidRPr="002B1916">
        <w:rPr>
          <w:rFonts w:ascii="Times New Roman" w:hAnsi="Times New Roman"/>
          <w:sz w:val="24"/>
          <w:szCs w:val="24"/>
        </w:rPr>
        <w:t>2015 год - 100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795AB4" w:rsidRPr="005F00DB" w:rsidRDefault="00795AB4" w:rsidP="008228E7">
      <w:pPr>
        <w:pStyle w:val="ConsPlusNormal"/>
        <w:ind w:firstLine="540"/>
        <w:jc w:val="both"/>
        <w:rPr>
          <w:rFonts w:ascii="Times New Roman" w:hAnsi="Times New Roman"/>
          <w:sz w:val="24"/>
          <w:szCs w:val="24"/>
        </w:rPr>
      </w:pPr>
    </w:p>
    <w:p w:rsidR="00795AB4" w:rsidRPr="005F00DB" w:rsidRDefault="00795AB4"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795AB4" w:rsidRPr="005F00DB" w:rsidRDefault="00795AB4"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795AB4" w:rsidRPr="005F00DB" w:rsidRDefault="00795AB4"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95AB4" w:rsidRPr="005F00DB" w:rsidRDefault="00795AB4" w:rsidP="008228E7">
      <w:pPr>
        <w:widowControl w:val="0"/>
        <w:autoSpaceDE w:val="0"/>
        <w:autoSpaceDN w:val="0"/>
        <w:adjustRightInd w:val="0"/>
        <w:ind w:right="-1"/>
        <w:jc w:val="both"/>
      </w:pPr>
      <w:r w:rsidRPr="005F00DB">
        <w:lastRenderedPageBreak/>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95AB4" w:rsidRDefault="00795AB4" w:rsidP="008228E7">
      <w:pPr>
        <w:jc w:val="right"/>
        <w:rPr>
          <w:sz w:val="28"/>
          <w:szCs w:val="28"/>
        </w:rPr>
      </w:pPr>
    </w:p>
    <w:p w:rsidR="00795AB4" w:rsidRPr="005F00DB" w:rsidRDefault="00795AB4"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795AB4" w:rsidRPr="005F00DB" w:rsidRDefault="00795AB4"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795AB4" w:rsidRPr="005F00DB" w:rsidRDefault="00795AB4" w:rsidP="008228E7">
      <w:pPr>
        <w:pStyle w:val="4"/>
        <w:shd w:val="clear" w:color="auto" w:fill="FFFFFF"/>
        <w:rPr>
          <w:sz w:val="24"/>
          <w:szCs w:val="24"/>
        </w:rPr>
      </w:pPr>
      <w:r w:rsidRPr="005F00DB">
        <w:rPr>
          <w:sz w:val="24"/>
          <w:szCs w:val="24"/>
        </w:rPr>
        <w:t>Риски невыполнения подпрограммы</w:t>
      </w:r>
    </w:p>
    <w:p w:rsidR="00795AB4" w:rsidRPr="005F00DB" w:rsidRDefault="00795AB4"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795AB4" w:rsidRPr="005F00DB" w:rsidTr="008228E7">
        <w:tc>
          <w:tcPr>
            <w:tcW w:w="2630" w:type="dxa"/>
          </w:tcPr>
          <w:p w:rsidR="00795AB4" w:rsidRPr="005F00DB" w:rsidRDefault="00795AB4" w:rsidP="008228E7">
            <w:r w:rsidRPr="005F00DB">
              <w:t xml:space="preserve">Наименование рисков  </w:t>
            </w:r>
          </w:p>
        </w:tc>
        <w:tc>
          <w:tcPr>
            <w:tcW w:w="2419" w:type="dxa"/>
          </w:tcPr>
          <w:p w:rsidR="00795AB4" w:rsidRPr="005F00DB" w:rsidRDefault="00795AB4" w:rsidP="008228E7">
            <w:r w:rsidRPr="005F00DB">
              <w:t>Вероятность</w:t>
            </w:r>
          </w:p>
        </w:tc>
        <w:tc>
          <w:tcPr>
            <w:tcW w:w="2374" w:type="dxa"/>
          </w:tcPr>
          <w:p w:rsidR="00795AB4" w:rsidRPr="005F00DB" w:rsidRDefault="00795AB4" w:rsidP="008228E7">
            <w:r w:rsidRPr="005F00DB">
              <w:t>Сила влияния</w:t>
            </w:r>
          </w:p>
        </w:tc>
        <w:tc>
          <w:tcPr>
            <w:tcW w:w="2593" w:type="dxa"/>
          </w:tcPr>
          <w:p w:rsidR="00795AB4" w:rsidRPr="005F00DB" w:rsidRDefault="00795AB4" w:rsidP="008228E7">
            <w:r w:rsidRPr="005F00DB">
              <w:t xml:space="preserve">Способ преодоления риска   </w:t>
            </w:r>
          </w:p>
        </w:tc>
      </w:tr>
      <w:tr w:rsidR="00795AB4" w:rsidRPr="005F00DB" w:rsidTr="008228E7">
        <w:tc>
          <w:tcPr>
            <w:tcW w:w="10016" w:type="dxa"/>
            <w:gridSpan w:val="4"/>
          </w:tcPr>
          <w:p w:rsidR="00795AB4" w:rsidRPr="005F00DB" w:rsidRDefault="00795AB4" w:rsidP="008228E7">
            <w:pPr>
              <w:jc w:val="center"/>
              <w:rPr>
                <w:b/>
              </w:rPr>
            </w:pPr>
            <w:r w:rsidRPr="005F00DB">
              <w:rPr>
                <w:b/>
              </w:rPr>
              <w:t>Риски, связанные с недофинансированием подпрограммы</w:t>
            </w:r>
          </w:p>
        </w:tc>
      </w:tr>
      <w:tr w:rsidR="00795AB4" w:rsidRPr="005F00DB" w:rsidTr="008228E7">
        <w:tc>
          <w:tcPr>
            <w:tcW w:w="2630" w:type="dxa"/>
          </w:tcPr>
          <w:p w:rsidR="00795AB4" w:rsidRPr="005F00DB" w:rsidRDefault="00795AB4" w:rsidP="008228E7">
            <w:r w:rsidRPr="005F00DB">
              <w:t xml:space="preserve">Недофинансирование со стороны  федерального бюджета </w:t>
            </w:r>
          </w:p>
        </w:tc>
        <w:tc>
          <w:tcPr>
            <w:tcW w:w="2419" w:type="dxa"/>
          </w:tcPr>
          <w:p w:rsidR="00795AB4" w:rsidRPr="005F00DB" w:rsidRDefault="00795AB4" w:rsidP="008228E7">
            <w:r w:rsidRPr="005F00DB">
              <w:t>высокая</w:t>
            </w:r>
          </w:p>
        </w:tc>
        <w:tc>
          <w:tcPr>
            <w:tcW w:w="2374" w:type="dxa"/>
          </w:tcPr>
          <w:p w:rsidR="00795AB4" w:rsidRPr="005F00DB" w:rsidRDefault="00795AB4" w:rsidP="008228E7">
            <w:r w:rsidRPr="005F00DB">
              <w:t>высокая</w:t>
            </w:r>
          </w:p>
        </w:tc>
        <w:tc>
          <w:tcPr>
            <w:tcW w:w="2593" w:type="dxa"/>
          </w:tcPr>
          <w:p w:rsidR="00795AB4" w:rsidRPr="005F00DB" w:rsidRDefault="00795AB4"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795AB4" w:rsidRPr="005F00DB" w:rsidTr="008228E7">
        <w:tc>
          <w:tcPr>
            <w:tcW w:w="2630" w:type="dxa"/>
          </w:tcPr>
          <w:p w:rsidR="00795AB4" w:rsidRPr="005F00DB" w:rsidRDefault="00795AB4" w:rsidP="008228E7">
            <w:r w:rsidRPr="005F00DB">
              <w:t>Недофинансирование со стороны  областного бюджета</w:t>
            </w:r>
          </w:p>
        </w:tc>
        <w:tc>
          <w:tcPr>
            <w:tcW w:w="2419" w:type="dxa"/>
          </w:tcPr>
          <w:p w:rsidR="00795AB4" w:rsidRPr="005F00DB" w:rsidRDefault="00795AB4" w:rsidP="008228E7">
            <w:r w:rsidRPr="005F00DB">
              <w:t>высокая</w:t>
            </w:r>
          </w:p>
        </w:tc>
        <w:tc>
          <w:tcPr>
            <w:tcW w:w="2374" w:type="dxa"/>
          </w:tcPr>
          <w:p w:rsidR="00795AB4" w:rsidRPr="005F00DB" w:rsidRDefault="00795AB4" w:rsidP="008228E7">
            <w:r w:rsidRPr="005F00DB">
              <w:t>высокая</w:t>
            </w:r>
          </w:p>
        </w:tc>
        <w:tc>
          <w:tcPr>
            <w:tcW w:w="2593" w:type="dxa"/>
          </w:tcPr>
          <w:p w:rsidR="00795AB4" w:rsidRPr="005F00DB" w:rsidRDefault="00795AB4" w:rsidP="008228E7">
            <w:r w:rsidRPr="005F00DB">
              <w:t>определение приоритетов для первоочередного финансирования; мониторинг эффективности бюджетных вложений</w:t>
            </w:r>
          </w:p>
        </w:tc>
      </w:tr>
      <w:tr w:rsidR="00795AB4" w:rsidRPr="005F00DB" w:rsidTr="008228E7">
        <w:tc>
          <w:tcPr>
            <w:tcW w:w="2630" w:type="dxa"/>
          </w:tcPr>
          <w:p w:rsidR="00795AB4" w:rsidRPr="005F00DB" w:rsidRDefault="00795AB4" w:rsidP="008228E7">
            <w:r w:rsidRPr="005F00DB">
              <w:t>Недофинансирование со стороны  районного бюджета</w:t>
            </w:r>
          </w:p>
        </w:tc>
        <w:tc>
          <w:tcPr>
            <w:tcW w:w="2419" w:type="dxa"/>
          </w:tcPr>
          <w:p w:rsidR="00795AB4" w:rsidRPr="005F00DB" w:rsidRDefault="00795AB4" w:rsidP="008228E7">
            <w:r w:rsidRPr="005F00DB">
              <w:t>высокая</w:t>
            </w:r>
          </w:p>
        </w:tc>
        <w:tc>
          <w:tcPr>
            <w:tcW w:w="2374" w:type="dxa"/>
          </w:tcPr>
          <w:p w:rsidR="00795AB4" w:rsidRPr="005F00DB" w:rsidRDefault="00795AB4" w:rsidP="008228E7">
            <w:r w:rsidRPr="005F00DB">
              <w:t>средняя</w:t>
            </w:r>
          </w:p>
        </w:tc>
        <w:tc>
          <w:tcPr>
            <w:tcW w:w="2593" w:type="dxa"/>
          </w:tcPr>
          <w:p w:rsidR="00795AB4" w:rsidRPr="005F00DB" w:rsidRDefault="00795AB4" w:rsidP="008228E7">
            <w:r w:rsidRPr="005F00DB">
              <w:t>мониторинг эффективности бюджетных вложений</w:t>
            </w:r>
          </w:p>
        </w:tc>
      </w:tr>
      <w:tr w:rsidR="00795AB4" w:rsidRPr="005F00DB" w:rsidTr="008228E7">
        <w:tc>
          <w:tcPr>
            <w:tcW w:w="10016" w:type="dxa"/>
            <w:gridSpan w:val="4"/>
          </w:tcPr>
          <w:p w:rsidR="00795AB4" w:rsidRPr="005F00DB" w:rsidRDefault="00795AB4" w:rsidP="008228E7">
            <w:pPr>
              <w:jc w:val="center"/>
            </w:pPr>
            <w:r w:rsidRPr="005F00DB">
              <w:rPr>
                <w:b/>
              </w:rPr>
              <w:t>Риски, связанные с изменением внешней среды</w:t>
            </w:r>
          </w:p>
        </w:tc>
      </w:tr>
      <w:tr w:rsidR="00795AB4" w:rsidRPr="005F00DB" w:rsidTr="008228E7">
        <w:tc>
          <w:tcPr>
            <w:tcW w:w="2630" w:type="dxa"/>
          </w:tcPr>
          <w:p w:rsidR="00795AB4" w:rsidRPr="005F00DB" w:rsidRDefault="00795AB4" w:rsidP="008228E7">
            <w:r w:rsidRPr="005F00DB">
              <w:t>Изменения налогового законодательства</w:t>
            </w:r>
          </w:p>
        </w:tc>
        <w:tc>
          <w:tcPr>
            <w:tcW w:w="2419" w:type="dxa"/>
          </w:tcPr>
          <w:p w:rsidR="00795AB4" w:rsidRPr="005F00DB" w:rsidRDefault="00795AB4" w:rsidP="008228E7">
            <w:r w:rsidRPr="005F00DB">
              <w:t xml:space="preserve">Средняя </w:t>
            </w:r>
          </w:p>
        </w:tc>
        <w:tc>
          <w:tcPr>
            <w:tcW w:w="2374" w:type="dxa"/>
          </w:tcPr>
          <w:p w:rsidR="00795AB4" w:rsidRPr="005F00DB" w:rsidRDefault="00795AB4" w:rsidP="008228E7">
            <w:r w:rsidRPr="005F00DB">
              <w:t>высокая</w:t>
            </w:r>
          </w:p>
        </w:tc>
        <w:tc>
          <w:tcPr>
            <w:tcW w:w="2593" w:type="dxa"/>
          </w:tcPr>
          <w:p w:rsidR="00795AB4" w:rsidRPr="005F00DB" w:rsidRDefault="00795AB4"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795AB4" w:rsidRPr="005F00DB" w:rsidTr="008228E7">
        <w:tc>
          <w:tcPr>
            <w:tcW w:w="2630" w:type="dxa"/>
          </w:tcPr>
          <w:p w:rsidR="00795AB4" w:rsidRPr="005F00DB" w:rsidRDefault="00795AB4" w:rsidP="008228E7">
            <w:r w:rsidRPr="005F00DB">
              <w:t>Изменения федерального и областного законодательства в сфере государственной поддержки МСП</w:t>
            </w:r>
          </w:p>
        </w:tc>
        <w:tc>
          <w:tcPr>
            <w:tcW w:w="2419" w:type="dxa"/>
          </w:tcPr>
          <w:p w:rsidR="00795AB4" w:rsidRPr="005F00DB" w:rsidRDefault="00795AB4" w:rsidP="008228E7">
            <w:r w:rsidRPr="005F00DB">
              <w:t xml:space="preserve">Средняя </w:t>
            </w:r>
          </w:p>
        </w:tc>
        <w:tc>
          <w:tcPr>
            <w:tcW w:w="2374" w:type="dxa"/>
          </w:tcPr>
          <w:p w:rsidR="00795AB4" w:rsidRPr="005F00DB" w:rsidRDefault="00795AB4" w:rsidP="008228E7">
            <w:r w:rsidRPr="005F00DB">
              <w:t>высокая</w:t>
            </w:r>
          </w:p>
        </w:tc>
        <w:tc>
          <w:tcPr>
            <w:tcW w:w="2593"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795AB4" w:rsidRPr="005F00DB" w:rsidRDefault="00795AB4" w:rsidP="008228E7">
            <w:r w:rsidRPr="005F00DB">
              <w:t>общественными                                             объединениями                                              предпринимателей</w:t>
            </w:r>
          </w:p>
        </w:tc>
      </w:tr>
      <w:tr w:rsidR="00795AB4" w:rsidRPr="005F00DB" w:rsidTr="008228E7">
        <w:tc>
          <w:tcPr>
            <w:tcW w:w="2630" w:type="dxa"/>
          </w:tcPr>
          <w:p w:rsidR="00795AB4" w:rsidRPr="005F00DB" w:rsidRDefault="00795AB4" w:rsidP="008228E7">
            <w:r w:rsidRPr="005F00DB">
              <w:t>Снижение актуальности мероприятий</w:t>
            </w:r>
          </w:p>
        </w:tc>
        <w:tc>
          <w:tcPr>
            <w:tcW w:w="2419" w:type="dxa"/>
          </w:tcPr>
          <w:p w:rsidR="00795AB4" w:rsidRPr="005F00DB" w:rsidRDefault="00795AB4" w:rsidP="008228E7">
            <w:r w:rsidRPr="005F00DB">
              <w:t xml:space="preserve">Средняя </w:t>
            </w:r>
          </w:p>
        </w:tc>
        <w:tc>
          <w:tcPr>
            <w:tcW w:w="2374" w:type="dxa"/>
          </w:tcPr>
          <w:p w:rsidR="00795AB4" w:rsidRPr="005F00DB" w:rsidRDefault="00795AB4" w:rsidP="008228E7">
            <w:r w:rsidRPr="005F00DB">
              <w:t>высокая</w:t>
            </w:r>
          </w:p>
        </w:tc>
        <w:tc>
          <w:tcPr>
            <w:tcW w:w="2593"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795AB4" w:rsidRDefault="00795AB4" w:rsidP="008228E7">
            <w:r w:rsidRPr="005F00DB">
              <w:t xml:space="preserve">эффективности мероприятий Программы;                                             перераспределение </w:t>
            </w:r>
            <w:r w:rsidRPr="005F00DB">
              <w:lastRenderedPageBreak/>
              <w:t>средств между мероприятиями Программы</w:t>
            </w:r>
          </w:p>
          <w:p w:rsidR="00795AB4" w:rsidRDefault="00795AB4" w:rsidP="008228E7"/>
          <w:p w:rsidR="00795AB4" w:rsidRDefault="00795AB4" w:rsidP="008228E7"/>
          <w:p w:rsidR="00795AB4" w:rsidRDefault="00795AB4" w:rsidP="008228E7"/>
          <w:p w:rsidR="00795AB4" w:rsidRDefault="00795AB4" w:rsidP="008228E7"/>
          <w:p w:rsidR="00795AB4" w:rsidRPr="005F00DB" w:rsidRDefault="00795AB4" w:rsidP="008228E7"/>
        </w:tc>
      </w:tr>
      <w:tr w:rsidR="00795AB4" w:rsidRPr="005F00DB" w:rsidTr="008228E7">
        <w:tc>
          <w:tcPr>
            <w:tcW w:w="10016" w:type="dxa"/>
            <w:gridSpan w:val="4"/>
          </w:tcPr>
          <w:p w:rsidR="00795AB4" w:rsidRPr="005F00DB" w:rsidRDefault="00795AB4" w:rsidP="008228E7">
            <w:pPr>
              <w:jc w:val="center"/>
              <w:rPr>
                <w:b/>
              </w:rPr>
            </w:pPr>
            <w:r w:rsidRPr="005F00DB">
              <w:rPr>
                <w:b/>
              </w:rPr>
              <w:lastRenderedPageBreak/>
              <w:t>Риски, связанные с человеческим фактором</w:t>
            </w:r>
          </w:p>
        </w:tc>
      </w:tr>
      <w:tr w:rsidR="00795AB4" w:rsidRPr="005F00DB" w:rsidTr="008228E7">
        <w:tc>
          <w:tcPr>
            <w:tcW w:w="2630"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795AB4" w:rsidRPr="005F00DB" w:rsidRDefault="00795AB4" w:rsidP="008228E7">
            <w:r w:rsidRPr="005F00DB">
              <w:t>средняя</w:t>
            </w:r>
          </w:p>
        </w:tc>
        <w:tc>
          <w:tcPr>
            <w:tcW w:w="2374" w:type="dxa"/>
          </w:tcPr>
          <w:p w:rsidR="00795AB4" w:rsidRPr="005F00DB" w:rsidRDefault="00795AB4" w:rsidP="008228E7">
            <w:r w:rsidRPr="005F00DB">
              <w:t>средняя</w:t>
            </w:r>
          </w:p>
        </w:tc>
        <w:tc>
          <w:tcPr>
            <w:tcW w:w="2593" w:type="dxa"/>
          </w:tcPr>
          <w:p w:rsidR="00795AB4" w:rsidRPr="005F00DB" w:rsidRDefault="00795AB4"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795AB4" w:rsidRPr="005F00DB" w:rsidTr="008228E7">
        <w:tc>
          <w:tcPr>
            <w:tcW w:w="2630"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795AB4" w:rsidRPr="005F00DB" w:rsidRDefault="00795AB4" w:rsidP="008228E7">
            <w:r w:rsidRPr="005F00DB">
              <w:t>средняя</w:t>
            </w:r>
          </w:p>
        </w:tc>
        <w:tc>
          <w:tcPr>
            <w:tcW w:w="2374" w:type="dxa"/>
          </w:tcPr>
          <w:p w:rsidR="00795AB4" w:rsidRPr="005F00DB" w:rsidRDefault="00795AB4" w:rsidP="008228E7">
            <w:r w:rsidRPr="005F00DB">
              <w:t>средняя</w:t>
            </w:r>
          </w:p>
        </w:tc>
        <w:tc>
          <w:tcPr>
            <w:tcW w:w="2593" w:type="dxa"/>
          </w:tcPr>
          <w:p w:rsidR="00795AB4" w:rsidRPr="005F00DB" w:rsidRDefault="00795AB4" w:rsidP="008228E7">
            <w:r w:rsidRPr="005F00DB">
              <w:t xml:space="preserve">корректировка мероприятий  активность МСП Программы с привлечением представителей МСП </w:t>
            </w:r>
          </w:p>
        </w:tc>
      </w:tr>
      <w:tr w:rsidR="00795AB4" w:rsidRPr="005F00DB" w:rsidTr="008228E7">
        <w:tc>
          <w:tcPr>
            <w:tcW w:w="10016" w:type="dxa"/>
            <w:gridSpan w:val="4"/>
          </w:tcPr>
          <w:p w:rsidR="00795AB4" w:rsidRPr="005F00DB" w:rsidRDefault="00795AB4" w:rsidP="008228E7">
            <w:pPr>
              <w:jc w:val="center"/>
              <w:rPr>
                <w:b/>
              </w:rPr>
            </w:pPr>
            <w:r w:rsidRPr="005F00DB">
              <w:rPr>
                <w:b/>
              </w:rPr>
              <w:t>Риски, связанные с негативными природными явлениями</w:t>
            </w:r>
          </w:p>
        </w:tc>
      </w:tr>
      <w:tr w:rsidR="00795AB4" w:rsidRPr="005F00DB" w:rsidTr="008228E7">
        <w:tc>
          <w:tcPr>
            <w:tcW w:w="2630"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795AB4" w:rsidRPr="005F00DB" w:rsidRDefault="00795AB4" w:rsidP="008228E7">
            <w:r w:rsidRPr="005F00DB">
              <w:t xml:space="preserve">низкая </w:t>
            </w:r>
          </w:p>
        </w:tc>
        <w:tc>
          <w:tcPr>
            <w:tcW w:w="2374" w:type="dxa"/>
          </w:tcPr>
          <w:p w:rsidR="00795AB4" w:rsidRPr="005F00DB" w:rsidRDefault="00795AB4" w:rsidP="008228E7">
            <w:r w:rsidRPr="005F00DB">
              <w:t>средняя</w:t>
            </w:r>
          </w:p>
        </w:tc>
        <w:tc>
          <w:tcPr>
            <w:tcW w:w="2593" w:type="dxa"/>
          </w:tcPr>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795AB4" w:rsidRPr="005F00DB" w:rsidRDefault="00795AB4"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795AB4" w:rsidRPr="005F00DB" w:rsidRDefault="00795AB4" w:rsidP="008228E7">
            <w:r w:rsidRPr="005F00DB">
              <w:t>самоуправления по преодолению последствий</w:t>
            </w:r>
          </w:p>
        </w:tc>
      </w:tr>
    </w:tbl>
    <w:p w:rsidR="00795AB4" w:rsidRPr="005F00DB" w:rsidRDefault="00795AB4" w:rsidP="008228E7">
      <w:pPr>
        <w:ind w:firstLine="709"/>
        <w:rPr>
          <w:b/>
          <w:szCs w:val="28"/>
        </w:rPr>
      </w:pPr>
    </w:p>
    <w:p w:rsidR="00795AB4" w:rsidRDefault="00795AB4" w:rsidP="008228E7">
      <w:pPr>
        <w:ind w:firstLine="709"/>
        <w:rPr>
          <w:b/>
          <w:sz w:val="26"/>
          <w:szCs w:val="26"/>
        </w:rPr>
      </w:pPr>
    </w:p>
    <w:p w:rsidR="00795AB4" w:rsidRDefault="00795AB4" w:rsidP="008228E7">
      <w:pPr>
        <w:ind w:firstLine="709"/>
        <w:rPr>
          <w:b/>
          <w:sz w:val="26"/>
          <w:szCs w:val="26"/>
        </w:rPr>
      </w:pPr>
    </w:p>
    <w:p w:rsidR="00795AB4" w:rsidRPr="005F00DB" w:rsidRDefault="00795AB4" w:rsidP="008228E7">
      <w:pPr>
        <w:ind w:firstLine="709"/>
        <w:rPr>
          <w:b/>
          <w:sz w:val="26"/>
          <w:szCs w:val="26"/>
        </w:rPr>
      </w:pPr>
      <w:r w:rsidRPr="005F00DB">
        <w:rPr>
          <w:b/>
          <w:sz w:val="26"/>
          <w:szCs w:val="26"/>
        </w:rPr>
        <w:t>Раздел 8. «Оценка эффективности муниципальной подпрограммы».</w:t>
      </w:r>
    </w:p>
    <w:p w:rsidR="00795AB4" w:rsidRPr="005F00DB" w:rsidRDefault="00795AB4" w:rsidP="008228E7">
      <w:pPr>
        <w:ind w:firstLine="709"/>
        <w:rPr>
          <w:b/>
        </w:rPr>
      </w:pPr>
    </w:p>
    <w:p w:rsidR="00795AB4" w:rsidRPr="005F00DB" w:rsidRDefault="00795AB4"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795AB4" w:rsidRPr="005F00DB" w:rsidRDefault="00795AB4"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795AB4" w:rsidRPr="005F00DB" w:rsidRDefault="00795AB4"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795AB4" w:rsidRPr="005F00DB" w:rsidRDefault="00795AB4"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795AB4" w:rsidRDefault="00795AB4" w:rsidP="008228E7">
      <w:pPr>
        <w:jc w:val="right"/>
      </w:pPr>
    </w:p>
    <w:p w:rsidR="00795AB4" w:rsidRPr="00432C5B" w:rsidRDefault="00795AB4" w:rsidP="008228E7">
      <w:pPr>
        <w:jc w:val="right"/>
      </w:pPr>
    </w:p>
    <w:p w:rsidR="00795AB4" w:rsidRDefault="00795AB4" w:rsidP="008228E7">
      <w:pPr>
        <w:jc w:val="right"/>
      </w:pPr>
    </w:p>
    <w:p w:rsidR="00795AB4" w:rsidRDefault="00795AB4" w:rsidP="008228E7">
      <w:pPr>
        <w:jc w:val="right"/>
      </w:pPr>
    </w:p>
    <w:p w:rsidR="00795AB4" w:rsidRDefault="00795AB4" w:rsidP="008228E7">
      <w:pPr>
        <w:jc w:val="right"/>
      </w:pPr>
    </w:p>
    <w:p w:rsidR="00795AB4" w:rsidRDefault="00795AB4" w:rsidP="008228E7">
      <w:pPr>
        <w:jc w:val="right"/>
      </w:pPr>
    </w:p>
    <w:p w:rsidR="00795AB4" w:rsidRDefault="00795AB4" w:rsidP="008228E7">
      <w:pPr>
        <w:jc w:val="right"/>
      </w:pPr>
    </w:p>
    <w:p w:rsidR="00795AB4" w:rsidRDefault="00795AB4" w:rsidP="008228E7">
      <w:pPr>
        <w:jc w:val="right"/>
      </w:pPr>
    </w:p>
    <w:p w:rsidR="00795AB4" w:rsidRPr="00895671" w:rsidRDefault="00795AB4"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795AB4" w:rsidRPr="00895671" w:rsidRDefault="00795AB4" w:rsidP="003D7AEE">
      <w:pPr>
        <w:ind w:left="42" w:firstLine="678"/>
        <w:jc w:val="both"/>
        <w:rPr>
          <w:rFonts w:eastAsia="Times New Roman"/>
          <w:b/>
          <w:color w:val="000000"/>
          <w:sz w:val="26"/>
          <w:szCs w:val="26"/>
          <w:u w:val="single"/>
          <w:lang w:eastAsia="ru-RU"/>
        </w:rPr>
      </w:pPr>
    </w:p>
    <w:p w:rsidR="00795AB4" w:rsidRPr="00895671" w:rsidRDefault="00795AB4" w:rsidP="003D7AEE">
      <w:pPr>
        <w:jc w:val="center"/>
        <w:rPr>
          <w:rFonts w:eastAsia="Times New Roman"/>
          <w:b/>
          <w:color w:val="000000"/>
          <w:lang w:eastAsia="ru-RU"/>
        </w:rPr>
      </w:pPr>
      <w:r w:rsidRPr="00895671">
        <w:rPr>
          <w:rFonts w:eastAsia="Times New Roman"/>
          <w:b/>
          <w:color w:val="000000"/>
          <w:lang w:eastAsia="ru-RU"/>
        </w:rPr>
        <w:t>ПАСПОРТ</w:t>
      </w:r>
    </w:p>
    <w:p w:rsidR="00795AB4" w:rsidRPr="00A337B5" w:rsidRDefault="00795AB4"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r w:rsidRPr="00A337B5">
        <w:rPr>
          <w:rFonts w:eastAsia="Times New Roman"/>
          <w:b/>
          <w:color w:val="000000"/>
          <w:lang w:eastAsia="ru-RU"/>
        </w:rPr>
        <w:t xml:space="preserve"> </w:t>
      </w:r>
    </w:p>
    <w:p w:rsidR="00795AB4" w:rsidRPr="00A337B5" w:rsidRDefault="00795AB4"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795AB4" w:rsidRPr="00895671" w:rsidRDefault="00795AB4"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795AB4" w:rsidRPr="00895671" w:rsidRDefault="00795AB4"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Цель:</w:t>
            </w:r>
          </w:p>
          <w:p w:rsidR="00795AB4" w:rsidRPr="00895671" w:rsidRDefault="00795AB4"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795AB4" w:rsidRPr="00895671" w:rsidRDefault="00795AB4" w:rsidP="00612961">
            <w:pPr>
              <w:rPr>
                <w:rFonts w:eastAsia="Times New Roman"/>
                <w:color w:val="000000"/>
                <w:lang w:eastAsia="ru-RU"/>
              </w:rPr>
            </w:pPr>
            <w:r w:rsidRPr="00895671">
              <w:rPr>
                <w:rFonts w:eastAsia="Times New Roman"/>
                <w:color w:val="000000"/>
                <w:lang w:eastAsia="ru-RU"/>
              </w:rPr>
              <w:t>Задачи:</w:t>
            </w:r>
          </w:p>
          <w:p w:rsidR="00795AB4" w:rsidRPr="00895671" w:rsidRDefault="00795AB4"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795AB4" w:rsidRPr="00895671" w:rsidRDefault="00795AB4"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795AB4" w:rsidRPr="00870E2C" w:rsidRDefault="00795AB4"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795AB4" w:rsidRDefault="00795AB4" w:rsidP="00612961">
            <w:pPr>
              <w:rPr>
                <w:rFonts w:eastAsia="Times New Roman"/>
                <w:color w:val="000000"/>
                <w:lang w:eastAsia="ru-RU"/>
              </w:rPr>
            </w:pPr>
            <w:r w:rsidRPr="00870E2C">
              <w:rPr>
                <w:rFonts w:eastAsia="Times New Roman"/>
                <w:color w:val="000000"/>
                <w:lang w:eastAsia="ru-RU"/>
              </w:rPr>
              <w:t>2014 год –   81827,5  тыс. рублей</w:t>
            </w:r>
          </w:p>
          <w:p w:rsidR="00795AB4" w:rsidRPr="00063626" w:rsidRDefault="00795AB4" w:rsidP="008C35E2">
            <w:pPr>
              <w:pStyle w:val="ConsPlusNormal"/>
              <w:ind w:firstLine="0"/>
              <w:jc w:val="both"/>
              <w:rPr>
                <w:rFonts w:ascii="Times New Roman" w:hAnsi="Times New Roman"/>
                <w:sz w:val="24"/>
                <w:szCs w:val="24"/>
              </w:rPr>
            </w:pPr>
            <w:r w:rsidRPr="00063626">
              <w:rPr>
                <w:rFonts w:ascii="Times New Roman" w:hAnsi="Times New Roman"/>
                <w:sz w:val="24"/>
                <w:szCs w:val="24"/>
              </w:rPr>
              <w:t>в т.ч.:</w:t>
            </w:r>
          </w:p>
          <w:p w:rsidR="00795AB4" w:rsidRPr="00063626" w:rsidRDefault="00795AB4"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795AB4" w:rsidRPr="00063626" w:rsidRDefault="00795AB4"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795AB4" w:rsidRPr="00063626" w:rsidRDefault="00795AB4"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795AB4" w:rsidRPr="00870E2C" w:rsidRDefault="00795AB4" w:rsidP="00612961">
            <w:pPr>
              <w:rPr>
                <w:rFonts w:eastAsia="Times New Roman"/>
                <w:color w:val="000000"/>
                <w:lang w:eastAsia="ru-RU"/>
              </w:rPr>
            </w:pPr>
            <w:r w:rsidRPr="00063626">
              <w:t>2014 год- 80919,4 тыс. руб.</w:t>
            </w:r>
          </w:p>
        </w:tc>
      </w:tr>
      <w:tr w:rsidR="00795AB4" w:rsidRPr="00895671" w:rsidTr="00612961">
        <w:tc>
          <w:tcPr>
            <w:tcW w:w="3168"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795AB4" w:rsidRPr="00895671" w:rsidRDefault="00795AB4"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795AB4" w:rsidRPr="00895671" w:rsidRDefault="00795AB4"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795AB4" w:rsidRPr="00895671" w:rsidRDefault="00795AB4" w:rsidP="003D7AEE">
      <w:pPr>
        <w:jc w:val="center"/>
        <w:rPr>
          <w:rFonts w:eastAsia="Times New Roman"/>
          <w:color w:val="000000"/>
          <w:lang w:eastAsia="ru-RU"/>
        </w:rPr>
      </w:pPr>
    </w:p>
    <w:p w:rsidR="00795AB4" w:rsidRPr="00895671" w:rsidRDefault="00795AB4"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795AB4" w:rsidRPr="00895671" w:rsidRDefault="00795AB4" w:rsidP="003D7AEE">
      <w:pPr>
        <w:pStyle w:val="ConsPlusNonformat"/>
        <w:jc w:val="both"/>
        <w:rPr>
          <w:rFonts w:ascii="Times New Roman" w:hAnsi="Times New Roman" w:cs="Times New Roman"/>
          <w:color w:val="000000"/>
          <w:sz w:val="24"/>
          <w:szCs w:val="24"/>
        </w:rPr>
      </w:pPr>
    </w:p>
    <w:p w:rsidR="00795AB4" w:rsidRPr="00A337B5" w:rsidRDefault="00795AB4"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795AB4" w:rsidRPr="00A337B5" w:rsidRDefault="00795AB4" w:rsidP="003D7AEE">
      <w:pPr>
        <w:ind w:firstLine="567"/>
        <w:jc w:val="both"/>
      </w:pPr>
      <w:r w:rsidRPr="00A337B5">
        <w:lastRenderedPageBreak/>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795AB4" w:rsidRPr="00A337B5" w:rsidRDefault="00795AB4"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795AB4" w:rsidRPr="00A337B5" w:rsidRDefault="00795AB4"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795AB4" w:rsidRPr="00A337B5" w:rsidRDefault="00795AB4"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795AB4" w:rsidRPr="00A337B5" w:rsidRDefault="00795AB4"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795AB4" w:rsidRPr="00A337B5" w:rsidRDefault="00795AB4" w:rsidP="003D7AEE">
      <w:pPr>
        <w:pStyle w:val="ConsPlusNonformat"/>
        <w:jc w:val="both"/>
        <w:rPr>
          <w:rFonts w:ascii="Times New Roman" w:hAnsi="Times New Roman" w:cs="Times New Roman"/>
          <w:sz w:val="24"/>
          <w:szCs w:val="24"/>
        </w:rPr>
      </w:pPr>
    </w:p>
    <w:p w:rsidR="00795AB4" w:rsidRPr="00A337B5" w:rsidRDefault="00795AB4"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795AB4" w:rsidRPr="00A337B5" w:rsidRDefault="00795AB4" w:rsidP="003D7AEE">
      <w:pPr>
        <w:pStyle w:val="ConsPlusNonformat"/>
        <w:jc w:val="both"/>
        <w:rPr>
          <w:rFonts w:ascii="Times New Roman" w:hAnsi="Times New Roman" w:cs="Times New Roman"/>
          <w:sz w:val="24"/>
          <w:szCs w:val="24"/>
        </w:rPr>
      </w:pPr>
    </w:p>
    <w:p w:rsidR="00795AB4" w:rsidRPr="00A337B5" w:rsidRDefault="00795AB4"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795AB4" w:rsidRPr="00A337B5" w:rsidRDefault="00795AB4"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795AB4" w:rsidRPr="00A337B5" w:rsidRDefault="00795AB4" w:rsidP="003D7AEE">
      <w:pPr>
        <w:ind w:firstLine="567"/>
        <w:jc w:val="both"/>
      </w:pPr>
      <w:r w:rsidRPr="00A337B5">
        <w:t xml:space="preserve">Достижение данной цели будет обеспечиваться решением следующих основных задач: </w:t>
      </w:r>
    </w:p>
    <w:p w:rsidR="00795AB4" w:rsidRPr="00A337B5" w:rsidRDefault="00795AB4"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795AB4" w:rsidRPr="00A337B5" w:rsidRDefault="00795AB4"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795AB4" w:rsidRPr="00A337B5" w:rsidRDefault="00795AB4"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795AB4" w:rsidRPr="00A337B5" w:rsidRDefault="00795AB4"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795AB4" w:rsidRPr="00A337B5" w:rsidRDefault="00795AB4"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795AB4" w:rsidRPr="008C35E2" w:rsidRDefault="00795AB4"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95AB4" w:rsidRPr="008C35E2" w:rsidRDefault="00795AB4"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795AB4" w:rsidRDefault="00795AB4"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году  предполагается:                                       </w:t>
      </w:r>
      <w:r w:rsidRPr="008C35E2">
        <w:rPr>
          <w:rFonts w:ascii="Times New Roman" w:hAnsi="Times New Roman"/>
          <w:sz w:val="24"/>
          <w:szCs w:val="24"/>
        </w:rPr>
        <w:br/>
        <w:t xml:space="preserve">-  увеличить  количество  систематически занимающихся физической культурой и спортом </w:t>
      </w:r>
      <w:r w:rsidRPr="008C35E2">
        <w:rPr>
          <w:rFonts w:ascii="Times New Roman" w:hAnsi="Times New Roman"/>
          <w:sz w:val="24"/>
          <w:szCs w:val="24"/>
        </w:rPr>
        <w:lastRenderedPageBreak/>
        <w:t>до 30%.</w:t>
      </w:r>
      <w:r w:rsidRPr="00196222">
        <w:rPr>
          <w:color w:val="008000"/>
        </w:rPr>
        <w:t xml:space="preserve">                </w:t>
      </w:r>
      <w:r w:rsidRPr="00196222">
        <w:rPr>
          <w:color w:val="008000"/>
        </w:rPr>
        <w:br/>
      </w:r>
    </w:p>
    <w:p w:rsidR="00795AB4" w:rsidRPr="00196222" w:rsidRDefault="00795A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795AB4" w:rsidRPr="00196222" w:rsidRDefault="00795AB4" w:rsidP="003D7AEE">
      <w:pPr>
        <w:ind w:firstLine="567"/>
        <w:jc w:val="both"/>
      </w:pPr>
      <w:r w:rsidRPr="00196222">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795AB4" w:rsidRPr="00196222" w:rsidRDefault="00795AB4" w:rsidP="003D7AEE">
      <w:pPr>
        <w:ind w:firstLine="567"/>
        <w:jc w:val="both"/>
      </w:pPr>
      <w:r w:rsidRPr="00196222">
        <w:t>В рамках подпрограммы предусматривается реализация одного мероприятия:</w:t>
      </w:r>
    </w:p>
    <w:p w:rsidR="00795AB4" w:rsidRPr="00196222" w:rsidRDefault="00795AB4"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795AB4" w:rsidRPr="00196222" w:rsidRDefault="00795AB4"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795AB4" w:rsidRPr="00196222" w:rsidRDefault="00795AB4"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795AB4" w:rsidRPr="00196222" w:rsidRDefault="00795AB4" w:rsidP="003D7AEE">
      <w:pPr>
        <w:jc w:val="center"/>
        <w:rPr>
          <w:b/>
        </w:rPr>
      </w:pPr>
    </w:p>
    <w:p w:rsidR="00795AB4" w:rsidRPr="00196222" w:rsidRDefault="00795AB4" w:rsidP="003D7AEE">
      <w:pPr>
        <w:pStyle w:val="ConsPlusNormal"/>
        <w:ind w:firstLine="0"/>
        <w:jc w:val="center"/>
        <w:rPr>
          <w:rFonts w:ascii="Times New Roman" w:hAnsi="Times New Roman"/>
          <w:sz w:val="24"/>
          <w:szCs w:val="24"/>
        </w:rPr>
      </w:pPr>
    </w:p>
    <w:p w:rsidR="00795AB4" w:rsidRPr="00196222" w:rsidRDefault="00795A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795AB4" w:rsidRPr="00196222" w:rsidRDefault="00795AB4"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795AB4" w:rsidRPr="00196222" w:rsidRDefault="00795AB4"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795AB4" w:rsidRPr="00196222" w:rsidRDefault="00795AB4"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795AB4" w:rsidRPr="00196222" w:rsidRDefault="00795AB4"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795AB4" w:rsidRPr="00196222" w:rsidRDefault="00795AB4" w:rsidP="003D7AEE">
      <w:pPr>
        <w:rPr>
          <w:b/>
        </w:rPr>
      </w:pPr>
    </w:p>
    <w:p w:rsidR="00795AB4" w:rsidRPr="00196222" w:rsidRDefault="00795AB4"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795AB4" w:rsidRPr="00196222" w:rsidRDefault="00795AB4" w:rsidP="003D7AEE"/>
    <w:p w:rsidR="00795AB4" w:rsidRPr="00196222" w:rsidRDefault="00795A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795AB4" w:rsidRPr="00063626" w:rsidRDefault="00795AB4"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795AB4" w:rsidRPr="00063626" w:rsidRDefault="00795AB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795AB4" w:rsidRPr="00063626" w:rsidRDefault="00795AB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795AB4" w:rsidRPr="00063626" w:rsidRDefault="00795AB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795AB4" w:rsidRPr="00063626" w:rsidRDefault="00795AB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795AB4" w:rsidRPr="00063626" w:rsidRDefault="00795AB4"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795AB4" w:rsidRPr="00196222" w:rsidRDefault="00795AB4"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95AB4" w:rsidRPr="00196222" w:rsidRDefault="00795AB4" w:rsidP="003D7AEE">
      <w:pPr>
        <w:widowControl w:val="0"/>
        <w:autoSpaceDE w:val="0"/>
        <w:autoSpaceDN w:val="0"/>
        <w:adjustRightInd w:val="0"/>
        <w:ind w:right="-1"/>
        <w:jc w:val="both"/>
      </w:pPr>
      <w:r w:rsidRPr="00196222">
        <w:t xml:space="preserve">         </w:t>
      </w:r>
    </w:p>
    <w:p w:rsidR="00795AB4" w:rsidRPr="00196222" w:rsidRDefault="00795AB4"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95AB4" w:rsidRPr="00196222" w:rsidRDefault="00795AB4"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795AB4" w:rsidRDefault="00795AB4" w:rsidP="003D7AEE">
      <w:pPr>
        <w:ind w:firstLine="709"/>
        <w:jc w:val="center"/>
      </w:pPr>
    </w:p>
    <w:p w:rsidR="00795AB4" w:rsidRPr="00196222" w:rsidRDefault="00795AB4"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795AB4" w:rsidRPr="00196222" w:rsidRDefault="00795AB4"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795AB4" w:rsidRPr="00196222" w:rsidRDefault="00795AB4"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795AB4" w:rsidRPr="00196222" w:rsidRDefault="00795AB4" w:rsidP="003D7AEE">
      <w:pPr>
        <w:ind w:firstLine="540"/>
      </w:pPr>
    </w:p>
    <w:p w:rsidR="00795AB4" w:rsidRPr="00196222" w:rsidRDefault="00795AB4"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795AB4" w:rsidRPr="00196222" w:rsidRDefault="00795AB4"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795AB4" w:rsidRPr="00196222" w:rsidRDefault="00795AB4"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795AB4" w:rsidRPr="00196222" w:rsidRDefault="00795AB4"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795AB4" w:rsidRPr="00196222" w:rsidRDefault="00795AB4"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795AB4" w:rsidRDefault="00795AB4"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795AB4" w:rsidRDefault="00795AB4" w:rsidP="003D7AEE">
      <w:pPr>
        <w:pStyle w:val="16"/>
        <w:ind w:left="0" w:firstLine="720"/>
        <w:rPr>
          <w:rFonts w:ascii="Times New Roman" w:hAnsi="Times New Roman"/>
          <w:sz w:val="24"/>
          <w:szCs w:val="24"/>
        </w:rPr>
      </w:pPr>
    </w:p>
    <w:p w:rsidR="00795AB4" w:rsidRPr="00343502" w:rsidRDefault="00795AB4" w:rsidP="00737D3A">
      <w:pPr>
        <w:autoSpaceDE w:val="0"/>
        <w:autoSpaceDN w:val="0"/>
        <w:adjustRightInd w:val="0"/>
        <w:ind w:firstLine="720"/>
        <w:jc w:val="center"/>
        <w:rPr>
          <w:b/>
          <w:sz w:val="26"/>
          <w:szCs w:val="26"/>
          <w:u w:val="single"/>
        </w:rPr>
      </w:pPr>
      <w:r w:rsidRPr="00343502">
        <w:rPr>
          <w:b/>
          <w:sz w:val="26"/>
          <w:szCs w:val="26"/>
          <w:u w:val="single"/>
        </w:rPr>
        <w:lastRenderedPageBreak/>
        <w:t xml:space="preserve">Подпрограмма 7 «Ремонт и благоустройство военно-мемориальных объектов  Таловского муниципального района </w:t>
      </w:r>
    </w:p>
    <w:p w:rsidR="00795AB4" w:rsidRPr="00343502" w:rsidRDefault="00795AB4"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795AB4" w:rsidRPr="00343502" w:rsidRDefault="00795AB4" w:rsidP="00737D3A">
      <w:pPr>
        <w:autoSpaceDE w:val="0"/>
        <w:autoSpaceDN w:val="0"/>
        <w:adjustRightInd w:val="0"/>
        <w:rPr>
          <w:sz w:val="26"/>
          <w:szCs w:val="26"/>
        </w:rPr>
      </w:pPr>
    </w:p>
    <w:p w:rsidR="00795AB4" w:rsidRPr="00343502" w:rsidRDefault="00795AB4" w:rsidP="00737D3A">
      <w:pPr>
        <w:autoSpaceDE w:val="0"/>
        <w:autoSpaceDN w:val="0"/>
        <w:adjustRightInd w:val="0"/>
        <w:jc w:val="center"/>
      </w:pPr>
      <w:r w:rsidRPr="00343502">
        <w:t xml:space="preserve">ПАСПОРТ </w:t>
      </w:r>
    </w:p>
    <w:p w:rsidR="00795AB4" w:rsidRPr="00343502" w:rsidRDefault="00795AB4" w:rsidP="00737D3A">
      <w:pPr>
        <w:autoSpaceDE w:val="0"/>
        <w:autoSpaceDN w:val="0"/>
        <w:adjustRightInd w:val="0"/>
        <w:jc w:val="center"/>
      </w:pPr>
      <w:r w:rsidRPr="00343502">
        <w:t>Подпрограммы «Ремонт и благоустройство военно-мемориальных объектов Таловского муниципального района на 2015-2019 годы»</w:t>
      </w:r>
    </w:p>
    <w:p w:rsidR="00795AB4" w:rsidRPr="00343502" w:rsidRDefault="00795AB4"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795AB4" w:rsidRPr="00343502" w:rsidTr="00C21082">
        <w:trPr>
          <w:trHeight w:val="569"/>
        </w:trPr>
        <w:tc>
          <w:tcPr>
            <w:tcW w:w="3574" w:type="dxa"/>
          </w:tcPr>
          <w:p w:rsidR="00795AB4" w:rsidRPr="00343502" w:rsidRDefault="00795AB4" w:rsidP="00FE10D2">
            <w:pPr>
              <w:autoSpaceDE w:val="0"/>
              <w:autoSpaceDN w:val="0"/>
              <w:adjustRightInd w:val="0"/>
            </w:pPr>
            <w:r w:rsidRPr="00343502">
              <w:t>Ответственный исполнитель подпрограммы</w:t>
            </w:r>
          </w:p>
        </w:tc>
        <w:tc>
          <w:tcPr>
            <w:tcW w:w="6254" w:type="dxa"/>
          </w:tcPr>
          <w:p w:rsidR="00795AB4" w:rsidRPr="00343502" w:rsidRDefault="00795AB4"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Основные разработчики подпрограммы</w:t>
            </w:r>
          </w:p>
        </w:tc>
        <w:tc>
          <w:tcPr>
            <w:tcW w:w="6254" w:type="dxa"/>
          </w:tcPr>
          <w:p w:rsidR="00795AB4" w:rsidRPr="00343502" w:rsidRDefault="00795AB4"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Основные мероприятия подпрограммы</w:t>
            </w:r>
          </w:p>
        </w:tc>
        <w:tc>
          <w:tcPr>
            <w:tcW w:w="6254" w:type="dxa"/>
          </w:tcPr>
          <w:p w:rsidR="00795AB4" w:rsidRPr="00343502" w:rsidRDefault="00795AB4"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Цель подпрограммы</w:t>
            </w:r>
          </w:p>
        </w:tc>
        <w:tc>
          <w:tcPr>
            <w:tcW w:w="6254" w:type="dxa"/>
          </w:tcPr>
          <w:p w:rsidR="00795AB4" w:rsidRPr="00343502" w:rsidRDefault="00795AB4"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Задачи подпрограммы</w:t>
            </w:r>
          </w:p>
        </w:tc>
        <w:tc>
          <w:tcPr>
            <w:tcW w:w="6254" w:type="dxa"/>
          </w:tcPr>
          <w:p w:rsidR="00795AB4" w:rsidRPr="00343502" w:rsidRDefault="00795AB4"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 xml:space="preserve">Целевые индикаторы </w:t>
            </w:r>
          </w:p>
        </w:tc>
        <w:tc>
          <w:tcPr>
            <w:tcW w:w="6254" w:type="dxa"/>
          </w:tcPr>
          <w:p w:rsidR="00795AB4" w:rsidRPr="00343502" w:rsidRDefault="00795AB4"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Этапы и сроки реализации подпрограммы</w:t>
            </w:r>
          </w:p>
        </w:tc>
        <w:tc>
          <w:tcPr>
            <w:tcW w:w="6254" w:type="dxa"/>
          </w:tcPr>
          <w:p w:rsidR="00795AB4" w:rsidRPr="00343502" w:rsidRDefault="00795AB4" w:rsidP="00FE10D2">
            <w:pPr>
              <w:autoSpaceDE w:val="0"/>
              <w:autoSpaceDN w:val="0"/>
              <w:adjustRightInd w:val="0"/>
            </w:pPr>
            <w:r w:rsidRPr="00343502">
              <w:t>2015 – 2019 годы</w:t>
            </w:r>
          </w:p>
        </w:tc>
      </w:tr>
      <w:tr w:rsidR="00795AB4" w:rsidRPr="00343502" w:rsidTr="00C21082">
        <w:tc>
          <w:tcPr>
            <w:tcW w:w="3574" w:type="dxa"/>
          </w:tcPr>
          <w:p w:rsidR="00795AB4" w:rsidRPr="00343502" w:rsidRDefault="00795AB4"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795AB4" w:rsidRPr="00343502" w:rsidRDefault="00795AB4" w:rsidP="00FE10D2">
            <w:pPr>
              <w:autoSpaceDE w:val="0"/>
              <w:autoSpaceDN w:val="0"/>
              <w:adjustRightInd w:val="0"/>
            </w:pPr>
            <w:r>
              <w:t xml:space="preserve">Общий объем финансирования  </w:t>
            </w:r>
            <w:r w:rsidRPr="00343502">
              <w:t>919,5 тыс. руб., в т.ч.</w:t>
            </w:r>
            <w:r>
              <w:t>:</w:t>
            </w:r>
          </w:p>
          <w:p w:rsidR="00795AB4" w:rsidRDefault="00795AB4" w:rsidP="00FE10D2">
            <w:pPr>
              <w:autoSpaceDE w:val="0"/>
              <w:autoSpaceDN w:val="0"/>
              <w:adjustRightInd w:val="0"/>
            </w:pPr>
            <w:r>
              <w:t>по годам реализации:</w:t>
            </w:r>
          </w:p>
          <w:p w:rsidR="00795AB4" w:rsidRPr="00134050" w:rsidRDefault="00795AB4" w:rsidP="00FE10D2">
            <w:pPr>
              <w:autoSpaceDE w:val="0"/>
              <w:autoSpaceDN w:val="0"/>
              <w:adjustRightInd w:val="0"/>
              <w:rPr>
                <w:color w:val="0000FF"/>
              </w:rPr>
            </w:pPr>
            <w:r w:rsidRPr="00134050">
              <w:rPr>
                <w:color w:val="0000FF"/>
              </w:rPr>
              <w:t>2015 год –местный бюджет 660,1 тыс. руб.;</w:t>
            </w:r>
          </w:p>
          <w:p w:rsidR="00795AB4" w:rsidRPr="00343502" w:rsidRDefault="00795AB4" w:rsidP="00FE10D2">
            <w:pPr>
              <w:autoSpaceDE w:val="0"/>
              <w:autoSpaceDN w:val="0"/>
              <w:adjustRightInd w:val="0"/>
            </w:pPr>
            <w:r w:rsidRPr="00343502">
              <w:t>2016 год – местный бюджет 64,8 тыс. руб.;</w:t>
            </w:r>
          </w:p>
          <w:p w:rsidR="00795AB4" w:rsidRPr="00343502" w:rsidRDefault="00795AB4" w:rsidP="00FE10D2">
            <w:pPr>
              <w:autoSpaceDE w:val="0"/>
              <w:autoSpaceDN w:val="0"/>
              <w:adjustRightInd w:val="0"/>
            </w:pPr>
            <w:r w:rsidRPr="00343502">
              <w:t>2017 год – местный бюджет 69,6 тыс. руб.;</w:t>
            </w:r>
          </w:p>
          <w:p w:rsidR="00795AB4" w:rsidRPr="00343502" w:rsidRDefault="00795AB4" w:rsidP="00FE10D2">
            <w:pPr>
              <w:autoSpaceDE w:val="0"/>
              <w:autoSpaceDN w:val="0"/>
              <w:adjustRightInd w:val="0"/>
            </w:pPr>
            <w:r w:rsidRPr="00343502">
              <w:t>2018 год – местный бюджет 100,0 тыс. руб.;</w:t>
            </w:r>
          </w:p>
          <w:p w:rsidR="00795AB4" w:rsidRPr="00343502" w:rsidRDefault="00795AB4" w:rsidP="00FE10D2">
            <w:pPr>
              <w:autoSpaceDE w:val="0"/>
              <w:autoSpaceDN w:val="0"/>
              <w:adjustRightInd w:val="0"/>
            </w:pPr>
            <w:r w:rsidRPr="00343502">
              <w:t>2019 год – местный бюджет 25,0 тыс. руб.</w:t>
            </w:r>
          </w:p>
          <w:p w:rsidR="00795AB4" w:rsidRPr="00343502" w:rsidRDefault="00795AB4" w:rsidP="00FE10D2">
            <w:pPr>
              <w:autoSpaceDE w:val="0"/>
              <w:autoSpaceDN w:val="0"/>
              <w:adjustRightInd w:val="0"/>
            </w:pPr>
            <w:r w:rsidRPr="00343502">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795AB4" w:rsidRPr="00343502" w:rsidTr="00C21082">
        <w:tc>
          <w:tcPr>
            <w:tcW w:w="3574" w:type="dxa"/>
          </w:tcPr>
          <w:p w:rsidR="00795AB4" w:rsidRPr="00343502" w:rsidRDefault="00795AB4" w:rsidP="00FE10D2">
            <w:pPr>
              <w:autoSpaceDE w:val="0"/>
              <w:autoSpaceDN w:val="0"/>
              <w:adjustRightInd w:val="0"/>
            </w:pPr>
            <w:r w:rsidRPr="00343502">
              <w:t>Ожидаемые конечные результаты реализации подпрограммы</w:t>
            </w:r>
          </w:p>
        </w:tc>
        <w:tc>
          <w:tcPr>
            <w:tcW w:w="6254" w:type="dxa"/>
          </w:tcPr>
          <w:p w:rsidR="00795AB4" w:rsidRPr="00343502" w:rsidRDefault="00795AB4"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795AB4" w:rsidRPr="00343502" w:rsidRDefault="00795AB4" w:rsidP="00737D3A">
      <w:pPr>
        <w:jc w:val="center"/>
        <w:rPr>
          <w:b/>
          <w:bCs/>
        </w:rPr>
      </w:pPr>
    </w:p>
    <w:p w:rsidR="00795AB4" w:rsidRPr="00343502" w:rsidRDefault="00795AB4"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795AB4" w:rsidRPr="00343502" w:rsidRDefault="00795AB4" w:rsidP="00737D3A">
      <w:pPr>
        <w:jc w:val="both"/>
        <w:rPr>
          <w:bCs/>
        </w:rPr>
      </w:pPr>
      <w:r w:rsidRPr="00343502">
        <w:rPr>
          <w:bCs/>
        </w:rPr>
        <w:tab/>
      </w:r>
    </w:p>
    <w:p w:rsidR="00795AB4" w:rsidRPr="00343502" w:rsidRDefault="00795AB4" w:rsidP="00737D3A">
      <w:pPr>
        <w:ind w:firstLine="708"/>
        <w:jc w:val="both"/>
        <w:rPr>
          <w:bCs/>
        </w:rPr>
      </w:pPr>
      <w:r w:rsidRPr="00343502">
        <w:rPr>
          <w:bCs/>
        </w:rPr>
        <w:t>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795AB4" w:rsidRPr="00343502" w:rsidRDefault="00795AB4"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w:t>
      </w:r>
      <w:r w:rsidRPr="00343502">
        <w:rPr>
          <w:bCs/>
        </w:rPr>
        <w:lastRenderedPageBreak/>
        <w:t xml:space="preserve">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795AB4" w:rsidRPr="00343502" w:rsidRDefault="00795AB4"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795AB4" w:rsidRPr="00343502" w:rsidRDefault="00795AB4"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795AB4" w:rsidRPr="00343502" w:rsidRDefault="00795AB4" w:rsidP="00737D3A">
      <w:pPr>
        <w:jc w:val="both"/>
        <w:rPr>
          <w:bCs/>
        </w:rPr>
      </w:pPr>
    </w:p>
    <w:p w:rsidR="00795AB4" w:rsidRPr="00343502" w:rsidRDefault="00795AB4" w:rsidP="00737D3A">
      <w:pPr>
        <w:jc w:val="both"/>
        <w:rPr>
          <w:bCs/>
        </w:rPr>
      </w:pPr>
    </w:p>
    <w:p w:rsidR="00795AB4" w:rsidRPr="00343502" w:rsidRDefault="00795AB4"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795AB4" w:rsidRPr="00343502" w:rsidRDefault="00795AB4" w:rsidP="00737D3A">
      <w:pPr>
        <w:ind w:right="510" w:firstLine="708"/>
        <w:rPr>
          <w:b/>
        </w:rPr>
      </w:pPr>
      <w:r w:rsidRPr="00343502">
        <w:rPr>
          <w:b/>
        </w:rPr>
        <w:t xml:space="preserve"> </w:t>
      </w:r>
    </w:p>
    <w:p w:rsidR="00795AB4" w:rsidRPr="00343502" w:rsidRDefault="00795AB4"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795AB4" w:rsidRPr="00343502" w:rsidRDefault="00795AB4"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795AB4" w:rsidRPr="00343502" w:rsidRDefault="00795AB4" w:rsidP="00737D3A">
      <w:pPr>
        <w:jc w:val="both"/>
      </w:pPr>
      <w:r w:rsidRPr="00343502">
        <w:tab/>
        <w:t xml:space="preserve">Ее достижение предполагается осуществлять путем решения следующей задачи: </w:t>
      </w:r>
    </w:p>
    <w:p w:rsidR="00795AB4" w:rsidRPr="00343502" w:rsidRDefault="00795AB4" w:rsidP="00737D3A">
      <w:pPr>
        <w:jc w:val="both"/>
      </w:pPr>
      <w:r w:rsidRPr="00343502">
        <w:t>- ремонт и благоустройство военно-мемориальных объектов на территории Таловского муниципального района.</w:t>
      </w:r>
    </w:p>
    <w:p w:rsidR="00795AB4" w:rsidRPr="00343502" w:rsidRDefault="00795AB4"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795AB4" w:rsidRPr="00343502" w:rsidRDefault="00795AB4"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795AB4" w:rsidRPr="00343502" w:rsidRDefault="00795AB4"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795AB4" w:rsidRPr="00343502" w:rsidTr="00FE10D2">
        <w:tc>
          <w:tcPr>
            <w:tcW w:w="445" w:type="dxa"/>
          </w:tcPr>
          <w:p w:rsidR="00795AB4" w:rsidRPr="00343502" w:rsidRDefault="00795AB4" w:rsidP="00FE10D2">
            <w:pPr>
              <w:tabs>
                <w:tab w:val="left" w:pos="1080"/>
                <w:tab w:val="left" w:pos="6660"/>
              </w:tabs>
              <w:ind w:right="-288"/>
            </w:pPr>
            <w:r w:rsidRPr="00343502">
              <w:t>№</w:t>
            </w:r>
          </w:p>
          <w:p w:rsidR="00795AB4" w:rsidRPr="00343502" w:rsidRDefault="00795AB4" w:rsidP="00FE10D2">
            <w:pPr>
              <w:tabs>
                <w:tab w:val="left" w:pos="1080"/>
                <w:tab w:val="left" w:pos="6660"/>
              </w:tabs>
              <w:ind w:right="-288"/>
            </w:pPr>
            <w:r w:rsidRPr="00343502">
              <w:t>п/п</w:t>
            </w:r>
          </w:p>
        </w:tc>
        <w:tc>
          <w:tcPr>
            <w:tcW w:w="3509" w:type="dxa"/>
          </w:tcPr>
          <w:p w:rsidR="00795AB4" w:rsidRPr="00343502" w:rsidRDefault="00795AB4" w:rsidP="00FE10D2">
            <w:pPr>
              <w:tabs>
                <w:tab w:val="left" w:pos="1080"/>
                <w:tab w:val="left" w:pos="6660"/>
              </w:tabs>
              <w:jc w:val="both"/>
            </w:pPr>
            <w:r w:rsidRPr="00343502">
              <w:t xml:space="preserve">Наименование </w:t>
            </w:r>
          </w:p>
          <w:p w:rsidR="00795AB4" w:rsidRPr="00343502" w:rsidRDefault="00795AB4" w:rsidP="00FE10D2">
            <w:pPr>
              <w:tabs>
                <w:tab w:val="left" w:pos="1080"/>
                <w:tab w:val="left" w:pos="6660"/>
              </w:tabs>
              <w:ind w:left="207"/>
              <w:jc w:val="both"/>
            </w:pPr>
            <w:r w:rsidRPr="00343502">
              <w:t>показателя</w:t>
            </w:r>
          </w:p>
        </w:tc>
        <w:tc>
          <w:tcPr>
            <w:tcW w:w="1472" w:type="dxa"/>
          </w:tcPr>
          <w:p w:rsidR="00795AB4" w:rsidRPr="00343502" w:rsidRDefault="00795AB4" w:rsidP="00FE10D2">
            <w:pPr>
              <w:tabs>
                <w:tab w:val="left" w:pos="1080"/>
                <w:tab w:val="left" w:pos="6660"/>
              </w:tabs>
              <w:jc w:val="both"/>
            </w:pPr>
            <w:r w:rsidRPr="00343502">
              <w:t>Единицы</w:t>
            </w:r>
          </w:p>
          <w:p w:rsidR="00795AB4" w:rsidRPr="00343502" w:rsidRDefault="00795AB4" w:rsidP="00FE10D2">
            <w:pPr>
              <w:tabs>
                <w:tab w:val="left" w:pos="-4860"/>
                <w:tab w:val="left" w:pos="6660"/>
              </w:tabs>
              <w:jc w:val="both"/>
            </w:pPr>
            <w:r w:rsidRPr="00343502">
              <w:t xml:space="preserve"> измерения</w:t>
            </w:r>
          </w:p>
        </w:tc>
        <w:tc>
          <w:tcPr>
            <w:tcW w:w="865" w:type="dxa"/>
          </w:tcPr>
          <w:p w:rsidR="00795AB4" w:rsidRPr="00343502" w:rsidRDefault="00795AB4" w:rsidP="00FE10D2">
            <w:pPr>
              <w:tabs>
                <w:tab w:val="left" w:pos="6268"/>
                <w:tab w:val="left" w:pos="6660"/>
              </w:tabs>
              <w:jc w:val="both"/>
            </w:pPr>
            <w:r w:rsidRPr="00343502">
              <w:t xml:space="preserve">2015 </w:t>
            </w:r>
          </w:p>
          <w:p w:rsidR="00795AB4" w:rsidRPr="00343502" w:rsidRDefault="00795AB4" w:rsidP="00FE10D2">
            <w:pPr>
              <w:tabs>
                <w:tab w:val="left" w:pos="1080"/>
                <w:tab w:val="left" w:pos="6660"/>
              </w:tabs>
              <w:jc w:val="both"/>
            </w:pPr>
            <w:r w:rsidRPr="00343502">
              <w:t xml:space="preserve"> </w:t>
            </w:r>
          </w:p>
        </w:tc>
        <w:tc>
          <w:tcPr>
            <w:tcW w:w="865" w:type="dxa"/>
          </w:tcPr>
          <w:p w:rsidR="00795AB4" w:rsidRPr="00343502" w:rsidRDefault="00795AB4" w:rsidP="00FE10D2">
            <w:pPr>
              <w:tabs>
                <w:tab w:val="left" w:pos="1080"/>
                <w:tab w:val="left" w:pos="6660"/>
              </w:tabs>
              <w:jc w:val="both"/>
            </w:pPr>
            <w:r w:rsidRPr="00343502">
              <w:t xml:space="preserve">2016 </w:t>
            </w:r>
          </w:p>
          <w:p w:rsidR="00795AB4" w:rsidRPr="00343502" w:rsidRDefault="00795AB4" w:rsidP="00FE10D2">
            <w:pPr>
              <w:tabs>
                <w:tab w:val="left" w:pos="1080"/>
                <w:tab w:val="left" w:pos="6660"/>
              </w:tabs>
              <w:jc w:val="both"/>
            </w:pPr>
            <w:r w:rsidRPr="00343502">
              <w:t xml:space="preserve"> </w:t>
            </w:r>
          </w:p>
        </w:tc>
        <w:tc>
          <w:tcPr>
            <w:tcW w:w="805" w:type="dxa"/>
          </w:tcPr>
          <w:p w:rsidR="00795AB4" w:rsidRPr="00343502" w:rsidRDefault="00795AB4" w:rsidP="00FE10D2">
            <w:pPr>
              <w:tabs>
                <w:tab w:val="left" w:pos="1080"/>
                <w:tab w:val="left" w:pos="6660"/>
              </w:tabs>
              <w:jc w:val="both"/>
            </w:pPr>
            <w:r w:rsidRPr="00343502">
              <w:t>2017</w:t>
            </w:r>
          </w:p>
          <w:p w:rsidR="00795AB4" w:rsidRPr="00343502" w:rsidRDefault="00795AB4" w:rsidP="00FE10D2">
            <w:pPr>
              <w:tabs>
                <w:tab w:val="left" w:pos="1080"/>
                <w:tab w:val="left" w:pos="6660"/>
              </w:tabs>
              <w:jc w:val="both"/>
            </w:pPr>
            <w:r w:rsidRPr="00343502">
              <w:t xml:space="preserve"> </w:t>
            </w:r>
          </w:p>
        </w:tc>
        <w:tc>
          <w:tcPr>
            <w:tcW w:w="805" w:type="dxa"/>
          </w:tcPr>
          <w:p w:rsidR="00795AB4" w:rsidRPr="00343502" w:rsidRDefault="00795AB4" w:rsidP="00FE10D2">
            <w:pPr>
              <w:tabs>
                <w:tab w:val="left" w:pos="1080"/>
                <w:tab w:val="left" w:pos="6660"/>
              </w:tabs>
              <w:jc w:val="both"/>
            </w:pPr>
            <w:r w:rsidRPr="00343502">
              <w:t>2018</w:t>
            </w:r>
          </w:p>
          <w:p w:rsidR="00795AB4" w:rsidRPr="00343502" w:rsidRDefault="00795AB4" w:rsidP="00FE10D2">
            <w:pPr>
              <w:tabs>
                <w:tab w:val="left" w:pos="4083"/>
                <w:tab w:val="left" w:pos="6660"/>
              </w:tabs>
              <w:jc w:val="both"/>
            </w:pPr>
            <w:r w:rsidRPr="00343502">
              <w:t xml:space="preserve"> </w:t>
            </w:r>
          </w:p>
        </w:tc>
        <w:tc>
          <w:tcPr>
            <w:tcW w:w="805" w:type="dxa"/>
          </w:tcPr>
          <w:p w:rsidR="00795AB4" w:rsidRPr="00343502" w:rsidRDefault="00795AB4" w:rsidP="00FE10D2">
            <w:pPr>
              <w:tabs>
                <w:tab w:val="left" w:pos="1080"/>
                <w:tab w:val="left" w:pos="6660"/>
              </w:tabs>
              <w:jc w:val="both"/>
            </w:pPr>
            <w:r w:rsidRPr="00343502">
              <w:t>2019</w:t>
            </w:r>
          </w:p>
          <w:p w:rsidR="00795AB4" w:rsidRPr="00343502" w:rsidRDefault="00795AB4" w:rsidP="00FE10D2">
            <w:pPr>
              <w:tabs>
                <w:tab w:val="left" w:pos="1080"/>
                <w:tab w:val="left" w:pos="6660"/>
              </w:tabs>
              <w:jc w:val="both"/>
            </w:pPr>
            <w:r w:rsidRPr="00343502">
              <w:t xml:space="preserve"> </w:t>
            </w:r>
          </w:p>
        </w:tc>
      </w:tr>
      <w:tr w:rsidR="00795AB4" w:rsidRPr="00343502" w:rsidTr="00FE10D2">
        <w:trPr>
          <w:trHeight w:val="1230"/>
        </w:trPr>
        <w:tc>
          <w:tcPr>
            <w:tcW w:w="445" w:type="dxa"/>
          </w:tcPr>
          <w:p w:rsidR="00795AB4" w:rsidRPr="00343502" w:rsidRDefault="00795AB4" w:rsidP="00FE10D2">
            <w:pPr>
              <w:tabs>
                <w:tab w:val="left" w:pos="1080"/>
                <w:tab w:val="left" w:pos="6660"/>
              </w:tabs>
              <w:jc w:val="center"/>
            </w:pPr>
            <w:r w:rsidRPr="00343502">
              <w:t>1</w:t>
            </w:r>
          </w:p>
          <w:p w:rsidR="00795AB4" w:rsidRPr="00343502" w:rsidRDefault="00795AB4" w:rsidP="00FE10D2">
            <w:pPr>
              <w:tabs>
                <w:tab w:val="left" w:pos="1080"/>
                <w:tab w:val="left" w:pos="6660"/>
              </w:tabs>
              <w:jc w:val="both"/>
            </w:pPr>
          </w:p>
          <w:p w:rsidR="00795AB4" w:rsidRPr="00343502" w:rsidRDefault="00795AB4" w:rsidP="00FE10D2">
            <w:pPr>
              <w:tabs>
                <w:tab w:val="left" w:pos="1080"/>
                <w:tab w:val="left" w:pos="6660"/>
              </w:tabs>
              <w:jc w:val="both"/>
            </w:pPr>
          </w:p>
        </w:tc>
        <w:tc>
          <w:tcPr>
            <w:tcW w:w="3509" w:type="dxa"/>
          </w:tcPr>
          <w:p w:rsidR="00795AB4" w:rsidRPr="00343502" w:rsidRDefault="00795AB4"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795AB4" w:rsidRPr="00343502" w:rsidRDefault="00795AB4" w:rsidP="00FE10D2">
            <w:pPr>
              <w:tabs>
                <w:tab w:val="left" w:pos="1080"/>
                <w:tab w:val="left" w:pos="6660"/>
              </w:tabs>
              <w:jc w:val="both"/>
            </w:pPr>
            <w:r w:rsidRPr="00343502">
              <w:t>процент</w:t>
            </w:r>
          </w:p>
        </w:tc>
        <w:tc>
          <w:tcPr>
            <w:tcW w:w="865" w:type="dxa"/>
          </w:tcPr>
          <w:p w:rsidR="00795AB4" w:rsidRPr="00343502" w:rsidRDefault="00795AB4" w:rsidP="00FE10D2">
            <w:pPr>
              <w:tabs>
                <w:tab w:val="left" w:pos="1080"/>
                <w:tab w:val="left" w:pos="6660"/>
              </w:tabs>
              <w:jc w:val="both"/>
            </w:pPr>
            <w:r w:rsidRPr="00343502">
              <w:t>7,7</w:t>
            </w:r>
          </w:p>
        </w:tc>
        <w:tc>
          <w:tcPr>
            <w:tcW w:w="865" w:type="dxa"/>
          </w:tcPr>
          <w:p w:rsidR="00795AB4" w:rsidRPr="00343502" w:rsidRDefault="00795AB4" w:rsidP="00FE10D2">
            <w:pPr>
              <w:tabs>
                <w:tab w:val="left" w:pos="1080"/>
                <w:tab w:val="left" w:pos="6660"/>
              </w:tabs>
              <w:jc w:val="both"/>
            </w:pPr>
            <w:r w:rsidRPr="00343502">
              <w:t>15,4</w:t>
            </w:r>
          </w:p>
        </w:tc>
        <w:tc>
          <w:tcPr>
            <w:tcW w:w="805" w:type="dxa"/>
          </w:tcPr>
          <w:p w:rsidR="00795AB4" w:rsidRPr="00343502" w:rsidRDefault="00795AB4" w:rsidP="00FE10D2">
            <w:pPr>
              <w:tabs>
                <w:tab w:val="left" w:pos="1080"/>
                <w:tab w:val="left" w:pos="6660"/>
              </w:tabs>
              <w:jc w:val="both"/>
            </w:pPr>
            <w:r w:rsidRPr="00343502">
              <w:t>41,1</w:t>
            </w:r>
          </w:p>
        </w:tc>
        <w:tc>
          <w:tcPr>
            <w:tcW w:w="805" w:type="dxa"/>
          </w:tcPr>
          <w:p w:rsidR="00795AB4" w:rsidRPr="00343502" w:rsidRDefault="00795AB4" w:rsidP="00FE10D2">
            <w:pPr>
              <w:tabs>
                <w:tab w:val="left" w:pos="1080"/>
                <w:tab w:val="left" w:pos="6660"/>
              </w:tabs>
              <w:jc w:val="both"/>
            </w:pPr>
            <w:r w:rsidRPr="00343502">
              <w:t>61,6</w:t>
            </w:r>
          </w:p>
        </w:tc>
        <w:tc>
          <w:tcPr>
            <w:tcW w:w="805" w:type="dxa"/>
          </w:tcPr>
          <w:p w:rsidR="00795AB4" w:rsidRPr="00343502" w:rsidRDefault="00795AB4" w:rsidP="00FE10D2">
            <w:pPr>
              <w:tabs>
                <w:tab w:val="left" w:pos="1080"/>
                <w:tab w:val="left" w:pos="6660"/>
              </w:tabs>
              <w:jc w:val="both"/>
            </w:pPr>
            <w:r w:rsidRPr="00343502">
              <w:t>79,5</w:t>
            </w:r>
          </w:p>
        </w:tc>
      </w:tr>
    </w:tbl>
    <w:p w:rsidR="00795AB4" w:rsidRPr="00343502" w:rsidRDefault="00795AB4" w:rsidP="00737D3A">
      <w:pPr>
        <w:jc w:val="both"/>
      </w:pPr>
    </w:p>
    <w:p w:rsidR="00795AB4" w:rsidRPr="00343502" w:rsidRDefault="00795AB4" w:rsidP="00737D3A">
      <w:pPr>
        <w:ind w:firstLine="708"/>
        <w:jc w:val="both"/>
      </w:pPr>
      <w:r w:rsidRPr="00343502">
        <w:t>Ожидаемые конечные результаты реализации подпрограммы:</w:t>
      </w:r>
    </w:p>
    <w:p w:rsidR="00795AB4" w:rsidRPr="00343502" w:rsidRDefault="00795AB4" w:rsidP="00737D3A">
      <w:pPr>
        <w:jc w:val="both"/>
      </w:pPr>
      <w:r w:rsidRPr="00343502">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795AB4" w:rsidRPr="00343502" w:rsidRDefault="00795AB4" w:rsidP="00737D3A">
      <w:pPr>
        <w:jc w:val="both"/>
      </w:pPr>
    </w:p>
    <w:p w:rsidR="00795AB4" w:rsidRDefault="00795AB4" w:rsidP="00737D3A">
      <w:pPr>
        <w:jc w:val="both"/>
      </w:pPr>
    </w:p>
    <w:p w:rsidR="00795AB4" w:rsidRDefault="00795AB4" w:rsidP="00737D3A">
      <w:pPr>
        <w:jc w:val="both"/>
      </w:pPr>
    </w:p>
    <w:p w:rsidR="00795AB4" w:rsidRPr="00343502" w:rsidRDefault="00795AB4" w:rsidP="00737D3A">
      <w:pPr>
        <w:jc w:val="both"/>
      </w:pPr>
    </w:p>
    <w:p w:rsidR="00795AB4" w:rsidRPr="00343502" w:rsidRDefault="00795AB4" w:rsidP="00737D3A">
      <w:pPr>
        <w:ind w:right="510" w:firstLine="708"/>
        <w:jc w:val="center"/>
        <w:rPr>
          <w:b/>
        </w:rPr>
      </w:pPr>
      <w:r w:rsidRPr="00343502">
        <w:rPr>
          <w:b/>
        </w:rPr>
        <w:lastRenderedPageBreak/>
        <w:t>3.Характеристика основных мероприятий подпрограммы.</w:t>
      </w:r>
    </w:p>
    <w:p w:rsidR="00795AB4" w:rsidRPr="00343502" w:rsidRDefault="00795AB4" w:rsidP="00737D3A">
      <w:pPr>
        <w:tabs>
          <w:tab w:val="left" w:pos="3736"/>
        </w:tabs>
        <w:jc w:val="both"/>
        <w:rPr>
          <w:b/>
        </w:rPr>
      </w:pPr>
    </w:p>
    <w:p w:rsidR="00795AB4" w:rsidRPr="00343502" w:rsidRDefault="00795AB4" w:rsidP="00737D3A">
      <w:pPr>
        <w:tabs>
          <w:tab w:val="left" w:pos="3736"/>
        </w:tabs>
        <w:jc w:val="both"/>
      </w:pPr>
      <w:r w:rsidRPr="00343502">
        <w:t xml:space="preserve">            Подпрограмма   реализуется в один этап продолжительностью 5 лет (2015 - 2019 годы). </w:t>
      </w:r>
    </w:p>
    <w:p w:rsidR="00795AB4" w:rsidRPr="00343502" w:rsidRDefault="00795AB4" w:rsidP="00737D3A">
      <w:pPr>
        <w:tabs>
          <w:tab w:val="left" w:pos="3736"/>
        </w:tabs>
        <w:jc w:val="both"/>
      </w:pPr>
      <w:r w:rsidRPr="00343502">
        <w:t xml:space="preserve">            Подпрограммой предусмотрена реализация одного мероприятия:</w:t>
      </w:r>
    </w:p>
    <w:p w:rsidR="00795AB4" w:rsidRPr="00343502" w:rsidRDefault="00795AB4" w:rsidP="00737D3A">
      <w:pPr>
        <w:tabs>
          <w:tab w:val="left" w:pos="3736"/>
        </w:tabs>
        <w:jc w:val="both"/>
      </w:pPr>
      <w:r w:rsidRPr="00343502">
        <w:t xml:space="preserve">            </w:t>
      </w:r>
      <w:r w:rsidRPr="00343502">
        <w:rPr>
          <w:i/>
        </w:rPr>
        <w:t xml:space="preserve">Основное мероприятие 1. </w:t>
      </w:r>
      <w:r w:rsidRPr="00343502">
        <w:t>Выполнение ремонтно–восстановительных работ, направленных на сохранение военно – мемориальных объектов.</w:t>
      </w:r>
    </w:p>
    <w:p w:rsidR="00795AB4" w:rsidRPr="00343502" w:rsidRDefault="00795AB4" w:rsidP="00737D3A">
      <w:pPr>
        <w:tabs>
          <w:tab w:val="left" w:pos="3736"/>
        </w:tabs>
        <w:jc w:val="both"/>
      </w:pPr>
      <w:r w:rsidRPr="00343502">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w:t>
      </w:r>
    </w:p>
    <w:p w:rsidR="00795AB4" w:rsidRPr="00343502" w:rsidRDefault="00795AB4"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795AB4" w:rsidRPr="00343502" w:rsidRDefault="00795AB4" w:rsidP="00737D3A">
      <w:pPr>
        <w:tabs>
          <w:tab w:val="left" w:pos="3736"/>
        </w:tabs>
      </w:pPr>
    </w:p>
    <w:p w:rsidR="00795AB4" w:rsidRPr="00343502" w:rsidRDefault="00795AB4" w:rsidP="00737D3A">
      <w:pPr>
        <w:tabs>
          <w:tab w:val="left" w:pos="3736"/>
        </w:tabs>
      </w:pPr>
    </w:p>
    <w:p w:rsidR="00795AB4" w:rsidRPr="00343502" w:rsidRDefault="00795AB4"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795AB4" w:rsidRPr="00343502" w:rsidRDefault="00795AB4" w:rsidP="00737D3A"/>
    <w:p w:rsidR="00795AB4" w:rsidRPr="00343502" w:rsidRDefault="00795AB4"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795AB4" w:rsidRPr="00343502" w:rsidRDefault="00795AB4"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795AB4" w:rsidRPr="00343502" w:rsidRDefault="00795AB4"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795AB4" w:rsidRPr="00343502" w:rsidRDefault="00795AB4" w:rsidP="00737D3A"/>
    <w:p w:rsidR="00795AB4" w:rsidRPr="00343502" w:rsidRDefault="00795AB4"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795AB4" w:rsidRPr="00343502" w:rsidRDefault="00795AB4" w:rsidP="00737D3A"/>
    <w:p w:rsidR="00795AB4" w:rsidRPr="00343502" w:rsidRDefault="00795AB4"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795AB4" w:rsidRPr="00343502" w:rsidRDefault="00795AB4" w:rsidP="00737D3A">
      <w:pPr>
        <w:tabs>
          <w:tab w:val="left" w:pos="3736"/>
        </w:tabs>
        <w:jc w:val="center"/>
        <w:rPr>
          <w:b/>
        </w:rPr>
      </w:pPr>
    </w:p>
    <w:p w:rsidR="00795AB4" w:rsidRPr="00343502" w:rsidRDefault="00795AB4" w:rsidP="00737D3A">
      <w:pPr>
        <w:tabs>
          <w:tab w:val="left" w:pos="3736"/>
        </w:tabs>
        <w:jc w:val="center"/>
        <w:rPr>
          <w:b/>
        </w:rPr>
      </w:pPr>
      <w:r w:rsidRPr="00343502">
        <w:rPr>
          <w:b/>
        </w:rPr>
        <w:t>6.Финансовое обеспечение муниципальной подпрограммы</w:t>
      </w:r>
    </w:p>
    <w:p w:rsidR="00795AB4" w:rsidRPr="00343502" w:rsidRDefault="00795AB4" w:rsidP="00737D3A">
      <w:pPr>
        <w:ind w:firstLine="708"/>
      </w:pPr>
    </w:p>
    <w:p w:rsidR="00795AB4" w:rsidRPr="00343502" w:rsidRDefault="00795AB4" w:rsidP="00737D3A">
      <w:pPr>
        <w:ind w:firstLine="708"/>
        <w:jc w:val="both"/>
      </w:pPr>
      <w:r w:rsidRPr="00343502">
        <w:t>Общий объем финансовых средств подпрограммы (2015-2019годы)  составляет  919,5 тыс. руб., в т.ч.:</w:t>
      </w:r>
    </w:p>
    <w:p w:rsidR="00795AB4" w:rsidRPr="00134050" w:rsidRDefault="00795AB4" w:rsidP="00134050">
      <w:pPr>
        <w:autoSpaceDE w:val="0"/>
        <w:autoSpaceDN w:val="0"/>
        <w:adjustRightInd w:val="0"/>
        <w:rPr>
          <w:color w:val="0000FF"/>
        </w:rPr>
      </w:pPr>
      <w:r w:rsidRPr="00134050">
        <w:rPr>
          <w:color w:val="0000FF"/>
        </w:rPr>
        <w:t>2015 год –местный бюджет 660,1 тыс. руб.;</w:t>
      </w:r>
    </w:p>
    <w:p w:rsidR="00795AB4" w:rsidRPr="00343502" w:rsidRDefault="00795AB4" w:rsidP="00134050">
      <w:pPr>
        <w:autoSpaceDE w:val="0"/>
        <w:autoSpaceDN w:val="0"/>
        <w:adjustRightInd w:val="0"/>
      </w:pPr>
      <w:r w:rsidRPr="00343502">
        <w:t>2016 год – местный бюджет 64,8 тыс. руб.;</w:t>
      </w:r>
    </w:p>
    <w:p w:rsidR="00795AB4" w:rsidRPr="00343502" w:rsidRDefault="00795AB4" w:rsidP="00134050">
      <w:pPr>
        <w:autoSpaceDE w:val="0"/>
        <w:autoSpaceDN w:val="0"/>
        <w:adjustRightInd w:val="0"/>
      </w:pPr>
      <w:r w:rsidRPr="00343502">
        <w:t>2017 год – местный бюджет 69,6 тыс. руб.;</w:t>
      </w:r>
    </w:p>
    <w:p w:rsidR="00795AB4" w:rsidRPr="00343502" w:rsidRDefault="00795AB4" w:rsidP="00134050">
      <w:pPr>
        <w:autoSpaceDE w:val="0"/>
        <w:autoSpaceDN w:val="0"/>
        <w:adjustRightInd w:val="0"/>
      </w:pPr>
      <w:r w:rsidRPr="00343502">
        <w:t>2018 год – местный бюджет 100,0 тыс. руб.;</w:t>
      </w:r>
    </w:p>
    <w:p w:rsidR="00795AB4" w:rsidRPr="00343502" w:rsidRDefault="00795AB4" w:rsidP="00134050">
      <w:pPr>
        <w:autoSpaceDE w:val="0"/>
        <w:autoSpaceDN w:val="0"/>
        <w:adjustRightInd w:val="0"/>
      </w:pPr>
      <w:r w:rsidRPr="00343502">
        <w:t>2019 год – местный бюджет 25,0 тыс. руб.</w:t>
      </w:r>
    </w:p>
    <w:p w:rsidR="00795AB4" w:rsidRPr="00343502" w:rsidRDefault="00795AB4" w:rsidP="00737D3A">
      <w:pPr>
        <w:ind w:firstLine="708"/>
        <w:jc w:val="both"/>
      </w:pPr>
      <w:r w:rsidRPr="00343502">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795AB4" w:rsidRPr="00343502" w:rsidRDefault="00795AB4" w:rsidP="00737D3A">
      <w:pPr>
        <w:ind w:firstLine="708"/>
        <w:jc w:val="both"/>
      </w:pPr>
      <w:r w:rsidRPr="00343502">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795AB4" w:rsidRDefault="00795AB4" w:rsidP="00737D3A">
      <w:pPr>
        <w:ind w:firstLine="708"/>
        <w:jc w:val="both"/>
      </w:pPr>
    </w:p>
    <w:p w:rsidR="00795AB4" w:rsidRDefault="00795AB4" w:rsidP="00737D3A">
      <w:pPr>
        <w:ind w:firstLine="708"/>
        <w:jc w:val="both"/>
      </w:pPr>
    </w:p>
    <w:p w:rsidR="00795AB4" w:rsidRDefault="00795AB4" w:rsidP="00737D3A">
      <w:pPr>
        <w:ind w:firstLine="708"/>
        <w:jc w:val="both"/>
      </w:pPr>
    </w:p>
    <w:p w:rsidR="00795AB4" w:rsidRPr="00343502" w:rsidRDefault="00795AB4" w:rsidP="00737D3A">
      <w:pPr>
        <w:ind w:firstLine="708"/>
        <w:jc w:val="both"/>
      </w:pPr>
    </w:p>
    <w:p w:rsidR="00795AB4" w:rsidRPr="00343502" w:rsidRDefault="00795AB4"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795AB4" w:rsidRPr="00343502" w:rsidRDefault="00795AB4"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795AB4" w:rsidRPr="00343502" w:rsidTr="00C21082">
        <w:tc>
          <w:tcPr>
            <w:tcW w:w="2280" w:type="dxa"/>
          </w:tcPr>
          <w:p w:rsidR="00795AB4" w:rsidRPr="00343502" w:rsidRDefault="00795AB4" w:rsidP="00C21082">
            <w:pPr>
              <w:jc w:val="both"/>
            </w:pPr>
            <w:r>
              <w:t>Объем финансирования</w:t>
            </w:r>
          </w:p>
        </w:tc>
        <w:tc>
          <w:tcPr>
            <w:tcW w:w="1440" w:type="dxa"/>
          </w:tcPr>
          <w:p w:rsidR="00795AB4" w:rsidRPr="00343502" w:rsidRDefault="00795AB4" w:rsidP="00C21082">
            <w:pPr>
              <w:jc w:val="both"/>
            </w:pPr>
            <w:r w:rsidRPr="00343502">
              <w:t xml:space="preserve">Единица </w:t>
            </w:r>
          </w:p>
          <w:p w:rsidR="00795AB4" w:rsidRPr="00343502" w:rsidRDefault="00795AB4" w:rsidP="00C21082">
            <w:pPr>
              <w:jc w:val="both"/>
            </w:pPr>
            <w:r w:rsidRPr="00343502">
              <w:t>измерения</w:t>
            </w:r>
          </w:p>
        </w:tc>
        <w:tc>
          <w:tcPr>
            <w:tcW w:w="1260" w:type="dxa"/>
          </w:tcPr>
          <w:p w:rsidR="00795AB4" w:rsidRPr="00343502" w:rsidRDefault="00795AB4" w:rsidP="00C21082">
            <w:pPr>
              <w:jc w:val="center"/>
            </w:pPr>
            <w:r w:rsidRPr="00343502">
              <w:t>2015</w:t>
            </w:r>
          </w:p>
        </w:tc>
        <w:tc>
          <w:tcPr>
            <w:tcW w:w="1280" w:type="dxa"/>
          </w:tcPr>
          <w:p w:rsidR="00795AB4" w:rsidRPr="00343502" w:rsidRDefault="00795AB4" w:rsidP="00C21082">
            <w:pPr>
              <w:jc w:val="center"/>
            </w:pPr>
            <w:r w:rsidRPr="00343502">
              <w:t>2016</w:t>
            </w:r>
          </w:p>
        </w:tc>
        <w:tc>
          <w:tcPr>
            <w:tcW w:w="1176" w:type="dxa"/>
          </w:tcPr>
          <w:p w:rsidR="00795AB4" w:rsidRPr="00343502" w:rsidRDefault="00795AB4" w:rsidP="00C21082">
            <w:pPr>
              <w:jc w:val="center"/>
            </w:pPr>
            <w:r w:rsidRPr="00343502">
              <w:t>2017</w:t>
            </w:r>
          </w:p>
        </w:tc>
        <w:tc>
          <w:tcPr>
            <w:tcW w:w="1116" w:type="dxa"/>
          </w:tcPr>
          <w:p w:rsidR="00795AB4" w:rsidRPr="00343502" w:rsidRDefault="00795AB4" w:rsidP="00C21082">
            <w:pPr>
              <w:jc w:val="center"/>
            </w:pPr>
            <w:r w:rsidRPr="00343502">
              <w:t>2018</w:t>
            </w:r>
          </w:p>
        </w:tc>
        <w:tc>
          <w:tcPr>
            <w:tcW w:w="996" w:type="dxa"/>
          </w:tcPr>
          <w:p w:rsidR="00795AB4" w:rsidRPr="00343502" w:rsidRDefault="00795AB4" w:rsidP="00C21082">
            <w:pPr>
              <w:jc w:val="center"/>
            </w:pPr>
            <w:r w:rsidRPr="00343502">
              <w:t>2019</w:t>
            </w:r>
          </w:p>
        </w:tc>
      </w:tr>
      <w:tr w:rsidR="00795AB4" w:rsidRPr="00343502" w:rsidTr="00C21082">
        <w:tc>
          <w:tcPr>
            <w:tcW w:w="2280" w:type="dxa"/>
          </w:tcPr>
          <w:p w:rsidR="00795AB4" w:rsidRPr="00343502" w:rsidRDefault="00795AB4" w:rsidP="00C21082">
            <w:pPr>
              <w:jc w:val="both"/>
            </w:pPr>
            <w:r w:rsidRPr="00343502">
              <w:t>всего</w:t>
            </w:r>
          </w:p>
        </w:tc>
        <w:tc>
          <w:tcPr>
            <w:tcW w:w="1440" w:type="dxa"/>
          </w:tcPr>
          <w:p w:rsidR="00795AB4" w:rsidRPr="00343502" w:rsidRDefault="00795AB4" w:rsidP="00C21082">
            <w:pPr>
              <w:jc w:val="center"/>
            </w:pPr>
            <w:r w:rsidRPr="00343502">
              <w:t>тыс. руб.</w:t>
            </w:r>
          </w:p>
        </w:tc>
        <w:tc>
          <w:tcPr>
            <w:tcW w:w="1260" w:type="dxa"/>
          </w:tcPr>
          <w:p w:rsidR="00795AB4" w:rsidRPr="00343502" w:rsidRDefault="00795AB4" w:rsidP="00C21082">
            <w:pPr>
              <w:jc w:val="center"/>
            </w:pPr>
            <w:r w:rsidRPr="00343502">
              <w:t>660,1</w:t>
            </w:r>
          </w:p>
        </w:tc>
        <w:tc>
          <w:tcPr>
            <w:tcW w:w="1280" w:type="dxa"/>
          </w:tcPr>
          <w:p w:rsidR="00795AB4" w:rsidRPr="00343502" w:rsidRDefault="00795AB4" w:rsidP="00C21082">
            <w:pPr>
              <w:jc w:val="center"/>
            </w:pPr>
            <w:r w:rsidRPr="00343502">
              <w:t>64,8</w:t>
            </w:r>
          </w:p>
        </w:tc>
        <w:tc>
          <w:tcPr>
            <w:tcW w:w="1176" w:type="dxa"/>
          </w:tcPr>
          <w:p w:rsidR="00795AB4" w:rsidRPr="00343502" w:rsidRDefault="00795AB4" w:rsidP="00C21082">
            <w:pPr>
              <w:jc w:val="center"/>
            </w:pPr>
            <w:r w:rsidRPr="00343502">
              <w:t>69,6</w:t>
            </w:r>
          </w:p>
        </w:tc>
        <w:tc>
          <w:tcPr>
            <w:tcW w:w="1116" w:type="dxa"/>
          </w:tcPr>
          <w:p w:rsidR="00795AB4" w:rsidRPr="00343502" w:rsidRDefault="00795AB4" w:rsidP="00C21082">
            <w:pPr>
              <w:jc w:val="center"/>
            </w:pPr>
            <w:r w:rsidRPr="00343502">
              <w:t>100,0</w:t>
            </w:r>
          </w:p>
        </w:tc>
        <w:tc>
          <w:tcPr>
            <w:tcW w:w="996" w:type="dxa"/>
          </w:tcPr>
          <w:p w:rsidR="00795AB4" w:rsidRPr="00343502" w:rsidRDefault="00795AB4" w:rsidP="00C21082">
            <w:pPr>
              <w:jc w:val="center"/>
            </w:pPr>
            <w:r w:rsidRPr="00343502">
              <w:t>25,0</w:t>
            </w:r>
          </w:p>
        </w:tc>
      </w:tr>
      <w:tr w:rsidR="00795AB4" w:rsidRPr="00343502" w:rsidTr="00C21082">
        <w:tc>
          <w:tcPr>
            <w:tcW w:w="2280" w:type="dxa"/>
          </w:tcPr>
          <w:p w:rsidR="00795AB4" w:rsidRPr="00343502" w:rsidRDefault="00795AB4" w:rsidP="00C21082">
            <w:pPr>
              <w:jc w:val="both"/>
            </w:pPr>
            <w:r>
              <w:t>в</w:t>
            </w:r>
            <w:r w:rsidRPr="00343502">
              <w:t xml:space="preserve"> том числе:</w:t>
            </w:r>
          </w:p>
        </w:tc>
        <w:tc>
          <w:tcPr>
            <w:tcW w:w="1440" w:type="dxa"/>
          </w:tcPr>
          <w:p w:rsidR="00795AB4" w:rsidRPr="00343502" w:rsidRDefault="00795AB4" w:rsidP="00C21082">
            <w:pPr>
              <w:jc w:val="center"/>
            </w:pPr>
          </w:p>
        </w:tc>
        <w:tc>
          <w:tcPr>
            <w:tcW w:w="1260" w:type="dxa"/>
          </w:tcPr>
          <w:p w:rsidR="00795AB4" w:rsidRPr="00343502" w:rsidRDefault="00795AB4" w:rsidP="00C21082">
            <w:pPr>
              <w:jc w:val="center"/>
            </w:pPr>
          </w:p>
        </w:tc>
        <w:tc>
          <w:tcPr>
            <w:tcW w:w="1280" w:type="dxa"/>
          </w:tcPr>
          <w:p w:rsidR="00795AB4" w:rsidRPr="00343502" w:rsidRDefault="00795AB4" w:rsidP="00C21082">
            <w:pPr>
              <w:jc w:val="center"/>
            </w:pPr>
          </w:p>
        </w:tc>
        <w:tc>
          <w:tcPr>
            <w:tcW w:w="1176" w:type="dxa"/>
          </w:tcPr>
          <w:p w:rsidR="00795AB4" w:rsidRPr="00343502" w:rsidRDefault="00795AB4" w:rsidP="00C21082">
            <w:pPr>
              <w:jc w:val="center"/>
            </w:pPr>
          </w:p>
        </w:tc>
        <w:tc>
          <w:tcPr>
            <w:tcW w:w="1116" w:type="dxa"/>
          </w:tcPr>
          <w:p w:rsidR="00795AB4" w:rsidRPr="00343502" w:rsidRDefault="00795AB4" w:rsidP="00C21082">
            <w:pPr>
              <w:jc w:val="center"/>
            </w:pPr>
          </w:p>
        </w:tc>
        <w:tc>
          <w:tcPr>
            <w:tcW w:w="996" w:type="dxa"/>
          </w:tcPr>
          <w:p w:rsidR="00795AB4" w:rsidRPr="00343502" w:rsidRDefault="00795AB4" w:rsidP="00C21082">
            <w:pPr>
              <w:jc w:val="center"/>
            </w:pPr>
          </w:p>
        </w:tc>
      </w:tr>
      <w:tr w:rsidR="00795AB4" w:rsidRPr="00343502" w:rsidTr="00C21082">
        <w:tc>
          <w:tcPr>
            <w:tcW w:w="2280" w:type="dxa"/>
          </w:tcPr>
          <w:p w:rsidR="00795AB4" w:rsidRPr="00343502" w:rsidRDefault="00795AB4" w:rsidP="00C21082">
            <w:pPr>
              <w:jc w:val="both"/>
            </w:pPr>
            <w:r>
              <w:t>м</w:t>
            </w:r>
            <w:r w:rsidRPr="00343502">
              <w:t>униципальный бюджет</w:t>
            </w:r>
          </w:p>
        </w:tc>
        <w:tc>
          <w:tcPr>
            <w:tcW w:w="1440" w:type="dxa"/>
          </w:tcPr>
          <w:p w:rsidR="00795AB4" w:rsidRPr="00343502" w:rsidRDefault="00795AB4" w:rsidP="00C21082">
            <w:pPr>
              <w:jc w:val="center"/>
            </w:pPr>
            <w:r w:rsidRPr="00343502">
              <w:t>тыс. руб.</w:t>
            </w:r>
          </w:p>
        </w:tc>
        <w:tc>
          <w:tcPr>
            <w:tcW w:w="1260" w:type="dxa"/>
          </w:tcPr>
          <w:p w:rsidR="00795AB4" w:rsidRPr="00343502" w:rsidRDefault="00795AB4" w:rsidP="00C21082">
            <w:pPr>
              <w:jc w:val="center"/>
            </w:pPr>
            <w:r>
              <w:t>660,1</w:t>
            </w:r>
          </w:p>
        </w:tc>
        <w:tc>
          <w:tcPr>
            <w:tcW w:w="1280" w:type="dxa"/>
          </w:tcPr>
          <w:p w:rsidR="00795AB4" w:rsidRPr="00343502" w:rsidRDefault="00795AB4" w:rsidP="00C21082">
            <w:pPr>
              <w:jc w:val="center"/>
            </w:pPr>
            <w:r w:rsidRPr="00343502">
              <w:t>64,8</w:t>
            </w:r>
          </w:p>
        </w:tc>
        <w:tc>
          <w:tcPr>
            <w:tcW w:w="1176" w:type="dxa"/>
          </w:tcPr>
          <w:p w:rsidR="00795AB4" w:rsidRPr="00343502" w:rsidRDefault="00795AB4" w:rsidP="00C21082">
            <w:pPr>
              <w:jc w:val="center"/>
            </w:pPr>
            <w:r w:rsidRPr="00343502">
              <w:t>69,6</w:t>
            </w:r>
          </w:p>
        </w:tc>
        <w:tc>
          <w:tcPr>
            <w:tcW w:w="1116" w:type="dxa"/>
          </w:tcPr>
          <w:p w:rsidR="00795AB4" w:rsidRPr="00343502" w:rsidRDefault="00795AB4" w:rsidP="00C21082">
            <w:pPr>
              <w:jc w:val="center"/>
            </w:pPr>
            <w:r w:rsidRPr="00343502">
              <w:t>100,0</w:t>
            </w:r>
          </w:p>
        </w:tc>
        <w:tc>
          <w:tcPr>
            <w:tcW w:w="996" w:type="dxa"/>
          </w:tcPr>
          <w:p w:rsidR="00795AB4" w:rsidRPr="00343502" w:rsidRDefault="00795AB4" w:rsidP="00C21082">
            <w:pPr>
              <w:jc w:val="center"/>
            </w:pPr>
            <w:r w:rsidRPr="00343502">
              <w:t>25,0</w:t>
            </w:r>
          </w:p>
        </w:tc>
      </w:tr>
    </w:tbl>
    <w:p w:rsidR="00795AB4" w:rsidRPr="00343502" w:rsidRDefault="00795AB4" w:rsidP="00737D3A">
      <w:pPr>
        <w:jc w:val="both"/>
      </w:pPr>
    </w:p>
    <w:p w:rsidR="00795AB4" w:rsidRPr="00343502" w:rsidRDefault="00795AB4"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95AB4" w:rsidRPr="00343502" w:rsidRDefault="00795AB4"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795AB4" w:rsidRPr="00343502" w:rsidRDefault="00795AB4" w:rsidP="00737D3A"/>
    <w:p w:rsidR="00795AB4" w:rsidRPr="00343502" w:rsidRDefault="00795AB4"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795AB4" w:rsidRPr="00343502" w:rsidRDefault="00795AB4" w:rsidP="00737D3A"/>
    <w:p w:rsidR="00795AB4" w:rsidRPr="00343502" w:rsidRDefault="00795AB4"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795AB4" w:rsidRPr="00343502" w:rsidRDefault="00795AB4" w:rsidP="00737D3A">
      <w:pPr>
        <w:jc w:val="both"/>
      </w:pPr>
      <w:r w:rsidRPr="00343502">
        <w:tab/>
        <w:t>К числу возможных рисков относятся внешние и внутренние риски.</w:t>
      </w:r>
    </w:p>
    <w:p w:rsidR="00795AB4" w:rsidRPr="00343502" w:rsidRDefault="00795AB4" w:rsidP="00737D3A">
      <w:pPr>
        <w:jc w:val="both"/>
        <w:rPr>
          <w:i/>
        </w:rPr>
      </w:pPr>
      <w:r w:rsidRPr="00343502">
        <w:rPr>
          <w:i/>
        </w:rPr>
        <w:t>Внешние риски:</w:t>
      </w:r>
    </w:p>
    <w:p w:rsidR="00795AB4" w:rsidRPr="00343502" w:rsidRDefault="00795AB4" w:rsidP="00737D3A">
      <w:pPr>
        <w:jc w:val="both"/>
      </w:pPr>
      <w:r w:rsidRPr="00343502">
        <w:t>- финансовые риски, связанные с недостаточным уровнем бюджетного финансирования подпрограммы;</w:t>
      </w:r>
    </w:p>
    <w:p w:rsidR="00795AB4" w:rsidRPr="00343502" w:rsidRDefault="00795AB4"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795AB4" w:rsidRPr="00343502" w:rsidRDefault="00795AB4"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795AB4" w:rsidRPr="00343502" w:rsidRDefault="00795AB4"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795AB4" w:rsidRPr="00343502" w:rsidRDefault="00795AB4" w:rsidP="00737D3A">
      <w:pPr>
        <w:jc w:val="both"/>
      </w:pPr>
      <w:r w:rsidRPr="00343502">
        <w:tab/>
        <w:t>В целях управления указанными рисками в процессе реализации подпрограммы предусматривается:</w:t>
      </w:r>
    </w:p>
    <w:p w:rsidR="00795AB4" w:rsidRPr="00343502" w:rsidRDefault="00795AB4" w:rsidP="00737D3A">
      <w:pPr>
        <w:jc w:val="both"/>
      </w:pPr>
      <w:r w:rsidRPr="00343502">
        <w:t>- обеспечение эффективного взаимодействия участников реализации муниципальной программы;</w:t>
      </w:r>
    </w:p>
    <w:p w:rsidR="00795AB4" w:rsidRPr="00343502" w:rsidRDefault="00795AB4"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795AB4" w:rsidRPr="00343502" w:rsidRDefault="00795AB4"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795AB4" w:rsidRPr="00343502" w:rsidRDefault="00795AB4" w:rsidP="00737D3A">
      <w:pPr>
        <w:jc w:val="both"/>
      </w:pPr>
      <w:r w:rsidRPr="00343502">
        <w:t>- перераспределение объемов финансирования в зависимости от динамики и темпов достижения поставленных целей, внешних факторов.</w:t>
      </w:r>
    </w:p>
    <w:p w:rsidR="00795AB4" w:rsidRPr="00343502" w:rsidRDefault="00795AB4"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795AB4" w:rsidRPr="00343502" w:rsidRDefault="00795AB4" w:rsidP="00C21082">
      <w:pPr>
        <w:jc w:val="center"/>
        <w:rPr>
          <w:b/>
        </w:rPr>
      </w:pPr>
      <w:r w:rsidRPr="00343502">
        <w:rPr>
          <w:b/>
        </w:rPr>
        <w:lastRenderedPageBreak/>
        <w:t>8. Оценки эффективности подпрограммных мероприятий</w:t>
      </w:r>
    </w:p>
    <w:p w:rsidR="00795AB4" w:rsidRPr="00343502" w:rsidRDefault="00795AB4" w:rsidP="00737D3A"/>
    <w:p w:rsidR="00795AB4" w:rsidRPr="00343502" w:rsidRDefault="00795AB4"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795AB4" w:rsidRPr="00343502" w:rsidRDefault="00795AB4"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795AB4" w:rsidRPr="00343502" w:rsidRDefault="00795AB4"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795AB4" w:rsidRPr="00343502" w:rsidRDefault="00795AB4"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795AB4" w:rsidRPr="00343502" w:rsidRDefault="00795AB4"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795AB4" w:rsidRPr="00343502" w:rsidRDefault="00795AB4"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795AB4" w:rsidRPr="00343502" w:rsidRDefault="00795AB4"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795AB4" w:rsidRPr="00343502" w:rsidRDefault="00795AB4"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795AB4" w:rsidRPr="00343502" w:rsidRDefault="00795AB4" w:rsidP="003D7AEE">
      <w:pPr>
        <w:pStyle w:val="16"/>
        <w:ind w:left="0" w:firstLine="720"/>
        <w:rPr>
          <w:rFonts w:ascii="Times New Roman" w:hAnsi="Times New Roman"/>
          <w:sz w:val="24"/>
          <w:szCs w:val="24"/>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Pr="00895671" w:rsidRDefault="00795AB4"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Таловского муниципального района </w:t>
      </w:r>
      <w:r w:rsidRPr="00895671">
        <w:rPr>
          <w:b/>
          <w:color w:val="000000"/>
          <w:sz w:val="26"/>
          <w:szCs w:val="26"/>
          <w:u w:val="single"/>
        </w:rPr>
        <w:t>».</w:t>
      </w:r>
    </w:p>
    <w:p w:rsidR="00795AB4" w:rsidRPr="00895671" w:rsidRDefault="00795AB4" w:rsidP="00343502">
      <w:pPr>
        <w:ind w:left="42" w:firstLine="678"/>
        <w:jc w:val="both"/>
        <w:rPr>
          <w:rFonts w:eastAsia="Times New Roman"/>
          <w:b/>
          <w:color w:val="000000"/>
          <w:sz w:val="26"/>
          <w:szCs w:val="26"/>
          <w:u w:val="single"/>
          <w:lang w:eastAsia="ru-RU"/>
        </w:rPr>
      </w:pPr>
    </w:p>
    <w:p w:rsidR="00795AB4" w:rsidRPr="00895671" w:rsidRDefault="00795AB4" w:rsidP="00343502">
      <w:pPr>
        <w:jc w:val="center"/>
        <w:rPr>
          <w:rFonts w:eastAsia="Times New Roman"/>
          <w:b/>
          <w:color w:val="000000"/>
          <w:lang w:eastAsia="ru-RU"/>
        </w:rPr>
      </w:pPr>
      <w:r w:rsidRPr="00895671">
        <w:rPr>
          <w:rFonts w:eastAsia="Times New Roman"/>
          <w:b/>
          <w:color w:val="000000"/>
          <w:lang w:eastAsia="ru-RU"/>
        </w:rPr>
        <w:t>ПАСПОРТ</w:t>
      </w:r>
    </w:p>
    <w:p w:rsidR="00795AB4" w:rsidRDefault="00795AB4" w:rsidP="00343502">
      <w:pPr>
        <w:jc w:val="center"/>
        <w:rPr>
          <w:b/>
          <w:color w:val="000000"/>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Развитие транспортной системы Таловского муниципального района</w:t>
      </w:r>
      <w:r w:rsidRPr="00A337B5">
        <w:rPr>
          <w:b/>
        </w:rPr>
        <w:t>»</w:t>
      </w:r>
    </w:p>
    <w:p w:rsidR="00795AB4" w:rsidRPr="00A337B5" w:rsidRDefault="00795AB4" w:rsidP="00343502">
      <w:pPr>
        <w:jc w:val="center"/>
        <w:rPr>
          <w:rFonts w:eastAsia="Times New Roman"/>
          <w:b/>
          <w:color w:val="000000"/>
          <w:lang w:eastAsia="ru-RU"/>
        </w:rPr>
      </w:pPr>
      <w:r w:rsidRPr="004D300B">
        <w:rPr>
          <w:b/>
        </w:rPr>
        <w:t>программы Таловского муниципального района Воронежской области «Муниципальное управление и гражданское общество на 2014-2019 гг»</w:t>
      </w:r>
    </w:p>
    <w:p w:rsidR="00795AB4" w:rsidRPr="00A337B5" w:rsidRDefault="00795AB4"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795AB4" w:rsidRPr="00432C5B" w:rsidRDefault="00795AB4"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795AB4" w:rsidRPr="00432C5B" w:rsidRDefault="00795AB4"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795AB4" w:rsidRPr="00895671" w:rsidTr="00343502">
        <w:tc>
          <w:tcPr>
            <w:tcW w:w="3168" w:type="dxa"/>
          </w:tcPr>
          <w:p w:rsidR="00795AB4" w:rsidRPr="008C35E2" w:rsidRDefault="00795AB4" w:rsidP="00343502">
            <w:pPr>
              <w:rPr>
                <w:rFonts w:eastAsia="Times New Roman"/>
                <w:color w:val="0000FF"/>
                <w:lang w:eastAsia="ru-RU"/>
              </w:rPr>
            </w:pPr>
            <w:r w:rsidRPr="008C35E2">
              <w:rPr>
                <w:rFonts w:eastAsia="Times New Roman"/>
                <w:color w:val="0000FF"/>
                <w:lang w:eastAsia="ru-RU"/>
              </w:rPr>
              <w:t>Перечень основных мероприятий подпрограммы</w:t>
            </w:r>
          </w:p>
        </w:tc>
        <w:tc>
          <w:tcPr>
            <w:tcW w:w="6660" w:type="dxa"/>
            <w:shd w:val="clear" w:color="auto" w:fill="FFFFFF"/>
          </w:tcPr>
          <w:p w:rsidR="00795AB4" w:rsidRPr="008C35E2" w:rsidRDefault="00795AB4" w:rsidP="00343502">
            <w:pPr>
              <w:jc w:val="both"/>
              <w:outlineLvl w:val="2"/>
              <w:rPr>
                <w:color w:val="0000FF"/>
              </w:rPr>
            </w:pPr>
            <w:r w:rsidRPr="008C35E2">
              <w:rPr>
                <w:color w:val="0000FF"/>
              </w:rPr>
              <w:t>1.Приобретение автобусов</w:t>
            </w:r>
          </w:p>
          <w:p w:rsidR="00795AB4" w:rsidRPr="008C35E2" w:rsidRDefault="00795AB4" w:rsidP="0049123D">
            <w:pPr>
              <w:widowControl w:val="0"/>
              <w:autoSpaceDE w:val="0"/>
              <w:autoSpaceDN w:val="0"/>
              <w:adjustRightInd w:val="0"/>
              <w:rPr>
                <w:color w:val="0000FF"/>
              </w:rPr>
            </w:pPr>
            <w:r w:rsidRPr="008C35E2">
              <w:rPr>
                <w:color w:val="0000FF"/>
              </w:rPr>
              <w:t xml:space="preserve">2.Предоставление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795AB4" w:rsidRPr="008C35E2" w:rsidRDefault="00795AB4" w:rsidP="00343502">
            <w:pPr>
              <w:rPr>
                <w:rFonts w:eastAsia="Times New Roman"/>
                <w:color w:val="0000FF"/>
                <w:lang w:eastAsia="ru-RU"/>
              </w:rPr>
            </w:pPr>
          </w:p>
        </w:tc>
      </w:tr>
      <w:tr w:rsidR="00795AB4" w:rsidRPr="00F60339"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Цели и задачи подпрограммы</w:t>
            </w:r>
          </w:p>
        </w:tc>
        <w:tc>
          <w:tcPr>
            <w:tcW w:w="6660" w:type="dxa"/>
          </w:tcPr>
          <w:p w:rsidR="00795AB4" w:rsidRPr="00F60339" w:rsidRDefault="00795AB4" w:rsidP="00343502">
            <w:r w:rsidRPr="00F60339">
              <w:rPr>
                <w:rFonts w:eastAsia="Times New Roman"/>
                <w:color w:val="000000"/>
                <w:lang w:eastAsia="ru-RU"/>
              </w:rPr>
              <w:t>Цель: п</w:t>
            </w:r>
            <w:r w:rsidRPr="00F60339">
              <w:t>овышение доступности и качества транспортных услуг для населения.</w:t>
            </w:r>
          </w:p>
          <w:p w:rsidR="00795AB4" w:rsidRPr="00F60339" w:rsidRDefault="00795AB4" w:rsidP="00343502">
            <w:pPr>
              <w:rPr>
                <w:rFonts w:eastAsia="Times New Roman"/>
                <w:color w:val="000000"/>
                <w:lang w:eastAsia="ru-RU"/>
              </w:rPr>
            </w:pPr>
            <w:r w:rsidRPr="00F60339">
              <w:rPr>
                <w:rFonts w:eastAsia="Times New Roman"/>
                <w:color w:val="000000"/>
                <w:lang w:eastAsia="ru-RU"/>
              </w:rPr>
              <w:t>Задачи:</w:t>
            </w:r>
          </w:p>
          <w:p w:rsidR="00795AB4" w:rsidRDefault="00795AB4" w:rsidP="0034350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795AB4" w:rsidRDefault="00795AB4" w:rsidP="00343502">
            <w:r>
              <w:t>-о</w:t>
            </w:r>
            <w:r w:rsidRPr="00F60339">
              <w:t xml:space="preserve">беспечение функционирования сети автомобильных дорог общего пользования </w:t>
            </w:r>
            <w:r>
              <w:t>муниципального значения;</w:t>
            </w:r>
          </w:p>
          <w:p w:rsidR="00795AB4" w:rsidRDefault="00795AB4" w:rsidP="00343502">
            <w:r>
              <w:t>- о</w:t>
            </w:r>
            <w:r w:rsidRPr="00F60339">
              <w:t>беспечение потребности насе</w:t>
            </w:r>
            <w:r>
              <w:t>ления в пассажирских перевозках;</w:t>
            </w:r>
          </w:p>
          <w:p w:rsidR="00795AB4" w:rsidRDefault="00795AB4" w:rsidP="00343502">
            <w:r>
              <w:t>- о</w:t>
            </w:r>
            <w:r w:rsidRPr="00F60339">
              <w:t>бновл</w:t>
            </w:r>
            <w:r>
              <w:t>ение парка транспортных средств;</w:t>
            </w:r>
          </w:p>
          <w:p w:rsidR="00795AB4" w:rsidRPr="00F60339" w:rsidRDefault="00795AB4" w:rsidP="00343502">
            <w:pPr>
              <w:rPr>
                <w:rFonts w:eastAsia="Times New Roman"/>
                <w:color w:val="000000"/>
                <w:lang w:eastAsia="ru-RU"/>
              </w:rPr>
            </w:pPr>
            <w:r>
              <w:t>- о</w:t>
            </w:r>
            <w:r w:rsidRPr="00F60339">
              <w:t>беспечение экологичности используемых транспортных средств</w:t>
            </w:r>
          </w:p>
        </w:tc>
      </w:tr>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6660" w:type="dxa"/>
          </w:tcPr>
          <w:p w:rsidR="00795AB4" w:rsidRDefault="00795AB4" w:rsidP="00DF3E53">
            <w:pPr>
              <w:rPr>
                <w:rFonts w:eastAsia="Times New Roman"/>
                <w:color w:val="000000"/>
                <w:lang w:eastAsia="ru-RU"/>
              </w:rPr>
            </w:pPr>
            <w:r>
              <w:rPr>
                <w:rFonts w:eastAsia="Times New Roman"/>
                <w:color w:val="000000"/>
                <w:lang w:eastAsia="ru-RU"/>
              </w:rPr>
              <w:t xml:space="preserve">1.Обновление транспортных средств организаций пассажирского автомобильного транспорта общего пользования. </w:t>
            </w:r>
          </w:p>
          <w:p w:rsidR="00795AB4" w:rsidRPr="00603124" w:rsidRDefault="00795AB4" w:rsidP="00DF3E53">
            <w:pPr>
              <w:rPr>
                <w:rFonts w:eastAsia="Times New Roman"/>
                <w:color w:val="0000FF"/>
                <w:lang w:eastAsia="ru-RU"/>
              </w:rPr>
            </w:pPr>
            <w:r w:rsidRPr="004C28B0">
              <w:rPr>
                <w:rFonts w:eastAsia="Times New Roman"/>
                <w:lang w:eastAsia="ru-RU"/>
              </w:rPr>
              <w:t>2.Доля населения, проживающего в населенных пунктах, не имеющих регулярного автобусного</w:t>
            </w:r>
            <w:r w:rsidRPr="004C28B0">
              <w:rPr>
                <w:rFonts w:eastAsia="Times New Roman"/>
                <w:color w:val="FF0000"/>
                <w:lang w:eastAsia="ru-RU"/>
              </w:rPr>
              <w:t xml:space="preserve"> </w:t>
            </w:r>
            <w:r w:rsidRPr="00603124">
              <w:rPr>
                <w:rFonts w:eastAsia="Times New Roman"/>
                <w:color w:val="0000FF"/>
                <w:lang w:eastAsia="ru-RU"/>
              </w:rPr>
              <w:t>и (или) железнодорожного сообщения с административным центром муниципального района, в общей численности населения муниципального района.</w:t>
            </w:r>
          </w:p>
          <w:p w:rsidR="00795AB4" w:rsidRPr="004C28B0" w:rsidRDefault="00795AB4" w:rsidP="00DF3E53">
            <w:pPr>
              <w:widowControl w:val="0"/>
              <w:autoSpaceDE w:val="0"/>
              <w:autoSpaceDN w:val="0"/>
              <w:adjustRightInd w:val="0"/>
            </w:pPr>
            <w:r>
              <w:t>3</w:t>
            </w:r>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r w:rsidRPr="004C28B0">
              <w:t xml:space="preserve"> </w:t>
            </w:r>
          </w:p>
          <w:p w:rsidR="00795AB4" w:rsidRPr="00895671" w:rsidRDefault="00795AB4" w:rsidP="00DF3E53">
            <w:pPr>
              <w:ind w:left="360"/>
              <w:rPr>
                <w:rFonts w:eastAsia="Times New Roman"/>
                <w:color w:val="000000"/>
                <w:lang w:eastAsia="ru-RU"/>
              </w:rPr>
            </w:pPr>
          </w:p>
        </w:tc>
      </w:tr>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795AB4" w:rsidRPr="00895671" w:rsidRDefault="00795AB4"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795AB4" w:rsidRPr="00FE2974" w:rsidRDefault="00795AB4" w:rsidP="00343502">
            <w:pPr>
              <w:rPr>
                <w:rFonts w:eastAsia="Times New Roman"/>
                <w:color w:val="000000"/>
                <w:lang w:eastAsia="ru-RU"/>
              </w:rPr>
            </w:pPr>
            <w:r w:rsidRPr="00FE2974">
              <w:rPr>
                <w:rFonts w:eastAsia="Times New Roman"/>
                <w:lang w:eastAsia="ru-RU"/>
              </w:rPr>
              <w:t xml:space="preserve">Общий объем финансирования подпрограммы составляет –  </w:t>
            </w:r>
            <w:r>
              <w:rPr>
                <w:rFonts w:eastAsia="Times New Roman"/>
                <w:lang w:eastAsia="ru-RU"/>
              </w:rPr>
              <w:t>411</w:t>
            </w:r>
            <w:r w:rsidRPr="00FE2974">
              <w:rPr>
                <w:rFonts w:eastAsia="Times New Roman"/>
                <w:lang w:eastAsia="ru-RU"/>
              </w:rPr>
              <w:t>7,0</w:t>
            </w:r>
            <w:r w:rsidRPr="00FE2974">
              <w:rPr>
                <w:rFonts w:eastAsia="Times New Roman"/>
                <w:color w:val="000000"/>
                <w:lang w:eastAsia="ru-RU"/>
              </w:rPr>
              <w:t xml:space="preserve"> тыс. рублей, в том числе:</w:t>
            </w:r>
          </w:p>
          <w:p w:rsidR="00795AB4" w:rsidRPr="005F00DB" w:rsidRDefault="00795AB4" w:rsidP="00343502">
            <w:pPr>
              <w:pStyle w:val="ConsPlusNormal"/>
              <w:ind w:firstLine="540"/>
              <w:jc w:val="both"/>
              <w:rPr>
                <w:rFonts w:ascii="Times New Roman" w:hAnsi="Times New Roman"/>
                <w:sz w:val="24"/>
                <w:szCs w:val="24"/>
              </w:rPr>
            </w:pPr>
            <w:r w:rsidRPr="00FE2974">
              <w:rPr>
                <w:rFonts w:ascii="Times New Roman" w:hAnsi="Times New Roman"/>
                <w:sz w:val="24"/>
                <w:szCs w:val="24"/>
              </w:rPr>
              <w:t>- из средств</w:t>
            </w:r>
            <w:r w:rsidRPr="005F00DB">
              <w:rPr>
                <w:rFonts w:ascii="Times New Roman" w:hAnsi="Times New Roman"/>
                <w:sz w:val="24"/>
                <w:szCs w:val="24"/>
              </w:rPr>
              <w:t xml:space="preserve"> федерального бюджета    </w:t>
            </w:r>
            <w:r>
              <w:rPr>
                <w:rFonts w:ascii="Times New Roman" w:hAnsi="Times New Roman"/>
                <w:sz w:val="24"/>
                <w:szCs w:val="24"/>
              </w:rPr>
              <w:t>2410,3</w:t>
            </w:r>
            <w:r w:rsidRPr="005F00DB">
              <w:rPr>
                <w:rFonts w:ascii="Times New Roman" w:hAnsi="Times New Roman"/>
                <w:sz w:val="24"/>
                <w:szCs w:val="24"/>
              </w:rPr>
              <w:t xml:space="preserve"> тыс. рублей:</w:t>
            </w:r>
          </w:p>
          <w:p w:rsidR="00795AB4" w:rsidRPr="005F00DB" w:rsidRDefault="00795AB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2410,3</w:t>
            </w:r>
            <w:r w:rsidRPr="005F00DB">
              <w:rPr>
                <w:rFonts w:ascii="Times New Roman" w:hAnsi="Times New Roman"/>
                <w:sz w:val="24"/>
                <w:szCs w:val="24"/>
              </w:rPr>
              <w:t xml:space="preserve"> тыс. рублей;</w:t>
            </w:r>
          </w:p>
          <w:p w:rsidR="00795AB4" w:rsidRPr="005F00DB" w:rsidRDefault="00795AB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873,4</w:t>
            </w:r>
            <w:r w:rsidRPr="005F00DB">
              <w:rPr>
                <w:rFonts w:ascii="Times New Roman" w:hAnsi="Times New Roman"/>
                <w:sz w:val="24"/>
                <w:szCs w:val="24"/>
              </w:rPr>
              <w:t xml:space="preserve"> тыс. рублей:</w:t>
            </w:r>
          </w:p>
          <w:p w:rsidR="00795AB4" w:rsidRPr="005F00DB" w:rsidRDefault="00795AB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873,4</w:t>
            </w:r>
            <w:r w:rsidRPr="005F00DB">
              <w:rPr>
                <w:rFonts w:ascii="Times New Roman" w:hAnsi="Times New Roman"/>
                <w:sz w:val="24"/>
                <w:szCs w:val="24"/>
              </w:rPr>
              <w:t xml:space="preserve"> тыс. рублей;</w:t>
            </w:r>
          </w:p>
          <w:p w:rsidR="00795AB4" w:rsidRPr="005F00DB" w:rsidRDefault="00795AB4" w:rsidP="00343502">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 из средств местного  бюджета </w:t>
            </w:r>
            <w:r>
              <w:rPr>
                <w:rFonts w:ascii="Times New Roman" w:hAnsi="Times New Roman"/>
                <w:sz w:val="24"/>
                <w:szCs w:val="24"/>
              </w:rPr>
              <w:t>833,3</w:t>
            </w:r>
            <w:r w:rsidRPr="005F00DB">
              <w:rPr>
                <w:rFonts w:ascii="Times New Roman" w:hAnsi="Times New Roman"/>
                <w:sz w:val="24"/>
                <w:szCs w:val="24"/>
              </w:rPr>
              <w:t xml:space="preserve"> тыс. рублей:</w:t>
            </w:r>
          </w:p>
          <w:p w:rsidR="00795AB4" w:rsidRDefault="00795AB4"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795AB4" w:rsidRPr="005F00DB" w:rsidRDefault="00795AB4" w:rsidP="00343502">
            <w:pPr>
              <w:pStyle w:val="ConsPlusNormal"/>
              <w:ind w:firstLine="540"/>
              <w:jc w:val="both"/>
              <w:rPr>
                <w:rFonts w:ascii="Times New Roman" w:hAnsi="Times New Roman"/>
                <w:sz w:val="24"/>
                <w:szCs w:val="24"/>
              </w:rPr>
            </w:pPr>
            <w:r>
              <w:rPr>
                <w:rFonts w:ascii="Times New Roman" w:hAnsi="Times New Roman"/>
                <w:sz w:val="24"/>
                <w:szCs w:val="24"/>
              </w:rPr>
              <w:t>2016 год- 800 тыс. рублей.</w:t>
            </w:r>
          </w:p>
          <w:p w:rsidR="00795AB4" w:rsidRPr="00895671" w:rsidRDefault="00795AB4" w:rsidP="00343502">
            <w:pPr>
              <w:pStyle w:val="ConsPlusNormal"/>
              <w:ind w:firstLine="540"/>
              <w:jc w:val="both"/>
              <w:rPr>
                <w:rFonts w:eastAsia="Times New Roman"/>
                <w:color w:val="000000"/>
                <w:lang w:eastAsia="ru-RU"/>
              </w:rPr>
            </w:pPr>
          </w:p>
        </w:tc>
      </w:tr>
      <w:tr w:rsidR="00795AB4" w:rsidRPr="00895671" w:rsidTr="00343502">
        <w:tc>
          <w:tcPr>
            <w:tcW w:w="3168" w:type="dxa"/>
          </w:tcPr>
          <w:p w:rsidR="00795AB4" w:rsidRPr="00895671" w:rsidRDefault="00795AB4" w:rsidP="00343502">
            <w:pPr>
              <w:rPr>
                <w:rFonts w:eastAsia="Times New Roman"/>
                <w:color w:val="000000"/>
                <w:lang w:eastAsia="ru-RU"/>
              </w:rPr>
            </w:pPr>
            <w:r w:rsidRPr="00895671">
              <w:rPr>
                <w:rFonts w:eastAsia="Times New Roman"/>
                <w:color w:val="000000"/>
                <w:lang w:eastAsia="ru-RU"/>
              </w:rPr>
              <w:lastRenderedPageBreak/>
              <w:t>Ожидаемые конечные результаты реализации подпрограммы</w:t>
            </w:r>
          </w:p>
        </w:tc>
        <w:tc>
          <w:tcPr>
            <w:tcW w:w="6660" w:type="dxa"/>
          </w:tcPr>
          <w:p w:rsidR="00795AB4" w:rsidRPr="008F5828" w:rsidRDefault="00795AB4"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795AB4" w:rsidRDefault="00795AB4" w:rsidP="00343502">
            <w:pPr>
              <w:rPr>
                <w:rFonts w:eastAsia="Times New Roman"/>
                <w:lang w:eastAsia="ru-RU"/>
              </w:rPr>
            </w:pPr>
            <w:r w:rsidRPr="008F5828">
              <w:rPr>
                <w:rFonts w:eastAsia="Times New Roman"/>
                <w:lang w:eastAsia="ru-RU"/>
              </w:rPr>
              <w:t>- Обновление транспортных средств организаций пассажирского автомобильного транспорта общего пользования не менее 2-х единиц.</w:t>
            </w:r>
          </w:p>
          <w:p w:rsidR="00795AB4" w:rsidRPr="00895671" w:rsidRDefault="00795AB4"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795AB4" w:rsidRPr="00895671" w:rsidRDefault="00795AB4" w:rsidP="00343502">
      <w:pPr>
        <w:jc w:val="center"/>
        <w:rPr>
          <w:rFonts w:eastAsia="Times New Roman"/>
          <w:color w:val="000000"/>
          <w:lang w:eastAsia="ru-RU"/>
        </w:rPr>
      </w:pPr>
    </w:p>
    <w:p w:rsidR="00795AB4" w:rsidRPr="00895671" w:rsidRDefault="00795AB4"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795AB4" w:rsidRPr="00895671" w:rsidRDefault="00795AB4" w:rsidP="00343502">
      <w:pPr>
        <w:pStyle w:val="ConsPlusNonformat"/>
        <w:jc w:val="both"/>
        <w:rPr>
          <w:rFonts w:ascii="Times New Roman" w:hAnsi="Times New Roman" w:cs="Times New Roman"/>
          <w:color w:val="000000"/>
          <w:sz w:val="24"/>
          <w:szCs w:val="24"/>
        </w:rPr>
      </w:pP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795AB4" w:rsidRPr="00F60339" w:rsidRDefault="00795AB4" w:rsidP="00343502">
      <w:pPr>
        <w:pStyle w:val="ConsPlusNonformat"/>
        <w:jc w:val="both"/>
        <w:rPr>
          <w:rFonts w:ascii="Times New Roman" w:hAnsi="Times New Roman" w:cs="Times New Roman"/>
          <w:sz w:val="26"/>
          <w:szCs w:val="26"/>
        </w:rPr>
      </w:pPr>
    </w:p>
    <w:p w:rsidR="00795AB4" w:rsidRPr="00A337B5" w:rsidRDefault="00795AB4"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795AB4" w:rsidRPr="00A337B5" w:rsidRDefault="00795AB4" w:rsidP="00343502">
      <w:pPr>
        <w:pStyle w:val="ConsPlusNonformat"/>
        <w:jc w:val="both"/>
        <w:rPr>
          <w:rFonts w:ascii="Times New Roman" w:hAnsi="Times New Roman" w:cs="Times New Roman"/>
          <w:sz w:val="24"/>
          <w:szCs w:val="24"/>
        </w:rPr>
      </w:pP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w:t>
      </w:r>
      <w:r w:rsidRPr="00023370">
        <w:rPr>
          <w:rFonts w:ascii="Times New Roman" w:hAnsi="Times New Roman"/>
          <w:sz w:val="24"/>
          <w:szCs w:val="24"/>
        </w:rPr>
        <w:lastRenderedPageBreak/>
        <w:t xml:space="preserve">управления пассажирским транспортом, развития его производственно-технической базы, обновления подвижного состава. </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795AB4" w:rsidRPr="00023370"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795AB4" w:rsidRPr="00023370"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795AB4"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795AB4" w:rsidRPr="00023370" w:rsidRDefault="00795AB4"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795AB4"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обновить транспортные средства организаций пассажирского автомобильного транспорта общего пользования .</w:t>
      </w:r>
    </w:p>
    <w:p w:rsidR="00795AB4" w:rsidRPr="005F00DB" w:rsidRDefault="00795AB4" w:rsidP="00FE2974">
      <w:pPr>
        <w:jc w:val="both"/>
        <w:rPr>
          <w:b/>
        </w:rPr>
      </w:pPr>
      <w:r w:rsidRPr="005F00DB">
        <w:rPr>
          <w:b/>
        </w:rPr>
        <w:t>Показатели, используемые для достижения поставленной цели:</w:t>
      </w:r>
    </w:p>
    <w:p w:rsidR="00795AB4" w:rsidRDefault="00795AB4"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795AB4" w:rsidRPr="00603124" w:rsidRDefault="00795AB4" w:rsidP="00FE2974">
      <w:pPr>
        <w:jc w:val="both"/>
        <w:rPr>
          <w:rFonts w:eastAsia="Times New Roman"/>
          <w:color w:val="0000FF"/>
          <w:lang w:eastAsia="ru-RU"/>
        </w:rPr>
      </w:pPr>
      <w:r w:rsidRPr="00603124">
        <w:rPr>
          <w:rFonts w:eastAsia="Times New Roman"/>
          <w:color w:val="0000FF"/>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795AB4" w:rsidRDefault="00795AB4" w:rsidP="00FE2974">
      <w:pPr>
        <w:widowControl w:val="0"/>
        <w:autoSpaceDE w:val="0"/>
        <w:autoSpaceDN w:val="0"/>
        <w:adjustRightInd w:val="0"/>
        <w:jc w:val="both"/>
        <w:rPr>
          <w:rFonts w:cs="Arial"/>
        </w:rPr>
      </w:pPr>
      <w:r>
        <w:t>3</w:t>
      </w:r>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r>
        <w:rPr>
          <w:rFonts w:cs="Arial"/>
        </w:rPr>
        <w:t>,%.</w:t>
      </w:r>
    </w:p>
    <w:p w:rsidR="00795AB4" w:rsidRPr="004032E0" w:rsidRDefault="00795AB4"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r>
        <w:t>Таловс</w:t>
      </w:r>
      <w:r w:rsidRPr="009D7B3F">
        <w:t>кого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795AB4" w:rsidRPr="00C21082" w:rsidRDefault="00795AB4"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795AB4" w:rsidRPr="00023370" w:rsidRDefault="00795AB4" w:rsidP="00343502">
      <w:pPr>
        <w:ind w:firstLine="567"/>
        <w:jc w:val="both"/>
        <w:rPr>
          <w:highlight w:val="yellow"/>
        </w:rPr>
      </w:pPr>
    </w:p>
    <w:p w:rsidR="00795AB4" w:rsidRPr="00196222" w:rsidRDefault="00795AB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795AB4" w:rsidRPr="00196222" w:rsidRDefault="00795AB4" w:rsidP="00343502">
      <w:pPr>
        <w:pStyle w:val="ConsPlusNonformat"/>
        <w:jc w:val="both"/>
        <w:rPr>
          <w:rFonts w:ascii="Times New Roman" w:hAnsi="Times New Roman" w:cs="Times New Roman"/>
          <w:sz w:val="24"/>
          <w:szCs w:val="24"/>
        </w:rPr>
      </w:pPr>
    </w:p>
    <w:p w:rsidR="00795AB4" w:rsidRPr="00E979C4" w:rsidRDefault="00795AB4"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 </w:t>
      </w:r>
    </w:p>
    <w:p w:rsidR="00795AB4" w:rsidRPr="00023370" w:rsidRDefault="00795AB4"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795AB4" w:rsidRPr="00023370" w:rsidRDefault="00795AB4" w:rsidP="00343502">
      <w:pPr>
        <w:ind w:firstLine="567"/>
        <w:jc w:val="both"/>
      </w:pPr>
      <w:r w:rsidRPr="00023370">
        <w:t>В рамках подпрограммы предусматривается реализация одного мероприятия:</w:t>
      </w:r>
    </w:p>
    <w:p w:rsidR="00795AB4" w:rsidRPr="00023370" w:rsidRDefault="00795AB4"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795AB4" w:rsidRPr="00023370"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Основная цель мероприятия – Повышение доступности и качества транспортных услуг для населения.</w:t>
      </w:r>
    </w:p>
    <w:p w:rsidR="00795AB4" w:rsidRPr="00023370" w:rsidRDefault="00795AB4"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потребности в перевозках пассажиров на социально значимых маршрутах, обновлению парка транспортных средств.</w:t>
      </w:r>
    </w:p>
    <w:p w:rsidR="00795AB4" w:rsidRDefault="00795AB4"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 xml:space="preserve">бъем финансирования подпрограммы составляет –  3317,0 тыс. рублей, </w:t>
      </w:r>
    </w:p>
    <w:p w:rsidR="00795AB4" w:rsidRPr="00E979C4" w:rsidRDefault="00795AB4" w:rsidP="00FE2974">
      <w:pPr>
        <w:jc w:val="both"/>
        <w:rPr>
          <w:rFonts w:eastAsia="Times New Roman"/>
          <w:color w:val="000000"/>
          <w:lang w:eastAsia="ru-RU"/>
        </w:rPr>
      </w:pPr>
      <w:r w:rsidRPr="00E979C4">
        <w:rPr>
          <w:rFonts w:eastAsia="Times New Roman"/>
          <w:color w:val="000000"/>
          <w:lang w:eastAsia="ru-RU"/>
        </w:rPr>
        <w:t>в том числе:</w:t>
      </w:r>
    </w:p>
    <w:p w:rsidR="00795AB4" w:rsidRPr="005F00DB" w:rsidRDefault="00795AB4"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2410,3</w:t>
      </w:r>
      <w:r w:rsidRPr="005F00DB">
        <w:rPr>
          <w:rFonts w:ascii="Times New Roman" w:hAnsi="Times New Roman"/>
          <w:sz w:val="24"/>
          <w:szCs w:val="24"/>
        </w:rPr>
        <w:t xml:space="preserve"> тыс. рублей:</w:t>
      </w:r>
    </w:p>
    <w:p w:rsidR="00795AB4" w:rsidRPr="005F00DB" w:rsidRDefault="00795AB4"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2410,3</w:t>
      </w:r>
      <w:r w:rsidRPr="005F00DB">
        <w:rPr>
          <w:rFonts w:ascii="Times New Roman" w:hAnsi="Times New Roman"/>
          <w:sz w:val="24"/>
          <w:szCs w:val="24"/>
        </w:rPr>
        <w:t xml:space="preserve"> тыс. рублей;</w:t>
      </w:r>
    </w:p>
    <w:p w:rsidR="00795AB4" w:rsidRPr="005F00DB" w:rsidRDefault="00795AB4"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873,4</w:t>
      </w:r>
      <w:r w:rsidRPr="005F00DB">
        <w:rPr>
          <w:rFonts w:ascii="Times New Roman" w:hAnsi="Times New Roman"/>
          <w:sz w:val="24"/>
          <w:szCs w:val="24"/>
        </w:rPr>
        <w:t xml:space="preserve"> тыс. рублей:</w:t>
      </w:r>
    </w:p>
    <w:p w:rsidR="00795AB4" w:rsidRPr="005F00DB" w:rsidRDefault="00795AB4"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873,4</w:t>
      </w:r>
      <w:r w:rsidRPr="005F00DB">
        <w:rPr>
          <w:rFonts w:ascii="Times New Roman" w:hAnsi="Times New Roman"/>
          <w:sz w:val="24"/>
          <w:szCs w:val="24"/>
        </w:rPr>
        <w:t xml:space="preserve"> тыс. рублей;</w:t>
      </w:r>
    </w:p>
    <w:p w:rsidR="00795AB4" w:rsidRPr="005F00DB" w:rsidRDefault="00795AB4"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33,3</w:t>
      </w:r>
      <w:r w:rsidRPr="005F00DB">
        <w:rPr>
          <w:rFonts w:ascii="Times New Roman" w:hAnsi="Times New Roman"/>
          <w:sz w:val="24"/>
          <w:szCs w:val="24"/>
        </w:rPr>
        <w:t xml:space="preserve"> тыс. рублей:</w:t>
      </w:r>
    </w:p>
    <w:p w:rsidR="00795AB4" w:rsidRPr="005F00DB" w:rsidRDefault="00795AB4"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795AB4" w:rsidRPr="00A65E25" w:rsidRDefault="00795AB4" w:rsidP="00FE2974">
      <w:pPr>
        <w:widowControl w:val="0"/>
        <w:autoSpaceDE w:val="0"/>
        <w:autoSpaceDN w:val="0"/>
        <w:adjustRightInd w:val="0"/>
        <w:jc w:val="both"/>
        <w:rPr>
          <w:color w:val="0000FF"/>
        </w:rPr>
      </w:pPr>
      <w:r w:rsidRPr="00A65E25">
        <w:rPr>
          <w:b/>
          <w:i/>
          <w:color w:val="0000FF"/>
        </w:rPr>
        <w:t>Основное мероприятие 2.</w:t>
      </w:r>
      <w:r w:rsidRPr="00A65E25">
        <w:rPr>
          <w:color w:val="0000FF"/>
        </w:rPr>
        <w:t xml:space="preserve"> 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795AB4" w:rsidRPr="00A65E25" w:rsidRDefault="00795AB4" w:rsidP="00FE2974">
      <w:pPr>
        <w:widowControl w:val="0"/>
        <w:autoSpaceDE w:val="0"/>
        <w:autoSpaceDN w:val="0"/>
        <w:adjustRightInd w:val="0"/>
        <w:ind w:firstLine="540"/>
        <w:jc w:val="both"/>
        <w:rPr>
          <w:color w:val="0000FF"/>
        </w:rPr>
      </w:pPr>
      <w:r w:rsidRPr="00A65E25">
        <w:rPr>
          <w:color w:val="0000FF"/>
        </w:rPr>
        <w:t>Реализация мероприятия позволит к 2019 году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795AB4" w:rsidRPr="00A65E25" w:rsidRDefault="00795AB4" w:rsidP="00FE2974">
      <w:pPr>
        <w:widowControl w:val="0"/>
        <w:autoSpaceDE w:val="0"/>
        <w:autoSpaceDN w:val="0"/>
        <w:adjustRightInd w:val="0"/>
        <w:ind w:firstLine="540"/>
        <w:jc w:val="both"/>
        <w:rPr>
          <w:color w:val="0000FF"/>
        </w:rPr>
      </w:pPr>
      <w:r w:rsidRPr="00A65E25">
        <w:rPr>
          <w:color w:val="0000FF"/>
        </w:rPr>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795AB4" w:rsidRPr="00A65E25" w:rsidRDefault="00795AB4" w:rsidP="00FE2974">
      <w:pPr>
        <w:jc w:val="both"/>
        <w:rPr>
          <w:rFonts w:eastAsia="Times New Roman"/>
          <w:color w:val="0000FF"/>
          <w:lang w:eastAsia="ru-RU"/>
        </w:rPr>
      </w:pPr>
      <w:r w:rsidRPr="00A65E25">
        <w:rPr>
          <w:rFonts w:eastAsia="Times New Roman"/>
          <w:color w:val="0000FF"/>
          <w:lang w:eastAsia="ru-RU"/>
        </w:rPr>
        <w:t xml:space="preserve">Объем финансирования подпрограммы составляет –  800,0 тыс. рублей, </w:t>
      </w:r>
    </w:p>
    <w:p w:rsidR="00795AB4" w:rsidRPr="00A65E25" w:rsidRDefault="00795AB4" w:rsidP="00FE2974">
      <w:pPr>
        <w:jc w:val="both"/>
        <w:rPr>
          <w:rFonts w:eastAsia="Times New Roman"/>
          <w:color w:val="0000FF"/>
          <w:lang w:eastAsia="ru-RU"/>
        </w:rPr>
      </w:pPr>
      <w:r w:rsidRPr="00A65E25">
        <w:rPr>
          <w:rFonts w:eastAsia="Times New Roman"/>
          <w:color w:val="0000FF"/>
          <w:lang w:eastAsia="ru-RU"/>
        </w:rPr>
        <w:t>в том числе:</w:t>
      </w:r>
    </w:p>
    <w:p w:rsidR="00795AB4" w:rsidRPr="00A65E25" w:rsidRDefault="00795AB4" w:rsidP="00FE2974">
      <w:pPr>
        <w:pStyle w:val="ConsPlusNormal"/>
        <w:ind w:firstLine="540"/>
        <w:jc w:val="both"/>
        <w:rPr>
          <w:rFonts w:ascii="Times New Roman" w:hAnsi="Times New Roman"/>
          <w:color w:val="0000FF"/>
          <w:sz w:val="24"/>
          <w:szCs w:val="24"/>
        </w:rPr>
      </w:pPr>
      <w:r w:rsidRPr="00A65E25">
        <w:rPr>
          <w:rFonts w:ascii="Times New Roman" w:hAnsi="Times New Roman"/>
          <w:color w:val="0000FF"/>
          <w:sz w:val="24"/>
          <w:szCs w:val="24"/>
        </w:rPr>
        <w:t>- из средств местного  бюджета 800 тыс. рублей:</w:t>
      </w:r>
    </w:p>
    <w:p w:rsidR="00795AB4" w:rsidRPr="00A65E25" w:rsidRDefault="00795AB4" w:rsidP="00FE2974">
      <w:pPr>
        <w:pStyle w:val="ConsPlusNormal"/>
        <w:ind w:firstLine="540"/>
        <w:jc w:val="both"/>
        <w:rPr>
          <w:rFonts w:ascii="Times New Roman" w:hAnsi="Times New Roman"/>
          <w:color w:val="0000FF"/>
          <w:sz w:val="24"/>
          <w:szCs w:val="24"/>
        </w:rPr>
      </w:pPr>
      <w:r w:rsidRPr="00A65E25">
        <w:rPr>
          <w:rFonts w:ascii="Times New Roman" w:hAnsi="Times New Roman"/>
          <w:color w:val="0000FF"/>
          <w:sz w:val="24"/>
          <w:szCs w:val="24"/>
        </w:rPr>
        <w:t>2016 год – 800 тыс. рублей;</w:t>
      </w:r>
    </w:p>
    <w:p w:rsidR="00795AB4" w:rsidRPr="00023370" w:rsidRDefault="00795AB4" w:rsidP="004C28B0">
      <w:pPr>
        <w:jc w:val="both"/>
        <w:outlineLvl w:val="2"/>
        <w:rPr>
          <w:color w:val="000000"/>
        </w:rPr>
      </w:pPr>
    </w:p>
    <w:p w:rsidR="00795AB4" w:rsidRPr="00023370" w:rsidRDefault="00795AB4" w:rsidP="00343502">
      <w:pPr>
        <w:pStyle w:val="ConsPlusNormal"/>
        <w:ind w:firstLine="0"/>
        <w:jc w:val="center"/>
        <w:rPr>
          <w:rFonts w:ascii="Times New Roman" w:hAnsi="Times New Roman"/>
          <w:sz w:val="24"/>
          <w:szCs w:val="24"/>
        </w:rPr>
      </w:pPr>
    </w:p>
    <w:p w:rsidR="00795AB4" w:rsidRPr="00196222" w:rsidRDefault="00795AB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795AB4" w:rsidRPr="005F408A" w:rsidRDefault="00795AB4"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795AB4" w:rsidRPr="00023370" w:rsidRDefault="00795AB4"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795AB4" w:rsidRPr="00196222" w:rsidRDefault="00795AB4"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795AB4" w:rsidRPr="00196222" w:rsidRDefault="00795AB4"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795AB4" w:rsidRPr="00196222" w:rsidRDefault="00795AB4" w:rsidP="00343502">
      <w:pPr>
        <w:rPr>
          <w:b/>
        </w:rPr>
      </w:pPr>
    </w:p>
    <w:p w:rsidR="00795AB4" w:rsidRPr="00023370" w:rsidRDefault="00795AB4"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795AB4" w:rsidRPr="00196222" w:rsidRDefault="00795AB4" w:rsidP="00343502"/>
    <w:p w:rsidR="00795AB4" w:rsidRPr="00196222" w:rsidRDefault="00795AB4"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795AB4" w:rsidRPr="00196222" w:rsidRDefault="00795AB4" w:rsidP="00343502">
      <w:pPr>
        <w:pStyle w:val="ConsPlusNormal"/>
        <w:ind w:firstLine="0"/>
        <w:jc w:val="center"/>
        <w:rPr>
          <w:rFonts w:ascii="Times New Roman" w:hAnsi="Times New Roman"/>
          <w:sz w:val="24"/>
          <w:szCs w:val="24"/>
        </w:rPr>
      </w:pPr>
    </w:p>
    <w:p w:rsidR="00795AB4" w:rsidRPr="00063626"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Pr>
          <w:rFonts w:ascii="Times New Roman" w:hAnsi="Times New Roman"/>
          <w:sz w:val="24"/>
          <w:szCs w:val="24"/>
        </w:rPr>
        <w:t>4117</w:t>
      </w:r>
      <w:r>
        <w:rPr>
          <w:rFonts w:ascii="Times New Roman" w:hAnsi="Times New Roman"/>
          <w:color w:val="000000"/>
          <w:sz w:val="24"/>
          <w:szCs w:val="24"/>
          <w:lang w:eastAsia="ru-RU"/>
        </w:rPr>
        <w:t>,0</w:t>
      </w:r>
      <w:r w:rsidRPr="00063626">
        <w:rPr>
          <w:rFonts w:ascii="Times New Roman" w:hAnsi="Times New Roman"/>
          <w:color w:val="000000"/>
          <w:sz w:val="24"/>
          <w:szCs w:val="24"/>
          <w:lang w:eastAsia="ru-RU"/>
        </w:rPr>
        <w:t xml:space="preserve"> </w:t>
      </w:r>
      <w:r w:rsidRPr="00063626">
        <w:rPr>
          <w:rFonts w:ascii="Times New Roman" w:hAnsi="Times New Roman"/>
          <w:sz w:val="24"/>
          <w:szCs w:val="24"/>
        </w:rPr>
        <w:t xml:space="preserve"> тыс. руб., в т.ч.:</w:t>
      </w:r>
    </w:p>
    <w:p w:rsidR="00795AB4" w:rsidRPr="00063626"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lastRenderedPageBreak/>
        <w:t xml:space="preserve">из средств муниципального бюджета: </w:t>
      </w:r>
    </w:p>
    <w:p w:rsidR="00795AB4"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 </w:t>
      </w:r>
      <w:r>
        <w:rPr>
          <w:rFonts w:ascii="Times New Roman" w:hAnsi="Times New Roman"/>
          <w:sz w:val="24"/>
          <w:szCs w:val="24"/>
        </w:rPr>
        <w:t>33,3</w:t>
      </w:r>
      <w:r w:rsidRPr="00063626">
        <w:rPr>
          <w:rFonts w:ascii="Times New Roman" w:hAnsi="Times New Roman"/>
          <w:sz w:val="24"/>
          <w:szCs w:val="24"/>
        </w:rPr>
        <w:t xml:space="preserve"> тыс. руб</w:t>
      </w:r>
      <w:r>
        <w:rPr>
          <w:rFonts w:ascii="Times New Roman" w:hAnsi="Times New Roman"/>
          <w:sz w:val="24"/>
          <w:szCs w:val="24"/>
        </w:rPr>
        <w:t>.</w:t>
      </w:r>
      <w:r w:rsidRPr="00063626">
        <w:rPr>
          <w:rFonts w:ascii="Times New Roman" w:hAnsi="Times New Roman"/>
          <w:sz w:val="24"/>
          <w:szCs w:val="24"/>
        </w:rPr>
        <w:t>;</w:t>
      </w:r>
    </w:p>
    <w:p w:rsidR="00795AB4" w:rsidRDefault="00795AB4" w:rsidP="00343502">
      <w:pPr>
        <w:pStyle w:val="ConsPlusNormal"/>
        <w:ind w:firstLine="0"/>
        <w:jc w:val="both"/>
        <w:rPr>
          <w:rFonts w:ascii="Times New Roman" w:hAnsi="Times New Roman"/>
          <w:sz w:val="24"/>
          <w:szCs w:val="24"/>
        </w:rPr>
      </w:pPr>
      <w:r>
        <w:rPr>
          <w:rFonts w:ascii="Times New Roman" w:hAnsi="Times New Roman"/>
          <w:sz w:val="24"/>
          <w:szCs w:val="24"/>
        </w:rPr>
        <w:t>2016 год- 800 тыс. руб.;</w:t>
      </w:r>
    </w:p>
    <w:p w:rsidR="00795AB4" w:rsidRPr="00063626"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795AB4"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873,4</w:t>
      </w:r>
      <w:r w:rsidRPr="00063626">
        <w:rPr>
          <w:rFonts w:ascii="Times New Roman" w:hAnsi="Times New Roman"/>
          <w:sz w:val="24"/>
          <w:szCs w:val="24"/>
        </w:rPr>
        <w:t xml:space="preserve"> тыс. руб</w:t>
      </w:r>
      <w:r>
        <w:rPr>
          <w:rFonts w:ascii="Times New Roman" w:hAnsi="Times New Roman"/>
          <w:sz w:val="24"/>
          <w:szCs w:val="24"/>
        </w:rPr>
        <w:t>.;</w:t>
      </w:r>
    </w:p>
    <w:p w:rsidR="00795AB4" w:rsidRPr="00063626"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w:t>
      </w:r>
      <w:r>
        <w:rPr>
          <w:rFonts w:ascii="Times New Roman" w:hAnsi="Times New Roman"/>
          <w:sz w:val="24"/>
          <w:szCs w:val="24"/>
        </w:rPr>
        <w:t>федерального</w:t>
      </w:r>
      <w:r w:rsidRPr="00063626">
        <w:rPr>
          <w:rFonts w:ascii="Times New Roman" w:hAnsi="Times New Roman"/>
          <w:sz w:val="24"/>
          <w:szCs w:val="24"/>
        </w:rPr>
        <w:t xml:space="preserve"> бюджета: </w:t>
      </w:r>
    </w:p>
    <w:p w:rsidR="00795AB4" w:rsidRDefault="00795AB4"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2410,3</w:t>
      </w:r>
      <w:r w:rsidRPr="00063626">
        <w:rPr>
          <w:rFonts w:ascii="Times New Roman" w:hAnsi="Times New Roman"/>
          <w:sz w:val="24"/>
          <w:szCs w:val="24"/>
        </w:rPr>
        <w:t xml:space="preserve"> тыс. руб</w:t>
      </w:r>
      <w:r>
        <w:rPr>
          <w:rFonts w:ascii="Times New Roman" w:hAnsi="Times New Roman"/>
          <w:sz w:val="24"/>
          <w:szCs w:val="24"/>
        </w:rPr>
        <w:t>.;</w:t>
      </w:r>
    </w:p>
    <w:p w:rsidR="00795AB4" w:rsidRPr="00063626" w:rsidRDefault="00795AB4" w:rsidP="00343502">
      <w:pPr>
        <w:pStyle w:val="ConsPlusNormal"/>
        <w:ind w:firstLine="0"/>
        <w:jc w:val="both"/>
        <w:rPr>
          <w:rFonts w:ascii="Times New Roman" w:hAnsi="Times New Roman"/>
          <w:sz w:val="24"/>
          <w:szCs w:val="24"/>
        </w:rPr>
      </w:pPr>
    </w:p>
    <w:p w:rsidR="00795AB4" w:rsidRPr="00063626" w:rsidRDefault="00795AB4"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795AB4" w:rsidRPr="00196222" w:rsidRDefault="00795AB4"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795AB4" w:rsidRPr="00196222" w:rsidRDefault="00795AB4"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795AB4" w:rsidRPr="00196222" w:rsidRDefault="00795AB4"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795AB4" w:rsidRDefault="00795AB4" w:rsidP="00343502">
      <w:pPr>
        <w:ind w:firstLine="709"/>
        <w:jc w:val="center"/>
      </w:pPr>
    </w:p>
    <w:p w:rsidR="00795AB4" w:rsidRDefault="00795AB4" w:rsidP="00343502">
      <w:pPr>
        <w:ind w:firstLine="709"/>
        <w:jc w:val="center"/>
      </w:pPr>
    </w:p>
    <w:p w:rsidR="00795AB4" w:rsidRPr="00196222" w:rsidRDefault="00795AB4"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795AB4" w:rsidRPr="00196222" w:rsidRDefault="00795AB4" w:rsidP="00343502">
      <w:pPr>
        <w:ind w:firstLine="709"/>
        <w:jc w:val="center"/>
      </w:pPr>
    </w:p>
    <w:p w:rsidR="00795AB4" w:rsidRPr="005F408A" w:rsidRDefault="00795AB4"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795AB4" w:rsidRPr="005F408A" w:rsidRDefault="00795AB4"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795AB4" w:rsidRPr="005F408A" w:rsidRDefault="00795AB4"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795AB4" w:rsidRPr="00196222" w:rsidRDefault="00795AB4" w:rsidP="00343502">
      <w:pPr>
        <w:ind w:firstLine="540"/>
      </w:pPr>
    </w:p>
    <w:p w:rsidR="00795AB4" w:rsidRPr="00196222" w:rsidRDefault="00795AB4"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795AB4" w:rsidRPr="00196222" w:rsidRDefault="00795AB4" w:rsidP="00343502">
      <w:pPr>
        <w:pStyle w:val="ConsPlusNormal"/>
        <w:ind w:firstLine="540"/>
        <w:jc w:val="center"/>
        <w:outlineLvl w:val="1"/>
        <w:rPr>
          <w:rFonts w:ascii="Times New Roman" w:hAnsi="Times New Roman"/>
          <w:sz w:val="26"/>
          <w:szCs w:val="26"/>
        </w:rPr>
      </w:pPr>
    </w:p>
    <w:p w:rsidR="00795AB4" w:rsidRPr="00E979C4" w:rsidRDefault="00795AB4"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795AB4" w:rsidRPr="005F408A" w:rsidRDefault="00795AB4"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795AB4" w:rsidRPr="005F408A" w:rsidRDefault="00795AB4"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795AB4" w:rsidRDefault="00795AB4"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795AB4" w:rsidRDefault="00795AB4"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795AB4" w:rsidRPr="005371D9" w:rsidRDefault="00795AB4"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795AB4" w:rsidRPr="005371D9" w:rsidRDefault="00795AB4" w:rsidP="00343502">
      <w:pPr>
        <w:pStyle w:val="ConsPlusNormal"/>
        <w:ind w:firstLine="540"/>
        <w:jc w:val="both"/>
        <w:rPr>
          <w:rFonts w:ascii="Times New Roman" w:hAnsi="Times New Roman"/>
          <w:sz w:val="24"/>
          <w:szCs w:val="24"/>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Default="00795AB4" w:rsidP="007E3D78">
      <w:pPr>
        <w:autoSpaceDE w:val="0"/>
        <w:autoSpaceDN w:val="0"/>
        <w:adjustRightInd w:val="0"/>
        <w:jc w:val="center"/>
        <w:rPr>
          <w:b/>
        </w:rPr>
      </w:pPr>
    </w:p>
    <w:p w:rsidR="00795AB4" w:rsidRPr="000C786E" w:rsidRDefault="00795AB4" w:rsidP="00AB1641">
      <w:pPr>
        <w:pStyle w:val="ConsPlusNormal"/>
        <w:ind w:firstLine="0"/>
        <w:jc w:val="center"/>
        <w:outlineLvl w:val="3"/>
        <w:rPr>
          <w:rFonts w:ascii="Times New Roman" w:hAnsi="Times New Roman"/>
          <w:sz w:val="24"/>
          <w:szCs w:val="24"/>
        </w:rPr>
        <w:sectPr w:rsidR="00795AB4" w:rsidRPr="000C786E" w:rsidSect="0097458A">
          <w:headerReference w:type="even" r:id="rId20"/>
          <w:headerReference w:type="default" r:id="rId21"/>
          <w:pgSz w:w="11907" w:h="16840" w:code="9"/>
          <w:pgMar w:top="180" w:right="847" w:bottom="360" w:left="1620" w:header="284" w:footer="284" w:gutter="0"/>
          <w:paperSrc w:first="1" w:other="1"/>
          <w:pgNumType w:start="1"/>
          <w:cols w:space="720"/>
          <w:titlePg/>
        </w:sectPr>
      </w:pPr>
    </w:p>
    <w:p w:rsidR="00795AB4" w:rsidRDefault="00795AB4"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795AB4" w:rsidRDefault="00795AB4" w:rsidP="00CD51BF">
      <w:pPr>
        <w:pStyle w:val="ConsPlusNormal"/>
        <w:ind w:firstLine="0"/>
        <w:jc w:val="right"/>
        <w:outlineLvl w:val="3"/>
        <w:rPr>
          <w:rFonts w:ascii="Times New Roman" w:hAnsi="Times New Roman"/>
          <w:sz w:val="26"/>
          <w:szCs w:val="26"/>
        </w:rPr>
      </w:pPr>
    </w:p>
    <w:p w:rsidR="00795AB4" w:rsidRDefault="00795AB4"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795AB4" w:rsidTr="00FE10D2">
        <w:trPr>
          <w:trHeight w:val="315"/>
        </w:trPr>
        <w:tc>
          <w:tcPr>
            <w:tcW w:w="14913" w:type="dxa"/>
            <w:gridSpan w:val="11"/>
            <w:vAlign w:val="center"/>
          </w:tcPr>
          <w:p w:rsidR="00795AB4" w:rsidRDefault="00795AB4" w:rsidP="00FE10D2">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Pr>
                <w:sz w:val="26"/>
                <w:szCs w:val="26"/>
              </w:rPr>
              <w:t xml:space="preserve">  </w:t>
            </w:r>
            <w:r>
              <w:rPr>
                <w:b/>
                <w:sz w:val="26"/>
                <w:szCs w:val="26"/>
              </w:rPr>
              <w:t>и их значениях</w:t>
            </w:r>
          </w:p>
          <w:p w:rsidR="00795AB4" w:rsidRDefault="00795AB4" w:rsidP="00FE10D2">
            <w:pPr>
              <w:jc w:val="center"/>
              <w:rPr>
                <w:b/>
                <w:sz w:val="26"/>
                <w:szCs w:val="26"/>
              </w:rPr>
            </w:pPr>
          </w:p>
        </w:tc>
      </w:tr>
      <w:tr w:rsidR="00795AB4"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95AB4" w:rsidRDefault="00795AB4"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95AB4" w:rsidRDefault="00795AB4"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95AB4" w:rsidRDefault="00795AB4"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795AB4" w:rsidRDefault="00795AB4" w:rsidP="00FE10D2">
            <w:pPr>
              <w:jc w:val="center"/>
            </w:pPr>
            <w:r>
              <w:t>Значения показателя (индикатора) по годам реализации государственной программы</w:t>
            </w:r>
          </w:p>
        </w:tc>
      </w:tr>
      <w:tr w:rsidR="00795AB4"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795AB4" w:rsidRDefault="00795AB4"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795AB4" w:rsidRDefault="00795AB4"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795AB4" w:rsidRDefault="00795AB4" w:rsidP="00FE10D2"/>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2019</w:t>
            </w:r>
          </w:p>
        </w:tc>
      </w:tr>
      <w:tr w:rsidR="00795AB4"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9</w:t>
            </w:r>
          </w:p>
        </w:tc>
      </w:tr>
      <w:tr w:rsidR="00795AB4"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795AB4" w:rsidRPr="002A1C96" w:rsidRDefault="00795AB4"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19</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795AB4" w:rsidRPr="002A1C96" w:rsidRDefault="00795AB4"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3</w:t>
            </w:r>
          </w:p>
          <w:p w:rsidR="00795AB4" w:rsidRDefault="00795AB4" w:rsidP="00FE10D2">
            <w:pPr>
              <w:jc w:val="center"/>
            </w:pPr>
          </w:p>
        </w:tc>
        <w:tc>
          <w:tcPr>
            <w:tcW w:w="3980" w:type="dxa"/>
            <w:tcBorders>
              <w:top w:val="nil"/>
              <w:left w:val="nil"/>
              <w:bottom w:val="single" w:sz="4" w:space="0" w:color="auto"/>
              <w:right w:val="single" w:sz="4" w:space="0" w:color="auto"/>
            </w:tcBorders>
            <w:shd w:val="clear" w:color="auto" w:fill="FFFFFF"/>
          </w:tcPr>
          <w:p w:rsidR="00795AB4" w:rsidRDefault="00795AB4"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795AB4" w:rsidRDefault="00795AB4"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12</w:t>
            </w:r>
          </w:p>
        </w:tc>
      </w:tr>
      <w:tr w:rsidR="00795AB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r>
              <w:rPr>
                <w:b/>
              </w:rPr>
              <w:t>ПОДПРОГРАММА 1.</w:t>
            </w:r>
            <w:r>
              <w:rPr>
                <w:b/>
                <w:sz w:val="26"/>
                <w:szCs w:val="26"/>
              </w:rPr>
              <w:t xml:space="preserve"> «Создание условий для обеспечения муниципального управления»</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795AB4" w:rsidRPr="002A1C96" w:rsidRDefault="00795AB4"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5</w:t>
            </w:r>
          </w:p>
        </w:tc>
      </w:tr>
      <w:tr w:rsidR="00795AB4"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795AB4" w:rsidRDefault="00795AB4" w:rsidP="00FE10D2">
            <w:r w:rsidRPr="002A1C96">
              <w:rPr>
                <w:sz w:val="22"/>
                <w:szCs w:val="22"/>
              </w:rPr>
              <w:t xml:space="preserve">Количество НПА, опубликованных на официальном сайте администрации района. </w:t>
            </w:r>
          </w:p>
          <w:p w:rsidR="00795AB4" w:rsidRDefault="00795AB4" w:rsidP="00FE10D2"/>
          <w:p w:rsidR="00795AB4" w:rsidRPr="002A1C96" w:rsidRDefault="00795AB4" w:rsidP="00FE10D2"/>
        </w:tc>
        <w:tc>
          <w:tcPr>
            <w:tcW w:w="257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795AB4" w:rsidRDefault="00795AB4" w:rsidP="00FE10D2">
            <w:pPr>
              <w:jc w:val="center"/>
            </w:pPr>
            <w:r>
              <w:t>100</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95AB4" w:rsidRDefault="00795AB4" w:rsidP="00FE10D2">
            <w:pPr>
              <w:jc w:val="center"/>
            </w:pPr>
            <w:r>
              <w:t>9</w:t>
            </w:r>
          </w:p>
        </w:tc>
      </w:tr>
      <w:tr w:rsidR="00795AB4"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795AB4" w:rsidRDefault="00795AB4" w:rsidP="00FE10D2">
            <w:pPr>
              <w:rPr>
                <w:b/>
              </w:rPr>
            </w:pPr>
          </w:p>
          <w:p w:rsidR="00795AB4" w:rsidRDefault="00795AB4"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795AB4" w:rsidRDefault="00795AB4" w:rsidP="00FE10D2"/>
        </w:tc>
      </w:tr>
      <w:tr w:rsidR="00795AB4" w:rsidTr="00FE10D2">
        <w:trPr>
          <w:trHeight w:val="1430"/>
        </w:trPr>
        <w:tc>
          <w:tcPr>
            <w:tcW w:w="1489"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2.1</w:t>
            </w:r>
          </w:p>
        </w:tc>
        <w:tc>
          <w:tcPr>
            <w:tcW w:w="3980" w:type="dxa"/>
            <w:tcBorders>
              <w:top w:val="nil"/>
              <w:left w:val="nil"/>
              <w:bottom w:val="single" w:sz="4" w:space="0" w:color="auto"/>
              <w:right w:val="single" w:sz="4" w:space="0" w:color="auto"/>
            </w:tcBorders>
            <w:vAlign w:val="center"/>
          </w:tcPr>
          <w:p w:rsidR="00795AB4" w:rsidRDefault="00795AB4"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795AB4" w:rsidRDefault="00795AB4" w:rsidP="00FE10D2">
            <w:pPr>
              <w:jc w:val="center"/>
            </w:pPr>
          </w:p>
        </w:tc>
        <w:tc>
          <w:tcPr>
            <w:tcW w:w="1555"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100</w:t>
            </w:r>
          </w:p>
        </w:tc>
        <w:tc>
          <w:tcPr>
            <w:tcW w:w="1010" w:type="dxa"/>
            <w:tcBorders>
              <w:top w:val="nil"/>
              <w:left w:val="nil"/>
              <w:bottom w:val="single" w:sz="4" w:space="0" w:color="auto"/>
              <w:right w:val="single" w:sz="4" w:space="0" w:color="auto"/>
            </w:tcBorders>
            <w:vAlign w:val="center"/>
          </w:tcPr>
          <w:p w:rsidR="00795AB4" w:rsidRDefault="00795AB4" w:rsidP="00FE10D2">
            <w:pPr>
              <w:jc w:val="center"/>
            </w:pPr>
            <w:r>
              <w:t>100</w:t>
            </w:r>
          </w:p>
        </w:tc>
        <w:tc>
          <w:tcPr>
            <w:tcW w:w="992" w:type="dxa"/>
            <w:tcBorders>
              <w:top w:val="nil"/>
              <w:left w:val="nil"/>
              <w:bottom w:val="single" w:sz="4" w:space="0" w:color="auto"/>
              <w:right w:val="single" w:sz="4" w:space="0" w:color="auto"/>
            </w:tcBorders>
            <w:vAlign w:val="center"/>
          </w:tcPr>
          <w:p w:rsidR="00795AB4" w:rsidRDefault="00795AB4" w:rsidP="00FE10D2">
            <w:pPr>
              <w:jc w:val="center"/>
            </w:pPr>
            <w:r>
              <w:t>100</w:t>
            </w:r>
          </w:p>
        </w:tc>
        <w:tc>
          <w:tcPr>
            <w:tcW w:w="936" w:type="dxa"/>
            <w:tcBorders>
              <w:top w:val="nil"/>
              <w:left w:val="nil"/>
              <w:bottom w:val="single" w:sz="4" w:space="0" w:color="auto"/>
              <w:right w:val="single" w:sz="4" w:space="0" w:color="auto"/>
            </w:tcBorders>
            <w:vAlign w:val="center"/>
          </w:tcPr>
          <w:p w:rsidR="00795AB4" w:rsidRDefault="00795AB4" w:rsidP="00FE10D2">
            <w:r>
              <w:t>100</w:t>
            </w:r>
          </w:p>
        </w:tc>
        <w:tc>
          <w:tcPr>
            <w:tcW w:w="936" w:type="dxa"/>
            <w:tcBorders>
              <w:top w:val="nil"/>
              <w:left w:val="nil"/>
              <w:bottom w:val="single" w:sz="4" w:space="0" w:color="auto"/>
              <w:right w:val="single" w:sz="4" w:space="0" w:color="auto"/>
            </w:tcBorders>
            <w:vAlign w:val="center"/>
          </w:tcPr>
          <w:p w:rsidR="00795AB4" w:rsidRDefault="00795AB4" w:rsidP="00FE10D2">
            <w:r>
              <w:t>100</w:t>
            </w:r>
          </w:p>
        </w:tc>
        <w:tc>
          <w:tcPr>
            <w:tcW w:w="1440" w:type="dxa"/>
            <w:gridSpan w:val="3"/>
            <w:tcBorders>
              <w:top w:val="nil"/>
              <w:left w:val="nil"/>
              <w:bottom w:val="single" w:sz="4" w:space="0" w:color="auto"/>
              <w:right w:val="single" w:sz="4" w:space="0" w:color="auto"/>
            </w:tcBorders>
            <w:noWrap/>
            <w:vAlign w:val="center"/>
          </w:tcPr>
          <w:p w:rsidR="00795AB4" w:rsidRDefault="00795AB4" w:rsidP="00FE10D2">
            <w:r>
              <w:t>100</w:t>
            </w:r>
          </w:p>
        </w:tc>
      </w:tr>
      <w:tr w:rsidR="00795AB4" w:rsidTr="00FE10D2">
        <w:trPr>
          <w:trHeight w:val="557"/>
        </w:trPr>
        <w:tc>
          <w:tcPr>
            <w:tcW w:w="1489"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2.2 </w:t>
            </w:r>
          </w:p>
        </w:tc>
        <w:tc>
          <w:tcPr>
            <w:tcW w:w="3980" w:type="dxa"/>
            <w:tcBorders>
              <w:top w:val="nil"/>
              <w:left w:val="nil"/>
              <w:bottom w:val="single" w:sz="4" w:space="0" w:color="auto"/>
              <w:right w:val="single" w:sz="4" w:space="0" w:color="auto"/>
            </w:tcBorders>
            <w:vAlign w:val="center"/>
          </w:tcPr>
          <w:p w:rsidR="00795AB4" w:rsidRDefault="00795AB4"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795AB4" w:rsidRDefault="00795AB4" w:rsidP="00FE10D2">
            <w:pPr>
              <w:jc w:val="center"/>
            </w:pPr>
            <w:r>
              <w:t>мин </w:t>
            </w:r>
          </w:p>
          <w:p w:rsidR="00795AB4" w:rsidRDefault="00795AB4" w:rsidP="00FE10D2">
            <w:pPr>
              <w:jc w:val="center"/>
            </w:pPr>
            <w:r>
              <w:t> </w:t>
            </w:r>
          </w:p>
        </w:tc>
        <w:tc>
          <w:tcPr>
            <w:tcW w:w="1555" w:type="dxa"/>
            <w:tcBorders>
              <w:top w:val="nil"/>
              <w:left w:val="nil"/>
              <w:bottom w:val="single" w:sz="4" w:space="0" w:color="auto"/>
              <w:right w:val="single" w:sz="4" w:space="0" w:color="auto"/>
            </w:tcBorders>
            <w:vAlign w:val="center"/>
          </w:tcPr>
          <w:p w:rsidR="00795AB4" w:rsidRDefault="00795AB4" w:rsidP="00FE10D2">
            <w:pPr>
              <w:jc w:val="center"/>
            </w:pPr>
            <w:r>
              <w:t> 5</w:t>
            </w:r>
          </w:p>
        </w:tc>
        <w:tc>
          <w:tcPr>
            <w:tcW w:w="1010" w:type="dxa"/>
            <w:tcBorders>
              <w:top w:val="nil"/>
              <w:left w:val="nil"/>
              <w:bottom w:val="single" w:sz="4" w:space="0" w:color="auto"/>
              <w:right w:val="single" w:sz="4" w:space="0" w:color="auto"/>
            </w:tcBorders>
            <w:vAlign w:val="center"/>
          </w:tcPr>
          <w:p w:rsidR="00795AB4" w:rsidRDefault="00795AB4" w:rsidP="00FE10D2">
            <w:pPr>
              <w:jc w:val="center"/>
            </w:pPr>
            <w:r>
              <w:t> 5</w:t>
            </w:r>
          </w:p>
        </w:tc>
        <w:tc>
          <w:tcPr>
            <w:tcW w:w="992" w:type="dxa"/>
            <w:tcBorders>
              <w:top w:val="nil"/>
              <w:left w:val="nil"/>
              <w:bottom w:val="single" w:sz="4" w:space="0" w:color="auto"/>
              <w:right w:val="single" w:sz="4" w:space="0" w:color="auto"/>
            </w:tcBorders>
            <w:vAlign w:val="center"/>
          </w:tcPr>
          <w:p w:rsidR="00795AB4" w:rsidRDefault="00795AB4" w:rsidP="00FE10D2">
            <w:pPr>
              <w:jc w:val="center"/>
            </w:pPr>
            <w:r>
              <w:t> 5</w:t>
            </w:r>
          </w:p>
        </w:tc>
        <w:tc>
          <w:tcPr>
            <w:tcW w:w="936" w:type="dxa"/>
            <w:tcBorders>
              <w:top w:val="nil"/>
              <w:left w:val="nil"/>
              <w:bottom w:val="single" w:sz="4" w:space="0" w:color="auto"/>
              <w:right w:val="single" w:sz="4" w:space="0" w:color="auto"/>
            </w:tcBorders>
            <w:vAlign w:val="center"/>
          </w:tcPr>
          <w:p w:rsidR="00795AB4" w:rsidRDefault="00795AB4" w:rsidP="00FE10D2">
            <w:pPr>
              <w:jc w:val="center"/>
            </w:pPr>
            <w:r>
              <w:t> 5</w:t>
            </w:r>
          </w:p>
        </w:tc>
        <w:tc>
          <w:tcPr>
            <w:tcW w:w="936" w:type="dxa"/>
            <w:tcBorders>
              <w:top w:val="nil"/>
              <w:left w:val="nil"/>
              <w:bottom w:val="single" w:sz="4" w:space="0" w:color="auto"/>
              <w:right w:val="single" w:sz="4" w:space="0" w:color="auto"/>
            </w:tcBorders>
            <w:vAlign w:val="center"/>
          </w:tcPr>
          <w:p w:rsidR="00795AB4" w:rsidRDefault="00795AB4" w:rsidP="00FE10D2">
            <w:r>
              <w:t> 5</w:t>
            </w:r>
          </w:p>
        </w:tc>
        <w:tc>
          <w:tcPr>
            <w:tcW w:w="1440" w:type="dxa"/>
            <w:gridSpan w:val="3"/>
            <w:tcBorders>
              <w:top w:val="nil"/>
              <w:left w:val="nil"/>
              <w:bottom w:val="single" w:sz="4" w:space="0" w:color="auto"/>
              <w:right w:val="single" w:sz="4" w:space="0" w:color="auto"/>
            </w:tcBorders>
            <w:noWrap/>
            <w:vAlign w:val="center"/>
          </w:tcPr>
          <w:p w:rsidR="00795AB4" w:rsidRDefault="00795AB4" w:rsidP="00FE10D2">
            <w:r>
              <w:t> 5</w:t>
            </w:r>
          </w:p>
        </w:tc>
      </w:tr>
      <w:tr w:rsidR="00795AB4"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795AB4" w:rsidRDefault="00795AB4" w:rsidP="00FE10D2">
            <w:r>
              <w:t>Безаварийность транспортного обслуживания</w:t>
            </w:r>
          </w:p>
          <w:p w:rsidR="00795AB4" w:rsidRDefault="00795AB4" w:rsidP="00FE10D2"/>
        </w:tc>
        <w:tc>
          <w:tcPr>
            <w:tcW w:w="2575" w:type="dxa"/>
            <w:tcBorders>
              <w:top w:val="single" w:sz="4" w:space="0" w:color="auto"/>
              <w:left w:val="nil"/>
              <w:bottom w:val="single" w:sz="4" w:space="0" w:color="auto"/>
              <w:right w:val="single" w:sz="4" w:space="0" w:color="auto"/>
            </w:tcBorders>
            <w:vAlign w:val="center"/>
          </w:tcPr>
          <w:p w:rsidR="00795AB4" w:rsidRDefault="00795AB4"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795AB4" w:rsidRDefault="00795AB4" w:rsidP="00FE10D2">
            <w:r>
              <w:t> 0</w:t>
            </w:r>
          </w:p>
        </w:tc>
        <w:tc>
          <w:tcPr>
            <w:tcW w:w="1010" w:type="dxa"/>
            <w:tcBorders>
              <w:top w:val="single" w:sz="4" w:space="0" w:color="auto"/>
              <w:left w:val="nil"/>
              <w:bottom w:val="single" w:sz="4" w:space="0" w:color="auto"/>
              <w:right w:val="single" w:sz="4" w:space="0" w:color="auto"/>
            </w:tcBorders>
            <w:vAlign w:val="center"/>
          </w:tcPr>
          <w:p w:rsidR="00795AB4" w:rsidRDefault="00795AB4" w:rsidP="00FE10D2">
            <w:r>
              <w:t> 0</w:t>
            </w:r>
          </w:p>
        </w:tc>
        <w:tc>
          <w:tcPr>
            <w:tcW w:w="992" w:type="dxa"/>
            <w:tcBorders>
              <w:top w:val="single" w:sz="4" w:space="0" w:color="auto"/>
              <w:left w:val="nil"/>
              <w:bottom w:val="single" w:sz="4" w:space="0" w:color="auto"/>
              <w:right w:val="single" w:sz="4" w:space="0" w:color="auto"/>
            </w:tcBorders>
            <w:vAlign w:val="center"/>
          </w:tcPr>
          <w:p w:rsidR="00795AB4" w:rsidRDefault="00795AB4" w:rsidP="00FE10D2">
            <w:r>
              <w:t> 0</w:t>
            </w:r>
          </w:p>
        </w:tc>
        <w:tc>
          <w:tcPr>
            <w:tcW w:w="936" w:type="dxa"/>
            <w:tcBorders>
              <w:top w:val="single" w:sz="4" w:space="0" w:color="auto"/>
              <w:left w:val="nil"/>
              <w:bottom w:val="single" w:sz="4" w:space="0" w:color="auto"/>
              <w:right w:val="single" w:sz="4" w:space="0" w:color="auto"/>
            </w:tcBorders>
            <w:vAlign w:val="center"/>
          </w:tcPr>
          <w:p w:rsidR="00795AB4" w:rsidRDefault="00795AB4" w:rsidP="00FE10D2">
            <w:r>
              <w:t> 0</w:t>
            </w:r>
          </w:p>
        </w:tc>
        <w:tc>
          <w:tcPr>
            <w:tcW w:w="936" w:type="dxa"/>
            <w:tcBorders>
              <w:top w:val="single" w:sz="4" w:space="0" w:color="auto"/>
              <w:left w:val="nil"/>
              <w:bottom w:val="single" w:sz="4" w:space="0" w:color="auto"/>
              <w:right w:val="single" w:sz="4" w:space="0" w:color="auto"/>
            </w:tcBorders>
            <w:vAlign w:val="center"/>
          </w:tcPr>
          <w:p w:rsidR="00795AB4" w:rsidRDefault="00795AB4"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795AB4" w:rsidRDefault="00795AB4" w:rsidP="00FE10D2">
            <w:r>
              <w:t> </w:t>
            </w:r>
          </w:p>
          <w:p w:rsidR="00795AB4" w:rsidRDefault="00795AB4" w:rsidP="00FE10D2">
            <w:r>
              <w:t>0</w:t>
            </w:r>
          </w:p>
          <w:p w:rsidR="00795AB4" w:rsidRDefault="00795AB4" w:rsidP="00FE10D2"/>
          <w:p w:rsidR="00795AB4" w:rsidRDefault="00795AB4" w:rsidP="00FE10D2"/>
        </w:tc>
      </w:tr>
      <w:tr w:rsidR="00795AB4"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795AB4" w:rsidRDefault="00795AB4" w:rsidP="00FE10D2">
            <w:pPr>
              <w:rPr>
                <w:b/>
              </w:rPr>
            </w:pPr>
          </w:p>
          <w:p w:rsidR="00795AB4" w:rsidRDefault="00795AB4" w:rsidP="00FE10D2">
            <w:pPr>
              <w:rPr>
                <w:b/>
              </w:rPr>
            </w:pPr>
            <w:r>
              <w:rPr>
                <w:b/>
              </w:rPr>
              <w:t xml:space="preserve">ПОДПРОГРАММА 3. «Управление муниципальным имуществом» </w:t>
            </w:r>
          </w:p>
        </w:tc>
      </w:tr>
      <w:tr w:rsidR="00795AB4" w:rsidTr="00FE10D2">
        <w:trPr>
          <w:trHeight w:val="315"/>
        </w:trPr>
        <w:tc>
          <w:tcPr>
            <w:tcW w:w="1489"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3.1.</w:t>
            </w:r>
          </w:p>
        </w:tc>
        <w:tc>
          <w:tcPr>
            <w:tcW w:w="3980" w:type="dxa"/>
            <w:tcBorders>
              <w:top w:val="nil"/>
              <w:left w:val="nil"/>
              <w:bottom w:val="single" w:sz="4" w:space="0" w:color="auto"/>
              <w:right w:val="single" w:sz="4" w:space="0" w:color="auto"/>
            </w:tcBorders>
            <w:vAlign w:val="center"/>
          </w:tcPr>
          <w:p w:rsidR="00795AB4" w:rsidRDefault="00795AB4"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795AB4" w:rsidRDefault="00795AB4" w:rsidP="00FE10D2">
            <w:pPr>
              <w:jc w:val="center"/>
            </w:pPr>
            <w:r>
              <w:t>  Тыс.руб. </w:t>
            </w:r>
          </w:p>
        </w:tc>
        <w:tc>
          <w:tcPr>
            <w:tcW w:w="1555" w:type="dxa"/>
            <w:tcBorders>
              <w:top w:val="nil"/>
              <w:left w:val="nil"/>
              <w:bottom w:val="single" w:sz="4" w:space="0" w:color="auto"/>
              <w:right w:val="single" w:sz="4" w:space="0" w:color="auto"/>
            </w:tcBorders>
            <w:vAlign w:val="center"/>
          </w:tcPr>
          <w:p w:rsidR="00795AB4" w:rsidRDefault="00795AB4" w:rsidP="00FE10D2">
            <w:pPr>
              <w:jc w:val="center"/>
            </w:pPr>
            <w:r>
              <w:t>1259,4 </w:t>
            </w:r>
          </w:p>
        </w:tc>
        <w:tc>
          <w:tcPr>
            <w:tcW w:w="1010" w:type="dxa"/>
            <w:tcBorders>
              <w:top w:val="nil"/>
              <w:left w:val="nil"/>
              <w:bottom w:val="single" w:sz="4" w:space="0" w:color="auto"/>
              <w:right w:val="single" w:sz="4" w:space="0" w:color="auto"/>
            </w:tcBorders>
            <w:vAlign w:val="center"/>
          </w:tcPr>
          <w:p w:rsidR="00795AB4" w:rsidRDefault="00795AB4" w:rsidP="00FE10D2">
            <w:pPr>
              <w:jc w:val="center"/>
            </w:pPr>
            <w:r>
              <w:t>1799</w:t>
            </w:r>
          </w:p>
        </w:tc>
        <w:tc>
          <w:tcPr>
            <w:tcW w:w="992" w:type="dxa"/>
            <w:tcBorders>
              <w:top w:val="nil"/>
              <w:left w:val="nil"/>
              <w:bottom w:val="single" w:sz="4" w:space="0" w:color="auto"/>
              <w:right w:val="single" w:sz="4" w:space="0" w:color="auto"/>
            </w:tcBorders>
            <w:vAlign w:val="center"/>
          </w:tcPr>
          <w:p w:rsidR="00795AB4" w:rsidRDefault="00795AB4" w:rsidP="00FE10D2">
            <w:pPr>
              <w:jc w:val="center"/>
            </w:pPr>
            <w:r>
              <w:t>1799</w:t>
            </w:r>
          </w:p>
        </w:tc>
        <w:tc>
          <w:tcPr>
            <w:tcW w:w="936" w:type="dxa"/>
            <w:tcBorders>
              <w:top w:val="nil"/>
              <w:left w:val="nil"/>
              <w:bottom w:val="single" w:sz="4" w:space="0" w:color="auto"/>
              <w:right w:val="single" w:sz="4" w:space="0" w:color="auto"/>
            </w:tcBorders>
            <w:vAlign w:val="center"/>
          </w:tcPr>
          <w:p w:rsidR="00795AB4" w:rsidRDefault="00795AB4" w:rsidP="00FE10D2">
            <w:pPr>
              <w:jc w:val="center"/>
            </w:pPr>
            <w:r>
              <w:t>1799</w:t>
            </w:r>
          </w:p>
        </w:tc>
        <w:tc>
          <w:tcPr>
            <w:tcW w:w="936" w:type="dxa"/>
            <w:tcBorders>
              <w:top w:val="nil"/>
              <w:left w:val="nil"/>
              <w:bottom w:val="single" w:sz="4" w:space="0" w:color="auto"/>
              <w:right w:val="single" w:sz="4" w:space="0" w:color="auto"/>
            </w:tcBorders>
            <w:vAlign w:val="center"/>
          </w:tcPr>
          <w:p w:rsidR="00795AB4" w:rsidRDefault="00795AB4"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795AB4" w:rsidRDefault="00795AB4" w:rsidP="00FE10D2">
            <w:pPr>
              <w:jc w:val="center"/>
            </w:pPr>
            <w:r>
              <w:t>1799</w:t>
            </w:r>
          </w:p>
        </w:tc>
      </w:tr>
      <w:tr w:rsidR="00795AB4" w:rsidTr="00FE10D2">
        <w:trPr>
          <w:trHeight w:val="315"/>
        </w:trPr>
        <w:tc>
          <w:tcPr>
            <w:tcW w:w="1489"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3.2.</w:t>
            </w:r>
          </w:p>
        </w:tc>
        <w:tc>
          <w:tcPr>
            <w:tcW w:w="3980" w:type="dxa"/>
            <w:tcBorders>
              <w:top w:val="nil"/>
              <w:left w:val="nil"/>
              <w:bottom w:val="single" w:sz="4" w:space="0" w:color="auto"/>
              <w:right w:val="single" w:sz="4" w:space="0" w:color="auto"/>
            </w:tcBorders>
            <w:vAlign w:val="center"/>
          </w:tcPr>
          <w:p w:rsidR="00795AB4" w:rsidRDefault="00795AB4"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795AB4" w:rsidRDefault="00795AB4" w:rsidP="00FE10D2">
            <w:pPr>
              <w:jc w:val="center"/>
            </w:pPr>
            <w:r>
              <w:t>Тыс.руб.</w:t>
            </w:r>
          </w:p>
        </w:tc>
        <w:tc>
          <w:tcPr>
            <w:tcW w:w="1555" w:type="dxa"/>
            <w:tcBorders>
              <w:top w:val="nil"/>
              <w:left w:val="nil"/>
              <w:bottom w:val="single" w:sz="4" w:space="0" w:color="auto"/>
              <w:right w:val="single" w:sz="4" w:space="0" w:color="auto"/>
            </w:tcBorders>
            <w:vAlign w:val="center"/>
          </w:tcPr>
          <w:p w:rsidR="00795AB4" w:rsidRDefault="00795AB4" w:rsidP="00FE10D2">
            <w:pPr>
              <w:jc w:val="center"/>
            </w:pPr>
            <w:r>
              <w:t>42023,4</w:t>
            </w:r>
          </w:p>
        </w:tc>
        <w:tc>
          <w:tcPr>
            <w:tcW w:w="1010" w:type="dxa"/>
            <w:tcBorders>
              <w:top w:val="nil"/>
              <w:left w:val="nil"/>
              <w:bottom w:val="single" w:sz="4" w:space="0" w:color="auto"/>
              <w:right w:val="single" w:sz="4" w:space="0" w:color="auto"/>
            </w:tcBorders>
            <w:vAlign w:val="center"/>
          </w:tcPr>
          <w:p w:rsidR="00795AB4" w:rsidRDefault="00795AB4" w:rsidP="00FE10D2">
            <w:pPr>
              <w:jc w:val="center"/>
            </w:pPr>
            <w:r>
              <w:t>42488,0</w:t>
            </w:r>
          </w:p>
        </w:tc>
        <w:tc>
          <w:tcPr>
            <w:tcW w:w="992" w:type="dxa"/>
            <w:tcBorders>
              <w:top w:val="nil"/>
              <w:left w:val="nil"/>
              <w:bottom w:val="single" w:sz="4" w:space="0" w:color="auto"/>
              <w:right w:val="single" w:sz="4" w:space="0" w:color="auto"/>
            </w:tcBorders>
            <w:vAlign w:val="center"/>
          </w:tcPr>
          <w:p w:rsidR="00795AB4" w:rsidRDefault="00795AB4" w:rsidP="00FE10D2">
            <w:pPr>
              <w:jc w:val="center"/>
            </w:pPr>
            <w:r>
              <w:t>42488</w:t>
            </w:r>
          </w:p>
        </w:tc>
        <w:tc>
          <w:tcPr>
            <w:tcW w:w="936" w:type="dxa"/>
            <w:tcBorders>
              <w:top w:val="nil"/>
              <w:left w:val="nil"/>
              <w:bottom w:val="single" w:sz="4" w:space="0" w:color="auto"/>
              <w:right w:val="single" w:sz="4" w:space="0" w:color="auto"/>
            </w:tcBorders>
            <w:vAlign w:val="center"/>
          </w:tcPr>
          <w:p w:rsidR="00795AB4" w:rsidRDefault="00795AB4" w:rsidP="00FE10D2">
            <w:pPr>
              <w:jc w:val="center"/>
            </w:pPr>
            <w:r>
              <w:t>42488</w:t>
            </w:r>
          </w:p>
        </w:tc>
        <w:tc>
          <w:tcPr>
            <w:tcW w:w="936" w:type="dxa"/>
            <w:tcBorders>
              <w:top w:val="nil"/>
              <w:left w:val="nil"/>
              <w:bottom w:val="single" w:sz="4" w:space="0" w:color="auto"/>
              <w:right w:val="single" w:sz="4" w:space="0" w:color="auto"/>
            </w:tcBorders>
            <w:vAlign w:val="center"/>
          </w:tcPr>
          <w:p w:rsidR="00795AB4" w:rsidRDefault="00795AB4"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795AB4" w:rsidRDefault="00795AB4" w:rsidP="00FE10D2">
            <w:pPr>
              <w:jc w:val="center"/>
            </w:pPr>
            <w:r>
              <w:t>42488</w:t>
            </w:r>
          </w:p>
        </w:tc>
      </w:tr>
      <w:tr w:rsidR="00795AB4"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795AB4" w:rsidRDefault="00795AB4" w:rsidP="00FE10D2">
            <w:r>
              <w:rPr>
                <w:b/>
              </w:rPr>
              <w:t>ПОДПРОГРАММА 4. «Обеспечение жильем молодых семей»</w:t>
            </w:r>
          </w:p>
        </w:tc>
      </w:tr>
      <w:tr w:rsidR="00795AB4" w:rsidTr="00FE10D2">
        <w:trPr>
          <w:trHeight w:val="315"/>
        </w:trPr>
        <w:tc>
          <w:tcPr>
            <w:tcW w:w="1489" w:type="dxa"/>
            <w:tcBorders>
              <w:top w:val="nil"/>
              <w:left w:val="single" w:sz="4" w:space="0" w:color="auto"/>
              <w:bottom w:val="single" w:sz="4" w:space="0" w:color="auto"/>
              <w:right w:val="single" w:sz="4" w:space="0" w:color="auto"/>
            </w:tcBorders>
            <w:vAlign w:val="center"/>
          </w:tcPr>
          <w:p w:rsidR="00795AB4" w:rsidRDefault="00795AB4" w:rsidP="00FE10D2">
            <w:pPr>
              <w:jc w:val="center"/>
            </w:pPr>
            <w:r>
              <w:t>4.1.</w:t>
            </w:r>
          </w:p>
        </w:tc>
        <w:tc>
          <w:tcPr>
            <w:tcW w:w="3980" w:type="dxa"/>
            <w:tcBorders>
              <w:top w:val="nil"/>
              <w:left w:val="nil"/>
              <w:bottom w:val="single" w:sz="4" w:space="0" w:color="auto"/>
              <w:right w:val="single" w:sz="4" w:space="0" w:color="auto"/>
            </w:tcBorders>
            <w:vAlign w:val="center"/>
          </w:tcPr>
          <w:p w:rsidR="00795AB4" w:rsidRDefault="00795AB4" w:rsidP="00FE10D2">
            <w:pPr>
              <w:tabs>
                <w:tab w:val="left" w:pos="1080"/>
                <w:tab w:val="left" w:pos="6660"/>
              </w:tabs>
              <w:jc w:val="both"/>
            </w:pPr>
            <w:r>
              <w:t xml:space="preserve">Количество молодых семей, </w:t>
            </w:r>
          </w:p>
          <w:p w:rsidR="00795AB4" w:rsidRDefault="00795AB4" w:rsidP="00FE10D2">
            <w:pPr>
              <w:tabs>
                <w:tab w:val="left" w:pos="1080"/>
                <w:tab w:val="left" w:pos="6660"/>
              </w:tabs>
              <w:jc w:val="both"/>
            </w:pPr>
            <w:r>
              <w:t xml:space="preserve">улучшивших жилищные </w:t>
            </w:r>
          </w:p>
          <w:p w:rsidR="00795AB4" w:rsidRDefault="00795AB4" w:rsidP="00FE10D2">
            <w:pPr>
              <w:tabs>
                <w:tab w:val="left" w:pos="1080"/>
                <w:tab w:val="left" w:pos="6660"/>
              </w:tabs>
              <w:jc w:val="both"/>
            </w:pPr>
            <w:r>
              <w:t xml:space="preserve">условия с помощью </w:t>
            </w:r>
          </w:p>
          <w:p w:rsidR="00795AB4" w:rsidRDefault="00795AB4"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795AB4" w:rsidRDefault="00795AB4" w:rsidP="00FE10D2">
            <w:pPr>
              <w:jc w:val="both"/>
            </w:pPr>
            <w:r>
              <w:t>Единиц</w:t>
            </w:r>
          </w:p>
          <w:p w:rsidR="00795AB4" w:rsidRDefault="00795AB4" w:rsidP="00FE10D2">
            <w:pPr>
              <w:jc w:val="both"/>
            </w:pPr>
          </w:p>
          <w:p w:rsidR="00795AB4" w:rsidRDefault="00795AB4" w:rsidP="00FE10D2">
            <w:pPr>
              <w:jc w:val="both"/>
            </w:pPr>
          </w:p>
          <w:p w:rsidR="00795AB4" w:rsidRDefault="00795AB4" w:rsidP="00FE10D2">
            <w:pPr>
              <w:jc w:val="both"/>
            </w:pPr>
          </w:p>
        </w:tc>
        <w:tc>
          <w:tcPr>
            <w:tcW w:w="1555" w:type="dxa"/>
            <w:tcBorders>
              <w:top w:val="nil"/>
              <w:left w:val="nil"/>
              <w:bottom w:val="single" w:sz="4" w:space="0" w:color="auto"/>
              <w:right w:val="single" w:sz="4" w:space="0" w:color="auto"/>
            </w:tcBorders>
            <w:vAlign w:val="center"/>
          </w:tcPr>
          <w:p w:rsidR="00795AB4" w:rsidRDefault="00795AB4" w:rsidP="00FE10D2">
            <w:r>
              <w:t>5</w:t>
            </w:r>
          </w:p>
          <w:p w:rsidR="00795AB4" w:rsidRDefault="00795AB4" w:rsidP="00FE10D2"/>
          <w:p w:rsidR="00795AB4" w:rsidRDefault="00795AB4" w:rsidP="00FE10D2"/>
          <w:p w:rsidR="00795AB4" w:rsidRDefault="00795AB4" w:rsidP="00FE10D2"/>
        </w:tc>
        <w:tc>
          <w:tcPr>
            <w:tcW w:w="1010" w:type="dxa"/>
            <w:tcBorders>
              <w:top w:val="nil"/>
              <w:left w:val="nil"/>
              <w:bottom w:val="single" w:sz="4" w:space="0" w:color="auto"/>
              <w:right w:val="single" w:sz="4" w:space="0" w:color="auto"/>
            </w:tcBorders>
            <w:vAlign w:val="center"/>
          </w:tcPr>
          <w:p w:rsidR="00795AB4" w:rsidRDefault="00795AB4" w:rsidP="00FE10D2">
            <w:r>
              <w:t>3</w:t>
            </w:r>
          </w:p>
          <w:p w:rsidR="00795AB4" w:rsidRDefault="00795AB4" w:rsidP="00FE10D2"/>
          <w:p w:rsidR="00795AB4" w:rsidRDefault="00795AB4" w:rsidP="00FE10D2"/>
          <w:p w:rsidR="00795AB4" w:rsidRDefault="00795AB4" w:rsidP="00FE10D2"/>
        </w:tc>
        <w:tc>
          <w:tcPr>
            <w:tcW w:w="992" w:type="dxa"/>
            <w:tcBorders>
              <w:top w:val="nil"/>
              <w:left w:val="nil"/>
              <w:bottom w:val="single" w:sz="4" w:space="0" w:color="auto"/>
              <w:right w:val="single" w:sz="4" w:space="0" w:color="auto"/>
            </w:tcBorders>
            <w:vAlign w:val="center"/>
          </w:tcPr>
          <w:p w:rsidR="00795AB4" w:rsidRDefault="00795AB4" w:rsidP="00FE10D2">
            <w:r>
              <w:t>3</w:t>
            </w:r>
          </w:p>
          <w:p w:rsidR="00795AB4" w:rsidRDefault="00795AB4" w:rsidP="00FE10D2"/>
          <w:p w:rsidR="00795AB4" w:rsidRDefault="00795AB4" w:rsidP="00FE10D2"/>
          <w:p w:rsidR="00795AB4" w:rsidRDefault="00795AB4" w:rsidP="00FE10D2"/>
        </w:tc>
        <w:tc>
          <w:tcPr>
            <w:tcW w:w="936" w:type="dxa"/>
            <w:tcBorders>
              <w:top w:val="nil"/>
              <w:left w:val="nil"/>
              <w:bottom w:val="single" w:sz="4" w:space="0" w:color="auto"/>
              <w:right w:val="single" w:sz="4" w:space="0" w:color="auto"/>
            </w:tcBorders>
            <w:vAlign w:val="center"/>
          </w:tcPr>
          <w:p w:rsidR="00795AB4" w:rsidRDefault="00795AB4" w:rsidP="00FE10D2">
            <w:r>
              <w:t>3</w:t>
            </w:r>
          </w:p>
          <w:p w:rsidR="00795AB4" w:rsidRDefault="00795AB4" w:rsidP="00FE10D2"/>
          <w:p w:rsidR="00795AB4" w:rsidRDefault="00795AB4" w:rsidP="00FE10D2"/>
          <w:p w:rsidR="00795AB4" w:rsidRDefault="00795AB4" w:rsidP="00FE10D2"/>
        </w:tc>
        <w:tc>
          <w:tcPr>
            <w:tcW w:w="936" w:type="dxa"/>
            <w:tcBorders>
              <w:top w:val="nil"/>
              <w:left w:val="nil"/>
              <w:bottom w:val="single" w:sz="4" w:space="0" w:color="auto"/>
              <w:right w:val="single" w:sz="4" w:space="0" w:color="auto"/>
            </w:tcBorders>
            <w:vAlign w:val="center"/>
          </w:tcPr>
          <w:p w:rsidR="00795AB4" w:rsidRDefault="00795AB4" w:rsidP="00FE10D2">
            <w:r>
              <w:t>5</w:t>
            </w:r>
          </w:p>
          <w:p w:rsidR="00795AB4" w:rsidRDefault="00795AB4" w:rsidP="00FE10D2"/>
          <w:p w:rsidR="00795AB4" w:rsidRDefault="00795AB4" w:rsidP="00FE10D2"/>
          <w:p w:rsidR="00795AB4" w:rsidRDefault="00795AB4" w:rsidP="00FE10D2"/>
        </w:tc>
        <w:tc>
          <w:tcPr>
            <w:tcW w:w="1440" w:type="dxa"/>
            <w:gridSpan w:val="3"/>
            <w:tcBorders>
              <w:top w:val="nil"/>
              <w:left w:val="nil"/>
              <w:bottom w:val="single" w:sz="4" w:space="0" w:color="auto"/>
              <w:right w:val="single" w:sz="4" w:space="0" w:color="auto"/>
            </w:tcBorders>
            <w:noWrap/>
            <w:vAlign w:val="bottom"/>
          </w:tcPr>
          <w:p w:rsidR="00795AB4" w:rsidRDefault="00795AB4" w:rsidP="00FE10D2">
            <w:r>
              <w:t>5</w:t>
            </w:r>
          </w:p>
          <w:p w:rsidR="00795AB4" w:rsidRDefault="00795AB4" w:rsidP="00FE10D2"/>
          <w:p w:rsidR="00795AB4" w:rsidRDefault="00795AB4" w:rsidP="00FE10D2"/>
          <w:p w:rsidR="00795AB4" w:rsidRDefault="00795AB4" w:rsidP="00FE10D2"/>
        </w:tc>
      </w:tr>
      <w:tr w:rsidR="00795AB4"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795AB4" w:rsidRDefault="00795AB4" w:rsidP="00FE10D2">
            <w:pPr>
              <w:rPr>
                <w:b/>
              </w:rPr>
            </w:pPr>
          </w:p>
          <w:p w:rsidR="00795AB4" w:rsidRDefault="00795AB4" w:rsidP="00FE10D2">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795AB4" w:rsidRDefault="00795AB4" w:rsidP="00FE10D2">
            <w:pPr>
              <w:rPr>
                <w:b/>
              </w:rPr>
            </w:pP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795AB4" w:rsidRPr="002A1C96" w:rsidRDefault="00795AB4"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795AB4" w:rsidRPr="002A1C96" w:rsidRDefault="00795AB4"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795AB4" w:rsidRPr="002A1C96" w:rsidRDefault="00795AB4"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795AB4" w:rsidRPr="002A1C96" w:rsidRDefault="00795AB4" w:rsidP="00FE10D2">
            <w:r w:rsidRPr="002A1C96">
              <w:t> 250,1</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795AB4" w:rsidRPr="002A1C96" w:rsidRDefault="00795AB4" w:rsidP="00FE10D2">
            <w:pPr>
              <w:jc w:val="center"/>
            </w:pPr>
            <w:r w:rsidRPr="002A1C96">
              <w:t>9</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795AB4" w:rsidRPr="002A1C96" w:rsidRDefault="00795AB4"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1,63</w:t>
            </w:r>
          </w:p>
        </w:tc>
        <w:tc>
          <w:tcPr>
            <w:tcW w:w="992"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795AB4" w:rsidRPr="002A1C96" w:rsidRDefault="00795AB4" w:rsidP="00FE10D2">
            <w:r w:rsidRPr="002A1C96">
              <w:t>1,68</w:t>
            </w:r>
          </w:p>
          <w:p w:rsidR="00795AB4" w:rsidRPr="002A1C96" w:rsidRDefault="00795AB4" w:rsidP="00FE10D2"/>
          <w:p w:rsidR="00795AB4" w:rsidRPr="002A1C96" w:rsidRDefault="00795AB4" w:rsidP="00FE10D2"/>
          <w:p w:rsidR="00795AB4" w:rsidRPr="002A1C96" w:rsidRDefault="00795AB4" w:rsidP="00FE10D2"/>
        </w:tc>
        <w:tc>
          <w:tcPr>
            <w:tcW w:w="1440" w:type="dxa"/>
            <w:gridSpan w:val="3"/>
            <w:tcBorders>
              <w:top w:val="single" w:sz="4" w:space="0" w:color="auto"/>
              <w:left w:val="nil"/>
              <w:bottom w:val="single" w:sz="4" w:space="0" w:color="auto"/>
              <w:right w:val="single" w:sz="4" w:space="0" w:color="auto"/>
            </w:tcBorders>
            <w:noWrap/>
            <w:vAlign w:val="bottom"/>
          </w:tcPr>
          <w:p w:rsidR="00795AB4" w:rsidRPr="002A1C96" w:rsidRDefault="00795AB4" w:rsidP="00FE10D2">
            <w:r w:rsidRPr="002A1C96">
              <w:t>1,7</w:t>
            </w:r>
          </w:p>
          <w:p w:rsidR="00795AB4" w:rsidRPr="002A1C96" w:rsidRDefault="00795AB4" w:rsidP="00FE10D2"/>
          <w:p w:rsidR="00795AB4" w:rsidRPr="002A1C96" w:rsidRDefault="00795AB4" w:rsidP="00FE10D2"/>
          <w:p w:rsidR="00795AB4" w:rsidRPr="002A1C96" w:rsidRDefault="00795AB4" w:rsidP="00FE10D2"/>
        </w:tc>
      </w:tr>
      <w:tr w:rsidR="00795AB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rPr>
                <w:b/>
              </w:rPr>
            </w:pPr>
          </w:p>
          <w:p w:rsidR="00795AB4" w:rsidRPr="002A1C96" w:rsidRDefault="00795AB4" w:rsidP="00FE10D2">
            <w:pPr>
              <w:rPr>
                <w:rFonts w:eastAsia="Times New Roman"/>
                <w:b/>
                <w:sz w:val="26"/>
                <w:szCs w:val="26"/>
                <w:lang w:eastAsia="ru-RU"/>
              </w:rPr>
            </w:pPr>
            <w:r w:rsidRPr="002A1C96">
              <w:rPr>
                <w:b/>
              </w:rPr>
              <w:t>ПОДПРОГРАММА 6. «</w:t>
            </w:r>
            <w:r w:rsidRPr="002A1C96">
              <w:rPr>
                <w:b/>
                <w:sz w:val="26"/>
                <w:szCs w:val="26"/>
              </w:rPr>
              <w:t>Строительство спортивных сооружений на территории Таловского муниципального района».</w:t>
            </w:r>
            <w:r w:rsidRPr="002A1C96">
              <w:rPr>
                <w:rFonts w:eastAsia="Times New Roman"/>
                <w:b/>
                <w:sz w:val="26"/>
                <w:szCs w:val="26"/>
                <w:lang w:eastAsia="ru-RU"/>
              </w:rPr>
              <w:t xml:space="preserve"> </w:t>
            </w:r>
          </w:p>
          <w:p w:rsidR="00795AB4" w:rsidRPr="002A1C96" w:rsidRDefault="00795AB4" w:rsidP="00FE10D2"/>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795AB4" w:rsidRDefault="00795AB4"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795AB4" w:rsidRDefault="00795AB4" w:rsidP="00FE10D2">
            <w:pPr>
              <w:rPr>
                <w:rFonts w:eastAsia="Times New Roman"/>
                <w:lang w:eastAsia="ru-RU"/>
              </w:rPr>
            </w:pPr>
          </w:p>
          <w:p w:rsidR="00795AB4" w:rsidRDefault="00795AB4" w:rsidP="00FE10D2">
            <w:pPr>
              <w:rPr>
                <w:rFonts w:eastAsia="Times New Roman"/>
                <w:lang w:eastAsia="ru-RU"/>
              </w:rPr>
            </w:pPr>
          </w:p>
          <w:p w:rsidR="00795AB4" w:rsidRDefault="00795AB4" w:rsidP="00FE10D2">
            <w:pPr>
              <w:rPr>
                <w:rFonts w:eastAsia="Times New Roman"/>
                <w:lang w:eastAsia="ru-RU"/>
              </w:rPr>
            </w:pPr>
          </w:p>
          <w:p w:rsidR="00795AB4" w:rsidRDefault="00795AB4" w:rsidP="00FE10D2"/>
          <w:p w:rsidR="00795AB4" w:rsidRDefault="00795AB4" w:rsidP="00FE10D2"/>
        </w:tc>
        <w:tc>
          <w:tcPr>
            <w:tcW w:w="2575"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21</w:t>
            </w:r>
          </w:p>
        </w:tc>
        <w:tc>
          <w:tcPr>
            <w:tcW w:w="936"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795AB4" w:rsidRDefault="00795AB4" w:rsidP="00FE10D2">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795AB4" w:rsidRDefault="00795AB4" w:rsidP="00FE10D2">
            <w:pPr>
              <w:jc w:val="center"/>
            </w:pPr>
            <w:r>
              <w:t>30</w:t>
            </w:r>
          </w:p>
        </w:tc>
      </w:tr>
      <w:tr w:rsidR="00795AB4"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795AB4" w:rsidRPr="002A1C96" w:rsidRDefault="00795AB4"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p>
        </w:tc>
        <w:tc>
          <w:tcPr>
            <w:tcW w:w="1010" w:type="dxa"/>
            <w:tcBorders>
              <w:top w:val="single" w:sz="4" w:space="0" w:color="auto"/>
              <w:left w:val="nil"/>
              <w:bottom w:val="single" w:sz="4" w:space="0" w:color="auto"/>
              <w:right w:val="single" w:sz="4" w:space="0" w:color="auto"/>
            </w:tcBorders>
          </w:tcPr>
          <w:p w:rsidR="00795AB4" w:rsidRPr="00037E77" w:rsidRDefault="00795AB4"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795AB4" w:rsidRPr="00037E77" w:rsidRDefault="00795AB4" w:rsidP="00FE10D2">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795AB4" w:rsidRPr="00037E77" w:rsidRDefault="00795AB4"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795AB4" w:rsidRPr="00037E77" w:rsidRDefault="00795AB4"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795AB4" w:rsidRPr="00037E77" w:rsidRDefault="00795AB4" w:rsidP="00FE10D2">
            <w:pPr>
              <w:tabs>
                <w:tab w:val="left" w:pos="1080"/>
                <w:tab w:val="left" w:pos="6660"/>
              </w:tabs>
              <w:jc w:val="both"/>
            </w:pPr>
            <w:r>
              <w:t>79,5</w:t>
            </w:r>
          </w:p>
        </w:tc>
      </w:tr>
      <w:tr w:rsidR="00795AB4"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795AB4" w:rsidRPr="002A1C96" w:rsidRDefault="00795AB4"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795AB4" w:rsidRDefault="00795AB4" w:rsidP="00FE10D2">
            <w:r>
              <w:t>Обновление транспортных средств организаций пассажирского автомобильного транспорта общего пользования</w:t>
            </w:r>
          </w:p>
          <w:p w:rsidR="00795AB4" w:rsidRPr="002A1C96" w:rsidRDefault="00795AB4" w:rsidP="00FE10D2"/>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FE10D2">
            <w:pPr>
              <w:jc w:val="center"/>
            </w:pPr>
            <w:r>
              <w:t>-</w:t>
            </w:r>
          </w:p>
        </w:tc>
        <w:tc>
          <w:tcPr>
            <w:tcW w:w="1010"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795AB4" w:rsidRDefault="00795AB4" w:rsidP="00FE10D2">
            <w:pPr>
              <w:tabs>
                <w:tab w:val="left" w:pos="1080"/>
                <w:tab w:val="left" w:pos="6660"/>
              </w:tabs>
              <w:jc w:val="both"/>
            </w:pPr>
            <w:r>
              <w:t>0</w:t>
            </w:r>
          </w:p>
        </w:tc>
      </w:tr>
      <w:tr w:rsidR="00795AB4"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Pr="002A1C96" w:rsidRDefault="00795AB4"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795AB4" w:rsidRPr="002A1C96" w:rsidRDefault="00795AB4"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795AB4" w:rsidRPr="002A1C96" w:rsidRDefault="00795AB4" w:rsidP="00A121B6">
            <w:pPr>
              <w:jc w:val="center"/>
            </w:pPr>
            <w:r w:rsidRPr="002A1C96">
              <w:t>9</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795AB4" w:rsidRPr="00603124" w:rsidRDefault="00795AB4"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pPr>
          </w:p>
        </w:tc>
        <w:tc>
          <w:tcPr>
            <w:tcW w:w="1010"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0,3</w:t>
            </w:r>
          </w:p>
        </w:tc>
        <w:tc>
          <w:tcPr>
            <w:tcW w:w="936"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0,29</w:t>
            </w:r>
          </w:p>
        </w:tc>
        <w:tc>
          <w:tcPr>
            <w:tcW w:w="1231" w:type="dxa"/>
            <w:gridSpan w:val="3"/>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0,28</w:t>
            </w:r>
          </w:p>
        </w:tc>
        <w:tc>
          <w:tcPr>
            <w:tcW w:w="1145" w:type="dxa"/>
            <w:tcBorders>
              <w:top w:val="single" w:sz="4" w:space="0" w:color="auto"/>
              <w:left w:val="nil"/>
              <w:bottom w:val="single" w:sz="4" w:space="0" w:color="auto"/>
              <w:right w:val="single" w:sz="4" w:space="0" w:color="auto"/>
            </w:tcBorders>
            <w:noWrap/>
          </w:tcPr>
          <w:p w:rsidR="00795AB4" w:rsidRDefault="00795AB4" w:rsidP="00FE10D2">
            <w:pPr>
              <w:tabs>
                <w:tab w:val="left" w:pos="1080"/>
                <w:tab w:val="left" w:pos="6660"/>
              </w:tabs>
              <w:jc w:val="both"/>
            </w:pPr>
            <w:r>
              <w:t>0,27</w:t>
            </w:r>
          </w:p>
        </w:tc>
      </w:tr>
      <w:tr w:rsidR="00795AB4"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795AB4" w:rsidRDefault="00795AB4"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795AB4" w:rsidRDefault="00795AB4"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795AB4" w:rsidRDefault="00795AB4" w:rsidP="00FE10D2">
            <w:pPr>
              <w:jc w:val="center"/>
            </w:pPr>
          </w:p>
        </w:tc>
        <w:tc>
          <w:tcPr>
            <w:tcW w:w="1010"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795AB4" w:rsidRDefault="00795AB4"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795AB4" w:rsidRDefault="00795AB4" w:rsidP="00FE10D2">
            <w:pPr>
              <w:tabs>
                <w:tab w:val="left" w:pos="1080"/>
                <w:tab w:val="left" w:pos="6660"/>
              </w:tabs>
              <w:jc w:val="both"/>
            </w:pPr>
            <w:r>
              <w:t>100</w:t>
            </w:r>
          </w:p>
        </w:tc>
      </w:tr>
    </w:tbl>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p>
    <w:p w:rsidR="00795AB4" w:rsidRDefault="00795AB4" w:rsidP="00F00227">
      <w:pPr>
        <w:spacing w:line="360" w:lineRule="auto"/>
        <w:jc w:val="right"/>
        <w:rPr>
          <w:sz w:val="26"/>
          <w:szCs w:val="26"/>
        </w:rPr>
      </w:pPr>
      <w:r w:rsidRPr="004D300B">
        <w:rPr>
          <w:sz w:val="26"/>
          <w:szCs w:val="26"/>
        </w:rPr>
        <w:t>Приложение 2</w:t>
      </w:r>
    </w:p>
    <w:p w:rsidR="00795AB4" w:rsidRPr="004D300B" w:rsidRDefault="00795AB4"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795AB4" w:rsidRPr="004D300B" w:rsidTr="0009433F">
        <w:trPr>
          <w:trHeight w:val="945"/>
        </w:trPr>
        <w:tc>
          <w:tcPr>
            <w:tcW w:w="15475" w:type="dxa"/>
            <w:gridSpan w:val="9"/>
            <w:tcBorders>
              <w:top w:val="nil"/>
              <w:left w:val="nil"/>
              <w:bottom w:val="single" w:sz="4" w:space="0" w:color="auto"/>
              <w:right w:val="nil"/>
            </w:tcBorders>
            <w:vAlign w:val="center"/>
          </w:tcPr>
          <w:p w:rsidR="00795AB4" w:rsidRPr="004D300B" w:rsidRDefault="00795AB4"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795AB4"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795AB4" w:rsidRPr="004D300B" w:rsidRDefault="00795AB4"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795AB4" w:rsidRPr="004D300B" w:rsidRDefault="00795AB4" w:rsidP="0009433F">
            <w:pPr>
              <w:ind w:right="-57"/>
            </w:pPr>
            <w:r w:rsidRPr="004D300B">
              <w:t>Расходы местного бюджета по годам реализации муниципальной программы, тыс. руб. </w:t>
            </w:r>
          </w:p>
        </w:tc>
      </w:tr>
      <w:tr w:rsidR="00795AB4"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1080" w:type="dxa"/>
            <w:tcBorders>
              <w:top w:val="single" w:sz="4" w:space="0" w:color="auto"/>
              <w:bottom w:val="single" w:sz="4" w:space="0" w:color="auto"/>
            </w:tcBorders>
            <w:shd w:val="clear" w:color="auto" w:fill="FFFFFF"/>
            <w:vAlign w:val="center"/>
          </w:tcPr>
          <w:p w:rsidR="00795AB4" w:rsidRPr="004D300B" w:rsidRDefault="00795AB4"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795AB4" w:rsidRPr="004D300B" w:rsidRDefault="00795AB4"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rPr>
                <w:bCs/>
              </w:rPr>
            </w:pPr>
            <w:r w:rsidRPr="004D300B">
              <w:rPr>
                <w:bCs/>
              </w:rPr>
              <w:t>2017</w:t>
            </w:r>
          </w:p>
          <w:p w:rsidR="00795AB4" w:rsidRPr="004D300B" w:rsidRDefault="00795AB4"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2018</w:t>
            </w:r>
          </w:p>
          <w:p w:rsidR="00795AB4" w:rsidRPr="004D300B" w:rsidRDefault="00795AB4"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2019</w:t>
            </w:r>
          </w:p>
          <w:p w:rsidR="00795AB4" w:rsidRPr="004D300B" w:rsidRDefault="00795AB4" w:rsidP="0009433F">
            <w:pPr>
              <w:ind w:right="-57"/>
            </w:pPr>
          </w:p>
        </w:tc>
      </w:tr>
      <w:tr w:rsidR="00795AB4"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795AB4" w:rsidRPr="004D300B" w:rsidRDefault="00795AB4"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795AB4" w:rsidRPr="004D300B" w:rsidRDefault="00795AB4"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795AB4" w:rsidRPr="004D300B" w:rsidRDefault="00795AB4"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795AB4" w:rsidRPr="004D300B" w:rsidRDefault="00795AB4"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795AB4" w:rsidRPr="004D300B" w:rsidRDefault="00795AB4"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795AB4" w:rsidRPr="004D300B" w:rsidRDefault="00795AB4"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795AB4" w:rsidRPr="004D300B" w:rsidRDefault="00795AB4"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9</w:t>
            </w:r>
          </w:p>
        </w:tc>
      </w:tr>
      <w:tr w:rsidR="00795AB4"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
                <w:bCs/>
              </w:rPr>
            </w:pPr>
            <w:r w:rsidRPr="00FE2974">
              <w:rPr>
                <w:b/>
                <w:bCs/>
              </w:rPr>
              <w:t>53614,5</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
                <w:bCs/>
                <w:color w:val="0000FF"/>
              </w:rPr>
            </w:pPr>
            <w:r w:rsidRPr="00FE2974">
              <w:rPr>
                <w:b/>
                <w:bCs/>
                <w:color w:val="0000FF"/>
              </w:rPr>
              <w:t>45016,2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E2974" w:rsidRDefault="00795AB4" w:rsidP="0009433F">
            <w:pPr>
              <w:ind w:right="-57"/>
              <w:rPr>
                <w:b/>
                <w:bCs/>
                <w:color w:val="0000FF"/>
              </w:rPr>
            </w:pPr>
            <w:r w:rsidRPr="00FE2974">
              <w:rPr>
                <w:b/>
                <w:bCs/>
                <w:color w:val="0000FF"/>
              </w:rPr>
              <w:t>42802,2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E2974" w:rsidRDefault="00795AB4" w:rsidP="0009433F">
            <w:pPr>
              <w:ind w:right="-57"/>
              <w:rPr>
                <w:b/>
                <w:bCs/>
                <w:color w:val="0000FF"/>
              </w:rPr>
            </w:pPr>
            <w:r w:rsidRPr="00FE2974">
              <w:rPr>
                <w:b/>
                <w:bCs/>
                <w:color w:val="0000FF"/>
              </w:rPr>
              <w:t>42862,6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2974" w:rsidRDefault="00795AB4" w:rsidP="0009433F">
            <w:pPr>
              <w:ind w:right="-57"/>
              <w:rPr>
                <w:b/>
                <w:bCs/>
                <w:color w:val="0000FF"/>
              </w:rPr>
            </w:pPr>
            <w:r w:rsidRPr="00FE2974">
              <w:rPr>
                <w:b/>
                <w:bCs/>
                <w:color w:val="0000FF"/>
              </w:rPr>
              <w:t>42837,6</w:t>
            </w:r>
          </w:p>
        </w:tc>
      </w:tr>
      <w:tr w:rsidR="00795AB4"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795AB4" w:rsidRPr="00096A06" w:rsidRDefault="00795AB4" w:rsidP="0009433F">
            <w:pPr>
              <w:ind w:right="-57"/>
              <w:rPr>
                <w:b/>
                <w:bCs/>
                <w:color w:val="FF0000"/>
              </w:rPr>
            </w:pPr>
            <w:r w:rsidRPr="00096A06">
              <w:rPr>
                <w:b/>
                <w:bCs/>
                <w:color w:val="FF0000"/>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096A06" w:rsidRDefault="00795AB4" w:rsidP="0009433F">
            <w:pPr>
              <w:ind w:right="-57"/>
              <w:rPr>
                <w:b/>
                <w:bCs/>
                <w:color w:val="FF0000"/>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096A06" w:rsidRDefault="00795AB4" w:rsidP="0009433F">
            <w:pPr>
              <w:ind w:right="-57"/>
              <w:rPr>
                <w:b/>
                <w:bCs/>
                <w:color w:val="FF0000"/>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096A06" w:rsidRDefault="00795AB4" w:rsidP="0009433F">
            <w:pPr>
              <w:ind w:right="-57"/>
              <w:rPr>
                <w:b/>
                <w:bCs/>
                <w:color w:val="FF0000"/>
              </w:rPr>
            </w:pPr>
          </w:p>
        </w:tc>
      </w:tr>
      <w:tr w:rsidR="00795AB4" w:rsidRPr="00E95666" w:rsidTr="0009433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09433F">
            <w:pPr>
              <w:ind w:right="-57"/>
            </w:pPr>
            <w:r w:rsidRPr="004D300B">
              <w:t>ответственный исполнитель- администрация Таловского муниципального</w:t>
            </w:r>
            <w:r>
              <w:t xml:space="preserve"> района</w:t>
            </w:r>
          </w:p>
          <w:p w:rsidR="00795AB4" w:rsidRPr="004D300B" w:rsidRDefault="00795AB4" w:rsidP="0009433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Cs/>
              </w:rPr>
            </w:pPr>
            <w:r w:rsidRPr="00FE2974">
              <w:rPr>
                <w:bCs/>
              </w:rPr>
              <w:t>108845,1</w:t>
            </w:r>
          </w:p>
        </w:tc>
        <w:tc>
          <w:tcPr>
            <w:tcW w:w="1080" w:type="dxa"/>
            <w:tcBorders>
              <w:top w:val="single" w:sz="4" w:space="0" w:color="auto"/>
              <w:left w:val="nil"/>
              <w:bottom w:val="single" w:sz="4" w:space="0" w:color="auto"/>
              <w:right w:val="single" w:sz="4" w:space="0" w:color="auto"/>
            </w:tcBorders>
            <w:vAlign w:val="bottom"/>
          </w:tcPr>
          <w:p w:rsidR="00795AB4" w:rsidRPr="00FE2974" w:rsidRDefault="00795AB4" w:rsidP="0009433F">
            <w:pPr>
              <w:ind w:right="-57"/>
              <w:rPr>
                <w:bCs/>
              </w:rPr>
            </w:pPr>
            <w:r w:rsidRPr="00FE2974">
              <w:rPr>
                <w:bCs/>
              </w:rPr>
              <w:t>30691,9</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09433F">
            <w:pPr>
              <w:ind w:right="-57"/>
              <w:rPr>
                <w:bCs/>
                <w:color w:val="0000FF"/>
              </w:rPr>
            </w:pPr>
            <w:r w:rsidRPr="00712AC7">
              <w:rPr>
                <w:bCs/>
                <w:color w:val="0000FF"/>
              </w:rPr>
              <w:t>25126,8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09433F">
            <w:pPr>
              <w:ind w:right="-57"/>
              <w:rPr>
                <w:bCs/>
                <w:color w:val="0000FF"/>
              </w:rPr>
            </w:pPr>
            <w:r w:rsidRPr="00712AC7">
              <w:rPr>
                <w:bCs/>
                <w:color w:val="0000FF"/>
              </w:rPr>
              <w:t>24487,6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09433F">
            <w:pPr>
              <w:ind w:right="-57"/>
              <w:rPr>
                <w:bCs/>
                <w:color w:val="0000FF"/>
              </w:rPr>
            </w:pPr>
            <w:r w:rsidRPr="00712AC7">
              <w:rPr>
                <w:bCs/>
                <w:color w:val="0000FF"/>
              </w:rPr>
              <w:t>24548,0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09433F">
            <w:pPr>
              <w:ind w:right="-57"/>
              <w:rPr>
                <w:bCs/>
                <w:color w:val="0000FF"/>
              </w:rPr>
            </w:pPr>
            <w:r w:rsidRPr="00712AC7">
              <w:rPr>
                <w:bCs/>
                <w:color w:val="0000FF"/>
              </w:rPr>
              <w:t>24523,0</w:t>
            </w:r>
          </w:p>
        </w:tc>
      </w:tr>
      <w:tr w:rsidR="00795AB4"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09433F">
            <w:pPr>
              <w:ind w:right="-57"/>
            </w:pPr>
            <w:r w:rsidRPr="004D300B">
              <w:t xml:space="preserve">исполнитель 1-МКУ </w:t>
            </w:r>
          </w:p>
          <w:p w:rsidR="00795AB4" w:rsidRPr="004D300B" w:rsidRDefault="00795AB4"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795AB4" w:rsidRPr="00527A70" w:rsidRDefault="00795AB4"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795AB4" w:rsidRPr="00527A70" w:rsidRDefault="00795AB4" w:rsidP="0009433F">
            <w:pPr>
              <w:jc w:val="center"/>
            </w:pPr>
            <w:r>
              <w:t>16005,4</w:t>
            </w:r>
          </w:p>
        </w:tc>
        <w:tc>
          <w:tcPr>
            <w:tcW w:w="1080" w:type="dxa"/>
            <w:tcBorders>
              <w:top w:val="single" w:sz="4" w:space="0" w:color="auto"/>
              <w:left w:val="nil"/>
              <w:bottom w:val="single" w:sz="4" w:space="0" w:color="auto"/>
              <w:right w:val="single" w:sz="4" w:space="0" w:color="auto"/>
            </w:tcBorders>
            <w:vAlign w:val="bottom"/>
          </w:tcPr>
          <w:p w:rsidR="00795AB4" w:rsidRPr="009059C8" w:rsidRDefault="00795AB4" w:rsidP="0009433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9059C8" w:rsidRDefault="00795AB4" w:rsidP="0009433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9059C8" w:rsidRDefault="00795AB4" w:rsidP="0009433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9059C8" w:rsidRDefault="00795AB4" w:rsidP="0009433F">
            <w:pPr>
              <w:jc w:val="center"/>
            </w:pPr>
            <w:r w:rsidRPr="009059C8">
              <w:t>1</w:t>
            </w:r>
            <w:r>
              <w:t>3686,8</w:t>
            </w:r>
          </w:p>
        </w:tc>
      </w:tr>
      <w:tr w:rsidR="00795AB4"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09433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0E2C">
            <w:pPr>
              <w:ind w:right="-108"/>
              <w:rPr>
                <w:bCs/>
              </w:rPr>
            </w:pPr>
            <w:r>
              <w:rPr>
                <w:bCs/>
              </w:rPr>
              <w:t>5751,2</w:t>
            </w:r>
          </w:p>
        </w:tc>
        <w:tc>
          <w:tcPr>
            <w:tcW w:w="1080" w:type="dxa"/>
            <w:tcBorders>
              <w:top w:val="single" w:sz="4" w:space="0" w:color="auto"/>
              <w:left w:val="nil"/>
              <w:bottom w:val="single" w:sz="4" w:space="0" w:color="auto"/>
              <w:right w:val="single" w:sz="4" w:space="0" w:color="auto"/>
            </w:tcBorders>
          </w:tcPr>
          <w:p w:rsidR="00795AB4" w:rsidRPr="004D300B" w:rsidRDefault="00795AB4" w:rsidP="0009433F">
            <w:pPr>
              <w:ind w:right="-108"/>
              <w:jc w:val="right"/>
              <w:rPr>
                <w:bCs/>
              </w:rPr>
            </w:pPr>
          </w:p>
          <w:p w:rsidR="00795AB4" w:rsidRPr="004D300B" w:rsidRDefault="00795AB4" w:rsidP="0009433F">
            <w:pPr>
              <w:ind w:right="-108"/>
              <w:jc w:val="right"/>
              <w:rPr>
                <w:bCs/>
              </w:rPr>
            </w:pPr>
          </w:p>
          <w:p w:rsidR="00795AB4" w:rsidRDefault="00795AB4" w:rsidP="0009433F">
            <w:pPr>
              <w:ind w:right="-108"/>
              <w:jc w:val="right"/>
              <w:rPr>
                <w:bCs/>
              </w:rPr>
            </w:pPr>
          </w:p>
          <w:p w:rsidR="00795AB4" w:rsidRPr="004D300B" w:rsidRDefault="00795AB4" w:rsidP="0009433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09433F"/>
          <w:p w:rsidR="00795AB4" w:rsidRPr="004D300B" w:rsidRDefault="00795AB4" w:rsidP="0009433F"/>
          <w:p w:rsidR="00795AB4" w:rsidRDefault="00795AB4" w:rsidP="0009433F"/>
          <w:p w:rsidR="00795AB4" w:rsidRPr="004D300B" w:rsidRDefault="00795AB4" w:rsidP="0009433F">
            <w:r>
              <w:t>3327,8</w:t>
            </w:r>
          </w:p>
        </w:tc>
        <w:tc>
          <w:tcPr>
            <w:tcW w:w="1181" w:type="dxa"/>
            <w:tcBorders>
              <w:top w:val="single" w:sz="4" w:space="0" w:color="auto"/>
              <w:left w:val="nil"/>
              <w:bottom w:val="single" w:sz="4" w:space="0" w:color="auto"/>
              <w:right w:val="single" w:sz="4" w:space="0" w:color="auto"/>
            </w:tcBorders>
            <w:shd w:val="clear" w:color="auto" w:fill="FFFFFF"/>
          </w:tcPr>
          <w:p w:rsidR="00795AB4" w:rsidRDefault="00795AB4" w:rsidP="0009433F"/>
          <w:p w:rsidR="00795AB4" w:rsidRDefault="00795AB4" w:rsidP="0009433F"/>
          <w:p w:rsidR="00795AB4" w:rsidRDefault="00795AB4" w:rsidP="0009433F"/>
          <w:p w:rsidR="00795AB4" w:rsidRPr="004D300B" w:rsidRDefault="00795AB4" w:rsidP="0009433F">
            <w:r>
              <w:t>3327,8</w:t>
            </w:r>
          </w:p>
        </w:tc>
        <w:tc>
          <w:tcPr>
            <w:tcW w:w="1035" w:type="dxa"/>
            <w:tcBorders>
              <w:top w:val="single" w:sz="4" w:space="0" w:color="auto"/>
              <w:left w:val="nil"/>
              <w:bottom w:val="single" w:sz="4" w:space="0" w:color="auto"/>
              <w:right w:val="single" w:sz="4" w:space="0" w:color="auto"/>
            </w:tcBorders>
            <w:shd w:val="clear" w:color="auto" w:fill="FFFFFF"/>
          </w:tcPr>
          <w:p w:rsidR="00795AB4" w:rsidRDefault="00795AB4" w:rsidP="0009433F"/>
          <w:p w:rsidR="00795AB4" w:rsidRDefault="00795AB4" w:rsidP="0009433F"/>
          <w:p w:rsidR="00795AB4" w:rsidRDefault="00795AB4" w:rsidP="0009433F"/>
          <w:p w:rsidR="00795AB4" w:rsidRPr="004D300B" w:rsidRDefault="00795AB4" w:rsidP="0009433F">
            <w:r>
              <w:t>3327,8</w:t>
            </w:r>
          </w:p>
        </w:tc>
      </w:tr>
      <w:tr w:rsidR="00795AB4"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09433F">
            <w:pPr>
              <w:ind w:right="-57"/>
            </w:pPr>
            <w:r w:rsidRPr="004D300B">
              <w:rPr>
                <w:sz w:val="22"/>
                <w:szCs w:val="22"/>
              </w:rPr>
              <w:t>исполнитель 3- Совет народных депутатов Таловского муниципального района</w:t>
            </w:r>
          </w:p>
          <w:p w:rsidR="00795AB4" w:rsidRPr="004D300B" w:rsidRDefault="00795AB4"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pPr>
              <w:ind w:right="-57"/>
              <w:rPr>
                <w:bCs/>
              </w:rPr>
            </w:pPr>
            <w:r w:rsidRPr="004D300B">
              <w:rPr>
                <w:bCs/>
              </w:rPr>
              <w:t>1</w:t>
            </w:r>
            <w:r>
              <w:rPr>
                <w:bCs/>
              </w:rPr>
              <w:t>557,0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pPr>
              <w:ind w:right="-57"/>
              <w:rPr>
                <w:bCs/>
              </w:rPr>
            </w:pPr>
            <w:r w:rsidRPr="004D300B">
              <w:rPr>
                <w:bCs/>
              </w:rPr>
              <w:t>1</w:t>
            </w:r>
            <w:r>
              <w:rPr>
                <w:bCs/>
              </w:rPr>
              <w:t>166,0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09433F">
            <w:pPr>
              <w:ind w:right="-57"/>
              <w:rPr>
                <w:bCs/>
              </w:rPr>
            </w:pPr>
            <w:r w:rsidRPr="004D300B">
              <w:rPr>
                <w:bCs/>
              </w:rPr>
              <w:t>1</w:t>
            </w:r>
            <w:r>
              <w:rPr>
                <w:bCs/>
              </w:rPr>
              <w:t>294,0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pPr>
              <w:ind w:right="-57"/>
              <w:rPr>
                <w:bCs/>
              </w:rPr>
            </w:pPr>
            <w:r w:rsidRPr="004D300B">
              <w:rPr>
                <w:bCs/>
              </w:rPr>
              <w:t>1</w:t>
            </w:r>
            <w:r>
              <w:rPr>
                <w:bCs/>
              </w:rPr>
              <w:t>300,0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pPr>
              <w:ind w:right="-57"/>
              <w:rPr>
                <w:bCs/>
              </w:rPr>
            </w:pPr>
            <w:r w:rsidRPr="004D300B">
              <w:rPr>
                <w:bCs/>
              </w:rPr>
              <w:t>1</w:t>
            </w:r>
            <w:r>
              <w:rPr>
                <w:bCs/>
              </w:rPr>
              <w:t>300,0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09433F">
            <w:pPr>
              <w:ind w:right="-57"/>
              <w:rPr>
                <w:bCs/>
              </w:rPr>
            </w:pPr>
            <w:r w:rsidRPr="004D300B">
              <w:rPr>
                <w:bCs/>
              </w:rPr>
              <w:t>1</w:t>
            </w:r>
            <w:r>
              <w:rPr>
                <w:bCs/>
              </w:rPr>
              <w:t>300,0</w:t>
            </w:r>
          </w:p>
          <w:p w:rsidR="00795AB4" w:rsidRPr="004D300B" w:rsidRDefault="00795AB4" w:rsidP="0009433F">
            <w:pPr>
              <w:ind w:right="-57"/>
              <w:rPr>
                <w:bCs/>
              </w:rPr>
            </w:pPr>
          </w:p>
          <w:p w:rsidR="00795AB4" w:rsidRPr="004D300B" w:rsidRDefault="00795AB4" w:rsidP="0009433F">
            <w:pPr>
              <w:ind w:right="-57"/>
              <w:rPr>
                <w:bCs/>
              </w:rPr>
            </w:pPr>
          </w:p>
          <w:p w:rsidR="00795AB4" w:rsidRPr="004D300B" w:rsidRDefault="00795AB4" w:rsidP="0009433F">
            <w:pPr>
              <w:ind w:right="-57"/>
              <w:rPr>
                <w:bCs/>
              </w:rPr>
            </w:pPr>
          </w:p>
        </w:tc>
      </w:tr>
      <w:tr w:rsidR="00795AB4"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9</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CC47E8">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rPr>
                <w:b/>
                <w:sz w:val="26"/>
                <w:szCs w:val="26"/>
              </w:rPr>
            </w:pPr>
            <w:r w:rsidRPr="004D300B">
              <w:rPr>
                <w:b/>
                <w:sz w:val="26"/>
                <w:szCs w:val="26"/>
              </w:rPr>
              <w:t>«Создание условий для обеспечения муниципального управления»</w:t>
            </w:r>
          </w:p>
          <w:p w:rsidR="00795AB4" w:rsidRPr="004D300B" w:rsidRDefault="00795AB4" w:rsidP="00CC47E8">
            <w:pPr>
              <w:ind w:right="-57"/>
              <w:rPr>
                <w:b/>
                <w:sz w:val="26"/>
                <w:szCs w:val="26"/>
              </w:rPr>
            </w:pPr>
          </w:p>
          <w:p w:rsidR="00795AB4" w:rsidRPr="004D300B" w:rsidRDefault="00795AB4" w:rsidP="00CC47E8">
            <w:pPr>
              <w:ind w:right="-57"/>
              <w:rPr>
                <w:b/>
                <w:sz w:val="26"/>
                <w:szCs w:val="26"/>
              </w:rPr>
            </w:pPr>
          </w:p>
          <w:p w:rsidR="00795AB4" w:rsidRPr="004D300B" w:rsidRDefault="00795AB4" w:rsidP="00CC47E8">
            <w:pPr>
              <w:ind w:right="-57"/>
              <w:rPr>
                <w:b/>
                <w:sz w:val="26"/>
                <w:szCs w:val="26"/>
              </w:rPr>
            </w:pPr>
          </w:p>
          <w:p w:rsidR="00795AB4" w:rsidRPr="004D300B" w:rsidRDefault="00795AB4" w:rsidP="00CC47E8">
            <w:pPr>
              <w:ind w:right="-57"/>
              <w:rPr>
                <w:b/>
                <w:sz w:val="26"/>
                <w:szCs w:val="26"/>
              </w:rPr>
            </w:pPr>
          </w:p>
          <w:p w:rsidR="00795AB4" w:rsidRPr="004D300B" w:rsidRDefault="00795AB4" w:rsidP="00CC47E8">
            <w:pPr>
              <w:ind w:right="-57"/>
              <w:rPr>
                <w:b/>
                <w:sz w:val="26"/>
                <w:szCs w:val="26"/>
              </w:rPr>
            </w:pPr>
          </w:p>
          <w:p w:rsidR="00795AB4" w:rsidRPr="004D300B" w:rsidRDefault="00795AB4" w:rsidP="00CC47E8">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rPr>
            </w:pPr>
            <w:r w:rsidRPr="00712AC7">
              <w:rPr>
                <w:b/>
                <w:bCs/>
              </w:rPr>
              <w:t>24062,3</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rPr>
            </w:pPr>
            <w:r w:rsidRPr="00712AC7">
              <w:rPr>
                <w:b/>
                <w:bCs/>
              </w:rPr>
              <w:t>27580,8</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color w:val="0000FF"/>
              </w:rPr>
            </w:pPr>
            <w:r w:rsidRPr="00712AC7">
              <w:rPr>
                <w:b/>
                <w:bCs/>
                <w:color w:val="0000FF"/>
              </w:rPr>
              <w:t>25054,0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r w:rsidRPr="00712AC7">
              <w:rPr>
                <w:b/>
                <w:bCs/>
                <w:color w:val="0000FF"/>
              </w:rPr>
              <w:t>25196,0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r w:rsidRPr="00712AC7">
              <w:rPr>
                <w:b/>
                <w:bCs/>
                <w:color w:val="0000FF"/>
              </w:rPr>
              <w:t>25196,0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r w:rsidRPr="00712AC7">
              <w:rPr>
                <w:b/>
                <w:bCs/>
                <w:color w:val="0000FF"/>
              </w:rPr>
              <w:t>25196,0</w:t>
            </w:r>
          </w:p>
        </w:tc>
      </w:tr>
      <w:tr w:rsidR="00795AB4" w:rsidRPr="004D300B" w:rsidTr="0009433F">
        <w:trPr>
          <w:trHeight w:val="346"/>
        </w:trPr>
        <w:tc>
          <w:tcPr>
            <w:tcW w:w="2560" w:type="dxa"/>
            <w:vMerge/>
            <w:tcBorders>
              <w:left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
                <w:bCs/>
                <w:color w:val="0000FF"/>
              </w:rPr>
            </w:pP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rPr>
            </w:pPr>
            <w:r w:rsidRPr="00712AC7">
              <w:rPr>
                <w:bCs/>
              </w:rPr>
              <w:t>26414,8</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color w:val="0000FF"/>
              </w:rPr>
            </w:pPr>
            <w:r w:rsidRPr="00712AC7">
              <w:rPr>
                <w:bCs/>
                <w:color w:val="0000FF"/>
              </w:rPr>
              <w:t>23760,0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color w:val="0000FF"/>
              </w:rPr>
            </w:pPr>
            <w:r w:rsidRPr="00712AC7">
              <w:rPr>
                <w:bCs/>
                <w:color w:val="0000FF"/>
              </w:rPr>
              <w:t>23896,0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color w:val="0000FF"/>
              </w:rPr>
            </w:pPr>
            <w:r w:rsidRPr="00712AC7">
              <w:rPr>
                <w:bCs/>
                <w:color w:val="0000FF"/>
              </w:rPr>
              <w:t>23896,0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color w:val="0000FF"/>
              </w:rPr>
            </w:pPr>
            <w:r w:rsidRPr="00712AC7">
              <w:rPr>
                <w:bCs/>
                <w:color w:val="0000FF"/>
              </w:rPr>
              <w:t>23896,0</w:t>
            </w:r>
          </w:p>
        </w:tc>
      </w:tr>
      <w:tr w:rsidR="00795AB4" w:rsidRPr="004D300B" w:rsidTr="0009433F">
        <w:trPr>
          <w:trHeight w:val="754"/>
        </w:trPr>
        <w:tc>
          <w:tcPr>
            <w:tcW w:w="2560" w:type="dxa"/>
            <w:vMerge/>
            <w:tcBorders>
              <w:left w:val="single" w:sz="4" w:space="0" w:color="auto"/>
              <w:bottom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0D1508" w:rsidRDefault="00795AB4" w:rsidP="00CC47E8">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rPr>
            </w:pPr>
            <w:r w:rsidRPr="00712AC7">
              <w:rPr>
                <w:bCs/>
              </w:rPr>
              <w:t>1166,0</w:t>
            </w:r>
          </w:p>
        </w:tc>
        <w:tc>
          <w:tcPr>
            <w:tcW w:w="1080" w:type="dxa"/>
            <w:tcBorders>
              <w:top w:val="single" w:sz="4" w:space="0" w:color="auto"/>
              <w:left w:val="nil"/>
              <w:bottom w:val="single" w:sz="4" w:space="0" w:color="auto"/>
              <w:right w:val="single" w:sz="4" w:space="0" w:color="auto"/>
            </w:tcBorders>
            <w:vAlign w:val="bottom"/>
          </w:tcPr>
          <w:p w:rsidR="00795AB4" w:rsidRPr="00712AC7" w:rsidRDefault="00795AB4" w:rsidP="00CC47E8">
            <w:pPr>
              <w:ind w:right="-57"/>
              <w:rPr>
                <w:bCs/>
              </w:rPr>
            </w:pPr>
            <w:r w:rsidRPr="00712AC7">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rPr>
            </w:pPr>
            <w:r w:rsidRPr="00712AC7">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rPr>
            </w:pPr>
            <w:r w:rsidRPr="00712AC7">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712AC7" w:rsidRDefault="00795AB4" w:rsidP="00CC47E8">
            <w:pPr>
              <w:ind w:right="-57"/>
              <w:rPr>
                <w:bCs/>
              </w:rPr>
            </w:pPr>
            <w:r w:rsidRPr="00712AC7">
              <w:rPr>
                <w:bCs/>
              </w:rPr>
              <w:t>1300,0</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CC47E8">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795AB4" w:rsidRPr="00895671" w:rsidRDefault="00795AB4" w:rsidP="00CC47E8">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18813,9</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r>
      <w:tr w:rsidR="00795AB4" w:rsidRPr="004D300B" w:rsidTr="0009433F">
        <w:trPr>
          <w:trHeight w:val="476"/>
        </w:trPr>
        <w:tc>
          <w:tcPr>
            <w:tcW w:w="2560" w:type="dxa"/>
            <w:vMerge/>
            <w:tcBorders>
              <w:left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895671" w:rsidRDefault="00795AB4" w:rsidP="00CC47E8">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09433F">
        <w:trPr>
          <w:trHeight w:val="1475"/>
        </w:trPr>
        <w:tc>
          <w:tcPr>
            <w:tcW w:w="2560" w:type="dxa"/>
            <w:vMerge/>
            <w:tcBorders>
              <w:left w:val="single" w:sz="4" w:space="0" w:color="auto"/>
              <w:bottom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895671" w:rsidRDefault="00795AB4" w:rsidP="00CC47E8">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18813,9</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20562,0</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CC47E8">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795AB4" w:rsidRPr="00895671" w:rsidRDefault="00795AB4" w:rsidP="00CC47E8">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1166,0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09433F">
        <w:trPr>
          <w:trHeight w:val="476"/>
        </w:trPr>
        <w:tc>
          <w:tcPr>
            <w:tcW w:w="2560" w:type="dxa"/>
            <w:vMerge/>
            <w:tcBorders>
              <w:left w:val="single" w:sz="4" w:space="0" w:color="auto"/>
              <w:bottom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CC47E8">
            <w:pPr>
              <w:ind w:right="-57"/>
            </w:pPr>
            <w:r w:rsidRPr="004D300B">
              <w:t>Совет народных депутатов Таловского муниципального района</w:t>
            </w:r>
          </w:p>
          <w:p w:rsidR="00795AB4" w:rsidRPr="004D300B" w:rsidRDefault="00795AB4" w:rsidP="00CC47E8">
            <w:pPr>
              <w:ind w:right="-57"/>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1166,0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1300,0</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876C8F" w:rsidRDefault="00795AB4" w:rsidP="00CC47E8">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795AB4" w:rsidRPr="00876C8F" w:rsidRDefault="00795AB4" w:rsidP="00CC47E8">
            <w:pPr>
              <w:ind w:right="-57"/>
              <w:rPr>
                <w:color w:val="0000FF"/>
              </w:rPr>
            </w:pPr>
            <w:r w:rsidRPr="00876C8F">
              <w:rPr>
                <w:color w:val="0000FF"/>
              </w:rPr>
              <w:t>Управление резервным фондом</w:t>
            </w:r>
          </w:p>
          <w:p w:rsidR="00795AB4" w:rsidRPr="00876C8F" w:rsidRDefault="00795AB4" w:rsidP="00CC47E8">
            <w:pPr>
              <w:ind w:right="-57"/>
              <w:rPr>
                <w:color w:val="0000FF"/>
              </w:rPr>
            </w:pPr>
          </w:p>
          <w:p w:rsidR="00795AB4" w:rsidRPr="00876C8F" w:rsidRDefault="00795AB4" w:rsidP="00CC47E8">
            <w:pPr>
              <w:ind w:right="-57"/>
              <w:rPr>
                <w:color w:val="0000FF"/>
              </w:rPr>
            </w:pPr>
          </w:p>
          <w:p w:rsidR="00795AB4" w:rsidRPr="00876C8F" w:rsidRDefault="00795AB4" w:rsidP="00CC47E8">
            <w:pPr>
              <w:ind w:right="-57"/>
              <w:rPr>
                <w:color w:val="0000FF"/>
              </w:rPr>
            </w:pPr>
          </w:p>
          <w:p w:rsidR="00795AB4" w:rsidRPr="00876C8F" w:rsidRDefault="00795AB4" w:rsidP="00CC47E8">
            <w:pPr>
              <w:ind w:right="-57"/>
              <w:rPr>
                <w:color w:val="0000FF"/>
              </w:rPr>
            </w:pPr>
          </w:p>
          <w:p w:rsidR="00795AB4" w:rsidRPr="00876C8F" w:rsidRDefault="00795AB4" w:rsidP="00CC47E8">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876C8F" w:rsidRDefault="00795AB4" w:rsidP="00CC47E8">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4361,9</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r>
      <w:tr w:rsidR="00795AB4" w:rsidRPr="004D300B" w:rsidTr="0009433F">
        <w:trPr>
          <w:trHeight w:val="476"/>
        </w:trPr>
        <w:tc>
          <w:tcPr>
            <w:tcW w:w="2560" w:type="dxa"/>
            <w:vMerge/>
            <w:tcBorders>
              <w:left w:val="single" w:sz="4" w:space="0" w:color="auto"/>
              <w:right w:val="single" w:sz="4" w:space="0" w:color="auto"/>
            </w:tcBorders>
          </w:tcPr>
          <w:p w:rsidR="00795AB4" w:rsidRPr="00876C8F" w:rsidRDefault="00795AB4" w:rsidP="00CC47E8">
            <w:pPr>
              <w:ind w:right="-57"/>
              <w:rPr>
                <w:color w:val="0000FF"/>
              </w:rPr>
            </w:pPr>
          </w:p>
        </w:tc>
        <w:tc>
          <w:tcPr>
            <w:tcW w:w="3780" w:type="dxa"/>
            <w:vMerge/>
            <w:tcBorders>
              <w:left w:val="single" w:sz="4" w:space="0" w:color="auto"/>
              <w:right w:val="single" w:sz="4" w:space="0" w:color="auto"/>
            </w:tcBorders>
            <w:vAlign w:val="center"/>
          </w:tcPr>
          <w:p w:rsidR="00795AB4" w:rsidRPr="00876C8F" w:rsidRDefault="00795AB4" w:rsidP="00CC47E8">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876C8F" w:rsidRDefault="00795AB4" w:rsidP="00CC47E8">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
                <w:bCs/>
                <w:color w:val="0000FF"/>
              </w:rPr>
            </w:pPr>
          </w:p>
        </w:tc>
      </w:tr>
      <w:tr w:rsidR="00795AB4" w:rsidRPr="004D300B" w:rsidTr="00CC47E8">
        <w:trPr>
          <w:trHeight w:val="476"/>
        </w:trPr>
        <w:tc>
          <w:tcPr>
            <w:tcW w:w="2560" w:type="dxa"/>
            <w:vMerge/>
            <w:tcBorders>
              <w:left w:val="single" w:sz="4" w:space="0" w:color="auto"/>
              <w:bottom w:val="single" w:sz="4" w:space="0" w:color="auto"/>
              <w:right w:val="single" w:sz="4" w:space="0" w:color="auto"/>
            </w:tcBorders>
          </w:tcPr>
          <w:p w:rsidR="00795AB4" w:rsidRPr="00876C8F" w:rsidRDefault="00795AB4" w:rsidP="00CC47E8">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795AB4" w:rsidRPr="00876C8F" w:rsidRDefault="00795AB4" w:rsidP="00CC47E8">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876C8F" w:rsidRDefault="00795AB4" w:rsidP="00CC47E8">
            <w:pPr>
              <w:ind w:right="-57"/>
              <w:rPr>
                <w:color w:val="0000FF"/>
              </w:rPr>
            </w:pPr>
            <w:r w:rsidRPr="00876C8F">
              <w:rPr>
                <w:color w:val="0000FF"/>
              </w:rPr>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4361,9</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CC47E8">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CC47E8">
            <w:pPr>
              <w:ind w:right="-57"/>
              <w:rPr>
                <w:bCs/>
                <w:color w:val="0000FF"/>
              </w:rPr>
            </w:pPr>
            <w:r w:rsidRPr="00876C8F">
              <w:rPr>
                <w:bCs/>
                <w:color w:val="0000FF"/>
              </w:rPr>
              <w:t>0</w:t>
            </w:r>
          </w:p>
        </w:tc>
      </w:tr>
      <w:tr w:rsidR="00795AB4"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CC47E8">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CC47E8">
            <w:pPr>
              <w:ind w:right="-57"/>
            </w:pPr>
            <w:r w:rsidRPr="004D300B">
              <w:t>9</w:t>
            </w:r>
          </w:p>
        </w:tc>
      </w:tr>
      <w:tr w:rsidR="00795AB4" w:rsidRPr="004D300B" w:rsidTr="00CC47E8">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CC47E8">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w:t>
            </w:r>
            <w:r>
              <w:rPr>
                <w:bCs/>
              </w:rPr>
              <w:t>54,0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120</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w:t>
            </w:r>
            <w:r>
              <w:rPr>
                <w:bCs/>
              </w:rPr>
              <w:t>54,0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120</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t>Основное мероприятие 1.5</w:t>
            </w: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3075,0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r>
      <w:tr w:rsidR="00795AB4" w:rsidRPr="004D300B" w:rsidTr="0009433F">
        <w:trPr>
          <w:trHeight w:val="388"/>
        </w:trPr>
        <w:tc>
          <w:tcPr>
            <w:tcW w:w="2560" w:type="dxa"/>
            <w:vMerge/>
            <w:tcBorders>
              <w:left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3075,0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3204,0</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t>Основное мероприятие 1.6</w:t>
            </w: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t>Выплаты почетным гражданам</w:t>
            </w: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r>
      <w:tr w:rsidR="00795AB4" w:rsidRPr="004D300B" w:rsidTr="0009433F">
        <w:trPr>
          <w:trHeight w:val="476"/>
        </w:trPr>
        <w:tc>
          <w:tcPr>
            <w:tcW w:w="2560" w:type="dxa"/>
            <w:vMerge/>
            <w:tcBorders>
              <w:left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0D1508" w:rsidRDefault="00795AB4" w:rsidP="00CC47E8">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Pr>
                <w:bCs/>
              </w:rPr>
              <w:t>0</w:t>
            </w:r>
          </w:p>
        </w:tc>
      </w:tr>
      <w:tr w:rsidR="00795AB4"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CC47E8">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Всего</w:t>
            </w:r>
          </w:p>
          <w:p w:rsidR="00795AB4" w:rsidRPr="004D300B" w:rsidRDefault="00795AB4" w:rsidP="00CC47E8">
            <w:pPr>
              <w:ind w:right="-57"/>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r>
      <w:tr w:rsidR="00795AB4" w:rsidRPr="004D300B" w:rsidTr="00774B59">
        <w:trPr>
          <w:trHeight w:val="476"/>
        </w:trPr>
        <w:tc>
          <w:tcPr>
            <w:tcW w:w="2560" w:type="dxa"/>
            <w:vMerge/>
            <w:tcBorders>
              <w:left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
                <w:bCs/>
              </w:rPr>
            </w:pPr>
          </w:p>
        </w:tc>
      </w:tr>
      <w:tr w:rsidR="00795AB4"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CC47E8">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CC47E8">
            <w:pPr>
              <w:ind w:right="-57"/>
            </w:pPr>
            <w:r w:rsidRPr="000D1508">
              <w:rPr>
                <w:sz w:val="20"/>
                <w:szCs w:val="20"/>
              </w:rPr>
              <w:t xml:space="preserve">администрация Таловского </w:t>
            </w:r>
            <w:r w:rsidRPr="004D300B">
              <w:t>муниципального</w:t>
            </w:r>
          </w:p>
          <w:p w:rsidR="00795AB4" w:rsidRPr="004D300B" w:rsidRDefault="00795AB4" w:rsidP="00CC47E8">
            <w:pPr>
              <w:ind w:right="-57"/>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CC47E8">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CC47E8">
            <w:pPr>
              <w:ind w:right="-57"/>
              <w:rPr>
                <w:bCs/>
              </w:rPr>
            </w:pPr>
            <w:r w:rsidRPr="004D300B">
              <w:rPr>
                <w:bCs/>
              </w:rPr>
              <w:t>1</w:t>
            </w:r>
            <w:r>
              <w:rPr>
                <w:bCs/>
              </w:rPr>
              <w:t>0</w:t>
            </w:r>
          </w:p>
        </w:tc>
      </w:tr>
      <w:tr w:rsidR="00795AB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096A06">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096A06">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876C8F" w:rsidRDefault="00795AB4" w:rsidP="00096A06">
            <w:pPr>
              <w:ind w:right="-57"/>
              <w:rPr>
                <w:color w:val="0000FF"/>
              </w:rPr>
            </w:pPr>
            <w:r w:rsidRPr="00876C8F">
              <w:rPr>
                <w:color w:val="0000FF"/>
              </w:rPr>
              <w:t>Всего</w:t>
            </w:r>
          </w:p>
          <w:p w:rsidR="00795AB4" w:rsidRPr="00876C8F" w:rsidRDefault="00795AB4" w:rsidP="00096A06">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r w:rsidRPr="00876C8F">
              <w:rPr>
                <w:bCs/>
                <w:color w:val="0000FF"/>
              </w:rPr>
              <w:t>300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r w:rsidRPr="00876C8F">
              <w:rPr>
                <w:bCs/>
                <w:color w:val="0000FF"/>
              </w:rPr>
              <w:t>0</w:t>
            </w:r>
          </w:p>
        </w:tc>
      </w:tr>
      <w:tr w:rsidR="00795AB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096A06">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096A06">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876C8F" w:rsidRDefault="00795AB4" w:rsidP="00096A06">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096A06">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096A06">
            <w:pPr>
              <w:ind w:right="-57"/>
              <w:rPr>
                <w:bCs/>
                <w:color w:val="0000FF"/>
              </w:rPr>
            </w:pPr>
          </w:p>
        </w:tc>
      </w:tr>
      <w:tr w:rsidR="00795AB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876C8F">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876C8F" w:rsidRDefault="00795AB4" w:rsidP="00876C8F">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876C8F" w:rsidRDefault="00795AB4" w:rsidP="00876C8F">
            <w:pPr>
              <w:ind w:right="-57"/>
              <w:rPr>
                <w:color w:val="0000FF"/>
              </w:rPr>
            </w:pPr>
            <w:r w:rsidRPr="00876C8F">
              <w:rPr>
                <w:color w:val="0000FF"/>
                <w:sz w:val="20"/>
                <w:szCs w:val="20"/>
              </w:rPr>
              <w:t xml:space="preserve">администрация Таловского </w:t>
            </w:r>
            <w:r w:rsidRPr="00876C8F">
              <w:rPr>
                <w:color w:val="0000FF"/>
              </w:rPr>
              <w:t>муниципального</w:t>
            </w:r>
          </w:p>
          <w:p w:rsidR="00795AB4" w:rsidRPr="00876C8F" w:rsidRDefault="00795AB4" w:rsidP="00876C8F">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876C8F">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876C8F">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795AB4" w:rsidRPr="00876C8F" w:rsidRDefault="00795AB4" w:rsidP="00876C8F">
            <w:pPr>
              <w:ind w:right="-57"/>
              <w:rPr>
                <w:bCs/>
                <w:color w:val="0000FF"/>
              </w:rPr>
            </w:pPr>
            <w:r w:rsidRPr="00876C8F">
              <w:rPr>
                <w:bCs/>
                <w:color w:val="0000FF"/>
              </w:rPr>
              <w:t>300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876C8F">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876C8F">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876C8F" w:rsidRDefault="00795AB4" w:rsidP="00876C8F">
            <w:pPr>
              <w:ind w:right="-57"/>
              <w:rPr>
                <w:bCs/>
                <w:color w:val="0000FF"/>
              </w:rPr>
            </w:pPr>
            <w:r w:rsidRPr="00876C8F">
              <w:rPr>
                <w:bCs/>
                <w:color w:val="0000FF"/>
              </w:rPr>
              <w:t>0</w:t>
            </w:r>
          </w:p>
        </w:tc>
      </w:tr>
      <w:tr w:rsidR="00795AB4" w:rsidRPr="004D300B" w:rsidTr="00EF0161">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795AB4"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t>4</w:t>
                  </w:r>
                </w:p>
              </w:tc>
              <w:tc>
                <w:tcPr>
                  <w:tcW w:w="1080" w:type="dxa"/>
                  <w:tcBorders>
                    <w:top w:val="single" w:sz="4" w:space="0" w:color="auto"/>
                    <w:bottom w:val="single" w:sz="4" w:space="0" w:color="auto"/>
                    <w:right w:val="single" w:sz="4" w:space="0" w:color="auto"/>
                  </w:tcBorders>
                  <w:vAlign w:val="center"/>
                </w:tcPr>
                <w:p w:rsidR="00795AB4" w:rsidRPr="004D300B" w:rsidRDefault="00795AB4" w:rsidP="00876C8F">
                  <w:pPr>
                    <w:ind w:right="-57"/>
                  </w:pPr>
                  <w:r w:rsidRPr="004D300B">
                    <w:t>5</w:t>
                  </w:r>
                </w:p>
              </w:tc>
              <w:tc>
                <w:tcPr>
                  <w:tcW w:w="1080" w:type="dxa"/>
                  <w:tcBorders>
                    <w:top w:val="single" w:sz="4" w:space="0" w:color="auto"/>
                    <w:bottom w:val="single" w:sz="4" w:space="0" w:color="auto"/>
                    <w:right w:val="single" w:sz="4" w:space="0" w:color="auto"/>
                  </w:tcBorders>
                  <w:vAlign w:val="center"/>
                </w:tcPr>
                <w:p w:rsidR="00795AB4" w:rsidRPr="004D300B" w:rsidRDefault="00795AB4" w:rsidP="00876C8F">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9</w:t>
                  </w:r>
                </w:p>
              </w:tc>
            </w:tr>
          </w:tbl>
          <w:p w:rsidR="00795AB4" w:rsidRPr="004D300B" w:rsidRDefault="00795AB4" w:rsidP="00876C8F">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9</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jc w:val="center"/>
            </w:pPr>
            <w:r>
              <w:t>16005,4</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jc w:val="center"/>
            </w:pPr>
            <w:r>
              <w:t>13686,8</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876C8F">
            <w:pPr>
              <w:ind w:right="-57"/>
            </w:pPr>
          </w:p>
        </w:tc>
        <w:tc>
          <w:tcPr>
            <w:tcW w:w="3780" w:type="dxa"/>
            <w:vMerge/>
            <w:tcBorders>
              <w:left w:val="single" w:sz="4" w:space="0" w:color="auto"/>
              <w:right w:val="single" w:sz="4" w:space="0" w:color="auto"/>
            </w:tcBorders>
            <w:vAlign w:val="center"/>
          </w:tcPr>
          <w:p w:rsidR="00795AB4" w:rsidRPr="004D300B" w:rsidRDefault="00795AB4" w:rsidP="00876C8F"/>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r>
      <w:tr w:rsidR="00795AB4" w:rsidRPr="004D300B" w:rsidTr="00CC47E8">
        <w:trPr>
          <w:trHeight w:val="476"/>
        </w:trPr>
        <w:tc>
          <w:tcPr>
            <w:tcW w:w="2560" w:type="dxa"/>
            <w:vMerge/>
            <w:tcBorders>
              <w:left w:val="single" w:sz="4" w:space="0" w:color="auto"/>
              <w:bottom w:val="single" w:sz="4" w:space="0" w:color="auto"/>
              <w:right w:val="single" w:sz="4" w:space="0" w:color="auto"/>
            </w:tcBorders>
          </w:tcPr>
          <w:p w:rsidR="00795AB4" w:rsidRPr="004D300B" w:rsidRDefault="00795AB4" w:rsidP="00876C8F">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МКУ «ЕДДС и ХТО»</w:t>
            </w:r>
          </w:p>
          <w:p w:rsidR="00795AB4" w:rsidRPr="004D300B"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344375" w:rsidRDefault="00795AB4" w:rsidP="00876C8F">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D64DC1" w:rsidRDefault="00795AB4" w:rsidP="00876C8F">
            <w:pPr>
              <w:jc w:val="center"/>
            </w:pPr>
            <w:r>
              <w:t>16005,4</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jc w:val="center"/>
            </w:pPr>
            <w:r>
              <w:t>13686,8</w:t>
            </w:r>
          </w:p>
        </w:tc>
      </w:tr>
      <w:tr w:rsidR="00795AB4" w:rsidRPr="004D300B" w:rsidTr="00CC47E8">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876C8F">
            <w:r w:rsidRPr="004D300B">
              <w:t>Обеспечение безопасности в чрезвычайных ситуациях </w:t>
            </w:r>
          </w:p>
          <w:p w:rsidR="00795AB4" w:rsidRPr="004D300B" w:rsidRDefault="00795AB4" w:rsidP="00876C8F">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1257,8</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r>
      <w:tr w:rsidR="00795AB4" w:rsidRPr="004D300B" w:rsidTr="0009433F">
        <w:trPr>
          <w:trHeight w:val="476"/>
        </w:trPr>
        <w:tc>
          <w:tcPr>
            <w:tcW w:w="2560" w:type="dxa"/>
            <w:vMerge/>
            <w:tcBorders>
              <w:left w:val="single" w:sz="4" w:space="0" w:color="auto"/>
              <w:right w:val="single" w:sz="4" w:space="0" w:color="auto"/>
            </w:tcBorders>
            <w:vAlign w:val="center"/>
          </w:tcPr>
          <w:p w:rsidR="00795AB4" w:rsidRPr="004D300B" w:rsidRDefault="00795AB4" w:rsidP="00876C8F">
            <w:pPr>
              <w:ind w:right="-57"/>
            </w:pPr>
          </w:p>
        </w:tc>
        <w:tc>
          <w:tcPr>
            <w:tcW w:w="3780" w:type="dxa"/>
            <w:vMerge/>
            <w:tcBorders>
              <w:left w:val="single" w:sz="4" w:space="0" w:color="auto"/>
              <w:right w:val="single" w:sz="4" w:space="0" w:color="auto"/>
            </w:tcBorders>
            <w:vAlign w:val="center"/>
          </w:tcPr>
          <w:p w:rsidR="00795AB4" w:rsidRPr="004D300B" w:rsidRDefault="00795AB4" w:rsidP="00876C8F">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r>
      <w:tr w:rsidR="00795AB4" w:rsidRPr="004D300B" w:rsidTr="00CC47E8">
        <w:trPr>
          <w:trHeight w:val="324"/>
        </w:trPr>
        <w:tc>
          <w:tcPr>
            <w:tcW w:w="2560" w:type="dxa"/>
            <w:vMerge/>
            <w:tcBorders>
              <w:left w:val="single" w:sz="4" w:space="0" w:color="auto"/>
              <w:bottom w:val="single" w:sz="4" w:space="0" w:color="auto"/>
              <w:right w:val="single" w:sz="4" w:space="0" w:color="auto"/>
            </w:tcBorders>
          </w:tcPr>
          <w:p w:rsidR="00795AB4" w:rsidRPr="004D300B" w:rsidRDefault="00795AB4" w:rsidP="00876C8F">
            <w:pPr>
              <w:ind w:right="-57"/>
            </w:pPr>
          </w:p>
        </w:tc>
        <w:tc>
          <w:tcPr>
            <w:tcW w:w="3780" w:type="dxa"/>
            <w:vMerge/>
            <w:tcBorders>
              <w:left w:val="single" w:sz="4" w:space="0" w:color="auto"/>
              <w:bottom w:val="single" w:sz="4" w:space="0" w:color="auto"/>
              <w:right w:val="single" w:sz="4" w:space="0" w:color="auto"/>
            </w:tcBorders>
          </w:tcPr>
          <w:p w:rsidR="00795AB4" w:rsidRPr="004D300B" w:rsidRDefault="00795AB4" w:rsidP="00876C8F">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1257,8</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t>1243,1</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876C8F">
            <w:r w:rsidRPr="004D300B">
              <w:t>Финансовое обеспечение других обязательств государства</w:t>
            </w:r>
          </w:p>
          <w:p w:rsidR="00795AB4" w:rsidRPr="004D300B" w:rsidRDefault="00795AB4" w:rsidP="00876C8F"/>
          <w:p w:rsidR="00795AB4" w:rsidRPr="004D300B" w:rsidRDefault="00795AB4" w:rsidP="00876C8F"/>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14747,6</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rsidRPr="00D64DC1">
              <w:rPr>
                <w:sz w:val="22"/>
                <w:szCs w:val="22"/>
              </w:rPr>
              <w:t>12443,7</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876C8F">
            <w:pPr>
              <w:ind w:right="-57"/>
            </w:pPr>
          </w:p>
        </w:tc>
        <w:tc>
          <w:tcPr>
            <w:tcW w:w="3780" w:type="dxa"/>
            <w:vMerge/>
            <w:tcBorders>
              <w:left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ind w:right="-57"/>
              <w:rPr>
                <w:b/>
                <w:bCs/>
              </w:rPr>
            </w:pPr>
          </w:p>
        </w:tc>
      </w:tr>
      <w:tr w:rsidR="00795AB4"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876C8F">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795AB4" w:rsidRPr="00344375" w:rsidRDefault="00795AB4" w:rsidP="00876C8F">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14747,6</w:t>
            </w:r>
          </w:p>
        </w:tc>
        <w:tc>
          <w:tcPr>
            <w:tcW w:w="1080" w:type="dxa"/>
            <w:tcBorders>
              <w:top w:val="single" w:sz="4" w:space="0" w:color="auto"/>
              <w:left w:val="nil"/>
              <w:bottom w:val="single" w:sz="4" w:space="0" w:color="auto"/>
              <w:right w:val="single" w:sz="4" w:space="0" w:color="auto"/>
            </w:tcBorders>
            <w:vAlign w:val="bottom"/>
          </w:tcPr>
          <w:p w:rsidR="00795AB4" w:rsidRPr="004D300B" w:rsidRDefault="00795AB4" w:rsidP="00876C8F">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center"/>
            </w:pPr>
            <w:r w:rsidRPr="00D64DC1">
              <w:rPr>
                <w:sz w:val="22"/>
                <w:szCs w:val="22"/>
              </w:rPr>
              <w:t>12443,7</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795AB4" w:rsidRPr="00FB41B3" w:rsidRDefault="00795AB4" w:rsidP="00876C8F">
            <w:pPr>
              <w:ind w:right="-108"/>
              <w:jc w:val="right"/>
              <w:rPr>
                <w:b/>
                <w:bCs/>
              </w:rPr>
            </w:pPr>
            <w:r>
              <w:rPr>
                <w:b/>
                <w:bCs/>
              </w:rPr>
              <w:t>5751,2</w:t>
            </w:r>
          </w:p>
        </w:tc>
        <w:tc>
          <w:tcPr>
            <w:tcW w:w="1080" w:type="dxa"/>
            <w:tcBorders>
              <w:top w:val="single" w:sz="4" w:space="0" w:color="auto"/>
              <w:left w:val="nil"/>
              <w:bottom w:val="single" w:sz="4" w:space="0" w:color="auto"/>
              <w:right w:val="single" w:sz="4" w:space="0" w:color="auto"/>
            </w:tcBorders>
          </w:tcPr>
          <w:p w:rsidR="00795AB4" w:rsidRPr="004D300B" w:rsidRDefault="00795AB4" w:rsidP="00876C8F">
            <w:pPr>
              <w:ind w:right="-108"/>
              <w:jc w:val="right"/>
              <w:rPr>
                <w:b/>
                <w:bCs/>
              </w:rPr>
            </w:pPr>
          </w:p>
          <w:p w:rsidR="00795AB4" w:rsidRPr="004D300B" w:rsidRDefault="00795AB4" w:rsidP="00876C8F">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pPr>
              <w:rPr>
                <w:b/>
              </w:rPr>
            </w:pPr>
          </w:p>
          <w:p w:rsidR="00795AB4" w:rsidRPr="004D300B" w:rsidRDefault="00795AB4" w:rsidP="00876C8F">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pPr>
              <w:rPr>
                <w:b/>
              </w:rPr>
            </w:pPr>
          </w:p>
          <w:p w:rsidR="00795AB4" w:rsidRPr="004D300B" w:rsidRDefault="00795AB4" w:rsidP="00876C8F">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pPr>
              <w:rPr>
                <w:b/>
              </w:rPr>
            </w:pPr>
          </w:p>
          <w:p w:rsidR="00795AB4" w:rsidRPr="004D300B" w:rsidRDefault="00795AB4" w:rsidP="00876C8F">
            <w:pPr>
              <w:rPr>
                <w:b/>
              </w:rPr>
            </w:pPr>
            <w:r>
              <w:rPr>
                <w:b/>
              </w:rPr>
              <w:t>3327,8</w:t>
            </w:r>
          </w:p>
        </w:tc>
      </w:tr>
      <w:tr w:rsidR="00795AB4" w:rsidRPr="004D300B" w:rsidTr="0009433F">
        <w:trPr>
          <w:trHeight w:val="476"/>
        </w:trPr>
        <w:tc>
          <w:tcPr>
            <w:tcW w:w="2560" w:type="dxa"/>
            <w:vMerge/>
            <w:tcBorders>
              <w:left w:val="single" w:sz="4" w:space="0" w:color="auto"/>
              <w:right w:val="single" w:sz="4" w:space="0" w:color="auto"/>
            </w:tcBorders>
            <w:vAlign w:val="center"/>
          </w:tcPr>
          <w:p w:rsidR="00795AB4" w:rsidRPr="004D300B" w:rsidRDefault="00795AB4" w:rsidP="00876C8F"/>
        </w:tc>
        <w:tc>
          <w:tcPr>
            <w:tcW w:w="3780" w:type="dxa"/>
            <w:vMerge/>
            <w:tcBorders>
              <w:left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795AB4" w:rsidRPr="00FB41B3" w:rsidRDefault="00795AB4" w:rsidP="00876C8F">
            <w:pPr>
              <w:ind w:right="-108"/>
              <w:jc w:val="right"/>
              <w:rPr>
                <w:bCs/>
              </w:rPr>
            </w:pPr>
          </w:p>
        </w:tc>
        <w:tc>
          <w:tcPr>
            <w:tcW w:w="1080" w:type="dxa"/>
            <w:tcBorders>
              <w:top w:val="single" w:sz="4" w:space="0" w:color="auto"/>
              <w:left w:val="nil"/>
              <w:bottom w:val="single" w:sz="4" w:space="0" w:color="auto"/>
              <w:right w:val="single" w:sz="4" w:space="0" w:color="auto"/>
            </w:tcBorders>
          </w:tcPr>
          <w:p w:rsidR="00795AB4" w:rsidRPr="004D300B" w:rsidRDefault="00795AB4" w:rsidP="00876C8F">
            <w:pPr>
              <w:ind w:right="-108"/>
            </w:pPr>
          </w:p>
        </w:tc>
        <w:tc>
          <w:tcPr>
            <w:tcW w:w="979"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tc>
        <w:tc>
          <w:tcPr>
            <w:tcW w:w="1181"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tc>
        <w:tc>
          <w:tcPr>
            <w:tcW w:w="1035" w:type="dxa"/>
            <w:tcBorders>
              <w:top w:val="single" w:sz="4" w:space="0" w:color="auto"/>
              <w:left w:val="nil"/>
              <w:bottom w:val="single" w:sz="4" w:space="0" w:color="auto"/>
              <w:right w:val="single" w:sz="4" w:space="0" w:color="auto"/>
            </w:tcBorders>
            <w:shd w:val="clear" w:color="auto" w:fill="FFFFFF"/>
          </w:tcPr>
          <w:p w:rsidR="00795AB4" w:rsidRPr="004D300B" w:rsidRDefault="00795AB4" w:rsidP="00876C8F"/>
        </w:tc>
      </w:tr>
      <w:tr w:rsidR="00795AB4"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876C8F"/>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left="-198" w:right="-108"/>
              <w:jc w:val="center"/>
              <w:rPr>
                <w:bCs/>
              </w:rPr>
            </w:pPr>
            <w:r w:rsidRPr="006134C8">
              <w:rPr>
                <w:bCs/>
              </w:rPr>
              <w:t>4559,0</w:t>
            </w:r>
          </w:p>
          <w:p w:rsidR="00795AB4" w:rsidRDefault="00795AB4" w:rsidP="00876C8F">
            <w:pPr>
              <w:ind w:left="-198" w:right="-108"/>
              <w:jc w:val="center"/>
              <w:rPr>
                <w:bCs/>
              </w:rPr>
            </w:pPr>
          </w:p>
          <w:p w:rsidR="00795AB4" w:rsidRPr="006134C8" w:rsidRDefault="00795AB4" w:rsidP="00876C8F">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108"/>
              <w:jc w:val="center"/>
              <w:rPr>
                <w:bCs/>
              </w:rPr>
            </w:pPr>
          </w:p>
          <w:p w:rsidR="00795AB4" w:rsidRDefault="00795AB4" w:rsidP="00876C8F">
            <w:pPr>
              <w:ind w:right="-108"/>
              <w:jc w:val="center"/>
              <w:rPr>
                <w:bCs/>
              </w:rPr>
            </w:pPr>
            <w:r>
              <w:rPr>
                <w:bCs/>
              </w:rPr>
              <w:t>5751,2</w:t>
            </w:r>
          </w:p>
          <w:p w:rsidR="00795AB4" w:rsidRDefault="00795AB4" w:rsidP="00876C8F">
            <w:pPr>
              <w:ind w:right="-108"/>
              <w:jc w:val="center"/>
              <w:rPr>
                <w:bCs/>
              </w:rPr>
            </w:pPr>
          </w:p>
          <w:p w:rsidR="00795AB4" w:rsidRPr="006134C8" w:rsidRDefault="00795AB4" w:rsidP="00876C8F">
            <w:pPr>
              <w:ind w:right="-108"/>
              <w:jc w:val="center"/>
              <w:rPr>
                <w:bCs/>
              </w:rPr>
            </w:pPr>
          </w:p>
        </w:tc>
        <w:tc>
          <w:tcPr>
            <w:tcW w:w="1080" w:type="dxa"/>
            <w:tcBorders>
              <w:top w:val="single" w:sz="4" w:space="0" w:color="auto"/>
              <w:left w:val="nil"/>
              <w:bottom w:val="single" w:sz="4" w:space="0" w:color="auto"/>
              <w:right w:val="single" w:sz="4" w:space="0" w:color="auto"/>
            </w:tcBorders>
          </w:tcPr>
          <w:p w:rsidR="00795AB4" w:rsidRPr="006134C8" w:rsidRDefault="00795AB4" w:rsidP="00876C8F">
            <w:pPr>
              <w:ind w:right="-108"/>
              <w:jc w:val="center"/>
              <w:rPr>
                <w:bCs/>
              </w:rPr>
            </w:pPr>
          </w:p>
          <w:p w:rsidR="00795AB4" w:rsidRPr="006134C8" w:rsidRDefault="00795AB4" w:rsidP="00876C8F">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795AB4" w:rsidRPr="006134C8" w:rsidRDefault="00795AB4" w:rsidP="00876C8F">
            <w:pPr>
              <w:jc w:val="center"/>
            </w:pPr>
          </w:p>
          <w:p w:rsidR="00795AB4" w:rsidRPr="006134C8" w:rsidRDefault="00795AB4" w:rsidP="00876C8F">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795AB4" w:rsidRPr="006134C8" w:rsidRDefault="00795AB4" w:rsidP="00876C8F">
            <w:pPr>
              <w:jc w:val="center"/>
            </w:pPr>
          </w:p>
          <w:p w:rsidR="00795AB4" w:rsidRPr="006134C8" w:rsidRDefault="00795AB4" w:rsidP="00876C8F">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795AB4" w:rsidRPr="006134C8" w:rsidRDefault="00795AB4" w:rsidP="00876C8F">
            <w:pPr>
              <w:jc w:val="center"/>
            </w:pPr>
          </w:p>
          <w:p w:rsidR="00795AB4" w:rsidRPr="006134C8" w:rsidRDefault="00795AB4" w:rsidP="00876C8F">
            <w:pPr>
              <w:jc w:val="center"/>
            </w:pPr>
            <w:r w:rsidRPr="006134C8">
              <w:t>3327,8</w:t>
            </w:r>
          </w:p>
        </w:tc>
      </w:tr>
      <w:tr w:rsidR="00795AB4" w:rsidRPr="004D300B" w:rsidTr="0009433F">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61,8</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52,5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876C8F"/>
        </w:tc>
        <w:tc>
          <w:tcPr>
            <w:tcW w:w="3780" w:type="dxa"/>
            <w:vMerge/>
            <w:tcBorders>
              <w:left w:val="single" w:sz="4" w:space="0" w:color="auto"/>
              <w:right w:val="single" w:sz="4" w:space="0" w:color="auto"/>
            </w:tcBorders>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r>
      <w:tr w:rsidR="00795AB4" w:rsidRPr="004D300B" w:rsidTr="00876C8F">
        <w:trPr>
          <w:trHeight w:val="476"/>
        </w:trPr>
        <w:tc>
          <w:tcPr>
            <w:tcW w:w="2560" w:type="dxa"/>
            <w:vMerge/>
            <w:tcBorders>
              <w:left w:val="single" w:sz="4" w:space="0" w:color="auto"/>
              <w:bottom w:val="single" w:sz="4" w:space="0" w:color="auto"/>
              <w:right w:val="single" w:sz="4" w:space="0" w:color="auto"/>
            </w:tcBorders>
          </w:tcPr>
          <w:p w:rsidR="00795AB4" w:rsidRPr="004D300B" w:rsidRDefault="00795AB4" w:rsidP="00876C8F"/>
        </w:tc>
        <w:tc>
          <w:tcPr>
            <w:tcW w:w="3780" w:type="dxa"/>
            <w:vMerge/>
            <w:tcBorders>
              <w:left w:val="single" w:sz="4" w:space="0" w:color="auto"/>
              <w:bottom w:val="single" w:sz="4" w:space="0" w:color="auto"/>
              <w:right w:val="single" w:sz="4" w:space="0" w:color="auto"/>
            </w:tcBorders>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876C8F">
            <w:r w:rsidRPr="004D300B">
              <w:t>МКУ «Отдел по управлению муниципальным имуществом»</w:t>
            </w:r>
          </w:p>
          <w:p w:rsidR="00795AB4" w:rsidRDefault="00795AB4" w:rsidP="00876C8F"/>
          <w:p w:rsidR="00795AB4" w:rsidRPr="004D300B" w:rsidRDefault="00795AB4" w:rsidP="00876C8F"/>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61,8</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52,5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55,1</w:t>
            </w:r>
          </w:p>
        </w:tc>
      </w:tr>
      <w:tr w:rsidR="00795AB4"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876C8F">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795AB4" w:rsidRPr="004D300B" w:rsidRDefault="00795AB4" w:rsidP="00876C8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9</w:t>
            </w:r>
          </w:p>
        </w:tc>
      </w:tr>
      <w:tr w:rsidR="00795AB4"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795AB4" w:rsidRDefault="00795AB4" w:rsidP="00876C8F">
            <w:r w:rsidRPr="004D300B">
              <w:t>Основное мероприятие 3.2</w:t>
            </w:r>
          </w:p>
          <w:p w:rsidR="00795AB4" w:rsidRDefault="00795AB4" w:rsidP="00876C8F"/>
          <w:p w:rsidR="00795AB4" w:rsidRDefault="00795AB4" w:rsidP="00876C8F"/>
          <w:p w:rsidR="00795AB4" w:rsidRDefault="00795AB4" w:rsidP="00876C8F"/>
          <w:p w:rsidR="00795AB4" w:rsidRDefault="00795AB4" w:rsidP="00876C8F"/>
          <w:p w:rsidR="00795AB4" w:rsidRDefault="00795AB4" w:rsidP="00876C8F"/>
          <w:p w:rsidR="00795AB4" w:rsidRPr="004D300B" w:rsidRDefault="00795AB4" w:rsidP="00876C8F"/>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1555,8</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2700,0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r>
      <w:tr w:rsidR="00795AB4"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795AB4" w:rsidRPr="004D300B" w:rsidRDefault="00795AB4" w:rsidP="00876C8F"/>
        </w:tc>
        <w:tc>
          <w:tcPr>
            <w:tcW w:w="3780" w:type="dxa"/>
            <w:vMerge/>
            <w:tcBorders>
              <w:left w:val="single" w:sz="4" w:space="0" w:color="auto"/>
              <w:right w:val="single" w:sz="4" w:space="0" w:color="auto"/>
            </w:tcBorders>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r>
      <w:tr w:rsidR="00795AB4"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795AB4" w:rsidRPr="004D300B" w:rsidRDefault="00795AB4" w:rsidP="00876C8F"/>
        </w:tc>
        <w:tc>
          <w:tcPr>
            <w:tcW w:w="3780" w:type="dxa"/>
            <w:vMerge/>
            <w:tcBorders>
              <w:left w:val="single" w:sz="4" w:space="0" w:color="auto"/>
              <w:bottom w:val="single" w:sz="4" w:space="0" w:color="auto"/>
              <w:right w:val="single" w:sz="4" w:space="0" w:color="auto"/>
            </w:tcBorders>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876C8F">
            <w:r w:rsidRPr="004D300B">
              <w:t xml:space="preserve">МКУ «Отдел по управлению </w:t>
            </w:r>
          </w:p>
          <w:p w:rsidR="00795AB4" w:rsidRPr="004D300B" w:rsidRDefault="00795AB4" w:rsidP="00876C8F">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1555,8</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2700,0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rsidRPr="004D300B">
              <w:t>0</w:t>
            </w:r>
          </w:p>
        </w:tc>
      </w:tr>
      <w:tr w:rsidR="00795AB4" w:rsidRPr="004D300B" w:rsidTr="00870E2C">
        <w:trPr>
          <w:trHeight w:val="476"/>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97,0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100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876C8F"/>
        </w:tc>
        <w:tc>
          <w:tcPr>
            <w:tcW w:w="3780" w:type="dxa"/>
            <w:vMerge/>
            <w:tcBorders>
              <w:left w:val="single" w:sz="4" w:space="0" w:color="auto"/>
              <w:right w:val="single" w:sz="4" w:space="0" w:color="auto"/>
            </w:tcBorders>
          </w:tcPr>
          <w:p w:rsidR="00795AB4" w:rsidRPr="004D300B" w:rsidRDefault="00795AB4" w:rsidP="00876C8F">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p>
        </w:tc>
      </w:tr>
      <w:tr w:rsidR="00795AB4" w:rsidRPr="004D300B" w:rsidTr="0009433F">
        <w:trPr>
          <w:trHeight w:val="176"/>
        </w:trPr>
        <w:tc>
          <w:tcPr>
            <w:tcW w:w="2560" w:type="dxa"/>
            <w:vMerge/>
            <w:tcBorders>
              <w:left w:val="single" w:sz="4" w:space="0" w:color="auto"/>
              <w:bottom w:val="single" w:sz="4" w:space="0" w:color="auto"/>
              <w:right w:val="single" w:sz="4" w:space="0" w:color="auto"/>
            </w:tcBorders>
          </w:tcPr>
          <w:p w:rsidR="00795AB4" w:rsidRPr="004D300B" w:rsidRDefault="00795AB4" w:rsidP="00876C8F"/>
        </w:tc>
        <w:tc>
          <w:tcPr>
            <w:tcW w:w="3780" w:type="dxa"/>
            <w:vMerge/>
            <w:tcBorders>
              <w:left w:val="single" w:sz="4" w:space="0" w:color="auto"/>
              <w:bottom w:val="single" w:sz="4" w:space="0" w:color="auto"/>
              <w:right w:val="single" w:sz="4" w:space="0" w:color="auto"/>
            </w:tcBorders>
          </w:tcPr>
          <w:p w:rsidR="00795AB4" w:rsidRPr="004D300B" w:rsidRDefault="00795AB4" w:rsidP="00876C8F">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97,0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100</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jc w:val="right"/>
            </w:pPr>
            <w:r>
              <w:t>237,5</w:t>
            </w:r>
          </w:p>
        </w:tc>
      </w:tr>
      <w:tr w:rsidR="00795AB4" w:rsidRPr="004D300B" w:rsidTr="0009433F">
        <w:trPr>
          <w:trHeight w:val="252"/>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795AB4" w:rsidRPr="004D300B" w:rsidRDefault="00795AB4" w:rsidP="00876C8F">
            <w:pPr>
              <w:pStyle w:val="a4"/>
              <w:ind w:left="71" w:right="85"/>
              <w:jc w:val="both"/>
              <w:rPr>
                <w:rStyle w:val="1a"/>
                <w:b w:val="0"/>
              </w:rPr>
            </w:pPr>
            <w:r w:rsidRPr="004D300B">
              <w:rPr>
                <w:rStyle w:val="1a"/>
                <w:b w:val="0"/>
              </w:rPr>
              <w:t>Публикация информационных сообщений</w:t>
            </w:r>
          </w:p>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p w:rsidR="00795AB4" w:rsidRPr="004D300B" w:rsidRDefault="00795AB4" w:rsidP="00876C8F"/>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jc w:val="right"/>
            </w:pPr>
            <w:r>
              <w:t>149,5</w:t>
            </w:r>
          </w:p>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jc w:val="right"/>
            </w:pPr>
            <w:r>
              <w:t>160,0</w:t>
            </w:r>
          </w:p>
          <w:p w:rsidR="00795AB4" w:rsidRPr="00FA6955" w:rsidRDefault="00795AB4" w:rsidP="00876C8F">
            <w:pPr>
              <w:jc w:val="right"/>
            </w:pPr>
            <w:r w:rsidRPr="00FA6955">
              <w:t> </w:t>
            </w:r>
          </w:p>
        </w:tc>
        <w:tc>
          <w:tcPr>
            <w:tcW w:w="1080" w:type="dxa"/>
            <w:tcBorders>
              <w:top w:val="single" w:sz="4" w:space="0" w:color="auto"/>
              <w:left w:val="nil"/>
              <w:bottom w:val="single" w:sz="4" w:space="0" w:color="auto"/>
              <w:right w:val="single" w:sz="4" w:space="0" w:color="auto"/>
            </w:tcBorders>
          </w:tcPr>
          <w:p w:rsidR="00795AB4" w:rsidRPr="00FA6955" w:rsidRDefault="00795AB4" w:rsidP="00876C8F">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r>
              <w:t>250,6</w:t>
            </w:r>
          </w:p>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r w:rsidRPr="004D300B">
              <w:t>2</w:t>
            </w:r>
            <w:r>
              <w:t>50,6</w:t>
            </w:r>
          </w:p>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r w:rsidRPr="004D300B">
              <w:t>2</w:t>
            </w:r>
            <w:r>
              <w:t>50,6</w:t>
            </w:r>
          </w:p>
          <w:p w:rsidR="00795AB4" w:rsidRPr="004D300B" w:rsidRDefault="00795AB4" w:rsidP="00876C8F">
            <w:pPr>
              <w:jc w:val="right"/>
            </w:pPr>
          </w:p>
        </w:tc>
      </w:tr>
      <w:tr w:rsidR="00795AB4" w:rsidRPr="004D300B" w:rsidTr="0009433F">
        <w:trPr>
          <w:trHeight w:val="476"/>
        </w:trPr>
        <w:tc>
          <w:tcPr>
            <w:tcW w:w="2560" w:type="dxa"/>
            <w:vMerge/>
            <w:tcBorders>
              <w:left w:val="single" w:sz="4" w:space="0" w:color="auto"/>
              <w:right w:val="single" w:sz="4" w:space="0" w:color="auto"/>
            </w:tcBorders>
          </w:tcPr>
          <w:p w:rsidR="00795AB4" w:rsidRPr="004D300B" w:rsidRDefault="00795AB4" w:rsidP="00876C8F"/>
        </w:tc>
        <w:tc>
          <w:tcPr>
            <w:tcW w:w="3780" w:type="dxa"/>
            <w:vMerge/>
            <w:tcBorders>
              <w:left w:val="single" w:sz="4" w:space="0" w:color="auto"/>
              <w:right w:val="single" w:sz="4" w:space="0" w:color="auto"/>
            </w:tcBorders>
          </w:tcPr>
          <w:p w:rsidR="00795AB4" w:rsidRPr="004D300B" w:rsidRDefault="00795AB4" w:rsidP="00876C8F">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bottom"/>
          </w:tcPr>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tcPr>
          <w:p w:rsidR="00795AB4" w:rsidRPr="00FA6955" w:rsidRDefault="00795AB4" w:rsidP="00876C8F">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876C8F">
            <w:pPr>
              <w:jc w:val="right"/>
            </w:pPr>
          </w:p>
        </w:tc>
      </w:tr>
      <w:tr w:rsidR="00795AB4" w:rsidRPr="004D300B" w:rsidTr="0009433F">
        <w:trPr>
          <w:trHeight w:val="1111"/>
        </w:trPr>
        <w:tc>
          <w:tcPr>
            <w:tcW w:w="2560" w:type="dxa"/>
            <w:vMerge/>
            <w:tcBorders>
              <w:left w:val="single" w:sz="4" w:space="0" w:color="auto"/>
              <w:bottom w:val="single" w:sz="4" w:space="0" w:color="auto"/>
              <w:right w:val="single" w:sz="4" w:space="0" w:color="auto"/>
            </w:tcBorders>
          </w:tcPr>
          <w:p w:rsidR="00795AB4" w:rsidRPr="004D300B" w:rsidRDefault="00795AB4" w:rsidP="00876C8F"/>
        </w:tc>
        <w:tc>
          <w:tcPr>
            <w:tcW w:w="3780" w:type="dxa"/>
            <w:vMerge/>
            <w:tcBorders>
              <w:left w:val="single" w:sz="4" w:space="0" w:color="auto"/>
              <w:bottom w:val="single" w:sz="4" w:space="0" w:color="auto"/>
              <w:right w:val="single" w:sz="4" w:space="0" w:color="auto"/>
            </w:tcBorders>
          </w:tcPr>
          <w:p w:rsidR="00795AB4" w:rsidRPr="004D300B" w:rsidRDefault="00795AB4" w:rsidP="00876C8F">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jc w:val="right"/>
            </w:pPr>
            <w:r>
              <w:t>149,5</w:t>
            </w:r>
          </w:p>
          <w:p w:rsidR="00795AB4" w:rsidRDefault="00795AB4" w:rsidP="00876C8F">
            <w:pPr>
              <w:jc w:val="right"/>
            </w:pPr>
          </w:p>
          <w:p w:rsidR="00795AB4" w:rsidRDefault="00795AB4" w:rsidP="00876C8F">
            <w:pPr>
              <w:jc w:val="right"/>
            </w:pPr>
          </w:p>
          <w:p w:rsidR="00795AB4" w:rsidRPr="00FA6955" w:rsidRDefault="00795AB4" w:rsidP="00876C8F">
            <w:pPr>
              <w:jc w:val="right"/>
            </w:pPr>
          </w:p>
          <w:p w:rsidR="00795AB4" w:rsidRPr="00FA6955" w:rsidRDefault="00795AB4" w:rsidP="00876C8F">
            <w:pPr>
              <w:jc w:val="right"/>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jc w:val="right"/>
            </w:pPr>
            <w:r>
              <w:t>160,0</w:t>
            </w:r>
          </w:p>
          <w:p w:rsidR="00795AB4" w:rsidRDefault="00795AB4" w:rsidP="00876C8F">
            <w:pPr>
              <w:jc w:val="right"/>
            </w:pPr>
          </w:p>
          <w:p w:rsidR="00795AB4" w:rsidRDefault="00795AB4" w:rsidP="00876C8F">
            <w:pPr>
              <w:jc w:val="right"/>
            </w:pPr>
          </w:p>
          <w:p w:rsidR="00795AB4" w:rsidRDefault="00795AB4" w:rsidP="00876C8F">
            <w:pPr>
              <w:jc w:val="right"/>
            </w:pPr>
          </w:p>
          <w:p w:rsidR="00795AB4" w:rsidRPr="00FA6955" w:rsidRDefault="00795AB4" w:rsidP="00876C8F">
            <w:pPr>
              <w:jc w:val="right"/>
            </w:pPr>
            <w:r w:rsidRPr="00FA6955">
              <w:t> </w:t>
            </w:r>
          </w:p>
        </w:tc>
        <w:tc>
          <w:tcPr>
            <w:tcW w:w="1080" w:type="dxa"/>
            <w:tcBorders>
              <w:top w:val="single" w:sz="4" w:space="0" w:color="auto"/>
              <w:left w:val="nil"/>
              <w:bottom w:val="single" w:sz="4" w:space="0" w:color="auto"/>
              <w:right w:val="single" w:sz="4" w:space="0" w:color="auto"/>
            </w:tcBorders>
          </w:tcPr>
          <w:p w:rsidR="00795AB4" w:rsidRPr="00FA6955" w:rsidRDefault="00795AB4" w:rsidP="00876C8F">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jc w:val="right"/>
            </w:pPr>
            <w:r>
              <w:t>250,6</w:t>
            </w:r>
          </w:p>
          <w:p w:rsidR="00795AB4" w:rsidRDefault="00795AB4" w:rsidP="00876C8F">
            <w:pPr>
              <w:jc w:val="right"/>
            </w:pPr>
          </w:p>
          <w:p w:rsidR="00795AB4" w:rsidRDefault="00795AB4" w:rsidP="00876C8F">
            <w:pPr>
              <w:jc w:val="right"/>
            </w:pPr>
          </w:p>
          <w:p w:rsidR="00795AB4" w:rsidRDefault="00795AB4" w:rsidP="00876C8F">
            <w:pPr>
              <w:jc w:val="right"/>
            </w:pPr>
          </w:p>
          <w:p w:rsidR="00795AB4" w:rsidRPr="004D300B" w:rsidRDefault="00795AB4" w:rsidP="00876C8F">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jc w:val="right"/>
            </w:pPr>
            <w:r w:rsidRPr="004D300B">
              <w:t>2</w:t>
            </w:r>
            <w:r>
              <w:t>50,6</w:t>
            </w:r>
          </w:p>
          <w:p w:rsidR="00795AB4" w:rsidRDefault="00795AB4" w:rsidP="00876C8F">
            <w:pPr>
              <w:jc w:val="right"/>
            </w:pPr>
          </w:p>
          <w:p w:rsidR="00795AB4" w:rsidRDefault="00795AB4" w:rsidP="00876C8F">
            <w:pPr>
              <w:jc w:val="right"/>
            </w:pPr>
          </w:p>
          <w:p w:rsidR="00795AB4" w:rsidRPr="004D300B" w:rsidRDefault="00795AB4" w:rsidP="00876C8F">
            <w:pPr>
              <w:jc w:val="right"/>
            </w:pPr>
          </w:p>
          <w:p w:rsidR="00795AB4" w:rsidRPr="004D300B" w:rsidRDefault="00795AB4" w:rsidP="00876C8F">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jc w:val="right"/>
            </w:pPr>
            <w:r w:rsidRPr="004D300B">
              <w:t>2</w:t>
            </w:r>
            <w:r>
              <w:t>50,6</w:t>
            </w:r>
          </w:p>
          <w:p w:rsidR="00795AB4" w:rsidRDefault="00795AB4" w:rsidP="00876C8F">
            <w:pPr>
              <w:jc w:val="right"/>
            </w:pPr>
          </w:p>
          <w:p w:rsidR="00795AB4" w:rsidRDefault="00795AB4" w:rsidP="00876C8F">
            <w:pPr>
              <w:jc w:val="right"/>
            </w:pPr>
          </w:p>
          <w:p w:rsidR="00795AB4" w:rsidRDefault="00795AB4" w:rsidP="00876C8F">
            <w:pPr>
              <w:jc w:val="right"/>
            </w:pPr>
          </w:p>
          <w:p w:rsidR="00795AB4" w:rsidRPr="004D300B" w:rsidRDefault="00795AB4" w:rsidP="00876C8F">
            <w:pPr>
              <w:jc w:val="right"/>
            </w:pPr>
          </w:p>
        </w:tc>
      </w:tr>
      <w:tr w:rsidR="00795AB4"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795AB4" w:rsidRPr="004D300B" w:rsidRDefault="00795AB4" w:rsidP="00876C8F">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795AB4" w:rsidRPr="004D300B" w:rsidRDefault="00795AB4" w:rsidP="00876C8F">
            <w:pPr>
              <w:ind w:right="-57"/>
            </w:pPr>
            <w:r w:rsidRPr="004D300B">
              <w:t>Обеспечение деятельности МКУ «Отдел по управлению муниципальным имуществом».</w:t>
            </w:r>
          </w:p>
          <w:p w:rsidR="00795AB4" w:rsidRPr="004D300B" w:rsidRDefault="00795AB4" w:rsidP="00876C8F"/>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всего:</w:t>
            </w:r>
          </w:p>
          <w:p w:rsidR="00795AB4" w:rsidRPr="004D300B" w:rsidRDefault="00795AB4" w:rsidP="00876C8F"/>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r>
      <w:tr w:rsidR="00795AB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795AB4" w:rsidRPr="004D300B" w:rsidRDefault="00795AB4" w:rsidP="00876C8F">
            <w:pPr>
              <w:ind w:right="-57"/>
            </w:pPr>
          </w:p>
        </w:tc>
        <w:tc>
          <w:tcPr>
            <w:tcW w:w="3780" w:type="dxa"/>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p>
        </w:tc>
      </w:tr>
      <w:tr w:rsidR="00795AB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795AB4" w:rsidRPr="004D300B" w:rsidRDefault="00795AB4" w:rsidP="00876C8F">
            <w:pPr>
              <w:ind w:right="-57"/>
            </w:pPr>
          </w:p>
        </w:tc>
        <w:tc>
          <w:tcPr>
            <w:tcW w:w="3780" w:type="dxa"/>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Default="00795AB4" w:rsidP="00876C8F">
            <w:r w:rsidRPr="004D300B">
              <w:t>МКУ «Отдел по упра</w:t>
            </w:r>
            <w:r>
              <w:t>в</w:t>
            </w:r>
            <w:r w:rsidRPr="004D300B">
              <w:t>лению муници</w:t>
            </w:r>
            <w:r>
              <w:t>-</w:t>
            </w:r>
            <w:r w:rsidRPr="004D300B">
              <w:t>пальным имуществом»</w:t>
            </w:r>
            <w:r>
              <w:t xml:space="preserve"> </w:t>
            </w:r>
          </w:p>
          <w:p w:rsidR="00795AB4" w:rsidRPr="004D300B" w:rsidRDefault="00795AB4" w:rsidP="00876C8F"/>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lastRenderedPageBreak/>
              <w:t>2</w:t>
            </w:r>
            <w:r>
              <w:t>694,9</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795AB4" w:rsidRPr="00FA6955" w:rsidRDefault="00795AB4" w:rsidP="00876C8F">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876C8F">
            <w:pPr>
              <w:ind w:right="-57"/>
            </w:pPr>
            <w:r w:rsidRPr="004D300B">
              <w:t>27</w:t>
            </w:r>
            <w:r>
              <w:t>84,6</w:t>
            </w:r>
          </w:p>
        </w:tc>
      </w:tr>
      <w:tr w:rsidR="00795AB4" w:rsidRPr="004D300B" w:rsidTr="0009433F">
        <w:trPr>
          <w:trHeight w:val="373"/>
        </w:trPr>
        <w:tc>
          <w:tcPr>
            <w:tcW w:w="2560" w:type="dxa"/>
            <w:vMerge w:val="restart"/>
            <w:tcBorders>
              <w:top w:val="single" w:sz="4" w:space="0" w:color="auto"/>
              <w:left w:val="single" w:sz="4" w:space="0" w:color="auto"/>
              <w:right w:val="single" w:sz="4" w:space="0" w:color="auto"/>
            </w:tcBorders>
          </w:tcPr>
          <w:p w:rsidR="00795AB4" w:rsidRPr="004D300B" w:rsidRDefault="00795AB4" w:rsidP="00876C8F">
            <w:pPr>
              <w:ind w:right="-57"/>
              <w:rPr>
                <w:b/>
              </w:rPr>
            </w:pPr>
            <w:r w:rsidRPr="004D300B">
              <w:rPr>
                <w:b/>
              </w:rPr>
              <w:lastRenderedPageBreak/>
              <w:t>ПОДПРОГРАММА 4</w:t>
            </w:r>
          </w:p>
        </w:tc>
        <w:tc>
          <w:tcPr>
            <w:tcW w:w="3780" w:type="dxa"/>
            <w:vMerge w:val="restart"/>
            <w:tcBorders>
              <w:top w:val="single" w:sz="4" w:space="0" w:color="auto"/>
              <w:left w:val="single" w:sz="4" w:space="0" w:color="auto"/>
              <w:right w:val="single" w:sz="4" w:space="0" w:color="auto"/>
            </w:tcBorders>
            <w:vAlign w:val="center"/>
          </w:tcPr>
          <w:p w:rsidR="00795AB4" w:rsidRPr="004D300B" w:rsidRDefault="00795AB4" w:rsidP="00876C8F">
            <w:r w:rsidRPr="004D300B">
              <w:rPr>
                <w:b/>
              </w:rPr>
              <w:t>«Обеспечение жильем молодых семей</w:t>
            </w:r>
            <w:r>
              <w:rPr>
                <w:b/>
              </w:rPr>
              <w:t xml:space="preserve">  на 2014-2019 гг</w:t>
            </w:r>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5</w:t>
            </w:r>
            <w:r w:rsidRPr="00D64DC1">
              <w:rPr>
                <w:b/>
                <w:bCs/>
              </w:rPr>
              <w:t>00,00</w:t>
            </w:r>
          </w:p>
        </w:tc>
      </w:tr>
      <w:tr w:rsidR="00795AB4" w:rsidRPr="004D300B" w:rsidTr="0009433F">
        <w:trPr>
          <w:trHeight w:val="449"/>
        </w:trPr>
        <w:tc>
          <w:tcPr>
            <w:tcW w:w="2560" w:type="dxa"/>
            <w:vMerge/>
            <w:tcBorders>
              <w:left w:val="single" w:sz="4" w:space="0" w:color="auto"/>
              <w:right w:val="single" w:sz="4" w:space="0" w:color="auto"/>
            </w:tcBorders>
            <w:vAlign w:val="center"/>
          </w:tcPr>
          <w:p w:rsidR="00795AB4" w:rsidRPr="004D300B" w:rsidRDefault="00795AB4" w:rsidP="00876C8F">
            <w:pPr>
              <w:ind w:right="-57"/>
            </w:pPr>
          </w:p>
        </w:tc>
        <w:tc>
          <w:tcPr>
            <w:tcW w:w="3780" w:type="dxa"/>
            <w:vMerge/>
            <w:tcBorders>
              <w:left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r>
      <w:tr w:rsidR="00795AB4"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795AB4" w:rsidRPr="004D300B" w:rsidRDefault="00795AB4" w:rsidP="00876C8F">
            <w:pPr>
              <w:ind w:right="-57"/>
            </w:pPr>
          </w:p>
        </w:tc>
        <w:tc>
          <w:tcPr>
            <w:tcW w:w="3780" w:type="dxa"/>
            <w:vMerge/>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5</w:t>
            </w:r>
            <w:r w:rsidRPr="00D64DC1">
              <w:rPr>
                <w:bCs/>
              </w:rPr>
              <w:t>00,00</w:t>
            </w:r>
          </w:p>
        </w:tc>
      </w:tr>
      <w:tr w:rsidR="00795AB4"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795AB4" w:rsidRDefault="00795AB4" w:rsidP="00876C8F">
            <w:pPr>
              <w:ind w:right="-57"/>
            </w:pPr>
            <w:r>
              <w:t xml:space="preserve">Основное мероприятие </w:t>
            </w:r>
          </w:p>
          <w:p w:rsidR="00795AB4" w:rsidRPr="004D300B" w:rsidRDefault="00795AB4" w:rsidP="00876C8F">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76C8F">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r>
              <w:rPr>
                <w:b/>
                <w:bCs/>
              </w:rPr>
              <w:t>5</w:t>
            </w:r>
            <w:r w:rsidRPr="00D64DC1">
              <w:rPr>
                <w:b/>
                <w:bCs/>
              </w:rPr>
              <w:t>00,00</w:t>
            </w:r>
          </w:p>
        </w:tc>
      </w:tr>
      <w:tr w:rsidR="00795AB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795AB4" w:rsidRDefault="00795AB4" w:rsidP="00876C8F">
            <w:pPr>
              <w:ind w:right="-57"/>
            </w:pPr>
          </w:p>
        </w:tc>
        <w:tc>
          <w:tcPr>
            <w:tcW w:w="3780" w:type="dxa"/>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
                <w:bCs/>
              </w:rPr>
            </w:pPr>
          </w:p>
        </w:tc>
      </w:tr>
      <w:tr w:rsidR="00795AB4" w:rsidRPr="004D300B" w:rsidTr="0009433F">
        <w:trPr>
          <w:trHeight w:val="476"/>
        </w:trPr>
        <w:tc>
          <w:tcPr>
            <w:tcW w:w="2560" w:type="dxa"/>
            <w:tcBorders>
              <w:left w:val="single" w:sz="4" w:space="0" w:color="auto"/>
              <w:bottom w:val="single" w:sz="4" w:space="0" w:color="auto"/>
              <w:right w:val="single" w:sz="4" w:space="0" w:color="auto"/>
            </w:tcBorders>
            <w:vAlign w:val="center"/>
          </w:tcPr>
          <w:p w:rsidR="00795AB4" w:rsidRDefault="00795AB4" w:rsidP="00876C8F">
            <w:pPr>
              <w:ind w:right="-57"/>
            </w:pPr>
          </w:p>
        </w:tc>
        <w:tc>
          <w:tcPr>
            <w:tcW w:w="3780" w:type="dxa"/>
            <w:tcBorders>
              <w:left w:val="single" w:sz="4" w:space="0" w:color="auto"/>
              <w:bottom w:val="single" w:sz="4" w:space="0" w:color="auto"/>
              <w:right w:val="single" w:sz="4" w:space="0" w:color="auto"/>
            </w:tcBorders>
            <w:vAlign w:val="center"/>
          </w:tcPr>
          <w:p w:rsidR="00795AB4" w:rsidRPr="004D300B" w:rsidRDefault="00795AB4" w:rsidP="00876C8F"/>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4D300B" w:rsidRDefault="00795AB4" w:rsidP="00876C8F">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795AB4" w:rsidRPr="00D64DC1" w:rsidRDefault="00795AB4" w:rsidP="00876C8F">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D64DC1" w:rsidRDefault="00795AB4" w:rsidP="00876C8F">
            <w:pPr>
              <w:ind w:right="-57"/>
              <w:rPr>
                <w:bCs/>
              </w:rPr>
            </w:pPr>
            <w:r>
              <w:rPr>
                <w:bCs/>
              </w:rPr>
              <w:t>5</w:t>
            </w:r>
            <w:r w:rsidRPr="00D64DC1">
              <w:rPr>
                <w:bCs/>
              </w:rPr>
              <w:t>00,00</w:t>
            </w:r>
          </w:p>
        </w:tc>
      </w:tr>
      <w:tr w:rsidR="00795AB4"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795AB4" w:rsidRPr="00F40D52" w:rsidRDefault="00795AB4" w:rsidP="00876C8F">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795AB4" w:rsidRPr="00F40D52" w:rsidRDefault="00795AB4" w:rsidP="00876C8F">
            <w:pPr>
              <w:jc w:val="center"/>
              <w:rPr>
                <w:b/>
              </w:rPr>
            </w:pPr>
            <w:r w:rsidRPr="00F40D52">
              <w:rPr>
                <w:b/>
              </w:rPr>
              <w:t>«Развитие и поддержка малого и  среднего предпринимательства</w:t>
            </w:r>
            <w:r>
              <w:rPr>
                <w:b/>
              </w:rPr>
              <w:t>»</w:t>
            </w:r>
            <w:r w:rsidRPr="00F40D52">
              <w:rPr>
                <w:b/>
              </w:rPr>
              <w:t xml:space="preserve"> </w:t>
            </w:r>
          </w:p>
          <w:p w:rsidR="00795AB4" w:rsidRPr="00F40D52" w:rsidRDefault="00795AB4" w:rsidP="00876C8F">
            <w:pPr>
              <w:jc w:val="center"/>
            </w:pPr>
          </w:p>
          <w:p w:rsidR="00795AB4" w:rsidRPr="00F40D52" w:rsidRDefault="00795AB4" w:rsidP="00876C8F">
            <w:pPr>
              <w:jc w:val="center"/>
            </w:pPr>
          </w:p>
          <w:p w:rsidR="00795AB4" w:rsidRPr="00F40D52" w:rsidRDefault="00795AB4" w:rsidP="00876C8F">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F40D52" w:rsidRDefault="00795AB4" w:rsidP="00876C8F">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795AB4" w:rsidRPr="00F40D52" w:rsidRDefault="00795AB4" w:rsidP="00876C8F">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795AB4" w:rsidRPr="00F40D52" w:rsidRDefault="00795AB4" w:rsidP="00876C8F">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795AB4" w:rsidRPr="00F40D52" w:rsidRDefault="00795AB4" w:rsidP="00876C8F">
            <w:pPr>
              <w:ind w:right="-57"/>
              <w:rPr>
                <w:b/>
              </w:rPr>
            </w:pPr>
            <w:r w:rsidRPr="00F40D52">
              <w:rPr>
                <w:b/>
              </w:rPr>
              <w:t>102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40D52" w:rsidRDefault="00795AB4" w:rsidP="00876C8F">
            <w:pPr>
              <w:ind w:right="-57"/>
              <w:rPr>
                <w:b/>
              </w:rPr>
            </w:pPr>
            <w:r w:rsidRPr="00F40D52">
              <w:rPr>
                <w:b/>
              </w:rPr>
              <w:t>10</w:t>
            </w:r>
            <w:r>
              <w:rPr>
                <w:b/>
              </w:rP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40D52" w:rsidRDefault="00795AB4" w:rsidP="00876C8F">
            <w:pPr>
              <w:ind w:right="-57"/>
              <w:rPr>
                <w:b/>
              </w:rPr>
            </w:pPr>
            <w:r w:rsidRPr="00F40D52">
              <w:rPr>
                <w:b/>
              </w:rPr>
              <w:t>10</w:t>
            </w:r>
            <w:r>
              <w:rPr>
                <w:b/>
              </w:rP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40D52" w:rsidRDefault="00795AB4" w:rsidP="00876C8F">
            <w:pPr>
              <w:ind w:right="-57"/>
              <w:rPr>
                <w:b/>
              </w:rPr>
            </w:pPr>
            <w:r w:rsidRPr="00F40D52">
              <w:rPr>
                <w:b/>
              </w:rPr>
              <w:t>10</w:t>
            </w:r>
            <w:r>
              <w:rPr>
                <w:b/>
              </w:rPr>
              <w:t>2</w:t>
            </w:r>
          </w:p>
        </w:tc>
      </w:tr>
      <w:tr w:rsidR="00795AB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FE7C4D" w:rsidRDefault="00795AB4" w:rsidP="00876C8F">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rPr>
                <w:b/>
                <w:bCs/>
              </w:rPr>
            </w:pPr>
          </w:p>
        </w:tc>
      </w:tr>
      <w:tr w:rsidR="00795AB4" w:rsidRPr="00FE7C4D" w:rsidTr="00555393">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top w:val="single" w:sz="4" w:space="0" w:color="auto"/>
              <w:left w:val="single" w:sz="4" w:space="0" w:color="auto"/>
              <w:bottom w:val="single" w:sz="4" w:space="0" w:color="auto"/>
              <w:right w:val="single" w:sz="4" w:space="0" w:color="auto"/>
            </w:tcBorders>
          </w:tcPr>
          <w:p w:rsidR="00795AB4" w:rsidRPr="00FE7C4D" w:rsidRDefault="00795AB4" w:rsidP="00876C8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795AB4" w:rsidRPr="00FE7C4D" w:rsidRDefault="00795AB4" w:rsidP="00876C8F">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r w:rsidRPr="00FE7C4D">
              <w:t>10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t>102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10</w:t>
            </w: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10</w:t>
            </w:r>
            <w:r>
              <w:t>2</w:t>
            </w:r>
          </w:p>
        </w:tc>
      </w:tr>
      <w:tr w:rsidR="00795AB4" w:rsidRPr="00FE7C4D" w:rsidTr="0009433F">
        <w:trPr>
          <w:trHeight w:val="176"/>
        </w:trPr>
        <w:tc>
          <w:tcPr>
            <w:tcW w:w="2560" w:type="dxa"/>
            <w:vMerge w:val="restart"/>
            <w:tcBorders>
              <w:top w:val="single" w:sz="4" w:space="0" w:color="auto"/>
              <w:left w:val="single" w:sz="4" w:space="0" w:color="auto"/>
              <w:right w:val="single" w:sz="4" w:space="0" w:color="auto"/>
            </w:tcBorders>
            <w:vAlign w:val="center"/>
          </w:tcPr>
          <w:p w:rsidR="00795AB4" w:rsidRPr="00FE7C4D" w:rsidRDefault="00795AB4" w:rsidP="00876C8F">
            <w:pPr>
              <w:ind w:right="-57"/>
            </w:pPr>
            <w:r w:rsidRPr="00FE7C4D">
              <w:t xml:space="preserve">Основное мероприятие 5.1 </w:t>
            </w:r>
          </w:p>
        </w:tc>
        <w:tc>
          <w:tcPr>
            <w:tcW w:w="3780" w:type="dxa"/>
            <w:vMerge w:val="restart"/>
            <w:tcBorders>
              <w:top w:val="single" w:sz="4" w:space="0" w:color="auto"/>
              <w:left w:val="single" w:sz="4" w:space="0" w:color="auto"/>
              <w:right w:val="single" w:sz="4" w:space="0" w:color="auto"/>
            </w:tcBorders>
            <w:vAlign w:val="center"/>
          </w:tcPr>
          <w:p w:rsidR="00795AB4" w:rsidRPr="00FE7C4D" w:rsidRDefault="00795AB4" w:rsidP="00876C8F">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всего</w:t>
            </w:r>
          </w:p>
        </w:tc>
        <w:tc>
          <w:tcPr>
            <w:tcW w:w="1080" w:type="dxa"/>
            <w:tcBorders>
              <w:top w:val="single" w:sz="4" w:space="0" w:color="auto"/>
              <w:left w:val="nil"/>
              <w:right w:val="single" w:sz="4" w:space="0" w:color="auto"/>
            </w:tcBorders>
            <w:vAlign w:val="bottom"/>
          </w:tcPr>
          <w:p w:rsidR="00795AB4" w:rsidRPr="00FE7C4D" w:rsidRDefault="00795AB4" w:rsidP="00876C8F">
            <w:pPr>
              <w:ind w:right="-57"/>
            </w:pPr>
            <w:r w:rsidRPr="00FE7C4D">
              <w:t>1260</w:t>
            </w:r>
          </w:p>
        </w:tc>
        <w:tc>
          <w:tcPr>
            <w:tcW w:w="1080" w:type="dxa"/>
            <w:tcBorders>
              <w:top w:val="single" w:sz="4" w:space="0" w:color="auto"/>
              <w:left w:val="nil"/>
              <w:right w:val="single" w:sz="4" w:space="0" w:color="auto"/>
            </w:tcBorders>
            <w:vAlign w:val="bottom"/>
          </w:tcPr>
          <w:p w:rsidR="00795AB4" w:rsidRPr="00FE7C4D" w:rsidRDefault="00795AB4" w:rsidP="00876C8F">
            <w:pPr>
              <w:ind w:right="-57"/>
            </w:pPr>
            <w:r>
              <w:t>10</w:t>
            </w:r>
            <w:r w:rsidRPr="00FE7C4D">
              <w:t>0</w:t>
            </w:r>
          </w:p>
        </w:tc>
        <w:tc>
          <w:tcPr>
            <w:tcW w:w="1080" w:type="dxa"/>
            <w:tcBorders>
              <w:top w:val="single" w:sz="4" w:space="0" w:color="auto"/>
              <w:left w:val="nil"/>
              <w:right w:val="single" w:sz="4" w:space="0" w:color="auto"/>
            </w:tcBorders>
            <w:vAlign w:val="bottom"/>
          </w:tcPr>
          <w:p w:rsidR="00795AB4" w:rsidRPr="00FE7C4D" w:rsidRDefault="00795AB4" w:rsidP="00876C8F">
            <w:pPr>
              <w:ind w:right="-57"/>
            </w:pPr>
            <w:r w:rsidRPr="00FE7C4D">
              <w:t>10</w:t>
            </w:r>
            <w:r>
              <w:t>2</w:t>
            </w:r>
          </w:p>
        </w:tc>
        <w:tc>
          <w:tcPr>
            <w:tcW w:w="979" w:type="dxa"/>
            <w:tcBorders>
              <w:top w:val="single" w:sz="4" w:space="0" w:color="auto"/>
              <w:left w:val="nil"/>
              <w:right w:val="single" w:sz="4" w:space="0" w:color="auto"/>
            </w:tcBorders>
            <w:shd w:val="clear" w:color="auto" w:fill="FFFFFF"/>
            <w:vAlign w:val="bottom"/>
          </w:tcPr>
          <w:p w:rsidR="00795AB4" w:rsidRPr="00FE7C4D" w:rsidRDefault="00795AB4" w:rsidP="00876C8F">
            <w:pPr>
              <w:ind w:right="-57"/>
            </w:pPr>
            <w:r>
              <w:t>102</w:t>
            </w:r>
          </w:p>
        </w:tc>
        <w:tc>
          <w:tcPr>
            <w:tcW w:w="1181" w:type="dxa"/>
            <w:tcBorders>
              <w:top w:val="single" w:sz="4" w:space="0" w:color="auto"/>
              <w:left w:val="nil"/>
              <w:right w:val="single" w:sz="4" w:space="0" w:color="auto"/>
            </w:tcBorders>
            <w:shd w:val="clear" w:color="auto" w:fill="FFFFFF"/>
            <w:vAlign w:val="bottom"/>
          </w:tcPr>
          <w:p w:rsidR="00795AB4" w:rsidRPr="00FE7C4D" w:rsidRDefault="00795AB4" w:rsidP="00876C8F">
            <w:pPr>
              <w:ind w:right="-57"/>
            </w:pPr>
            <w:r w:rsidRPr="00FE7C4D">
              <w:t>10</w:t>
            </w:r>
            <w:r>
              <w:t>2</w:t>
            </w:r>
          </w:p>
        </w:tc>
        <w:tc>
          <w:tcPr>
            <w:tcW w:w="1035" w:type="dxa"/>
            <w:tcBorders>
              <w:top w:val="single" w:sz="4" w:space="0" w:color="auto"/>
              <w:left w:val="nil"/>
              <w:right w:val="single" w:sz="4" w:space="0" w:color="auto"/>
            </w:tcBorders>
            <w:shd w:val="clear" w:color="auto" w:fill="FFFFFF"/>
            <w:vAlign w:val="bottom"/>
          </w:tcPr>
          <w:p w:rsidR="00795AB4" w:rsidRPr="00FE7C4D" w:rsidRDefault="00795AB4" w:rsidP="00876C8F">
            <w:pPr>
              <w:ind w:right="-57"/>
            </w:pPr>
            <w:r w:rsidRPr="00FE7C4D">
              <w:t>10</w:t>
            </w:r>
            <w:r>
              <w:t>2</w:t>
            </w:r>
          </w:p>
        </w:tc>
      </w:tr>
      <w:tr w:rsidR="00795AB4" w:rsidRPr="00FE7C4D" w:rsidTr="0009433F">
        <w:trPr>
          <w:trHeight w:val="611"/>
        </w:trPr>
        <w:tc>
          <w:tcPr>
            <w:tcW w:w="2560" w:type="dxa"/>
            <w:vMerge/>
            <w:tcBorders>
              <w:left w:val="single" w:sz="4" w:space="0" w:color="auto"/>
              <w:right w:val="single" w:sz="4" w:space="0" w:color="auto"/>
            </w:tcBorders>
            <w:vAlign w:val="center"/>
          </w:tcPr>
          <w:p w:rsidR="00795AB4" w:rsidRPr="00FE7C4D" w:rsidRDefault="00795AB4" w:rsidP="00876C8F">
            <w:pPr>
              <w:ind w:right="-57"/>
            </w:pPr>
          </w:p>
        </w:tc>
        <w:tc>
          <w:tcPr>
            <w:tcW w:w="3780" w:type="dxa"/>
            <w:vMerge/>
            <w:tcBorders>
              <w:left w:val="single" w:sz="4" w:space="0" w:color="auto"/>
              <w:right w:val="single" w:sz="4" w:space="0" w:color="auto"/>
            </w:tcBorders>
            <w:vAlign w:val="center"/>
          </w:tcPr>
          <w:p w:rsidR="00795AB4" w:rsidRPr="00FE7C4D" w:rsidRDefault="00795AB4" w:rsidP="00876C8F">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в том числе по ГРБС:</w:t>
            </w: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p>
        </w:tc>
      </w:tr>
      <w:tr w:rsidR="00795AB4"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rsidRPr="00FE7C4D">
              <w:t>администрация Таловского муниципального района</w:t>
            </w: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r w:rsidRPr="00FE7C4D">
              <w:lastRenderedPageBreak/>
              <w:t>1260</w:t>
            </w:r>
          </w:p>
          <w:p w:rsidR="00795AB4" w:rsidRPr="00FE7C4D"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57"/>
            </w:pPr>
            <w:r>
              <w:t>10</w:t>
            </w:r>
            <w:r w:rsidRPr="00FE7C4D">
              <w:t>0</w:t>
            </w:r>
          </w:p>
          <w:p w:rsidR="00795AB4"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57"/>
            </w:pPr>
            <w:r w:rsidRPr="00FE7C4D">
              <w:t>10</w:t>
            </w:r>
            <w:r>
              <w:t>0</w:t>
            </w:r>
          </w:p>
          <w:p w:rsidR="00795AB4" w:rsidRDefault="00795AB4" w:rsidP="00876C8F">
            <w:pPr>
              <w:ind w:right="-57"/>
            </w:pPr>
          </w:p>
          <w:p w:rsidR="00795AB4" w:rsidRPr="00FE7C4D" w:rsidRDefault="00795AB4" w:rsidP="00876C8F">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t>100</w:t>
            </w:r>
          </w:p>
          <w:p w:rsidR="00795AB4" w:rsidRDefault="00795AB4" w:rsidP="00876C8F">
            <w:pPr>
              <w:ind w:right="-57"/>
            </w:pPr>
          </w:p>
          <w:p w:rsidR="00795AB4" w:rsidRPr="00FE7C4D" w:rsidRDefault="00795AB4" w:rsidP="00876C8F">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rsidRPr="00FE7C4D">
              <w:t>10</w:t>
            </w:r>
            <w:r>
              <w:t>0</w:t>
            </w:r>
          </w:p>
          <w:p w:rsidR="00795AB4" w:rsidRDefault="00795AB4" w:rsidP="00876C8F">
            <w:pPr>
              <w:ind w:right="-57"/>
            </w:pPr>
          </w:p>
          <w:p w:rsidR="00795AB4" w:rsidRPr="00FE7C4D" w:rsidRDefault="00795AB4" w:rsidP="00876C8F">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rsidRPr="00FE7C4D">
              <w:t>10</w:t>
            </w:r>
            <w:r>
              <w:t>0</w:t>
            </w:r>
          </w:p>
          <w:p w:rsidR="00795AB4" w:rsidRDefault="00795AB4" w:rsidP="00876C8F">
            <w:pPr>
              <w:ind w:right="-57"/>
            </w:pPr>
          </w:p>
          <w:p w:rsidR="00795AB4" w:rsidRPr="00FE7C4D" w:rsidRDefault="00795AB4" w:rsidP="00876C8F">
            <w:pPr>
              <w:ind w:right="-57"/>
            </w:pPr>
          </w:p>
        </w:tc>
      </w:tr>
      <w:tr w:rsidR="00795AB4" w:rsidRPr="00FE7C4D" w:rsidTr="000D4B8A">
        <w:trPr>
          <w:trHeight w:val="536"/>
        </w:trPr>
        <w:tc>
          <w:tcPr>
            <w:tcW w:w="2560" w:type="dxa"/>
            <w:vMerge w:val="restart"/>
            <w:tcBorders>
              <w:top w:val="single" w:sz="4" w:space="0" w:color="auto"/>
              <w:left w:val="single" w:sz="4" w:space="0" w:color="auto"/>
              <w:right w:val="single" w:sz="4" w:space="0" w:color="auto"/>
            </w:tcBorders>
            <w:vAlign w:val="center"/>
          </w:tcPr>
          <w:p w:rsidR="00795AB4" w:rsidRDefault="00795AB4" w:rsidP="00876C8F">
            <w:pPr>
              <w:ind w:right="-57"/>
            </w:pPr>
            <w:r w:rsidRPr="00FE7C4D">
              <w:lastRenderedPageBreak/>
              <w:t xml:space="preserve">Основное мероприятие 5.5 </w:t>
            </w: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c>
          <w:tcPr>
            <w:tcW w:w="3780" w:type="dxa"/>
            <w:vMerge w:val="restart"/>
            <w:tcBorders>
              <w:top w:val="single" w:sz="4" w:space="0" w:color="auto"/>
              <w:left w:val="single" w:sz="4" w:space="0" w:color="auto"/>
              <w:right w:val="single" w:sz="4" w:space="0" w:color="auto"/>
            </w:tcBorders>
            <w:vAlign w:val="center"/>
          </w:tcPr>
          <w:p w:rsidR="00795AB4" w:rsidRPr="00870E2C" w:rsidRDefault="00795AB4" w:rsidP="00876C8F">
            <w:pPr>
              <w:tabs>
                <w:tab w:val="num" w:pos="82"/>
              </w:tabs>
              <w:ind w:left="82"/>
              <w:rPr>
                <w:rFonts w:eastAsia="Times New Roman"/>
                <w:lang w:eastAsia="ru-RU"/>
              </w:rPr>
            </w:pPr>
            <w:r w:rsidRPr="00870E2C">
              <w:rPr>
                <w:rFonts w:eastAsia="Times New Roman"/>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795AB4" w:rsidRDefault="00795AB4" w:rsidP="00876C8F">
            <w:pPr>
              <w:tabs>
                <w:tab w:val="num" w:pos="82"/>
              </w:tabs>
              <w:ind w:left="82"/>
            </w:pPr>
            <w:r w:rsidRPr="00870E2C">
              <w:rPr>
                <w:rFonts w:eastAsia="Times New Roman"/>
                <w:lang w:eastAsia="ru-RU"/>
              </w:rPr>
              <w:t>либо модернизации производства товаров (работ, услуг).</w:t>
            </w:r>
          </w:p>
          <w:p w:rsidR="00795AB4" w:rsidRPr="00FE7C4D" w:rsidRDefault="00795AB4" w:rsidP="00876C8F">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57"/>
            </w:pPr>
            <w:r>
              <w:t>0</w:t>
            </w: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r>
              <w:t>0</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t>2</w:t>
            </w:r>
          </w:p>
        </w:tc>
      </w:tr>
      <w:tr w:rsidR="00795AB4" w:rsidRPr="00FE7C4D" w:rsidTr="00821348">
        <w:trPr>
          <w:trHeight w:val="983"/>
        </w:trPr>
        <w:tc>
          <w:tcPr>
            <w:tcW w:w="2560" w:type="dxa"/>
            <w:vMerge/>
            <w:tcBorders>
              <w:left w:val="single" w:sz="4" w:space="0" w:color="auto"/>
              <w:right w:val="single" w:sz="4" w:space="0" w:color="auto"/>
            </w:tcBorders>
            <w:vAlign w:val="center"/>
          </w:tcPr>
          <w:p w:rsidR="00795AB4" w:rsidRPr="00FE7C4D" w:rsidRDefault="00795AB4" w:rsidP="00876C8F">
            <w:pPr>
              <w:ind w:right="-57"/>
            </w:pPr>
          </w:p>
        </w:tc>
        <w:tc>
          <w:tcPr>
            <w:tcW w:w="3780" w:type="dxa"/>
            <w:vMerge/>
            <w:tcBorders>
              <w:left w:val="single" w:sz="4" w:space="0" w:color="auto"/>
              <w:right w:val="single" w:sz="4" w:space="0" w:color="auto"/>
            </w:tcBorders>
            <w:vAlign w:val="center"/>
          </w:tcPr>
          <w:p w:rsidR="00795AB4" w:rsidRPr="00FE7C4D" w:rsidRDefault="00795AB4" w:rsidP="00876C8F">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center"/>
          </w:tcPr>
          <w:p w:rsidR="00795AB4" w:rsidRPr="00FE7C4D" w:rsidRDefault="00795AB4" w:rsidP="00876C8F">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795AB4" w:rsidRPr="00FE7C4D" w:rsidRDefault="00795AB4" w:rsidP="00876C8F">
            <w:pPr>
              <w:ind w:right="-57"/>
            </w:pPr>
          </w:p>
        </w:tc>
      </w:tr>
      <w:tr w:rsidR="00795AB4" w:rsidRPr="00FE7C4D" w:rsidTr="000D4B8A">
        <w:trPr>
          <w:trHeight w:val="1462"/>
        </w:trPr>
        <w:tc>
          <w:tcPr>
            <w:tcW w:w="2560" w:type="dxa"/>
            <w:vMerge/>
            <w:tcBorders>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rsidRPr="00FE7C4D">
              <w:t>администрация Таловского муниципального района</w:t>
            </w:r>
          </w:p>
          <w:p w:rsidR="00795AB4" w:rsidRDefault="00795AB4" w:rsidP="00876C8F">
            <w:pPr>
              <w:ind w:right="-57"/>
            </w:pPr>
          </w:p>
          <w:p w:rsidR="00795AB4"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57"/>
            </w:pPr>
            <w:r>
              <w:t>0</w:t>
            </w: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Pr="00FE7C4D" w:rsidRDefault="00795AB4" w:rsidP="00876C8F">
            <w:pPr>
              <w:ind w:right="-57"/>
            </w:pPr>
            <w:r>
              <w:t>0</w:t>
            </w: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c>
          <w:tcPr>
            <w:tcW w:w="1080" w:type="dxa"/>
            <w:tcBorders>
              <w:top w:val="single" w:sz="4" w:space="0" w:color="auto"/>
              <w:left w:val="nil"/>
              <w:bottom w:val="single" w:sz="4" w:space="0" w:color="auto"/>
              <w:right w:val="single" w:sz="4" w:space="0" w:color="auto"/>
            </w:tcBorders>
            <w:vAlign w:val="bottom"/>
          </w:tcPr>
          <w:p w:rsidR="00795AB4" w:rsidRDefault="00795AB4" w:rsidP="00876C8F">
            <w:pPr>
              <w:ind w:right="-57"/>
            </w:pPr>
            <w:r>
              <w:t>2</w:t>
            </w: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t>2</w:t>
            </w:r>
          </w:p>
          <w:p w:rsidR="00795AB4"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795AB4" w:rsidRDefault="00795AB4" w:rsidP="00876C8F">
            <w:pPr>
              <w:ind w:right="-57"/>
            </w:pPr>
            <w:r>
              <w:t>2</w:t>
            </w:r>
          </w:p>
          <w:p w:rsidR="00795AB4" w:rsidRDefault="00795AB4" w:rsidP="00876C8F">
            <w:pPr>
              <w:ind w:right="-57"/>
            </w:pPr>
          </w:p>
          <w:p w:rsidR="00795AB4"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876C8F">
            <w:pPr>
              <w:ind w:right="-57"/>
            </w:pPr>
            <w:r>
              <w:t>2</w:t>
            </w: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p w:rsidR="00795AB4" w:rsidRPr="00FE7C4D" w:rsidRDefault="00795AB4" w:rsidP="00876C8F">
            <w:pPr>
              <w:ind w:right="-57"/>
            </w:pPr>
          </w:p>
        </w:tc>
      </w:tr>
      <w:tr w:rsidR="00795AB4"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795AB4" w:rsidRPr="00FE7C4D" w:rsidRDefault="00795AB4" w:rsidP="00876C8F">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rPr>
                <w:b/>
              </w:rPr>
            </w:pPr>
            <w:r w:rsidRPr="00FE7C4D">
              <w:rPr>
                <w:b/>
              </w:rPr>
              <w:t>Строительство спортивных сооружений на территории Таловского муниципального района».</w:t>
            </w:r>
          </w:p>
          <w:p w:rsidR="00795AB4" w:rsidRPr="00FE7C4D" w:rsidRDefault="00795AB4" w:rsidP="00876C8F">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76C8F">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rsidRPr="00FE7C4D">
              <w:t>0</w:t>
            </w:r>
          </w:p>
        </w:tc>
      </w:tr>
      <w:tr w:rsidR="00795AB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795AB4" w:rsidRPr="00FE7C4D" w:rsidRDefault="00795AB4" w:rsidP="00876C8F">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76C8F">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r>
      <w:tr w:rsidR="00795AB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76C8F">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r>
      <w:tr w:rsidR="00795AB4"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Строительство и реконструкция спортивных объектов муниципальной собственности</w:t>
            </w: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Default="00795AB4" w:rsidP="00876C8F">
            <w:pPr>
              <w:ind w:right="-57"/>
            </w:pPr>
          </w:p>
          <w:p w:rsidR="00795AB4" w:rsidRPr="00FE7C4D" w:rsidRDefault="00795AB4" w:rsidP="00876C8F">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76C8F">
            <w:pPr>
              <w:ind w:right="-57"/>
            </w:pPr>
            <w:r w:rsidRPr="00FE7C4D">
              <w:t>Всего</w:t>
            </w:r>
          </w:p>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r>
      <w:tr w:rsidR="00795AB4"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76C8F">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p>
        </w:tc>
      </w:tr>
      <w:tr w:rsidR="00795AB4" w:rsidRPr="00FE7C4D" w:rsidTr="0009433F">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Default="00795AB4" w:rsidP="00876C8F">
            <w:pPr>
              <w:ind w:right="-57"/>
            </w:pPr>
            <w:r w:rsidRPr="00FE7C4D">
              <w:t>администрация Таловского муниципального района</w:t>
            </w:r>
          </w:p>
          <w:p w:rsidR="00795AB4" w:rsidRDefault="00795AB4" w:rsidP="00876C8F">
            <w:pPr>
              <w:ind w:right="-57"/>
            </w:pPr>
          </w:p>
          <w:p w:rsidR="00795AB4" w:rsidRDefault="00795AB4" w:rsidP="00876C8F">
            <w:pPr>
              <w:ind w:right="-57"/>
            </w:pPr>
          </w:p>
          <w:p w:rsidR="00795AB4" w:rsidRPr="00FE7C4D" w:rsidRDefault="00795AB4" w:rsidP="00876C8F">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76C8F">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76C8F">
            <w:pPr>
              <w:ind w:right="-57"/>
            </w:pPr>
            <w:r>
              <w:t>0</w:t>
            </w:r>
          </w:p>
        </w:tc>
      </w:tr>
      <w:tr w:rsidR="00795AB4" w:rsidRPr="00FE7C4D" w:rsidTr="00821348">
        <w:trPr>
          <w:trHeight w:val="356"/>
        </w:trPr>
        <w:tc>
          <w:tcPr>
            <w:tcW w:w="256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821348">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821348">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821348">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821348">
            <w:pPr>
              <w:ind w:right="-57"/>
            </w:pPr>
            <w:r w:rsidRPr="004D300B">
              <w:t>9</w:t>
            </w:r>
          </w:p>
        </w:tc>
      </w:tr>
      <w:tr w:rsidR="00795AB4" w:rsidRPr="00FE7C4D" w:rsidTr="0009433F">
        <w:trPr>
          <w:trHeight w:val="375"/>
        </w:trPr>
        <w:tc>
          <w:tcPr>
            <w:tcW w:w="2560" w:type="dxa"/>
            <w:vMerge w:val="restart"/>
            <w:tcBorders>
              <w:top w:val="single" w:sz="4" w:space="0" w:color="auto"/>
              <w:left w:val="single" w:sz="4" w:space="0" w:color="auto"/>
              <w:right w:val="single" w:sz="4" w:space="0" w:color="auto"/>
            </w:tcBorders>
          </w:tcPr>
          <w:p w:rsidR="00795AB4" w:rsidRPr="00FE7C4D" w:rsidRDefault="00795AB4" w:rsidP="00821348">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795AB4" w:rsidRPr="00FE7C4D" w:rsidRDefault="00795AB4" w:rsidP="00821348">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rPr>
                <w:b/>
              </w:rPr>
            </w:pPr>
            <w:r>
              <w:rPr>
                <w:b/>
              </w:rPr>
              <w:t>660,1</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rPr>
                <w:b/>
              </w:rPr>
            </w:pPr>
            <w:r w:rsidRPr="00FE7C4D">
              <w:rPr>
                <w:b/>
              </w:rP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pPr>
              <w:rPr>
                <w:b/>
              </w:rPr>
            </w:pPr>
            <w:r w:rsidRPr="00FE7C4D">
              <w:rPr>
                <w:b/>
              </w:rPr>
              <w:t>25,0</w:t>
            </w:r>
          </w:p>
        </w:tc>
      </w:tr>
      <w:tr w:rsidR="00795AB4" w:rsidRPr="00FE7C4D" w:rsidTr="0009433F">
        <w:trPr>
          <w:trHeight w:val="375"/>
        </w:trPr>
        <w:tc>
          <w:tcPr>
            <w:tcW w:w="2560" w:type="dxa"/>
            <w:vMerge/>
            <w:tcBorders>
              <w:left w:val="single" w:sz="4" w:space="0" w:color="auto"/>
              <w:right w:val="single" w:sz="4" w:space="0" w:color="auto"/>
            </w:tcBorders>
          </w:tcPr>
          <w:p w:rsidR="00795AB4" w:rsidRPr="00FE7C4D" w:rsidRDefault="00795AB4" w:rsidP="00821348">
            <w:pPr>
              <w:ind w:right="-57"/>
              <w:rPr>
                <w:b/>
              </w:rPr>
            </w:pPr>
          </w:p>
        </w:tc>
        <w:tc>
          <w:tcPr>
            <w:tcW w:w="3780" w:type="dxa"/>
            <w:vMerge/>
            <w:tcBorders>
              <w:left w:val="single" w:sz="4" w:space="0" w:color="auto"/>
              <w:right w:val="single" w:sz="4" w:space="0" w:color="auto"/>
            </w:tcBorders>
            <w:vAlign w:val="center"/>
          </w:tcPr>
          <w:p w:rsidR="00795AB4" w:rsidRPr="00FE7C4D" w:rsidRDefault="00795AB4" w:rsidP="00821348">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21348">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21348">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821348">
            <w:pPr>
              <w:ind w:right="-57"/>
            </w:pPr>
          </w:p>
        </w:tc>
      </w:tr>
      <w:tr w:rsidR="00795AB4"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3780" w:type="dxa"/>
            <w:vMerge/>
            <w:tcBorders>
              <w:left w:val="single" w:sz="4" w:space="0" w:color="auto"/>
              <w:bottom w:val="single" w:sz="4" w:space="0" w:color="auto"/>
              <w:right w:val="single" w:sz="4" w:space="0" w:color="auto"/>
            </w:tcBorders>
            <w:vAlign w:val="center"/>
          </w:tcPr>
          <w:p w:rsidR="00795AB4" w:rsidRPr="00FE7C4D" w:rsidRDefault="00795AB4" w:rsidP="00821348">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t>660,1</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25,0</w:t>
            </w:r>
          </w:p>
        </w:tc>
      </w:tr>
      <w:tr w:rsidR="00795AB4"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795AB4" w:rsidRPr="00FE7C4D" w:rsidRDefault="00795AB4" w:rsidP="00821348">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795AB4" w:rsidRPr="00FE7C4D" w:rsidRDefault="00795AB4" w:rsidP="00821348">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t>660,1</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25,0</w:t>
            </w:r>
          </w:p>
        </w:tc>
      </w:tr>
      <w:tr w:rsidR="00795AB4" w:rsidRPr="00FE7C4D" w:rsidTr="0009433F">
        <w:trPr>
          <w:trHeight w:val="375"/>
        </w:trPr>
        <w:tc>
          <w:tcPr>
            <w:tcW w:w="2560" w:type="dxa"/>
            <w:vMerge/>
            <w:tcBorders>
              <w:left w:val="single" w:sz="4" w:space="0" w:color="auto"/>
              <w:right w:val="single" w:sz="4" w:space="0" w:color="auto"/>
            </w:tcBorders>
            <w:vAlign w:val="center"/>
          </w:tcPr>
          <w:p w:rsidR="00795AB4" w:rsidRPr="00FE7C4D" w:rsidRDefault="00795AB4" w:rsidP="00821348">
            <w:pPr>
              <w:ind w:right="-57"/>
            </w:pPr>
          </w:p>
        </w:tc>
        <w:tc>
          <w:tcPr>
            <w:tcW w:w="3780" w:type="dxa"/>
            <w:vMerge/>
            <w:tcBorders>
              <w:left w:val="single" w:sz="4" w:space="0" w:color="auto"/>
              <w:right w:val="single" w:sz="4" w:space="0" w:color="auto"/>
            </w:tcBorders>
            <w:vAlign w:val="center"/>
          </w:tcPr>
          <w:p w:rsidR="00795AB4" w:rsidRPr="00FE7C4D" w:rsidRDefault="00795AB4" w:rsidP="00821348">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tc>
      </w:tr>
      <w:tr w:rsidR="00795AB4" w:rsidRPr="00FE7C4D" w:rsidTr="00E45422">
        <w:trPr>
          <w:trHeight w:val="1113"/>
        </w:trPr>
        <w:tc>
          <w:tcPr>
            <w:tcW w:w="2560" w:type="dxa"/>
            <w:vMerge/>
            <w:tcBorders>
              <w:left w:val="single" w:sz="4" w:space="0" w:color="auto"/>
              <w:bottom w:val="single" w:sz="4" w:space="0" w:color="auto"/>
              <w:right w:val="single" w:sz="4" w:space="0" w:color="auto"/>
            </w:tcBorders>
            <w:vAlign w:val="center"/>
          </w:tcPr>
          <w:p w:rsidR="00795AB4" w:rsidRPr="00FE7C4D" w:rsidRDefault="00795AB4" w:rsidP="00821348">
            <w:pPr>
              <w:ind w:right="-57"/>
            </w:pPr>
          </w:p>
        </w:tc>
        <w:tc>
          <w:tcPr>
            <w:tcW w:w="3780" w:type="dxa"/>
            <w:vMerge/>
            <w:tcBorders>
              <w:left w:val="single" w:sz="4" w:space="0" w:color="auto"/>
              <w:bottom w:val="single" w:sz="4" w:space="0" w:color="auto"/>
              <w:right w:val="single" w:sz="4" w:space="0" w:color="auto"/>
            </w:tcBorders>
            <w:vAlign w:val="center"/>
          </w:tcPr>
          <w:p w:rsidR="00795AB4" w:rsidRPr="00FE7C4D" w:rsidRDefault="00795AB4" w:rsidP="00821348">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p>
          <w:p w:rsidR="00795AB4" w:rsidRPr="00FE7C4D" w:rsidRDefault="00795AB4" w:rsidP="00821348">
            <w:pPr>
              <w:ind w:right="-57"/>
            </w:pPr>
          </w:p>
          <w:p w:rsidR="00795AB4" w:rsidRPr="00FE7C4D" w:rsidRDefault="00795AB4" w:rsidP="00821348">
            <w:pPr>
              <w:ind w:right="-57"/>
            </w:pPr>
          </w:p>
          <w:p w:rsidR="00795AB4" w:rsidRPr="00FE7C4D" w:rsidRDefault="00795AB4" w:rsidP="00821348">
            <w:pPr>
              <w:ind w:right="-57"/>
            </w:pPr>
          </w:p>
          <w:p w:rsidR="00795AB4" w:rsidRPr="00FE7C4D" w:rsidRDefault="00795AB4" w:rsidP="00821348">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t>660,1</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FE7C4D" w:rsidRDefault="00795AB4" w:rsidP="00821348">
            <w:r w:rsidRPr="00FE7C4D">
              <w:t>25,0</w:t>
            </w:r>
          </w:p>
        </w:tc>
      </w:tr>
      <w:tr w:rsidR="00795AB4"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795AB4" w:rsidRPr="005447E4" w:rsidRDefault="00795AB4" w:rsidP="00821348">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096A06" w:rsidRDefault="00795AB4" w:rsidP="00821348">
            <w:pPr>
              <w:ind w:right="-57"/>
              <w:rPr>
                <w:b/>
                <w:color w:val="FF0000"/>
              </w:rPr>
            </w:pPr>
            <w:r w:rsidRPr="00096A06">
              <w:rPr>
                <w:b/>
                <w:color w:val="FF0000"/>
              </w:rPr>
              <w:t>0,0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b/>
                <w:color w:val="FF0000"/>
              </w:rPr>
            </w:pPr>
            <w:r w:rsidRPr="00096A06">
              <w:rPr>
                <w:b/>
                <w:color w:val="FF0000"/>
              </w:rPr>
              <w:t>3317,0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b/>
                <w:color w:val="FF0000"/>
              </w:rPr>
            </w:pPr>
            <w:r>
              <w:rPr>
                <w:b/>
                <w:color w:val="FF0000"/>
              </w:rPr>
              <w:t>80</w:t>
            </w:r>
            <w:r w:rsidRPr="00096A06">
              <w:rPr>
                <w:b/>
                <w:color w:val="FF0000"/>
              </w:rPr>
              <w:t>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b/>
                <w:color w:val="FF0000"/>
              </w:rPr>
            </w:pPr>
            <w:r w:rsidRPr="00096A06">
              <w:rPr>
                <w:b/>
                <w:color w:val="FF0000"/>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b/>
                <w:color w:val="FF0000"/>
              </w:rPr>
            </w:pPr>
            <w:r w:rsidRPr="00096A06">
              <w:rPr>
                <w:b/>
                <w:color w:val="FF0000"/>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b/>
                <w:color w:val="FF0000"/>
              </w:rPr>
            </w:pPr>
            <w:r w:rsidRPr="00096A06">
              <w:rPr>
                <w:b/>
                <w:color w:val="FF0000"/>
              </w:rPr>
              <w:t>0,0</w:t>
            </w:r>
          </w:p>
        </w:tc>
      </w:tr>
      <w:tr w:rsidR="00795AB4"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Default="00795AB4" w:rsidP="00821348">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096A06" w:rsidRDefault="00795AB4" w:rsidP="00821348">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color w:val="FF0000"/>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p>
        </w:tc>
      </w:tr>
      <w:tr w:rsidR="00795AB4" w:rsidRPr="00FE7C4D" w:rsidTr="005447E4">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795AB4" w:rsidRPr="00FE7C4D" w:rsidRDefault="00795AB4" w:rsidP="00821348">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795AB4" w:rsidRDefault="00795AB4" w:rsidP="00821348">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821348">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096A06" w:rsidRDefault="00795AB4" w:rsidP="00821348">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color w:val="FF0000"/>
              </w:rPr>
            </w:pPr>
            <w:r w:rsidRPr="00096A06">
              <w:rPr>
                <w:color w:val="FF0000"/>
              </w:rPr>
              <w:t>3317,0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821348">
            <w:pPr>
              <w:rPr>
                <w:color w:val="FF0000"/>
              </w:rPr>
            </w:pPr>
            <w:r>
              <w:rPr>
                <w:color w:val="FF0000"/>
              </w:rPr>
              <w:t>80</w:t>
            </w:r>
            <w:r w:rsidRPr="00096A06">
              <w:rPr>
                <w:color w:val="FF0000"/>
              </w:rPr>
              <w:t>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r w:rsidRPr="00096A06">
              <w:rPr>
                <w:color w:val="FF0000"/>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r w:rsidRPr="00096A06">
              <w:rPr>
                <w:color w:val="FF0000"/>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821348">
            <w:pPr>
              <w:rPr>
                <w:color w:val="FF0000"/>
              </w:rPr>
            </w:pPr>
            <w:r w:rsidRPr="00096A06">
              <w:rPr>
                <w:color w:val="FF0000"/>
              </w:rPr>
              <w:t>0,0</w:t>
            </w:r>
          </w:p>
        </w:tc>
      </w:tr>
      <w:tr w:rsidR="00795AB4" w:rsidRPr="00FE7C4D" w:rsidTr="001B6F2C">
        <w:trPr>
          <w:trHeight w:val="520"/>
        </w:trPr>
        <w:tc>
          <w:tcPr>
            <w:tcW w:w="2560" w:type="dxa"/>
            <w:vMerge w:val="restart"/>
            <w:tcBorders>
              <w:top w:val="single" w:sz="4" w:space="0" w:color="auto"/>
              <w:left w:val="single" w:sz="4" w:space="0" w:color="auto"/>
              <w:right w:val="single" w:sz="4" w:space="0" w:color="auto"/>
            </w:tcBorders>
            <w:vAlign w:val="center"/>
          </w:tcPr>
          <w:p w:rsidR="00795AB4" w:rsidRPr="00FE7C4D" w:rsidRDefault="00795AB4" w:rsidP="00AD195A">
            <w:pPr>
              <w:ind w:right="-57"/>
              <w:rPr>
                <w:b/>
              </w:rPr>
            </w:pPr>
            <w:r w:rsidRPr="005447E4">
              <w:t>Основное мероприятие 8.1</w:t>
            </w:r>
          </w:p>
        </w:tc>
        <w:tc>
          <w:tcPr>
            <w:tcW w:w="3780" w:type="dxa"/>
            <w:vMerge w:val="restart"/>
            <w:tcBorders>
              <w:top w:val="single" w:sz="4" w:space="0" w:color="auto"/>
              <w:left w:val="single" w:sz="4" w:space="0" w:color="auto"/>
              <w:right w:val="single" w:sz="4" w:space="0" w:color="auto"/>
            </w:tcBorders>
            <w:vAlign w:val="center"/>
          </w:tcPr>
          <w:p w:rsidR="00795AB4" w:rsidRDefault="00795AB4" w:rsidP="00AD195A">
            <w:pPr>
              <w:ind w:firstLine="567"/>
              <w:jc w:val="both"/>
              <w:outlineLvl w:val="2"/>
              <w:rPr>
                <w:b/>
              </w:rPr>
            </w:pPr>
            <w:r>
              <w:t>Приобретение автобусов</w:t>
            </w: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AD195A">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096A06" w:rsidRDefault="00795AB4" w:rsidP="00AD195A">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Default="00795AB4" w:rsidP="00AD195A">
            <w:r>
              <w:t>3317,0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Default="00795AB4" w:rsidP="00AD195A">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r>
      <w:tr w:rsidR="00795AB4" w:rsidRPr="00FE7C4D" w:rsidTr="00E45422">
        <w:trPr>
          <w:trHeight w:val="342"/>
        </w:trPr>
        <w:tc>
          <w:tcPr>
            <w:tcW w:w="2560" w:type="dxa"/>
            <w:vMerge/>
            <w:tcBorders>
              <w:left w:val="single" w:sz="4" w:space="0" w:color="auto"/>
              <w:right w:val="single" w:sz="4" w:space="0" w:color="auto"/>
            </w:tcBorders>
            <w:vAlign w:val="center"/>
          </w:tcPr>
          <w:p w:rsidR="00795AB4" w:rsidRPr="00FE7C4D" w:rsidRDefault="00795AB4" w:rsidP="00AD195A">
            <w:pPr>
              <w:ind w:right="-57"/>
              <w:rPr>
                <w:b/>
              </w:rPr>
            </w:pPr>
          </w:p>
        </w:tc>
        <w:tc>
          <w:tcPr>
            <w:tcW w:w="3780" w:type="dxa"/>
            <w:vMerge/>
            <w:tcBorders>
              <w:left w:val="single" w:sz="4" w:space="0" w:color="auto"/>
              <w:right w:val="single" w:sz="4" w:space="0" w:color="auto"/>
            </w:tcBorders>
            <w:vAlign w:val="center"/>
          </w:tcPr>
          <w:p w:rsidR="00795AB4" w:rsidRDefault="00795AB4" w:rsidP="00AD195A">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FE7C4D" w:rsidRDefault="00795AB4" w:rsidP="00AD195A">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096A06" w:rsidRDefault="00795AB4" w:rsidP="00AD195A">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AD195A">
            <w:pPr>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096A06" w:rsidRDefault="00795AB4" w:rsidP="00AD195A">
            <w:pPr>
              <w:rPr>
                <w:color w:val="FF0000"/>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AD195A">
            <w:pPr>
              <w:rPr>
                <w:color w:val="FF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AD195A">
            <w:pPr>
              <w:rPr>
                <w:color w:val="FF0000"/>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096A06" w:rsidRDefault="00795AB4" w:rsidP="00AD195A">
            <w:pPr>
              <w:rPr>
                <w:color w:val="FF0000"/>
              </w:rPr>
            </w:pPr>
          </w:p>
        </w:tc>
      </w:tr>
      <w:tr w:rsidR="00795AB4" w:rsidRPr="00FE7C4D" w:rsidTr="001B6F2C">
        <w:trPr>
          <w:trHeight w:val="520"/>
        </w:trPr>
        <w:tc>
          <w:tcPr>
            <w:tcW w:w="2560" w:type="dxa"/>
            <w:vMerge/>
            <w:tcBorders>
              <w:left w:val="single" w:sz="4" w:space="0" w:color="auto"/>
              <w:bottom w:val="single" w:sz="4" w:space="0" w:color="auto"/>
              <w:right w:val="single" w:sz="4" w:space="0" w:color="auto"/>
            </w:tcBorders>
            <w:vAlign w:val="center"/>
          </w:tcPr>
          <w:p w:rsidR="00795AB4" w:rsidRPr="005447E4" w:rsidRDefault="00795AB4" w:rsidP="00AD195A">
            <w:pPr>
              <w:ind w:right="-57"/>
            </w:pPr>
          </w:p>
        </w:tc>
        <w:tc>
          <w:tcPr>
            <w:tcW w:w="3780" w:type="dxa"/>
            <w:vMerge/>
            <w:tcBorders>
              <w:left w:val="single" w:sz="4" w:space="0" w:color="auto"/>
              <w:bottom w:val="single" w:sz="4" w:space="0" w:color="auto"/>
              <w:right w:val="single" w:sz="4" w:space="0" w:color="auto"/>
            </w:tcBorders>
            <w:vAlign w:val="center"/>
          </w:tcPr>
          <w:p w:rsidR="00795AB4" w:rsidRPr="005447E4" w:rsidRDefault="00795AB4" w:rsidP="00AD195A">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Default="00795AB4" w:rsidP="00AD195A">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AD195A">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Default="00795AB4" w:rsidP="00AD195A">
            <w:r>
              <w:t>3317,0</w:t>
            </w:r>
          </w:p>
        </w:tc>
        <w:tc>
          <w:tcPr>
            <w:tcW w:w="1080" w:type="dxa"/>
            <w:tcBorders>
              <w:top w:val="single" w:sz="4" w:space="0" w:color="auto"/>
              <w:left w:val="single" w:sz="4" w:space="0" w:color="auto"/>
              <w:bottom w:val="single" w:sz="4" w:space="0" w:color="auto"/>
              <w:right w:val="single" w:sz="4" w:space="0" w:color="auto"/>
            </w:tcBorders>
            <w:vAlign w:val="bottom"/>
          </w:tcPr>
          <w:p w:rsidR="00795AB4" w:rsidRDefault="00795AB4" w:rsidP="00AD195A">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Default="00795AB4" w:rsidP="00AD195A">
            <w:r>
              <w:t>0,0</w:t>
            </w:r>
          </w:p>
        </w:tc>
      </w:tr>
      <w:tr w:rsidR="00795AB4" w:rsidRPr="001A0F98" w:rsidTr="001B058A">
        <w:trPr>
          <w:trHeight w:val="520"/>
        </w:trPr>
        <w:tc>
          <w:tcPr>
            <w:tcW w:w="2560" w:type="dxa"/>
            <w:vMerge w:val="restart"/>
            <w:tcBorders>
              <w:top w:val="single" w:sz="4" w:space="0" w:color="auto"/>
              <w:left w:val="single" w:sz="4" w:space="0" w:color="auto"/>
              <w:right w:val="single" w:sz="4" w:space="0" w:color="auto"/>
            </w:tcBorders>
            <w:vAlign w:val="center"/>
          </w:tcPr>
          <w:p w:rsidR="00795AB4" w:rsidRPr="001A0F98" w:rsidRDefault="00795AB4" w:rsidP="00AD195A">
            <w:pPr>
              <w:ind w:right="-57"/>
              <w:rPr>
                <w:color w:val="0000FF"/>
              </w:rPr>
            </w:pPr>
            <w:r w:rsidRPr="001A0F98">
              <w:rPr>
                <w:color w:val="0000FF"/>
              </w:rPr>
              <w:t>Основное мероприятие 8.2</w:t>
            </w:r>
          </w:p>
        </w:tc>
        <w:tc>
          <w:tcPr>
            <w:tcW w:w="3780" w:type="dxa"/>
            <w:vMerge w:val="restart"/>
            <w:tcBorders>
              <w:top w:val="single" w:sz="4" w:space="0" w:color="auto"/>
              <w:left w:val="single" w:sz="4" w:space="0" w:color="auto"/>
              <w:right w:val="single" w:sz="4" w:space="0" w:color="auto"/>
            </w:tcBorders>
            <w:vAlign w:val="center"/>
          </w:tcPr>
          <w:p w:rsidR="00795AB4" w:rsidRPr="001A0F98" w:rsidRDefault="00795AB4" w:rsidP="00AD195A">
            <w:pPr>
              <w:ind w:firstLine="567"/>
              <w:jc w:val="both"/>
              <w:outlineLvl w:val="2"/>
              <w:rPr>
                <w:color w:val="0000FF"/>
              </w:rPr>
            </w:pPr>
            <w:r w:rsidRPr="001A0F98">
              <w:rPr>
                <w:color w:val="0000FF"/>
              </w:rPr>
              <w:t xml:space="preserve">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ind w:right="-57"/>
              <w:rPr>
                <w:color w:val="0000FF"/>
              </w:rPr>
            </w:pPr>
            <w:r w:rsidRPr="001A0F98">
              <w:rPr>
                <w:color w:val="0000FF"/>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1A0F98" w:rsidRDefault="00795AB4" w:rsidP="00AD195A">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r w:rsidRPr="001A0F98">
              <w:rPr>
                <w:color w:val="0000FF"/>
              </w:rPr>
              <w:t>800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r>
      <w:tr w:rsidR="00795AB4" w:rsidRPr="001A0F98" w:rsidTr="001B058A">
        <w:trPr>
          <w:trHeight w:val="520"/>
        </w:trPr>
        <w:tc>
          <w:tcPr>
            <w:tcW w:w="2560" w:type="dxa"/>
            <w:vMerge/>
            <w:tcBorders>
              <w:left w:val="single" w:sz="4" w:space="0" w:color="auto"/>
              <w:right w:val="single" w:sz="4" w:space="0" w:color="auto"/>
            </w:tcBorders>
            <w:vAlign w:val="center"/>
          </w:tcPr>
          <w:p w:rsidR="00795AB4" w:rsidRPr="001A0F98" w:rsidRDefault="00795AB4" w:rsidP="00AD195A">
            <w:pPr>
              <w:ind w:right="-57"/>
              <w:rPr>
                <w:color w:val="0000FF"/>
              </w:rPr>
            </w:pPr>
          </w:p>
        </w:tc>
        <w:tc>
          <w:tcPr>
            <w:tcW w:w="3780" w:type="dxa"/>
            <w:vMerge/>
            <w:tcBorders>
              <w:left w:val="single" w:sz="4" w:space="0" w:color="auto"/>
              <w:right w:val="single" w:sz="4" w:space="0" w:color="auto"/>
            </w:tcBorders>
            <w:vAlign w:val="center"/>
          </w:tcPr>
          <w:p w:rsidR="00795AB4" w:rsidRPr="001A0F98" w:rsidRDefault="00795AB4" w:rsidP="00AD195A">
            <w:pPr>
              <w:widowControl w:val="0"/>
              <w:autoSpaceDE w:val="0"/>
              <w:autoSpaceDN w:val="0"/>
              <w:adjustRightInd w:val="0"/>
              <w:ind w:firstLine="540"/>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ind w:right="-57"/>
              <w:rPr>
                <w:color w:val="0000FF"/>
              </w:rPr>
            </w:pPr>
            <w:r w:rsidRPr="001A0F98">
              <w:rPr>
                <w:color w:val="0000FF"/>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1A0F98" w:rsidRDefault="00795AB4" w:rsidP="00AD195A">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p>
        </w:tc>
      </w:tr>
      <w:tr w:rsidR="00795AB4" w:rsidRPr="001A0F98" w:rsidTr="001B058A">
        <w:trPr>
          <w:trHeight w:val="520"/>
        </w:trPr>
        <w:tc>
          <w:tcPr>
            <w:tcW w:w="2560" w:type="dxa"/>
            <w:vMerge/>
            <w:tcBorders>
              <w:left w:val="single" w:sz="4" w:space="0" w:color="auto"/>
              <w:bottom w:val="single" w:sz="4" w:space="0" w:color="auto"/>
              <w:right w:val="single" w:sz="4" w:space="0" w:color="auto"/>
            </w:tcBorders>
            <w:vAlign w:val="center"/>
          </w:tcPr>
          <w:p w:rsidR="00795AB4" w:rsidRPr="001A0F98" w:rsidRDefault="00795AB4" w:rsidP="00AD195A">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795AB4" w:rsidRPr="001A0F98" w:rsidRDefault="00795AB4" w:rsidP="00AD195A">
            <w:pPr>
              <w:widowControl w:val="0"/>
              <w:autoSpaceDE w:val="0"/>
              <w:autoSpaceDN w:val="0"/>
              <w:adjustRightInd w:val="0"/>
              <w:ind w:firstLine="540"/>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ind w:right="-57"/>
              <w:rPr>
                <w:color w:val="0000FF"/>
              </w:rPr>
            </w:pPr>
            <w:r w:rsidRPr="001A0F98">
              <w:rPr>
                <w:color w:val="0000FF"/>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795AB4" w:rsidRPr="001A0F98" w:rsidRDefault="00795AB4" w:rsidP="00AD195A">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795AB4" w:rsidRPr="001A0F98" w:rsidRDefault="00795AB4" w:rsidP="00AD195A">
            <w:pPr>
              <w:rPr>
                <w:color w:val="0000FF"/>
              </w:rPr>
            </w:pPr>
            <w:r w:rsidRPr="001A0F98">
              <w:rPr>
                <w:color w:val="0000FF"/>
              </w:rPr>
              <w:t>800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1A0F98" w:rsidRDefault="00795AB4" w:rsidP="00AD195A">
            <w:pPr>
              <w:rPr>
                <w:color w:val="0000FF"/>
              </w:rPr>
            </w:pPr>
            <w:r w:rsidRPr="001A0F98">
              <w:rPr>
                <w:color w:val="0000FF"/>
              </w:rPr>
              <w:t>0</w:t>
            </w:r>
          </w:p>
        </w:tc>
      </w:tr>
    </w:tbl>
    <w:p w:rsidR="00795AB4" w:rsidRDefault="00795AB4"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795AB4" w:rsidRDefault="00795AB4"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072"/>
        <w:gridCol w:w="448"/>
        <w:gridCol w:w="812"/>
        <w:gridCol w:w="448"/>
        <w:gridCol w:w="632"/>
        <w:gridCol w:w="448"/>
        <w:gridCol w:w="632"/>
        <w:gridCol w:w="448"/>
        <w:gridCol w:w="632"/>
        <w:gridCol w:w="448"/>
        <w:gridCol w:w="632"/>
        <w:gridCol w:w="448"/>
        <w:gridCol w:w="632"/>
        <w:gridCol w:w="448"/>
      </w:tblGrid>
      <w:tr w:rsidR="00795AB4" w:rsidRPr="004D300B" w:rsidTr="0009433F">
        <w:trPr>
          <w:trHeight w:val="945"/>
        </w:trPr>
        <w:tc>
          <w:tcPr>
            <w:tcW w:w="15675" w:type="dxa"/>
            <w:gridSpan w:val="16"/>
            <w:tcBorders>
              <w:top w:val="nil"/>
              <w:left w:val="nil"/>
              <w:bottom w:val="nil"/>
              <w:right w:val="nil"/>
            </w:tcBorders>
            <w:vAlign w:val="center"/>
          </w:tcPr>
          <w:p w:rsidR="00795AB4" w:rsidRDefault="00795AB4" w:rsidP="0009433F">
            <w:pPr>
              <w:ind w:left="360"/>
              <w:jc w:val="center"/>
              <w:rPr>
                <w:b/>
              </w:rPr>
            </w:pPr>
          </w:p>
          <w:p w:rsidR="00795AB4" w:rsidRDefault="00795AB4"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795AB4" w:rsidRPr="004D300B" w:rsidRDefault="00795AB4" w:rsidP="0009433F">
            <w:pPr>
              <w:ind w:left="360"/>
              <w:jc w:val="center"/>
            </w:pPr>
          </w:p>
        </w:tc>
      </w:tr>
      <w:tr w:rsidR="00795AB4" w:rsidRPr="004D300B" w:rsidTr="0009433F">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rsidRPr="004D300B">
              <w:t xml:space="preserve">Наименование муниципальной программы, подпрограммы, основного мероприятия </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Источники ресурсного обеспечения</w:t>
            </w:r>
          </w:p>
        </w:tc>
        <w:tc>
          <w:tcPr>
            <w:tcW w:w="6660" w:type="dxa"/>
            <w:gridSpan w:val="1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rsidRPr="004D300B">
              <w:t>Оценка расходов по годам реализации муниципальной программы, тыс. руб.   </w:t>
            </w:r>
          </w:p>
        </w:tc>
      </w:tr>
      <w:tr w:rsidR="00795AB4" w:rsidRPr="004D300B" w:rsidTr="0009433F">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1260" w:type="dxa"/>
            <w:gridSpan w:val="2"/>
            <w:tcBorders>
              <w:top w:val="nil"/>
              <w:left w:val="nil"/>
              <w:bottom w:val="nil"/>
              <w:right w:val="nil"/>
            </w:tcBorders>
            <w:shd w:val="clear" w:color="auto" w:fill="FFFFFF"/>
            <w:vAlign w:val="center"/>
          </w:tcPr>
          <w:p w:rsidR="00795AB4" w:rsidRPr="004D300B" w:rsidRDefault="00795AB4" w:rsidP="0009433F">
            <w:r w:rsidRPr="004D300B">
              <w:t>2014</w:t>
            </w:r>
            <w:r w:rsidRPr="004D300B">
              <w:br/>
            </w:r>
          </w:p>
        </w:tc>
        <w:tc>
          <w:tcPr>
            <w:tcW w:w="1080" w:type="dxa"/>
            <w:gridSpan w:val="2"/>
            <w:tcBorders>
              <w:top w:val="nil"/>
              <w:left w:val="single" w:sz="4" w:space="0" w:color="auto"/>
              <w:bottom w:val="nil"/>
              <w:right w:val="nil"/>
            </w:tcBorders>
            <w:shd w:val="clear" w:color="auto" w:fill="FFFFFF"/>
            <w:vAlign w:val="center"/>
          </w:tcPr>
          <w:p w:rsidR="00795AB4" w:rsidRPr="004D300B" w:rsidRDefault="00795AB4" w:rsidP="0009433F">
            <w:r w:rsidRPr="004D300B">
              <w:t>2015</w:t>
            </w:r>
            <w:r w:rsidRPr="004D300B">
              <w:br/>
            </w:r>
          </w:p>
        </w:tc>
        <w:tc>
          <w:tcPr>
            <w:tcW w:w="1080" w:type="dxa"/>
            <w:gridSpan w:val="2"/>
            <w:tcBorders>
              <w:top w:val="nil"/>
              <w:left w:val="single" w:sz="4" w:space="0" w:color="auto"/>
              <w:bottom w:val="nil"/>
              <w:right w:val="single" w:sz="4" w:space="0" w:color="auto"/>
            </w:tcBorders>
            <w:shd w:val="clear" w:color="auto" w:fill="FFFFFF"/>
            <w:vAlign w:val="center"/>
          </w:tcPr>
          <w:p w:rsidR="00795AB4" w:rsidRPr="004D300B" w:rsidRDefault="00795AB4" w:rsidP="0009433F">
            <w:r w:rsidRPr="004D300B">
              <w:t>2016</w:t>
            </w:r>
            <w:r w:rsidRPr="004D300B">
              <w:br/>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2017</w:t>
            </w:r>
          </w:p>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2018</w:t>
            </w:r>
          </w:p>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2019</w:t>
            </w:r>
          </w:p>
          <w:p w:rsidR="00795AB4" w:rsidRPr="004D300B" w:rsidRDefault="00795AB4" w:rsidP="0009433F"/>
        </w:tc>
      </w:tr>
      <w:tr w:rsidR="00795AB4" w:rsidRPr="004D300B" w:rsidTr="0009433F">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2</w:t>
            </w:r>
          </w:p>
        </w:tc>
        <w:tc>
          <w:tcPr>
            <w:tcW w:w="252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3</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rsidRPr="004D300B">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rsidRPr="004D300B">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rsidRPr="004D300B">
              <w:t>6</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7</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8</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9</w:t>
            </w:r>
          </w:p>
        </w:tc>
      </w:tr>
      <w:tr w:rsidR="00795AB4" w:rsidRPr="004D300B"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795AB4" w:rsidRPr="004D300B" w:rsidRDefault="00795AB4"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795AB4" w:rsidRPr="004D300B" w:rsidRDefault="00795AB4"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гг»  </w:t>
            </w: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rPr>
                <w:sz w:val="22"/>
                <w:szCs w:val="22"/>
              </w:rPr>
              <w:t>13</w:t>
            </w:r>
            <w:r>
              <w:rPr>
                <w:sz w:val="22"/>
                <w:szCs w:val="22"/>
              </w:rPr>
              <w:t>7731,1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54854,5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48042,8</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46780,2</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B83A72" w:rsidRDefault="00795AB4" w:rsidP="0009433F">
            <w:r w:rsidRPr="00B83A72">
              <w:rPr>
                <w:sz w:val="22"/>
                <w:szCs w:val="22"/>
              </w:rPr>
              <w:t>4</w:t>
            </w:r>
            <w:r>
              <w:rPr>
                <w:sz w:val="22"/>
                <w:szCs w:val="22"/>
              </w:rPr>
              <w:t>7067,74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B83A72" w:rsidRDefault="00795AB4" w:rsidP="0009433F">
            <w:r w:rsidRPr="00B83A72">
              <w:rPr>
                <w:sz w:val="22"/>
                <w:szCs w:val="22"/>
              </w:rPr>
              <w:t>47</w:t>
            </w:r>
            <w:r>
              <w:rPr>
                <w:sz w:val="22"/>
                <w:szCs w:val="22"/>
              </w:rPr>
              <w:t>121,31</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1543,1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2556,4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873,0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893,0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FA6955" w:rsidRDefault="00795AB4" w:rsidP="0009433F">
            <w:r>
              <w:t>923,0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973,0</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82163,2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1057,3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425</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445</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475</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525</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45738,0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50304,8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44516,2</w:t>
            </w: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FA6955" w:rsidRDefault="00795AB4" w:rsidP="0009433F">
            <w:pPr>
              <w:rPr>
                <w:rFonts w:eastAsia="Times New Roman"/>
                <w:lang w:eastAsia="ru-RU"/>
              </w:rPr>
            </w:pPr>
            <w:r>
              <w:rPr>
                <w:rFonts w:eastAsia="Times New Roman"/>
                <w:lang w:eastAsia="ru-RU"/>
              </w:rPr>
              <w:t>43102,2</w:t>
            </w: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pPr>
              <w:rPr>
                <w:rFonts w:eastAsia="Times New Roman"/>
                <w:lang w:eastAsia="ru-RU"/>
              </w:rPr>
            </w:pPr>
            <w:r>
              <w:rPr>
                <w:rFonts w:eastAsia="Times New Roman"/>
                <w:lang w:eastAsia="ru-RU"/>
              </w:rPr>
              <w:t>43162,6</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42837,6</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pPr>
              <w:rPr>
                <w:rFonts w:eastAsia="Times New Roman"/>
                <w:lang w:eastAsia="ru-RU"/>
              </w:rPr>
            </w:pP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bottom w:val="single" w:sz="4" w:space="0" w:color="auto"/>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r>
              <w:t>8286,9</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r>
              <w:t>936,0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r>
              <w:t>2228,6</w:t>
            </w: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t>2340,0</w:t>
            </w: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t>2507,1</w:t>
            </w:r>
          </w:p>
        </w:tc>
        <w:tc>
          <w:tcPr>
            <w:tcW w:w="108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t>2785,7</w:t>
            </w:r>
          </w:p>
        </w:tc>
      </w:tr>
      <w:tr w:rsidR="00795AB4" w:rsidRPr="004D300B" w:rsidTr="0009433F">
        <w:trPr>
          <w:trHeight w:val="264"/>
        </w:trPr>
        <w:tc>
          <w:tcPr>
            <w:tcW w:w="1995" w:type="dxa"/>
            <w:vMerge w:val="restart"/>
            <w:tcBorders>
              <w:top w:val="nil"/>
              <w:left w:val="single" w:sz="4" w:space="0" w:color="auto"/>
              <w:right w:val="single" w:sz="4" w:space="0" w:color="auto"/>
            </w:tcBorders>
            <w:shd w:val="clear" w:color="auto" w:fill="FFFFFF"/>
            <w:vAlign w:val="center"/>
          </w:tcPr>
          <w:p w:rsidR="00795AB4" w:rsidRPr="004D300B" w:rsidRDefault="00795AB4"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795AB4" w:rsidRPr="004D300B" w:rsidRDefault="00795AB4" w:rsidP="0009433F">
            <w:r w:rsidRPr="004D300B">
              <w:rPr>
                <w:b/>
              </w:rPr>
              <w:t>«Создание условий для обеспечения муниципального управления»</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24062,3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27580,8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25354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25196</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24047,3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27580,8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25354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25196</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4D300B" w:rsidRDefault="00795AB4" w:rsidP="0009433F"/>
        </w:tc>
        <w:tc>
          <w:tcPr>
            <w:tcW w:w="4500" w:type="dxa"/>
            <w:vMerge/>
            <w:tcBorders>
              <w:left w:val="nil"/>
              <w:bottom w:val="single" w:sz="4" w:space="0" w:color="auto"/>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p w:rsidR="00795AB4" w:rsidRDefault="00795AB4" w:rsidP="0009433F"/>
          <w:p w:rsidR="00795AB4" w:rsidRDefault="00795AB4" w:rsidP="0009433F"/>
          <w:p w:rsidR="00795AB4" w:rsidRDefault="00795AB4" w:rsidP="0009433F"/>
          <w:p w:rsidR="00795AB4" w:rsidRDefault="00795AB4" w:rsidP="0009433F"/>
          <w:p w:rsidR="00795AB4" w:rsidRPr="004D300B" w:rsidRDefault="00795AB4" w:rsidP="0009433F"/>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A6955" w:rsidRDefault="00795AB4" w:rsidP="0009433F">
            <w:r w:rsidRPr="00FA6955">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9</w:t>
            </w:r>
          </w:p>
        </w:tc>
      </w:tr>
      <w:tr w:rsidR="00795AB4" w:rsidRPr="004D300B"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795AB4" w:rsidRPr="004D300B" w:rsidRDefault="00795AB4"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795AB4" w:rsidRPr="004D300B" w:rsidRDefault="00795AB4" w:rsidP="0009433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19</w:t>
            </w:r>
            <w:r>
              <w:t>355,2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18813,9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20498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20562</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A6955" w:rsidRDefault="00795AB4" w:rsidP="0009433F">
            <w:pPr>
              <w:ind w:right="-57"/>
              <w:rPr>
                <w:bCs/>
              </w:rPr>
            </w:pPr>
            <w:r>
              <w:rPr>
                <w:bCs/>
              </w:rPr>
              <w:t>19340,2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18813,9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20498</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20562</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93017A" w:rsidRDefault="00795AB4"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63"/>
        </w:trPr>
        <w:tc>
          <w:tcPr>
            <w:tcW w:w="1995" w:type="dxa"/>
            <w:vMerge/>
            <w:tcBorders>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795AB4" w:rsidRPr="004D300B" w:rsidRDefault="00795AB4"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795AB4" w:rsidRPr="004D300B" w:rsidRDefault="00795AB4"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1166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1294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1166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1294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1300</w:t>
            </w:r>
          </w:p>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Управление резервным фондом</w:t>
            </w:r>
          </w:p>
          <w:p w:rsidR="00795AB4" w:rsidRPr="004D300B" w:rsidRDefault="00795AB4" w:rsidP="0009433F">
            <w:pPr>
              <w:ind w:right="-57"/>
            </w:pPr>
          </w:p>
          <w:p w:rsidR="00795AB4" w:rsidRPr="004D300B" w:rsidRDefault="00795AB4" w:rsidP="0009433F">
            <w:pPr>
              <w:ind w:right="-57"/>
            </w:pPr>
          </w:p>
          <w:p w:rsidR="00795AB4" w:rsidRPr="004D300B" w:rsidRDefault="00795AB4" w:rsidP="0009433F">
            <w:pPr>
              <w:ind w:right="-57"/>
            </w:pPr>
          </w:p>
          <w:p w:rsidR="00795AB4" w:rsidRPr="004D300B" w:rsidRDefault="00795AB4" w:rsidP="0009433F">
            <w:pPr>
              <w:ind w:right="-57"/>
            </w:pPr>
          </w:p>
          <w:p w:rsidR="00795AB4" w:rsidRPr="004D300B" w:rsidRDefault="00795AB4" w:rsidP="0009433F">
            <w:pPr>
              <w:ind w:right="-57"/>
            </w:pPr>
          </w:p>
          <w:p w:rsidR="00795AB4" w:rsidRPr="004D300B" w:rsidRDefault="00795AB4" w:rsidP="0009433F">
            <w:pPr>
              <w:ind w:right="-57"/>
            </w:pPr>
          </w:p>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4361,9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4361,9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w:t>
            </w:r>
            <w:r>
              <w:t>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w:t>
            </w:r>
            <w:r>
              <w:t>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120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A6955" w:rsidRDefault="00795AB4" w:rsidP="0009433F">
            <w:r w:rsidRPr="00FA6955">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A6955" w:rsidRDefault="00795AB4" w:rsidP="0009433F">
            <w:r w:rsidRPr="00FA6955">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A6955" w:rsidRDefault="00795AB4"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rsidRPr="004D300B">
              <w:t>9</w:t>
            </w:r>
          </w:p>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3075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3132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3204</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3075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3132</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3204</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Выплаты почетным гражданам</w:t>
            </w:r>
          </w:p>
          <w:p w:rsidR="00795AB4" w:rsidRPr="004D300B" w:rsidRDefault="00795AB4" w:rsidP="0009433F">
            <w:pPr>
              <w:ind w:right="-57"/>
            </w:pP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A121B6">
        <w:trPr>
          <w:gridAfter w:val="1"/>
          <w:wAfter w:w="448" w:type="dxa"/>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072" w:type="dxa"/>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r w:rsidRPr="004D300B">
              <w:t>Основное мероприятие 1.7</w:t>
            </w:r>
          </w:p>
          <w:p w:rsidR="00795AB4" w:rsidRPr="004D300B" w:rsidRDefault="00795AB4"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r w:rsidRPr="004D300B">
              <w:t>Обеспечение экологической безопасности и качества окружающей среды.</w:t>
            </w: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FA6955" w:rsidRDefault="00795AB4"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r w:rsidRPr="004D300B">
              <w:t>1</w:t>
            </w:r>
            <w:r>
              <w:t>0</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2520" w:type="dxa"/>
            <w:gridSpan w:val="2"/>
            <w:tcBorders>
              <w:top w:val="nil"/>
              <w:left w:val="nil"/>
              <w:bottom w:val="single" w:sz="4" w:space="0" w:color="auto"/>
              <w:right w:val="single" w:sz="4" w:space="0" w:color="auto"/>
            </w:tcBorders>
            <w:shd w:val="clear" w:color="auto" w:fill="FFFFFF"/>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A121B6" w:rsidRDefault="00795AB4" w:rsidP="000C5A53">
            <w:pPr>
              <w:ind w:right="-57"/>
              <w:rPr>
                <w:color w:val="0000FF"/>
              </w:rPr>
            </w:pPr>
            <w:r w:rsidRPr="00A121B6">
              <w:rPr>
                <w:color w:val="0000FF"/>
              </w:rPr>
              <w:t>Основное мероприятие 1.8</w:t>
            </w:r>
          </w:p>
          <w:p w:rsidR="00795AB4" w:rsidRPr="00A121B6" w:rsidRDefault="00795AB4"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795AB4" w:rsidRPr="00A121B6" w:rsidRDefault="00795AB4" w:rsidP="000D4B8A">
            <w:pPr>
              <w:rPr>
                <w:color w:val="0000FF"/>
              </w:rPr>
            </w:pPr>
            <w:r w:rsidRPr="00A121B6">
              <w:rPr>
                <w:color w:val="0000FF"/>
              </w:rPr>
              <w:t>Финансовое обеспечение других обязательств государства</w:t>
            </w:r>
          </w:p>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A121B6" w:rsidRDefault="00795AB4" w:rsidP="000C5A53">
            <w:pPr>
              <w:rPr>
                <w:color w:val="0000FF"/>
              </w:rPr>
            </w:pPr>
            <w:r w:rsidRPr="00A121B6">
              <w:rPr>
                <w:color w:val="0000FF"/>
              </w:rPr>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795AB4" w:rsidRPr="00A121B6" w:rsidRDefault="00795AB4" w:rsidP="000C5A53">
            <w:pPr>
              <w:rPr>
                <w:color w:val="0000FF"/>
              </w:rPr>
            </w:pPr>
            <w:r w:rsidRPr="00A121B6">
              <w:rPr>
                <w:color w:val="0000FF"/>
              </w:rPr>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A121B6" w:rsidRDefault="00795AB4" w:rsidP="000C5A53">
            <w:pPr>
              <w:rPr>
                <w:color w:val="0000FF"/>
              </w:rPr>
            </w:pPr>
            <w:r w:rsidRPr="00A121B6">
              <w:rPr>
                <w:color w:val="0000FF"/>
              </w:rPr>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A121B6" w:rsidRDefault="00795AB4" w:rsidP="000C5A53">
            <w:pPr>
              <w:rPr>
                <w:color w:val="0000FF"/>
              </w:rPr>
            </w:pPr>
            <w:r w:rsidRPr="00A121B6">
              <w:rPr>
                <w:color w:val="0000FF"/>
              </w:rPr>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795AB4" w:rsidRPr="00A121B6" w:rsidRDefault="00795AB4"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A121B6" w:rsidRDefault="00795AB4" w:rsidP="000C5A53">
            <w:pPr>
              <w:rPr>
                <w:color w:val="0000FF"/>
              </w:rPr>
            </w:pPr>
            <w:r w:rsidRPr="00A121B6">
              <w:rPr>
                <w:color w:val="0000FF"/>
              </w:rPr>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9C210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795AB4" w:rsidRPr="00A121B6" w:rsidRDefault="00795AB4" w:rsidP="000C5A53">
            <w:pPr>
              <w:rPr>
                <w:color w:val="0000FF"/>
              </w:rPr>
            </w:pPr>
            <w:r w:rsidRPr="00A121B6">
              <w:rPr>
                <w:color w:val="0000FF"/>
              </w:rPr>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A121B6" w:rsidRDefault="00795AB4"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795AB4" w:rsidRPr="004D300B" w:rsidRDefault="00795AB4" w:rsidP="0009433F"/>
        </w:tc>
      </w:tr>
      <w:tr w:rsidR="00795AB4" w:rsidRPr="004D300B" w:rsidTr="000D4B8A">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95AB4" w:rsidRPr="004D300B" w:rsidRDefault="00795AB4" w:rsidP="0009433F">
            <w:r>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9433F">
            <w:r>
              <w:t>9</w:t>
            </w:r>
          </w:p>
        </w:tc>
      </w:tr>
      <w:tr w:rsidR="00795AB4" w:rsidRPr="004D300B" w:rsidTr="000D4B8A">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795AB4" w:rsidRPr="004D300B" w:rsidRDefault="00795AB4"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09433F"/>
          <w:p w:rsidR="00795AB4" w:rsidRPr="004D300B" w:rsidRDefault="00795AB4" w:rsidP="0009433F"/>
          <w:p w:rsidR="00795AB4" w:rsidRPr="005A3E33" w:rsidRDefault="00795AB4"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795AB4" w:rsidRPr="004D300B" w:rsidRDefault="00795AB4" w:rsidP="0009433F">
            <w:r w:rsidRPr="005A3E33">
              <w:rPr>
                <w:b/>
              </w:rPr>
              <w:t xml:space="preserve"> объектах</w:t>
            </w:r>
            <w:r w:rsidRPr="004D300B">
              <w:t>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pPr>
              <w:rPr>
                <w:b/>
              </w:rPr>
            </w:pPr>
            <w:r w:rsidRPr="00516CFA">
              <w:rPr>
                <w:b/>
              </w:rPr>
              <w:t>15483,2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516CFA" w:rsidRDefault="00795AB4" w:rsidP="0009433F">
            <w:pPr>
              <w:rPr>
                <w:b/>
              </w:rPr>
            </w:pPr>
            <w:r>
              <w:rPr>
                <w:b/>
              </w:rPr>
              <w:t>16005,4</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sidRPr="00516CFA">
              <w:rPr>
                <w:b/>
              </w:rPr>
              <w:t>15274,7</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ind w:left="-24"/>
              <w:rPr>
                <w:b/>
              </w:rPr>
            </w:pPr>
            <w:r w:rsidRPr="00516CFA">
              <w:rPr>
                <w:b/>
              </w:rPr>
              <w:t>13686,8</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nil"/>
              <w:left w:val="nil"/>
              <w:bottom w:val="single" w:sz="4" w:space="0" w:color="auto"/>
              <w:right w:val="nil"/>
            </w:tcBorders>
            <w:vAlign w:val="bottom"/>
          </w:tcPr>
          <w:p w:rsidR="00795AB4" w:rsidRPr="00516CFA" w:rsidRDefault="00795AB4" w:rsidP="0009433F">
            <w:r w:rsidRPr="00516CFA">
              <w:t> </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nil"/>
              <w:left w:val="nil"/>
              <w:bottom w:val="single" w:sz="4" w:space="0" w:color="auto"/>
              <w:right w:val="nil"/>
            </w:tcBorders>
            <w:vAlign w:val="bottom"/>
          </w:tcPr>
          <w:p w:rsidR="00795AB4" w:rsidRPr="00516CFA" w:rsidRDefault="00795AB4" w:rsidP="0009433F">
            <w:r w:rsidRPr="00516CFA">
              <w:t> 20</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 </w:t>
            </w:r>
            <w:r>
              <w:t>26</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nil"/>
              <w:left w:val="nil"/>
              <w:bottom w:val="single" w:sz="4" w:space="0" w:color="auto"/>
              <w:right w:val="nil"/>
            </w:tcBorders>
            <w:vAlign w:val="bottom"/>
          </w:tcPr>
          <w:p w:rsidR="00795AB4" w:rsidRPr="00516CFA" w:rsidRDefault="00795AB4" w:rsidP="0009433F">
            <w:r w:rsidRPr="00516CFA">
              <w:t>15463,2</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t>15979,4</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t>15274,7</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t>13686,8</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t>13686,8</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pPr>
              <w:ind w:left="-24"/>
            </w:pPr>
            <w:r>
              <w:t>13686,8</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nil"/>
              <w:left w:val="nil"/>
              <w:bottom w:val="single" w:sz="4" w:space="0" w:color="auto"/>
              <w:right w:val="nil"/>
            </w:tcBorders>
            <w:vAlign w:val="bottom"/>
          </w:tcPr>
          <w:p w:rsidR="00795AB4" w:rsidRPr="004D300B" w:rsidRDefault="00795AB4"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nil"/>
              <w:left w:val="nil"/>
              <w:bottom w:val="single" w:sz="4" w:space="0" w:color="auto"/>
              <w:right w:val="nil"/>
            </w:tcBorders>
            <w:vAlign w:val="bottom"/>
          </w:tcPr>
          <w:p w:rsidR="00795AB4" w:rsidRPr="004D300B" w:rsidRDefault="00795AB4"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r>
      <w:tr w:rsidR="00795AB4" w:rsidRPr="004D300B" w:rsidTr="0009433F">
        <w:trPr>
          <w:trHeight w:val="315"/>
        </w:trPr>
        <w:tc>
          <w:tcPr>
            <w:tcW w:w="1995" w:type="dxa"/>
            <w:vMerge/>
            <w:tcBorders>
              <w:top w:val="nil"/>
              <w:left w:val="single" w:sz="4" w:space="0" w:color="auto"/>
              <w:bottom w:val="single" w:sz="4" w:space="0" w:color="000000"/>
              <w:right w:val="single" w:sz="4" w:space="0" w:color="auto"/>
            </w:tcBorders>
            <w:vAlign w:val="center"/>
          </w:tcPr>
          <w:p w:rsidR="00795AB4" w:rsidRPr="004D300B" w:rsidRDefault="00795AB4"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nil"/>
              <w:left w:val="nil"/>
              <w:bottom w:val="single" w:sz="4" w:space="0" w:color="auto"/>
              <w:right w:val="nil"/>
            </w:tcBorders>
            <w:vAlign w:val="bottom"/>
          </w:tcPr>
          <w:p w:rsidR="00795AB4" w:rsidRPr="004D300B" w:rsidRDefault="00795AB4"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tc>
        <w:tc>
          <w:tcPr>
            <w:tcW w:w="1080" w:type="dxa"/>
            <w:gridSpan w:val="2"/>
            <w:tcBorders>
              <w:top w:val="nil"/>
              <w:left w:val="nil"/>
              <w:bottom w:val="single" w:sz="4" w:space="0" w:color="auto"/>
              <w:right w:val="single" w:sz="4" w:space="0" w:color="auto"/>
            </w:tcBorders>
            <w:vAlign w:val="bottom"/>
          </w:tcPr>
          <w:p w:rsidR="00795AB4" w:rsidRPr="004D300B" w:rsidRDefault="00795AB4" w:rsidP="0009433F">
            <w:r w:rsidRPr="004D300B">
              <w:t> </w:t>
            </w:r>
          </w:p>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09433F"/>
          <w:p w:rsidR="00795AB4" w:rsidRPr="004D300B" w:rsidRDefault="00795AB4" w:rsidP="0009433F">
            <w:r w:rsidRPr="004D300B">
              <w:t>Обеспечение безопасности в чрезвычайных ситуациях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1447,4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1257,8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r>
              <w:t>20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r>
              <w:t>26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1427,4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1231,8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1243,1</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r w:rsidRPr="004D300B">
              <w:t>Финансовое обеспечение других обязательств государства</w:t>
            </w:r>
          </w:p>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2A1C96" w:rsidRDefault="00795AB4"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14747,6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14031,6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r>
      <w:tr w:rsidR="00795AB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2A1C96"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2A1C96"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795AB4" w:rsidRPr="002A1C96" w:rsidRDefault="00795AB4"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14747,6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14031,6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12443,7</w:t>
            </w:r>
          </w:p>
        </w:tc>
      </w:tr>
      <w:tr w:rsidR="00795AB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315"/>
        </w:trPr>
        <w:tc>
          <w:tcPr>
            <w:tcW w:w="1995" w:type="dxa"/>
            <w:vMerge/>
            <w:tcBorders>
              <w:top w:val="nil"/>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795AB4" w:rsidRDefault="00795AB4" w:rsidP="0009433F">
            <w:pPr>
              <w:rPr>
                <w:b/>
              </w:rPr>
            </w:pPr>
            <w:r w:rsidRPr="004D300B">
              <w:rPr>
                <w:b/>
              </w:rPr>
              <w:t>ПОДПРОГРАММА 3</w:t>
            </w:r>
          </w:p>
          <w:p w:rsidR="00795AB4" w:rsidRDefault="00795AB4" w:rsidP="0009433F">
            <w:pPr>
              <w:rPr>
                <w:b/>
              </w:rPr>
            </w:pPr>
          </w:p>
          <w:p w:rsidR="00795AB4" w:rsidRDefault="00795AB4" w:rsidP="0009433F">
            <w:pPr>
              <w:rPr>
                <w:b/>
              </w:rPr>
            </w:pPr>
          </w:p>
          <w:p w:rsidR="00795AB4" w:rsidRDefault="00795AB4" w:rsidP="0009433F">
            <w:pPr>
              <w:rPr>
                <w:b/>
              </w:rPr>
            </w:pPr>
          </w:p>
          <w:p w:rsidR="00795AB4" w:rsidRDefault="00795AB4" w:rsidP="0009433F">
            <w:pPr>
              <w:rPr>
                <w:b/>
              </w:rPr>
            </w:pPr>
          </w:p>
          <w:p w:rsidR="00795AB4" w:rsidRPr="004D300B" w:rsidRDefault="00795AB4" w:rsidP="0009433F">
            <w:pPr>
              <w:rPr>
                <w:b/>
              </w:rPr>
            </w:pPr>
          </w:p>
          <w:p w:rsidR="00795AB4" w:rsidRPr="004D300B" w:rsidRDefault="00795AB4" w:rsidP="0009433F"/>
        </w:tc>
        <w:tc>
          <w:tcPr>
            <w:tcW w:w="4500" w:type="dxa"/>
            <w:vMerge w:val="restart"/>
            <w:tcBorders>
              <w:top w:val="single" w:sz="4" w:space="0" w:color="auto"/>
              <w:left w:val="nil"/>
              <w:right w:val="single" w:sz="4" w:space="0" w:color="auto"/>
            </w:tcBorders>
          </w:tcPr>
          <w:p w:rsidR="00795AB4" w:rsidRPr="004D300B" w:rsidRDefault="00795AB4" w:rsidP="0009433F">
            <w:pPr>
              <w:rPr>
                <w:b/>
              </w:rPr>
            </w:pPr>
            <w:r w:rsidRPr="004D300B">
              <w:rPr>
                <w:b/>
              </w:rPr>
              <w:t>«Управление муниципальным имуществом» </w:t>
            </w: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pPr>
              <w:ind w:left="-198" w:right="-108"/>
              <w:jc w:val="center"/>
              <w:rPr>
                <w:b/>
                <w:bCs/>
              </w:rPr>
            </w:pPr>
            <w:r>
              <w:rPr>
                <w:b/>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B41B3" w:rsidRDefault="00795AB4" w:rsidP="0009433F">
            <w:pPr>
              <w:ind w:right="-108"/>
              <w:rPr>
                <w:b/>
                <w:bCs/>
              </w:rPr>
            </w:pPr>
            <w:r>
              <w:rPr>
                <w:b/>
                <w:bCs/>
              </w:rPr>
              <w:t>5751,2</w:t>
            </w:r>
          </w:p>
        </w:tc>
        <w:tc>
          <w:tcPr>
            <w:tcW w:w="1080" w:type="dxa"/>
            <w:gridSpan w:val="2"/>
            <w:tcBorders>
              <w:top w:val="single" w:sz="4" w:space="0" w:color="auto"/>
              <w:left w:val="nil"/>
              <w:bottom w:val="single" w:sz="4" w:space="0" w:color="auto"/>
              <w:right w:val="single" w:sz="4" w:space="0" w:color="auto"/>
            </w:tcBorders>
          </w:tcPr>
          <w:p w:rsidR="00795AB4" w:rsidRPr="004D300B" w:rsidRDefault="00795AB4" w:rsidP="0009433F">
            <w:pPr>
              <w:ind w:right="-108"/>
              <w:rPr>
                <w:b/>
                <w:bCs/>
              </w:rPr>
            </w:pPr>
          </w:p>
          <w:p w:rsidR="00795AB4" w:rsidRPr="004D300B" w:rsidRDefault="00795AB4" w:rsidP="0009433F">
            <w:pPr>
              <w:ind w:right="-108"/>
              <w:rPr>
                <w:b/>
                <w:bCs/>
              </w:rPr>
            </w:pPr>
            <w:r>
              <w:rPr>
                <w:b/>
                <w:bCs/>
              </w:rPr>
              <w:t>3320,7</w:t>
            </w:r>
          </w:p>
        </w:tc>
        <w:tc>
          <w:tcPr>
            <w:tcW w:w="1080" w:type="dxa"/>
            <w:gridSpan w:val="2"/>
            <w:tcBorders>
              <w:top w:val="single" w:sz="4" w:space="0" w:color="auto"/>
              <w:left w:val="nil"/>
              <w:bottom w:val="single" w:sz="4" w:space="0" w:color="auto"/>
              <w:right w:val="single" w:sz="4" w:space="0" w:color="auto"/>
            </w:tcBorders>
          </w:tcPr>
          <w:p w:rsidR="00795AB4" w:rsidRPr="004D300B" w:rsidRDefault="00795AB4" w:rsidP="0009433F">
            <w:pPr>
              <w:rPr>
                <w:b/>
              </w:rPr>
            </w:pPr>
          </w:p>
          <w:p w:rsidR="00795AB4" w:rsidRPr="004D300B" w:rsidRDefault="00795AB4"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795AB4" w:rsidRPr="004D300B" w:rsidRDefault="00795AB4" w:rsidP="0009433F">
            <w:pPr>
              <w:rPr>
                <w:b/>
              </w:rPr>
            </w:pPr>
          </w:p>
          <w:p w:rsidR="00795AB4" w:rsidRPr="004D300B" w:rsidRDefault="00795AB4"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795AB4" w:rsidRPr="004D300B" w:rsidRDefault="00795AB4" w:rsidP="0009433F">
            <w:pPr>
              <w:rPr>
                <w:b/>
              </w:rPr>
            </w:pPr>
          </w:p>
          <w:p w:rsidR="00795AB4" w:rsidRPr="004D300B" w:rsidRDefault="00795AB4" w:rsidP="0009433F">
            <w:pPr>
              <w:rPr>
                <w:b/>
              </w:rPr>
            </w:pPr>
            <w:r>
              <w:rPr>
                <w:b/>
              </w:rPr>
              <w:t>3327,8</w:t>
            </w:r>
          </w:p>
        </w:tc>
      </w:tr>
      <w:tr w:rsidR="00795AB4" w:rsidRPr="004D300B" w:rsidTr="00B65A3D">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rPr>
                <w:b/>
              </w:rPr>
            </w:pPr>
          </w:p>
        </w:tc>
        <w:tc>
          <w:tcPr>
            <w:tcW w:w="4500" w:type="dxa"/>
            <w:vMerge/>
            <w:tcBorders>
              <w:left w:val="nil"/>
              <w:right w:val="single" w:sz="4" w:space="0" w:color="auto"/>
            </w:tcBorders>
          </w:tcPr>
          <w:p w:rsidR="00795AB4" w:rsidRPr="004D300B" w:rsidRDefault="00795AB4" w:rsidP="0009433F">
            <w:pPr>
              <w:rPr>
                <w:b/>
              </w:rPr>
            </w:pPr>
          </w:p>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rPr>
                <w:b/>
              </w:rPr>
            </w:pPr>
          </w:p>
        </w:tc>
        <w:tc>
          <w:tcPr>
            <w:tcW w:w="4500" w:type="dxa"/>
            <w:vMerge/>
            <w:tcBorders>
              <w:left w:val="nil"/>
              <w:right w:val="single" w:sz="4" w:space="0" w:color="auto"/>
            </w:tcBorders>
          </w:tcPr>
          <w:p w:rsidR="00795AB4" w:rsidRPr="004D300B" w:rsidRDefault="00795AB4"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rPr>
                <w:b/>
              </w:rPr>
            </w:pPr>
          </w:p>
        </w:tc>
        <w:tc>
          <w:tcPr>
            <w:tcW w:w="4500" w:type="dxa"/>
            <w:vMerge/>
            <w:tcBorders>
              <w:left w:val="nil"/>
              <w:right w:val="single" w:sz="4" w:space="0" w:color="auto"/>
            </w:tcBorders>
          </w:tcPr>
          <w:p w:rsidR="00795AB4" w:rsidRPr="004D300B" w:rsidRDefault="00795AB4"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795AB4" w:rsidRPr="00EF7F4B" w:rsidRDefault="00795AB4" w:rsidP="0009433F">
            <w:pPr>
              <w:ind w:left="-198" w:right="-108"/>
              <w:jc w:val="center"/>
              <w:rPr>
                <w:bCs/>
              </w:rPr>
            </w:pPr>
            <w:r w:rsidRPr="00EF7F4B">
              <w:rPr>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EF7F4B" w:rsidRDefault="00795AB4" w:rsidP="0009433F">
            <w:pPr>
              <w:ind w:right="-108"/>
              <w:rPr>
                <w:bCs/>
              </w:rPr>
            </w:pPr>
            <w:r>
              <w:rPr>
                <w:bCs/>
              </w:rPr>
              <w:t>5751,2</w:t>
            </w:r>
          </w:p>
        </w:tc>
        <w:tc>
          <w:tcPr>
            <w:tcW w:w="1080" w:type="dxa"/>
            <w:gridSpan w:val="2"/>
            <w:tcBorders>
              <w:top w:val="single" w:sz="4" w:space="0" w:color="auto"/>
              <w:left w:val="nil"/>
              <w:bottom w:val="single" w:sz="4" w:space="0" w:color="auto"/>
              <w:right w:val="single" w:sz="4" w:space="0" w:color="auto"/>
            </w:tcBorders>
          </w:tcPr>
          <w:p w:rsidR="00795AB4" w:rsidRPr="00EF7F4B" w:rsidRDefault="00795AB4" w:rsidP="0009433F">
            <w:pPr>
              <w:ind w:right="-108"/>
              <w:rPr>
                <w:bCs/>
              </w:rPr>
            </w:pPr>
            <w:r w:rsidRPr="00EF7F4B">
              <w:rPr>
                <w:bCs/>
              </w:rPr>
              <w:t>3320,7</w:t>
            </w:r>
          </w:p>
        </w:tc>
        <w:tc>
          <w:tcPr>
            <w:tcW w:w="1080" w:type="dxa"/>
            <w:gridSpan w:val="2"/>
            <w:tcBorders>
              <w:top w:val="single" w:sz="4" w:space="0" w:color="auto"/>
              <w:left w:val="nil"/>
              <w:bottom w:val="single" w:sz="4" w:space="0" w:color="auto"/>
              <w:right w:val="single" w:sz="4" w:space="0" w:color="auto"/>
            </w:tcBorders>
          </w:tcPr>
          <w:p w:rsidR="00795AB4" w:rsidRPr="00EF7F4B" w:rsidRDefault="00795AB4"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795AB4" w:rsidRPr="00EF7F4B" w:rsidRDefault="00795AB4"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795AB4" w:rsidRPr="00EF7F4B" w:rsidRDefault="00795AB4" w:rsidP="0009433F">
            <w:r w:rsidRPr="00EF7F4B">
              <w:t>3327,8</w:t>
            </w:r>
          </w:p>
        </w:tc>
      </w:tr>
      <w:tr w:rsidR="00795AB4" w:rsidRPr="004D300B" w:rsidTr="00B65A3D">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rPr>
                <w:b/>
              </w:rPr>
            </w:pPr>
          </w:p>
        </w:tc>
        <w:tc>
          <w:tcPr>
            <w:tcW w:w="4500" w:type="dxa"/>
            <w:vMerge/>
            <w:tcBorders>
              <w:left w:val="nil"/>
              <w:right w:val="single" w:sz="4" w:space="0" w:color="auto"/>
            </w:tcBorders>
          </w:tcPr>
          <w:p w:rsidR="00795AB4" w:rsidRPr="004D300B" w:rsidRDefault="00795AB4" w:rsidP="0009433F">
            <w:pPr>
              <w:rPr>
                <w:b/>
              </w:rPr>
            </w:pPr>
          </w:p>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pPr>
              <w:rPr>
                <w:b/>
              </w:rPr>
            </w:pPr>
          </w:p>
        </w:tc>
        <w:tc>
          <w:tcPr>
            <w:tcW w:w="4500" w:type="dxa"/>
            <w:vMerge/>
            <w:tcBorders>
              <w:left w:val="nil"/>
              <w:right w:val="single" w:sz="4" w:space="0" w:color="auto"/>
            </w:tcBorders>
          </w:tcPr>
          <w:p w:rsidR="00795AB4" w:rsidRPr="004D300B" w:rsidRDefault="00795AB4"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B65A3D">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985347">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3</w:t>
            </w:r>
          </w:p>
        </w:tc>
        <w:tc>
          <w:tcPr>
            <w:tcW w:w="1260" w:type="dxa"/>
            <w:gridSpan w:val="2"/>
            <w:tcBorders>
              <w:top w:val="single" w:sz="4" w:space="0" w:color="auto"/>
              <w:left w:val="single" w:sz="4" w:space="0" w:color="auto"/>
              <w:bottom w:val="single" w:sz="4" w:space="0" w:color="auto"/>
              <w:right w:val="nil"/>
            </w:tcBorders>
            <w:vAlign w:val="center"/>
          </w:tcPr>
          <w:p w:rsidR="00795AB4" w:rsidRPr="004D300B" w:rsidRDefault="00795AB4"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C5A53">
            <w:r w:rsidRPr="004D300B">
              <w:t>6</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C5A53">
            <w:r w:rsidRPr="004D300B">
              <w:t>7</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C5A53">
            <w:r w:rsidRPr="004D300B">
              <w:t>8</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C5A53">
            <w:r w:rsidRPr="004D300B">
              <w:t>9</w:t>
            </w:r>
          </w:p>
        </w:tc>
      </w:tr>
      <w:tr w:rsidR="00795AB4" w:rsidRPr="004D300B" w:rsidTr="00B65A3D">
        <w:trPr>
          <w:trHeight w:val="315"/>
        </w:trPr>
        <w:tc>
          <w:tcPr>
            <w:tcW w:w="1995" w:type="dxa"/>
            <w:vMerge w:val="restart"/>
            <w:tcBorders>
              <w:top w:val="single" w:sz="4" w:space="0" w:color="auto"/>
              <w:left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3.1</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nil"/>
              <w:right w:val="single" w:sz="4" w:space="0" w:color="auto"/>
            </w:tcBorders>
          </w:tcPr>
          <w:p w:rsidR="00795AB4" w:rsidRPr="004D300B" w:rsidRDefault="00795AB4" w:rsidP="0009433F">
            <w:r w:rsidRPr="004D300B">
              <w:t xml:space="preserve"> Техническая инвентаризация, оценка имущества для принятия управленческих решений</w:t>
            </w: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795AB4" w:rsidRPr="004D300B" w:rsidRDefault="00795AB4"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t>52,5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795AB4" w:rsidRPr="004D300B" w:rsidRDefault="00795AB4"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t>52,5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55,1</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val="restart"/>
            <w:tcBorders>
              <w:top w:val="single" w:sz="4" w:space="0" w:color="auto"/>
              <w:left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3.2</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nil"/>
              <w:right w:val="single" w:sz="4" w:space="0" w:color="auto"/>
            </w:tcBorders>
          </w:tcPr>
          <w:p w:rsidR="00795AB4" w:rsidRPr="004D300B" w:rsidRDefault="00795AB4" w:rsidP="0009433F">
            <w:r w:rsidRPr="004D300B">
              <w:t>Содержание имущества и проведение ремонтных работ</w:t>
            </w: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r>
              <w:t>2700,0</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r w:rsidRPr="00FA6955">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r>
              <w:t>2700,0</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r w:rsidRPr="00FA6955">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rsidRPr="004D300B">
              <w:t>0</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val="restart"/>
            <w:tcBorders>
              <w:top w:val="nil"/>
              <w:left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3.3</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nil"/>
              <w:right w:val="single" w:sz="4" w:space="0" w:color="auto"/>
            </w:tcBorders>
          </w:tcPr>
          <w:p w:rsidR="00795AB4" w:rsidRPr="004D300B" w:rsidRDefault="00795AB4"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r>
              <w:t>237,5</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299"/>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3.4</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single" w:sz="4" w:space="0" w:color="auto"/>
              <w:bottom w:val="single" w:sz="4" w:space="0" w:color="auto"/>
              <w:right w:val="single" w:sz="4" w:space="0" w:color="auto"/>
            </w:tcBorders>
          </w:tcPr>
          <w:p w:rsidR="00795AB4" w:rsidRPr="004D300B" w:rsidRDefault="00795AB4"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r>
              <w:t>160,0</w:t>
            </w:r>
            <w:r w:rsidRPr="00FA6955">
              <w:t> </w:t>
            </w:r>
          </w:p>
        </w:tc>
        <w:tc>
          <w:tcPr>
            <w:tcW w:w="1080" w:type="dxa"/>
            <w:gridSpan w:val="2"/>
            <w:tcBorders>
              <w:top w:val="single" w:sz="4" w:space="0" w:color="auto"/>
              <w:left w:val="single" w:sz="4" w:space="0" w:color="auto"/>
              <w:bottom w:val="single" w:sz="4" w:space="0" w:color="auto"/>
              <w:right w:val="single" w:sz="4" w:space="0" w:color="auto"/>
            </w:tcBorders>
          </w:tcPr>
          <w:p w:rsidR="00795AB4" w:rsidRPr="00FA6955" w:rsidRDefault="00795AB4" w:rsidP="0009433F">
            <w:r>
              <w:t>240,3</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2</w:t>
            </w:r>
            <w:r>
              <w:t>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2</w:t>
            </w:r>
            <w:r>
              <w:t>50,6</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r>
              <w:t>160,0</w:t>
            </w:r>
            <w:r w:rsidRPr="00FA6955">
              <w:t> </w:t>
            </w:r>
          </w:p>
        </w:tc>
        <w:tc>
          <w:tcPr>
            <w:tcW w:w="1080" w:type="dxa"/>
            <w:gridSpan w:val="2"/>
            <w:tcBorders>
              <w:top w:val="single" w:sz="4" w:space="0" w:color="auto"/>
              <w:left w:val="single" w:sz="4" w:space="0" w:color="auto"/>
              <w:bottom w:val="single" w:sz="4" w:space="0" w:color="auto"/>
              <w:right w:val="single" w:sz="4" w:space="0" w:color="auto"/>
            </w:tcBorders>
          </w:tcPr>
          <w:p w:rsidR="00795AB4" w:rsidRPr="00FA6955" w:rsidRDefault="00795AB4" w:rsidP="0009433F">
            <w:r>
              <w:t>240,3</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2</w:t>
            </w:r>
            <w:r>
              <w:t>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rsidRPr="004D300B">
              <w:t>2</w:t>
            </w:r>
            <w:r>
              <w:t>50,6</w:t>
            </w:r>
          </w:p>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top w:val="single" w:sz="4" w:space="0" w:color="auto"/>
              <w:left w:val="single" w:sz="4" w:space="0" w:color="auto"/>
              <w:bottom w:val="single" w:sz="4" w:space="0" w:color="auto"/>
              <w:right w:val="single" w:sz="4" w:space="0" w:color="auto"/>
            </w:tcBorders>
          </w:tcPr>
          <w:p w:rsidR="00795AB4" w:rsidRPr="004D300B" w:rsidRDefault="00795AB4"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Default="00795AB4" w:rsidP="0009433F">
            <w:r w:rsidRPr="004D300B">
              <w:t>юридические лица</w:t>
            </w:r>
          </w:p>
          <w:p w:rsidR="00795AB4" w:rsidRDefault="00795AB4" w:rsidP="0009433F"/>
          <w:p w:rsidR="00795AB4" w:rsidRDefault="00795AB4" w:rsidP="0009433F"/>
          <w:p w:rsidR="00795AB4" w:rsidRPr="004D300B" w:rsidRDefault="00795AB4" w:rsidP="0009433F"/>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A6955"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r>
      <w:tr w:rsidR="00795AB4" w:rsidRPr="004D300B" w:rsidTr="00BD6E38">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3</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6</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7</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9</w:t>
            </w:r>
          </w:p>
        </w:tc>
      </w:tr>
      <w:tr w:rsidR="00795AB4" w:rsidRPr="004D300B" w:rsidTr="0009433F">
        <w:trPr>
          <w:trHeight w:val="315"/>
        </w:trPr>
        <w:tc>
          <w:tcPr>
            <w:tcW w:w="1995" w:type="dxa"/>
            <w:vMerge w:val="restart"/>
            <w:tcBorders>
              <w:top w:val="single" w:sz="4" w:space="0" w:color="auto"/>
              <w:left w:val="single" w:sz="4" w:space="0" w:color="auto"/>
              <w:right w:val="single" w:sz="4" w:space="0" w:color="auto"/>
            </w:tcBorders>
            <w:vAlign w:val="center"/>
          </w:tcPr>
          <w:p w:rsidR="00795AB4" w:rsidRPr="004D300B" w:rsidRDefault="00795AB4" w:rsidP="0009433F">
            <w:r w:rsidRPr="004D300B">
              <w:t xml:space="preserve">Основное </w:t>
            </w:r>
            <w:r w:rsidRPr="004D300B">
              <w:br/>
              <w:t>мероприятие 3.5</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nil"/>
              <w:right w:val="single" w:sz="4" w:space="0" w:color="auto"/>
            </w:tcBorders>
          </w:tcPr>
          <w:p w:rsidR="00795AB4" w:rsidRPr="004D300B" w:rsidRDefault="00795AB4" w:rsidP="0009433F">
            <w:pPr>
              <w:ind w:right="-57"/>
            </w:pPr>
            <w:r w:rsidRPr="004D300B">
              <w:t>Обеспечение деятельности МКУ «Отдел по управлению муниципальным имуществом».</w:t>
            </w:r>
          </w:p>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pPr>
              <w:ind w:right="-57"/>
            </w:pPr>
            <w:r w:rsidRPr="00FA6955">
              <w:t>27</w:t>
            </w:r>
            <w:r>
              <w:t>38,7</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pPr>
              <w:ind w:right="-57"/>
            </w:pPr>
            <w:r w:rsidRPr="00FA6955">
              <w:t>27</w:t>
            </w:r>
            <w:r>
              <w:t>87,8</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795AB4" w:rsidRPr="00FA6955" w:rsidRDefault="00795AB4"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FA6955" w:rsidRDefault="00795AB4" w:rsidP="0009433F">
            <w:pPr>
              <w:ind w:right="-57"/>
            </w:pPr>
            <w:r w:rsidRPr="00FA6955">
              <w:t>27</w:t>
            </w:r>
            <w:r>
              <w:t>38,7</w:t>
            </w:r>
          </w:p>
        </w:tc>
        <w:tc>
          <w:tcPr>
            <w:tcW w:w="1080" w:type="dxa"/>
            <w:gridSpan w:val="2"/>
            <w:tcBorders>
              <w:top w:val="single" w:sz="4" w:space="0" w:color="auto"/>
              <w:left w:val="nil"/>
              <w:bottom w:val="single" w:sz="4" w:space="0" w:color="auto"/>
              <w:right w:val="single" w:sz="4" w:space="0" w:color="auto"/>
            </w:tcBorders>
            <w:vAlign w:val="center"/>
          </w:tcPr>
          <w:p w:rsidR="00795AB4" w:rsidRPr="00FA6955" w:rsidRDefault="00795AB4" w:rsidP="0009433F">
            <w:pPr>
              <w:ind w:right="-57"/>
            </w:pPr>
            <w:r w:rsidRPr="00FA6955">
              <w:t>27</w:t>
            </w:r>
            <w:r>
              <w:t>87,8</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9433F">
            <w:pPr>
              <w:ind w:right="-57"/>
            </w:pPr>
            <w:r w:rsidRPr="004D300B">
              <w:t>27</w:t>
            </w:r>
            <w:r>
              <w:t>84,6</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tcPr>
          <w:p w:rsidR="00795AB4" w:rsidRPr="0093017A" w:rsidRDefault="00795AB4"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241"/>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294"/>
        </w:trPr>
        <w:tc>
          <w:tcPr>
            <w:tcW w:w="1995" w:type="dxa"/>
            <w:vMerge w:val="restart"/>
            <w:tcBorders>
              <w:top w:val="single" w:sz="4" w:space="0" w:color="auto"/>
              <w:left w:val="single" w:sz="4" w:space="0" w:color="auto"/>
              <w:right w:val="single" w:sz="4" w:space="0" w:color="auto"/>
            </w:tcBorders>
            <w:vAlign w:val="center"/>
          </w:tcPr>
          <w:p w:rsidR="00795AB4" w:rsidRPr="004D300B" w:rsidRDefault="00795AB4" w:rsidP="0009433F">
            <w:pPr>
              <w:rPr>
                <w:b/>
              </w:rPr>
            </w:pPr>
            <w:r w:rsidRPr="004D300B">
              <w:rPr>
                <w:b/>
              </w:rPr>
              <w:t>ПОДПРОГРАММА 4</w:t>
            </w:r>
          </w:p>
          <w:p w:rsidR="00795AB4" w:rsidRPr="004D300B" w:rsidRDefault="00795AB4" w:rsidP="0009433F"/>
          <w:p w:rsidR="00795AB4" w:rsidRPr="004D300B" w:rsidRDefault="00795AB4" w:rsidP="0009433F"/>
          <w:p w:rsidR="00795AB4" w:rsidRPr="004D300B" w:rsidRDefault="00795AB4" w:rsidP="0009433F"/>
        </w:tc>
        <w:tc>
          <w:tcPr>
            <w:tcW w:w="4500" w:type="dxa"/>
            <w:vMerge w:val="restart"/>
            <w:tcBorders>
              <w:top w:val="single" w:sz="4" w:space="0" w:color="auto"/>
              <w:left w:val="nil"/>
              <w:right w:val="single" w:sz="4" w:space="0" w:color="auto"/>
            </w:tcBorders>
            <w:vAlign w:val="center"/>
          </w:tcPr>
          <w:p w:rsidR="00795AB4" w:rsidRPr="007876FC" w:rsidRDefault="00795AB4"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795AB4" w:rsidRPr="004D300B" w:rsidRDefault="00795AB4" w:rsidP="0009433F">
            <w:pPr>
              <w:rPr>
                <w:b/>
              </w:rPr>
            </w:pPr>
          </w:p>
          <w:p w:rsidR="00795AB4" w:rsidRPr="004D300B" w:rsidRDefault="00795AB4" w:rsidP="0009433F">
            <w:pPr>
              <w:tabs>
                <w:tab w:val="left" w:pos="2542"/>
              </w:tabs>
              <w:rPr>
                <w:b/>
              </w:rPr>
            </w:pPr>
          </w:p>
          <w:p w:rsidR="00795AB4" w:rsidRPr="004D300B" w:rsidRDefault="00795AB4" w:rsidP="0009433F">
            <w:pPr>
              <w:rPr>
                <w:b/>
              </w:rPr>
            </w:pPr>
          </w:p>
          <w:p w:rsidR="00795AB4" w:rsidRPr="004D300B" w:rsidRDefault="00795AB4" w:rsidP="0009433F"/>
        </w:tc>
        <w:tc>
          <w:tcPr>
            <w:tcW w:w="2520" w:type="dxa"/>
            <w:gridSpan w:val="2"/>
            <w:tcBorders>
              <w:top w:val="single" w:sz="4" w:space="0" w:color="auto"/>
              <w:left w:val="nil"/>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right w:val="nil"/>
            </w:tcBorders>
            <w:vAlign w:val="bottom"/>
          </w:tcPr>
          <w:p w:rsidR="00795AB4" w:rsidRPr="00516CFA" w:rsidRDefault="00795AB4" w:rsidP="0009433F">
            <w:pPr>
              <w:rPr>
                <w:b/>
              </w:rPr>
            </w:pPr>
            <w:r w:rsidRPr="00516CFA">
              <w:rPr>
                <w:b/>
              </w:rPr>
              <w:t>10539,117</w:t>
            </w:r>
          </w:p>
        </w:tc>
        <w:tc>
          <w:tcPr>
            <w:tcW w:w="1080" w:type="dxa"/>
            <w:gridSpan w:val="2"/>
            <w:tcBorders>
              <w:top w:val="single" w:sz="4" w:space="0" w:color="auto"/>
              <w:left w:val="single" w:sz="4" w:space="0" w:color="auto"/>
              <w:right w:val="single" w:sz="4" w:space="0" w:color="auto"/>
            </w:tcBorders>
            <w:vAlign w:val="bottom"/>
          </w:tcPr>
          <w:p w:rsidR="00795AB4" w:rsidRPr="00516CFA" w:rsidRDefault="00795AB4" w:rsidP="0009433F">
            <w:pPr>
              <w:rPr>
                <w:b/>
              </w:rPr>
            </w:pPr>
            <w:r>
              <w:rPr>
                <w:b/>
              </w:rPr>
              <w:t>14</w:t>
            </w:r>
            <w:r w:rsidRPr="00516CFA">
              <w:rPr>
                <w:b/>
              </w:rPr>
              <w:t>00,00</w:t>
            </w:r>
          </w:p>
        </w:tc>
        <w:tc>
          <w:tcPr>
            <w:tcW w:w="1080" w:type="dxa"/>
            <w:gridSpan w:val="2"/>
            <w:tcBorders>
              <w:top w:val="single" w:sz="4" w:space="0" w:color="auto"/>
              <w:left w:val="nil"/>
              <w:right w:val="single" w:sz="4" w:space="0" w:color="auto"/>
            </w:tcBorders>
            <w:vAlign w:val="bottom"/>
          </w:tcPr>
          <w:p w:rsidR="00795AB4" w:rsidRPr="00516CFA" w:rsidRDefault="00795AB4" w:rsidP="0009433F">
            <w:pPr>
              <w:rPr>
                <w:b/>
              </w:rPr>
            </w:pPr>
            <w:r>
              <w:rPr>
                <w:b/>
              </w:rPr>
              <w:t>3428,57</w:t>
            </w:r>
          </w:p>
        </w:tc>
        <w:tc>
          <w:tcPr>
            <w:tcW w:w="1080" w:type="dxa"/>
            <w:gridSpan w:val="2"/>
            <w:tcBorders>
              <w:top w:val="single" w:sz="4" w:space="0" w:color="auto"/>
              <w:left w:val="nil"/>
              <w:right w:val="single" w:sz="4" w:space="0" w:color="auto"/>
            </w:tcBorders>
            <w:vAlign w:val="bottom"/>
          </w:tcPr>
          <w:p w:rsidR="00795AB4" w:rsidRPr="00516CFA" w:rsidRDefault="00795AB4" w:rsidP="0009433F">
            <w:pPr>
              <w:rPr>
                <w:b/>
              </w:rPr>
            </w:pPr>
            <w:r>
              <w:rPr>
                <w:b/>
              </w:rPr>
              <w:t>36</w:t>
            </w:r>
            <w:r w:rsidRPr="00516CFA">
              <w:rPr>
                <w:b/>
              </w:rPr>
              <w:t>00,00</w:t>
            </w:r>
          </w:p>
        </w:tc>
        <w:tc>
          <w:tcPr>
            <w:tcW w:w="1080" w:type="dxa"/>
            <w:gridSpan w:val="2"/>
            <w:tcBorders>
              <w:top w:val="single" w:sz="4" w:space="0" w:color="auto"/>
              <w:left w:val="nil"/>
              <w:right w:val="single" w:sz="4" w:space="0" w:color="auto"/>
            </w:tcBorders>
            <w:vAlign w:val="bottom"/>
          </w:tcPr>
          <w:p w:rsidR="00795AB4" w:rsidRPr="00516CFA" w:rsidRDefault="00795AB4" w:rsidP="0009433F">
            <w:pPr>
              <w:rPr>
                <w:b/>
              </w:rPr>
            </w:pPr>
            <w:r>
              <w:rPr>
                <w:b/>
              </w:rPr>
              <w:t>3857,14</w:t>
            </w:r>
          </w:p>
        </w:tc>
        <w:tc>
          <w:tcPr>
            <w:tcW w:w="1080" w:type="dxa"/>
            <w:gridSpan w:val="2"/>
            <w:tcBorders>
              <w:top w:val="single" w:sz="4" w:space="0" w:color="auto"/>
              <w:left w:val="nil"/>
              <w:right w:val="single" w:sz="4" w:space="0" w:color="auto"/>
            </w:tcBorders>
            <w:vAlign w:val="bottom"/>
          </w:tcPr>
          <w:p w:rsidR="00795AB4" w:rsidRPr="00516CFA" w:rsidRDefault="00795AB4" w:rsidP="0009433F">
            <w:pPr>
              <w:rPr>
                <w:b/>
              </w:rPr>
            </w:pPr>
            <w:r>
              <w:rPr>
                <w:b/>
              </w:rPr>
              <w:t>4285,71</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15"/>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41"/>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936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2228,57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2507,14</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2785,71</w:t>
            </w:r>
          </w:p>
        </w:tc>
      </w:tr>
      <w:tr w:rsidR="00795AB4" w:rsidRPr="004D300B" w:rsidTr="0009433F">
        <w:trPr>
          <w:trHeight w:val="341"/>
        </w:trPr>
        <w:tc>
          <w:tcPr>
            <w:tcW w:w="1995" w:type="dxa"/>
            <w:vMerge w:val="restart"/>
            <w:tcBorders>
              <w:left w:val="single" w:sz="4" w:space="0" w:color="auto"/>
              <w:right w:val="single" w:sz="4" w:space="0" w:color="auto"/>
            </w:tcBorders>
            <w:vAlign w:val="center"/>
          </w:tcPr>
          <w:p w:rsidR="00795AB4" w:rsidRPr="004D300B" w:rsidRDefault="00795AB4" w:rsidP="0009433F">
            <w:r>
              <w:t>Основное мероприятие 4.1.</w:t>
            </w:r>
          </w:p>
        </w:tc>
        <w:tc>
          <w:tcPr>
            <w:tcW w:w="4500" w:type="dxa"/>
            <w:vMerge w:val="restart"/>
            <w:tcBorders>
              <w:left w:val="nil"/>
              <w:right w:val="single" w:sz="4" w:space="0" w:color="auto"/>
            </w:tcBorders>
            <w:vAlign w:val="center"/>
          </w:tcPr>
          <w:p w:rsidR="00795AB4" w:rsidRPr="007876FC" w:rsidRDefault="00795AB4" w:rsidP="0009433F">
            <w:r w:rsidRPr="007876FC">
              <w:t>Обеспечение жильем молодых семей</w:t>
            </w:r>
          </w:p>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pPr>
              <w:rPr>
                <w:b/>
              </w:rPr>
            </w:pPr>
            <w:r w:rsidRPr="00516CFA">
              <w:rPr>
                <w:b/>
              </w:rPr>
              <w:t>10539,117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516CFA" w:rsidRDefault="00795AB4" w:rsidP="0009433F">
            <w:pPr>
              <w:rPr>
                <w:b/>
              </w:rPr>
            </w:pPr>
            <w:r>
              <w:rPr>
                <w:b/>
              </w:rPr>
              <w:t>14</w:t>
            </w:r>
            <w:r w:rsidRPr="00516CFA">
              <w:rPr>
                <w:b/>
              </w:rPr>
              <w:t>00,00</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Pr>
                <w:b/>
              </w:rPr>
              <w:t>3428,57</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Pr>
                <w:b/>
              </w:rPr>
              <w:t>36</w:t>
            </w:r>
            <w:r w:rsidRPr="00516CFA">
              <w:rPr>
                <w:b/>
              </w:rPr>
              <w:t>00,00</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Pr>
                <w:b/>
              </w:rPr>
              <w:t>3857,14</w:t>
            </w:r>
          </w:p>
        </w:tc>
        <w:tc>
          <w:tcPr>
            <w:tcW w:w="1080" w:type="dxa"/>
            <w:gridSpan w:val="2"/>
            <w:tcBorders>
              <w:top w:val="single" w:sz="4" w:space="0" w:color="auto"/>
              <w:left w:val="nil"/>
              <w:bottom w:val="single" w:sz="4" w:space="0" w:color="auto"/>
              <w:right w:val="single" w:sz="4" w:space="0" w:color="auto"/>
            </w:tcBorders>
            <w:vAlign w:val="bottom"/>
          </w:tcPr>
          <w:p w:rsidR="00795AB4" w:rsidRPr="00516CFA" w:rsidRDefault="00795AB4" w:rsidP="0009433F">
            <w:pPr>
              <w:rPr>
                <w:b/>
              </w:rPr>
            </w:pPr>
            <w:r>
              <w:rPr>
                <w:b/>
              </w:rPr>
              <w:t>4285,71</w:t>
            </w:r>
          </w:p>
        </w:tc>
      </w:tr>
      <w:tr w:rsidR="00795AB4" w:rsidRPr="004D300B" w:rsidTr="0009433F">
        <w:trPr>
          <w:trHeight w:val="341"/>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41"/>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41"/>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795AB4" w:rsidRPr="00516CFA" w:rsidRDefault="00795AB4"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500,00</w:t>
            </w:r>
          </w:p>
        </w:tc>
      </w:tr>
      <w:tr w:rsidR="00795AB4" w:rsidRPr="004D300B" w:rsidTr="0009433F">
        <w:trPr>
          <w:trHeight w:val="341"/>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93017A" w:rsidRDefault="00795AB4"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41"/>
        </w:trPr>
        <w:tc>
          <w:tcPr>
            <w:tcW w:w="1995" w:type="dxa"/>
            <w:vMerge/>
            <w:tcBorders>
              <w:left w:val="single" w:sz="4" w:space="0" w:color="auto"/>
              <w:right w:val="single" w:sz="4" w:space="0" w:color="auto"/>
            </w:tcBorders>
            <w:vAlign w:val="center"/>
          </w:tcPr>
          <w:p w:rsidR="00795AB4" w:rsidRPr="004D300B" w:rsidRDefault="00795AB4" w:rsidP="0009433F"/>
        </w:tc>
        <w:tc>
          <w:tcPr>
            <w:tcW w:w="4500" w:type="dxa"/>
            <w:vMerge/>
            <w:tcBorders>
              <w:left w:val="nil"/>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tc>
      </w:tr>
      <w:tr w:rsidR="00795AB4" w:rsidRPr="004D300B" w:rsidTr="0009433F">
        <w:trPr>
          <w:trHeight w:val="341"/>
        </w:trPr>
        <w:tc>
          <w:tcPr>
            <w:tcW w:w="1995" w:type="dxa"/>
            <w:vMerge/>
            <w:tcBorders>
              <w:left w:val="single" w:sz="4" w:space="0" w:color="auto"/>
              <w:bottom w:val="single" w:sz="4" w:space="0" w:color="auto"/>
              <w:right w:val="single" w:sz="4" w:space="0" w:color="auto"/>
            </w:tcBorders>
            <w:vAlign w:val="center"/>
          </w:tcPr>
          <w:p w:rsidR="00795AB4" w:rsidRPr="004D300B" w:rsidRDefault="00795AB4" w:rsidP="0009433F"/>
        </w:tc>
        <w:tc>
          <w:tcPr>
            <w:tcW w:w="4500" w:type="dxa"/>
            <w:vMerge/>
            <w:tcBorders>
              <w:left w:val="nil"/>
              <w:bottom w:val="single" w:sz="4" w:space="0" w:color="auto"/>
              <w:right w:val="single" w:sz="4" w:space="0" w:color="auto"/>
            </w:tcBorders>
            <w:vAlign w:val="center"/>
          </w:tcPr>
          <w:p w:rsidR="00795AB4" w:rsidRPr="004D300B"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795AB4" w:rsidRPr="004D300B" w:rsidRDefault="00795AB4"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4D300B" w:rsidRDefault="00795AB4" w:rsidP="0009433F">
            <w:r>
              <w:t>936</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2228,57</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2507,14</w:t>
            </w:r>
          </w:p>
        </w:tc>
        <w:tc>
          <w:tcPr>
            <w:tcW w:w="1080" w:type="dxa"/>
            <w:gridSpan w:val="2"/>
            <w:tcBorders>
              <w:top w:val="single" w:sz="4" w:space="0" w:color="auto"/>
              <w:left w:val="nil"/>
              <w:bottom w:val="single" w:sz="4" w:space="0" w:color="auto"/>
              <w:right w:val="single" w:sz="4" w:space="0" w:color="auto"/>
            </w:tcBorders>
            <w:vAlign w:val="bottom"/>
          </w:tcPr>
          <w:p w:rsidR="00795AB4" w:rsidRPr="004D300B" w:rsidRDefault="00795AB4" w:rsidP="0009433F">
            <w:r>
              <w:t>2785,71</w:t>
            </w:r>
          </w:p>
        </w:tc>
      </w:tr>
      <w:tr w:rsidR="00795AB4" w:rsidRPr="00FE7C4D" w:rsidTr="0009433F">
        <w:trPr>
          <w:trHeight w:val="315"/>
        </w:trPr>
        <w:tc>
          <w:tcPr>
            <w:tcW w:w="1995" w:type="dxa"/>
            <w:vMerge w:val="restart"/>
            <w:tcBorders>
              <w:top w:val="nil"/>
              <w:left w:val="single" w:sz="4" w:space="0" w:color="auto"/>
              <w:right w:val="single" w:sz="4" w:space="0" w:color="auto"/>
            </w:tcBorders>
            <w:shd w:val="clear" w:color="auto" w:fill="FFFFFF"/>
            <w:vAlign w:val="center"/>
          </w:tcPr>
          <w:p w:rsidR="00795AB4" w:rsidRPr="00FE7C4D" w:rsidRDefault="00795AB4" w:rsidP="0009433F">
            <w:pPr>
              <w:rPr>
                <w:b/>
              </w:rPr>
            </w:pPr>
            <w:r w:rsidRPr="00FE7C4D">
              <w:rPr>
                <w:b/>
              </w:rPr>
              <w:t>ПОДПРОГРАММА 5</w:t>
            </w:r>
          </w:p>
          <w:p w:rsidR="00795AB4" w:rsidRPr="00FE7C4D" w:rsidRDefault="00795AB4" w:rsidP="0009433F">
            <w:pPr>
              <w:rPr>
                <w:b/>
              </w:rPr>
            </w:pPr>
          </w:p>
        </w:tc>
        <w:tc>
          <w:tcPr>
            <w:tcW w:w="4500" w:type="dxa"/>
            <w:vMerge w:val="restart"/>
            <w:tcBorders>
              <w:top w:val="single" w:sz="4" w:space="0" w:color="auto"/>
              <w:left w:val="nil"/>
              <w:right w:val="single" w:sz="4" w:space="0" w:color="auto"/>
            </w:tcBorders>
            <w:vAlign w:val="center"/>
          </w:tcPr>
          <w:p w:rsidR="00795AB4" w:rsidRPr="00FE7C4D" w:rsidRDefault="00795AB4" w:rsidP="0009433F">
            <w:pPr>
              <w:rPr>
                <w:b/>
              </w:rPr>
            </w:pPr>
            <w:r w:rsidRPr="00FE7C4D">
              <w:rPr>
                <w:b/>
              </w:rPr>
              <w:t>«Развитие и поддержка малого и  среднего предпринимательства»</w:t>
            </w:r>
          </w:p>
          <w:p w:rsidR="00795AB4" w:rsidRPr="00FE7C4D" w:rsidRDefault="00795AB4"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shd w:val="clear" w:color="auto" w:fill="FFFFFF"/>
            <w:vAlign w:val="bottom"/>
          </w:tcPr>
          <w:p w:rsidR="00795AB4" w:rsidRPr="00FE7C4D" w:rsidRDefault="00795AB4" w:rsidP="0009433F">
            <w:pPr>
              <w:rPr>
                <w:b/>
              </w:rPr>
            </w:pPr>
            <w:r w:rsidRPr="00FE7C4D">
              <w:rPr>
                <w:b/>
                <w:sz w:val="22"/>
                <w:szCs w:val="22"/>
              </w:rPr>
              <w:t>126</w:t>
            </w:r>
            <w:r>
              <w:rPr>
                <w:b/>
                <w:sz w:val="22"/>
                <w:szCs w:val="22"/>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pPr>
              <w:rPr>
                <w:b/>
              </w:rPr>
            </w:pPr>
            <w:r>
              <w:rPr>
                <w:b/>
              </w:rPr>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Pr>
                <w:b/>
              </w:rPr>
              <w:t>600</w:t>
            </w:r>
          </w:p>
        </w:tc>
      </w:tr>
      <w:tr w:rsidR="00795AB4" w:rsidRPr="00FE7C4D" w:rsidTr="0009433F">
        <w:trPr>
          <w:trHeight w:val="315"/>
        </w:trPr>
        <w:tc>
          <w:tcPr>
            <w:tcW w:w="1995" w:type="dxa"/>
            <w:vMerge/>
            <w:tcBorders>
              <w:left w:val="single" w:sz="4" w:space="0" w:color="auto"/>
              <w:right w:val="single" w:sz="4" w:space="0" w:color="auto"/>
            </w:tcBorders>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960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r>
      <w:tr w:rsidR="00795AB4" w:rsidRPr="00FE7C4D" w:rsidTr="0009433F">
        <w:trPr>
          <w:trHeight w:val="315"/>
        </w:trPr>
        <w:tc>
          <w:tcPr>
            <w:tcW w:w="1995" w:type="dxa"/>
            <w:vMerge/>
            <w:tcBorders>
              <w:left w:val="single" w:sz="4" w:space="0" w:color="auto"/>
              <w:right w:val="single" w:sz="4" w:space="0" w:color="auto"/>
            </w:tcBorders>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24</w:t>
            </w:r>
            <w: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r w:rsidRPr="00FE7C4D">
              <w:t> </w:t>
            </w:r>
          </w:p>
        </w:tc>
      </w:tr>
      <w:tr w:rsidR="00795AB4" w:rsidRPr="00FE7C4D" w:rsidTr="0009433F">
        <w:trPr>
          <w:trHeight w:val="315"/>
        </w:trPr>
        <w:tc>
          <w:tcPr>
            <w:tcW w:w="1995" w:type="dxa"/>
            <w:vMerge/>
            <w:tcBorders>
              <w:left w:val="single" w:sz="4" w:space="0" w:color="auto"/>
              <w:right w:val="single" w:sz="4" w:space="0" w:color="auto"/>
            </w:tcBorders>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100,0 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10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 10</w:t>
            </w:r>
            <w:r>
              <w:t>2</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10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10</w:t>
            </w:r>
            <w:r>
              <w:t>2</w:t>
            </w:r>
            <w:r w:rsidRPr="00FE7C4D">
              <w:t>,0 </w:t>
            </w:r>
          </w:p>
        </w:tc>
      </w:tr>
      <w:tr w:rsidR="00795AB4" w:rsidRPr="00FE7C4D" w:rsidTr="0009433F">
        <w:trPr>
          <w:trHeight w:val="315"/>
        </w:trPr>
        <w:tc>
          <w:tcPr>
            <w:tcW w:w="1995" w:type="dxa"/>
            <w:vMerge/>
            <w:tcBorders>
              <w:left w:val="single" w:sz="4" w:space="0" w:color="auto"/>
              <w:right w:val="single" w:sz="4" w:space="0" w:color="auto"/>
            </w:tcBorders>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юридические лица </w:t>
            </w:r>
          </w:p>
        </w:tc>
        <w:tc>
          <w:tcPr>
            <w:tcW w:w="1260" w:type="dxa"/>
            <w:gridSpan w:val="2"/>
            <w:tcBorders>
              <w:top w:val="single" w:sz="4" w:space="0" w:color="auto"/>
              <w:left w:val="nil"/>
              <w:bottom w:val="single" w:sz="4" w:space="0" w:color="auto"/>
              <w:right w:val="nil"/>
            </w:tcBorders>
            <w:shd w:val="clear" w:color="auto" w:fill="FFFFFF"/>
            <w:vAlign w:val="bottom"/>
          </w:tcPr>
          <w:p w:rsidR="00795AB4" w:rsidRPr="00FE7C4D" w:rsidRDefault="00795AB4"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299"/>
        </w:trPr>
        <w:tc>
          <w:tcPr>
            <w:tcW w:w="1995" w:type="dxa"/>
            <w:vMerge/>
            <w:tcBorders>
              <w:left w:val="single" w:sz="4" w:space="0" w:color="auto"/>
              <w:bottom w:val="single" w:sz="4" w:space="0" w:color="auto"/>
              <w:right w:val="single" w:sz="4" w:space="0" w:color="auto"/>
            </w:tcBorders>
            <w:vAlign w:val="center"/>
          </w:tcPr>
          <w:p w:rsidR="00795AB4" w:rsidRPr="00FE7C4D" w:rsidRDefault="00795AB4" w:rsidP="0009433F"/>
        </w:tc>
        <w:tc>
          <w:tcPr>
            <w:tcW w:w="4500" w:type="dxa"/>
            <w:vMerge/>
            <w:tcBorders>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B65A3D">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795AB4" w:rsidRPr="00FE7C4D" w:rsidRDefault="00795AB4" w:rsidP="0009433F">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795AB4" w:rsidRPr="00FE7C4D" w:rsidRDefault="00795AB4" w:rsidP="0009433F">
            <w:r w:rsidRPr="00FE7C4D">
              <w:t> </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B65A3D">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3</w:t>
            </w:r>
          </w:p>
        </w:tc>
        <w:tc>
          <w:tcPr>
            <w:tcW w:w="1260" w:type="dxa"/>
            <w:gridSpan w:val="2"/>
            <w:tcBorders>
              <w:top w:val="single" w:sz="4" w:space="0" w:color="auto"/>
              <w:left w:val="nil"/>
              <w:bottom w:val="single" w:sz="4" w:space="0" w:color="auto"/>
              <w:right w:val="nil"/>
            </w:tcBorders>
            <w:vAlign w:val="center"/>
          </w:tcPr>
          <w:p w:rsidR="00795AB4" w:rsidRPr="004D300B" w:rsidRDefault="00795AB4"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795AB4" w:rsidRPr="004D300B" w:rsidRDefault="00795AB4" w:rsidP="000C5A53">
            <w:r w:rsidRPr="004D300B">
              <w:t>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C5A53">
            <w:r w:rsidRPr="004D300B">
              <w:t>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C5A53">
            <w:r w:rsidRPr="004D300B">
              <w:t>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795AB4" w:rsidRPr="004D300B" w:rsidRDefault="00795AB4" w:rsidP="000C5A53">
            <w:r w:rsidRPr="004D300B">
              <w:t>9</w:t>
            </w:r>
          </w:p>
        </w:tc>
      </w:tr>
      <w:tr w:rsidR="00795AB4" w:rsidRPr="00FE7C4D" w:rsidTr="00B65A3D">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09433F">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795AB4" w:rsidRPr="00FE7C4D" w:rsidRDefault="00795AB4" w:rsidP="0009433F">
            <w:r w:rsidRPr="00FE7C4D">
              <w:t> Предоставление грантов  начинающим субъектам малого предпринимательства</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1260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 960,0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 240,0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 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10</w:t>
            </w:r>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10</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10</w:t>
            </w:r>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B65A3D">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Default="00795AB4" w:rsidP="0009433F">
            <w:r w:rsidRPr="00FE7C4D">
              <w:t>физические лица</w:t>
            </w:r>
          </w:p>
          <w:p w:rsidR="00795AB4" w:rsidRPr="00FE7C4D" w:rsidRDefault="00795AB4" w:rsidP="0009433F"/>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0 </w:t>
            </w:r>
          </w:p>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0 </w:t>
            </w:r>
          </w:p>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0 </w:t>
            </w:r>
          </w:p>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p w:rsidR="00795AB4" w:rsidRPr="00FE7C4D" w:rsidRDefault="00795AB4" w:rsidP="0009433F"/>
        </w:tc>
      </w:tr>
      <w:tr w:rsidR="00795AB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09433F">
            <w:r w:rsidRPr="00FE7C4D">
              <w:t xml:space="preserve">Основное </w:t>
            </w:r>
            <w:r w:rsidRPr="00FE7C4D">
              <w:br/>
              <w:t>мероприятие 5.</w:t>
            </w:r>
            <w:r>
              <w:t>2</w:t>
            </w:r>
          </w:p>
          <w:p w:rsidR="00795AB4" w:rsidRPr="00FE7C4D" w:rsidRDefault="00795AB4" w:rsidP="0009433F"/>
          <w:p w:rsidR="00795AB4" w:rsidRPr="00FE7C4D" w:rsidRDefault="00795AB4" w:rsidP="0009433F"/>
          <w:p w:rsidR="00795AB4" w:rsidRPr="00FE7C4D" w:rsidRDefault="00795AB4" w:rsidP="0009433F"/>
          <w:p w:rsidR="00795AB4" w:rsidRPr="00FE7C4D" w:rsidRDefault="00795AB4" w:rsidP="0009433F"/>
          <w:p w:rsidR="00795AB4" w:rsidRPr="00FE7C4D" w:rsidRDefault="00795AB4" w:rsidP="0009433F"/>
          <w:p w:rsidR="00795AB4" w:rsidRPr="00FE7C4D" w:rsidRDefault="00795AB4" w:rsidP="0009433F"/>
          <w:p w:rsidR="00795AB4" w:rsidRPr="00FE7C4D" w:rsidRDefault="00795AB4" w:rsidP="0009433F"/>
        </w:tc>
        <w:tc>
          <w:tcPr>
            <w:tcW w:w="4500" w:type="dxa"/>
            <w:vMerge w:val="restart"/>
            <w:tcBorders>
              <w:top w:val="single" w:sz="4" w:space="0" w:color="auto"/>
              <w:left w:val="nil"/>
              <w:right w:val="single" w:sz="4" w:space="0" w:color="auto"/>
            </w:tcBorders>
            <w:vAlign w:val="center"/>
          </w:tcPr>
          <w:p w:rsidR="00795AB4" w:rsidRPr="00870E2C" w:rsidRDefault="00795AB4" w:rsidP="0009433F">
            <w:r w:rsidRPr="00870E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500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473</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25</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2</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физические лица</w:t>
            </w:r>
          </w:p>
          <w:p w:rsidR="00795AB4" w:rsidRPr="00FE7C4D" w:rsidRDefault="00795AB4" w:rsidP="0009433F"/>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rPr>
                <w:b/>
              </w:rPr>
            </w:pPr>
            <w:r w:rsidRPr="00FE7C4D">
              <w:rPr>
                <w:b/>
              </w:rPr>
              <w:t>ПОДПРОГРАММА 6</w:t>
            </w: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795AB4" w:rsidRPr="00FE7C4D" w:rsidRDefault="00795AB4" w:rsidP="0009433F">
            <w:pPr>
              <w:rPr>
                <w:b/>
              </w:rPr>
            </w:pPr>
            <w:r w:rsidRPr="00FE7C4D">
              <w:rPr>
                <w:b/>
              </w:rPr>
              <w:t>«Строительство спортивных сооружений»</w:t>
            </w: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pPr>
              <w:rPr>
                <w:b/>
              </w:rPr>
            </w:pPr>
            <w:r w:rsidRPr="00FE7C4D">
              <w:rPr>
                <w:b/>
              </w:rPr>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0</w:t>
            </w:r>
          </w:p>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top w:val="single" w:sz="4" w:space="0" w:color="auto"/>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09433F">
            <w:r w:rsidRPr="00FE7C4D">
              <w:t xml:space="preserve">Основное </w:t>
            </w:r>
            <w:r w:rsidRPr="00FE7C4D">
              <w:br/>
              <w:t>мероприятие 6.1</w:t>
            </w:r>
          </w:p>
          <w:p w:rsidR="00795AB4" w:rsidRPr="00FE7C4D" w:rsidRDefault="00795AB4" w:rsidP="0009433F"/>
          <w:p w:rsidR="00795AB4" w:rsidRPr="00FE7C4D" w:rsidRDefault="00795AB4" w:rsidP="0009433F"/>
          <w:p w:rsidR="00795AB4" w:rsidRPr="00FE7C4D" w:rsidRDefault="00795AB4" w:rsidP="0009433F"/>
        </w:tc>
        <w:tc>
          <w:tcPr>
            <w:tcW w:w="4500" w:type="dxa"/>
            <w:vMerge w:val="restart"/>
            <w:tcBorders>
              <w:top w:val="single" w:sz="4" w:space="0" w:color="auto"/>
              <w:left w:val="nil"/>
              <w:right w:val="single" w:sz="4" w:space="0" w:color="auto"/>
            </w:tcBorders>
            <w:vAlign w:val="center"/>
          </w:tcPr>
          <w:p w:rsidR="00795AB4" w:rsidRPr="00FE7C4D" w:rsidRDefault="00795AB4" w:rsidP="0009433F">
            <w:pPr>
              <w:jc w:val="both"/>
              <w:outlineLvl w:val="2"/>
            </w:pPr>
            <w:r w:rsidRPr="00FE7C4D">
              <w:t>Строительство и реконструкция спортивных объектов муниципальной собственности</w:t>
            </w:r>
          </w:p>
          <w:p w:rsidR="00795AB4" w:rsidRPr="00FE7C4D" w:rsidRDefault="00795AB4" w:rsidP="0009433F">
            <w:pPr>
              <w:jc w:val="both"/>
              <w:outlineLvl w:val="2"/>
            </w:pPr>
          </w:p>
          <w:p w:rsidR="00795AB4" w:rsidRPr="00FE7C4D" w:rsidRDefault="00795AB4" w:rsidP="0009433F">
            <w:pPr>
              <w:jc w:val="both"/>
              <w:outlineLvl w:val="2"/>
            </w:pPr>
          </w:p>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795AB4" w:rsidRPr="00FE7C4D" w:rsidRDefault="00795AB4" w:rsidP="0009433F">
            <w:r w:rsidRPr="00FE7C4D">
              <w:t>2</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3</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9</w:t>
            </w:r>
          </w:p>
        </w:tc>
      </w:tr>
      <w:tr w:rsidR="00795AB4" w:rsidRPr="00FE7C4D" w:rsidTr="0009433F">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09433F">
            <w:pPr>
              <w:rPr>
                <w:b/>
              </w:rPr>
            </w:pPr>
            <w:r w:rsidRPr="00FE7C4D">
              <w:rPr>
                <w:b/>
              </w:rPr>
              <w:t>ПОДПРОГРАММА 7</w:t>
            </w: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p w:rsidR="00795AB4" w:rsidRPr="00FE7C4D" w:rsidRDefault="00795AB4" w:rsidP="0009433F">
            <w:pPr>
              <w:rPr>
                <w:b/>
              </w:rPr>
            </w:pPr>
          </w:p>
        </w:tc>
        <w:tc>
          <w:tcPr>
            <w:tcW w:w="4500" w:type="dxa"/>
            <w:vMerge w:val="restart"/>
            <w:tcBorders>
              <w:top w:val="single" w:sz="4" w:space="0" w:color="auto"/>
              <w:left w:val="nil"/>
              <w:right w:val="single" w:sz="4" w:space="0" w:color="auto"/>
            </w:tcBorders>
            <w:vAlign w:val="center"/>
          </w:tcPr>
          <w:p w:rsidR="00795AB4" w:rsidRPr="00FE7C4D" w:rsidRDefault="00795AB4" w:rsidP="0009433F">
            <w:r w:rsidRPr="00FE7C4D">
              <w:rPr>
                <w:b/>
              </w:rPr>
              <w:t>«Ремонт и благоустройство военно-мемориальных объектов Таловского муниципального района на 2015-2019 годы»</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pPr>
              <w:rPr>
                <w:b/>
              </w:rPr>
            </w:pPr>
            <w:r w:rsidRPr="00FE7C4D">
              <w:rPr>
                <w:b/>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pPr>
              <w:rPr>
                <w:b/>
              </w:rPr>
            </w:pPr>
            <w:r w:rsidRPr="00FE7C4D">
              <w:rPr>
                <w:b/>
              </w:rPr>
              <w:t>660,1</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pPr>
              <w:rPr>
                <w:b/>
              </w:rPr>
            </w:pPr>
            <w:r w:rsidRPr="00FE7C4D">
              <w:rPr>
                <w:b/>
              </w:rPr>
              <w:t>64,8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pPr>
              <w:rPr>
                <w:b/>
              </w:rPr>
            </w:pPr>
            <w:r w:rsidRPr="00FE7C4D">
              <w:rPr>
                <w:b/>
              </w:rPr>
              <w:t>25,0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660,1</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64,8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25,0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bottom w:val="single" w:sz="4" w:space="0" w:color="auto"/>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B65A3D">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795AB4" w:rsidRPr="00FE7C4D" w:rsidRDefault="00795AB4"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rsidRPr="00FE7C4D">
              <w:t>660,1</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64,8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25,0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09433F"/>
        </w:tc>
        <w:tc>
          <w:tcPr>
            <w:tcW w:w="4500" w:type="dxa"/>
            <w:vMerge/>
            <w:tcBorders>
              <w:left w:val="nil"/>
              <w:right w:val="single" w:sz="4" w:space="0" w:color="auto"/>
            </w:tcBorders>
            <w:vAlign w:val="center"/>
          </w:tcPr>
          <w:p w:rsidR="00795AB4" w:rsidRPr="00FE7C4D" w:rsidRDefault="00795AB4" w:rsidP="0009433F"/>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660,1</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64,8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rsidRPr="00FE7C4D">
              <w:t>25,0</w:t>
            </w:r>
          </w:p>
        </w:tc>
      </w:tr>
      <w:tr w:rsidR="00795AB4" w:rsidRPr="00FE7C4D" w:rsidTr="0009433F">
        <w:trPr>
          <w:trHeight w:val="315"/>
        </w:trPr>
        <w:tc>
          <w:tcPr>
            <w:tcW w:w="1995" w:type="dxa"/>
            <w:vMerge/>
            <w:tcBorders>
              <w:left w:val="single" w:sz="4" w:space="0" w:color="auto"/>
              <w:right w:val="single" w:sz="4" w:space="0" w:color="auto"/>
            </w:tcBorders>
            <w:shd w:val="clear" w:color="auto" w:fill="FFFFFF"/>
          </w:tcPr>
          <w:p w:rsidR="00795AB4" w:rsidRPr="00FE7C4D" w:rsidRDefault="00795AB4" w:rsidP="0009433F">
            <w:pPr>
              <w:ind w:right="-57"/>
              <w:rPr>
                <w:b/>
              </w:rPr>
            </w:pPr>
          </w:p>
        </w:tc>
        <w:tc>
          <w:tcPr>
            <w:tcW w:w="4500" w:type="dxa"/>
            <w:vMerge/>
            <w:tcBorders>
              <w:left w:val="nil"/>
              <w:right w:val="single" w:sz="4" w:space="0" w:color="auto"/>
            </w:tcBorders>
            <w:vAlign w:val="center"/>
          </w:tcPr>
          <w:p w:rsidR="00795AB4" w:rsidRPr="00FE7C4D" w:rsidRDefault="00795AB4"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09433F">
        <w:trPr>
          <w:trHeight w:val="315"/>
        </w:trPr>
        <w:tc>
          <w:tcPr>
            <w:tcW w:w="1995" w:type="dxa"/>
            <w:vMerge/>
            <w:tcBorders>
              <w:left w:val="single" w:sz="4" w:space="0" w:color="auto"/>
              <w:right w:val="single" w:sz="4" w:space="0" w:color="auto"/>
            </w:tcBorders>
            <w:shd w:val="clear" w:color="auto" w:fill="FFFFFF"/>
          </w:tcPr>
          <w:p w:rsidR="00795AB4" w:rsidRPr="00FE7C4D" w:rsidRDefault="00795AB4" w:rsidP="0009433F">
            <w:pPr>
              <w:ind w:right="-57"/>
              <w:rPr>
                <w:b/>
              </w:rPr>
            </w:pPr>
          </w:p>
        </w:tc>
        <w:tc>
          <w:tcPr>
            <w:tcW w:w="4500" w:type="dxa"/>
            <w:vMerge/>
            <w:tcBorders>
              <w:left w:val="nil"/>
              <w:right w:val="single" w:sz="4" w:space="0" w:color="auto"/>
            </w:tcBorders>
            <w:vAlign w:val="center"/>
          </w:tcPr>
          <w:p w:rsidR="00795AB4" w:rsidRPr="00FE7C4D" w:rsidRDefault="00795AB4"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E2140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left w:val="nil"/>
              <w:bottom w:val="single" w:sz="4" w:space="0" w:color="auto"/>
              <w:right w:val="single" w:sz="4" w:space="0" w:color="auto"/>
            </w:tcBorders>
            <w:vAlign w:val="center"/>
          </w:tcPr>
          <w:p w:rsidR="00795AB4" w:rsidRPr="00FE7C4D" w:rsidRDefault="00795AB4"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E2140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E21409">
            <w:pPr>
              <w:rPr>
                <w:b/>
              </w:rPr>
            </w:pPr>
            <w:r>
              <w:rPr>
                <w:b/>
              </w:rPr>
              <w:t>ПОДПРОГРАММА 8</w:t>
            </w:r>
          </w:p>
          <w:p w:rsidR="00795AB4" w:rsidRPr="00FE7C4D" w:rsidRDefault="00795AB4"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795AB4" w:rsidRPr="00FE7C4D" w:rsidRDefault="00795AB4" w:rsidP="00E21409">
            <w:pPr>
              <w:ind w:firstLine="72"/>
              <w:jc w:val="both"/>
              <w:outlineLvl w:val="2"/>
              <w:rPr>
                <w:sz w:val="28"/>
                <w:szCs w:val="28"/>
              </w:rPr>
            </w:pPr>
            <w:r>
              <w:t>«Развитие транспортной системы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3317,0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E21409"/>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2410,3</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873,4</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r>
              <w:t>33,3</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r>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r>
              <w:t>0</w:t>
            </w:r>
          </w:p>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E2140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E2140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FE7C4D" w:rsidRDefault="00795AB4" w:rsidP="0009433F">
            <w:pPr>
              <w:ind w:right="-57"/>
            </w:pPr>
            <w:r>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tc>
        <w:tc>
          <w:tcPr>
            <w:tcW w:w="1260" w:type="dxa"/>
            <w:gridSpan w:val="2"/>
            <w:tcBorders>
              <w:top w:val="single" w:sz="4" w:space="0" w:color="auto"/>
              <w:left w:val="nil"/>
              <w:bottom w:val="single" w:sz="4" w:space="0" w:color="auto"/>
              <w:right w:val="nil"/>
            </w:tcBorders>
            <w:vAlign w:val="bottom"/>
          </w:tcPr>
          <w:p w:rsidR="00795AB4" w:rsidRPr="00FE7C4D" w:rsidRDefault="00795AB4"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09433F"/>
        </w:tc>
      </w:tr>
      <w:tr w:rsidR="00795AB4" w:rsidRPr="00FE7C4D" w:rsidTr="0099127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FE7C4D" w:rsidRDefault="00795AB4" w:rsidP="00E21409">
            <w:r>
              <w:t xml:space="preserve">Основное </w:t>
            </w:r>
            <w:r>
              <w:br/>
              <w:t>мероприятие 8</w:t>
            </w:r>
            <w:r w:rsidRPr="00FE7C4D">
              <w:t>.1</w:t>
            </w:r>
          </w:p>
        </w:tc>
        <w:tc>
          <w:tcPr>
            <w:tcW w:w="4500" w:type="dxa"/>
            <w:vMerge w:val="restart"/>
            <w:tcBorders>
              <w:top w:val="single" w:sz="4" w:space="0" w:color="auto"/>
              <w:left w:val="nil"/>
              <w:right w:val="single" w:sz="4" w:space="0" w:color="auto"/>
            </w:tcBorders>
            <w:vAlign w:val="center"/>
          </w:tcPr>
          <w:p w:rsidR="00795AB4" w:rsidRPr="00FE7C4D" w:rsidRDefault="00795AB4" w:rsidP="00E21409">
            <w:pPr>
              <w:ind w:firstLine="72"/>
              <w:jc w:val="both"/>
              <w:outlineLvl w:val="2"/>
              <w:rPr>
                <w:sz w:val="28"/>
                <w:szCs w:val="28"/>
              </w:rPr>
            </w:pPr>
            <w:r>
              <w:t>Приобретение автобусов</w:t>
            </w: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r>
              <w:t>3317,0</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r>
      <w:tr w:rsidR="00795AB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E21409"/>
        </w:tc>
        <w:tc>
          <w:tcPr>
            <w:tcW w:w="4500" w:type="dxa"/>
            <w:vMerge/>
            <w:tcBorders>
              <w:left w:val="nil"/>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r>
              <w:t>2410,3</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r>
      <w:tr w:rsidR="00795AB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E21409">
            <w:pPr>
              <w:ind w:right="-57"/>
            </w:pPr>
          </w:p>
        </w:tc>
        <w:tc>
          <w:tcPr>
            <w:tcW w:w="4500" w:type="dxa"/>
            <w:vMerge/>
            <w:tcBorders>
              <w:left w:val="nil"/>
              <w:right w:val="single" w:sz="4" w:space="0" w:color="auto"/>
            </w:tcBorders>
            <w:vAlign w:val="center"/>
          </w:tcPr>
          <w:p w:rsidR="00795AB4" w:rsidRPr="00E21409" w:rsidRDefault="00795AB4"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r>
              <w:t>873,4</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r>
      <w:tr w:rsidR="00795AB4" w:rsidRPr="00FE7C4D" w:rsidTr="00991279">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E21409">
            <w:pPr>
              <w:ind w:right="-57"/>
            </w:pPr>
          </w:p>
        </w:tc>
        <w:tc>
          <w:tcPr>
            <w:tcW w:w="4500" w:type="dxa"/>
            <w:vMerge/>
            <w:tcBorders>
              <w:left w:val="nil"/>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r>
              <w:t>33,3</w:t>
            </w:r>
          </w:p>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r>
              <w:t>0</w:t>
            </w:r>
          </w:p>
        </w:tc>
      </w:tr>
      <w:tr w:rsidR="00795AB4" w:rsidRPr="00FE7C4D" w:rsidTr="00197ACA">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E21409">
            <w:pPr>
              <w:ind w:right="-57"/>
            </w:pPr>
          </w:p>
        </w:tc>
        <w:tc>
          <w:tcPr>
            <w:tcW w:w="4500" w:type="dxa"/>
            <w:vMerge/>
            <w:tcBorders>
              <w:left w:val="nil"/>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r>
      <w:tr w:rsidR="00795AB4" w:rsidRPr="00FE7C4D" w:rsidTr="00197ACA">
        <w:trPr>
          <w:trHeight w:val="315"/>
        </w:trPr>
        <w:tc>
          <w:tcPr>
            <w:tcW w:w="1995" w:type="dxa"/>
            <w:vMerge/>
            <w:tcBorders>
              <w:left w:val="single" w:sz="4" w:space="0" w:color="auto"/>
              <w:right w:val="single" w:sz="4" w:space="0" w:color="auto"/>
            </w:tcBorders>
            <w:shd w:val="clear" w:color="auto" w:fill="FFFFFF"/>
            <w:vAlign w:val="center"/>
          </w:tcPr>
          <w:p w:rsidR="00795AB4" w:rsidRPr="00FE7C4D" w:rsidRDefault="00795AB4" w:rsidP="00E21409">
            <w:pPr>
              <w:ind w:right="-57"/>
            </w:pPr>
          </w:p>
        </w:tc>
        <w:tc>
          <w:tcPr>
            <w:tcW w:w="4500" w:type="dxa"/>
            <w:vMerge/>
            <w:tcBorders>
              <w:left w:val="nil"/>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r>
      <w:tr w:rsidR="00795AB4" w:rsidRPr="00FE7C4D" w:rsidTr="00E45422">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FE7C4D" w:rsidRDefault="00795AB4" w:rsidP="00E21409">
            <w:pPr>
              <w:ind w:right="-57"/>
            </w:pPr>
          </w:p>
        </w:tc>
        <w:tc>
          <w:tcPr>
            <w:tcW w:w="4500" w:type="dxa"/>
            <w:vMerge/>
            <w:tcBorders>
              <w:left w:val="nil"/>
              <w:bottom w:val="single" w:sz="4" w:space="0" w:color="auto"/>
              <w:right w:val="single" w:sz="4" w:space="0" w:color="auto"/>
            </w:tcBorders>
            <w:vAlign w:val="center"/>
          </w:tcPr>
          <w:p w:rsidR="00795AB4" w:rsidRPr="00E21409" w:rsidRDefault="00795AB4"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795AB4" w:rsidRPr="00FE7C4D" w:rsidRDefault="00795AB4"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FE7C4D" w:rsidRDefault="00795AB4" w:rsidP="00E21409"/>
        </w:tc>
      </w:tr>
      <w:tr w:rsidR="00795AB4" w:rsidRPr="00FE7C4D" w:rsidTr="00E45422">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E45422">
            <w:pPr>
              <w:ind w:right="-57"/>
            </w:pPr>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795AB4" w:rsidRPr="004D300B" w:rsidRDefault="00795AB4" w:rsidP="00E45422">
            <w:pPr>
              <w:ind w:right="-57"/>
            </w:pPr>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E45422">
            <w:pPr>
              <w:ind w:right="-57"/>
            </w:pPr>
            <w:r w:rsidRPr="004D300B">
              <w:t>3</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E45422">
            <w:pPr>
              <w:ind w:right="-57"/>
            </w:pPr>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E45422">
            <w:pPr>
              <w:ind w:right="-57"/>
            </w:pPr>
            <w:r w:rsidRPr="004D300B">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795AB4" w:rsidRPr="004D300B" w:rsidRDefault="00795AB4" w:rsidP="00E45422">
            <w:pPr>
              <w:ind w:right="-57"/>
            </w:pPr>
            <w:r w:rsidRPr="004D300B">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E45422">
            <w:pPr>
              <w:ind w:right="-57"/>
            </w:pPr>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E45422">
            <w:pPr>
              <w:ind w:right="-57"/>
            </w:pPr>
            <w:r w:rsidRPr="004D300B">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AB4" w:rsidRPr="004D300B" w:rsidRDefault="00795AB4" w:rsidP="00E45422">
            <w:pPr>
              <w:ind w:right="-57"/>
            </w:pPr>
            <w:r w:rsidRPr="004D300B">
              <w:t>9</w:t>
            </w:r>
          </w:p>
        </w:tc>
      </w:tr>
      <w:tr w:rsidR="00795AB4" w:rsidRPr="00FE7C4D" w:rsidTr="00E45422">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r w:rsidRPr="001A0F98">
              <w:rPr>
                <w:color w:val="0000FF"/>
              </w:rPr>
              <w:t xml:space="preserve">Основное </w:t>
            </w:r>
            <w:r w:rsidRPr="001A0F98">
              <w:rPr>
                <w:color w:val="0000FF"/>
              </w:rPr>
              <w:br/>
              <w:t>мероприятие 8.2</w:t>
            </w:r>
          </w:p>
        </w:tc>
        <w:tc>
          <w:tcPr>
            <w:tcW w:w="4500" w:type="dxa"/>
            <w:vMerge w:val="restart"/>
            <w:tcBorders>
              <w:top w:val="single" w:sz="4" w:space="0" w:color="auto"/>
              <w:left w:val="nil"/>
              <w:right w:val="single" w:sz="4" w:space="0" w:color="auto"/>
            </w:tcBorders>
            <w:vAlign w:val="center"/>
          </w:tcPr>
          <w:p w:rsidR="00795AB4" w:rsidRPr="001A0F98" w:rsidRDefault="00795AB4" w:rsidP="00E45422">
            <w:pPr>
              <w:widowControl w:val="0"/>
              <w:autoSpaceDE w:val="0"/>
              <w:autoSpaceDN w:val="0"/>
              <w:adjustRightInd w:val="0"/>
              <w:rPr>
                <w:color w:val="0000FF"/>
              </w:rPr>
            </w:pPr>
            <w:r w:rsidRPr="001A0F98">
              <w:rPr>
                <w:color w:val="0000FF"/>
              </w:rPr>
              <w:t xml:space="preserve">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всего, в том числе:</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r>
      <w:tr w:rsidR="00795AB4" w:rsidRPr="00FE7C4D" w:rsidTr="000E5EB6">
        <w:trPr>
          <w:trHeight w:val="315"/>
        </w:trPr>
        <w:tc>
          <w:tcPr>
            <w:tcW w:w="1995" w:type="dxa"/>
            <w:vMerge/>
            <w:tcBorders>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r>
      <w:tr w:rsidR="00795AB4" w:rsidRPr="00FE7C4D" w:rsidTr="000E5EB6">
        <w:trPr>
          <w:trHeight w:val="315"/>
        </w:trPr>
        <w:tc>
          <w:tcPr>
            <w:tcW w:w="1995" w:type="dxa"/>
            <w:vMerge/>
            <w:tcBorders>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областной бюджет</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r>
      <w:tr w:rsidR="00795AB4" w:rsidRPr="00FE7C4D" w:rsidTr="000E5EB6">
        <w:trPr>
          <w:trHeight w:val="315"/>
        </w:trPr>
        <w:tc>
          <w:tcPr>
            <w:tcW w:w="1995" w:type="dxa"/>
            <w:vMerge/>
            <w:tcBorders>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местный бюджет</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r w:rsidRPr="001A0F98">
              <w:rPr>
                <w:color w:val="0000FF"/>
              </w:rPr>
              <w:t>0</w:t>
            </w:r>
          </w:p>
        </w:tc>
      </w:tr>
      <w:tr w:rsidR="00795AB4" w:rsidRPr="00FE7C4D" w:rsidTr="000E5EB6">
        <w:trPr>
          <w:trHeight w:val="315"/>
        </w:trPr>
        <w:tc>
          <w:tcPr>
            <w:tcW w:w="1995" w:type="dxa"/>
            <w:vMerge/>
            <w:tcBorders>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r>
      <w:tr w:rsidR="00795AB4" w:rsidRPr="00FE7C4D" w:rsidTr="000E5EB6">
        <w:trPr>
          <w:trHeight w:val="315"/>
        </w:trPr>
        <w:tc>
          <w:tcPr>
            <w:tcW w:w="1995" w:type="dxa"/>
            <w:vMerge/>
            <w:tcBorders>
              <w:left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юридические лица</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r>
      <w:tr w:rsidR="00795AB4" w:rsidRPr="00FE7C4D" w:rsidTr="000E5EB6">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795AB4" w:rsidRPr="001A0F98" w:rsidRDefault="00795AB4" w:rsidP="00E45422">
            <w:pPr>
              <w:ind w:right="-57"/>
              <w:rPr>
                <w:color w:val="0000FF"/>
              </w:rPr>
            </w:pPr>
          </w:p>
        </w:tc>
        <w:tc>
          <w:tcPr>
            <w:tcW w:w="4500" w:type="dxa"/>
            <w:vMerge/>
            <w:tcBorders>
              <w:left w:val="nil"/>
              <w:bottom w:val="single" w:sz="4" w:space="0" w:color="auto"/>
              <w:right w:val="single" w:sz="4" w:space="0" w:color="auto"/>
            </w:tcBorders>
            <w:vAlign w:val="center"/>
          </w:tcPr>
          <w:p w:rsidR="00795AB4" w:rsidRPr="001A0F98" w:rsidRDefault="00795AB4" w:rsidP="00E45422">
            <w:pPr>
              <w:jc w:val="both"/>
              <w:outlineLvl w:val="2"/>
              <w:rPr>
                <w:color w:val="0000FF"/>
              </w:rPr>
            </w:pPr>
          </w:p>
        </w:tc>
        <w:tc>
          <w:tcPr>
            <w:tcW w:w="252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r w:rsidRPr="001A0F98">
              <w:rPr>
                <w:color w:val="0000FF"/>
              </w:rPr>
              <w:t>физические лица</w:t>
            </w:r>
          </w:p>
        </w:tc>
        <w:tc>
          <w:tcPr>
            <w:tcW w:w="1260" w:type="dxa"/>
            <w:gridSpan w:val="2"/>
            <w:tcBorders>
              <w:top w:val="single" w:sz="4" w:space="0" w:color="auto"/>
              <w:left w:val="nil"/>
              <w:bottom w:val="single" w:sz="4" w:space="0" w:color="auto"/>
              <w:right w:val="nil"/>
            </w:tcBorders>
            <w:vAlign w:val="bottom"/>
          </w:tcPr>
          <w:p w:rsidR="00795AB4" w:rsidRPr="001A0F98" w:rsidRDefault="00795AB4" w:rsidP="00E45422">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795AB4" w:rsidRPr="001A0F98" w:rsidRDefault="00795AB4" w:rsidP="00E45422">
            <w:pPr>
              <w:rPr>
                <w:color w:val="0000FF"/>
              </w:rPr>
            </w:pPr>
          </w:p>
        </w:tc>
      </w:tr>
    </w:tbl>
    <w:p w:rsidR="00795AB4" w:rsidRPr="00FE7C4D" w:rsidRDefault="00795AB4" w:rsidP="00FB37C6">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Default="00795AB4" w:rsidP="003935BE">
      <w:pPr>
        <w:pStyle w:val="ConsPlusNormal"/>
        <w:ind w:firstLine="0"/>
        <w:jc w:val="right"/>
        <w:outlineLvl w:val="3"/>
        <w:rPr>
          <w:rFonts w:ascii="Times New Roman" w:hAnsi="Times New Roman"/>
          <w:sz w:val="26"/>
          <w:szCs w:val="26"/>
        </w:rPr>
      </w:pPr>
    </w:p>
    <w:p w:rsidR="00795AB4" w:rsidRPr="004D300B" w:rsidRDefault="00795AB4"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795AB4" w:rsidRPr="004D300B" w:rsidRDefault="00795AB4" w:rsidP="003935BE">
      <w:pPr>
        <w:jc w:val="center"/>
        <w:rPr>
          <w:b/>
          <w:sz w:val="26"/>
          <w:szCs w:val="26"/>
        </w:rPr>
      </w:pPr>
    </w:p>
    <w:p w:rsidR="00795AB4" w:rsidRDefault="00795AB4" w:rsidP="003935BE">
      <w:pPr>
        <w:jc w:val="center"/>
        <w:rPr>
          <w:b/>
          <w:sz w:val="26"/>
          <w:szCs w:val="26"/>
        </w:rPr>
      </w:pPr>
    </w:p>
    <w:p w:rsidR="00795AB4" w:rsidRDefault="00795AB4"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795AB4" w:rsidRDefault="00795AB4" w:rsidP="003935BE">
      <w:pPr>
        <w:jc w:val="center"/>
        <w:rPr>
          <w:b/>
          <w:sz w:val="26"/>
          <w:szCs w:val="26"/>
        </w:rPr>
      </w:pPr>
    </w:p>
    <w:p w:rsidR="00795AB4" w:rsidRPr="00CB2564" w:rsidRDefault="00795AB4"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795AB4" w:rsidRPr="004D300B" w:rsidTr="00357AC8">
        <w:tc>
          <w:tcPr>
            <w:tcW w:w="828"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795AB4" w:rsidRPr="004D300B" w:rsidTr="00357AC8">
        <w:tc>
          <w:tcPr>
            <w:tcW w:w="828" w:type="dxa"/>
            <w:vMerge/>
          </w:tcPr>
          <w:p w:rsidR="00795AB4" w:rsidRPr="004D300B" w:rsidRDefault="00795AB4" w:rsidP="00357AC8">
            <w:pPr>
              <w:pStyle w:val="ConsPlusNormal"/>
              <w:ind w:firstLine="0"/>
              <w:rPr>
                <w:rFonts w:ascii="Times New Roman" w:hAnsi="Times New Roman"/>
                <w:b/>
                <w:sz w:val="28"/>
                <w:szCs w:val="28"/>
              </w:rPr>
            </w:pPr>
          </w:p>
        </w:tc>
        <w:tc>
          <w:tcPr>
            <w:tcW w:w="1620" w:type="dxa"/>
            <w:vMerge/>
          </w:tcPr>
          <w:p w:rsidR="00795AB4" w:rsidRPr="004D300B" w:rsidRDefault="00795AB4" w:rsidP="00357AC8">
            <w:pPr>
              <w:pStyle w:val="ConsPlusNormal"/>
              <w:ind w:firstLine="0"/>
              <w:rPr>
                <w:rFonts w:ascii="Times New Roman" w:hAnsi="Times New Roman"/>
                <w:b/>
                <w:sz w:val="28"/>
                <w:szCs w:val="28"/>
              </w:rPr>
            </w:pPr>
          </w:p>
        </w:tc>
        <w:tc>
          <w:tcPr>
            <w:tcW w:w="2880" w:type="dxa"/>
            <w:vMerge/>
          </w:tcPr>
          <w:p w:rsidR="00795AB4" w:rsidRPr="004D300B" w:rsidRDefault="00795AB4" w:rsidP="00357AC8">
            <w:pPr>
              <w:pStyle w:val="ConsPlusNormal"/>
              <w:ind w:firstLine="0"/>
              <w:rPr>
                <w:rFonts w:ascii="Times New Roman" w:hAnsi="Times New Roman"/>
                <w:b/>
                <w:sz w:val="28"/>
                <w:szCs w:val="28"/>
              </w:rPr>
            </w:pPr>
          </w:p>
        </w:tc>
        <w:tc>
          <w:tcPr>
            <w:tcW w:w="2160" w:type="dxa"/>
            <w:vMerge/>
          </w:tcPr>
          <w:p w:rsidR="00795AB4" w:rsidRPr="004D300B" w:rsidRDefault="00795AB4" w:rsidP="00357AC8">
            <w:pPr>
              <w:pStyle w:val="ConsPlusNormal"/>
              <w:ind w:firstLine="0"/>
              <w:rPr>
                <w:rFonts w:ascii="Times New Roman" w:hAnsi="Times New Roman"/>
                <w:b/>
                <w:sz w:val="28"/>
                <w:szCs w:val="28"/>
              </w:rPr>
            </w:pPr>
          </w:p>
        </w:tc>
        <w:tc>
          <w:tcPr>
            <w:tcW w:w="12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795AB4" w:rsidRPr="004D300B" w:rsidRDefault="00795AB4" w:rsidP="00357AC8">
            <w:pPr>
              <w:pStyle w:val="ConsPlusNormal"/>
              <w:ind w:firstLine="0"/>
              <w:rPr>
                <w:rFonts w:ascii="Times New Roman" w:hAnsi="Times New Roman"/>
                <w:b/>
                <w:sz w:val="28"/>
                <w:szCs w:val="28"/>
              </w:rPr>
            </w:pPr>
          </w:p>
        </w:tc>
        <w:tc>
          <w:tcPr>
            <w:tcW w:w="1498" w:type="dxa"/>
            <w:vMerge/>
          </w:tcPr>
          <w:p w:rsidR="00795AB4" w:rsidRPr="004D300B" w:rsidRDefault="00795AB4" w:rsidP="00357AC8">
            <w:pPr>
              <w:pStyle w:val="ConsPlusNormal"/>
              <w:ind w:firstLine="0"/>
              <w:rPr>
                <w:rFonts w:ascii="Times New Roman" w:hAnsi="Times New Roman"/>
                <w:b/>
                <w:sz w:val="28"/>
                <w:szCs w:val="28"/>
              </w:rPr>
            </w:pPr>
          </w:p>
        </w:tc>
        <w:tc>
          <w:tcPr>
            <w:tcW w:w="1742" w:type="dxa"/>
            <w:vMerge/>
          </w:tcPr>
          <w:p w:rsidR="00795AB4" w:rsidRPr="004D300B" w:rsidRDefault="00795AB4" w:rsidP="00357AC8">
            <w:pPr>
              <w:pStyle w:val="ConsPlusNormal"/>
              <w:ind w:firstLine="0"/>
              <w:rPr>
                <w:rFonts w:ascii="Times New Roman" w:hAnsi="Times New Roman"/>
                <w:b/>
                <w:sz w:val="28"/>
                <w:szCs w:val="28"/>
              </w:rPr>
            </w:pPr>
          </w:p>
        </w:tc>
      </w:tr>
      <w:tr w:rsidR="00795AB4" w:rsidRPr="004D300B" w:rsidTr="00357AC8">
        <w:tc>
          <w:tcPr>
            <w:tcW w:w="828" w:type="dxa"/>
          </w:tcPr>
          <w:p w:rsidR="00795AB4" w:rsidRPr="004D300B" w:rsidRDefault="00795AB4" w:rsidP="00357AC8">
            <w:r w:rsidRPr="004D300B">
              <w:t>1</w:t>
            </w:r>
          </w:p>
        </w:tc>
        <w:tc>
          <w:tcPr>
            <w:tcW w:w="1620" w:type="dxa"/>
            <w:vAlign w:val="center"/>
          </w:tcPr>
          <w:p w:rsidR="00795AB4" w:rsidRPr="004D300B" w:rsidRDefault="00795AB4" w:rsidP="00357AC8">
            <w:r w:rsidRPr="004D300B">
              <w:t>2</w:t>
            </w:r>
          </w:p>
        </w:tc>
        <w:tc>
          <w:tcPr>
            <w:tcW w:w="2880" w:type="dxa"/>
            <w:vAlign w:val="center"/>
          </w:tcPr>
          <w:p w:rsidR="00795AB4" w:rsidRPr="004D300B" w:rsidRDefault="00795AB4" w:rsidP="00357AC8">
            <w:r w:rsidRPr="004D300B">
              <w:t>3</w:t>
            </w:r>
          </w:p>
        </w:tc>
        <w:tc>
          <w:tcPr>
            <w:tcW w:w="2160" w:type="dxa"/>
            <w:vAlign w:val="center"/>
          </w:tcPr>
          <w:p w:rsidR="00795AB4" w:rsidRPr="004D300B" w:rsidRDefault="00795AB4" w:rsidP="00357AC8">
            <w:r w:rsidRPr="004D300B">
              <w:t>4</w:t>
            </w:r>
          </w:p>
        </w:tc>
        <w:tc>
          <w:tcPr>
            <w:tcW w:w="1260" w:type="dxa"/>
            <w:vAlign w:val="center"/>
          </w:tcPr>
          <w:p w:rsidR="00795AB4" w:rsidRPr="004D300B" w:rsidRDefault="00795AB4" w:rsidP="00357AC8">
            <w:r w:rsidRPr="004D300B">
              <w:t>5</w:t>
            </w:r>
          </w:p>
        </w:tc>
        <w:tc>
          <w:tcPr>
            <w:tcW w:w="1453" w:type="dxa"/>
            <w:vAlign w:val="center"/>
          </w:tcPr>
          <w:p w:rsidR="00795AB4" w:rsidRPr="004D300B" w:rsidRDefault="00795AB4" w:rsidP="00357AC8">
            <w:r w:rsidRPr="004D300B">
              <w:t>6</w:t>
            </w:r>
          </w:p>
        </w:tc>
        <w:tc>
          <w:tcPr>
            <w:tcW w:w="2147" w:type="dxa"/>
            <w:vAlign w:val="center"/>
          </w:tcPr>
          <w:p w:rsidR="00795AB4" w:rsidRPr="004D300B" w:rsidRDefault="00795AB4" w:rsidP="00357AC8">
            <w:r w:rsidRPr="004D300B">
              <w:t>7</w:t>
            </w:r>
          </w:p>
        </w:tc>
        <w:tc>
          <w:tcPr>
            <w:tcW w:w="1498" w:type="dxa"/>
            <w:vAlign w:val="center"/>
          </w:tcPr>
          <w:p w:rsidR="00795AB4" w:rsidRPr="004D300B" w:rsidRDefault="00795AB4" w:rsidP="00357AC8">
            <w:r w:rsidRPr="004D300B">
              <w:t>8</w:t>
            </w:r>
          </w:p>
        </w:tc>
        <w:tc>
          <w:tcPr>
            <w:tcW w:w="1742" w:type="dxa"/>
            <w:vAlign w:val="center"/>
          </w:tcPr>
          <w:p w:rsidR="00795AB4" w:rsidRPr="004D300B" w:rsidRDefault="00795AB4" w:rsidP="00357AC8">
            <w:r w:rsidRPr="004D300B">
              <w:t>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795AB4" w:rsidRPr="004D300B" w:rsidRDefault="00795AB4" w:rsidP="00357AC8">
            <w:r w:rsidRPr="004D300B">
              <w:rPr>
                <w:b/>
              </w:rPr>
              <w:t>ПОДПРОГРАММА 1</w:t>
            </w:r>
          </w:p>
        </w:tc>
        <w:tc>
          <w:tcPr>
            <w:tcW w:w="2880" w:type="dxa"/>
            <w:vAlign w:val="center"/>
          </w:tcPr>
          <w:p w:rsidR="00795AB4" w:rsidRPr="004D300B" w:rsidRDefault="00795AB4" w:rsidP="00357AC8">
            <w:r w:rsidRPr="004D300B">
              <w:rPr>
                <w:b/>
              </w:rPr>
              <w:t>«Создание условий для обеспечения муници-пального управления»</w:t>
            </w:r>
          </w:p>
        </w:tc>
        <w:tc>
          <w:tcPr>
            <w:tcW w:w="2160"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b/>
                <w:sz w:val="24"/>
                <w:szCs w:val="24"/>
              </w:rPr>
            </w:pPr>
          </w:p>
        </w:tc>
        <w:tc>
          <w:tcPr>
            <w:tcW w:w="1742" w:type="dxa"/>
          </w:tcPr>
          <w:p w:rsidR="00795AB4" w:rsidRPr="00C06E81" w:rsidRDefault="00795AB4"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1.1</w:t>
            </w:r>
          </w:p>
        </w:tc>
        <w:tc>
          <w:tcPr>
            <w:tcW w:w="1620" w:type="dxa"/>
          </w:tcPr>
          <w:p w:rsidR="00795AB4" w:rsidRPr="004D300B" w:rsidRDefault="00795AB4" w:rsidP="00357AC8">
            <w:pPr>
              <w:ind w:right="-57"/>
            </w:pPr>
            <w:r w:rsidRPr="004D300B">
              <w:t xml:space="preserve">Основное мероприятие </w:t>
            </w:r>
          </w:p>
        </w:tc>
        <w:tc>
          <w:tcPr>
            <w:tcW w:w="2880" w:type="dxa"/>
            <w:vAlign w:val="center"/>
          </w:tcPr>
          <w:p w:rsidR="00795AB4" w:rsidRDefault="00795AB4" w:rsidP="00357AC8">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795AB4" w:rsidRDefault="00795AB4" w:rsidP="00357AC8">
            <w:pPr>
              <w:ind w:right="-57"/>
              <w:rPr>
                <w:rFonts w:eastAsia="Times New Roman"/>
                <w:sz w:val="20"/>
                <w:szCs w:val="20"/>
                <w:lang w:eastAsia="ru-RU"/>
              </w:rPr>
            </w:pPr>
          </w:p>
          <w:p w:rsidR="00795AB4" w:rsidRPr="004D300B" w:rsidRDefault="00795AB4" w:rsidP="00357AC8">
            <w:pPr>
              <w:ind w:right="-57"/>
            </w:pP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01040518201</w:t>
            </w:r>
          </w:p>
          <w:p w:rsidR="00795AB4" w:rsidRPr="004D300B" w:rsidRDefault="00795AB4" w:rsidP="00357AC8">
            <w:pPr>
              <w:pStyle w:val="ConsPlusNormal"/>
              <w:ind w:firstLine="0"/>
              <w:rPr>
                <w:rFonts w:ascii="Times New Roman" w:hAnsi="Times New Roman"/>
              </w:rPr>
            </w:pPr>
            <w:r w:rsidRPr="004D300B">
              <w:rPr>
                <w:rFonts w:ascii="Times New Roman" w:hAnsi="Times New Roman"/>
              </w:rPr>
              <w:t>01040518202</w:t>
            </w:r>
          </w:p>
          <w:p w:rsidR="00795AB4" w:rsidRPr="004D300B" w:rsidRDefault="00795AB4" w:rsidP="00357AC8">
            <w:pPr>
              <w:pStyle w:val="ConsPlusNormal"/>
              <w:ind w:firstLine="0"/>
              <w:rPr>
                <w:rFonts w:ascii="Times New Roman" w:hAnsi="Times New Roman"/>
              </w:rPr>
            </w:pPr>
            <w:r w:rsidRPr="004D300B">
              <w:rPr>
                <w:rFonts w:ascii="Times New Roman" w:hAnsi="Times New Roman"/>
              </w:rPr>
              <w:t>01130517847</w:t>
            </w:r>
          </w:p>
          <w:p w:rsidR="00795AB4" w:rsidRPr="004D300B" w:rsidRDefault="00795AB4" w:rsidP="00357AC8">
            <w:pPr>
              <w:pStyle w:val="ConsPlusNormal"/>
              <w:ind w:firstLine="0"/>
              <w:rPr>
                <w:rFonts w:ascii="Times New Roman" w:hAnsi="Times New Roman"/>
              </w:rPr>
            </w:pPr>
            <w:r w:rsidRPr="004D300B">
              <w:rPr>
                <w:rFonts w:ascii="Times New Roman" w:hAnsi="Times New Roman"/>
              </w:rPr>
              <w:t>01130517809</w:t>
            </w:r>
          </w:p>
          <w:p w:rsidR="00795AB4" w:rsidRDefault="00795AB4" w:rsidP="00357AC8">
            <w:pPr>
              <w:pStyle w:val="ConsPlusNormal"/>
              <w:ind w:firstLine="0"/>
              <w:rPr>
                <w:rFonts w:ascii="Times New Roman" w:hAnsi="Times New Roman"/>
              </w:rPr>
            </w:pPr>
            <w:r w:rsidRPr="004D300B">
              <w:rPr>
                <w:rFonts w:ascii="Times New Roman" w:hAnsi="Times New Roman"/>
              </w:rPr>
              <w:t>01130517808</w:t>
            </w:r>
          </w:p>
          <w:p w:rsidR="00795AB4" w:rsidRDefault="00795AB4" w:rsidP="00357AC8">
            <w:pPr>
              <w:pStyle w:val="ConsPlusNormal"/>
              <w:ind w:firstLine="0"/>
              <w:rPr>
                <w:rFonts w:ascii="Times New Roman" w:hAnsi="Times New Roman"/>
              </w:rPr>
            </w:pPr>
            <w:r>
              <w:rPr>
                <w:rFonts w:ascii="Times New Roman" w:hAnsi="Times New Roman"/>
              </w:rPr>
              <w:t>01040518054</w:t>
            </w:r>
          </w:p>
          <w:p w:rsidR="00795AB4" w:rsidRDefault="00795AB4" w:rsidP="00357AC8">
            <w:pPr>
              <w:pStyle w:val="ConsPlusNormal"/>
              <w:ind w:firstLine="0"/>
              <w:rPr>
                <w:rFonts w:ascii="Times New Roman" w:hAnsi="Times New Roman"/>
              </w:rPr>
            </w:pPr>
            <w:r>
              <w:rPr>
                <w:rFonts w:ascii="Times New Roman" w:hAnsi="Times New Roman"/>
              </w:rPr>
              <w:t>01130518020</w:t>
            </w:r>
          </w:p>
          <w:p w:rsidR="00795AB4" w:rsidRPr="004D300B" w:rsidRDefault="00795AB4" w:rsidP="00357AC8">
            <w:pPr>
              <w:pStyle w:val="ConsPlusNormal"/>
              <w:ind w:firstLine="0"/>
              <w:rPr>
                <w:rFonts w:ascii="Times New Roman" w:hAnsi="Times New Roman"/>
              </w:rPr>
            </w:pPr>
            <w:r>
              <w:rPr>
                <w:rFonts w:ascii="Times New Roman" w:hAnsi="Times New Roman"/>
              </w:rPr>
              <w:t>02030517035</w:t>
            </w:r>
          </w:p>
        </w:tc>
        <w:tc>
          <w:tcPr>
            <w:tcW w:w="1742"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795AB4" w:rsidRPr="004D300B" w:rsidTr="00357AC8">
        <w:tc>
          <w:tcPr>
            <w:tcW w:w="828" w:type="dxa"/>
          </w:tcPr>
          <w:p w:rsidR="00795AB4" w:rsidRPr="004D300B" w:rsidRDefault="00795AB4" w:rsidP="00357AC8">
            <w:r w:rsidRPr="004D300B">
              <w:lastRenderedPageBreak/>
              <w:t>1</w:t>
            </w:r>
          </w:p>
        </w:tc>
        <w:tc>
          <w:tcPr>
            <w:tcW w:w="1620" w:type="dxa"/>
            <w:vAlign w:val="center"/>
          </w:tcPr>
          <w:p w:rsidR="00795AB4" w:rsidRPr="004D300B" w:rsidRDefault="00795AB4" w:rsidP="00357AC8">
            <w:r w:rsidRPr="004D300B">
              <w:t>2</w:t>
            </w:r>
          </w:p>
        </w:tc>
        <w:tc>
          <w:tcPr>
            <w:tcW w:w="2880" w:type="dxa"/>
            <w:vAlign w:val="center"/>
          </w:tcPr>
          <w:p w:rsidR="00795AB4" w:rsidRPr="004D300B" w:rsidRDefault="00795AB4" w:rsidP="00357AC8">
            <w:r w:rsidRPr="004D300B">
              <w:t>3</w:t>
            </w:r>
          </w:p>
        </w:tc>
        <w:tc>
          <w:tcPr>
            <w:tcW w:w="2160" w:type="dxa"/>
            <w:vAlign w:val="center"/>
          </w:tcPr>
          <w:p w:rsidR="00795AB4" w:rsidRPr="004D300B" w:rsidRDefault="00795AB4" w:rsidP="00357AC8">
            <w:r w:rsidRPr="004D300B">
              <w:t>4</w:t>
            </w:r>
          </w:p>
        </w:tc>
        <w:tc>
          <w:tcPr>
            <w:tcW w:w="1260" w:type="dxa"/>
            <w:vAlign w:val="center"/>
          </w:tcPr>
          <w:p w:rsidR="00795AB4" w:rsidRPr="004D300B" w:rsidRDefault="00795AB4" w:rsidP="00357AC8">
            <w:r w:rsidRPr="004D300B">
              <w:t>5</w:t>
            </w:r>
          </w:p>
        </w:tc>
        <w:tc>
          <w:tcPr>
            <w:tcW w:w="1453" w:type="dxa"/>
            <w:vAlign w:val="center"/>
          </w:tcPr>
          <w:p w:rsidR="00795AB4" w:rsidRPr="004D300B" w:rsidRDefault="00795AB4" w:rsidP="00357AC8">
            <w:r w:rsidRPr="004D300B">
              <w:t>6</w:t>
            </w:r>
          </w:p>
        </w:tc>
        <w:tc>
          <w:tcPr>
            <w:tcW w:w="2147" w:type="dxa"/>
            <w:vAlign w:val="center"/>
          </w:tcPr>
          <w:p w:rsidR="00795AB4" w:rsidRPr="004D300B" w:rsidRDefault="00795AB4" w:rsidP="00357AC8">
            <w:r w:rsidRPr="004D300B">
              <w:t>7</w:t>
            </w:r>
          </w:p>
        </w:tc>
        <w:tc>
          <w:tcPr>
            <w:tcW w:w="1498" w:type="dxa"/>
            <w:vAlign w:val="center"/>
          </w:tcPr>
          <w:p w:rsidR="00795AB4" w:rsidRPr="004D300B" w:rsidRDefault="00795AB4" w:rsidP="00357AC8">
            <w:r w:rsidRPr="004D300B">
              <w:rPr>
                <w:sz w:val="22"/>
                <w:szCs w:val="22"/>
              </w:rPr>
              <w:t>8</w:t>
            </w:r>
          </w:p>
        </w:tc>
        <w:tc>
          <w:tcPr>
            <w:tcW w:w="1742" w:type="dxa"/>
            <w:vAlign w:val="center"/>
          </w:tcPr>
          <w:p w:rsidR="00795AB4" w:rsidRPr="004D300B" w:rsidRDefault="00795AB4" w:rsidP="00357AC8">
            <w:r w:rsidRPr="004D300B">
              <w:t>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1.2</w:t>
            </w:r>
          </w:p>
        </w:tc>
        <w:tc>
          <w:tcPr>
            <w:tcW w:w="1620" w:type="dxa"/>
          </w:tcPr>
          <w:p w:rsidR="00795AB4" w:rsidRPr="004D300B" w:rsidRDefault="00795AB4" w:rsidP="00357AC8">
            <w:pPr>
              <w:ind w:right="-57"/>
            </w:pPr>
            <w:r w:rsidRPr="004D300B">
              <w:t xml:space="preserve">Основное мероприятие </w:t>
            </w:r>
          </w:p>
        </w:tc>
        <w:tc>
          <w:tcPr>
            <w:tcW w:w="2880" w:type="dxa"/>
            <w:vAlign w:val="center"/>
          </w:tcPr>
          <w:p w:rsidR="00795AB4" w:rsidRPr="004D300B" w:rsidRDefault="00795AB4"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1.3</w:t>
            </w:r>
          </w:p>
        </w:tc>
        <w:tc>
          <w:tcPr>
            <w:tcW w:w="1620" w:type="dxa"/>
          </w:tcPr>
          <w:p w:rsidR="00795AB4" w:rsidRPr="004D300B" w:rsidRDefault="00795AB4" w:rsidP="00357AC8">
            <w:pPr>
              <w:ind w:right="-57"/>
            </w:pPr>
            <w:r w:rsidRPr="004D300B">
              <w:t xml:space="preserve">Основное мероприятие </w:t>
            </w:r>
          </w:p>
        </w:tc>
        <w:tc>
          <w:tcPr>
            <w:tcW w:w="2880" w:type="dxa"/>
            <w:vAlign w:val="center"/>
          </w:tcPr>
          <w:p w:rsidR="00795AB4" w:rsidRPr="004D300B" w:rsidRDefault="00795AB4" w:rsidP="00357AC8">
            <w:pPr>
              <w:ind w:right="-57"/>
            </w:pPr>
            <w:r w:rsidRPr="004D300B">
              <w:t>Управление резервным фондом</w:t>
            </w:r>
          </w:p>
          <w:p w:rsidR="00795AB4" w:rsidRPr="004D300B" w:rsidRDefault="00795AB4" w:rsidP="00357AC8">
            <w:pPr>
              <w:ind w:right="-57"/>
            </w:pP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Default="00795AB4" w:rsidP="00357AC8">
            <w:pPr>
              <w:pStyle w:val="ConsPlusNormal"/>
              <w:ind w:firstLine="0"/>
              <w:rPr>
                <w:rFonts w:ascii="Times New Roman" w:hAnsi="Times New Roman"/>
              </w:rPr>
            </w:pPr>
            <w:r w:rsidRPr="004D300B">
              <w:rPr>
                <w:rFonts w:ascii="Times New Roman" w:hAnsi="Times New Roman"/>
              </w:rPr>
              <w:t>01110518054</w:t>
            </w:r>
          </w:p>
          <w:p w:rsidR="00795AB4" w:rsidRPr="004D300B" w:rsidRDefault="00795AB4" w:rsidP="00357AC8">
            <w:pPr>
              <w:pStyle w:val="ConsPlusNormal"/>
              <w:ind w:firstLine="0"/>
              <w:rPr>
                <w:rFonts w:ascii="Times New Roman" w:hAnsi="Times New Roman"/>
              </w:rPr>
            </w:pPr>
            <w:r>
              <w:rPr>
                <w:rFonts w:ascii="Times New Roman" w:hAnsi="Times New Roman"/>
              </w:rPr>
              <w:t>01110518057</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1.4</w:t>
            </w:r>
          </w:p>
        </w:tc>
        <w:tc>
          <w:tcPr>
            <w:tcW w:w="1620" w:type="dxa"/>
          </w:tcPr>
          <w:p w:rsidR="00795AB4" w:rsidRPr="004D300B" w:rsidRDefault="00795AB4" w:rsidP="00357AC8">
            <w:pPr>
              <w:ind w:right="-57"/>
            </w:pPr>
            <w:r w:rsidRPr="004D300B">
              <w:t xml:space="preserve">Основное мероприятие </w:t>
            </w:r>
          </w:p>
        </w:tc>
        <w:tc>
          <w:tcPr>
            <w:tcW w:w="2880" w:type="dxa"/>
            <w:vAlign w:val="center"/>
          </w:tcPr>
          <w:p w:rsidR="00795AB4" w:rsidRPr="004D300B" w:rsidRDefault="00795AB4"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795AB4" w:rsidRPr="004D300B" w:rsidRDefault="00795AB4" w:rsidP="00357AC8">
            <w:pPr>
              <w:ind w:right="-57"/>
              <w:rPr>
                <w:szCs w:val="28"/>
              </w:rPr>
            </w:pPr>
          </w:p>
          <w:p w:rsidR="00795AB4" w:rsidRDefault="00795AB4" w:rsidP="00357AC8">
            <w:pPr>
              <w:ind w:right="-57"/>
            </w:pPr>
          </w:p>
          <w:p w:rsidR="00795AB4" w:rsidRPr="004D300B" w:rsidRDefault="00795AB4" w:rsidP="00357AC8">
            <w:pPr>
              <w:ind w:right="-57"/>
            </w:pP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795AB4" w:rsidRPr="004D300B" w:rsidTr="00357AC8">
        <w:tc>
          <w:tcPr>
            <w:tcW w:w="828" w:type="dxa"/>
          </w:tcPr>
          <w:p w:rsidR="00795AB4" w:rsidRPr="004D300B" w:rsidRDefault="00795AB4" w:rsidP="00357AC8">
            <w:r w:rsidRPr="004D300B">
              <w:lastRenderedPageBreak/>
              <w:t>1</w:t>
            </w:r>
          </w:p>
        </w:tc>
        <w:tc>
          <w:tcPr>
            <w:tcW w:w="1620" w:type="dxa"/>
            <w:vAlign w:val="center"/>
          </w:tcPr>
          <w:p w:rsidR="00795AB4" w:rsidRPr="004D300B" w:rsidRDefault="00795AB4" w:rsidP="00357AC8">
            <w:r w:rsidRPr="004D300B">
              <w:t>2</w:t>
            </w:r>
          </w:p>
        </w:tc>
        <w:tc>
          <w:tcPr>
            <w:tcW w:w="2880" w:type="dxa"/>
            <w:vAlign w:val="center"/>
          </w:tcPr>
          <w:p w:rsidR="00795AB4" w:rsidRPr="004D300B" w:rsidRDefault="00795AB4" w:rsidP="00357AC8">
            <w:r w:rsidRPr="004D300B">
              <w:t>3</w:t>
            </w:r>
          </w:p>
        </w:tc>
        <w:tc>
          <w:tcPr>
            <w:tcW w:w="2160" w:type="dxa"/>
            <w:vAlign w:val="center"/>
          </w:tcPr>
          <w:p w:rsidR="00795AB4" w:rsidRPr="004D300B" w:rsidRDefault="00795AB4" w:rsidP="00357AC8">
            <w:r w:rsidRPr="004D300B">
              <w:t>4</w:t>
            </w:r>
          </w:p>
        </w:tc>
        <w:tc>
          <w:tcPr>
            <w:tcW w:w="1260" w:type="dxa"/>
            <w:vAlign w:val="center"/>
          </w:tcPr>
          <w:p w:rsidR="00795AB4" w:rsidRPr="004D300B" w:rsidRDefault="00795AB4" w:rsidP="00357AC8">
            <w:r w:rsidRPr="004D300B">
              <w:t>5</w:t>
            </w:r>
          </w:p>
        </w:tc>
        <w:tc>
          <w:tcPr>
            <w:tcW w:w="1453" w:type="dxa"/>
            <w:vAlign w:val="center"/>
          </w:tcPr>
          <w:p w:rsidR="00795AB4" w:rsidRPr="004D300B" w:rsidRDefault="00795AB4" w:rsidP="00357AC8">
            <w:r w:rsidRPr="004D300B">
              <w:t>6</w:t>
            </w:r>
          </w:p>
        </w:tc>
        <w:tc>
          <w:tcPr>
            <w:tcW w:w="2147" w:type="dxa"/>
            <w:vAlign w:val="center"/>
          </w:tcPr>
          <w:p w:rsidR="00795AB4" w:rsidRPr="004D300B" w:rsidRDefault="00795AB4" w:rsidP="00357AC8">
            <w:r w:rsidRPr="004D300B">
              <w:t>7</w:t>
            </w:r>
          </w:p>
        </w:tc>
        <w:tc>
          <w:tcPr>
            <w:tcW w:w="1498" w:type="dxa"/>
            <w:vAlign w:val="center"/>
          </w:tcPr>
          <w:p w:rsidR="00795AB4" w:rsidRPr="004D300B" w:rsidRDefault="00795AB4" w:rsidP="00357AC8">
            <w:r w:rsidRPr="004D300B">
              <w:rPr>
                <w:sz w:val="22"/>
                <w:szCs w:val="22"/>
              </w:rPr>
              <w:t>8</w:t>
            </w:r>
          </w:p>
        </w:tc>
        <w:tc>
          <w:tcPr>
            <w:tcW w:w="1742" w:type="dxa"/>
            <w:vAlign w:val="center"/>
          </w:tcPr>
          <w:p w:rsidR="00795AB4" w:rsidRPr="004D300B" w:rsidRDefault="00795AB4" w:rsidP="00357AC8">
            <w:r w:rsidRPr="004D300B">
              <w:t>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1.5</w:t>
            </w:r>
          </w:p>
        </w:tc>
        <w:tc>
          <w:tcPr>
            <w:tcW w:w="1620" w:type="dxa"/>
            <w:vAlign w:val="center"/>
          </w:tcPr>
          <w:p w:rsidR="00795AB4" w:rsidRPr="004D300B" w:rsidRDefault="00795AB4" w:rsidP="00357AC8">
            <w:pPr>
              <w:ind w:right="-57"/>
            </w:pPr>
            <w:r w:rsidRPr="004D300B">
              <w:t xml:space="preserve">Основное мероприятие </w:t>
            </w:r>
          </w:p>
        </w:tc>
        <w:tc>
          <w:tcPr>
            <w:tcW w:w="2880" w:type="dxa"/>
            <w:vAlign w:val="center"/>
          </w:tcPr>
          <w:p w:rsidR="00795AB4" w:rsidRPr="004D300B" w:rsidRDefault="00795AB4"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1.6</w:t>
            </w:r>
          </w:p>
        </w:tc>
        <w:tc>
          <w:tcPr>
            <w:tcW w:w="1620" w:type="dxa"/>
            <w:vAlign w:val="center"/>
          </w:tcPr>
          <w:p w:rsidR="00795AB4" w:rsidRPr="004D300B" w:rsidRDefault="00795AB4" w:rsidP="00357AC8">
            <w:pPr>
              <w:ind w:right="-57"/>
            </w:pPr>
            <w:r w:rsidRPr="004D300B">
              <w:t xml:space="preserve">Основное мероприятие </w:t>
            </w:r>
          </w:p>
        </w:tc>
        <w:tc>
          <w:tcPr>
            <w:tcW w:w="2880" w:type="dxa"/>
            <w:vAlign w:val="center"/>
          </w:tcPr>
          <w:p w:rsidR="00795AB4" w:rsidRPr="004D300B" w:rsidRDefault="00795AB4" w:rsidP="00357AC8">
            <w:pPr>
              <w:ind w:right="-57"/>
            </w:pPr>
            <w:r w:rsidRPr="004D300B">
              <w:t>Выплаты почетным гражданам</w:t>
            </w:r>
          </w:p>
        </w:tc>
        <w:tc>
          <w:tcPr>
            <w:tcW w:w="2160" w:type="dxa"/>
          </w:tcPr>
          <w:p w:rsidR="00795AB4" w:rsidRDefault="00795A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t>1.7</w:t>
            </w:r>
          </w:p>
        </w:tc>
        <w:tc>
          <w:tcPr>
            <w:tcW w:w="1620" w:type="dxa"/>
            <w:vAlign w:val="center"/>
          </w:tcPr>
          <w:p w:rsidR="00795AB4" w:rsidRPr="004D300B" w:rsidRDefault="00795AB4" w:rsidP="00357AC8">
            <w:pPr>
              <w:ind w:right="-57"/>
            </w:pPr>
            <w:r w:rsidRPr="004D300B">
              <w:t xml:space="preserve">Основное мероприятие </w:t>
            </w:r>
          </w:p>
          <w:p w:rsidR="00795AB4" w:rsidRPr="004D300B" w:rsidRDefault="00795AB4" w:rsidP="00357AC8">
            <w:pPr>
              <w:ind w:right="-57"/>
            </w:pPr>
          </w:p>
        </w:tc>
        <w:tc>
          <w:tcPr>
            <w:tcW w:w="2880" w:type="dxa"/>
            <w:vAlign w:val="center"/>
          </w:tcPr>
          <w:p w:rsidR="00795AB4" w:rsidRPr="004D300B" w:rsidRDefault="00795AB4" w:rsidP="00357AC8">
            <w:pPr>
              <w:ind w:right="-57"/>
            </w:pPr>
            <w:r w:rsidRPr="004D300B">
              <w:rPr>
                <w:szCs w:val="28"/>
              </w:rPr>
              <w:t>Обеспечение экологической безопасности и качества окружающей среды.</w:t>
            </w:r>
          </w:p>
        </w:tc>
        <w:tc>
          <w:tcPr>
            <w:tcW w:w="2160" w:type="dxa"/>
          </w:tcPr>
          <w:p w:rsidR="00795AB4" w:rsidRDefault="00795A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p>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795AB4" w:rsidRPr="004D300B" w:rsidRDefault="00795AB4" w:rsidP="00357AC8">
            <w:pPr>
              <w:ind w:right="-57"/>
              <w:rPr>
                <w:b/>
              </w:rPr>
            </w:pPr>
            <w:r w:rsidRPr="004D300B">
              <w:rPr>
                <w:b/>
              </w:rPr>
              <w:t>ПОДПРОГРАММА 2</w:t>
            </w:r>
          </w:p>
          <w:p w:rsidR="00795AB4" w:rsidRPr="004D300B" w:rsidRDefault="00795AB4" w:rsidP="00357AC8">
            <w:pPr>
              <w:ind w:right="-57"/>
              <w:rPr>
                <w:b/>
              </w:rPr>
            </w:pPr>
          </w:p>
          <w:p w:rsidR="00795AB4" w:rsidRPr="004D300B" w:rsidRDefault="00795AB4" w:rsidP="00357AC8">
            <w:pPr>
              <w:ind w:right="-57"/>
              <w:rPr>
                <w:b/>
              </w:rPr>
            </w:pPr>
          </w:p>
          <w:p w:rsidR="00795AB4" w:rsidRPr="004D300B" w:rsidRDefault="00795AB4" w:rsidP="00357AC8">
            <w:pPr>
              <w:ind w:right="-57"/>
              <w:rPr>
                <w:b/>
              </w:rPr>
            </w:pPr>
          </w:p>
          <w:p w:rsidR="00795AB4" w:rsidRPr="004D300B" w:rsidRDefault="00795AB4" w:rsidP="00357AC8">
            <w:pPr>
              <w:ind w:right="-57"/>
              <w:rPr>
                <w:b/>
              </w:rPr>
            </w:pPr>
          </w:p>
          <w:p w:rsidR="00795AB4" w:rsidRPr="004D300B" w:rsidRDefault="00795AB4" w:rsidP="00357AC8">
            <w:pPr>
              <w:ind w:right="-57"/>
            </w:pPr>
          </w:p>
        </w:tc>
        <w:tc>
          <w:tcPr>
            <w:tcW w:w="2880" w:type="dxa"/>
            <w:vAlign w:val="center"/>
          </w:tcPr>
          <w:p w:rsidR="00795AB4" w:rsidRDefault="00795AB4"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95AB4" w:rsidRPr="004D300B" w:rsidRDefault="00795AB4" w:rsidP="00357AC8">
            <w:pPr>
              <w:ind w:right="-57"/>
            </w:pPr>
          </w:p>
        </w:tc>
        <w:tc>
          <w:tcPr>
            <w:tcW w:w="2160" w:type="dxa"/>
          </w:tcPr>
          <w:p w:rsidR="00795AB4" w:rsidRPr="004D300B" w:rsidRDefault="00795AB4" w:rsidP="00357AC8">
            <w:r w:rsidRPr="004D300B">
              <w:t>МКУ «ЕДДС и ХТО»</w:t>
            </w:r>
          </w:p>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p>
        </w:tc>
        <w:tc>
          <w:tcPr>
            <w:tcW w:w="1742" w:type="dxa"/>
          </w:tcPr>
          <w:p w:rsidR="00795AB4" w:rsidRPr="00844E56" w:rsidRDefault="00795AB4"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795AB4" w:rsidRPr="004D300B" w:rsidRDefault="00795AB4" w:rsidP="00357AC8">
            <w:r w:rsidRPr="004D300B">
              <w:t xml:space="preserve">Основное </w:t>
            </w:r>
            <w:r w:rsidRPr="004D300B">
              <w:br/>
              <w:t>мероприятие</w:t>
            </w:r>
          </w:p>
          <w:p w:rsidR="00795AB4" w:rsidRPr="004D300B" w:rsidRDefault="00795AB4" w:rsidP="00357AC8"/>
          <w:p w:rsidR="00795AB4" w:rsidRPr="004D300B" w:rsidRDefault="00795AB4" w:rsidP="00357AC8"/>
        </w:tc>
        <w:tc>
          <w:tcPr>
            <w:tcW w:w="2880" w:type="dxa"/>
          </w:tcPr>
          <w:p w:rsidR="00795AB4" w:rsidRDefault="00795AB4" w:rsidP="00357AC8">
            <w:r w:rsidRPr="004D300B">
              <w:t>Обеспечение безопасности в чрезвычайных ситуациях</w:t>
            </w:r>
          </w:p>
          <w:p w:rsidR="00795AB4" w:rsidRDefault="00795AB4" w:rsidP="00357AC8"/>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795AB4" w:rsidRPr="00C06E81" w:rsidRDefault="00795AB4" w:rsidP="00357AC8">
            <w:pPr>
              <w:pStyle w:val="ConsPlusNormal"/>
              <w:ind w:firstLine="0"/>
              <w:rPr>
                <w:rFonts w:ascii="Times New Roman" w:hAnsi="Times New Roman"/>
              </w:rPr>
            </w:pPr>
            <w:r w:rsidRPr="00C06E81">
              <w:rPr>
                <w:rFonts w:ascii="Times New Roman" w:hAnsi="Times New Roman"/>
              </w:rPr>
              <w:t>03090520059</w:t>
            </w:r>
          </w:p>
          <w:p w:rsidR="00795AB4" w:rsidRDefault="00795AB4" w:rsidP="00357AC8">
            <w:pPr>
              <w:pStyle w:val="ConsPlusNormal"/>
              <w:ind w:firstLine="0"/>
              <w:rPr>
                <w:rFonts w:ascii="Times New Roman" w:hAnsi="Times New Roman"/>
              </w:rPr>
            </w:pPr>
            <w:r w:rsidRPr="00C06E81">
              <w:rPr>
                <w:rFonts w:ascii="Times New Roman" w:hAnsi="Times New Roman"/>
              </w:rPr>
              <w:t>03090522057</w:t>
            </w:r>
          </w:p>
          <w:p w:rsidR="00795AB4" w:rsidRDefault="00795AB4" w:rsidP="00357AC8">
            <w:pPr>
              <w:pStyle w:val="ConsPlusNormal"/>
              <w:ind w:firstLine="0"/>
              <w:rPr>
                <w:rFonts w:ascii="Times New Roman" w:hAnsi="Times New Roman"/>
              </w:rPr>
            </w:pPr>
            <w:r>
              <w:rPr>
                <w:rFonts w:ascii="Times New Roman" w:hAnsi="Times New Roman"/>
              </w:rPr>
              <w:t>03090528054</w:t>
            </w:r>
          </w:p>
          <w:p w:rsidR="00795AB4" w:rsidRPr="00C06E81" w:rsidRDefault="00795AB4"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795AB4" w:rsidRPr="004D300B" w:rsidRDefault="00795AB4"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795AB4" w:rsidRPr="004D300B" w:rsidTr="00357AC8">
        <w:tc>
          <w:tcPr>
            <w:tcW w:w="828" w:type="dxa"/>
          </w:tcPr>
          <w:p w:rsidR="00795AB4" w:rsidRPr="004D300B" w:rsidRDefault="00795AB4" w:rsidP="00357AC8">
            <w:r w:rsidRPr="004D300B">
              <w:lastRenderedPageBreak/>
              <w:t>1</w:t>
            </w:r>
          </w:p>
        </w:tc>
        <w:tc>
          <w:tcPr>
            <w:tcW w:w="1620" w:type="dxa"/>
            <w:vAlign w:val="center"/>
          </w:tcPr>
          <w:p w:rsidR="00795AB4" w:rsidRPr="004D300B" w:rsidRDefault="00795AB4" w:rsidP="00357AC8">
            <w:r w:rsidRPr="004D300B">
              <w:t>2</w:t>
            </w:r>
          </w:p>
        </w:tc>
        <w:tc>
          <w:tcPr>
            <w:tcW w:w="2880" w:type="dxa"/>
            <w:vAlign w:val="center"/>
          </w:tcPr>
          <w:p w:rsidR="00795AB4" w:rsidRPr="004D300B" w:rsidRDefault="00795AB4" w:rsidP="00357AC8">
            <w:r w:rsidRPr="004D300B">
              <w:t>3</w:t>
            </w:r>
          </w:p>
        </w:tc>
        <w:tc>
          <w:tcPr>
            <w:tcW w:w="2160" w:type="dxa"/>
            <w:vAlign w:val="center"/>
          </w:tcPr>
          <w:p w:rsidR="00795AB4" w:rsidRPr="004D300B" w:rsidRDefault="00795AB4" w:rsidP="00357AC8">
            <w:r w:rsidRPr="004D300B">
              <w:t>4</w:t>
            </w:r>
          </w:p>
        </w:tc>
        <w:tc>
          <w:tcPr>
            <w:tcW w:w="1260" w:type="dxa"/>
            <w:vAlign w:val="center"/>
          </w:tcPr>
          <w:p w:rsidR="00795AB4" w:rsidRPr="004D300B" w:rsidRDefault="00795AB4" w:rsidP="00357AC8">
            <w:r w:rsidRPr="004D300B">
              <w:t>5</w:t>
            </w:r>
          </w:p>
        </w:tc>
        <w:tc>
          <w:tcPr>
            <w:tcW w:w="1453" w:type="dxa"/>
            <w:vAlign w:val="center"/>
          </w:tcPr>
          <w:p w:rsidR="00795AB4" w:rsidRPr="004D300B" w:rsidRDefault="00795AB4" w:rsidP="00357AC8">
            <w:r w:rsidRPr="004D300B">
              <w:t>6</w:t>
            </w:r>
          </w:p>
        </w:tc>
        <w:tc>
          <w:tcPr>
            <w:tcW w:w="2147" w:type="dxa"/>
            <w:vAlign w:val="center"/>
          </w:tcPr>
          <w:p w:rsidR="00795AB4" w:rsidRPr="004D300B" w:rsidRDefault="00795AB4" w:rsidP="00357AC8">
            <w:r w:rsidRPr="004D300B">
              <w:t>7</w:t>
            </w:r>
          </w:p>
        </w:tc>
        <w:tc>
          <w:tcPr>
            <w:tcW w:w="1498" w:type="dxa"/>
            <w:vAlign w:val="center"/>
          </w:tcPr>
          <w:p w:rsidR="00795AB4" w:rsidRPr="004D300B" w:rsidRDefault="00795AB4" w:rsidP="00357AC8">
            <w:r w:rsidRPr="004D300B">
              <w:rPr>
                <w:sz w:val="22"/>
                <w:szCs w:val="22"/>
              </w:rPr>
              <w:t>8</w:t>
            </w:r>
          </w:p>
        </w:tc>
        <w:tc>
          <w:tcPr>
            <w:tcW w:w="1742" w:type="dxa"/>
            <w:vAlign w:val="center"/>
          </w:tcPr>
          <w:p w:rsidR="00795AB4" w:rsidRPr="004D300B" w:rsidRDefault="00795AB4" w:rsidP="00357AC8">
            <w:r w:rsidRPr="004D300B">
              <w:t>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795AB4" w:rsidRPr="004D300B" w:rsidRDefault="00795AB4" w:rsidP="00357AC8">
            <w:r w:rsidRPr="004D300B">
              <w:t xml:space="preserve">Основное </w:t>
            </w:r>
            <w:r w:rsidRPr="004D300B">
              <w:br/>
              <w:t>мероприятие</w:t>
            </w:r>
          </w:p>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r w:rsidRPr="004D300B">
              <w:t xml:space="preserve"> </w:t>
            </w:r>
          </w:p>
          <w:p w:rsidR="00795AB4" w:rsidRPr="004D300B" w:rsidRDefault="00795AB4" w:rsidP="00357AC8"/>
          <w:p w:rsidR="00795AB4" w:rsidRPr="004D300B" w:rsidRDefault="00795AB4" w:rsidP="00357AC8"/>
        </w:tc>
        <w:tc>
          <w:tcPr>
            <w:tcW w:w="2880" w:type="dxa"/>
            <w:vAlign w:val="center"/>
          </w:tcPr>
          <w:p w:rsidR="00795AB4" w:rsidRPr="004D300B" w:rsidRDefault="00795AB4" w:rsidP="00357AC8">
            <w:r w:rsidRPr="004D300B">
              <w:t>Финансовое обеспечение других обязательств государства</w:t>
            </w:r>
          </w:p>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795AB4" w:rsidRDefault="00795AB4" w:rsidP="00357AC8">
            <w:pPr>
              <w:pStyle w:val="ConsPlusNormal"/>
              <w:ind w:firstLine="0"/>
              <w:rPr>
                <w:rFonts w:ascii="Times New Roman" w:hAnsi="Times New Roman"/>
              </w:rPr>
            </w:pPr>
            <w:r w:rsidRPr="004D300B">
              <w:rPr>
                <w:rFonts w:ascii="Times New Roman" w:hAnsi="Times New Roman"/>
              </w:rPr>
              <w:t>01130520059</w:t>
            </w:r>
          </w:p>
          <w:p w:rsidR="00795AB4" w:rsidRPr="004D300B" w:rsidRDefault="00795AB4" w:rsidP="00357AC8">
            <w:pPr>
              <w:pStyle w:val="ConsPlusNormal"/>
              <w:ind w:firstLine="0"/>
              <w:rPr>
                <w:rFonts w:ascii="Times New Roman" w:hAnsi="Times New Roman"/>
              </w:rPr>
            </w:pPr>
          </w:p>
        </w:tc>
        <w:tc>
          <w:tcPr>
            <w:tcW w:w="1742" w:type="dxa"/>
          </w:tcPr>
          <w:p w:rsidR="00795AB4" w:rsidRPr="00844E56" w:rsidRDefault="00795AB4"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795AB4" w:rsidRPr="004D300B" w:rsidRDefault="00795AB4" w:rsidP="00357AC8">
            <w:pPr>
              <w:rPr>
                <w:b/>
              </w:rPr>
            </w:pPr>
            <w:r w:rsidRPr="004D300B">
              <w:rPr>
                <w:b/>
              </w:rPr>
              <w:t>ПОДПРОГРАММА 3</w:t>
            </w:r>
          </w:p>
        </w:tc>
        <w:tc>
          <w:tcPr>
            <w:tcW w:w="2880" w:type="dxa"/>
          </w:tcPr>
          <w:p w:rsidR="00795AB4" w:rsidRPr="004D300B" w:rsidRDefault="00795AB4" w:rsidP="00357AC8">
            <w:pPr>
              <w:rPr>
                <w:b/>
              </w:rPr>
            </w:pPr>
            <w:r w:rsidRPr="004D300B">
              <w:rPr>
                <w:b/>
              </w:rPr>
              <w:t>«Управление муниципальным имуществом» </w:t>
            </w: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795AB4" w:rsidRPr="004D300B" w:rsidRDefault="00795AB4" w:rsidP="00357AC8">
            <w:pPr>
              <w:pStyle w:val="ConsPlusNormal"/>
              <w:ind w:firstLine="0"/>
              <w:rPr>
                <w:rFonts w:ascii="Times New Roman" w:hAnsi="Times New Roman"/>
                <w:b/>
                <w:sz w:val="24"/>
                <w:szCs w:val="24"/>
              </w:rPr>
            </w:pPr>
          </w:p>
        </w:tc>
        <w:tc>
          <w:tcPr>
            <w:tcW w:w="1453" w:type="dxa"/>
          </w:tcPr>
          <w:p w:rsidR="00795AB4" w:rsidRPr="004D300B" w:rsidRDefault="00795AB4" w:rsidP="00357AC8">
            <w:pPr>
              <w:pStyle w:val="ConsPlusNormal"/>
              <w:ind w:firstLine="0"/>
              <w:rPr>
                <w:rFonts w:ascii="Times New Roman" w:hAnsi="Times New Roman"/>
                <w:b/>
                <w:sz w:val="24"/>
                <w:szCs w:val="24"/>
              </w:rPr>
            </w:pP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p>
        </w:tc>
        <w:tc>
          <w:tcPr>
            <w:tcW w:w="1742" w:type="dxa"/>
          </w:tcPr>
          <w:p w:rsidR="00795AB4" w:rsidRPr="00CD4E86" w:rsidRDefault="00795AB4"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795AB4" w:rsidRPr="004D300B" w:rsidRDefault="00795AB4" w:rsidP="00357AC8">
            <w:r w:rsidRPr="004D300B">
              <w:t xml:space="preserve">Основное мероприятие </w:t>
            </w:r>
          </w:p>
        </w:tc>
        <w:tc>
          <w:tcPr>
            <w:tcW w:w="2880" w:type="dxa"/>
          </w:tcPr>
          <w:p w:rsidR="00795AB4" w:rsidRPr="004D300B" w:rsidRDefault="00795AB4" w:rsidP="00357AC8">
            <w:r w:rsidRPr="004D300B">
              <w:t xml:space="preserve"> Техническая инвентаризация, оценка имущества для принятия управленческих решений</w:t>
            </w:r>
          </w:p>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795AB4" w:rsidRPr="008748DC" w:rsidRDefault="00795AB4" w:rsidP="00357AC8">
            <w:pPr>
              <w:pStyle w:val="ConsPlusNormal"/>
              <w:ind w:firstLine="0"/>
              <w:rPr>
                <w:rFonts w:ascii="Times New Roman" w:hAnsi="Times New Roman"/>
                <w:sz w:val="24"/>
                <w:szCs w:val="24"/>
              </w:rPr>
            </w:pPr>
            <w:r>
              <w:rPr>
                <w:rFonts w:ascii="Times New Roman" w:hAnsi="Times New Roman"/>
                <w:sz w:val="24"/>
                <w:szCs w:val="24"/>
              </w:rPr>
              <w:t>61,8</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795AB4" w:rsidRPr="004D300B" w:rsidRDefault="00795AB4" w:rsidP="00357AC8">
            <w:r w:rsidRPr="004D300B">
              <w:t xml:space="preserve">Основное мероприятие </w:t>
            </w:r>
          </w:p>
        </w:tc>
        <w:tc>
          <w:tcPr>
            <w:tcW w:w="2880" w:type="dxa"/>
          </w:tcPr>
          <w:p w:rsidR="00795AB4" w:rsidRPr="004D300B" w:rsidRDefault="00795AB4" w:rsidP="00357AC8">
            <w:r w:rsidRPr="004D300B">
              <w:t>Содержание имущества и проведение ремонтных работ</w:t>
            </w:r>
          </w:p>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Default="00795AB4"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795AB4" w:rsidRPr="004D300B" w:rsidRDefault="00795AB4" w:rsidP="00357AC8">
            <w:pPr>
              <w:pStyle w:val="ConsPlusNormal"/>
              <w:ind w:firstLine="0"/>
              <w:rPr>
                <w:rFonts w:ascii="Times New Roman" w:hAnsi="Times New Roman"/>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795AB4" w:rsidRPr="00E95666" w:rsidRDefault="00795AB4"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795AB4" w:rsidRPr="004D300B" w:rsidTr="00BF0192">
        <w:tc>
          <w:tcPr>
            <w:tcW w:w="828" w:type="dxa"/>
          </w:tcPr>
          <w:p w:rsidR="00795AB4" w:rsidRPr="004D300B" w:rsidRDefault="00795AB4" w:rsidP="00C4311B">
            <w:r w:rsidRPr="004D300B">
              <w:lastRenderedPageBreak/>
              <w:t>1</w:t>
            </w:r>
          </w:p>
        </w:tc>
        <w:tc>
          <w:tcPr>
            <w:tcW w:w="1620" w:type="dxa"/>
            <w:vAlign w:val="center"/>
          </w:tcPr>
          <w:p w:rsidR="00795AB4" w:rsidRPr="004D300B" w:rsidRDefault="00795AB4" w:rsidP="00C4311B">
            <w:r w:rsidRPr="004D300B">
              <w:t>2</w:t>
            </w:r>
          </w:p>
        </w:tc>
        <w:tc>
          <w:tcPr>
            <w:tcW w:w="2880" w:type="dxa"/>
            <w:vAlign w:val="center"/>
          </w:tcPr>
          <w:p w:rsidR="00795AB4" w:rsidRPr="004D300B" w:rsidRDefault="00795AB4" w:rsidP="00C4311B">
            <w:r w:rsidRPr="004D300B">
              <w:t>3</w:t>
            </w:r>
          </w:p>
        </w:tc>
        <w:tc>
          <w:tcPr>
            <w:tcW w:w="2160" w:type="dxa"/>
            <w:vAlign w:val="center"/>
          </w:tcPr>
          <w:p w:rsidR="00795AB4" w:rsidRPr="004D300B" w:rsidRDefault="00795AB4" w:rsidP="00C4311B">
            <w:r w:rsidRPr="004D300B">
              <w:t>4</w:t>
            </w:r>
          </w:p>
        </w:tc>
        <w:tc>
          <w:tcPr>
            <w:tcW w:w="1260" w:type="dxa"/>
            <w:vAlign w:val="center"/>
          </w:tcPr>
          <w:p w:rsidR="00795AB4" w:rsidRPr="004D300B" w:rsidRDefault="00795AB4" w:rsidP="00C4311B">
            <w:r w:rsidRPr="004D300B">
              <w:t>5</w:t>
            </w:r>
          </w:p>
        </w:tc>
        <w:tc>
          <w:tcPr>
            <w:tcW w:w="1453" w:type="dxa"/>
            <w:vAlign w:val="center"/>
          </w:tcPr>
          <w:p w:rsidR="00795AB4" w:rsidRPr="004D300B" w:rsidRDefault="00795AB4" w:rsidP="00C4311B">
            <w:r w:rsidRPr="004D300B">
              <w:t>6</w:t>
            </w:r>
          </w:p>
        </w:tc>
        <w:tc>
          <w:tcPr>
            <w:tcW w:w="2147" w:type="dxa"/>
            <w:vAlign w:val="center"/>
          </w:tcPr>
          <w:p w:rsidR="00795AB4" w:rsidRPr="004D300B" w:rsidRDefault="00795AB4" w:rsidP="00C4311B">
            <w:r w:rsidRPr="004D300B">
              <w:t>7</w:t>
            </w:r>
          </w:p>
        </w:tc>
        <w:tc>
          <w:tcPr>
            <w:tcW w:w="1498" w:type="dxa"/>
            <w:vAlign w:val="center"/>
          </w:tcPr>
          <w:p w:rsidR="00795AB4" w:rsidRPr="004D300B" w:rsidRDefault="00795AB4" w:rsidP="00C4311B">
            <w:r w:rsidRPr="004D300B">
              <w:rPr>
                <w:sz w:val="22"/>
                <w:szCs w:val="22"/>
              </w:rPr>
              <w:t>8</w:t>
            </w:r>
          </w:p>
        </w:tc>
        <w:tc>
          <w:tcPr>
            <w:tcW w:w="1742" w:type="dxa"/>
            <w:vAlign w:val="center"/>
          </w:tcPr>
          <w:p w:rsidR="00795AB4" w:rsidRPr="004D300B" w:rsidRDefault="00795AB4" w:rsidP="00C4311B">
            <w:r w:rsidRPr="004D300B">
              <w:t>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795AB4" w:rsidRPr="004D300B" w:rsidRDefault="00795AB4" w:rsidP="00357AC8">
            <w:r w:rsidRPr="004D300B">
              <w:t xml:space="preserve">Основное мероприятие </w:t>
            </w:r>
          </w:p>
        </w:tc>
        <w:tc>
          <w:tcPr>
            <w:tcW w:w="2880" w:type="dxa"/>
          </w:tcPr>
          <w:p w:rsidR="00795AB4" w:rsidRPr="004D300B" w:rsidRDefault="00795AB4" w:rsidP="00357AC8">
            <w:r w:rsidRPr="004D300B">
              <w:rPr>
                <w:rStyle w:val="1a"/>
                <w:sz w:val="24"/>
                <w:szCs w:val="24"/>
              </w:rPr>
              <w:t>Межевание земельных участков, оценка размера арендной платы</w:t>
            </w:r>
          </w:p>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795AB4" w:rsidRPr="00E95666" w:rsidRDefault="00795AB4" w:rsidP="00357AC8">
            <w:pPr>
              <w:pStyle w:val="ConsPlusNormal"/>
              <w:ind w:firstLine="0"/>
              <w:rPr>
                <w:rFonts w:ascii="Times New Roman" w:hAnsi="Times New Roman"/>
                <w:sz w:val="24"/>
                <w:szCs w:val="24"/>
              </w:rPr>
            </w:pPr>
            <w:r>
              <w:rPr>
                <w:rFonts w:ascii="Times New Roman" w:hAnsi="Times New Roman"/>
                <w:sz w:val="24"/>
                <w:szCs w:val="24"/>
              </w:rPr>
              <w:t>97</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795AB4" w:rsidRPr="004D300B" w:rsidRDefault="00795AB4" w:rsidP="00357AC8">
            <w:r w:rsidRPr="004D300B">
              <w:t xml:space="preserve">Основное мероприятие </w:t>
            </w:r>
          </w:p>
        </w:tc>
        <w:tc>
          <w:tcPr>
            <w:tcW w:w="2880" w:type="dxa"/>
          </w:tcPr>
          <w:p w:rsidR="00795AB4" w:rsidRPr="004D300B" w:rsidRDefault="00795AB4"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795AB4" w:rsidRPr="008748DC" w:rsidRDefault="00795AB4"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795AB4" w:rsidRPr="004D300B" w:rsidRDefault="00795AB4" w:rsidP="00357AC8">
            <w:r w:rsidRPr="004D300B">
              <w:t xml:space="preserve">Основное мероприятие </w:t>
            </w:r>
          </w:p>
        </w:tc>
        <w:tc>
          <w:tcPr>
            <w:tcW w:w="2880" w:type="dxa"/>
          </w:tcPr>
          <w:p w:rsidR="00795AB4" w:rsidRPr="004D300B" w:rsidRDefault="00795AB4" w:rsidP="00357AC8">
            <w:pPr>
              <w:ind w:right="-57"/>
            </w:pPr>
            <w:r w:rsidRPr="004D300B">
              <w:t>Обеспечение деятельности МКУ «Отдел по управлению муниципальным имуществом».</w:t>
            </w:r>
          </w:p>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b/>
                <w:sz w:val="24"/>
                <w:szCs w:val="24"/>
              </w:rPr>
            </w:pP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795AB4" w:rsidRDefault="00795AB4" w:rsidP="00357AC8">
            <w:pPr>
              <w:pStyle w:val="ConsPlusNormal"/>
              <w:ind w:firstLine="0"/>
              <w:rPr>
                <w:rFonts w:ascii="Times New Roman" w:hAnsi="Times New Roman"/>
                <w:sz w:val="24"/>
                <w:szCs w:val="24"/>
              </w:rPr>
            </w:pPr>
          </w:p>
          <w:p w:rsidR="00795AB4" w:rsidRPr="004D300B" w:rsidRDefault="00795AB4" w:rsidP="00357AC8">
            <w:pPr>
              <w:pStyle w:val="ConsPlusNormal"/>
              <w:ind w:firstLine="0"/>
              <w:rPr>
                <w:rFonts w:ascii="Times New Roman" w:hAnsi="Times New Roman"/>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795AB4" w:rsidRPr="00E95666" w:rsidRDefault="00795AB4"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795AB4" w:rsidRPr="004D300B" w:rsidTr="001C4591">
        <w:tc>
          <w:tcPr>
            <w:tcW w:w="828" w:type="dxa"/>
          </w:tcPr>
          <w:p w:rsidR="00795AB4" w:rsidRPr="004D300B" w:rsidRDefault="00795AB4" w:rsidP="00C4311B">
            <w:r w:rsidRPr="004D300B">
              <w:t>1</w:t>
            </w:r>
          </w:p>
        </w:tc>
        <w:tc>
          <w:tcPr>
            <w:tcW w:w="1620" w:type="dxa"/>
            <w:vAlign w:val="center"/>
          </w:tcPr>
          <w:p w:rsidR="00795AB4" w:rsidRPr="004D300B" w:rsidRDefault="00795AB4" w:rsidP="00C4311B">
            <w:r w:rsidRPr="004D300B">
              <w:t>2</w:t>
            </w:r>
          </w:p>
        </w:tc>
        <w:tc>
          <w:tcPr>
            <w:tcW w:w="2880" w:type="dxa"/>
            <w:vAlign w:val="center"/>
          </w:tcPr>
          <w:p w:rsidR="00795AB4" w:rsidRPr="004D300B" w:rsidRDefault="00795AB4" w:rsidP="00C4311B">
            <w:r w:rsidRPr="004D300B">
              <w:t>3</w:t>
            </w:r>
          </w:p>
        </w:tc>
        <w:tc>
          <w:tcPr>
            <w:tcW w:w="2160" w:type="dxa"/>
            <w:vAlign w:val="center"/>
          </w:tcPr>
          <w:p w:rsidR="00795AB4" w:rsidRPr="004D300B" w:rsidRDefault="00795AB4" w:rsidP="00C4311B">
            <w:r w:rsidRPr="004D300B">
              <w:t>4</w:t>
            </w:r>
          </w:p>
        </w:tc>
        <w:tc>
          <w:tcPr>
            <w:tcW w:w="1260" w:type="dxa"/>
            <w:vAlign w:val="center"/>
          </w:tcPr>
          <w:p w:rsidR="00795AB4" w:rsidRPr="004D300B" w:rsidRDefault="00795AB4" w:rsidP="00C4311B">
            <w:r w:rsidRPr="004D300B">
              <w:t>5</w:t>
            </w:r>
          </w:p>
        </w:tc>
        <w:tc>
          <w:tcPr>
            <w:tcW w:w="1453" w:type="dxa"/>
            <w:vAlign w:val="center"/>
          </w:tcPr>
          <w:p w:rsidR="00795AB4" w:rsidRPr="004D300B" w:rsidRDefault="00795AB4" w:rsidP="00C4311B">
            <w:r w:rsidRPr="004D300B">
              <w:t>6</w:t>
            </w:r>
          </w:p>
        </w:tc>
        <w:tc>
          <w:tcPr>
            <w:tcW w:w="2147" w:type="dxa"/>
            <w:vAlign w:val="center"/>
          </w:tcPr>
          <w:p w:rsidR="00795AB4" w:rsidRPr="004D300B" w:rsidRDefault="00795AB4" w:rsidP="00C4311B">
            <w:r w:rsidRPr="004D300B">
              <w:t>7</w:t>
            </w:r>
          </w:p>
        </w:tc>
        <w:tc>
          <w:tcPr>
            <w:tcW w:w="1498" w:type="dxa"/>
            <w:vAlign w:val="center"/>
          </w:tcPr>
          <w:p w:rsidR="00795AB4" w:rsidRPr="004D300B" w:rsidRDefault="00795AB4" w:rsidP="00C4311B">
            <w:r w:rsidRPr="004D300B">
              <w:rPr>
                <w:sz w:val="22"/>
                <w:szCs w:val="22"/>
              </w:rPr>
              <w:t>8</w:t>
            </w:r>
          </w:p>
        </w:tc>
        <w:tc>
          <w:tcPr>
            <w:tcW w:w="1742" w:type="dxa"/>
            <w:vAlign w:val="center"/>
          </w:tcPr>
          <w:p w:rsidR="00795AB4" w:rsidRPr="004D300B" w:rsidRDefault="00795AB4" w:rsidP="00C4311B">
            <w:r w:rsidRPr="004D300B">
              <w:t>9</w:t>
            </w:r>
          </w:p>
        </w:tc>
      </w:tr>
      <w:tr w:rsidR="00795AB4" w:rsidRPr="00CD4E86"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lastRenderedPageBreak/>
              <w:t>4.</w:t>
            </w:r>
          </w:p>
        </w:tc>
        <w:tc>
          <w:tcPr>
            <w:tcW w:w="1620" w:type="dxa"/>
          </w:tcPr>
          <w:p w:rsidR="00795AB4" w:rsidRPr="004D300B" w:rsidRDefault="00795AB4" w:rsidP="00357AC8">
            <w:pPr>
              <w:ind w:right="-57"/>
              <w:rPr>
                <w:b/>
              </w:rPr>
            </w:pPr>
            <w:r w:rsidRPr="004D300B">
              <w:rPr>
                <w:b/>
              </w:rPr>
              <w:t>ПОДПРОГРАММА 4</w:t>
            </w:r>
          </w:p>
        </w:tc>
        <w:tc>
          <w:tcPr>
            <w:tcW w:w="2880" w:type="dxa"/>
            <w:vAlign w:val="center"/>
          </w:tcPr>
          <w:p w:rsidR="00795AB4" w:rsidRPr="004D300B" w:rsidRDefault="00795AB4" w:rsidP="00357AC8">
            <w:pPr>
              <w:rPr>
                <w:b/>
              </w:rPr>
            </w:pPr>
            <w:r w:rsidRPr="004D300B">
              <w:rPr>
                <w:b/>
              </w:rPr>
              <w:t>«Обеспечение жильем молодых семей»</w:t>
            </w: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p w:rsidR="00795AB4" w:rsidRPr="004D300B" w:rsidRDefault="00795AB4" w:rsidP="00357AC8"/>
        </w:tc>
        <w:tc>
          <w:tcPr>
            <w:tcW w:w="21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795AB4" w:rsidRPr="002235D4" w:rsidRDefault="00795AB4"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795AB4" w:rsidRPr="002235D4" w:rsidRDefault="00795AB4" w:rsidP="00357AC8">
            <w:pPr>
              <w:pStyle w:val="ConsPlusNormal"/>
              <w:ind w:firstLine="0"/>
              <w:rPr>
                <w:rFonts w:ascii="Times New Roman" w:hAnsi="Times New Roman"/>
              </w:rPr>
            </w:pPr>
            <w:r w:rsidRPr="002235D4">
              <w:rPr>
                <w:rFonts w:ascii="Times New Roman" w:hAnsi="Times New Roman"/>
              </w:rPr>
              <w:t>10030547854</w:t>
            </w:r>
          </w:p>
          <w:p w:rsidR="00795AB4" w:rsidRPr="00C06E81" w:rsidRDefault="00795AB4"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795AB4" w:rsidRPr="00CD4E86" w:rsidRDefault="00795AB4"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795AB4" w:rsidRPr="00CD4E86"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795AB4" w:rsidRPr="004D300B" w:rsidRDefault="00795AB4" w:rsidP="00357AC8">
            <w:pPr>
              <w:rPr>
                <w:b/>
              </w:rPr>
            </w:pPr>
            <w:r w:rsidRPr="004D300B">
              <w:rPr>
                <w:b/>
              </w:rPr>
              <w:t>ПОДПРОГРАММА 5</w:t>
            </w: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p w:rsidR="00795AB4" w:rsidRPr="004D300B" w:rsidRDefault="00795AB4" w:rsidP="00357AC8">
            <w:pPr>
              <w:rPr>
                <w:b/>
              </w:rPr>
            </w:pPr>
          </w:p>
        </w:tc>
        <w:tc>
          <w:tcPr>
            <w:tcW w:w="2880" w:type="dxa"/>
            <w:vAlign w:val="center"/>
          </w:tcPr>
          <w:p w:rsidR="00795AB4" w:rsidRPr="004D300B" w:rsidRDefault="00795AB4"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b/>
                <w:sz w:val="24"/>
                <w:szCs w:val="24"/>
              </w:rPr>
            </w:pPr>
          </w:p>
        </w:tc>
        <w:tc>
          <w:tcPr>
            <w:tcW w:w="1498" w:type="dxa"/>
          </w:tcPr>
          <w:p w:rsidR="00795AB4" w:rsidRPr="004D300B" w:rsidRDefault="00795AB4"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795AB4" w:rsidRPr="00CD4E86" w:rsidRDefault="00795AB4"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795AB4" w:rsidRPr="00CD4E86" w:rsidTr="00357AC8">
        <w:tc>
          <w:tcPr>
            <w:tcW w:w="828"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795AB4" w:rsidRPr="004D300B" w:rsidRDefault="00795AB4" w:rsidP="00357AC8">
            <w:pPr>
              <w:ind w:right="-57"/>
            </w:pPr>
            <w:r w:rsidRPr="004D300B">
              <w:t>Основное мероприятие 5.1</w:t>
            </w:r>
          </w:p>
          <w:p w:rsidR="00795AB4" w:rsidRPr="004D300B" w:rsidRDefault="00795AB4" w:rsidP="00357AC8">
            <w:pPr>
              <w:ind w:right="-57"/>
            </w:pPr>
          </w:p>
          <w:p w:rsidR="00795AB4" w:rsidRPr="004D300B" w:rsidRDefault="00795AB4" w:rsidP="00357AC8">
            <w:pPr>
              <w:ind w:right="-57"/>
            </w:pPr>
          </w:p>
          <w:p w:rsidR="00795AB4" w:rsidRPr="004D300B" w:rsidRDefault="00795AB4" w:rsidP="00357AC8">
            <w:pPr>
              <w:ind w:right="-57"/>
            </w:pPr>
          </w:p>
        </w:tc>
        <w:tc>
          <w:tcPr>
            <w:tcW w:w="2880" w:type="dxa"/>
            <w:vAlign w:val="center"/>
          </w:tcPr>
          <w:p w:rsidR="00795AB4" w:rsidRPr="004D300B" w:rsidRDefault="00795AB4" w:rsidP="00CB60A3">
            <w:pPr>
              <w:ind w:right="-57"/>
            </w:pPr>
            <w:r w:rsidRPr="005F00DB">
              <w:t>Предоставление грантов  начинающим субъектам малого предпринимательства</w:t>
            </w:r>
          </w:p>
        </w:tc>
        <w:tc>
          <w:tcPr>
            <w:tcW w:w="2160" w:type="dxa"/>
          </w:tcPr>
          <w:p w:rsidR="00795AB4" w:rsidRPr="004D300B" w:rsidRDefault="00795AB4"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CD4E86" w:rsidRDefault="00795AB4"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795AB4" w:rsidRPr="004D300B" w:rsidRDefault="00795AB4" w:rsidP="00357AC8">
            <w:pPr>
              <w:pStyle w:val="ConsPlusNormal"/>
              <w:ind w:firstLine="0"/>
              <w:rPr>
                <w:rFonts w:ascii="Times New Roman" w:hAnsi="Times New Roman"/>
              </w:rPr>
            </w:pPr>
          </w:p>
        </w:tc>
        <w:tc>
          <w:tcPr>
            <w:tcW w:w="1742" w:type="dxa"/>
          </w:tcPr>
          <w:p w:rsidR="00795AB4" w:rsidRPr="00CD4E86" w:rsidRDefault="00795AB4"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sz w:val="24"/>
                <w:szCs w:val="24"/>
              </w:rPr>
            </w:pPr>
          </w:p>
        </w:tc>
        <w:tc>
          <w:tcPr>
            <w:tcW w:w="1620" w:type="dxa"/>
            <w:vAlign w:val="center"/>
          </w:tcPr>
          <w:p w:rsidR="00795AB4" w:rsidRDefault="00795AB4" w:rsidP="00357AC8">
            <w:pPr>
              <w:rPr>
                <w:b/>
              </w:rPr>
            </w:pPr>
            <w:r w:rsidRPr="004D300B">
              <w:rPr>
                <w:b/>
              </w:rPr>
              <w:t xml:space="preserve">ПОДПРОГРАММА </w:t>
            </w:r>
            <w:r>
              <w:rPr>
                <w:b/>
              </w:rPr>
              <w:t>6</w:t>
            </w:r>
          </w:p>
          <w:p w:rsidR="00795AB4" w:rsidRDefault="00795AB4" w:rsidP="00357AC8">
            <w:pPr>
              <w:rPr>
                <w:b/>
              </w:rPr>
            </w:pPr>
          </w:p>
          <w:p w:rsidR="00795AB4" w:rsidRDefault="00795AB4" w:rsidP="00357AC8">
            <w:pPr>
              <w:rPr>
                <w:b/>
              </w:rPr>
            </w:pPr>
          </w:p>
          <w:p w:rsidR="00795AB4" w:rsidRPr="004D300B" w:rsidRDefault="00795AB4" w:rsidP="00357AC8">
            <w:pPr>
              <w:rPr>
                <w:b/>
              </w:rPr>
            </w:pPr>
          </w:p>
          <w:p w:rsidR="00795AB4" w:rsidRPr="004D300B" w:rsidRDefault="00795AB4" w:rsidP="00357AC8"/>
        </w:tc>
        <w:tc>
          <w:tcPr>
            <w:tcW w:w="2880" w:type="dxa"/>
            <w:vAlign w:val="center"/>
          </w:tcPr>
          <w:p w:rsidR="00795AB4" w:rsidRPr="004D300B" w:rsidRDefault="00795AB4" w:rsidP="00357AC8">
            <w:r w:rsidRPr="00E95666">
              <w:rPr>
                <w:b/>
              </w:rPr>
              <w:t>«Строительство спортивных сооружений на территории Таловского муниципального района»</w:t>
            </w:r>
          </w:p>
        </w:tc>
        <w:tc>
          <w:tcPr>
            <w:tcW w:w="2160" w:type="dxa"/>
          </w:tcPr>
          <w:p w:rsidR="00795AB4" w:rsidRPr="004D300B" w:rsidRDefault="00795AB4" w:rsidP="00357AC8">
            <w:r w:rsidRPr="004D300B">
              <w:t>Администрация Таловского муниципального района</w:t>
            </w:r>
          </w:p>
        </w:tc>
        <w:tc>
          <w:tcPr>
            <w:tcW w:w="1260" w:type="dxa"/>
          </w:tcPr>
          <w:p w:rsidR="00795AB4" w:rsidRPr="004D300B" w:rsidRDefault="00795AB4"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357AC8">
            <w:pPr>
              <w:pStyle w:val="ConsPlusNormal"/>
              <w:ind w:firstLine="0"/>
              <w:rPr>
                <w:rFonts w:ascii="Times New Roman" w:hAnsi="Times New Roman"/>
                <w:sz w:val="24"/>
                <w:szCs w:val="24"/>
              </w:rPr>
            </w:pPr>
          </w:p>
        </w:tc>
        <w:tc>
          <w:tcPr>
            <w:tcW w:w="1498" w:type="dxa"/>
          </w:tcPr>
          <w:p w:rsidR="00795AB4" w:rsidRPr="004D300B" w:rsidRDefault="00795AB4" w:rsidP="00357AC8">
            <w:pPr>
              <w:pStyle w:val="ConsPlusNormal"/>
              <w:ind w:firstLine="0"/>
              <w:rPr>
                <w:rFonts w:ascii="Times New Roman" w:hAnsi="Times New Roman"/>
              </w:rPr>
            </w:pP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795AB4" w:rsidRPr="004D300B" w:rsidTr="00357AC8">
        <w:tc>
          <w:tcPr>
            <w:tcW w:w="828" w:type="dxa"/>
          </w:tcPr>
          <w:p w:rsidR="00795AB4" w:rsidRPr="004D300B" w:rsidRDefault="00795AB4" w:rsidP="00357AC8">
            <w:pPr>
              <w:pStyle w:val="ConsPlusNormal"/>
              <w:ind w:firstLine="0"/>
              <w:rPr>
                <w:rFonts w:ascii="Times New Roman" w:hAnsi="Times New Roman"/>
                <w:sz w:val="24"/>
                <w:szCs w:val="24"/>
              </w:rPr>
            </w:pPr>
            <w:r>
              <w:t>6</w:t>
            </w:r>
            <w:r w:rsidRPr="004D300B">
              <w:t>.1</w:t>
            </w:r>
          </w:p>
        </w:tc>
        <w:tc>
          <w:tcPr>
            <w:tcW w:w="1620" w:type="dxa"/>
            <w:vAlign w:val="center"/>
          </w:tcPr>
          <w:p w:rsidR="00795AB4" w:rsidRPr="004D300B" w:rsidRDefault="00795AB4" w:rsidP="00357AC8">
            <w:r w:rsidRPr="004D300B">
              <w:t xml:space="preserve">Основное </w:t>
            </w:r>
            <w:r w:rsidRPr="004D300B">
              <w:br/>
              <w:t xml:space="preserve">мероприятие </w:t>
            </w:r>
          </w:p>
        </w:tc>
        <w:tc>
          <w:tcPr>
            <w:tcW w:w="2880" w:type="dxa"/>
            <w:vAlign w:val="center"/>
          </w:tcPr>
          <w:p w:rsidR="00795AB4" w:rsidRPr="004D300B" w:rsidRDefault="00795AB4" w:rsidP="00357AC8">
            <w:r w:rsidRPr="005A3E33">
              <w:t>Строительство и реконструкция спортивных объектов муниципальной собственности</w:t>
            </w:r>
          </w:p>
        </w:tc>
        <w:tc>
          <w:tcPr>
            <w:tcW w:w="2160" w:type="dxa"/>
          </w:tcPr>
          <w:p w:rsidR="00795AB4" w:rsidRPr="005A3E33" w:rsidRDefault="00795AB4" w:rsidP="00357AC8">
            <w:r w:rsidRPr="004D300B">
              <w:t>Администрация Таловского муниципального района</w:t>
            </w:r>
          </w:p>
        </w:tc>
        <w:tc>
          <w:tcPr>
            <w:tcW w:w="1260"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795AB4" w:rsidRPr="004D300B" w:rsidRDefault="00795A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795AB4" w:rsidRPr="004D300B" w:rsidRDefault="00795AB4"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795AB4" w:rsidRDefault="00795AB4" w:rsidP="00357AC8">
            <w:pPr>
              <w:pStyle w:val="ConsPlusNormal"/>
              <w:ind w:firstLine="0"/>
              <w:rPr>
                <w:rFonts w:ascii="Times New Roman" w:hAnsi="Times New Roman"/>
              </w:rPr>
            </w:pPr>
            <w:r>
              <w:rPr>
                <w:rFonts w:ascii="Times New Roman" w:hAnsi="Times New Roman"/>
              </w:rPr>
              <w:t>11050568810</w:t>
            </w:r>
          </w:p>
          <w:p w:rsidR="00795AB4" w:rsidRDefault="00795AB4" w:rsidP="00357AC8">
            <w:pPr>
              <w:pStyle w:val="ConsPlusNormal"/>
              <w:ind w:firstLine="0"/>
              <w:rPr>
                <w:rFonts w:ascii="Times New Roman" w:hAnsi="Times New Roman"/>
              </w:rPr>
            </w:pPr>
            <w:r>
              <w:rPr>
                <w:rFonts w:ascii="Times New Roman" w:hAnsi="Times New Roman"/>
              </w:rPr>
              <w:t>11050567810</w:t>
            </w:r>
          </w:p>
          <w:p w:rsidR="00795AB4" w:rsidRPr="004D300B" w:rsidRDefault="00795AB4" w:rsidP="00357AC8">
            <w:pPr>
              <w:pStyle w:val="ConsPlusNormal"/>
              <w:ind w:firstLine="0"/>
              <w:rPr>
                <w:rFonts w:ascii="Times New Roman" w:hAnsi="Times New Roman"/>
              </w:rPr>
            </w:pPr>
            <w:r>
              <w:rPr>
                <w:rFonts w:ascii="Times New Roman" w:hAnsi="Times New Roman"/>
              </w:rPr>
              <w:t>11050568054</w:t>
            </w:r>
          </w:p>
        </w:tc>
        <w:tc>
          <w:tcPr>
            <w:tcW w:w="1742" w:type="dxa"/>
          </w:tcPr>
          <w:p w:rsidR="00795AB4" w:rsidRPr="004D300B" w:rsidRDefault="00795AB4"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795AB4" w:rsidRDefault="00795AB4" w:rsidP="00CB60A3">
      <w:pPr>
        <w:pStyle w:val="ConsPlusNormal"/>
        <w:ind w:firstLine="0"/>
        <w:jc w:val="right"/>
        <w:outlineLvl w:val="3"/>
        <w:rPr>
          <w:rFonts w:ascii="Times New Roman" w:hAnsi="Times New Roman"/>
          <w:sz w:val="26"/>
          <w:szCs w:val="26"/>
        </w:rPr>
      </w:pPr>
    </w:p>
    <w:p w:rsidR="00795AB4" w:rsidRPr="00081955" w:rsidRDefault="00795AB4" w:rsidP="00CB60A3">
      <w:pPr>
        <w:pStyle w:val="ConsPlusNormal"/>
        <w:ind w:firstLine="0"/>
        <w:jc w:val="right"/>
        <w:outlineLvl w:val="3"/>
        <w:rPr>
          <w:rFonts w:ascii="Times New Roman" w:hAnsi="Times New Roman"/>
          <w:sz w:val="26"/>
          <w:szCs w:val="26"/>
        </w:rPr>
      </w:pPr>
      <w:r w:rsidRPr="00081955">
        <w:rPr>
          <w:rFonts w:ascii="Times New Roman" w:hAnsi="Times New Roman"/>
          <w:sz w:val="26"/>
          <w:szCs w:val="26"/>
        </w:rPr>
        <w:lastRenderedPageBreak/>
        <w:t>Приложение 5</w:t>
      </w:r>
    </w:p>
    <w:p w:rsidR="00795AB4" w:rsidRDefault="00795AB4" w:rsidP="00CB60A3">
      <w:pPr>
        <w:jc w:val="center"/>
        <w:rPr>
          <w:b/>
          <w:sz w:val="26"/>
          <w:szCs w:val="26"/>
        </w:rPr>
      </w:pPr>
    </w:p>
    <w:p w:rsidR="00795AB4" w:rsidRDefault="00795AB4" w:rsidP="00CB60A3">
      <w:pPr>
        <w:jc w:val="center"/>
        <w:rPr>
          <w:b/>
          <w:sz w:val="26"/>
          <w:szCs w:val="26"/>
        </w:rPr>
      </w:pPr>
    </w:p>
    <w:p w:rsidR="00795AB4" w:rsidRDefault="00795AB4"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795AB4" w:rsidRPr="00081955" w:rsidRDefault="00795AB4"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795AB4" w:rsidRPr="004D300B" w:rsidTr="0009433F">
        <w:tc>
          <w:tcPr>
            <w:tcW w:w="828"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795AB4" w:rsidRPr="004D300B" w:rsidTr="0009433F">
        <w:tc>
          <w:tcPr>
            <w:tcW w:w="828" w:type="dxa"/>
            <w:vMerge/>
          </w:tcPr>
          <w:p w:rsidR="00795AB4" w:rsidRPr="004D300B" w:rsidRDefault="00795AB4" w:rsidP="0009433F">
            <w:pPr>
              <w:pStyle w:val="ConsPlusNormal"/>
              <w:ind w:firstLine="0"/>
              <w:rPr>
                <w:rFonts w:ascii="Times New Roman" w:hAnsi="Times New Roman"/>
                <w:b/>
                <w:sz w:val="28"/>
                <w:szCs w:val="28"/>
              </w:rPr>
            </w:pPr>
          </w:p>
        </w:tc>
        <w:tc>
          <w:tcPr>
            <w:tcW w:w="1620" w:type="dxa"/>
            <w:vMerge/>
          </w:tcPr>
          <w:p w:rsidR="00795AB4" w:rsidRPr="004D300B" w:rsidRDefault="00795AB4" w:rsidP="0009433F">
            <w:pPr>
              <w:pStyle w:val="ConsPlusNormal"/>
              <w:ind w:firstLine="0"/>
              <w:rPr>
                <w:rFonts w:ascii="Times New Roman" w:hAnsi="Times New Roman"/>
                <w:b/>
                <w:sz w:val="28"/>
                <w:szCs w:val="28"/>
              </w:rPr>
            </w:pPr>
          </w:p>
        </w:tc>
        <w:tc>
          <w:tcPr>
            <w:tcW w:w="2880" w:type="dxa"/>
            <w:vMerge/>
          </w:tcPr>
          <w:p w:rsidR="00795AB4" w:rsidRPr="004D300B" w:rsidRDefault="00795AB4" w:rsidP="0009433F">
            <w:pPr>
              <w:pStyle w:val="ConsPlusNormal"/>
              <w:ind w:firstLine="0"/>
              <w:rPr>
                <w:rFonts w:ascii="Times New Roman" w:hAnsi="Times New Roman"/>
                <w:b/>
                <w:sz w:val="28"/>
                <w:szCs w:val="28"/>
              </w:rPr>
            </w:pPr>
          </w:p>
        </w:tc>
        <w:tc>
          <w:tcPr>
            <w:tcW w:w="2160" w:type="dxa"/>
            <w:vMerge/>
          </w:tcPr>
          <w:p w:rsidR="00795AB4" w:rsidRPr="004D300B" w:rsidRDefault="00795AB4" w:rsidP="0009433F">
            <w:pPr>
              <w:pStyle w:val="ConsPlusNormal"/>
              <w:ind w:firstLine="0"/>
              <w:rPr>
                <w:rFonts w:ascii="Times New Roman" w:hAnsi="Times New Roman"/>
                <w:b/>
                <w:sz w:val="28"/>
                <w:szCs w:val="28"/>
              </w:rPr>
            </w:pPr>
          </w:p>
        </w:tc>
        <w:tc>
          <w:tcPr>
            <w:tcW w:w="12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795AB4" w:rsidRPr="004D300B" w:rsidRDefault="00795AB4" w:rsidP="0009433F">
            <w:pPr>
              <w:pStyle w:val="ConsPlusNormal"/>
              <w:ind w:firstLine="0"/>
              <w:rPr>
                <w:rFonts w:ascii="Times New Roman" w:hAnsi="Times New Roman"/>
                <w:b/>
                <w:sz w:val="28"/>
                <w:szCs w:val="28"/>
              </w:rPr>
            </w:pPr>
          </w:p>
        </w:tc>
        <w:tc>
          <w:tcPr>
            <w:tcW w:w="1498" w:type="dxa"/>
            <w:vMerge/>
          </w:tcPr>
          <w:p w:rsidR="00795AB4" w:rsidRPr="004D300B" w:rsidRDefault="00795AB4" w:rsidP="0009433F">
            <w:pPr>
              <w:pStyle w:val="ConsPlusNormal"/>
              <w:ind w:firstLine="0"/>
              <w:rPr>
                <w:rFonts w:ascii="Times New Roman" w:hAnsi="Times New Roman"/>
                <w:b/>
                <w:sz w:val="28"/>
                <w:szCs w:val="28"/>
              </w:rPr>
            </w:pPr>
          </w:p>
        </w:tc>
        <w:tc>
          <w:tcPr>
            <w:tcW w:w="1742" w:type="dxa"/>
            <w:vMerge/>
          </w:tcPr>
          <w:p w:rsidR="00795AB4" w:rsidRPr="004D300B" w:rsidRDefault="00795AB4" w:rsidP="0009433F">
            <w:pPr>
              <w:pStyle w:val="ConsPlusNormal"/>
              <w:ind w:firstLine="0"/>
              <w:rPr>
                <w:rFonts w:ascii="Times New Roman" w:hAnsi="Times New Roman"/>
                <w:b/>
                <w:sz w:val="28"/>
                <w:szCs w:val="28"/>
              </w:rPr>
            </w:pPr>
          </w:p>
        </w:tc>
      </w:tr>
      <w:tr w:rsidR="00795AB4" w:rsidRPr="004D300B" w:rsidTr="0009433F">
        <w:tc>
          <w:tcPr>
            <w:tcW w:w="828" w:type="dxa"/>
          </w:tcPr>
          <w:p w:rsidR="00795AB4" w:rsidRPr="004D300B" w:rsidRDefault="00795AB4" w:rsidP="0009433F">
            <w:r w:rsidRPr="004D300B">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t>8</w:t>
            </w:r>
          </w:p>
        </w:tc>
        <w:tc>
          <w:tcPr>
            <w:tcW w:w="1742" w:type="dxa"/>
            <w:vAlign w:val="center"/>
          </w:tcPr>
          <w:p w:rsidR="00795AB4" w:rsidRPr="004D300B" w:rsidRDefault="00795AB4" w:rsidP="0009433F">
            <w:r w:rsidRPr="004D300B">
              <w:t>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795AB4" w:rsidRPr="004D300B" w:rsidRDefault="00795AB4" w:rsidP="0009433F">
            <w:r w:rsidRPr="004D300B">
              <w:rPr>
                <w:b/>
              </w:rPr>
              <w:t>ПОДПРОГРАММА 1</w:t>
            </w:r>
          </w:p>
        </w:tc>
        <w:tc>
          <w:tcPr>
            <w:tcW w:w="2880" w:type="dxa"/>
            <w:vAlign w:val="center"/>
          </w:tcPr>
          <w:p w:rsidR="00795AB4" w:rsidRDefault="00795AB4" w:rsidP="0009433F">
            <w:pPr>
              <w:rPr>
                <w:b/>
              </w:rPr>
            </w:pPr>
            <w:r w:rsidRPr="004D300B">
              <w:rPr>
                <w:b/>
              </w:rPr>
              <w:t>«Создание условий для обеспечения муници-пального управления»</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b/>
                <w:sz w:val="24"/>
                <w:szCs w:val="24"/>
              </w:rPr>
            </w:pPr>
          </w:p>
        </w:tc>
        <w:tc>
          <w:tcPr>
            <w:tcW w:w="1742" w:type="dxa"/>
          </w:tcPr>
          <w:p w:rsidR="00795AB4" w:rsidRPr="00C06E81" w:rsidRDefault="00795AB4" w:rsidP="0009433F">
            <w:pPr>
              <w:pStyle w:val="ConsPlusNormal"/>
              <w:ind w:firstLine="0"/>
              <w:rPr>
                <w:rFonts w:ascii="Times New Roman" w:hAnsi="Times New Roman"/>
                <w:b/>
                <w:sz w:val="24"/>
                <w:szCs w:val="24"/>
              </w:rPr>
            </w:pPr>
            <w:r>
              <w:rPr>
                <w:rFonts w:ascii="Times New Roman" w:hAnsi="Times New Roman"/>
                <w:b/>
                <w:sz w:val="24"/>
                <w:szCs w:val="24"/>
              </w:rPr>
              <w:t>27580,8</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1.1</w:t>
            </w:r>
          </w:p>
        </w:tc>
        <w:tc>
          <w:tcPr>
            <w:tcW w:w="1620" w:type="dxa"/>
          </w:tcPr>
          <w:p w:rsidR="00795AB4" w:rsidRPr="004D300B" w:rsidRDefault="00795AB4" w:rsidP="0009433F">
            <w:pPr>
              <w:ind w:right="-57"/>
            </w:pPr>
            <w:r w:rsidRPr="004D300B">
              <w:t xml:space="preserve">Основное мероприятие </w:t>
            </w:r>
          </w:p>
        </w:tc>
        <w:tc>
          <w:tcPr>
            <w:tcW w:w="2880" w:type="dxa"/>
            <w:vAlign w:val="center"/>
          </w:tcPr>
          <w:p w:rsidR="00795AB4" w:rsidRDefault="00795AB4" w:rsidP="0009433F">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795AB4" w:rsidRDefault="00795AB4" w:rsidP="0009433F">
            <w:pPr>
              <w:ind w:right="-57"/>
              <w:rPr>
                <w:rFonts w:eastAsia="Times New Roman"/>
                <w:sz w:val="20"/>
                <w:szCs w:val="20"/>
                <w:lang w:eastAsia="ru-RU"/>
              </w:rPr>
            </w:pPr>
          </w:p>
          <w:p w:rsidR="00795AB4" w:rsidRDefault="00795AB4" w:rsidP="0009433F">
            <w:pPr>
              <w:ind w:right="-57"/>
              <w:rPr>
                <w:rFonts w:eastAsia="Times New Roman"/>
                <w:sz w:val="20"/>
                <w:szCs w:val="20"/>
                <w:lang w:eastAsia="ru-RU"/>
              </w:rPr>
            </w:pPr>
          </w:p>
          <w:p w:rsidR="00795AB4" w:rsidRPr="004D300B" w:rsidRDefault="00795AB4" w:rsidP="0009433F">
            <w:pPr>
              <w:ind w:right="-57"/>
            </w:pP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01040518201</w:t>
            </w:r>
          </w:p>
          <w:p w:rsidR="00795AB4" w:rsidRPr="004D300B" w:rsidRDefault="00795AB4" w:rsidP="0009433F">
            <w:pPr>
              <w:pStyle w:val="ConsPlusNormal"/>
              <w:ind w:firstLine="0"/>
              <w:rPr>
                <w:rFonts w:ascii="Times New Roman" w:hAnsi="Times New Roman"/>
              </w:rPr>
            </w:pPr>
            <w:r w:rsidRPr="004D300B">
              <w:rPr>
                <w:rFonts w:ascii="Times New Roman" w:hAnsi="Times New Roman"/>
              </w:rPr>
              <w:t>01040518202</w:t>
            </w:r>
          </w:p>
          <w:p w:rsidR="00795AB4" w:rsidRPr="004D300B" w:rsidRDefault="00795AB4" w:rsidP="0009433F">
            <w:pPr>
              <w:pStyle w:val="ConsPlusNormal"/>
              <w:ind w:firstLine="0"/>
              <w:rPr>
                <w:rFonts w:ascii="Times New Roman" w:hAnsi="Times New Roman"/>
              </w:rPr>
            </w:pPr>
            <w:r w:rsidRPr="004D300B">
              <w:rPr>
                <w:rFonts w:ascii="Times New Roman" w:hAnsi="Times New Roman"/>
              </w:rPr>
              <w:t>01130517847</w:t>
            </w:r>
          </w:p>
          <w:p w:rsidR="00795AB4" w:rsidRPr="004D300B" w:rsidRDefault="00795AB4" w:rsidP="0009433F">
            <w:pPr>
              <w:pStyle w:val="ConsPlusNormal"/>
              <w:ind w:firstLine="0"/>
              <w:rPr>
                <w:rFonts w:ascii="Times New Roman" w:hAnsi="Times New Roman"/>
              </w:rPr>
            </w:pPr>
            <w:r w:rsidRPr="004D300B">
              <w:rPr>
                <w:rFonts w:ascii="Times New Roman" w:hAnsi="Times New Roman"/>
              </w:rPr>
              <w:t>01130517809</w:t>
            </w:r>
          </w:p>
          <w:p w:rsidR="00795AB4" w:rsidRDefault="00795AB4" w:rsidP="0009433F">
            <w:pPr>
              <w:pStyle w:val="ConsPlusNormal"/>
              <w:ind w:firstLine="0"/>
              <w:rPr>
                <w:rFonts w:ascii="Times New Roman" w:hAnsi="Times New Roman"/>
              </w:rPr>
            </w:pPr>
            <w:r w:rsidRPr="004D300B">
              <w:rPr>
                <w:rFonts w:ascii="Times New Roman" w:hAnsi="Times New Roman"/>
              </w:rPr>
              <w:t>01130517808</w:t>
            </w:r>
          </w:p>
          <w:p w:rsidR="00795AB4" w:rsidRDefault="00795AB4" w:rsidP="0009433F">
            <w:pPr>
              <w:pStyle w:val="ConsPlusNormal"/>
              <w:ind w:firstLine="0"/>
              <w:rPr>
                <w:rFonts w:ascii="Times New Roman" w:hAnsi="Times New Roman"/>
              </w:rPr>
            </w:pPr>
            <w:r>
              <w:rPr>
                <w:rFonts w:ascii="Times New Roman" w:hAnsi="Times New Roman"/>
              </w:rPr>
              <w:t>01130518020</w:t>
            </w:r>
          </w:p>
          <w:p w:rsidR="00795AB4" w:rsidRPr="004D300B" w:rsidRDefault="00795AB4" w:rsidP="0009433F">
            <w:pPr>
              <w:pStyle w:val="ConsPlusNormal"/>
              <w:ind w:firstLine="0"/>
              <w:rPr>
                <w:rFonts w:ascii="Times New Roman" w:hAnsi="Times New Roman"/>
              </w:rPr>
            </w:pP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18813,9</w:t>
            </w:r>
          </w:p>
        </w:tc>
      </w:tr>
      <w:tr w:rsidR="00795AB4" w:rsidRPr="004D300B" w:rsidTr="0009433F">
        <w:tc>
          <w:tcPr>
            <w:tcW w:w="828" w:type="dxa"/>
          </w:tcPr>
          <w:p w:rsidR="00795AB4" w:rsidRPr="004D300B" w:rsidRDefault="00795AB4" w:rsidP="0009433F">
            <w:r w:rsidRPr="004D300B">
              <w:lastRenderedPageBreak/>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rPr>
                <w:sz w:val="22"/>
                <w:szCs w:val="22"/>
              </w:rPr>
              <w:t>8</w:t>
            </w:r>
          </w:p>
        </w:tc>
        <w:tc>
          <w:tcPr>
            <w:tcW w:w="1742" w:type="dxa"/>
            <w:vAlign w:val="center"/>
          </w:tcPr>
          <w:p w:rsidR="00795AB4" w:rsidRPr="004D300B" w:rsidRDefault="00795AB4" w:rsidP="0009433F">
            <w:r w:rsidRPr="004D300B">
              <w:t>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1.2</w:t>
            </w:r>
          </w:p>
        </w:tc>
        <w:tc>
          <w:tcPr>
            <w:tcW w:w="1620" w:type="dxa"/>
          </w:tcPr>
          <w:p w:rsidR="00795AB4" w:rsidRPr="004D300B" w:rsidRDefault="00795AB4" w:rsidP="0009433F">
            <w:pPr>
              <w:ind w:right="-57"/>
            </w:pPr>
            <w:r w:rsidRPr="004D300B">
              <w:t xml:space="preserve">Основное мероприятие </w:t>
            </w:r>
          </w:p>
        </w:tc>
        <w:tc>
          <w:tcPr>
            <w:tcW w:w="2880" w:type="dxa"/>
            <w:vAlign w:val="center"/>
          </w:tcPr>
          <w:p w:rsidR="00795AB4" w:rsidRPr="004D300B" w:rsidRDefault="00795AB4"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1166</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1.3</w:t>
            </w:r>
          </w:p>
        </w:tc>
        <w:tc>
          <w:tcPr>
            <w:tcW w:w="1620" w:type="dxa"/>
          </w:tcPr>
          <w:p w:rsidR="00795AB4" w:rsidRPr="004D300B" w:rsidRDefault="00795AB4" w:rsidP="0009433F">
            <w:pPr>
              <w:ind w:right="-57"/>
            </w:pPr>
            <w:r w:rsidRPr="004D300B">
              <w:t xml:space="preserve">Основное мероприятие </w:t>
            </w:r>
          </w:p>
        </w:tc>
        <w:tc>
          <w:tcPr>
            <w:tcW w:w="2880" w:type="dxa"/>
            <w:vAlign w:val="center"/>
          </w:tcPr>
          <w:p w:rsidR="00795AB4" w:rsidRPr="004D300B" w:rsidRDefault="00795AB4" w:rsidP="0009433F">
            <w:pPr>
              <w:ind w:right="-57"/>
            </w:pPr>
            <w:r w:rsidRPr="004D300B">
              <w:t>Управление резервным фондом</w:t>
            </w:r>
          </w:p>
          <w:p w:rsidR="00795AB4" w:rsidRPr="004D300B" w:rsidRDefault="00795AB4" w:rsidP="0009433F">
            <w:pPr>
              <w:ind w:right="-57"/>
            </w:pP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Default="00795AB4" w:rsidP="0009433F">
            <w:pPr>
              <w:pStyle w:val="ConsPlusNormal"/>
              <w:ind w:firstLine="0"/>
              <w:rPr>
                <w:rFonts w:ascii="Times New Roman" w:hAnsi="Times New Roman"/>
              </w:rPr>
            </w:pPr>
            <w:r w:rsidRPr="004D300B">
              <w:rPr>
                <w:rFonts w:ascii="Times New Roman" w:hAnsi="Times New Roman"/>
              </w:rPr>
              <w:t>01110518054</w:t>
            </w:r>
          </w:p>
          <w:p w:rsidR="00795AB4" w:rsidRDefault="00795AB4" w:rsidP="0009433F">
            <w:pPr>
              <w:pStyle w:val="ConsPlusNormal"/>
              <w:ind w:firstLine="0"/>
              <w:rPr>
                <w:rFonts w:ascii="Times New Roman" w:hAnsi="Times New Roman"/>
              </w:rPr>
            </w:pPr>
            <w:r>
              <w:rPr>
                <w:rFonts w:ascii="Times New Roman" w:hAnsi="Times New Roman"/>
              </w:rPr>
              <w:t>01110518057</w:t>
            </w:r>
          </w:p>
          <w:p w:rsidR="00795AB4" w:rsidRPr="004D300B" w:rsidRDefault="00795AB4" w:rsidP="0009433F">
            <w:pPr>
              <w:pStyle w:val="ConsPlusNormal"/>
              <w:ind w:firstLine="0"/>
              <w:rPr>
                <w:rFonts w:ascii="Times New Roman" w:hAnsi="Times New Roman"/>
              </w:rPr>
            </w:pPr>
            <w:r>
              <w:rPr>
                <w:rFonts w:ascii="Times New Roman" w:hAnsi="Times New Roman"/>
              </w:rPr>
              <w:t>01130518010</w:t>
            </w: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4361,9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1.4</w:t>
            </w:r>
          </w:p>
        </w:tc>
        <w:tc>
          <w:tcPr>
            <w:tcW w:w="1620" w:type="dxa"/>
          </w:tcPr>
          <w:p w:rsidR="00795AB4" w:rsidRPr="004D300B" w:rsidRDefault="00795AB4" w:rsidP="0009433F">
            <w:pPr>
              <w:ind w:right="-57"/>
            </w:pPr>
            <w:r w:rsidRPr="004D300B">
              <w:t xml:space="preserve">Основное мероприятие </w:t>
            </w:r>
          </w:p>
        </w:tc>
        <w:tc>
          <w:tcPr>
            <w:tcW w:w="2880" w:type="dxa"/>
            <w:vAlign w:val="center"/>
          </w:tcPr>
          <w:p w:rsidR="00795AB4" w:rsidRDefault="00795AB4"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795AB4" w:rsidRDefault="00795AB4" w:rsidP="0009433F">
            <w:pPr>
              <w:ind w:right="-57"/>
              <w:rPr>
                <w:szCs w:val="28"/>
              </w:rPr>
            </w:pPr>
          </w:p>
          <w:p w:rsidR="00795AB4" w:rsidRPr="004D300B" w:rsidRDefault="00795AB4" w:rsidP="0009433F">
            <w:pPr>
              <w:ind w:right="-57"/>
              <w:rPr>
                <w:szCs w:val="28"/>
              </w:rPr>
            </w:pPr>
          </w:p>
          <w:p w:rsidR="00795AB4" w:rsidRPr="004D300B" w:rsidRDefault="00795AB4" w:rsidP="0009433F">
            <w:pPr>
              <w:ind w:right="-57"/>
            </w:pP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154</w:t>
            </w:r>
          </w:p>
        </w:tc>
      </w:tr>
      <w:tr w:rsidR="00795AB4" w:rsidRPr="004D300B" w:rsidTr="0009433F">
        <w:tc>
          <w:tcPr>
            <w:tcW w:w="828" w:type="dxa"/>
          </w:tcPr>
          <w:p w:rsidR="00795AB4" w:rsidRPr="004D300B" w:rsidRDefault="00795AB4" w:rsidP="0009433F">
            <w:r w:rsidRPr="004D300B">
              <w:lastRenderedPageBreak/>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rPr>
                <w:sz w:val="22"/>
                <w:szCs w:val="22"/>
              </w:rPr>
              <w:t>8</w:t>
            </w:r>
          </w:p>
        </w:tc>
        <w:tc>
          <w:tcPr>
            <w:tcW w:w="1742" w:type="dxa"/>
            <w:vAlign w:val="center"/>
          </w:tcPr>
          <w:p w:rsidR="00795AB4" w:rsidRPr="004D300B" w:rsidRDefault="00795AB4" w:rsidP="0009433F">
            <w:r w:rsidRPr="004D300B">
              <w:t>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1.5</w:t>
            </w:r>
          </w:p>
        </w:tc>
        <w:tc>
          <w:tcPr>
            <w:tcW w:w="1620" w:type="dxa"/>
            <w:vAlign w:val="center"/>
          </w:tcPr>
          <w:p w:rsidR="00795AB4" w:rsidRPr="004D300B" w:rsidRDefault="00795AB4" w:rsidP="0009433F">
            <w:pPr>
              <w:ind w:right="-57"/>
            </w:pPr>
            <w:r w:rsidRPr="004D300B">
              <w:t xml:space="preserve">Основное мероприятие </w:t>
            </w:r>
          </w:p>
        </w:tc>
        <w:tc>
          <w:tcPr>
            <w:tcW w:w="2880" w:type="dxa"/>
            <w:vAlign w:val="center"/>
          </w:tcPr>
          <w:p w:rsidR="00795AB4" w:rsidRPr="004D300B" w:rsidRDefault="00795AB4"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3075</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t>1.7</w:t>
            </w:r>
          </w:p>
        </w:tc>
        <w:tc>
          <w:tcPr>
            <w:tcW w:w="1620" w:type="dxa"/>
            <w:vAlign w:val="center"/>
          </w:tcPr>
          <w:p w:rsidR="00795AB4" w:rsidRPr="004D300B" w:rsidRDefault="00795AB4" w:rsidP="0009433F">
            <w:pPr>
              <w:ind w:right="-57"/>
            </w:pPr>
            <w:r w:rsidRPr="004D300B">
              <w:t xml:space="preserve">Основное мероприятие </w:t>
            </w:r>
          </w:p>
          <w:p w:rsidR="00795AB4" w:rsidRPr="004D300B" w:rsidRDefault="00795AB4" w:rsidP="0009433F">
            <w:pPr>
              <w:ind w:right="-57"/>
            </w:pPr>
          </w:p>
        </w:tc>
        <w:tc>
          <w:tcPr>
            <w:tcW w:w="2880" w:type="dxa"/>
            <w:vAlign w:val="center"/>
          </w:tcPr>
          <w:p w:rsidR="00795AB4" w:rsidRPr="004D300B" w:rsidRDefault="00795AB4"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795AB4" w:rsidRDefault="00795AB4"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10</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p>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795AB4" w:rsidRPr="004D300B" w:rsidRDefault="00795AB4" w:rsidP="0009433F">
            <w:pPr>
              <w:ind w:right="-57"/>
              <w:rPr>
                <w:b/>
              </w:rPr>
            </w:pPr>
            <w:r w:rsidRPr="004D300B">
              <w:rPr>
                <w:b/>
              </w:rPr>
              <w:t>ПОДПРОГРАММА 2</w:t>
            </w:r>
          </w:p>
          <w:p w:rsidR="00795AB4" w:rsidRPr="004D300B" w:rsidRDefault="00795AB4" w:rsidP="0009433F">
            <w:pPr>
              <w:ind w:right="-57"/>
              <w:rPr>
                <w:b/>
              </w:rPr>
            </w:pPr>
          </w:p>
          <w:p w:rsidR="00795AB4" w:rsidRPr="004D300B" w:rsidRDefault="00795AB4" w:rsidP="0009433F">
            <w:pPr>
              <w:ind w:right="-57"/>
              <w:rPr>
                <w:b/>
              </w:rPr>
            </w:pPr>
          </w:p>
          <w:p w:rsidR="00795AB4" w:rsidRPr="004D300B" w:rsidRDefault="00795AB4" w:rsidP="0009433F">
            <w:pPr>
              <w:ind w:right="-57"/>
              <w:rPr>
                <w:b/>
              </w:rPr>
            </w:pPr>
          </w:p>
          <w:p w:rsidR="00795AB4" w:rsidRPr="004D300B" w:rsidRDefault="00795AB4" w:rsidP="0009433F">
            <w:pPr>
              <w:ind w:right="-57"/>
              <w:rPr>
                <w:b/>
              </w:rPr>
            </w:pPr>
          </w:p>
          <w:p w:rsidR="00795AB4" w:rsidRPr="004D300B" w:rsidRDefault="00795AB4" w:rsidP="0009433F">
            <w:pPr>
              <w:ind w:right="-57"/>
            </w:pPr>
          </w:p>
        </w:tc>
        <w:tc>
          <w:tcPr>
            <w:tcW w:w="2880" w:type="dxa"/>
            <w:vAlign w:val="center"/>
          </w:tcPr>
          <w:p w:rsidR="00795AB4" w:rsidRPr="004D300B" w:rsidRDefault="00795AB4" w:rsidP="0009433F">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795AB4" w:rsidRPr="004D300B" w:rsidRDefault="00795AB4" w:rsidP="0009433F">
            <w:r w:rsidRPr="004D300B">
              <w:t>МКУ «ЕДДС и ХТО»</w:t>
            </w:r>
          </w:p>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p>
        </w:tc>
        <w:tc>
          <w:tcPr>
            <w:tcW w:w="1742" w:type="dxa"/>
          </w:tcPr>
          <w:p w:rsidR="00795AB4" w:rsidRPr="00A86DEA" w:rsidRDefault="00795AB4"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6005,4</w:t>
            </w:r>
          </w:p>
        </w:tc>
      </w:tr>
      <w:tr w:rsidR="00795AB4" w:rsidRPr="004D300B" w:rsidTr="0009433F">
        <w:trPr>
          <w:trHeight w:val="1240"/>
        </w:trPr>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795AB4" w:rsidRPr="004D300B" w:rsidRDefault="00795AB4" w:rsidP="0009433F">
            <w:r w:rsidRPr="004D300B">
              <w:t xml:space="preserve">Основное </w:t>
            </w:r>
            <w:r w:rsidRPr="004D300B">
              <w:br/>
              <w:t>мероприятие</w:t>
            </w:r>
          </w:p>
          <w:p w:rsidR="00795AB4" w:rsidRPr="004D300B" w:rsidRDefault="00795AB4" w:rsidP="0009433F"/>
          <w:p w:rsidR="00795AB4" w:rsidRPr="004D300B" w:rsidRDefault="00795AB4" w:rsidP="0009433F"/>
        </w:tc>
        <w:tc>
          <w:tcPr>
            <w:tcW w:w="2880" w:type="dxa"/>
          </w:tcPr>
          <w:p w:rsidR="00795AB4" w:rsidRDefault="00795AB4" w:rsidP="0009433F">
            <w:r w:rsidRPr="004D300B">
              <w:t>Обеспечение безопасности в чрезвычайных ситуациях</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795AB4" w:rsidRPr="00C06E81" w:rsidRDefault="00795AB4" w:rsidP="0009433F">
            <w:pPr>
              <w:pStyle w:val="ConsPlusNormal"/>
              <w:ind w:firstLine="0"/>
              <w:rPr>
                <w:rFonts w:ascii="Times New Roman" w:hAnsi="Times New Roman"/>
              </w:rPr>
            </w:pPr>
            <w:r w:rsidRPr="00C06E81">
              <w:rPr>
                <w:rFonts w:ascii="Times New Roman" w:hAnsi="Times New Roman"/>
              </w:rPr>
              <w:t>03090520059</w:t>
            </w:r>
          </w:p>
          <w:p w:rsidR="00795AB4" w:rsidRDefault="00795AB4" w:rsidP="0009433F">
            <w:pPr>
              <w:pStyle w:val="ConsPlusNormal"/>
              <w:ind w:firstLine="0"/>
              <w:rPr>
                <w:rFonts w:ascii="Times New Roman" w:hAnsi="Times New Roman"/>
              </w:rPr>
            </w:pPr>
            <w:r w:rsidRPr="00C06E81">
              <w:rPr>
                <w:rFonts w:ascii="Times New Roman" w:hAnsi="Times New Roman"/>
              </w:rPr>
              <w:t>03090522057</w:t>
            </w:r>
          </w:p>
          <w:p w:rsidR="00795AB4" w:rsidRPr="00C06E81" w:rsidRDefault="00795AB4"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795AB4" w:rsidRPr="004D300B" w:rsidRDefault="00795AB4" w:rsidP="0009433F">
            <w:pPr>
              <w:pStyle w:val="ConsPlusNormal"/>
              <w:ind w:firstLine="0"/>
              <w:rPr>
                <w:rFonts w:ascii="Times New Roman" w:hAnsi="Times New Roman"/>
                <w:sz w:val="24"/>
                <w:szCs w:val="24"/>
              </w:rPr>
            </w:pPr>
            <w:r>
              <w:rPr>
                <w:rFonts w:ascii="Times New Roman" w:hAnsi="Times New Roman"/>
                <w:sz w:val="24"/>
                <w:szCs w:val="24"/>
              </w:rPr>
              <w:t>1257,8</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795AB4" w:rsidRPr="004D300B" w:rsidRDefault="00795AB4" w:rsidP="0009433F">
            <w:r w:rsidRPr="004D300B">
              <w:t xml:space="preserve">Основное </w:t>
            </w:r>
            <w:r w:rsidRPr="004D300B">
              <w:br/>
              <w:t>мероприятие</w:t>
            </w:r>
          </w:p>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p w:rsidR="00795AB4" w:rsidRPr="004D300B" w:rsidRDefault="00795AB4" w:rsidP="0009433F"/>
        </w:tc>
        <w:tc>
          <w:tcPr>
            <w:tcW w:w="2880" w:type="dxa"/>
            <w:vAlign w:val="center"/>
          </w:tcPr>
          <w:p w:rsidR="00795AB4" w:rsidRPr="004D300B" w:rsidRDefault="00795AB4" w:rsidP="0009433F">
            <w:r w:rsidRPr="004D300B">
              <w:t>Финансовое обеспечение других обязательств государства</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6D26D0" w:rsidRDefault="00795AB4" w:rsidP="0009433F">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01130520059</w:t>
            </w:r>
          </w:p>
        </w:tc>
        <w:tc>
          <w:tcPr>
            <w:tcW w:w="1742" w:type="dxa"/>
          </w:tcPr>
          <w:p w:rsidR="00795AB4" w:rsidRPr="004D300B" w:rsidRDefault="00795AB4" w:rsidP="0009433F">
            <w:pPr>
              <w:pStyle w:val="ConsPlusNormal"/>
              <w:ind w:firstLine="0"/>
              <w:rPr>
                <w:rFonts w:ascii="Times New Roman" w:hAnsi="Times New Roman"/>
                <w:sz w:val="24"/>
                <w:szCs w:val="24"/>
              </w:rPr>
            </w:pPr>
            <w:r>
              <w:rPr>
                <w:rFonts w:ascii="Times New Roman" w:hAnsi="Times New Roman"/>
                <w:sz w:val="24"/>
                <w:szCs w:val="24"/>
              </w:rPr>
              <w:t>14747,6</w:t>
            </w:r>
          </w:p>
        </w:tc>
      </w:tr>
      <w:tr w:rsidR="00795AB4" w:rsidRPr="004D300B" w:rsidTr="0009433F">
        <w:tc>
          <w:tcPr>
            <w:tcW w:w="828" w:type="dxa"/>
            <w:vAlign w:val="center"/>
          </w:tcPr>
          <w:p w:rsidR="00795AB4" w:rsidRPr="004D300B" w:rsidRDefault="00795AB4" w:rsidP="0009433F">
            <w:r w:rsidRPr="004D300B">
              <w:lastRenderedPageBreak/>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t>8</w:t>
            </w:r>
          </w:p>
        </w:tc>
        <w:tc>
          <w:tcPr>
            <w:tcW w:w="1742" w:type="dxa"/>
            <w:vAlign w:val="center"/>
          </w:tcPr>
          <w:p w:rsidR="00795AB4" w:rsidRPr="004D300B" w:rsidRDefault="00795AB4" w:rsidP="0009433F">
            <w:r w:rsidRPr="004D300B">
              <w:t>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795AB4" w:rsidRPr="004D300B" w:rsidRDefault="00795AB4" w:rsidP="0009433F">
            <w:pPr>
              <w:rPr>
                <w:b/>
              </w:rPr>
            </w:pPr>
            <w:r w:rsidRPr="004D300B">
              <w:rPr>
                <w:b/>
              </w:rPr>
              <w:t>ПОДПРОГРАММА 3</w:t>
            </w:r>
          </w:p>
        </w:tc>
        <w:tc>
          <w:tcPr>
            <w:tcW w:w="2880" w:type="dxa"/>
          </w:tcPr>
          <w:p w:rsidR="00795AB4" w:rsidRPr="004D300B" w:rsidRDefault="00795AB4" w:rsidP="0009433F">
            <w:pPr>
              <w:rPr>
                <w:b/>
              </w:rPr>
            </w:pPr>
            <w:r w:rsidRPr="004D300B">
              <w:rPr>
                <w:b/>
              </w:rPr>
              <w:t>«Управление муниципальным имуществом» </w:t>
            </w:r>
          </w:p>
        </w:tc>
        <w:tc>
          <w:tcPr>
            <w:tcW w:w="2160"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795AB4" w:rsidRPr="004D300B" w:rsidRDefault="00795AB4" w:rsidP="0009433F">
            <w:pPr>
              <w:pStyle w:val="ConsPlusNormal"/>
              <w:ind w:firstLine="0"/>
              <w:rPr>
                <w:rFonts w:ascii="Times New Roman" w:hAnsi="Times New Roman"/>
                <w:b/>
                <w:sz w:val="24"/>
                <w:szCs w:val="24"/>
              </w:rPr>
            </w:pPr>
          </w:p>
        </w:tc>
        <w:tc>
          <w:tcPr>
            <w:tcW w:w="1453" w:type="dxa"/>
          </w:tcPr>
          <w:p w:rsidR="00795AB4" w:rsidRPr="004D300B" w:rsidRDefault="00795AB4" w:rsidP="0009433F">
            <w:pPr>
              <w:pStyle w:val="ConsPlusNormal"/>
              <w:ind w:firstLine="0"/>
              <w:rPr>
                <w:rFonts w:ascii="Times New Roman" w:hAnsi="Times New Roman"/>
                <w:b/>
                <w:sz w:val="24"/>
                <w:szCs w:val="24"/>
              </w:rPr>
            </w:pPr>
          </w:p>
        </w:tc>
        <w:tc>
          <w:tcPr>
            <w:tcW w:w="2147" w:type="dxa"/>
          </w:tcPr>
          <w:p w:rsidR="00795AB4" w:rsidRPr="004D300B" w:rsidRDefault="00795AB4" w:rsidP="0009433F">
            <w:pPr>
              <w:pStyle w:val="ConsPlusNormal"/>
              <w:ind w:firstLine="0"/>
              <w:rPr>
                <w:rFonts w:ascii="Times New Roman" w:hAnsi="Times New Roman"/>
                <w:b/>
                <w:sz w:val="24"/>
                <w:szCs w:val="24"/>
              </w:rPr>
            </w:pPr>
          </w:p>
        </w:tc>
        <w:tc>
          <w:tcPr>
            <w:tcW w:w="1498" w:type="dxa"/>
          </w:tcPr>
          <w:p w:rsidR="00795AB4" w:rsidRPr="004D300B" w:rsidRDefault="00795AB4" w:rsidP="0009433F">
            <w:pPr>
              <w:pStyle w:val="ConsPlusNormal"/>
              <w:ind w:firstLine="0"/>
              <w:rPr>
                <w:rFonts w:ascii="Times New Roman" w:hAnsi="Times New Roman"/>
              </w:rPr>
            </w:pPr>
          </w:p>
        </w:tc>
        <w:tc>
          <w:tcPr>
            <w:tcW w:w="1742" w:type="dxa"/>
          </w:tcPr>
          <w:p w:rsidR="00795AB4" w:rsidRPr="00081955" w:rsidRDefault="00795AB4" w:rsidP="0009433F">
            <w:pPr>
              <w:pStyle w:val="ConsPlusNormal"/>
              <w:ind w:firstLine="0"/>
              <w:rPr>
                <w:rFonts w:ascii="Times New Roman" w:hAnsi="Times New Roman"/>
                <w:b/>
                <w:sz w:val="24"/>
                <w:szCs w:val="24"/>
              </w:rPr>
            </w:pPr>
            <w:r>
              <w:rPr>
                <w:rFonts w:ascii="Times New Roman" w:hAnsi="Times New Roman"/>
                <w:b/>
                <w:sz w:val="24"/>
                <w:szCs w:val="24"/>
              </w:rPr>
              <w:t>5751,2</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795AB4" w:rsidRPr="004D300B" w:rsidRDefault="00795AB4" w:rsidP="0009433F">
            <w:r w:rsidRPr="004D300B">
              <w:t xml:space="preserve">Основное мероприятие </w:t>
            </w:r>
          </w:p>
        </w:tc>
        <w:tc>
          <w:tcPr>
            <w:tcW w:w="2880" w:type="dxa"/>
          </w:tcPr>
          <w:p w:rsidR="00795AB4" w:rsidRPr="004D300B" w:rsidRDefault="00795AB4" w:rsidP="0009433F">
            <w:r w:rsidRPr="004D300B">
              <w:t xml:space="preserve"> Техническая инвентаризация, оценка имущества для принятия управленческих решений</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795AB4" w:rsidRPr="00081955" w:rsidRDefault="00795AB4" w:rsidP="0009433F">
            <w:pPr>
              <w:pStyle w:val="ConsPlusNormal"/>
              <w:ind w:firstLine="0"/>
              <w:rPr>
                <w:rFonts w:ascii="Times New Roman" w:hAnsi="Times New Roman"/>
                <w:sz w:val="24"/>
                <w:szCs w:val="24"/>
              </w:rPr>
            </w:pPr>
            <w:r>
              <w:rPr>
                <w:rFonts w:ascii="Times New Roman" w:hAnsi="Times New Roman"/>
                <w:sz w:val="24"/>
                <w:szCs w:val="24"/>
              </w:rPr>
              <w:t>52,5</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795AB4" w:rsidRPr="004D300B" w:rsidRDefault="00795AB4" w:rsidP="0009433F">
            <w:r w:rsidRPr="004D300B">
              <w:t xml:space="preserve">Основное мероприятие </w:t>
            </w:r>
          </w:p>
        </w:tc>
        <w:tc>
          <w:tcPr>
            <w:tcW w:w="2880" w:type="dxa"/>
          </w:tcPr>
          <w:p w:rsidR="00795AB4" w:rsidRPr="004D300B" w:rsidRDefault="00795AB4" w:rsidP="0009433F">
            <w:r w:rsidRPr="004D300B">
              <w:t>Содержание имущества и проведение ремонтных работ</w:t>
            </w:r>
          </w:p>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795AB4" w:rsidRPr="00E95666" w:rsidRDefault="00795AB4" w:rsidP="0009433F">
            <w:pPr>
              <w:pStyle w:val="ConsPlusNormal"/>
              <w:ind w:firstLine="0"/>
              <w:rPr>
                <w:rFonts w:ascii="Times New Roman" w:hAnsi="Times New Roman"/>
                <w:sz w:val="24"/>
                <w:szCs w:val="24"/>
              </w:rPr>
            </w:pPr>
            <w:r>
              <w:rPr>
                <w:rFonts w:ascii="Times New Roman" w:hAnsi="Times New Roman"/>
                <w:sz w:val="24"/>
                <w:szCs w:val="24"/>
              </w:rPr>
              <w:t>2700</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795AB4" w:rsidRPr="004D300B" w:rsidRDefault="00795AB4" w:rsidP="0009433F">
            <w:r w:rsidRPr="004D300B">
              <w:t xml:space="preserve">Основное мероприятие </w:t>
            </w:r>
          </w:p>
        </w:tc>
        <w:tc>
          <w:tcPr>
            <w:tcW w:w="2880" w:type="dxa"/>
          </w:tcPr>
          <w:p w:rsidR="00795AB4" w:rsidRPr="004D300B" w:rsidRDefault="00795AB4" w:rsidP="0009433F">
            <w:r w:rsidRPr="004D300B">
              <w:rPr>
                <w:rStyle w:val="1a"/>
                <w:sz w:val="24"/>
                <w:szCs w:val="24"/>
              </w:rPr>
              <w:t>Межевание земельных участков, оценка размера арендной платы</w:t>
            </w:r>
          </w:p>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Default="00795AB4" w:rsidP="0009433F">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p w:rsidR="00795AB4" w:rsidRDefault="00795AB4" w:rsidP="0009433F">
            <w:pPr>
              <w:pStyle w:val="ConsPlusNormal"/>
              <w:ind w:firstLine="0"/>
              <w:rPr>
                <w:rFonts w:ascii="Times New Roman" w:hAnsi="Times New Roman"/>
              </w:rPr>
            </w:pPr>
          </w:p>
          <w:p w:rsidR="00795AB4" w:rsidRDefault="00795AB4" w:rsidP="0009433F">
            <w:pPr>
              <w:pStyle w:val="ConsPlusNormal"/>
              <w:ind w:firstLine="0"/>
              <w:rPr>
                <w:rFonts w:ascii="Times New Roman" w:hAnsi="Times New Roman"/>
              </w:rPr>
            </w:pPr>
          </w:p>
          <w:p w:rsidR="00795AB4" w:rsidRPr="004D300B" w:rsidRDefault="00795AB4" w:rsidP="0009433F">
            <w:pPr>
              <w:pStyle w:val="ConsPlusNormal"/>
              <w:ind w:firstLine="0"/>
              <w:rPr>
                <w:rFonts w:ascii="Times New Roman" w:hAnsi="Times New Roman"/>
              </w:rPr>
            </w:pP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01130538020</w:t>
            </w:r>
          </w:p>
        </w:tc>
        <w:tc>
          <w:tcPr>
            <w:tcW w:w="1742" w:type="dxa"/>
          </w:tcPr>
          <w:p w:rsidR="00795AB4" w:rsidRPr="00E95666" w:rsidRDefault="00795AB4" w:rsidP="0009433F">
            <w:pPr>
              <w:pStyle w:val="ConsPlusNormal"/>
              <w:ind w:firstLine="0"/>
              <w:rPr>
                <w:rFonts w:ascii="Times New Roman" w:hAnsi="Times New Roman"/>
                <w:sz w:val="24"/>
                <w:szCs w:val="24"/>
              </w:rPr>
            </w:pPr>
            <w:r>
              <w:rPr>
                <w:rFonts w:ascii="Times New Roman" w:hAnsi="Times New Roman"/>
                <w:sz w:val="24"/>
                <w:szCs w:val="24"/>
              </w:rPr>
              <w:t>100</w:t>
            </w:r>
          </w:p>
        </w:tc>
      </w:tr>
      <w:tr w:rsidR="00795AB4" w:rsidRPr="004D300B" w:rsidTr="0009433F">
        <w:tc>
          <w:tcPr>
            <w:tcW w:w="828" w:type="dxa"/>
            <w:vAlign w:val="center"/>
          </w:tcPr>
          <w:p w:rsidR="00795AB4" w:rsidRPr="004D300B" w:rsidRDefault="00795AB4" w:rsidP="0009433F">
            <w:r w:rsidRPr="004D300B">
              <w:lastRenderedPageBreak/>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t>8</w:t>
            </w:r>
          </w:p>
        </w:tc>
        <w:tc>
          <w:tcPr>
            <w:tcW w:w="1742" w:type="dxa"/>
            <w:vAlign w:val="center"/>
          </w:tcPr>
          <w:p w:rsidR="00795AB4" w:rsidRPr="004D300B" w:rsidRDefault="00795AB4" w:rsidP="0009433F">
            <w:r w:rsidRPr="004D300B">
              <w:t>9</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795AB4" w:rsidRPr="004D300B" w:rsidRDefault="00795AB4" w:rsidP="0009433F">
            <w:r w:rsidRPr="004D300B">
              <w:t xml:space="preserve">Основное мероприятие </w:t>
            </w:r>
          </w:p>
        </w:tc>
        <w:tc>
          <w:tcPr>
            <w:tcW w:w="2880" w:type="dxa"/>
          </w:tcPr>
          <w:p w:rsidR="00795AB4" w:rsidRPr="004D300B" w:rsidRDefault="00795AB4"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Обеспечение посту</w:t>
            </w:r>
            <w:r>
              <w:rPr>
                <w:rFonts w:ascii="Times New Roman" w:hAnsi="Times New Roman"/>
              </w:rPr>
              <w:t>-</w:t>
            </w:r>
            <w:r w:rsidRPr="004D300B">
              <w:rPr>
                <w:rFonts w:ascii="Times New Roman" w:hAnsi="Times New Roman"/>
              </w:rPr>
              <w:t>пления в консоли</w:t>
            </w:r>
            <w:r>
              <w:rPr>
                <w:rFonts w:ascii="Times New Roman" w:hAnsi="Times New Roman"/>
              </w:rPr>
              <w:t>-</w:t>
            </w:r>
            <w:r w:rsidRPr="004D300B">
              <w:rPr>
                <w:rFonts w:ascii="Times New Roman" w:hAnsi="Times New Roman"/>
              </w:rPr>
              <w:t>дированный бюд</w:t>
            </w:r>
            <w:r>
              <w:rPr>
                <w:rFonts w:ascii="Times New Roman" w:hAnsi="Times New Roman"/>
              </w:rPr>
              <w:t>-</w:t>
            </w:r>
            <w:r w:rsidRPr="004D300B">
              <w:rPr>
                <w:rFonts w:ascii="Times New Roman" w:hAnsi="Times New Roman"/>
              </w:rPr>
              <w:t>жет района доходов от использования земельных участ</w:t>
            </w:r>
            <w:r>
              <w:rPr>
                <w:rFonts w:ascii="Times New Roman" w:hAnsi="Times New Roman"/>
              </w:rPr>
              <w:t>-</w:t>
            </w:r>
            <w:r w:rsidRPr="004D300B">
              <w:rPr>
                <w:rFonts w:ascii="Times New Roman" w:hAnsi="Times New Roman"/>
              </w:rPr>
              <w:t>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01130538020</w:t>
            </w:r>
          </w:p>
        </w:tc>
        <w:tc>
          <w:tcPr>
            <w:tcW w:w="1742" w:type="dxa"/>
          </w:tcPr>
          <w:p w:rsidR="00795AB4" w:rsidRPr="00E95666" w:rsidRDefault="00795AB4" w:rsidP="0009433F">
            <w:pPr>
              <w:pStyle w:val="ConsPlusNormal"/>
              <w:ind w:firstLine="0"/>
              <w:rPr>
                <w:rFonts w:ascii="Times New Roman" w:hAnsi="Times New Roman"/>
                <w:sz w:val="24"/>
                <w:szCs w:val="24"/>
              </w:rPr>
            </w:pPr>
            <w:r>
              <w:rPr>
                <w:rFonts w:ascii="Times New Roman" w:hAnsi="Times New Roman"/>
                <w:sz w:val="24"/>
                <w:szCs w:val="24"/>
              </w:rPr>
              <w:t>160</w:t>
            </w:r>
          </w:p>
        </w:tc>
      </w:tr>
      <w:tr w:rsidR="00795AB4" w:rsidRPr="004D300B"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795AB4" w:rsidRPr="004D300B" w:rsidRDefault="00795AB4" w:rsidP="0009433F">
            <w:r w:rsidRPr="004D300B">
              <w:t xml:space="preserve">Основное мероприятие </w:t>
            </w:r>
          </w:p>
        </w:tc>
        <w:tc>
          <w:tcPr>
            <w:tcW w:w="2880" w:type="dxa"/>
          </w:tcPr>
          <w:p w:rsidR="00795AB4" w:rsidRPr="004D300B" w:rsidRDefault="00795AB4" w:rsidP="0009433F">
            <w:pPr>
              <w:ind w:right="-57"/>
            </w:pPr>
            <w:r w:rsidRPr="004D300B">
              <w:t>Обеспечение деятельности МКУ «Отдел по управлению муниципальным имуществом».</w:t>
            </w:r>
          </w:p>
          <w:p w:rsidR="00795AB4" w:rsidRPr="004D300B" w:rsidRDefault="00795AB4" w:rsidP="0009433F"/>
        </w:tc>
        <w:tc>
          <w:tcPr>
            <w:tcW w:w="2160" w:type="dxa"/>
          </w:tcPr>
          <w:p w:rsidR="00795AB4" w:rsidRPr="004D300B" w:rsidRDefault="00795AB4" w:rsidP="0009433F">
            <w:pPr>
              <w:pStyle w:val="ConsPlusNormal"/>
              <w:ind w:firstLine="0"/>
              <w:rPr>
                <w:rFonts w:ascii="Times New Roman" w:hAnsi="Times New Roman"/>
                <w:b/>
                <w:sz w:val="24"/>
                <w:szCs w:val="24"/>
              </w:rPr>
            </w:pPr>
          </w:p>
        </w:tc>
        <w:tc>
          <w:tcPr>
            <w:tcW w:w="1260"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795AB4" w:rsidRPr="004D300B" w:rsidRDefault="00795AB4" w:rsidP="0009433F">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795AB4" w:rsidRPr="004D300B" w:rsidRDefault="00795AB4"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795AB4" w:rsidRPr="00E95666" w:rsidRDefault="00795AB4" w:rsidP="0009433F">
            <w:pPr>
              <w:pStyle w:val="ConsPlusNormal"/>
              <w:ind w:firstLine="0"/>
              <w:rPr>
                <w:rFonts w:ascii="Times New Roman" w:hAnsi="Times New Roman"/>
                <w:sz w:val="24"/>
                <w:szCs w:val="24"/>
              </w:rPr>
            </w:pPr>
            <w:r>
              <w:rPr>
                <w:rFonts w:ascii="Times New Roman" w:hAnsi="Times New Roman"/>
                <w:sz w:val="24"/>
                <w:szCs w:val="24"/>
              </w:rPr>
              <w:t>2738,7</w:t>
            </w:r>
          </w:p>
        </w:tc>
      </w:tr>
      <w:tr w:rsidR="00795AB4" w:rsidRPr="00E35D38"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795AB4" w:rsidRPr="00E35D38" w:rsidRDefault="00795AB4" w:rsidP="0009433F">
            <w:pPr>
              <w:ind w:right="-57"/>
              <w:rPr>
                <w:b/>
              </w:rPr>
            </w:pPr>
            <w:r w:rsidRPr="00E35D38">
              <w:rPr>
                <w:b/>
              </w:rPr>
              <w:t>ПОДПРОГРАММА 4</w:t>
            </w:r>
          </w:p>
        </w:tc>
        <w:tc>
          <w:tcPr>
            <w:tcW w:w="2880" w:type="dxa"/>
            <w:vAlign w:val="center"/>
          </w:tcPr>
          <w:p w:rsidR="00795AB4" w:rsidRPr="00E35D38" w:rsidRDefault="00795AB4"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795AB4" w:rsidRPr="00E35D38" w:rsidRDefault="00795AB4" w:rsidP="0009433F">
            <w:pPr>
              <w:pStyle w:val="ConsPlusNormal"/>
              <w:ind w:firstLine="0"/>
              <w:rPr>
                <w:rFonts w:ascii="Times New Roman" w:hAnsi="Times New Roman"/>
                <w:sz w:val="24"/>
                <w:szCs w:val="24"/>
              </w:rPr>
            </w:pPr>
          </w:p>
        </w:tc>
        <w:tc>
          <w:tcPr>
            <w:tcW w:w="1260" w:type="dxa"/>
          </w:tcPr>
          <w:p w:rsidR="00795AB4" w:rsidRPr="00E35D38" w:rsidRDefault="00795AB4" w:rsidP="0009433F">
            <w:pPr>
              <w:pStyle w:val="ConsPlusNormal"/>
              <w:ind w:firstLine="0"/>
              <w:rPr>
                <w:rFonts w:ascii="Times New Roman" w:hAnsi="Times New Roman"/>
                <w:sz w:val="24"/>
                <w:szCs w:val="24"/>
              </w:rPr>
            </w:pPr>
          </w:p>
        </w:tc>
        <w:tc>
          <w:tcPr>
            <w:tcW w:w="1453" w:type="dxa"/>
          </w:tcPr>
          <w:p w:rsidR="00795AB4" w:rsidRPr="00E35D38" w:rsidRDefault="00795AB4" w:rsidP="0009433F">
            <w:pPr>
              <w:pStyle w:val="ConsPlusNormal"/>
              <w:ind w:firstLine="0"/>
              <w:rPr>
                <w:rFonts w:ascii="Times New Roman" w:hAnsi="Times New Roman"/>
                <w:sz w:val="24"/>
                <w:szCs w:val="24"/>
              </w:rPr>
            </w:pPr>
          </w:p>
        </w:tc>
        <w:tc>
          <w:tcPr>
            <w:tcW w:w="2147" w:type="dxa"/>
          </w:tcPr>
          <w:p w:rsidR="00795AB4" w:rsidRPr="00E35D38" w:rsidRDefault="00795AB4" w:rsidP="0009433F">
            <w:pPr>
              <w:pStyle w:val="ConsPlusNormal"/>
              <w:ind w:firstLine="0"/>
              <w:rPr>
                <w:rFonts w:ascii="Times New Roman" w:hAnsi="Times New Roman"/>
                <w:sz w:val="24"/>
                <w:szCs w:val="24"/>
              </w:rPr>
            </w:pPr>
          </w:p>
        </w:tc>
        <w:tc>
          <w:tcPr>
            <w:tcW w:w="1498" w:type="dxa"/>
          </w:tcPr>
          <w:p w:rsidR="00795AB4" w:rsidRPr="00E35D38" w:rsidRDefault="00795AB4" w:rsidP="0009433F">
            <w:pPr>
              <w:pStyle w:val="ConsPlusNormal"/>
              <w:ind w:firstLine="0"/>
              <w:rPr>
                <w:rFonts w:ascii="Times New Roman" w:hAnsi="Times New Roman"/>
              </w:rPr>
            </w:pPr>
          </w:p>
        </w:tc>
        <w:tc>
          <w:tcPr>
            <w:tcW w:w="1742" w:type="dxa"/>
          </w:tcPr>
          <w:p w:rsidR="00795AB4" w:rsidRPr="00E35D38" w:rsidRDefault="00795AB4" w:rsidP="0009433F">
            <w:pPr>
              <w:pStyle w:val="ConsPlusNormal"/>
              <w:ind w:firstLine="0"/>
              <w:rPr>
                <w:rFonts w:ascii="Times New Roman" w:hAnsi="Times New Roman"/>
                <w:b/>
                <w:sz w:val="24"/>
                <w:szCs w:val="24"/>
              </w:rPr>
            </w:pPr>
            <w:r>
              <w:rPr>
                <w:rFonts w:ascii="Times New Roman" w:hAnsi="Times New Roman"/>
                <w:b/>
                <w:sz w:val="24"/>
                <w:szCs w:val="24"/>
              </w:rPr>
              <w:t>200</w:t>
            </w:r>
          </w:p>
        </w:tc>
      </w:tr>
      <w:tr w:rsidR="00795AB4" w:rsidRPr="00E35D38" w:rsidTr="0009433F">
        <w:tc>
          <w:tcPr>
            <w:tcW w:w="828" w:type="dxa"/>
          </w:tcPr>
          <w:p w:rsidR="00795AB4" w:rsidRPr="004D300B" w:rsidRDefault="00795AB4" w:rsidP="0009433F">
            <w:pPr>
              <w:pStyle w:val="ConsPlusNormal"/>
              <w:ind w:firstLine="0"/>
              <w:rPr>
                <w:rFonts w:ascii="Times New Roman" w:hAnsi="Times New Roman"/>
                <w:b/>
                <w:sz w:val="24"/>
                <w:szCs w:val="24"/>
              </w:rPr>
            </w:pPr>
          </w:p>
        </w:tc>
        <w:tc>
          <w:tcPr>
            <w:tcW w:w="1620" w:type="dxa"/>
          </w:tcPr>
          <w:p w:rsidR="00795AB4" w:rsidRPr="00E35D38" w:rsidRDefault="00795AB4" w:rsidP="0009433F">
            <w:pPr>
              <w:ind w:right="-57"/>
              <w:rPr>
                <w:b/>
              </w:rPr>
            </w:pPr>
            <w:r w:rsidRPr="00E35D38">
              <w:t xml:space="preserve">Основное мероприятие </w:t>
            </w:r>
            <w:r>
              <w:t>4</w:t>
            </w:r>
            <w:r w:rsidRPr="00E35D38">
              <w:t>.</w:t>
            </w:r>
            <w:r>
              <w:t>1</w:t>
            </w:r>
          </w:p>
        </w:tc>
        <w:tc>
          <w:tcPr>
            <w:tcW w:w="2880" w:type="dxa"/>
            <w:vAlign w:val="center"/>
          </w:tcPr>
          <w:p w:rsidR="00795AB4" w:rsidRDefault="00795AB4" w:rsidP="0009433F">
            <w:r w:rsidRPr="00A15947">
              <w:t>Обеспечение жильем молодых семей</w:t>
            </w:r>
          </w:p>
          <w:p w:rsidR="00795AB4" w:rsidRDefault="00795AB4" w:rsidP="0009433F"/>
          <w:p w:rsidR="00795AB4" w:rsidRDefault="00795AB4" w:rsidP="0009433F"/>
          <w:p w:rsidR="00795AB4" w:rsidRDefault="00795AB4" w:rsidP="0009433F"/>
          <w:p w:rsidR="00795AB4" w:rsidRDefault="00795AB4" w:rsidP="0009433F"/>
          <w:p w:rsidR="00795AB4" w:rsidRDefault="00795AB4" w:rsidP="0009433F"/>
          <w:p w:rsidR="00795AB4" w:rsidRDefault="00795AB4" w:rsidP="0009433F"/>
          <w:p w:rsidR="00795AB4" w:rsidRDefault="00795AB4" w:rsidP="0009433F"/>
          <w:p w:rsidR="00795AB4" w:rsidRDefault="00795AB4" w:rsidP="0009433F"/>
          <w:p w:rsidR="00795AB4" w:rsidRPr="00A15947" w:rsidRDefault="00795AB4" w:rsidP="0009433F"/>
        </w:tc>
        <w:tc>
          <w:tcPr>
            <w:tcW w:w="2160" w:type="dxa"/>
          </w:tcPr>
          <w:p w:rsidR="00795AB4"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p w:rsidR="00795AB4" w:rsidRDefault="00795AB4" w:rsidP="0009433F">
            <w:pPr>
              <w:pStyle w:val="ConsPlusNormal"/>
              <w:ind w:firstLine="0"/>
              <w:rPr>
                <w:rFonts w:ascii="Times New Roman" w:hAnsi="Times New Roman"/>
                <w:sz w:val="24"/>
                <w:szCs w:val="24"/>
              </w:rPr>
            </w:pPr>
          </w:p>
          <w:p w:rsidR="00795AB4" w:rsidRPr="00E35D38" w:rsidRDefault="00795AB4" w:rsidP="0009433F">
            <w:pPr>
              <w:pStyle w:val="ConsPlusNormal"/>
              <w:ind w:firstLine="0"/>
              <w:rPr>
                <w:rFonts w:ascii="Times New Roman" w:hAnsi="Times New Roman"/>
                <w:sz w:val="24"/>
                <w:szCs w:val="24"/>
              </w:rPr>
            </w:pPr>
          </w:p>
        </w:tc>
        <w:tc>
          <w:tcPr>
            <w:tcW w:w="1260"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795AB4" w:rsidRPr="00E35D38" w:rsidRDefault="00795AB4" w:rsidP="0009433F">
            <w:pPr>
              <w:pStyle w:val="ConsPlusNormal"/>
              <w:ind w:firstLine="0"/>
              <w:rPr>
                <w:rFonts w:ascii="Times New Roman" w:hAnsi="Times New Roman"/>
              </w:rPr>
            </w:pPr>
            <w:r w:rsidRPr="00E35D38">
              <w:rPr>
                <w:rFonts w:ascii="Times New Roman" w:hAnsi="Times New Roman"/>
              </w:rPr>
              <w:t>10030548854</w:t>
            </w:r>
          </w:p>
          <w:p w:rsidR="00795AB4" w:rsidRPr="00E35D38" w:rsidRDefault="00795AB4" w:rsidP="0009433F">
            <w:pPr>
              <w:pStyle w:val="ConsPlusNormal"/>
              <w:ind w:firstLine="0"/>
              <w:rPr>
                <w:rFonts w:ascii="Times New Roman" w:hAnsi="Times New Roman"/>
              </w:rPr>
            </w:pPr>
            <w:r w:rsidRPr="00E35D38">
              <w:rPr>
                <w:rFonts w:ascii="Times New Roman" w:hAnsi="Times New Roman"/>
              </w:rPr>
              <w:t>10030547854</w:t>
            </w:r>
          </w:p>
          <w:p w:rsidR="00795AB4" w:rsidRPr="00E35D38" w:rsidRDefault="00795AB4"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795AB4" w:rsidRPr="00E35D38" w:rsidRDefault="00795AB4" w:rsidP="0009433F">
            <w:pPr>
              <w:pStyle w:val="ConsPlusNormal"/>
              <w:ind w:firstLine="0"/>
              <w:rPr>
                <w:rFonts w:ascii="Times New Roman" w:hAnsi="Times New Roman"/>
                <w:b/>
                <w:sz w:val="24"/>
                <w:szCs w:val="24"/>
              </w:rPr>
            </w:pPr>
            <w:r w:rsidRPr="00E35D38">
              <w:rPr>
                <w:rFonts w:ascii="Times New Roman" w:hAnsi="Times New Roman"/>
                <w:b/>
                <w:sz w:val="24"/>
                <w:szCs w:val="24"/>
              </w:rPr>
              <w:t>200</w:t>
            </w:r>
          </w:p>
        </w:tc>
      </w:tr>
      <w:tr w:rsidR="00795AB4" w:rsidRPr="00E35D38" w:rsidTr="0009433F">
        <w:tc>
          <w:tcPr>
            <w:tcW w:w="828" w:type="dxa"/>
            <w:vAlign w:val="center"/>
          </w:tcPr>
          <w:p w:rsidR="00795AB4" w:rsidRPr="004D300B" w:rsidRDefault="00795AB4" w:rsidP="0009433F">
            <w:r w:rsidRPr="004D300B">
              <w:lastRenderedPageBreak/>
              <w:t>1</w:t>
            </w:r>
          </w:p>
        </w:tc>
        <w:tc>
          <w:tcPr>
            <w:tcW w:w="1620" w:type="dxa"/>
            <w:vAlign w:val="center"/>
          </w:tcPr>
          <w:p w:rsidR="00795AB4" w:rsidRPr="004D300B" w:rsidRDefault="00795AB4" w:rsidP="0009433F">
            <w:r w:rsidRPr="004D300B">
              <w:t>2</w:t>
            </w:r>
          </w:p>
        </w:tc>
        <w:tc>
          <w:tcPr>
            <w:tcW w:w="2880" w:type="dxa"/>
            <w:vAlign w:val="center"/>
          </w:tcPr>
          <w:p w:rsidR="00795AB4" w:rsidRPr="004D300B" w:rsidRDefault="00795AB4" w:rsidP="0009433F">
            <w:r w:rsidRPr="004D300B">
              <w:t>3</w:t>
            </w:r>
          </w:p>
        </w:tc>
        <w:tc>
          <w:tcPr>
            <w:tcW w:w="2160" w:type="dxa"/>
            <w:vAlign w:val="center"/>
          </w:tcPr>
          <w:p w:rsidR="00795AB4" w:rsidRPr="004D300B" w:rsidRDefault="00795AB4" w:rsidP="0009433F">
            <w:r w:rsidRPr="004D300B">
              <w:t>4</w:t>
            </w:r>
          </w:p>
        </w:tc>
        <w:tc>
          <w:tcPr>
            <w:tcW w:w="1260" w:type="dxa"/>
            <w:vAlign w:val="center"/>
          </w:tcPr>
          <w:p w:rsidR="00795AB4" w:rsidRPr="004D300B" w:rsidRDefault="00795AB4" w:rsidP="0009433F">
            <w:r w:rsidRPr="004D300B">
              <w:t>5</w:t>
            </w:r>
          </w:p>
        </w:tc>
        <w:tc>
          <w:tcPr>
            <w:tcW w:w="1453" w:type="dxa"/>
            <w:vAlign w:val="center"/>
          </w:tcPr>
          <w:p w:rsidR="00795AB4" w:rsidRPr="004D300B" w:rsidRDefault="00795AB4" w:rsidP="0009433F">
            <w:r w:rsidRPr="004D300B">
              <w:t>6</w:t>
            </w:r>
          </w:p>
        </w:tc>
        <w:tc>
          <w:tcPr>
            <w:tcW w:w="2147" w:type="dxa"/>
            <w:vAlign w:val="center"/>
          </w:tcPr>
          <w:p w:rsidR="00795AB4" w:rsidRPr="004D300B" w:rsidRDefault="00795AB4" w:rsidP="0009433F">
            <w:r w:rsidRPr="004D300B">
              <w:t>7</w:t>
            </w:r>
          </w:p>
        </w:tc>
        <w:tc>
          <w:tcPr>
            <w:tcW w:w="1498" w:type="dxa"/>
            <w:vAlign w:val="center"/>
          </w:tcPr>
          <w:p w:rsidR="00795AB4" w:rsidRPr="004D300B" w:rsidRDefault="00795AB4" w:rsidP="0009433F">
            <w:r w:rsidRPr="004D300B">
              <w:t>8</w:t>
            </w:r>
          </w:p>
        </w:tc>
        <w:tc>
          <w:tcPr>
            <w:tcW w:w="1742" w:type="dxa"/>
            <w:vAlign w:val="center"/>
          </w:tcPr>
          <w:p w:rsidR="00795AB4" w:rsidRPr="004D300B" w:rsidRDefault="00795AB4" w:rsidP="0009433F">
            <w:r w:rsidRPr="004D300B">
              <w:t>9</w:t>
            </w:r>
          </w:p>
        </w:tc>
      </w:tr>
      <w:tr w:rsidR="00795AB4" w:rsidRPr="00E35D38" w:rsidTr="0009433F">
        <w:tc>
          <w:tcPr>
            <w:tcW w:w="828" w:type="dxa"/>
          </w:tcPr>
          <w:p w:rsidR="00795AB4" w:rsidRPr="004D300B" w:rsidRDefault="00795AB4"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795AB4" w:rsidRPr="00E35D38" w:rsidRDefault="00795AB4" w:rsidP="0009433F">
            <w:pPr>
              <w:rPr>
                <w:b/>
              </w:rPr>
            </w:pPr>
            <w:r w:rsidRPr="00E35D38">
              <w:rPr>
                <w:b/>
              </w:rPr>
              <w:t>ПОДПРОГРАММА 5</w:t>
            </w:r>
          </w:p>
          <w:p w:rsidR="00795AB4" w:rsidRPr="00E35D38" w:rsidRDefault="00795AB4" w:rsidP="0009433F">
            <w:pPr>
              <w:rPr>
                <w:b/>
              </w:rPr>
            </w:pPr>
          </w:p>
          <w:p w:rsidR="00795AB4" w:rsidRPr="00E35D38" w:rsidRDefault="00795AB4" w:rsidP="0009433F">
            <w:pPr>
              <w:rPr>
                <w:b/>
              </w:rPr>
            </w:pPr>
          </w:p>
          <w:p w:rsidR="00795AB4" w:rsidRPr="00E35D38" w:rsidRDefault="00795AB4" w:rsidP="0009433F">
            <w:pPr>
              <w:rPr>
                <w:b/>
              </w:rPr>
            </w:pPr>
          </w:p>
        </w:tc>
        <w:tc>
          <w:tcPr>
            <w:tcW w:w="2880" w:type="dxa"/>
            <w:vAlign w:val="center"/>
          </w:tcPr>
          <w:p w:rsidR="00795AB4" w:rsidRPr="00E35D38" w:rsidRDefault="00795AB4" w:rsidP="0009433F">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795AB4" w:rsidRPr="00E35D38" w:rsidRDefault="00795AB4"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795AB4" w:rsidRPr="00E35D38" w:rsidRDefault="00795AB4" w:rsidP="0009433F">
            <w:pPr>
              <w:pStyle w:val="ConsPlusNormal"/>
              <w:ind w:firstLine="0"/>
              <w:rPr>
                <w:rFonts w:ascii="Times New Roman" w:hAnsi="Times New Roman"/>
                <w:b/>
                <w:sz w:val="24"/>
                <w:szCs w:val="24"/>
              </w:rPr>
            </w:pPr>
          </w:p>
        </w:tc>
        <w:tc>
          <w:tcPr>
            <w:tcW w:w="1498" w:type="dxa"/>
          </w:tcPr>
          <w:p w:rsidR="00795AB4" w:rsidRPr="00E35D38" w:rsidRDefault="00795AB4"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795AB4" w:rsidRPr="00E35D38" w:rsidRDefault="00795AB4"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795AB4" w:rsidRPr="00E35D38" w:rsidTr="0009433F">
        <w:tc>
          <w:tcPr>
            <w:tcW w:w="828" w:type="dxa"/>
          </w:tcPr>
          <w:p w:rsidR="00795AB4" w:rsidRPr="004D300B" w:rsidRDefault="00795AB4" w:rsidP="0009433F">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795AB4" w:rsidRPr="00E35D38" w:rsidRDefault="00795AB4" w:rsidP="0009433F">
            <w:pPr>
              <w:ind w:right="-57"/>
            </w:pPr>
            <w:r w:rsidRPr="00E35D38">
              <w:t>Основное мероприятие 5.</w:t>
            </w:r>
            <w:r>
              <w:t>1</w:t>
            </w:r>
          </w:p>
          <w:p w:rsidR="00795AB4" w:rsidRPr="00E35D38" w:rsidRDefault="00795AB4" w:rsidP="0009433F"/>
        </w:tc>
        <w:tc>
          <w:tcPr>
            <w:tcW w:w="2880" w:type="dxa"/>
            <w:vAlign w:val="center"/>
          </w:tcPr>
          <w:p w:rsidR="00795AB4" w:rsidRPr="00E35D38" w:rsidRDefault="00795AB4" w:rsidP="0009433F">
            <w:r w:rsidRPr="00E35D38">
              <w:t xml:space="preserve">Предоставление грантов  начинающим субъектам малого предпринимательства </w:t>
            </w:r>
          </w:p>
        </w:tc>
        <w:tc>
          <w:tcPr>
            <w:tcW w:w="2160" w:type="dxa"/>
          </w:tcPr>
          <w:p w:rsidR="00795AB4" w:rsidRPr="00E35D38" w:rsidRDefault="00795AB4" w:rsidP="0009433F">
            <w:pPr>
              <w:pStyle w:val="ConsPlusNormal"/>
              <w:ind w:firstLine="0"/>
              <w:rPr>
                <w:rFonts w:ascii="Times New Roman" w:hAnsi="Times New Roman"/>
                <w:b/>
                <w:sz w:val="24"/>
                <w:szCs w:val="24"/>
              </w:rPr>
            </w:pPr>
            <w:r w:rsidRPr="00E35D38">
              <w:rPr>
                <w:rFonts w:ascii="Times New Roman" w:hAnsi="Times New Roman"/>
                <w:sz w:val="24"/>
                <w:szCs w:val="24"/>
              </w:rPr>
              <w:t>Отдел по экономике администрации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795AB4" w:rsidRPr="00E35D38" w:rsidRDefault="00795AB4" w:rsidP="0009433F">
            <w:pPr>
              <w:pStyle w:val="ConsPlusNormal"/>
              <w:ind w:firstLine="0"/>
              <w:rPr>
                <w:rFonts w:ascii="Times New Roman" w:hAnsi="Times New Roman"/>
                <w:b/>
              </w:rPr>
            </w:pPr>
            <w:r w:rsidRPr="00E35D38">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795AB4" w:rsidRPr="00E35D38" w:rsidRDefault="00795AB4"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795AB4" w:rsidRPr="00E35D38" w:rsidRDefault="00795AB4"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795AB4" w:rsidRPr="00E35D38" w:rsidTr="0009433F">
        <w:tc>
          <w:tcPr>
            <w:tcW w:w="828" w:type="dxa"/>
          </w:tcPr>
          <w:p w:rsidR="00795AB4" w:rsidRPr="00081955" w:rsidRDefault="00795AB4" w:rsidP="0009433F">
            <w:pPr>
              <w:pStyle w:val="ConsPlusNormal"/>
              <w:ind w:firstLine="0"/>
            </w:pPr>
            <w:r w:rsidRPr="00081955">
              <w:t>6</w:t>
            </w:r>
          </w:p>
        </w:tc>
        <w:tc>
          <w:tcPr>
            <w:tcW w:w="1620" w:type="dxa"/>
            <w:vAlign w:val="center"/>
          </w:tcPr>
          <w:p w:rsidR="00795AB4" w:rsidRPr="00E35D38" w:rsidRDefault="00795AB4" w:rsidP="0009433F">
            <w:pPr>
              <w:rPr>
                <w:b/>
              </w:rPr>
            </w:pPr>
            <w:r w:rsidRPr="00E35D38">
              <w:rPr>
                <w:b/>
              </w:rPr>
              <w:t>ПОДПРОГРАММА 7</w:t>
            </w:r>
          </w:p>
          <w:p w:rsidR="00795AB4" w:rsidRPr="00E35D38" w:rsidRDefault="00795AB4" w:rsidP="0009433F">
            <w:pPr>
              <w:rPr>
                <w:b/>
              </w:rPr>
            </w:pPr>
          </w:p>
          <w:p w:rsidR="00795AB4" w:rsidRPr="00E35D38" w:rsidRDefault="00795AB4" w:rsidP="0009433F">
            <w:pPr>
              <w:rPr>
                <w:b/>
              </w:rPr>
            </w:pPr>
          </w:p>
          <w:p w:rsidR="00795AB4" w:rsidRPr="00E35D38" w:rsidRDefault="00795AB4" w:rsidP="0009433F">
            <w:pPr>
              <w:rPr>
                <w:b/>
              </w:rPr>
            </w:pPr>
          </w:p>
          <w:p w:rsidR="00795AB4" w:rsidRPr="00E35D38" w:rsidRDefault="00795AB4" w:rsidP="0009433F">
            <w:pPr>
              <w:rPr>
                <w:b/>
              </w:rPr>
            </w:pPr>
          </w:p>
          <w:p w:rsidR="00795AB4" w:rsidRPr="00E35D38" w:rsidRDefault="00795AB4" w:rsidP="0009433F"/>
        </w:tc>
        <w:tc>
          <w:tcPr>
            <w:tcW w:w="2880" w:type="dxa"/>
            <w:vAlign w:val="center"/>
          </w:tcPr>
          <w:p w:rsidR="00795AB4" w:rsidRPr="00E35D38" w:rsidRDefault="00795AB4" w:rsidP="0009433F">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795AB4" w:rsidRDefault="00795AB4" w:rsidP="0009433F"/>
          <w:p w:rsidR="00795AB4" w:rsidRPr="002B1916" w:rsidRDefault="00795AB4" w:rsidP="002B1916">
            <w:pPr>
              <w:jc w:val="center"/>
            </w:pPr>
            <w:r w:rsidRPr="00E35D38">
              <w:t>администраци</w:t>
            </w:r>
            <w:r>
              <w:t>я</w:t>
            </w:r>
            <w:r w:rsidRPr="00E35D38">
              <w:t xml:space="preserve">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p>
        </w:tc>
        <w:tc>
          <w:tcPr>
            <w:tcW w:w="1453" w:type="dxa"/>
          </w:tcPr>
          <w:p w:rsidR="00795AB4" w:rsidRPr="00E35D38" w:rsidRDefault="00795AB4" w:rsidP="0009433F">
            <w:pPr>
              <w:pStyle w:val="ConsPlusNormal"/>
              <w:ind w:firstLine="0"/>
              <w:rPr>
                <w:rFonts w:ascii="Times New Roman" w:hAnsi="Times New Roman"/>
                <w:sz w:val="24"/>
                <w:szCs w:val="24"/>
              </w:rPr>
            </w:pPr>
          </w:p>
        </w:tc>
        <w:tc>
          <w:tcPr>
            <w:tcW w:w="2147" w:type="dxa"/>
          </w:tcPr>
          <w:p w:rsidR="00795AB4" w:rsidRPr="00E35D38" w:rsidRDefault="00795AB4" w:rsidP="0009433F">
            <w:pPr>
              <w:pStyle w:val="ConsPlusNormal"/>
              <w:ind w:firstLine="0"/>
              <w:rPr>
                <w:rFonts w:ascii="Times New Roman" w:hAnsi="Times New Roman"/>
                <w:sz w:val="24"/>
                <w:szCs w:val="24"/>
              </w:rPr>
            </w:pPr>
          </w:p>
        </w:tc>
        <w:tc>
          <w:tcPr>
            <w:tcW w:w="1498" w:type="dxa"/>
          </w:tcPr>
          <w:p w:rsidR="00795AB4" w:rsidRPr="00E35D38" w:rsidRDefault="00795AB4" w:rsidP="0009433F">
            <w:pPr>
              <w:pStyle w:val="ConsPlusNormal"/>
              <w:ind w:firstLine="0"/>
              <w:rPr>
                <w:rFonts w:ascii="Times New Roman" w:hAnsi="Times New Roman"/>
              </w:rPr>
            </w:pPr>
          </w:p>
        </w:tc>
        <w:tc>
          <w:tcPr>
            <w:tcW w:w="1742" w:type="dxa"/>
          </w:tcPr>
          <w:p w:rsidR="00795AB4" w:rsidRPr="00E35D38" w:rsidRDefault="00795AB4" w:rsidP="0009433F">
            <w:pPr>
              <w:pStyle w:val="ConsPlusNormal"/>
              <w:ind w:firstLine="0"/>
              <w:rPr>
                <w:rFonts w:ascii="Times New Roman" w:hAnsi="Times New Roman"/>
                <w:b/>
                <w:sz w:val="24"/>
                <w:szCs w:val="24"/>
              </w:rPr>
            </w:pPr>
            <w:r>
              <w:rPr>
                <w:rFonts w:ascii="Times New Roman" w:hAnsi="Times New Roman"/>
                <w:b/>
                <w:sz w:val="24"/>
                <w:szCs w:val="24"/>
              </w:rPr>
              <w:t>660,1</w:t>
            </w:r>
          </w:p>
        </w:tc>
      </w:tr>
      <w:tr w:rsidR="00795AB4" w:rsidRPr="00E35D38" w:rsidTr="0009433F">
        <w:tc>
          <w:tcPr>
            <w:tcW w:w="828" w:type="dxa"/>
          </w:tcPr>
          <w:p w:rsidR="00795AB4" w:rsidRPr="00081955" w:rsidRDefault="00795AB4" w:rsidP="0009433F">
            <w:pPr>
              <w:pStyle w:val="ConsPlusNormal"/>
              <w:ind w:firstLine="0"/>
            </w:pPr>
          </w:p>
        </w:tc>
        <w:tc>
          <w:tcPr>
            <w:tcW w:w="1620" w:type="dxa"/>
            <w:vAlign w:val="center"/>
          </w:tcPr>
          <w:p w:rsidR="00795AB4" w:rsidRPr="00E35D38" w:rsidRDefault="00795AB4" w:rsidP="0009433F">
            <w:r w:rsidRPr="00E35D38">
              <w:t>в том числе:</w:t>
            </w:r>
          </w:p>
        </w:tc>
        <w:tc>
          <w:tcPr>
            <w:tcW w:w="2880" w:type="dxa"/>
            <w:vAlign w:val="center"/>
          </w:tcPr>
          <w:p w:rsidR="00795AB4" w:rsidRPr="00E35D38" w:rsidRDefault="00795AB4" w:rsidP="0009433F"/>
        </w:tc>
        <w:tc>
          <w:tcPr>
            <w:tcW w:w="2160" w:type="dxa"/>
          </w:tcPr>
          <w:p w:rsidR="00795AB4" w:rsidRPr="00844E56" w:rsidRDefault="00795AB4" w:rsidP="0009433F"/>
        </w:tc>
        <w:tc>
          <w:tcPr>
            <w:tcW w:w="1260" w:type="dxa"/>
          </w:tcPr>
          <w:p w:rsidR="00795AB4" w:rsidRPr="00E35D38" w:rsidRDefault="00795AB4" w:rsidP="0009433F">
            <w:pPr>
              <w:pStyle w:val="ConsPlusNormal"/>
              <w:ind w:firstLine="0"/>
              <w:rPr>
                <w:rFonts w:ascii="Times New Roman" w:hAnsi="Times New Roman"/>
                <w:sz w:val="24"/>
                <w:szCs w:val="24"/>
              </w:rPr>
            </w:pPr>
          </w:p>
        </w:tc>
        <w:tc>
          <w:tcPr>
            <w:tcW w:w="1453" w:type="dxa"/>
          </w:tcPr>
          <w:p w:rsidR="00795AB4" w:rsidRPr="00E35D38" w:rsidRDefault="00795AB4" w:rsidP="0009433F">
            <w:pPr>
              <w:pStyle w:val="ConsPlusNormal"/>
              <w:ind w:firstLine="0"/>
              <w:rPr>
                <w:rFonts w:ascii="Times New Roman" w:hAnsi="Times New Roman"/>
                <w:sz w:val="24"/>
                <w:szCs w:val="24"/>
              </w:rPr>
            </w:pPr>
          </w:p>
        </w:tc>
        <w:tc>
          <w:tcPr>
            <w:tcW w:w="2147" w:type="dxa"/>
          </w:tcPr>
          <w:p w:rsidR="00795AB4" w:rsidRPr="00E35D38" w:rsidRDefault="00795AB4" w:rsidP="0009433F">
            <w:pPr>
              <w:pStyle w:val="ConsPlusNormal"/>
              <w:ind w:firstLine="0"/>
              <w:rPr>
                <w:rFonts w:ascii="Times New Roman" w:hAnsi="Times New Roman"/>
                <w:sz w:val="24"/>
                <w:szCs w:val="24"/>
              </w:rPr>
            </w:pPr>
          </w:p>
        </w:tc>
        <w:tc>
          <w:tcPr>
            <w:tcW w:w="1498" w:type="dxa"/>
          </w:tcPr>
          <w:p w:rsidR="00795AB4" w:rsidRPr="00E35D38" w:rsidRDefault="00795AB4" w:rsidP="0009433F">
            <w:pPr>
              <w:pStyle w:val="ConsPlusNormal"/>
              <w:ind w:firstLine="0"/>
              <w:rPr>
                <w:rFonts w:ascii="Times New Roman" w:hAnsi="Times New Roman"/>
              </w:rPr>
            </w:pPr>
          </w:p>
        </w:tc>
        <w:tc>
          <w:tcPr>
            <w:tcW w:w="1742" w:type="dxa"/>
          </w:tcPr>
          <w:p w:rsidR="00795AB4" w:rsidRPr="00E35D38" w:rsidRDefault="00795AB4" w:rsidP="0009433F">
            <w:pPr>
              <w:pStyle w:val="ConsPlusNormal"/>
              <w:ind w:firstLine="0"/>
              <w:rPr>
                <w:rFonts w:ascii="Times New Roman" w:hAnsi="Times New Roman"/>
                <w:b/>
                <w:sz w:val="24"/>
                <w:szCs w:val="24"/>
              </w:rPr>
            </w:pPr>
          </w:p>
        </w:tc>
      </w:tr>
      <w:tr w:rsidR="00795AB4" w:rsidRPr="00E35D38" w:rsidTr="0009433F">
        <w:tc>
          <w:tcPr>
            <w:tcW w:w="828" w:type="dxa"/>
          </w:tcPr>
          <w:p w:rsidR="00795AB4" w:rsidRPr="00081955" w:rsidRDefault="00795AB4"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795AB4" w:rsidRPr="00E35D38" w:rsidRDefault="00795AB4" w:rsidP="0009433F">
            <w:r w:rsidRPr="00E35D38">
              <w:t xml:space="preserve">Основное </w:t>
            </w:r>
            <w:r w:rsidRPr="00E35D38">
              <w:br/>
              <w:t xml:space="preserve">мероприятие 7.1. </w:t>
            </w:r>
          </w:p>
        </w:tc>
        <w:tc>
          <w:tcPr>
            <w:tcW w:w="2880" w:type="dxa"/>
            <w:vAlign w:val="center"/>
          </w:tcPr>
          <w:p w:rsidR="00795AB4" w:rsidRPr="00E35D38" w:rsidRDefault="00795AB4" w:rsidP="0009433F">
            <w:r w:rsidRPr="00E35D3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795AB4" w:rsidRPr="00844E56" w:rsidRDefault="00795AB4" w:rsidP="0009433F">
            <w:r w:rsidRPr="00E35D38">
              <w:t>администраци</w:t>
            </w:r>
            <w:r>
              <w:t>я</w:t>
            </w:r>
            <w:r w:rsidRPr="00E35D38">
              <w:t xml:space="preserve">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795AB4" w:rsidRPr="00E35D38" w:rsidRDefault="00795AB4"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795AB4" w:rsidRDefault="00795AB4"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795AB4" w:rsidRDefault="00795AB4"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795AB4" w:rsidRPr="00E35D38" w:rsidRDefault="00795AB4" w:rsidP="006E6583">
            <w:pPr>
              <w:pStyle w:val="ConsPlusNormal"/>
              <w:ind w:firstLine="0"/>
              <w:jc w:val="center"/>
              <w:rPr>
                <w:rFonts w:ascii="Times New Roman" w:hAnsi="Times New Roman"/>
                <w:sz w:val="24"/>
                <w:szCs w:val="24"/>
              </w:rPr>
            </w:pPr>
          </w:p>
        </w:tc>
        <w:tc>
          <w:tcPr>
            <w:tcW w:w="1742" w:type="dxa"/>
          </w:tcPr>
          <w:p w:rsidR="00795AB4" w:rsidRPr="00E35D38" w:rsidRDefault="00795AB4" w:rsidP="0009433F">
            <w:pPr>
              <w:pStyle w:val="ConsPlusNormal"/>
              <w:ind w:firstLine="0"/>
              <w:rPr>
                <w:rFonts w:ascii="Times New Roman" w:hAnsi="Times New Roman"/>
                <w:sz w:val="24"/>
                <w:szCs w:val="24"/>
              </w:rPr>
            </w:pPr>
            <w:r>
              <w:rPr>
                <w:rFonts w:ascii="Times New Roman" w:hAnsi="Times New Roman"/>
                <w:sz w:val="24"/>
                <w:szCs w:val="24"/>
              </w:rPr>
              <w:t>660,1</w:t>
            </w:r>
          </w:p>
        </w:tc>
      </w:tr>
      <w:tr w:rsidR="00795AB4" w:rsidRPr="00E35D38" w:rsidTr="0009433F">
        <w:tc>
          <w:tcPr>
            <w:tcW w:w="828" w:type="dxa"/>
          </w:tcPr>
          <w:p w:rsidR="00795AB4" w:rsidRPr="00447BD0" w:rsidRDefault="00795AB4"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795AB4" w:rsidRDefault="00795AB4" w:rsidP="00C25ADE">
            <w:pPr>
              <w:rPr>
                <w:b/>
              </w:rPr>
            </w:pPr>
            <w:r>
              <w:rPr>
                <w:b/>
              </w:rPr>
              <w:t xml:space="preserve">ПОДПРОГРАММА </w:t>
            </w:r>
            <w:r>
              <w:rPr>
                <w:b/>
                <w:lang w:val="en-US"/>
              </w:rPr>
              <w:t>8</w:t>
            </w:r>
          </w:p>
          <w:p w:rsidR="00795AB4" w:rsidRDefault="00795AB4" w:rsidP="00C25ADE">
            <w:pPr>
              <w:rPr>
                <w:b/>
              </w:rPr>
            </w:pPr>
          </w:p>
          <w:p w:rsidR="00795AB4" w:rsidRPr="00870E2C" w:rsidRDefault="00795AB4" w:rsidP="00C25ADE">
            <w:pPr>
              <w:rPr>
                <w:b/>
              </w:rPr>
            </w:pPr>
          </w:p>
          <w:p w:rsidR="00795AB4" w:rsidRPr="00E35D38" w:rsidRDefault="00795AB4" w:rsidP="0009433F"/>
        </w:tc>
        <w:tc>
          <w:tcPr>
            <w:tcW w:w="2880" w:type="dxa"/>
            <w:vAlign w:val="center"/>
          </w:tcPr>
          <w:p w:rsidR="00795AB4" w:rsidRPr="00C25ADE" w:rsidRDefault="00795AB4"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795AB4" w:rsidRPr="006E6583" w:rsidRDefault="00795AB4" w:rsidP="0009433F">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p>
        </w:tc>
        <w:tc>
          <w:tcPr>
            <w:tcW w:w="1453" w:type="dxa"/>
          </w:tcPr>
          <w:p w:rsidR="00795AB4" w:rsidRPr="00E35D38" w:rsidRDefault="00795AB4" w:rsidP="0009433F">
            <w:pPr>
              <w:pStyle w:val="ConsPlusNormal"/>
              <w:ind w:firstLine="0"/>
              <w:rPr>
                <w:rFonts w:ascii="Times New Roman" w:hAnsi="Times New Roman"/>
                <w:sz w:val="24"/>
                <w:szCs w:val="24"/>
              </w:rPr>
            </w:pPr>
          </w:p>
        </w:tc>
        <w:tc>
          <w:tcPr>
            <w:tcW w:w="2147" w:type="dxa"/>
          </w:tcPr>
          <w:p w:rsidR="00795AB4" w:rsidRPr="00E35D38" w:rsidRDefault="00795AB4" w:rsidP="0009433F">
            <w:pPr>
              <w:pStyle w:val="ConsPlusNormal"/>
              <w:ind w:firstLine="0"/>
              <w:rPr>
                <w:rFonts w:ascii="Times New Roman" w:hAnsi="Times New Roman"/>
                <w:sz w:val="24"/>
                <w:szCs w:val="24"/>
              </w:rPr>
            </w:pPr>
          </w:p>
        </w:tc>
        <w:tc>
          <w:tcPr>
            <w:tcW w:w="1498" w:type="dxa"/>
          </w:tcPr>
          <w:p w:rsidR="00795AB4" w:rsidRPr="00E35D38" w:rsidRDefault="00795AB4" w:rsidP="0009433F">
            <w:pPr>
              <w:pStyle w:val="ConsPlusNormal"/>
              <w:ind w:firstLine="0"/>
              <w:rPr>
                <w:rFonts w:ascii="Times New Roman" w:hAnsi="Times New Roman"/>
                <w:sz w:val="24"/>
                <w:szCs w:val="24"/>
              </w:rPr>
            </w:pPr>
          </w:p>
        </w:tc>
        <w:tc>
          <w:tcPr>
            <w:tcW w:w="1742" w:type="dxa"/>
          </w:tcPr>
          <w:p w:rsidR="00795AB4" w:rsidRPr="00C25ADE" w:rsidRDefault="00795AB4" w:rsidP="0009433F">
            <w:pPr>
              <w:pStyle w:val="ConsPlusNormal"/>
              <w:ind w:firstLine="0"/>
              <w:rPr>
                <w:rFonts w:ascii="Times New Roman" w:hAnsi="Times New Roman"/>
                <w:b/>
                <w:sz w:val="24"/>
                <w:szCs w:val="24"/>
              </w:rPr>
            </w:pPr>
            <w:r>
              <w:rPr>
                <w:rFonts w:ascii="Times New Roman" w:hAnsi="Times New Roman"/>
                <w:b/>
                <w:sz w:val="24"/>
                <w:szCs w:val="24"/>
              </w:rPr>
              <w:t>3317,0</w:t>
            </w:r>
          </w:p>
        </w:tc>
      </w:tr>
      <w:tr w:rsidR="00795AB4" w:rsidRPr="00E35D38" w:rsidTr="00555715">
        <w:tc>
          <w:tcPr>
            <w:tcW w:w="828" w:type="dxa"/>
            <w:vAlign w:val="center"/>
          </w:tcPr>
          <w:p w:rsidR="00795AB4" w:rsidRPr="004D300B" w:rsidRDefault="00795AB4" w:rsidP="00470919">
            <w:r w:rsidRPr="004D300B">
              <w:lastRenderedPageBreak/>
              <w:t>1</w:t>
            </w:r>
          </w:p>
        </w:tc>
        <w:tc>
          <w:tcPr>
            <w:tcW w:w="1620" w:type="dxa"/>
            <w:vAlign w:val="center"/>
          </w:tcPr>
          <w:p w:rsidR="00795AB4" w:rsidRPr="004D300B" w:rsidRDefault="00795AB4" w:rsidP="00470919">
            <w:r w:rsidRPr="004D300B">
              <w:t>2</w:t>
            </w:r>
          </w:p>
        </w:tc>
        <w:tc>
          <w:tcPr>
            <w:tcW w:w="2880" w:type="dxa"/>
            <w:vAlign w:val="center"/>
          </w:tcPr>
          <w:p w:rsidR="00795AB4" w:rsidRPr="004D300B" w:rsidRDefault="00795AB4" w:rsidP="00470919">
            <w:r w:rsidRPr="004D300B">
              <w:t>3</w:t>
            </w:r>
          </w:p>
        </w:tc>
        <w:tc>
          <w:tcPr>
            <w:tcW w:w="2160" w:type="dxa"/>
            <w:vAlign w:val="center"/>
          </w:tcPr>
          <w:p w:rsidR="00795AB4" w:rsidRPr="004D300B" w:rsidRDefault="00795AB4" w:rsidP="00470919">
            <w:r w:rsidRPr="004D300B">
              <w:t>4</w:t>
            </w:r>
          </w:p>
        </w:tc>
        <w:tc>
          <w:tcPr>
            <w:tcW w:w="1260" w:type="dxa"/>
            <w:vAlign w:val="center"/>
          </w:tcPr>
          <w:p w:rsidR="00795AB4" w:rsidRPr="004D300B" w:rsidRDefault="00795AB4" w:rsidP="00470919">
            <w:r w:rsidRPr="004D300B">
              <w:t>5</w:t>
            </w:r>
          </w:p>
        </w:tc>
        <w:tc>
          <w:tcPr>
            <w:tcW w:w="1453" w:type="dxa"/>
            <w:vAlign w:val="center"/>
          </w:tcPr>
          <w:p w:rsidR="00795AB4" w:rsidRPr="004D300B" w:rsidRDefault="00795AB4" w:rsidP="00470919">
            <w:r w:rsidRPr="004D300B">
              <w:t>6</w:t>
            </w:r>
          </w:p>
        </w:tc>
        <w:tc>
          <w:tcPr>
            <w:tcW w:w="2147" w:type="dxa"/>
            <w:vAlign w:val="center"/>
          </w:tcPr>
          <w:p w:rsidR="00795AB4" w:rsidRPr="004D300B" w:rsidRDefault="00795AB4" w:rsidP="00470919">
            <w:r w:rsidRPr="004D300B">
              <w:t>7</w:t>
            </w:r>
          </w:p>
        </w:tc>
        <w:tc>
          <w:tcPr>
            <w:tcW w:w="1498" w:type="dxa"/>
            <w:vAlign w:val="center"/>
          </w:tcPr>
          <w:p w:rsidR="00795AB4" w:rsidRPr="004D300B" w:rsidRDefault="00795AB4" w:rsidP="00470919">
            <w:r w:rsidRPr="004D300B">
              <w:t>8</w:t>
            </w:r>
          </w:p>
        </w:tc>
        <w:tc>
          <w:tcPr>
            <w:tcW w:w="1742" w:type="dxa"/>
            <w:vAlign w:val="center"/>
          </w:tcPr>
          <w:p w:rsidR="00795AB4" w:rsidRPr="004D300B" w:rsidRDefault="00795AB4" w:rsidP="00470919">
            <w:r w:rsidRPr="004D300B">
              <w:t>9</w:t>
            </w:r>
          </w:p>
        </w:tc>
      </w:tr>
      <w:tr w:rsidR="00795AB4" w:rsidRPr="00E35D38" w:rsidTr="0009433F">
        <w:tc>
          <w:tcPr>
            <w:tcW w:w="828" w:type="dxa"/>
          </w:tcPr>
          <w:p w:rsidR="00795AB4" w:rsidRPr="00081955" w:rsidRDefault="00795AB4" w:rsidP="0009433F">
            <w:pPr>
              <w:pStyle w:val="ConsPlusNormal"/>
              <w:ind w:firstLine="0"/>
              <w:rPr>
                <w:rFonts w:ascii="Times New Roman" w:hAnsi="Times New Roman"/>
                <w:b/>
                <w:sz w:val="24"/>
                <w:szCs w:val="24"/>
              </w:rPr>
            </w:pPr>
          </w:p>
        </w:tc>
        <w:tc>
          <w:tcPr>
            <w:tcW w:w="1620" w:type="dxa"/>
            <w:vAlign w:val="center"/>
          </w:tcPr>
          <w:p w:rsidR="00795AB4" w:rsidRPr="00C25ADE" w:rsidRDefault="00795AB4" w:rsidP="0009433F">
            <w:r>
              <w:t>в</w:t>
            </w:r>
            <w:r>
              <w:rPr>
                <w:lang w:val="en-US"/>
              </w:rPr>
              <w:t xml:space="preserve"> </w:t>
            </w:r>
            <w:r>
              <w:t>том числе:</w:t>
            </w:r>
          </w:p>
        </w:tc>
        <w:tc>
          <w:tcPr>
            <w:tcW w:w="2880" w:type="dxa"/>
            <w:vAlign w:val="center"/>
          </w:tcPr>
          <w:p w:rsidR="00795AB4" w:rsidRPr="00E35D38" w:rsidRDefault="00795AB4" w:rsidP="0009433F"/>
        </w:tc>
        <w:tc>
          <w:tcPr>
            <w:tcW w:w="2160" w:type="dxa"/>
          </w:tcPr>
          <w:p w:rsidR="00795AB4" w:rsidRPr="00E35D38" w:rsidRDefault="00795AB4" w:rsidP="0009433F"/>
        </w:tc>
        <w:tc>
          <w:tcPr>
            <w:tcW w:w="1260" w:type="dxa"/>
          </w:tcPr>
          <w:p w:rsidR="00795AB4" w:rsidRPr="00E35D38" w:rsidRDefault="00795AB4" w:rsidP="0009433F">
            <w:pPr>
              <w:pStyle w:val="ConsPlusNormal"/>
              <w:ind w:firstLine="0"/>
              <w:rPr>
                <w:rFonts w:ascii="Times New Roman" w:hAnsi="Times New Roman"/>
                <w:sz w:val="24"/>
                <w:szCs w:val="24"/>
              </w:rPr>
            </w:pPr>
          </w:p>
        </w:tc>
        <w:tc>
          <w:tcPr>
            <w:tcW w:w="1453" w:type="dxa"/>
          </w:tcPr>
          <w:p w:rsidR="00795AB4" w:rsidRPr="00E35D38" w:rsidRDefault="00795AB4" w:rsidP="0009433F">
            <w:pPr>
              <w:pStyle w:val="ConsPlusNormal"/>
              <w:ind w:firstLine="0"/>
              <w:rPr>
                <w:rFonts w:ascii="Times New Roman" w:hAnsi="Times New Roman"/>
                <w:sz w:val="24"/>
                <w:szCs w:val="24"/>
              </w:rPr>
            </w:pPr>
          </w:p>
        </w:tc>
        <w:tc>
          <w:tcPr>
            <w:tcW w:w="2147" w:type="dxa"/>
          </w:tcPr>
          <w:p w:rsidR="00795AB4" w:rsidRPr="00E35D38" w:rsidRDefault="00795AB4" w:rsidP="0009433F">
            <w:pPr>
              <w:pStyle w:val="ConsPlusNormal"/>
              <w:ind w:firstLine="0"/>
              <w:rPr>
                <w:rFonts w:ascii="Times New Roman" w:hAnsi="Times New Roman"/>
                <w:sz w:val="24"/>
                <w:szCs w:val="24"/>
              </w:rPr>
            </w:pPr>
          </w:p>
        </w:tc>
        <w:tc>
          <w:tcPr>
            <w:tcW w:w="1498" w:type="dxa"/>
          </w:tcPr>
          <w:p w:rsidR="00795AB4" w:rsidRPr="00E35D38" w:rsidRDefault="00795AB4" w:rsidP="0009433F">
            <w:pPr>
              <w:pStyle w:val="ConsPlusNormal"/>
              <w:ind w:firstLine="0"/>
              <w:rPr>
                <w:rFonts w:ascii="Times New Roman" w:hAnsi="Times New Roman"/>
                <w:sz w:val="24"/>
                <w:szCs w:val="24"/>
              </w:rPr>
            </w:pPr>
          </w:p>
        </w:tc>
        <w:tc>
          <w:tcPr>
            <w:tcW w:w="1742" w:type="dxa"/>
          </w:tcPr>
          <w:p w:rsidR="00795AB4" w:rsidRPr="00E35D38" w:rsidRDefault="00795AB4" w:rsidP="0009433F">
            <w:pPr>
              <w:pStyle w:val="ConsPlusNormal"/>
              <w:ind w:firstLine="0"/>
              <w:rPr>
                <w:rFonts w:ascii="Times New Roman" w:hAnsi="Times New Roman"/>
                <w:sz w:val="24"/>
                <w:szCs w:val="24"/>
              </w:rPr>
            </w:pPr>
          </w:p>
        </w:tc>
      </w:tr>
      <w:tr w:rsidR="00795AB4" w:rsidRPr="00E35D38" w:rsidTr="0009433F">
        <w:tc>
          <w:tcPr>
            <w:tcW w:w="828" w:type="dxa"/>
          </w:tcPr>
          <w:p w:rsidR="00795AB4" w:rsidRPr="00081955" w:rsidRDefault="00795AB4"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795AB4" w:rsidRPr="00E35D38" w:rsidRDefault="00795AB4" w:rsidP="0009433F">
            <w:r w:rsidRPr="00E35D38">
              <w:t xml:space="preserve">Основное </w:t>
            </w:r>
            <w:r w:rsidRPr="00E35D38">
              <w:br/>
              <w:t xml:space="preserve">мероприятие </w:t>
            </w:r>
            <w:r>
              <w:t>8</w:t>
            </w:r>
            <w:r w:rsidRPr="00E35D38">
              <w:t>.1.</w:t>
            </w:r>
          </w:p>
        </w:tc>
        <w:tc>
          <w:tcPr>
            <w:tcW w:w="2880" w:type="dxa"/>
            <w:vAlign w:val="center"/>
          </w:tcPr>
          <w:p w:rsidR="00795AB4" w:rsidRPr="00E35D38" w:rsidRDefault="00795AB4" w:rsidP="0009433F">
            <w:r>
              <w:t>Приобретение автобусов</w:t>
            </w:r>
          </w:p>
        </w:tc>
        <w:tc>
          <w:tcPr>
            <w:tcW w:w="2160" w:type="dxa"/>
          </w:tcPr>
          <w:p w:rsidR="00795AB4" w:rsidRPr="00E35D38" w:rsidRDefault="00795AB4" w:rsidP="0009433F">
            <w:r>
              <w:t>Отдел по архитектуре и строительной политике администрации Таловского муниципального района</w:t>
            </w:r>
          </w:p>
        </w:tc>
        <w:tc>
          <w:tcPr>
            <w:tcW w:w="1260" w:type="dxa"/>
          </w:tcPr>
          <w:p w:rsidR="00795AB4" w:rsidRPr="00E35D38" w:rsidRDefault="00795AB4"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795AB4" w:rsidRPr="00E35D38" w:rsidRDefault="00795AB4"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795AB4" w:rsidRPr="00E35D38" w:rsidRDefault="00795AB4"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795AB4" w:rsidRPr="00E35D38" w:rsidRDefault="00795AB4" w:rsidP="0009433F">
            <w:pPr>
              <w:pStyle w:val="ConsPlusNormal"/>
              <w:ind w:firstLine="0"/>
              <w:rPr>
                <w:rFonts w:ascii="Times New Roman" w:hAnsi="Times New Roman"/>
                <w:sz w:val="24"/>
                <w:szCs w:val="24"/>
              </w:rPr>
            </w:pPr>
          </w:p>
        </w:tc>
        <w:tc>
          <w:tcPr>
            <w:tcW w:w="1742" w:type="dxa"/>
          </w:tcPr>
          <w:p w:rsidR="00795AB4" w:rsidRPr="00E35D38" w:rsidRDefault="00795AB4" w:rsidP="0009433F">
            <w:pPr>
              <w:pStyle w:val="ConsPlusNormal"/>
              <w:ind w:firstLine="0"/>
              <w:rPr>
                <w:rFonts w:ascii="Times New Roman" w:hAnsi="Times New Roman"/>
                <w:sz w:val="24"/>
                <w:szCs w:val="24"/>
              </w:rPr>
            </w:pPr>
            <w:r>
              <w:rPr>
                <w:rFonts w:ascii="Times New Roman" w:hAnsi="Times New Roman"/>
                <w:sz w:val="24"/>
                <w:szCs w:val="24"/>
              </w:rPr>
              <w:t>3317,0</w:t>
            </w:r>
          </w:p>
        </w:tc>
      </w:tr>
    </w:tbl>
    <w:p w:rsidR="00795AB4" w:rsidRDefault="00795AB4" w:rsidP="00C60278">
      <w:pPr>
        <w:pStyle w:val="ConsPlusNormal"/>
        <w:ind w:firstLine="540"/>
        <w:rPr>
          <w:rFonts w:ascii="Times New Roman" w:hAnsi="Times New Roman"/>
          <w:b/>
          <w:color w:val="000080"/>
          <w:sz w:val="28"/>
          <w:szCs w:val="28"/>
        </w:rPr>
      </w:pPr>
    </w:p>
    <w:p w:rsidR="00795AB4" w:rsidRDefault="00795AB4" w:rsidP="00C60278">
      <w:pPr>
        <w:pStyle w:val="ConsPlusNormal"/>
        <w:ind w:firstLine="540"/>
        <w:rPr>
          <w:rFonts w:ascii="Times New Roman" w:hAnsi="Times New Roman"/>
          <w:b/>
          <w:color w:val="000080"/>
          <w:sz w:val="28"/>
          <w:szCs w:val="28"/>
        </w:rPr>
      </w:pPr>
    </w:p>
    <w:p w:rsidR="00795AB4" w:rsidRDefault="00795AB4" w:rsidP="00C60278">
      <w:pPr>
        <w:pStyle w:val="ConsPlusNormal"/>
        <w:ind w:firstLine="540"/>
        <w:rPr>
          <w:rFonts w:ascii="Times New Roman" w:hAnsi="Times New Roman"/>
          <w:b/>
          <w:color w:val="000080"/>
          <w:sz w:val="28"/>
          <w:szCs w:val="28"/>
        </w:rPr>
      </w:pPr>
    </w:p>
    <w:p w:rsidR="00795AB4" w:rsidRDefault="00795AB4" w:rsidP="00CB60A3">
      <w:pPr>
        <w:jc w:val="center"/>
        <w:rPr>
          <w:b/>
          <w:sz w:val="26"/>
          <w:szCs w:val="26"/>
        </w:rPr>
      </w:pPr>
    </w:p>
    <w:p w:rsidR="00795AB4" w:rsidRDefault="00795AB4" w:rsidP="00CB60A3">
      <w:pPr>
        <w:jc w:val="center"/>
        <w:rPr>
          <w:b/>
          <w:sz w:val="26"/>
          <w:szCs w:val="26"/>
        </w:rPr>
      </w:pPr>
    </w:p>
    <w:p w:rsidR="00795AB4" w:rsidRDefault="00795AB4" w:rsidP="00CB60A3">
      <w:pPr>
        <w:jc w:val="center"/>
        <w:rPr>
          <w:b/>
          <w:sz w:val="26"/>
          <w:szCs w:val="26"/>
        </w:rPr>
      </w:pPr>
    </w:p>
    <w:p w:rsidR="00795AB4" w:rsidRPr="00081955" w:rsidRDefault="00795AB4" w:rsidP="00CB60A3">
      <w:pPr>
        <w:jc w:val="center"/>
        <w:rPr>
          <w:b/>
          <w:sz w:val="26"/>
          <w:szCs w:val="26"/>
        </w:rPr>
      </w:pPr>
    </w:p>
    <w:p w:rsidR="00795AB4" w:rsidRDefault="00795AB4" w:rsidP="00115A69">
      <w:pPr>
        <w:pStyle w:val="ConsPlusNormal"/>
        <w:ind w:firstLine="540"/>
        <w:rPr>
          <w:rFonts w:ascii="Times New Roman" w:hAnsi="Times New Roman"/>
          <w:b/>
          <w:color w:val="000080"/>
          <w:sz w:val="28"/>
          <w:szCs w:val="28"/>
        </w:rPr>
      </w:pPr>
    </w:p>
    <w:p w:rsidR="00795AB4" w:rsidRDefault="00795AB4" w:rsidP="00115A69">
      <w:pPr>
        <w:pStyle w:val="ConsPlusNormal"/>
        <w:ind w:firstLine="540"/>
        <w:rPr>
          <w:rFonts w:ascii="Times New Roman" w:hAnsi="Times New Roman"/>
          <w:b/>
          <w:color w:val="000080"/>
          <w:sz w:val="28"/>
          <w:szCs w:val="28"/>
        </w:rPr>
      </w:pPr>
    </w:p>
    <w:p w:rsidR="00795AB4" w:rsidRDefault="00795AB4" w:rsidP="0011707F">
      <w:pPr>
        <w:pStyle w:val="ConsPlusNormal"/>
        <w:ind w:firstLine="540"/>
        <w:rPr>
          <w:rFonts w:ascii="Times New Roman" w:hAnsi="Times New Roman"/>
          <w:b/>
          <w:color w:val="000080"/>
          <w:sz w:val="28"/>
          <w:szCs w:val="28"/>
        </w:rPr>
      </w:pPr>
    </w:p>
    <w:p w:rsidR="00795AB4" w:rsidRDefault="00795AB4" w:rsidP="0026596F">
      <w:pPr>
        <w:pStyle w:val="ConsPlusNormal"/>
        <w:tabs>
          <w:tab w:val="left" w:pos="8958"/>
        </w:tabs>
        <w:ind w:firstLine="540"/>
        <w:rPr>
          <w:rFonts w:ascii="Times New Roman" w:hAnsi="Times New Roman"/>
          <w:b/>
          <w:color w:val="000080"/>
          <w:sz w:val="28"/>
          <w:szCs w:val="28"/>
        </w:rPr>
      </w:pPr>
      <w:r>
        <w:rPr>
          <w:rFonts w:ascii="Times New Roman" w:hAnsi="Times New Roman"/>
          <w:b/>
          <w:color w:val="000080"/>
          <w:sz w:val="28"/>
          <w:szCs w:val="28"/>
        </w:rPr>
        <w:tab/>
      </w:r>
    </w:p>
    <w:p w:rsidR="00795AB4" w:rsidRDefault="00795AB4" w:rsidP="0011707F">
      <w:pPr>
        <w:pStyle w:val="ConsPlusNormal"/>
        <w:ind w:firstLine="540"/>
        <w:rPr>
          <w:rFonts w:ascii="Times New Roman" w:hAnsi="Times New Roman"/>
          <w:b/>
          <w:color w:val="000080"/>
          <w:sz w:val="28"/>
          <w:szCs w:val="28"/>
        </w:rPr>
        <w:sectPr w:rsidR="00795AB4"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795AB4" w:rsidRPr="00456C66" w:rsidRDefault="00795AB4" w:rsidP="0011707F">
      <w:pPr>
        <w:pStyle w:val="ConsPlusNormal"/>
        <w:ind w:firstLine="540"/>
        <w:rPr>
          <w:rFonts w:ascii="Times New Roman" w:hAnsi="Times New Roman"/>
          <w:b/>
          <w:color w:val="000080"/>
          <w:sz w:val="28"/>
          <w:szCs w:val="28"/>
        </w:rPr>
      </w:pPr>
    </w:p>
    <w:p w:rsidR="00795AB4" w:rsidRDefault="00795AB4" w:rsidP="0011707F">
      <w:pPr>
        <w:outlineLvl w:val="0"/>
        <w:rPr>
          <w:rFonts w:ascii="Arial" w:hAnsi="Arial" w:cs="Arial"/>
          <w:b/>
          <w:color w:val="000000"/>
          <w:lang w:eastAsia="ru-RU"/>
        </w:rPr>
      </w:pPr>
    </w:p>
    <w:sectPr w:rsidR="00795AB4"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235" w:rsidRDefault="00097235" w:rsidP="005F2E5E">
      <w:r>
        <w:separator/>
      </w:r>
    </w:p>
  </w:endnote>
  <w:endnote w:type="continuationSeparator" w:id="0">
    <w:p w:rsidR="00097235" w:rsidRDefault="00097235"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235" w:rsidRDefault="00097235" w:rsidP="005F2E5E">
      <w:r>
        <w:separator/>
      </w:r>
    </w:p>
  </w:footnote>
  <w:footnote w:type="continuationSeparator" w:id="0">
    <w:p w:rsidR="00097235" w:rsidRDefault="00097235"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AB4" w:rsidRDefault="00795AB4"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95AB4" w:rsidRDefault="00795AB4"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AB4" w:rsidRDefault="00795AB4" w:rsidP="001E3BA7">
    <w:pPr>
      <w:pStyle w:val="a8"/>
      <w:framePr w:wrap="around" w:vAnchor="text" w:hAnchor="margin" w:xAlign="right" w:y="1"/>
      <w:rPr>
        <w:rStyle w:val="af0"/>
      </w:rPr>
    </w:pPr>
  </w:p>
  <w:p w:rsidR="00795AB4" w:rsidRDefault="00795AB4" w:rsidP="001E3BA7">
    <w:pPr>
      <w:pStyle w:val="a8"/>
      <w:ind w:right="360"/>
    </w:pPr>
    <w:r>
      <w:tab/>
      <w:t xml:space="preserve">                                                                                        </w:t>
    </w:r>
  </w:p>
  <w:p w:rsidR="00795AB4" w:rsidRDefault="00795AB4" w:rsidP="001E3BA7">
    <w:pPr>
      <w:pStyle w:val="a8"/>
      <w:ind w:right="360"/>
    </w:pPr>
  </w:p>
  <w:p w:rsidR="00795AB4" w:rsidRDefault="00795AB4"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3061"/>
    <w:rsid w:val="00023370"/>
    <w:rsid w:val="0002359E"/>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6A06"/>
    <w:rsid w:val="00097235"/>
    <w:rsid w:val="00097B5C"/>
    <w:rsid w:val="000A2C87"/>
    <w:rsid w:val="000A6B3B"/>
    <w:rsid w:val="000A6BFC"/>
    <w:rsid w:val="000B2C92"/>
    <w:rsid w:val="000B39D5"/>
    <w:rsid w:val="000B3E4C"/>
    <w:rsid w:val="000B48E2"/>
    <w:rsid w:val="000C1B8C"/>
    <w:rsid w:val="000C38C6"/>
    <w:rsid w:val="000C3E47"/>
    <w:rsid w:val="000C5A53"/>
    <w:rsid w:val="000C67B8"/>
    <w:rsid w:val="000C69D8"/>
    <w:rsid w:val="000C6D81"/>
    <w:rsid w:val="000C786E"/>
    <w:rsid w:val="000D049C"/>
    <w:rsid w:val="000D1508"/>
    <w:rsid w:val="000D20A9"/>
    <w:rsid w:val="000D2252"/>
    <w:rsid w:val="000D2BE9"/>
    <w:rsid w:val="000D4B8A"/>
    <w:rsid w:val="000D7BA1"/>
    <w:rsid w:val="000E02CB"/>
    <w:rsid w:val="000E157D"/>
    <w:rsid w:val="000E229F"/>
    <w:rsid w:val="000E40E6"/>
    <w:rsid w:val="000E433E"/>
    <w:rsid w:val="000E5EB6"/>
    <w:rsid w:val="000E7E19"/>
    <w:rsid w:val="000F2E75"/>
    <w:rsid w:val="000F399B"/>
    <w:rsid w:val="000F3D66"/>
    <w:rsid w:val="000F45E9"/>
    <w:rsid w:val="000F47DD"/>
    <w:rsid w:val="001037C8"/>
    <w:rsid w:val="00104595"/>
    <w:rsid w:val="001045AD"/>
    <w:rsid w:val="00106D9F"/>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AD8"/>
    <w:rsid w:val="00130B38"/>
    <w:rsid w:val="00131140"/>
    <w:rsid w:val="00132A21"/>
    <w:rsid w:val="001336BA"/>
    <w:rsid w:val="00134050"/>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70F14"/>
    <w:rsid w:val="00174E2F"/>
    <w:rsid w:val="00175788"/>
    <w:rsid w:val="00180ADE"/>
    <w:rsid w:val="0018269E"/>
    <w:rsid w:val="0018507E"/>
    <w:rsid w:val="001870D1"/>
    <w:rsid w:val="0019124B"/>
    <w:rsid w:val="00191D43"/>
    <w:rsid w:val="001926AE"/>
    <w:rsid w:val="00194AB1"/>
    <w:rsid w:val="00195184"/>
    <w:rsid w:val="00196222"/>
    <w:rsid w:val="00197ACA"/>
    <w:rsid w:val="001A0F51"/>
    <w:rsid w:val="001A0F98"/>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4887"/>
    <w:rsid w:val="002557C3"/>
    <w:rsid w:val="00257FB5"/>
    <w:rsid w:val="00260AC2"/>
    <w:rsid w:val="002634EB"/>
    <w:rsid w:val="00265332"/>
    <w:rsid w:val="0026596F"/>
    <w:rsid w:val="0027105D"/>
    <w:rsid w:val="0027447C"/>
    <w:rsid w:val="00276A75"/>
    <w:rsid w:val="002779E0"/>
    <w:rsid w:val="00280431"/>
    <w:rsid w:val="0028365E"/>
    <w:rsid w:val="00291A92"/>
    <w:rsid w:val="00292D5E"/>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8D9"/>
    <w:rsid w:val="002D2810"/>
    <w:rsid w:val="002D443C"/>
    <w:rsid w:val="002D5EF4"/>
    <w:rsid w:val="002D7BEE"/>
    <w:rsid w:val="002E0E91"/>
    <w:rsid w:val="002E35D3"/>
    <w:rsid w:val="002E4B68"/>
    <w:rsid w:val="002F02B5"/>
    <w:rsid w:val="002F130F"/>
    <w:rsid w:val="002F3274"/>
    <w:rsid w:val="00300F01"/>
    <w:rsid w:val="00303362"/>
    <w:rsid w:val="00303A89"/>
    <w:rsid w:val="0030418C"/>
    <w:rsid w:val="00305861"/>
    <w:rsid w:val="00306DB4"/>
    <w:rsid w:val="003111E8"/>
    <w:rsid w:val="003113C4"/>
    <w:rsid w:val="00314276"/>
    <w:rsid w:val="0031495D"/>
    <w:rsid w:val="00314C96"/>
    <w:rsid w:val="003167E7"/>
    <w:rsid w:val="00327B6E"/>
    <w:rsid w:val="003306D4"/>
    <w:rsid w:val="00333BCD"/>
    <w:rsid w:val="003356CA"/>
    <w:rsid w:val="00340250"/>
    <w:rsid w:val="00340A4C"/>
    <w:rsid w:val="00343502"/>
    <w:rsid w:val="00343941"/>
    <w:rsid w:val="0034422D"/>
    <w:rsid w:val="00344375"/>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288C"/>
    <w:rsid w:val="003864B0"/>
    <w:rsid w:val="003935BE"/>
    <w:rsid w:val="00393685"/>
    <w:rsid w:val="00394D7D"/>
    <w:rsid w:val="003954C4"/>
    <w:rsid w:val="00397448"/>
    <w:rsid w:val="00397D51"/>
    <w:rsid w:val="003A2DA9"/>
    <w:rsid w:val="003A3CB1"/>
    <w:rsid w:val="003A4B38"/>
    <w:rsid w:val="003A5462"/>
    <w:rsid w:val="003B0ADF"/>
    <w:rsid w:val="003B4E7E"/>
    <w:rsid w:val="003B5D1F"/>
    <w:rsid w:val="003B6100"/>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EE"/>
    <w:rsid w:val="003E0E04"/>
    <w:rsid w:val="003E2744"/>
    <w:rsid w:val="003E31CD"/>
    <w:rsid w:val="003E3F0A"/>
    <w:rsid w:val="003E5652"/>
    <w:rsid w:val="003E5B40"/>
    <w:rsid w:val="003F4292"/>
    <w:rsid w:val="003F5124"/>
    <w:rsid w:val="004012A0"/>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537F"/>
    <w:rsid w:val="00447509"/>
    <w:rsid w:val="00447BD0"/>
    <w:rsid w:val="00450FE2"/>
    <w:rsid w:val="00453F91"/>
    <w:rsid w:val="00454F78"/>
    <w:rsid w:val="00456C66"/>
    <w:rsid w:val="00456DAF"/>
    <w:rsid w:val="00456DEC"/>
    <w:rsid w:val="00457FF0"/>
    <w:rsid w:val="0046075B"/>
    <w:rsid w:val="0046133C"/>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B07BA"/>
    <w:rsid w:val="004B15A5"/>
    <w:rsid w:val="004B289D"/>
    <w:rsid w:val="004B5210"/>
    <w:rsid w:val="004B5E4B"/>
    <w:rsid w:val="004B64BD"/>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E25"/>
    <w:rsid w:val="00562165"/>
    <w:rsid w:val="00562D74"/>
    <w:rsid w:val="005631A6"/>
    <w:rsid w:val="00563506"/>
    <w:rsid w:val="00564EF0"/>
    <w:rsid w:val="00565425"/>
    <w:rsid w:val="00566035"/>
    <w:rsid w:val="005674BD"/>
    <w:rsid w:val="00570713"/>
    <w:rsid w:val="00570FD2"/>
    <w:rsid w:val="005724B1"/>
    <w:rsid w:val="00574A34"/>
    <w:rsid w:val="00574ADC"/>
    <w:rsid w:val="005754F0"/>
    <w:rsid w:val="00576591"/>
    <w:rsid w:val="00580452"/>
    <w:rsid w:val="00580FB9"/>
    <w:rsid w:val="00581995"/>
    <w:rsid w:val="005824F1"/>
    <w:rsid w:val="00582F0A"/>
    <w:rsid w:val="00585597"/>
    <w:rsid w:val="005861B7"/>
    <w:rsid w:val="005873B6"/>
    <w:rsid w:val="00587EFD"/>
    <w:rsid w:val="0059179D"/>
    <w:rsid w:val="00596F04"/>
    <w:rsid w:val="005A0528"/>
    <w:rsid w:val="005A0F80"/>
    <w:rsid w:val="005A1AF9"/>
    <w:rsid w:val="005A321E"/>
    <w:rsid w:val="005A3E33"/>
    <w:rsid w:val="005A579F"/>
    <w:rsid w:val="005A600D"/>
    <w:rsid w:val="005B171F"/>
    <w:rsid w:val="005B2305"/>
    <w:rsid w:val="005B2A2D"/>
    <w:rsid w:val="005B3593"/>
    <w:rsid w:val="005B3CC3"/>
    <w:rsid w:val="005B5318"/>
    <w:rsid w:val="005B6626"/>
    <w:rsid w:val="005B6F4D"/>
    <w:rsid w:val="005C020F"/>
    <w:rsid w:val="005C1107"/>
    <w:rsid w:val="005C328D"/>
    <w:rsid w:val="005C3AD2"/>
    <w:rsid w:val="005D09FE"/>
    <w:rsid w:val="005D1E49"/>
    <w:rsid w:val="005D1F03"/>
    <w:rsid w:val="005D5F1C"/>
    <w:rsid w:val="005D637C"/>
    <w:rsid w:val="005D74BC"/>
    <w:rsid w:val="005D77E6"/>
    <w:rsid w:val="005E1DB9"/>
    <w:rsid w:val="005E329C"/>
    <w:rsid w:val="005E38AF"/>
    <w:rsid w:val="005E3E84"/>
    <w:rsid w:val="005F00DB"/>
    <w:rsid w:val="005F2E5E"/>
    <w:rsid w:val="005F3DC5"/>
    <w:rsid w:val="005F3F7C"/>
    <w:rsid w:val="005F408A"/>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754D"/>
    <w:rsid w:val="00677F5C"/>
    <w:rsid w:val="00682B73"/>
    <w:rsid w:val="006832FA"/>
    <w:rsid w:val="0068529C"/>
    <w:rsid w:val="006862D7"/>
    <w:rsid w:val="0068643E"/>
    <w:rsid w:val="00687115"/>
    <w:rsid w:val="00687719"/>
    <w:rsid w:val="006935CA"/>
    <w:rsid w:val="006A0E86"/>
    <w:rsid w:val="006A1703"/>
    <w:rsid w:val="006A1CAC"/>
    <w:rsid w:val="006A2702"/>
    <w:rsid w:val="006A304C"/>
    <w:rsid w:val="006A3309"/>
    <w:rsid w:val="006A6806"/>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59C0"/>
    <w:rsid w:val="007368F1"/>
    <w:rsid w:val="00736CD2"/>
    <w:rsid w:val="0073713F"/>
    <w:rsid w:val="00737D3A"/>
    <w:rsid w:val="0074016D"/>
    <w:rsid w:val="00742EC7"/>
    <w:rsid w:val="00743488"/>
    <w:rsid w:val="0074716E"/>
    <w:rsid w:val="007502CA"/>
    <w:rsid w:val="007521FB"/>
    <w:rsid w:val="0075231F"/>
    <w:rsid w:val="0075262B"/>
    <w:rsid w:val="00753701"/>
    <w:rsid w:val="00754C28"/>
    <w:rsid w:val="0075659A"/>
    <w:rsid w:val="00757858"/>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7795"/>
    <w:rsid w:val="00811617"/>
    <w:rsid w:val="00811ACC"/>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785A"/>
    <w:rsid w:val="008279B2"/>
    <w:rsid w:val="008327D8"/>
    <w:rsid w:val="00833813"/>
    <w:rsid w:val="00833A30"/>
    <w:rsid w:val="00834B15"/>
    <w:rsid w:val="0083586F"/>
    <w:rsid w:val="00835B94"/>
    <w:rsid w:val="00837680"/>
    <w:rsid w:val="00837949"/>
    <w:rsid w:val="00837AD6"/>
    <w:rsid w:val="0084384D"/>
    <w:rsid w:val="00843BFC"/>
    <w:rsid w:val="00844234"/>
    <w:rsid w:val="00844E56"/>
    <w:rsid w:val="0084557A"/>
    <w:rsid w:val="00847EA0"/>
    <w:rsid w:val="008500C1"/>
    <w:rsid w:val="00850A3F"/>
    <w:rsid w:val="0085307B"/>
    <w:rsid w:val="0085322C"/>
    <w:rsid w:val="008541DA"/>
    <w:rsid w:val="008577EB"/>
    <w:rsid w:val="0086312E"/>
    <w:rsid w:val="0086340A"/>
    <w:rsid w:val="00863A3B"/>
    <w:rsid w:val="00864C29"/>
    <w:rsid w:val="00864F20"/>
    <w:rsid w:val="00865546"/>
    <w:rsid w:val="00867841"/>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96E"/>
    <w:rsid w:val="008A6CA9"/>
    <w:rsid w:val="008B28C5"/>
    <w:rsid w:val="008B399D"/>
    <w:rsid w:val="008B54BC"/>
    <w:rsid w:val="008B5CDF"/>
    <w:rsid w:val="008B7E0C"/>
    <w:rsid w:val="008C08B5"/>
    <w:rsid w:val="008C155A"/>
    <w:rsid w:val="008C35E2"/>
    <w:rsid w:val="008C41FD"/>
    <w:rsid w:val="008C566A"/>
    <w:rsid w:val="008C7737"/>
    <w:rsid w:val="008C7D0C"/>
    <w:rsid w:val="008D1D80"/>
    <w:rsid w:val="008D295C"/>
    <w:rsid w:val="008D2AF0"/>
    <w:rsid w:val="008D7372"/>
    <w:rsid w:val="008D7CA9"/>
    <w:rsid w:val="008E2902"/>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47938"/>
    <w:rsid w:val="009506FB"/>
    <w:rsid w:val="009534A4"/>
    <w:rsid w:val="009621EB"/>
    <w:rsid w:val="0096274C"/>
    <w:rsid w:val="00962788"/>
    <w:rsid w:val="00971278"/>
    <w:rsid w:val="00971823"/>
    <w:rsid w:val="00971EED"/>
    <w:rsid w:val="00973083"/>
    <w:rsid w:val="0097458A"/>
    <w:rsid w:val="009802CF"/>
    <w:rsid w:val="009810D8"/>
    <w:rsid w:val="00982E78"/>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798F"/>
    <w:rsid w:val="009A7EC7"/>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5E03"/>
    <w:rsid w:val="009E6006"/>
    <w:rsid w:val="009E75FB"/>
    <w:rsid w:val="009F02E8"/>
    <w:rsid w:val="009F3367"/>
    <w:rsid w:val="009F3DD7"/>
    <w:rsid w:val="00A00036"/>
    <w:rsid w:val="00A02372"/>
    <w:rsid w:val="00A0281F"/>
    <w:rsid w:val="00A1029D"/>
    <w:rsid w:val="00A10EB4"/>
    <w:rsid w:val="00A121B6"/>
    <w:rsid w:val="00A13851"/>
    <w:rsid w:val="00A15045"/>
    <w:rsid w:val="00A15947"/>
    <w:rsid w:val="00A200F7"/>
    <w:rsid w:val="00A21710"/>
    <w:rsid w:val="00A2277F"/>
    <w:rsid w:val="00A24AD0"/>
    <w:rsid w:val="00A254EF"/>
    <w:rsid w:val="00A27673"/>
    <w:rsid w:val="00A30984"/>
    <w:rsid w:val="00A30EA8"/>
    <w:rsid w:val="00A334AD"/>
    <w:rsid w:val="00A337B5"/>
    <w:rsid w:val="00A339CF"/>
    <w:rsid w:val="00A3594D"/>
    <w:rsid w:val="00A3775D"/>
    <w:rsid w:val="00A37F14"/>
    <w:rsid w:val="00A409F3"/>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D01E6"/>
    <w:rsid w:val="00AD0D34"/>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5DA7"/>
    <w:rsid w:val="00BA6AE2"/>
    <w:rsid w:val="00BA7F29"/>
    <w:rsid w:val="00BB1F32"/>
    <w:rsid w:val="00BB22DD"/>
    <w:rsid w:val="00BB27BE"/>
    <w:rsid w:val="00BB2B15"/>
    <w:rsid w:val="00BB2EB4"/>
    <w:rsid w:val="00BB63A4"/>
    <w:rsid w:val="00BB70F3"/>
    <w:rsid w:val="00BB72A7"/>
    <w:rsid w:val="00BB7A90"/>
    <w:rsid w:val="00BB7DB1"/>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2998"/>
    <w:rsid w:val="00C14CF9"/>
    <w:rsid w:val="00C16FC5"/>
    <w:rsid w:val="00C21082"/>
    <w:rsid w:val="00C21F50"/>
    <w:rsid w:val="00C222A4"/>
    <w:rsid w:val="00C25A54"/>
    <w:rsid w:val="00C25ADE"/>
    <w:rsid w:val="00C335C3"/>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6501"/>
    <w:rsid w:val="00C66573"/>
    <w:rsid w:val="00C66FB7"/>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3E18"/>
    <w:rsid w:val="00CE5319"/>
    <w:rsid w:val="00CE6F0E"/>
    <w:rsid w:val="00CE7AC5"/>
    <w:rsid w:val="00CF1796"/>
    <w:rsid w:val="00CF188B"/>
    <w:rsid w:val="00CF1AF4"/>
    <w:rsid w:val="00CF255C"/>
    <w:rsid w:val="00CF6623"/>
    <w:rsid w:val="00CF6B63"/>
    <w:rsid w:val="00CF7451"/>
    <w:rsid w:val="00D01C07"/>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7BC1"/>
    <w:rsid w:val="00D60FC2"/>
    <w:rsid w:val="00D64DC1"/>
    <w:rsid w:val="00D7010A"/>
    <w:rsid w:val="00D7065C"/>
    <w:rsid w:val="00D7114C"/>
    <w:rsid w:val="00D80A76"/>
    <w:rsid w:val="00D80A9F"/>
    <w:rsid w:val="00D81B11"/>
    <w:rsid w:val="00D8302E"/>
    <w:rsid w:val="00D86AC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2254"/>
    <w:rsid w:val="00DC3AFB"/>
    <w:rsid w:val="00DC4432"/>
    <w:rsid w:val="00DD0E3D"/>
    <w:rsid w:val="00DD0E4A"/>
    <w:rsid w:val="00DD1E50"/>
    <w:rsid w:val="00DD274E"/>
    <w:rsid w:val="00DD6210"/>
    <w:rsid w:val="00DE2745"/>
    <w:rsid w:val="00DE3F6F"/>
    <w:rsid w:val="00DE5F31"/>
    <w:rsid w:val="00DE71C9"/>
    <w:rsid w:val="00DE7B3C"/>
    <w:rsid w:val="00DF0E52"/>
    <w:rsid w:val="00DF1E3B"/>
    <w:rsid w:val="00DF3281"/>
    <w:rsid w:val="00DF3E53"/>
    <w:rsid w:val="00DF62C7"/>
    <w:rsid w:val="00E0102E"/>
    <w:rsid w:val="00E016C9"/>
    <w:rsid w:val="00E02F5C"/>
    <w:rsid w:val="00E03779"/>
    <w:rsid w:val="00E04053"/>
    <w:rsid w:val="00E04E31"/>
    <w:rsid w:val="00E05CC6"/>
    <w:rsid w:val="00E065B4"/>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5791"/>
    <w:rsid w:val="00E66439"/>
    <w:rsid w:val="00E6644B"/>
    <w:rsid w:val="00E7197C"/>
    <w:rsid w:val="00E71F20"/>
    <w:rsid w:val="00E72F4D"/>
    <w:rsid w:val="00E75C18"/>
    <w:rsid w:val="00E773C0"/>
    <w:rsid w:val="00E80D55"/>
    <w:rsid w:val="00E81B2A"/>
    <w:rsid w:val="00E82A56"/>
    <w:rsid w:val="00E82F7D"/>
    <w:rsid w:val="00E91326"/>
    <w:rsid w:val="00E91735"/>
    <w:rsid w:val="00E95666"/>
    <w:rsid w:val="00E979C4"/>
    <w:rsid w:val="00EA175D"/>
    <w:rsid w:val="00EA26E3"/>
    <w:rsid w:val="00EA7B6A"/>
    <w:rsid w:val="00EB5464"/>
    <w:rsid w:val="00EB7E76"/>
    <w:rsid w:val="00ED130F"/>
    <w:rsid w:val="00ED4BBF"/>
    <w:rsid w:val="00ED6930"/>
    <w:rsid w:val="00ED72D5"/>
    <w:rsid w:val="00ED7352"/>
    <w:rsid w:val="00EE1DCE"/>
    <w:rsid w:val="00EE34AA"/>
    <w:rsid w:val="00EE3F39"/>
    <w:rsid w:val="00EE4EC0"/>
    <w:rsid w:val="00EE5448"/>
    <w:rsid w:val="00EE7C63"/>
    <w:rsid w:val="00EF0161"/>
    <w:rsid w:val="00EF019C"/>
    <w:rsid w:val="00EF1BF9"/>
    <w:rsid w:val="00EF6728"/>
    <w:rsid w:val="00EF7F4B"/>
    <w:rsid w:val="00F00194"/>
    <w:rsid w:val="00F00227"/>
    <w:rsid w:val="00F009F7"/>
    <w:rsid w:val="00F022EF"/>
    <w:rsid w:val="00F0711A"/>
    <w:rsid w:val="00F103A6"/>
    <w:rsid w:val="00F10A8F"/>
    <w:rsid w:val="00F1292E"/>
    <w:rsid w:val="00F12A77"/>
    <w:rsid w:val="00F15FEE"/>
    <w:rsid w:val="00F21C24"/>
    <w:rsid w:val="00F2276A"/>
    <w:rsid w:val="00F22909"/>
    <w:rsid w:val="00F22EE9"/>
    <w:rsid w:val="00F26057"/>
    <w:rsid w:val="00F265C5"/>
    <w:rsid w:val="00F26AC6"/>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60339"/>
    <w:rsid w:val="00F60850"/>
    <w:rsid w:val="00F627A3"/>
    <w:rsid w:val="00F6372F"/>
    <w:rsid w:val="00F63C17"/>
    <w:rsid w:val="00F64A9B"/>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9A1D2812-EC46-4E64-B74C-EAD1209A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216342">
      <w:marLeft w:val="0"/>
      <w:marRight w:val="0"/>
      <w:marTop w:val="0"/>
      <w:marBottom w:val="0"/>
      <w:divBdr>
        <w:top w:val="none" w:sz="0" w:space="0" w:color="auto"/>
        <w:left w:val="none" w:sz="0" w:space="0" w:color="auto"/>
        <w:bottom w:val="none" w:sz="0" w:space="0" w:color="auto"/>
        <w:right w:val="none" w:sz="0" w:space="0" w:color="auto"/>
      </w:divBdr>
    </w:div>
    <w:div w:id="510216343">
      <w:marLeft w:val="0"/>
      <w:marRight w:val="0"/>
      <w:marTop w:val="0"/>
      <w:marBottom w:val="0"/>
      <w:divBdr>
        <w:top w:val="none" w:sz="0" w:space="0" w:color="auto"/>
        <w:left w:val="none" w:sz="0" w:space="0" w:color="auto"/>
        <w:bottom w:val="none" w:sz="0" w:space="0" w:color="auto"/>
        <w:right w:val="none" w:sz="0" w:space="0" w:color="auto"/>
      </w:divBdr>
    </w:div>
    <w:div w:id="510216344">
      <w:marLeft w:val="0"/>
      <w:marRight w:val="0"/>
      <w:marTop w:val="0"/>
      <w:marBottom w:val="0"/>
      <w:divBdr>
        <w:top w:val="none" w:sz="0" w:space="0" w:color="auto"/>
        <w:left w:val="none" w:sz="0" w:space="0" w:color="auto"/>
        <w:bottom w:val="none" w:sz="0" w:space="0" w:color="auto"/>
        <w:right w:val="none" w:sz="0" w:space="0" w:color="auto"/>
      </w:divBdr>
    </w:div>
    <w:div w:id="510216345">
      <w:marLeft w:val="0"/>
      <w:marRight w:val="0"/>
      <w:marTop w:val="0"/>
      <w:marBottom w:val="0"/>
      <w:divBdr>
        <w:top w:val="none" w:sz="0" w:space="0" w:color="auto"/>
        <w:left w:val="none" w:sz="0" w:space="0" w:color="auto"/>
        <w:bottom w:val="none" w:sz="0" w:space="0" w:color="auto"/>
        <w:right w:val="none" w:sz="0" w:space="0" w:color="auto"/>
      </w:divBdr>
    </w:div>
    <w:div w:id="510216346">
      <w:marLeft w:val="0"/>
      <w:marRight w:val="0"/>
      <w:marTop w:val="0"/>
      <w:marBottom w:val="0"/>
      <w:divBdr>
        <w:top w:val="none" w:sz="0" w:space="0" w:color="auto"/>
        <w:left w:val="none" w:sz="0" w:space="0" w:color="auto"/>
        <w:bottom w:val="none" w:sz="0" w:space="0" w:color="auto"/>
        <w:right w:val="none" w:sz="0" w:space="0" w:color="auto"/>
      </w:divBdr>
    </w:div>
    <w:div w:id="510216347">
      <w:marLeft w:val="0"/>
      <w:marRight w:val="0"/>
      <w:marTop w:val="0"/>
      <w:marBottom w:val="0"/>
      <w:divBdr>
        <w:top w:val="none" w:sz="0" w:space="0" w:color="auto"/>
        <w:left w:val="none" w:sz="0" w:space="0" w:color="auto"/>
        <w:bottom w:val="none" w:sz="0" w:space="0" w:color="auto"/>
        <w:right w:val="none" w:sz="0" w:space="0" w:color="auto"/>
      </w:divBdr>
    </w:div>
    <w:div w:id="510216348">
      <w:marLeft w:val="0"/>
      <w:marRight w:val="0"/>
      <w:marTop w:val="0"/>
      <w:marBottom w:val="0"/>
      <w:divBdr>
        <w:top w:val="none" w:sz="0" w:space="0" w:color="auto"/>
        <w:left w:val="none" w:sz="0" w:space="0" w:color="auto"/>
        <w:bottom w:val="none" w:sz="0" w:space="0" w:color="auto"/>
        <w:right w:val="none" w:sz="0" w:space="0" w:color="auto"/>
      </w:divBdr>
    </w:div>
    <w:div w:id="510216349">
      <w:marLeft w:val="0"/>
      <w:marRight w:val="0"/>
      <w:marTop w:val="0"/>
      <w:marBottom w:val="0"/>
      <w:divBdr>
        <w:top w:val="none" w:sz="0" w:space="0" w:color="auto"/>
        <w:left w:val="none" w:sz="0" w:space="0" w:color="auto"/>
        <w:bottom w:val="none" w:sz="0" w:space="0" w:color="auto"/>
        <w:right w:val="none" w:sz="0" w:space="0" w:color="auto"/>
      </w:divBdr>
    </w:div>
    <w:div w:id="510216350">
      <w:marLeft w:val="0"/>
      <w:marRight w:val="0"/>
      <w:marTop w:val="0"/>
      <w:marBottom w:val="0"/>
      <w:divBdr>
        <w:top w:val="none" w:sz="0" w:space="0" w:color="auto"/>
        <w:left w:val="none" w:sz="0" w:space="0" w:color="auto"/>
        <w:bottom w:val="none" w:sz="0" w:space="0" w:color="auto"/>
        <w:right w:val="none" w:sz="0" w:space="0" w:color="auto"/>
      </w:divBdr>
    </w:div>
    <w:div w:id="510216351">
      <w:marLeft w:val="0"/>
      <w:marRight w:val="0"/>
      <w:marTop w:val="0"/>
      <w:marBottom w:val="0"/>
      <w:divBdr>
        <w:top w:val="none" w:sz="0" w:space="0" w:color="auto"/>
        <w:left w:val="none" w:sz="0" w:space="0" w:color="auto"/>
        <w:bottom w:val="none" w:sz="0" w:space="0" w:color="auto"/>
        <w:right w:val="none" w:sz="0" w:space="0" w:color="auto"/>
      </w:divBdr>
    </w:div>
    <w:div w:id="510216352">
      <w:marLeft w:val="0"/>
      <w:marRight w:val="0"/>
      <w:marTop w:val="0"/>
      <w:marBottom w:val="0"/>
      <w:divBdr>
        <w:top w:val="none" w:sz="0" w:space="0" w:color="auto"/>
        <w:left w:val="none" w:sz="0" w:space="0" w:color="auto"/>
        <w:bottom w:val="none" w:sz="0" w:space="0" w:color="auto"/>
        <w:right w:val="none" w:sz="0" w:space="0" w:color="auto"/>
      </w:divBdr>
    </w:div>
    <w:div w:id="510216353">
      <w:marLeft w:val="0"/>
      <w:marRight w:val="0"/>
      <w:marTop w:val="0"/>
      <w:marBottom w:val="0"/>
      <w:divBdr>
        <w:top w:val="none" w:sz="0" w:space="0" w:color="auto"/>
        <w:left w:val="none" w:sz="0" w:space="0" w:color="auto"/>
        <w:bottom w:val="none" w:sz="0" w:space="0" w:color="auto"/>
        <w:right w:val="none" w:sz="0" w:space="0" w:color="auto"/>
      </w:divBdr>
    </w:div>
    <w:div w:id="510216354">
      <w:marLeft w:val="0"/>
      <w:marRight w:val="0"/>
      <w:marTop w:val="0"/>
      <w:marBottom w:val="0"/>
      <w:divBdr>
        <w:top w:val="none" w:sz="0" w:space="0" w:color="auto"/>
        <w:left w:val="none" w:sz="0" w:space="0" w:color="auto"/>
        <w:bottom w:val="none" w:sz="0" w:space="0" w:color="auto"/>
        <w:right w:val="none" w:sz="0" w:space="0" w:color="auto"/>
      </w:divBdr>
    </w:div>
    <w:div w:id="510216355">
      <w:marLeft w:val="0"/>
      <w:marRight w:val="0"/>
      <w:marTop w:val="0"/>
      <w:marBottom w:val="0"/>
      <w:divBdr>
        <w:top w:val="none" w:sz="0" w:space="0" w:color="auto"/>
        <w:left w:val="none" w:sz="0" w:space="0" w:color="auto"/>
        <w:bottom w:val="none" w:sz="0" w:space="0" w:color="auto"/>
        <w:right w:val="none" w:sz="0" w:space="0" w:color="auto"/>
      </w:divBdr>
    </w:div>
    <w:div w:id="510216356">
      <w:marLeft w:val="0"/>
      <w:marRight w:val="0"/>
      <w:marTop w:val="0"/>
      <w:marBottom w:val="0"/>
      <w:divBdr>
        <w:top w:val="none" w:sz="0" w:space="0" w:color="auto"/>
        <w:left w:val="none" w:sz="0" w:space="0" w:color="auto"/>
        <w:bottom w:val="none" w:sz="0" w:space="0" w:color="auto"/>
        <w:right w:val="none" w:sz="0" w:space="0" w:color="auto"/>
      </w:divBdr>
    </w:div>
    <w:div w:id="510216357">
      <w:marLeft w:val="0"/>
      <w:marRight w:val="0"/>
      <w:marTop w:val="0"/>
      <w:marBottom w:val="0"/>
      <w:divBdr>
        <w:top w:val="none" w:sz="0" w:space="0" w:color="auto"/>
        <w:left w:val="none" w:sz="0" w:space="0" w:color="auto"/>
        <w:bottom w:val="none" w:sz="0" w:space="0" w:color="auto"/>
        <w:right w:val="none" w:sz="0" w:space="0" w:color="auto"/>
      </w:divBdr>
    </w:div>
    <w:div w:id="510216358">
      <w:marLeft w:val="0"/>
      <w:marRight w:val="0"/>
      <w:marTop w:val="0"/>
      <w:marBottom w:val="0"/>
      <w:divBdr>
        <w:top w:val="none" w:sz="0" w:space="0" w:color="auto"/>
        <w:left w:val="none" w:sz="0" w:space="0" w:color="auto"/>
        <w:bottom w:val="none" w:sz="0" w:space="0" w:color="auto"/>
        <w:right w:val="none" w:sz="0" w:space="0" w:color="auto"/>
      </w:divBdr>
    </w:div>
    <w:div w:id="510216359">
      <w:marLeft w:val="0"/>
      <w:marRight w:val="0"/>
      <w:marTop w:val="0"/>
      <w:marBottom w:val="0"/>
      <w:divBdr>
        <w:top w:val="none" w:sz="0" w:space="0" w:color="auto"/>
        <w:left w:val="none" w:sz="0" w:space="0" w:color="auto"/>
        <w:bottom w:val="none" w:sz="0" w:space="0" w:color="auto"/>
        <w:right w:val="none" w:sz="0" w:space="0" w:color="auto"/>
      </w:divBdr>
    </w:div>
    <w:div w:id="510216360">
      <w:marLeft w:val="0"/>
      <w:marRight w:val="0"/>
      <w:marTop w:val="0"/>
      <w:marBottom w:val="0"/>
      <w:divBdr>
        <w:top w:val="none" w:sz="0" w:space="0" w:color="auto"/>
        <w:left w:val="none" w:sz="0" w:space="0" w:color="auto"/>
        <w:bottom w:val="none" w:sz="0" w:space="0" w:color="auto"/>
        <w:right w:val="none" w:sz="0" w:space="0" w:color="auto"/>
      </w:divBdr>
    </w:div>
    <w:div w:id="510216361">
      <w:marLeft w:val="0"/>
      <w:marRight w:val="0"/>
      <w:marTop w:val="0"/>
      <w:marBottom w:val="0"/>
      <w:divBdr>
        <w:top w:val="none" w:sz="0" w:space="0" w:color="auto"/>
        <w:left w:val="none" w:sz="0" w:space="0" w:color="auto"/>
        <w:bottom w:val="none" w:sz="0" w:space="0" w:color="auto"/>
        <w:right w:val="none" w:sz="0" w:space="0" w:color="auto"/>
      </w:divBdr>
    </w:div>
    <w:div w:id="510216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theme" Target="theme/theme1.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2898</TotalTime>
  <Pages>1</Pages>
  <Words>33300</Words>
  <Characters>189816</Characters>
  <Application>Microsoft Office Word</Application>
  <DocSecurity>0</DocSecurity>
  <Lines>1581</Lines>
  <Paragraphs>445</Paragraphs>
  <ScaleCrop>false</ScaleCrop>
  <Company/>
  <LinksUpToDate>false</LinksUpToDate>
  <CharactersWithSpaces>222671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328</cp:revision>
  <cp:lastPrinted>2015-11-12T08:17:00Z</cp:lastPrinted>
  <dcterms:created xsi:type="dcterms:W3CDTF">2013-10-30T10:42:00Z</dcterms:created>
  <dcterms:modified xsi:type="dcterms:W3CDTF">2015-11-23T12:39:00Z</dcterms:modified>
</cp:coreProperties>
</file>